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3F188" w14:textId="653E809A" w:rsidR="004F5C23" w:rsidRPr="004776AE" w:rsidRDefault="00DD78FA" w:rsidP="00B83782">
      <w:pPr>
        <w:pStyle w:val="Unittitle"/>
        <w:spacing w:line="240" w:lineRule="auto"/>
        <w:rPr>
          <w:sz w:val="36"/>
          <w:szCs w:val="32"/>
        </w:rPr>
      </w:pPr>
      <w:r w:rsidRPr="004776AE">
        <w:rPr>
          <w:bCs/>
          <w:sz w:val="36"/>
          <w:szCs w:val="36"/>
        </w:rPr>
        <w:t xml:space="preserve">Plumbing and Heating </w:t>
      </w:r>
      <w:r w:rsidR="004776AE" w:rsidRPr="004776AE">
        <w:rPr>
          <w:bCs/>
          <w:sz w:val="36"/>
          <w:szCs w:val="36"/>
        </w:rPr>
        <w:t>E</w:t>
      </w:r>
      <w:r w:rsidRPr="004776AE">
        <w:rPr>
          <w:bCs/>
          <w:sz w:val="36"/>
          <w:szCs w:val="36"/>
        </w:rPr>
        <w:t>ngineering</w:t>
      </w:r>
    </w:p>
    <w:p w14:paraId="6A75DDE6" w14:textId="77777777" w:rsidR="009B0EE5" w:rsidRPr="00EB47EF" w:rsidRDefault="00376CB6" w:rsidP="00EB47EF">
      <w:pPr>
        <w:pStyle w:val="Heading1"/>
        <w:spacing w:line="276" w:lineRule="auto"/>
        <w:rPr>
          <w:color w:val="FC4421"/>
          <w:sz w:val="36"/>
          <w:szCs w:val="36"/>
        </w:rPr>
      </w:pPr>
      <w:r w:rsidRPr="00EB47EF">
        <w:rPr>
          <w:color w:val="FC4421"/>
          <w:sz w:val="36"/>
          <w:szCs w:val="36"/>
        </w:rPr>
        <w:t>Sample scheme of wor</w:t>
      </w:r>
      <w:r w:rsidR="009B0EE5" w:rsidRPr="00EB47EF">
        <w:rPr>
          <w:color w:val="FC4421"/>
          <w:sz w:val="36"/>
          <w:szCs w:val="36"/>
        </w:rPr>
        <w:t>k</w:t>
      </w:r>
    </w:p>
    <w:p w14:paraId="46CEA52F" w14:textId="77777777" w:rsidR="009B0EE5" w:rsidRPr="001B6F82" w:rsidRDefault="009B0EE5" w:rsidP="00376CB6">
      <w:pPr>
        <w:spacing w:before="160" w:after="160"/>
        <w:rPr>
          <w:rFonts w:cs="Arial"/>
        </w:rPr>
        <w:sectPr w:rsidR="009B0EE5" w:rsidRPr="001B6F82" w:rsidSect="00F27CAF">
          <w:headerReference w:type="default" r:id="rId10"/>
          <w:footerReference w:type="default" r:id="rId11"/>
          <w:type w:val="continuous"/>
          <w:pgSz w:w="16840" w:h="11901" w:orient="landscape"/>
          <w:pgMar w:top="2027" w:right="1191" w:bottom="1247" w:left="1134" w:header="397" w:footer="283" w:gutter="0"/>
          <w:cols w:space="708"/>
          <w:docGrid w:linePitch="299"/>
        </w:sectPr>
      </w:pPr>
    </w:p>
    <w:p w14:paraId="00A3D3BF" w14:textId="016650A4" w:rsidR="00B343BC" w:rsidRPr="00DD78FA" w:rsidRDefault="00B343BC" w:rsidP="2D3F07CD">
      <w:pPr>
        <w:spacing w:before="160" w:after="160"/>
        <w:rPr>
          <w:rFonts w:cs="Arial"/>
          <w:sz w:val="24"/>
        </w:rPr>
      </w:pPr>
      <w:r w:rsidRPr="00DD78FA">
        <w:rPr>
          <w:rFonts w:cs="Arial"/>
          <w:sz w:val="24"/>
        </w:rPr>
        <w:t xml:space="preserve">This sample scheme of work covers classroom-based learning for the unit </w:t>
      </w:r>
      <w:r w:rsidR="00DD78FA" w:rsidRPr="00DD78FA">
        <w:rPr>
          <w:rFonts w:cs="Arial"/>
          <w:b/>
          <w:bCs/>
          <w:sz w:val="24"/>
        </w:rPr>
        <w:t>Plumbing and Heating engineering</w:t>
      </w:r>
      <w:r w:rsidRPr="00DD78FA">
        <w:rPr>
          <w:rFonts w:cs="Arial"/>
          <w:sz w:val="24"/>
        </w:rPr>
        <w:t xml:space="preserve">. It is based on </w:t>
      </w:r>
      <w:r w:rsidR="00793701" w:rsidRPr="00DD78FA">
        <w:rPr>
          <w:rFonts w:cs="Arial"/>
          <w:sz w:val="24"/>
        </w:rPr>
        <w:t>6</w:t>
      </w:r>
      <w:r w:rsidR="00DD78FA" w:rsidRPr="00DD78FA">
        <w:rPr>
          <w:rFonts w:cs="Arial"/>
          <w:sz w:val="24"/>
        </w:rPr>
        <w:t>42</w:t>
      </w:r>
      <w:r w:rsidRPr="00DD78FA">
        <w:rPr>
          <w:rFonts w:cs="Arial"/>
          <w:sz w:val="24"/>
        </w:rPr>
        <w:t xml:space="preserve"> hours of learning over</w:t>
      </w:r>
      <w:r w:rsidR="00EE0B5E" w:rsidRPr="00DD78FA">
        <w:rPr>
          <w:rFonts w:cs="Arial"/>
          <w:sz w:val="24"/>
        </w:rPr>
        <w:t xml:space="preserve"> </w:t>
      </w:r>
      <w:r w:rsidR="00DD78FA" w:rsidRPr="00DD78FA">
        <w:rPr>
          <w:rFonts w:cs="Arial"/>
          <w:sz w:val="24"/>
        </w:rPr>
        <w:t>214</w:t>
      </w:r>
      <w:r w:rsidRPr="00DD78FA">
        <w:rPr>
          <w:rFonts w:cs="Arial"/>
          <w:color w:val="FF0000"/>
          <w:sz w:val="24"/>
        </w:rPr>
        <w:t xml:space="preserve"> </w:t>
      </w:r>
      <w:r w:rsidRPr="00DD78FA">
        <w:rPr>
          <w:rFonts w:cs="Arial"/>
          <w:sz w:val="24"/>
        </w:rPr>
        <w:t xml:space="preserve">sessions. It is an example </w:t>
      </w:r>
      <w:r w:rsidR="00EA1C44" w:rsidRPr="00DD78FA">
        <w:rPr>
          <w:rFonts w:cs="Arial"/>
          <w:sz w:val="24"/>
        </w:rPr>
        <w:t>of a possible scheme of work and is based on theory and practical activities within a training centre. However, it</w:t>
      </w:r>
      <w:r w:rsidRPr="00DD78FA">
        <w:rPr>
          <w:rFonts w:cs="Arial"/>
          <w:sz w:val="24"/>
        </w:rPr>
        <w:t xml:space="preserve"> can be amended to suit all learning facilities with the necessary adjustments to meet individual </w:t>
      </w:r>
      <w:r w:rsidR="00F502C8">
        <w:rPr>
          <w:rFonts w:cs="Arial"/>
          <w:sz w:val="24"/>
        </w:rPr>
        <w:t>students</w:t>
      </w:r>
      <w:r w:rsidRPr="00DD78FA">
        <w:rPr>
          <w:rFonts w:cs="Arial"/>
          <w:sz w:val="24"/>
        </w:rPr>
        <w:t xml:space="preserve">’ needs. </w:t>
      </w:r>
    </w:p>
    <w:p w14:paraId="27FEE76F" w14:textId="50386066" w:rsidR="00B343BC" w:rsidRPr="00DD78FA" w:rsidRDefault="00B343BC" w:rsidP="2D3F07CD">
      <w:pPr>
        <w:spacing w:before="160" w:after="160"/>
        <w:rPr>
          <w:rFonts w:cs="Arial"/>
          <w:sz w:val="24"/>
        </w:rPr>
      </w:pPr>
      <w:r w:rsidRPr="00DD78FA">
        <w:rPr>
          <w:rFonts w:cs="Arial"/>
          <w:sz w:val="24"/>
        </w:rPr>
        <w:t xml:space="preserve">You can use the sample scheme of work as it is, adjust it or extract content to create a scheme of work to suit your delivery needs. It can also be adjusted by adding workshops to support </w:t>
      </w:r>
      <w:r w:rsidR="00F502C8">
        <w:rPr>
          <w:rFonts w:cs="Arial"/>
          <w:sz w:val="24"/>
        </w:rPr>
        <w:t>students</w:t>
      </w:r>
      <w:r w:rsidRPr="00DD78FA">
        <w:rPr>
          <w:rFonts w:cs="Arial"/>
          <w:sz w:val="24"/>
        </w:rPr>
        <w:t xml:space="preserve"> who have/need additional learning time. </w:t>
      </w:r>
    </w:p>
    <w:p w14:paraId="790144C5" w14:textId="77777777" w:rsidR="00255AF8" w:rsidRDefault="00255AF8" w:rsidP="2D3F07CD">
      <w:pPr>
        <w:spacing w:before="160" w:after="160"/>
        <w:rPr>
          <w:rFonts w:cs="Arial"/>
          <w:sz w:val="24"/>
          <w:highlight w:val="yellow"/>
        </w:rPr>
      </w:pPr>
    </w:p>
    <w:p w14:paraId="40B82ECB" w14:textId="77777777" w:rsidR="00B343BC" w:rsidRPr="00DD78FA" w:rsidRDefault="00B343BC" w:rsidP="2D3F07CD">
      <w:pPr>
        <w:spacing w:before="160" w:after="160"/>
        <w:rPr>
          <w:rFonts w:cs="Arial"/>
          <w:sz w:val="24"/>
        </w:rPr>
      </w:pPr>
      <w:r w:rsidRPr="00DD78FA">
        <w:rPr>
          <w:rFonts w:cs="Arial"/>
          <w:sz w:val="24"/>
        </w:rPr>
        <w:t>It is important that tutors look for ways to build or embed Behaviours within periods of learning, as well as the Skills and Knowledge required by the qualification.</w:t>
      </w:r>
    </w:p>
    <w:p w14:paraId="74E7EF4B" w14:textId="5EFB2151" w:rsidR="00B343BC" w:rsidRPr="00DD78FA" w:rsidRDefault="00B343BC" w:rsidP="2D3F07CD">
      <w:pPr>
        <w:spacing w:before="160" w:after="160"/>
        <w:rPr>
          <w:rFonts w:cs="Arial"/>
          <w:sz w:val="24"/>
        </w:rPr>
      </w:pPr>
      <w:r w:rsidRPr="00DD78FA">
        <w:rPr>
          <w:rFonts w:cs="Arial"/>
          <w:sz w:val="24"/>
        </w:rPr>
        <w:t xml:space="preserve">The scheme of work refers to </w:t>
      </w:r>
      <w:r w:rsidR="00763103">
        <w:rPr>
          <w:rFonts w:cs="Arial"/>
          <w:b/>
          <w:bCs/>
          <w:sz w:val="24"/>
        </w:rPr>
        <w:t>PowerPoint</w:t>
      </w:r>
      <w:r w:rsidRPr="00DD78FA">
        <w:rPr>
          <w:rFonts w:cs="Arial"/>
          <w:b/>
          <w:bCs/>
          <w:sz w:val="24"/>
        </w:rPr>
        <w:t xml:space="preserve"> presentations, </w:t>
      </w:r>
      <w:r w:rsidRPr="00DD78FA">
        <w:rPr>
          <w:rFonts w:cs="Arial"/>
          <w:sz w:val="24"/>
        </w:rPr>
        <w:t xml:space="preserve">that are available in this package of resources for tutors to use with </w:t>
      </w:r>
      <w:r w:rsidR="00F502C8">
        <w:rPr>
          <w:rFonts w:cs="Arial"/>
          <w:sz w:val="24"/>
        </w:rPr>
        <w:t>students</w:t>
      </w:r>
      <w:r w:rsidRPr="00DD78FA">
        <w:rPr>
          <w:rFonts w:cs="Arial"/>
          <w:sz w:val="24"/>
        </w:rPr>
        <w:t>. Any other resources listed provide guidance for the tutor as to others they may produce. Delivery timings are given; however, these can be amended to suit the group.</w:t>
      </w:r>
    </w:p>
    <w:p w14:paraId="00D41061" w14:textId="77777777" w:rsidR="00B343BC" w:rsidRDefault="00B343BC" w:rsidP="00CF3CE4">
      <w:pPr>
        <w:spacing w:before="160" w:after="160" w:line="240" w:lineRule="auto"/>
        <w:rPr>
          <w:rFonts w:cs="Arial"/>
          <w:sz w:val="24"/>
          <w:szCs w:val="28"/>
        </w:rPr>
      </w:pPr>
    </w:p>
    <w:p w14:paraId="6284FDBA" w14:textId="77777777" w:rsidR="00E54170" w:rsidRPr="00F87D27" w:rsidRDefault="00E54170" w:rsidP="00CF3CE4">
      <w:pPr>
        <w:spacing w:before="160" w:after="160" w:line="240" w:lineRule="auto"/>
        <w:rPr>
          <w:rFonts w:cs="Arial"/>
          <w:bCs/>
          <w:sz w:val="24"/>
          <w:szCs w:val="28"/>
        </w:rPr>
      </w:pPr>
    </w:p>
    <w:p w14:paraId="2306B405" w14:textId="642C8550" w:rsidR="009B0EE5" w:rsidRDefault="4CC63AD1">
      <w:pPr>
        <w:spacing w:before="0" w:after="0" w:line="240" w:lineRule="auto"/>
        <w:rPr>
          <w:rFonts w:cs="Arial"/>
        </w:rPr>
      </w:pPr>
      <w:r w:rsidRPr="38651940">
        <w:rPr>
          <w:rFonts w:cs="Arial"/>
        </w:rPr>
        <w:t xml:space="preserve"> </w:t>
      </w:r>
    </w:p>
    <w:p w14:paraId="5334F4E3" w14:textId="77777777" w:rsidR="00E54170" w:rsidRPr="001B6F82" w:rsidRDefault="00E54170">
      <w:pPr>
        <w:spacing w:before="0" w:after="0" w:line="240" w:lineRule="auto"/>
        <w:rPr>
          <w:rFonts w:cs="Arial"/>
        </w:rPr>
        <w:sectPr w:rsidR="00E54170" w:rsidRPr="001B6F82" w:rsidSect="00657E0F">
          <w:type w:val="continuous"/>
          <w:pgSz w:w="16840" w:h="11901" w:orient="landscape"/>
          <w:pgMar w:top="2155" w:right="1191" w:bottom="1247" w:left="1134" w:header="567" w:footer="567" w:gutter="0"/>
          <w:cols w:num="2" w:space="708"/>
        </w:sectPr>
      </w:pPr>
    </w:p>
    <w:p w14:paraId="31A396D6" w14:textId="77777777" w:rsidR="00DD78FA" w:rsidRDefault="00DD78FA" w:rsidP="00F87D27">
      <w:pPr>
        <w:pStyle w:val="Unittitle"/>
        <w:spacing w:line="276" w:lineRule="auto"/>
      </w:pPr>
    </w:p>
    <w:p w14:paraId="6BDE5892" w14:textId="77777777" w:rsidR="00DD78FA" w:rsidRDefault="00DD78FA" w:rsidP="00F87D27">
      <w:pPr>
        <w:pStyle w:val="Unittitle"/>
        <w:spacing w:line="276" w:lineRule="auto"/>
      </w:pPr>
    </w:p>
    <w:p w14:paraId="4BF8C828" w14:textId="77777777" w:rsidR="00DD78FA" w:rsidRDefault="00DD78FA" w:rsidP="00F87D27">
      <w:pPr>
        <w:pStyle w:val="Unittitle"/>
        <w:spacing w:line="276" w:lineRule="auto"/>
      </w:pPr>
    </w:p>
    <w:p w14:paraId="22238EC2" w14:textId="77777777" w:rsidR="00DD78FA" w:rsidRDefault="00DD78FA" w:rsidP="00F87D27">
      <w:pPr>
        <w:pStyle w:val="Unittitle"/>
        <w:spacing w:line="276" w:lineRule="auto"/>
      </w:pPr>
    </w:p>
    <w:p w14:paraId="4928755A" w14:textId="77777777" w:rsidR="00DD78FA" w:rsidRDefault="00DD78FA" w:rsidP="00F87D27">
      <w:pPr>
        <w:pStyle w:val="Unittitle"/>
        <w:spacing w:line="276" w:lineRule="auto"/>
      </w:pPr>
    </w:p>
    <w:p w14:paraId="302AE579" w14:textId="77777777" w:rsidR="00BF20EA" w:rsidRPr="00F87D27" w:rsidRDefault="00B8130A" w:rsidP="00F87D27">
      <w:pPr>
        <w:pStyle w:val="Unittitle"/>
        <w:spacing w:line="276" w:lineRule="auto"/>
        <w:rPr>
          <w:sz w:val="36"/>
          <w:szCs w:val="36"/>
        </w:rPr>
      </w:pPr>
      <w:r>
        <w:lastRenderedPageBreak/>
        <w:t>Plumbing and heating engineering</w:t>
      </w:r>
    </w:p>
    <w:p w14:paraId="78B21C62" w14:textId="77777777" w:rsidR="0098637D" w:rsidRPr="001A7B4B" w:rsidRDefault="0098637D" w:rsidP="00F87D27">
      <w:pPr>
        <w:pStyle w:val="Heading1"/>
        <w:spacing w:line="276" w:lineRule="auto"/>
        <w:rPr>
          <w:color w:val="FC4421"/>
          <w:sz w:val="36"/>
          <w:szCs w:val="36"/>
        </w:rPr>
      </w:pPr>
      <w:r w:rsidRPr="001A7B4B">
        <w:rPr>
          <w:color w:val="FC4421"/>
          <w:sz w:val="36"/>
          <w:szCs w:val="36"/>
        </w:rPr>
        <w:t>Sample scheme of work</w:t>
      </w:r>
    </w:p>
    <w:p w14:paraId="63F7DC1A" w14:textId="77777777" w:rsidR="00D92020" w:rsidRPr="00F87D27" w:rsidRDefault="00D92020" w:rsidP="2D3F07CD">
      <w:pPr>
        <w:tabs>
          <w:tab w:val="left" w:pos="9072"/>
        </w:tabs>
        <w:rPr>
          <w:rFonts w:cs="Arial"/>
          <w:sz w:val="24"/>
        </w:rPr>
      </w:pPr>
      <w:r w:rsidRPr="2D3F07CD">
        <w:rPr>
          <w:rFonts w:cs="Arial"/>
          <w:b/>
          <w:bCs/>
          <w:sz w:val="24"/>
        </w:rPr>
        <w:t xml:space="preserve">Course/qualification:  </w:t>
      </w:r>
    </w:p>
    <w:p w14:paraId="36C3BF11" w14:textId="77777777" w:rsidR="00D92020" w:rsidRPr="00F87D27" w:rsidRDefault="00D92020" w:rsidP="00BA013D">
      <w:pPr>
        <w:tabs>
          <w:tab w:val="left" w:pos="9072"/>
        </w:tabs>
        <w:rPr>
          <w:rFonts w:cs="Arial"/>
          <w:sz w:val="24"/>
        </w:rPr>
      </w:pPr>
      <w:r w:rsidRPr="2D3F07CD">
        <w:rPr>
          <w:rFonts w:cs="Arial"/>
          <w:b/>
          <w:bCs/>
          <w:sz w:val="24"/>
        </w:rPr>
        <w:t>Tutor’s name:</w:t>
      </w:r>
      <w:r w:rsidRPr="2D3F07CD">
        <w:rPr>
          <w:rFonts w:cs="Arial"/>
          <w:sz w:val="24"/>
        </w:rPr>
        <w:t xml:space="preserve">  </w:t>
      </w:r>
    </w:p>
    <w:p w14:paraId="0E85BF0D" w14:textId="77777777" w:rsidR="00D92020" w:rsidRPr="00F87D27" w:rsidRDefault="00D92020" w:rsidP="00D92020">
      <w:pPr>
        <w:tabs>
          <w:tab w:val="left" w:pos="1814"/>
          <w:tab w:val="left" w:pos="5103"/>
          <w:tab w:val="left" w:pos="6237"/>
        </w:tabs>
        <w:rPr>
          <w:rFonts w:cs="Arial"/>
          <w:b/>
          <w:sz w:val="24"/>
          <w:szCs w:val="28"/>
        </w:rPr>
      </w:pPr>
    </w:p>
    <w:p w14:paraId="3BFF2153" w14:textId="77777777" w:rsidR="00D92020" w:rsidRPr="00F87D27" w:rsidRDefault="00D92020" w:rsidP="00D92020">
      <w:pPr>
        <w:tabs>
          <w:tab w:val="left" w:pos="2835"/>
          <w:tab w:val="left" w:pos="5103"/>
          <w:tab w:val="left" w:pos="6521"/>
          <w:tab w:val="left" w:pos="9072"/>
        </w:tabs>
        <w:rPr>
          <w:rFonts w:cs="Arial"/>
          <w:sz w:val="24"/>
        </w:rPr>
      </w:pPr>
      <w:r w:rsidRPr="2D3F07CD">
        <w:rPr>
          <w:rFonts w:cs="Arial"/>
          <w:b/>
          <w:bCs/>
          <w:sz w:val="24"/>
        </w:rPr>
        <w:t>Number of sessions</w:t>
      </w:r>
      <w:r w:rsidRPr="2D3F07CD">
        <w:rPr>
          <w:rFonts w:cs="Arial"/>
          <w:sz w:val="24"/>
        </w:rPr>
        <w:t>:</w:t>
      </w:r>
      <w:r w:rsidRPr="2D3F07CD">
        <w:rPr>
          <w:rFonts w:cs="Arial"/>
          <w:b/>
          <w:bCs/>
          <w:sz w:val="24"/>
        </w:rPr>
        <w:t xml:space="preserve"> </w:t>
      </w:r>
      <w:r w:rsidR="005A2C14">
        <w:rPr>
          <w:rFonts w:cs="Arial"/>
          <w:sz w:val="24"/>
        </w:rPr>
        <w:t>214</w:t>
      </w:r>
      <w:r w:rsidR="000F3ED8" w:rsidRPr="2D3F07CD">
        <w:rPr>
          <w:rFonts w:cs="Arial"/>
          <w:sz w:val="24"/>
        </w:rPr>
        <w:t xml:space="preserve">    </w:t>
      </w:r>
      <w:r w:rsidRPr="2D3F07CD">
        <w:rPr>
          <w:rFonts w:cs="Arial"/>
          <w:b/>
          <w:bCs/>
          <w:sz w:val="24"/>
        </w:rPr>
        <w:t>Delivery hours</w:t>
      </w:r>
      <w:r w:rsidRPr="2D3F07CD">
        <w:rPr>
          <w:rFonts w:cs="Arial"/>
          <w:sz w:val="24"/>
        </w:rPr>
        <w:t xml:space="preserve">: </w:t>
      </w:r>
      <w:r>
        <w:tab/>
      </w:r>
      <w:r w:rsidR="00DD78FA">
        <w:t>642</w:t>
      </w:r>
      <w:r>
        <w:tab/>
      </w:r>
      <w:r w:rsidRPr="2D3F07CD">
        <w:rPr>
          <w:rFonts w:cs="Arial"/>
          <w:b/>
          <w:bCs/>
          <w:sz w:val="24"/>
        </w:rPr>
        <w:t>Venue</w:t>
      </w:r>
      <w:r w:rsidRPr="2D3F07CD">
        <w:rPr>
          <w:rFonts w:cs="Arial"/>
          <w:sz w:val="24"/>
        </w:rPr>
        <w:t>:</w:t>
      </w:r>
      <w:r>
        <w:tab/>
      </w:r>
      <w:r>
        <w:tab/>
      </w:r>
      <w:r>
        <w:tab/>
      </w:r>
      <w:r>
        <w:tab/>
      </w:r>
      <w:r w:rsidRPr="2D3F07CD">
        <w:rPr>
          <w:rFonts w:cs="Arial"/>
          <w:b/>
          <w:bCs/>
          <w:sz w:val="24"/>
        </w:rPr>
        <w:t>Group</w:t>
      </w:r>
      <w:r w:rsidRPr="2D3F07CD">
        <w:rPr>
          <w:rFonts w:cs="Arial"/>
          <w:sz w:val="24"/>
        </w:rPr>
        <w:t xml:space="preserve">: </w:t>
      </w:r>
    </w:p>
    <w:p w14:paraId="45AE518E" w14:textId="77777777" w:rsidR="008C49CA" w:rsidRPr="00F87D27" w:rsidRDefault="008C49CA" w:rsidP="008C49CA">
      <w:pPr>
        <w:rPr>
          <w:rFonts w:cs="Arial"/>
          <w:b/>
          <w:sz w:val="24"/>
          <w:szCs w:val="28"/>
        </w:rPr>
      </w:pPr>
    </w:p>
    <w:tbl>
      <w:tblPr>
        <w:tblW w:w="14516" w:type="dxa"/>
        <w:tblBorders>
          <w:top w:val="single" w:sz="4" w:space="0" w:color="C6C5C6"/>
          <w:left w:val="single" w:sz="4" w:space="0" w:color="C6C5C6"/>
          <w:bottom w:val="single" w:sz="4" w:space="0" w:color="C6C5C6"/>
          <w:right w:val="single" w:sz="4" w:space="0" w:color="C6C5C6"/>
          <w:insideH w:val="single" w:sz="4" w:space="0" w:color="C6C5C6"/>
          <w:insideV w:val="single" w:sz="4" w:space="0" w:color="C6C5C6"/>
        </w:tblBorders>
        <w:tblLayout w:type="fixed"/>
        <w:tblLook w:val="04A0" w:firstRow="1" w:lastRow="0" w:firstColumn="1" w:lastColumn="0" w:noHBand="0" w:noVBand="1"/>
      </w:tblPr>
      <w:tblGrid>
        <w:gridCol w:w="14516"/>
      </w:tblGrid>
      <w:tr w:rsidR="003824A8" w:rsidRPr="00F87D27" w14:paraId="166D3B27" w14:textId="77777777" w:rsidTr="7332586D">
        <w:tc>
          <w:tcPr>
            <w:tcW w:w="14516" w:type="dxa"/>
            <w:tcMar>
              <w:bottom w:w="108" w:type="dxa"/>
            </w:tcMar>
          </w:tcPr>
          <w:p w14:paraId="4B7B9DB6" w14:textId="77777777" w:rsidR="003824A8" w:rsidRPr="00F87D27" w:rsidRDefault="65CDECE1" w:rsidP="00206DA6">
            <w:pPr>
              <w:pStyle w:val="Normalheadingblack"/>
              <w:rPr>
                <w:rFonts w:cs="Arial"/>
                <w:sz w:val="24"/>
                <w:szCs w:val="28"/>
              </w:rPr>
            </w:pPr>
            <w:r w:rsidRPr="7332586D">
              <w:rPr>
                <w:rFonts w:cs="Arial"/>
                <w:sz w:val="24"/>
              </w:rPr>
              <w:t>Learning Outcomes</w:t>
            </w:r>
          </w:p>
          <w:p w14:paraId="296DA918" w14:textId="77777777" w:rsidR="00EE01C7" w:rsidRPr="00EE01C7" w:rsidRDefault="00EE01C7" w:rsidP="002C017C">
            <w:pPr>
              <w:pStyle w:val="Normalheadingblack"/>
              <w:numPr>
                <w:ilvl w:val="0"/>
                <w:numId w:val="155"/>
              </w:numPr>
              <w:rPr>
                <w:rFonts w:cs="Arial"/>
                <w:b w:val="0"/>
                <w:sz w:val="24"/>
              </w:rPr>
            </w:pPr>
            <w:r w:rsidRPr="00EE01C7">
              <w:rPr>
                <w:rFonts w:cs="Arial"/>
                <w:b w:val="0"/>
                <w:sz w:val="24"/>
              </w:rPr>
              <w:t>Health and safety (K1.1 – K1.3)</w:t>
            </w:r>
          </w:p>
          <w:p w14:paraId="6EFCC6B2" w14:textId="77777777" w:rsidR="00EE01C7" w:rsidRPr="00EE01C7" w:rsidRDefault="00EE01C7" w:rsidP="002C017C">
            <w:pPr>
              <w:pStyle w:val="Normalheadingblack"/>
              <w:numPr>
                <w:ilvl w:val="0"/>
                <w:numId w:val="155"/>
              </w:numPr>
              <w:rPr>
                <w:rFonts w:cs="Arial"/>
                <w:b w:val="0"/>
                <w:sz w:val="24"/>
              </w:rPr>
            </w:pPr>
            <w:r w:rsidRPr="00EE01C7">
              <w:rPr>
                <w:rFonts w:cs="Arial"/>
                <w:b w:val="0"/>
                <w:sz w:val="24"/>
              </w:rPr>
              <w:t>Tools, equipment and materials (K1.4 – K1.5)</w:t>
            </w:r>
          </w:p>
          <w:p w14:paraId="725F97B7" w14:textId="77777777" w:rsidR="00EE01C7" w:rsidRPr="00EE01C7" w:rsidRDefault="00EE01C7" w:rsidP="002C017C">
            <w:pPr>
              <w:pStyle w:val="Normalheadingblack"/>
              <w:numPr>
                <w:ilvl w:val="0"/>
                <w:numId w:val="155"/>
              </w:numPr>
              <w:rPr>
                <w:rFonts w:cs="Arial"/>
                <w:b w:val="0"/>
                <w:sz w:val="24"/>
              </w:rPr>
            </w:pPr>
            <w:r w:rsidRPr="00EE01C7">
              <w:rPr>
                <w:rFonts w:cs="Arial"/>
                <w:b w:val="0"/>
                <w:sz w:val="24"/>
              </w:rPr>
              <w:t>Plumbing and heating systems (K1.6 – K1.14)</w:t>
            </w:r>
          </w:p>
          <w:p w14:paraId="584C4DD3" w14:textId="77777777" w:rsidR="00EE01C7" w:rsidRPr="00EE01C7" w:rsidRDefault="00EE01C7" w:rsidP="002C017C">
            <w:pPr>
              <w:pStyle w:val="Normalheadingblack"/>
              <w:numPr>
                <w:ilvl w:val="0"/>
                <w:numId w:val="155"/>
              </w:numPr>
              <w:rPr>
                <w:rFonts w:cs="Arial"/>
                <w:b w:val="0"/>
                <w:sz w:val="24"/>
              </w:rPr>
            </w:pPr>
            <w:r w:rsidRPr="00EE01C7">
              <w:rPr>
                <w:rFonts w:cs="Arial"/>
                <w:b w:val="0"/>
                <w:sz w:val="24"/>
              </w:rPr>
              <w:t>Measurement (K1.15)</w:t>
            </w:r>
          </w:p>
          <w:p w14:paraId="02528BB8" w14:textId="77777777" w:rsidR="00EE01C7" w:rsidRPr="00EE01C7" w:rsidRDefault="00EE01C7" w:rsidP="002C017C">
            <w:pPr>
              <w:pStyle w:val="Normalheadingblack"/>
              <w:numPr>
                <w:ilvl w:val="0"/>
                <w:numId w:val="155"/>
              </w:numPr>
              <w:rPr>
                <w:rFonts w:cs="Arial"/>
                <w:b w:val="0"/>
                <w:sz w:val="24"/>
              </w:rPr>
            </w:pPr>
            <w:r w:rsidRPr="00EE01C7">
              <w:rPr>
                <w:rFonts w:cs="Arial"/>
                <w:b w:val="0"/>
                <w:sz w:val="24"/>
              </w:rPr>
              <w:t>Plumbing and heating science (K1.16 – K1.24)</w:t>
            </w:r>
          </w:p>
          <w:p w14:paraId="33C6D32F" w14:textId="77777777" w:rsidR="00EE01C7" w:rsidRPr="00EE01C7" w:rsidRDefault="00EE01C7" w:rsidP="002C017C">
            <w:pPr>
              <w:pStyle w:val="Normalheadingblack"/>
              <w:numPr>
                <w:ilvl w:val="0"/>
                <w:numId w:val="155"/>
              </w:numPr>
              <w:rPr>
                <w:rFonts w:cs="Arial"/>
                <w:b w:val="0"/>
                <w:sz w:val="24"/>
              </w:rPr>
            </w:pPr>
            <w:r w:rsidRPr="00EE01C7">
              <w:rPr>
                <w:rFonts w:cs="Arial"/>
                <w:b w:val="0"/>
                <w:sz w:val="24"/>
              </w:rPr>
              <w:t>Pipework technology (K1.25 – K1.29)</w:t>
            </w:r>
          </w:p>
          <w:p w14:paraId="6DA07489" w14:textId="77777777" w:rsidR="00EE01C7" w:rsidRPr="00EE01C7" w:rsidRDefault="00EE01C7" w:rsidP="002C017C">
            <w:pPr>
              <w:pStyle w:val="Normalheadingblack"/>
              <w:numPr>
                <w:ilvl w:val="0"/>
                <w:numId w:val="155"/>
              </w:numPr>
              <w:rPr>
                <w:rFonts w:cs="Arial"/>
                <w:b w:val="0"/>
                <w:sz w:val="24"/>
              </w:rPr>
            </w:pPr>
            <w:r w:rsidRPr="00EE01C7">
              <w:rPr>
                <w:rFonts w:cs="Arial"/>
                <w:b w:val="0"/>
                <w:sz w:val="24"/>
              </w:rPr>
              <w:t>Information and data (K1.30 – K1.31)</w:t>
            </w:r>
          </w:p>
          <w:p w14:paraId="3FA3A108" w14:textId="77777777" w:rsidR="00EE01C7" w:rsidRPr="00EE01C7" w:rsidRDefault="00EE01C7" w:rsidP="002C017C">
            <w:pPr>
              <w:pStyle w:val="Normalheadingblack"/>
              <w:numPr>
                <w:ilvl w:val="0"/>
                <w:numId w:val="155"/>
              </w:numPr>
              <w:rPr>
                <w:rFonts w:cs="Arial"/>
                <w:b w:val="0"/>
                <w:sz w:val="24"/>
              </w:rPr>
            </w:pPr>
            <w:r w:rsidRPr="00EE01C7">
              <w:rPr>
                <w:rFonts w:cs="Arial"/>
                <w:b w:val="0"/>
                <w:sz w:val="24"/>
              </w:rPr>
              <w:t>System installation (K1.32 – K1.34)</w:t>
            </w:r>
          </w:p>
          <w:p w14:paraId="03659417" w14:textId="77777777" w:rsidR="00EE01C7" w:rsidRPr="00EE01C7" w:rsidRDefault="00EE01C7" w:rsidP="002C017C">
            <w:pPr>
              <w:pStyle w:val="Normalheadingblack"/>
              <w:numPr>
                <w:ilvl w:val="0"/>
                <w:numId w:val="155"/>
              </w:numPr>
              <w:rPr>
                <w:rFonts w:cs="Arial"/>
                <w:b w:val="0"/>
                <w:sz w:val="24"/>
              </w:rPr>
            </w:pPr>
            <w:r w:rsidRPr="00EE01C7">
              <w:rPr>
                <w:rFonts w:cs="Arial"/>
                <w:b w:val="0"/>
                <w:sz w:val="24"/>
              </w:rPr>
              <w:t>System commissioning (K1.35 – K1.39)</w:t>
            </w:r>
          </w:p>
          <w:p w14:paraId="6AEEE436" w14:textId="77777777" w:rsidR="00EE01C7" w:rsidRPr="00EE01C7" w:rsidRDefault="00EE01C7" w:rsidP="002C017C">
            <w:pPr>
              <w:pStyle w:val="Normalheadingblack"/>
              <w:numPr>
                <w:ilvl w:val="0"/>
                <w:numId w:val="155"/>
              </w:numPr>
              <w:rPr>
                <w:rFonts w:cs="Arial"/>
                <w:b w:val="0"/>
                <w:sz w:val="24"/>
              </w:rPr>
            </w:pPr>
            <w:r w:rsidRPr="00EE01C7">
              <w:rPr>
                <w:rFonts w:cs="Arial"/>
                <w:b w:val="0"/>
                <w:sz w:val="24"/>
              </w:rPr>
              <w:t>System maintenance (K1.40 – K1.43)</w:t>
            </w:r>
          </w:p>
          <w:p w14:paraId="605E22E3" w14:textId="69B5CBBF" w:rsidR="00F7705C" w:rsidRPr="00B343BC" w:rsidRDefault="00EE01C7" w:rsidP="002C017C">
            <w:pPr>
              <w:pStyle w:val="Normalheadingblack"/>
              <w:numPr>
                <w:ilvl w:val="0"/>
                <w:numId w:val="155"/>
              </w:numPr>
              <w:rPr>
                <w:rFonts w:cs="Arial"/>
                <w:b w:val="0"/>
                <w:sz w:val="24"/>
              </w:rPr>
            </w:pPr>
            <w:r w:rsidRPr="00EE01C7">
              <w:rPr>
                <w:rFonts w:cs="Arial"/>
                <w:b w:val="0"/>
                <w:sz w:val="24"/>
              </w:rPr>
              <w:t>System decommissioning (K1.44 – K1.48)</w:t>
            </w:r>
          </w:p>
        </w:tc>
      </w:tr>
    </w:tbl>
    <w:p w14:paraId="77831517" w14:textId="77777777" w:rsidR="0098637D" w:rsidRDefault="0098637D" w:rsidP="0098637D">
      <w:pPr>
        <w:rPr>
          <w:rFonts w:cs="Arial"/>
          <w:sz w:val="20"/>
        </w:rPr>
      </w:pPr>
    </w:p>
    <w:p w14:paraId="7ACD0FF5" w14:textId="77777777" w:rsidR="00F7705C" w:rsidRPr="001B6F82" w:rsidRDefault="00F7705C" w:rsidP="7332586D">
      <w:pPr>
        <w:rPr>
          <w:rFonts w:cs="Arial"/>
          <w:sz w:val="20"/>
          <w:szCs w:val="20"/>
        </w:rPr>
      </w:pPr>
    </w:p>
    <w:p w14:paraId="27EA2CE8" w14:textId="77777777" w:rsidR="7332586D" w:rsidRDefault="7332586D" w:rsidP="7332586D">
      <w:pPr>
        <w:rPr>
          <w:rFonts w:cs="Arial"/>
          <w:sz w:val="20"/>
          <w:szCs w:val="20"/>
        </w:rPr>
      </w:pPr>
    </w:p>
    <w:tbl>
      <w:tblPr>
        <w:tblW w:w="14662" w:type="dxa"/>
        <w:jc w:val="center"/>
        <w:tblBorders>
          <w:top w:val="single" w:sz="4" w:space="0" w:color="C6C5C6"/>
          <w:left w:val="single" w:sz="4" w:space="0" w:color="C6C5C6"/>
          <w:bottom w:val="single" w:sz="4" w:space="0" w:color="C6C5C6"/>
          <w:right w:val="single" w:sz="4" w:space="0" w:color="C6C5C6"/>
          <w:insideH w:val="single" w:sz="4" w:space="0" w:color="C6C5C6"/>
          <w:insideV w:val="single" w:sz="4" w:space="0" w:color="C6C5C6"/>
        </w:tblBorders>
        <w:tblLook w:val="01E0" w:firstRow="1" w:lastRow="1" w:firstColumn="1" w:lastColumn="1" w:noHBand="0" w:noVBand="0"/>
      </w:tblPr>
      <w:tblGrid>
        <w:gridCol w:w="1297"/>
        <w:gridCol w:w="2199"/>
        <w:gridCol w:w="3135"/>
        <w:gridCol w:w="5785"/>
        <w:gridCol w:w="2246"/>
      </w:tblGrid>
      <w:tr w:rsidR="00803CBE" w:rsidRPr="00F87D27" w14:paraId="14D67FE4" w14:textId="77777777" w:rsidTr="001A7B4B">
        <w:trPr>
          <w:trHeight w:val="300"/>
          <w:tblHeader/>
          <w:jc w:val="center"/>
        </w:trPr>
        <w:tc>
          <w:tcPr>
            <w:tcW w:w="1297" w:type="dxa"/>
            <w:tcBorders>
              <w:top w:val="nil"/>
              <w:left w:val="nil"/>
              <w:bottom w:val="nil"/>
              <w:right w:val="single" w:sz="4" w:space="0" w:color="FFFFFF" w:themeColor="background1"/>
            </w:tcBorders>
            <w:shd w:val="clear" w:color="auto" w:fill="FC4421"/>
          </w:tcPr>
          <w:p w14:paraId="5DC98058" w14:textId="77777777" w:rsidR="00803CBE" w:rsidRPr="00F87D27" w:rsidRDefault="00803CBE" w:rsidP="009B740D">
            <w:pPr>
              <w:rPr>
                <w:rFonts w:cs="Arial"/>
                <w:color w:val="FFFFFF" w:themeColor="background1"/>
                <w:szCs w:val="22"/>
              </w:rPr>
            </w:pPr>
            <w:r w:rsidRPr="00F87D27">
              <w:rPr>
                <w:rFonts w:cs="Arial"/>
                <w:color w:val="FFFFFF" w:themeColor="background1"/>
                <w:szCs w:val="22"/>
              </w:rPr>
              <w:t>Session</w:t>
            </w:r>
          </w:p>
        </w:tc>
        <w:tc>
          <w:tcPr>
            <w:tcW w:w="2199" w:type="dxa"/>
            <w:tcBorders>
              <w:top w:val="nil"/>
              <w:left w:val="single" w:sz="4" w:space="0" w:color="FFFFFF" w:themeColor="background1"/>
              <w:bottom w:val="nil"/>
              <w:right w:val="single" w:sz="4" w:space="0" w:color="FFFFFF" w:themeColor="background1"/>
            </w:tcBorders>
            <w:shd w:val="clear" w:color="auto" w:fill="FC4421"/>
          </w:tcPr>
          <w:p w14:paraId="164D956D" w14:textId="14F98E59" w:rsidR="00803CBE" w:rsidRPr="00F87D27" w:rsidRDefault="0072324E" w:rsidP="009B740D">
            <w:pPr>
              <w:rPr>
                <w:rFonts w:cs="Arial"/>
                <w:bCs/>
                <w:color w:val="FFFFFF" w:themeColor="background1"/>
                <w:szCs w:val="22"/>
              </w:rPr>
            </w:pPr>
            <w:r>
              <w:rPr>
                <w:rFonts w:cs="Arial"/>
                <w:bCs/>
                <w:color w:val="FFFFFF" w:themeColor="background1"/>
                <w:szCs w:val="22"/>
              </w:rPr>
              <w:t>Content area</w:t>
            </w:r>
          </w:p>
        </w:tc>
        <w:tc>
          <w:tcPr>
            <w:tcW w:w="3135" w:type="dxa"/>
            <w:tcBorders>
              <w:top w:val="nil"/>
              <w:left w:val="single" w:sz="4" w:space="0" w:color="FFFFFF" w:themeColor="background1"/>
              <w:bottom w:val="nil"/>
              <w:right w:val="single" w:sz="4" w:space="0" w:color="FFFFFF" w:themeColor="background1"/>
            </w:tcBorders>
            <w:shd w:val="clear" w:color="auto" w:fill="FC4421"/>
          </w:tcPr>
          <w:p w14:paraId="396A27D4" w14:textId="30AE1A9C" w:rsidR="00803CBE" w:rsidRPr="00F87D27" w:rsidRDefault="0080286E" w:rsidP="009B740D">
            <w:pPr>
              <w:rPr>
                <w:rFonts w:cs="Arial"/>
                <w:b/>
                <w:color w:val="FFFFFF" w:themeColor="background1"/>
                <w:szCs w:val="22"/>
              </w:rPr>
            </w:pPr>
            <w:r>
              <w:rPr>
                <w:rFonts w:cs="Arial"/>
                <w:bCs/>
                <w:color w:val="FFFFFF" w:themeColor="background1"/>
                <w:szCs w:val="22"/>
              </w:rPr>
              <w:t xml:space="preserve">Knowledge </w:t>
            </w:r>
            <w:r w:rsidR="0072324E">
              <w:rPr>
                <w:rFonts w:cs="Arial"/>
                <w:bCs/>
                <w:color w:val="FFFFFF" w:themeColor="background1"/>
                <w:szCs w:val="22"/>
              </w:rPr>
              <w:t>o</w:t>
            </w:r>
            <w:r>
              <w:rPr>
                <w:rFonts w:cs="Arial"/>
                <w:bCs/>
                <w:color w:val="FFFFFF" w:themeColor="background1"/>
                <w:szCs w:val="22"/>
              </w:rPr>
              <w:t>utcome</w:t>
            </w:r>
            <w:r w:rsidR="00803CBE" w:rsidRPr="00F87D27">
              <w:rPr>
                <w:rFonts w:cs="Arial"/>
                <w:bCs/>
                <w:color w:val="FFFFFF" w:themeColor="background1"/>
                <w:szCs w:val="22"/>
              </w:rPr>
              <w:br/>
            </w:r>
          </w:p>
        </w:tc>
        <w:tc>
          <w:tcPr>
            <w:tcW w:w="5785" w:type="dxa"/>
            <w:tcBorders>
              <w:top w:val="nil"/>
              <w:left w:val="single" w:sz="4" w:space="0" w:color="FFFFFF" w:themeColor="background1"/>
              <w:bottom w:val="nil"/>
              <w:right w:val="single" w:sz="4" w:space="0" w:color="FFFFFF" w:themeColor="background1"/>
            </w:tcBorders>
            <w:shd w:val="clear" w:color="auto" w:fill="FC4421"/>
          </w:tcPr>
          <w:p w14:paraId="3886B074" w14:textId="77777777" w:rsidR="00803CBE" w:rsidRPr="00F87D27" w:rsidRDefault="00803CBE" w:rsidP="009B740D">
            <w:pPr>
              <w:rPr>
                <w:rFonts w:cs="Arial"/>
                <w:color w:val="FFFFFF" w:themeColor="background1"/>
                <w:szCs w:val="22"/>
              </w:rPr>
            </w:pPr>
            <w:r w:rsidRPr="00F87D27">
              <w:rPr>
                <w:rFonts w:cs="Arial"/>
                <w:bCs/>
                <w:color w:val="FFFFFF" w:themeColor="background1"/>
                <w:szCs w:val="22"/>
              </w:rPr>
              <w:t>Activities and resources</w:t>
            </w:r>
          </w:p>
        </w:tc>
        <w:tc>
          <w:tcPr>
            <w:tcW w:w="2246" w:type="dxa"/>
            <w:tcBorders>
              <w:top w:val="nil"/>
              <w:left w:val="single" w:sz="4" w:space="0" w:color="FFFFFF" w:themeColor="background1"/>
              <w:bottom w:val="nil"/>
              <w:right w:val="nil"/>
            </w:tcBorders>
            <w:shd w:val="clear" w:color="auto" w:fill="FC4421"/>
          </w:tcPr>
          <w:p w14:paraId="222C3413" w14:textId="77777777" w:rsidR="00803CBE" w:rsidRPr="00F87D27" w:rsidRDefault="00803CBE" w:rsidP="009A272A">
            <w:pPr>
              <w:rPr>
                <w:rFonts w:cs="Arial"/>
                <w:color w:val="FFFFFF" w:themeColor="background1"/>
                <w:szCs w:val="22"/>
              </w:rPr>
            </w:pPr>
            <w:r w:rsidRPr="00F87D27">
              <w:rPr>
                <w:rFonts w:cs="Arial"/>
                <w:bCs/>
                <w:color w:val="FFFFFF" w:themeColor="background1"/>
                <w:szCs w:val="22"/>
              </w:rPr>
              <w:t>Skills check</w:t>
            </w:r>
          </w:p>
        </w:tc>
      </w:tr>
      <w:tr w:rsidR="00803CBE" w:rsidRPr="00F87D27" w14:paraId="4D1AA53B" w14:textId="77777777" w:rsidTr="24BA986D">
        <w:trPr>
          <w:trHeight w:val="300"/>
          <w:jc w:val="center"/>
        </w:trPr>
        <w:tc>
          <w:tcPr>
            <w:tcW w:w="1297" w:type="dxa"/>
          </w:tcPr>
          <w:p w14:paraId="03F51025" w14:textId="77777777" w:rsidR="00803CBE" w:rsidRPr="001A7B4B" w:rsidRDefault="00803CBE" w:rsidP="00E1348E">
            <w:pPr>
              <w:jc w:val="center"/>
              <w:rPr>
                <w:rFonts w:cs="Arial"/>
                <w:b/>
                <w:bCs/>
              </w:rPr>
            </w:pPr>
            <w:r w:rsidRPr="001A7B4B">
              <w:rPr>
                <w:rFonts w:cs="Arial"/>
                <w:b/>
                <w:bCs/>
              </w:rPr>
              <w:t>1</w:t>
            </w:r>
          </w:p>
          <w:p w14:paraId="380C2552" w14:textId="77777777" w:rsidR="00803CBE" w:rsidRPr="001A7B4B" w:rsidRDefault="28121E79" w:rsidP="00E1348E">
            <w:pPr>
              <w:jc w:val="center"/>
              <w:rPr>
                <w:rFonts w:cs="Arial"/>
              </w:rPr>
            </w:pPr>
            <w:r w:rsidRPr="001A7B4B">
              <w:rPr>
                <w:rFonts w:cs="Arial"/>
              </w:rPr>
              <w:t>3</w:t>
            </w:r>
            <w:r w:rsidR="004D7715" w:rsidRPr="001A7B4B">
              <w:rPr>
                <w:rFonts w:cs="Arial"/>
              </w:rPr>
              <w:t xml:space="preserve"> h</w:t>
            </w:r>
            <w:r w:rsidR="00803CBE" w:rsidRPr="001A7B4B">
              <w:rPr>
                <w:rFonts w:cs="Arial"/>
              </w:rPr>
              <w:t>ours</w:t>
            </w:r>
          </w:p>
          <w:p w14:paraId="061F7B5E" w14:textId="466DB3B8" w:rsidR="00E1348E" w:rsidRPr="001A7B4B" w:rsidRDefault="00E1348E" w:rsidP="00E1348E">
            <w:pPr>
              <w:jc w:val="center"/>
              <w:rPr>
                <w:rFonts w:cs="Arial"/>
                <w:b/>
                <w:bCs/>
              </w:rPr>
            </w:pPr>
            <w:r w:rsidRPr="001A7B4B">
              <w:rPr>
                <w:rFonts w:cs="Arial"/>
                <w:b/>
                <w:bCs/>
                <w:highlight w:val="yellow"/>
              </w:rPr>
              <w:t xml:space="preserve">PPT </w:t>
            </w:r>
            <w:r w:rsidR="00521EFB" w:rsidRPr="001A7B4B">
              <w:rPr>
                <w:rFonts w:cs="Arial"/>
                <w:b/>
                <w:bCs/>
                <w:highlight w:val="yellow"/>
              </w:rPr>
              <w:t>available</w:t>
            </w:r>
          </w:p>
          <w:p w14:paraId="6B790566" w14:textId="2610AA39" w:rsidR="00E1348E" w:rsidRPr="001A7B4B" w:rsidRDefault="00E1348E" w:rsidP="00E1348E">
            <w:pPr>
              <w:pStyle w:val="ListParagraph"/>
              <w:spacing w:before="0" w:after="0"/>
              <w:ind w:left="0" w:hanging="284"/>
              <w:rPr>
                <w:rFonts w:cs="Arial"/>
              </w:rPr>
            </w:pPr>
          </w:p>
        </w:tc>
        <w:tc>
          <w:tcPr>
            <w:tcW w:w="2199" w:type="dxa"/>
          </w:tcPr>
          <w:p w14:paraId="1CD10F78" w14:textId="77777777" w:rsidR="00803CBE" w:rsidRPr="001A7B4B" w:rsidRDefault="2C8A2530" w:rsidP="5554D4BD">
            <w:pPr>
              <w:rPr>
                <w:rFonts w:cs="Arial"/>
                <w:b/>
              </w:rPr>
            </w:pPr>
            <w:r w:rsidRPr="001A7B4B">
              <w:rPr>
                <w:rFonts w:cs="Arial"/>
                <w:b/>
              </w:rPr>
              <w:t>Outcome 1 – Plumbing and heating common knowledge criteria</w:t>
            </w:r>
          </w:p>
        </w:tc>
        <w:tc>
          <w:tcPr>
            <w:tcW w:w="3135" w:type="dxa"/>
          </w:tcPr>
          <w:p w14:paraId="1B4B3A59" w14:textId="77777777" w:rsidR="00F322FA" w:rsidRPr="001A7B4B" w:rsidRDefault="79F86858" w:rsidP="00A936A0">
            <w:pPr>
              <w:pStyle w:val="Normalheadingblack"/>
              <w:spacing w:before="0" w:after="0"/>
              <w:ind w:left="-40"/>
            </w:pPr>
            <w:r w:rsidRPr="001A7B4B">
              <w:rPr>
                <w:rFonts w:cs="Arial"/>
                <w:b w:val="0"/>
                <w:iCs/>
                <w:lang w:eastAsia="en-GB"/>
              </w:rPr>
              <w:t xml:space="preserve">K1.1 </w:t>
            </w:r>
            <w:r w:rsidRPr="001A7B4B">
              <w:rPr>
                <w:rFonts w:eastAsia="Calibri" w:cs="Arial"/>
                <w:b w:val="0"/>
                <w:szCs w:val="22"/>
              </w:rPr>
              <w:t>Key requirements of Codes of Practice (CoP), Building Regulations and the Water Regulations</w:t>
            </w:r>
          </w:p>
          <w:p w14:paraId="300A3450" w14:textId="77777777" w:rsidR="00F322FA" w:rsidRPr="001A7B4B" w:rsidRDefault="00F322FA" w:rsidP="5554D4BD">
            <w:pPr>
              <w:pStyle w:val="Normalheadingblack"/>
              <w:ind w:left="-38"/>
              <w:rPr>
                <w:rFonts w:eastAsia="Calibri" w:cs="Arial"/>
                <w:b w:val="0"/>
                <w:szCs w:val="22"/>
              </w:rPr>
            </w:pPr>
          </w:p>
          <w:p w14:paraId="12859B96" w14:textId="77777777" w:rsidR="00F322FA" w:rsidRPr="001A7B4B" w:rsidRDefault="00F322FA" w:rsidP="13074CA7">
            <w:pPr>
              <w:pStyle w:val="Normalheadingblack"/>
              <w:ind w:left="-38"/>
              <w:rPr>
                <w:rFonts w:eastAsia="Calibri" w:cs="Arial"/>
              </w:rPr>
            </w:pPr>
          </w:p>
        </w:tc>
        <w:tc>
          <w:tcPr>
            <w:tcW w:w="5785" w:type="dxa"/>
          </w:tcPr>
          <w:p w14:paraId="2AAE77A6" w14:textId="467FD354" w:rsidR="00803CBE" w:rsidRPr="001A7B4B" w:rsidRDefault="00803CBE" w:rsidP="00DF461F">
            <w:pPr>
              <w:pStyle w:val="Normalheadingblue"/>
              <w:spacing w:before="0" w:after="0"/>
              <w:rPr>
                <w:rFonts w:cs="Arial"/>
                <w:color w:val="auto"/>
                <w:szCs w:val="22"/>
              </w:rPr>
            </w:pPr>
            <w:r w:rsidRPr="001A7B4B">
              <w:rPr>
                <w:rFonts w:cs="Arial"/>
                <w:color w:val="auto"/>
              </w:rPr>
              <w:t>Activities</w:t>
            </w:r>
            <w:r w:rsidR="00DF461F" w:rsidRPr="001A7B4B">
              <w:rPr>
                <w:rFonts w:cs="Arial"/>
                <w:color w:val="auto"/>
              </w:rPr>
              <w:t>:</w:t>
            </w:r>
          </w:p>
          <w:p w14:paraId="0230F0F4" w14:textId="7BD9A95F" w:rsidR="3B401CFF" w:rsidRPr="001A7B4B" w:rsidRDefault="3B401CFF" w:rsidP="00DF461F">
            <w:pPr>
              <w:pStyle w:val="Normalbulletlist"/>
              <w:numPr>
                <w:ilvl w:val="0"/>
                <w:numId w:val="0"/>
              </w:numPr>
              <w:rPr>
                <w:rFonts w:cs="Arial"/>
              </w:rPr>
            </w:pPr>
            <w:r w:rsidRPr="001A7B4B">
              <w:rPr>
                <w:rFonts w:cs="Arial"/>
                <w:b/>
              </w:rPr>
              <w:t>Unit introduction</w:t>
            </w:r>
            <w:r w:rsidR="004C58D6" w:rsidRPr="001A7B4B">
              <w:rPr>
                <w:rFonts w:cs="Arial"/>
                <w:b/>
              </w:rPr>
              <w:t xml:space="preserve">: </w:t>
            </w:r>
            <w:r w:rsidR="004C58D6" w:rsidRPr="001A7B4B">
              <w:rPr>
                <w:rFonts w:cs="Arial"/>
                <w:bCs w:val="0"/>
              </w:rPr>
              <w:t>B</w:t>
            </w:r>
            <w:r w:rsidRPr="001A7B4B">
              <w:rPr>
                <w:rFonts w:cs="Arial"/>
              </w:rPr>
              <w:t>reakdown of content within the Plumbing and Heating unit.</w:t>
            </w:r>
          </w:p>
          <w:p w14:paraId="14683F61" w14:textId="629E1AD0" w:rsidR="00607641" w:rsidRPr="001A7B4B" w:rsidRDefault="5B2CDB64" w:rsidP="00DF461F">
            <w:pPr>
              <w:spacing w:before="0" w:after="0"/>
              <w:rPr>
                <w:rFonts w:eastAsia="Times New Roman" w:cs="Arial"/>
                <w:bCs/>
              </w:rPr>
            </w:pPr>
            <w:r w:rsidRPr="001A7B4B">
              <w:rPr>
                <w:rFonts w:cs="Arial"/>
                <w:b/>
              </w:rPr>
              <w:t>Starter Task</w:t>
            </w:r>
            <w:r w:rsidRPr="001A7B4B">
              <w:rPr>
                <w:rFonts w:cs="Arial"/>
              </w:rPr>
              <w:t>:</w:t>
            </w:r>
            <w:r w:rsidRPr="001A7B4B">
              <w:br/>
            </w:r>
            <w:r w:rsidR="00261B43" w:rsidRPr="001A7B4B">
              <w:rPr>
                <w:rFonts w:eastAsia="Times New Roman" w:cs="Arial"/>
                <w:bCs/>
              </w:rPr>
              <w:t xml:space="preserve">What </w:t>
            </w:r>
            <w:r w:rsidR="00346C17" w:rsidRPr="001A7B4B">
              <w:rPr>
                <w:rFonts w:eastAsia="Times New Roman" w:cs="Arial"/>
                <w:bCs/>
              </w:rPr>
              <w:t xml:space="preserve">regulations or codes do </w:t>
            </w:r>
            <w:r w:rsidR="00261B43" w:rsidRPr="001A7B4B">
              <w:rPr>
                <w:rFonts w:eastAsia="Times New Roman" w:cs="Arial"/>
                <w:bCs/>
              </w:rPr>
              <w:t>you already follow in your personal or work life?</w:t>
            </w:r>
            <w:r w:rsidR="00607641" w:rsidRPr="001A7B4B">
              <w:rPr>
                <w:rFonts w:eastAsia="Times New Roman" w:cs="Arial"/>
                <w:bCs/>
              </w:rPr>
              <w:t xml:space="preserve"> Write down three reasons why standards are important for installers.</w:t>
            </w:r>
          </w:p>
          <w:p w14:paraId="1342CC2B" w14:textId="37996FF1" w:rsidR="00607641" w:rsidRPr="001A7B4B" w:rsidRDefault="00607641" w:rsidP="00DF461F">
            <w:pPr>
              <w:spacing w:before="0" w:after="0"/>
              <w:rPr>
                <w:rFonts w:cs="Arial"/>
                <w:bCs/>
              </w:rPr>
            </w:pPr>
            <w:r w:rsidRPr="001A7B4B">
              <w:rPr>
                <w:rFonts w:eastAsia="Times New Roman" w:cs="Arial"/>
                <w:bCs/>
              </w:rPr>
              <w:t>Be ready to share your thoughts with the group.</w:t>
            </w:r>
          </w:p>
          <w:p w14:paraId="7B943FFA" w14:textId="77777777" w:rsidR="00261B43" w:rsidRPr="001A7B4B" w:rsidRDefault="00261B43" w:rsidP="00DF461F">
            <w:pPr>
              <w:spacing w:before="0" w:after="0"/>
              <w:rPr>
                <w:rFonts w:eastAsia="Times New Roman"/>
                <w:b/>
              </w:rPr>
            </w:pPr>
          </w:p>
          <w:p w14:paraId="33752E0D" w14:textId="191F9E3D" w:rsidR="005C03A0" w:rsidRPr="001A7B4B" w:rsidRDefault="5B2CDB64" w:rsidP="00DF461F">
            <w:pPr>
              <w:spacing w:before="0" w:after="0"/>
            </w:pPr>
            <w:r w:rsidRPr="001A7B4B">
              <w:rPr>
                <w:b/>
              </w:rPr>
              <w:t xml:space="preserve">Delivery </w:t>
            </w:r>
            <w:r w:rsidR="004C58D6" w:rsidRPr="001A7B4B">
              <w:rPr>
                <w:b/>
              </w:rPr>
              <w:t>f</w:t>
            </w:r>
            <w:r w:rsidRPr="001A7B4B">
              <w:rPr>
                <w:b/>
              </w:rPr>
              <w:t>ocus</w:t>
            </w:r>
            <w:r w:rsidR="00D86CA0" w:rsidRPr="001A7B4B">
              <w:rPr>
                <w:b/>
              </w:rPr>
              <w:t>:</w:t>
            </w:r>
          </w:p>
          <w:p w14:paraId="317478F9" w14:textId="5984BAAD" w:rsidR="005C03A0" w:rsidRPr="001A7B4B" w:rsidRDefault="2DA6CC97" w:rsidP="00DF461F">
            <w:pPr>
              <w:spacing w:before="0" w:after="0"/>
            </w:pPr>
            <w:r w:rsidRPr="001A7B4B">
              <w:t xml:space="preserve">Using </w:t>
            </w:r>
            <w:r w:rsidR="00C54485" w:rsidRPr="001A7B4B">
              <w:rPr>
                <w:rFonts w:cs="Arial"/>
              </w:rPr>
              <w:t xml:space="preserve">PowerPoint </w:t>
            </w:r>
            <w:r w:rsidR="00C54485" w:rsidRPr="00153ADB">
              <w:rPr>
                <w:rFonts w:cs="Arial"/>
                <w:b/>
                <w:bCs/>
                <w:highlight w:val="yellow"/>
              </w:rPr>
              <w:t>K1.1 Overview of Codes of Practice and their role in industry</w:t>
            </w:r>
            <w:r w:rsidR="00763103" w:rsidRPr="001A7B4B">
              <w:t>,</w:t>
            </w:r>
            <w:r w:rsidRPr="001A7B4B">
              <w:t xml:space="preserve"> deliver the following content:</w:t>
            </w:r>
          </w:p>
          <w:p w14:paraId="5C51B089" w14:textId="77777777" w:rsidR="005C03A0" w:rsidRPr="001A7B4B" w:rsidRDefault="5B2CDB64" w:rsidP="002C017C">
            <w:pPr>
              <w:pStyle w:val="ListParagraph"/>
              <w:numPr>
                <w:ilvl w:val="0"/>
                <w:numId w:val="156"/>
              </w:numPr>
              <w:spacing w:before="0" w:after="0"/>
              <w:rPr>
                <w:szCs w:val="22"/>
              </w:rPr>
            </w:pPr>
            <w:r w:rsidRPr="001A7B4B">
              <w:t>Overview of Codes of Practice and their role in industry.</w:t>
            </w:r>
          </w:p>
          <w:p w14:paraId="44EE6DEE" w14:textId="77777777" w:rsidR="005C03A0" w:rsidRPr="001A7B4B" w:rsidRDefault="5B2CDB64" w:rsidP="002C017C">
            <w:pPr>
              <w:pStyle w:val="ListParagraph"/>
              <w:numPr>
                <w:ilvl w:val="0"/>
                <w:numId w:val="156"/>
              </w:numPr>
              <w:spacing w:before="0" w:after="0"/>
              <w:rPr>
                <w:szCs w:val="22"/>
              </w:rPr>
            </w:pPr>
            <w:r w:rsidRPr="001A7B4B">
              <w:t>Introduction to Building Regulations (e.g., Part G, Part H, Part L).</w:t>
            </w:r>
          </w:p>
          <w:p w14:paraId="09FC2E76" w14:textId="77777777" w:rsidR="005C03A0" w:rsidRPr="001A7B4B" w:rsidRDefault="5B2CDB64" w:rsidP="002C017C">
            <w:pPr>
              <w:pStyle w:val="ListParagraph"/>
              <w:numPr>
                <w:ilvl w:val="0"/>
                <w:numId w:val="156"/>
              </w:numPr>
              <w:spacing w:before="0" w:after="0"/>
              <w:rPr>
                <w:szCs w:val="22"/>
              </w:rPr>
            </w:pPr>
            <w:r w:rsidRPr="001A7B4B">
              <w:t>Water Regulations 1999 – key principles and compliance requirements.</w:t>
            </w:r>
          </w:p>
          <w:p w14:paraId="2A8F2708" w14:textId="77777777" w:rsidR="005C03A0" w:rsidRPr="001A7B4B" w:rsidRDefault="5B2CDB64" w:rsidP="002C017C">
            <w:pPr>
              <w:pStyle w:val="ListParagraph"/>
              <w:numPr>
                <w:ilvl w:val="0"/>
                <w:numId w:val="156"/>
              </w:numPr>
              <w:spacing w:before="0" w:after="0"/>
              <w:rPr>
                <w:szCs w:val="22"/>
              </w:rPr>
            </w:pPr>
            <w:r w:rsidRPr="001A7B4B">
              <w:t>Roles and responsibilities in adherence to these standards.</w:t>
            </w:r>
          </w:p>
          <w:p w14:paraId="50545EC8" w14:textId="77777777" w:rsidR="00824247" w:rsidRPr="001A7B4B" w:rsidRDefault="00824247" w:rsidP="00824247">
            <w:pPr>
              <w:pStyle w:val="ListParagraph"/>
              <w:spacing w:before="0" w:after="0"/>
              <w:ind w:left="360"/>
              <w:rPr>
                <w:szCs w:val="22"/>
              </w:rPr>
            </w:pPr>
          </w:p>
          <w:p w14:paraId="50D9204B" w14:textId="44A71627" w:rsidR="00803CBE" w:rsidRPr="001A7B4B" w:rsidRDefault="5B2CDB64" w:rsidP="00DF461F">
            <w:pPr>
              <w:spacing w:before="0" w:after="0"/>
            </w:pPr>
            <w:r w:rsidRPr="001A7B4B">
              <w:rPr>
                <w:b/>
                <w:bCs/>
              </w:rPr>
              <w:t>Knowledge Check</w:t>
            </w:r>
            <w:r w:rsidR="396D9BFC" w:rsidRPr="001A7B4B">
              <w:rPr>
                <w:b/>
                <w:bCs/>
              </w:rPr>
              <w:t xml:space="preserve"> example</w:t>
            </w:r>
            <w:r w:rsidRPr="001A7B4B">
              <w:rPr>
                <w:b/>
                <w:bCs/>
              </w:rPr>
              <w:t>:</w:t>
            </w:r>
            <w:r w:rsidRPr="001A7B4B">
              <w:br/>
              <w:t>Mini Quiz</w:t>
            </w:r>
            <w:r w:rsidR="00346C17" w:rsidRPr="001A7B4B">
              <w:t>:</w:t>
            </w:r>
            <w:r w:rsidRPr="001A7B4B">
              <w:t xml:space="preserve"> Multiple choice and short answer questions identifying key regulations and their purposes.</w:t>
            </w:r>
          </w:p>
          <w:p w14:paraId="52E0E08C" w14:textId="77777777" w:rsidR="00DF461F" w:rsidRPr="001A7B4B" w:rsidRDefault="00DF461F" w:rsidP="00DF461F">
            <w:pPr>
              <w:spacing w:before="0" w:after="0"/>
            </w:pPr>
          </w:p>
          <w:p w14:paraId="34B8B48A" w14:textId="68439A25" w:rsidR="00803CBE" w:rsidRPr="001A7B4B" w:rsidRDefault="00803CBE" w:rsidP="00DF461F">
            <w:pPr>
              <w:pStyle w:val="Normalheadingblue"/>
              <w:spacing w:before="0" w:after="0"/>
              <w:rPr>
                <w:rFonts w:cs="Arial"/>
                <w:color w:val="auto"/>
                <w:szCs w:val="22"/>
              </w:rPr>
            </w:pPr>
            <w:r w:rsidRPr="001A7B4B">
              <w:rPr>
                <w:rFonts w:cs="Arial"/>
                <w:color w:val="auto"/>
              </w:rPr>
              <w:t>Resources</w:t>
            </w:r>
            <w:r w:rsidR="004C58D6" w:rsidRPr="001A7B4B">
              <w:rPr>
                <w:rFonts w:cs="Arial"/>
                <w:color w:val="auto"/>
              </w:rPr>
              <w:t>:</w:t>
            </w:r>
          </w:p>
          <w:p w14:paraId="2CF2DD10" w14:textId="18EFFCD5" w:rsidR="00640BBB" w:rsidRPr="001A7B4B" w:rsidRDefault="00763103" w:rsidP="5554D4BD">
            <w:pPr>
              <w:pStyle w:val="Normalbulletlist"/>
              <w:numPr>
                <w:ilvl w:val="0"/>
                <w:numId w:val="0"/>
              </w:numPr>
              <w:rPr>
                <w:rFonts w:cs="Arial"/>
              </w:rPr>
            </w:pPr>
            <w:r w:rsidRPr="001A7B4B">
              <w:rPr>
                <w:rFonts w:cs="Arial"/>
              </w:rPr>
              <w:lastRenderedPageBreak/>
              <w:t>PowerPoint</w:t>
            </w:r>
            <w:r w:rsidR="00137146" w:rsidRPr="001A7B4B">
              <w:rPr>
                <w:rFonts w:cs="Arial"/>
              </w:rPr>
              <w:t xml:space="preserve">: </w:t>
            </w:r>
            <w:r w:rsidR="00DB7DB8" w:rsidRPr="001A7B4B">
              <w:rPr>
                <w:rFonts w:cs="Arial"/>
                <w:b/>
                <w:bCs w:val="0"/>
              </w:rPr>
              <w:t>K1.1 Overview of Codes of Practice and their role in industry</w:t>
            </w:r>
          </w:p>
          <w:p w14:paraId="7C177ADD" w14:textId="77777777" w:rsidR="007027B4" w:rsidRPr="001A7B4B" w:rsidRDefault="007027B4" w:rsidP="5554D4BD">
            <w:pPr>
              <w:pStyle w:val="Normalbulletlist"/>
              <w:numPr>
                <w:ilvl w:val="0"/>
                <w:numId w:val="0"/>
              </w:numPr>
              <w:rPr>
                <w:rFonts w:cs="Arial"/>
              </w:rPr>
            </w:pPr>
            <w:r w:rsidRPr="001A7B4B">
              <w:rPr>
                <w:rFonts w:cs="Arial"/>
              </w:rPr>
              <w:t>Mini Quiz</w:t>
            </w:r>
            <w:r w:rsidR="00E13099" w:rsidRPr="001A7B4B">
              <w:rPr>
                <w:rFonts w:cs="Arial"/>
              </w:rPr>
              <w:t xml:space="preserve"> </w:t>
            </w:r>
          </w:p>
          <w:p w14:paraId="2BD15823" w14:textId="77777777" w:rsidR="007027B4" w:rsidRPr="001A7B4B" w:rsidRDefault="007027B4" w:rsidP="00DF461F">
            <w:pPr>
              <w:pStyle w:val="Normalbulletlist"/>
              <w:numPr>
                <w:ilvl w:val="0"/>
                <w:numId w:val="0"/>
              </w:numPr>
              <w:rPr>
                <w:rFonts w:cs="Arial"/>
              </w:rPr>
            </w:pPr>
            <w:r w:rsidRPr="001A7B4B">
              <w:rPr>
                <w:rFonts w:cs="Arial"/>
              </w:rPr>
              <w:t>Copies of Building regulation documents</w:t>
            </w:r>
          </w:p>
          <w:p w14:paraId="192F0744" w14:textId="5C0C0FB9" w:rsidR="00E13099" w:rsidRPr="001A7B4B" w:rsidRDefault="00E13099" w:rsidP="00DF461F">
            <w:pPr>
              <w:pStyle w:val="Normalbulletlist"/>
              <w:numPr>
                <w:ilvl w:val="0"/>
                <w:numId w:val="0"/>
              </w:numPr>
              <w:rPr>
                <w:rFonts w:cs="Arial"/>
              </w:rPr>
            </w:pPr>
            <w:r w:rsidRPr="001A7B4B">
              <w:rPr>
                <w:rFonts w:cs="Arial"/>
              </w:rPr>
              <w:t xml:space="preserve">Projector and </w:t>
            </w:r>
            <w:r w:rsidR="00A20510" w:rsidRPr="001A7B4B">
              <w:rPr>
                <w:rFonts w:cs="Arial"/>
              </w:rPr>
              <w:t>whiteboard</w:t>
            </w:r>
          </w:p>
          <w:p w14:paraId="3C36794B" w14:textId="77777777" w:rsidR="00E13099" w:rsidRPr="001A7B4B" w:rsidRDefault="00E13099" w:rsidP="5554D4BD">
            <w:pPr>
              <w:pStyle w:val="Normalbulletlist"/>
              <w:numPr>
                <w:ilvl w:val="0"/>
                <w:numId w:val="0"/>
              </w:numPr>
            </w:pPr>
          </w:p>
        </w:tc>
        <w:tc>
          <w:tcPr>
            <w:tcW w:w="2246" w:type="dxa"/>
          </w:tcPr>
          <w:p w14:paraId="10D817ED" w14:textId="77777777" w:rsidR="00DD207A" w:rsidRDefault="008A57D2" w:rsidP="00A936A0">
            <w:pPr>
              <w:spacing w:before="0" w:after="0"/>
            </w:pPr>
            <w:r>
              <w:lastRenderedPageBreak/>
              <w:t>Q&amp;A</w:t>
            </w:r>
            <w:r>
              <w:br/>
            </w:r>
            <w:r>
              <w:br/>
              <w:t>List Regulations group task</w:t>
            </w:r>
            <w:r>
              <w:br/>
            </w:r>
            <w:r>
              <w:br/>
              <w:t>Mini quiz knowledge check</w:t>
            </w:r>
            <w:r>
              <w:br/>
              <w:t>English skills (reading, writing, technical vocabulary)</w:t>
            </w:r>
          </w:p>
        </w:tc>
      </w:tr>
      <w:tr w:rsidR="7332586D" w14:paraId="631A4D32" w14:textId="77777777" w:rsidTr="24BA986D">
        <w:trPr>
          <w:trHeight w:val="300"/>
          <w:jc w:val="center"/>
        </w:trPr>
        <w:tc>
          <w:tcPr>
            <w:tcW w:w="1297" w:type="dxa"/>
          </w:tcPr>
          <w:p w14:paraId="1241A2E0" w14:textId="77777777" w:rsidR="50B8BE6A" w:rsidRPr="001A7B4B" w:rsidRDefault="50B8BE6A" w:rsidP="7332586D">
            <w:pPr>
              <w:jc w:val="center"/>
              <w:rPr>
                <w:rFonts w:cs="Arial"/>
                <w:b/>
                <w:bCs/>
              </w:rPr>
            </w:pPr>
            <w:r w:rsidRPr="001A7B4B">
              <w:rPr>
                <w:rFonts w:cs="Arial"/>
                <w:b/>
                <w:bCs/>
              </w:rPr>
              <w:t>2</w:t>
            </w:r>
            <w:r w:rsidR="001C2EEB" w:rsidRPr="001A7B4B">
              <w:rPr>
                <w:rFonts w:cs="Arial"/>
                <w:b/>
                <w:bCs/>
              </w:rPr>
              <w:t>-3</w:t>
            </w:r>
          </w:p>
          <w:p w14:paraId="7B122810" w14:textId="77777777" w:rsidR="5CB83C95" w:rsidRPr="001A7B4B" w:rsidRDefault="5CB83C95" w:rsidP="7332586D">
            <w:pPr>
              <w:jc w:val="center"/>
              <w:rPr>
                <w:rFonts w:cs="Arial"/>
              </w:rPr>
            </w:pPr>
            <w:r w:rsidRPr="001A7B4B">
              <w:rPr>
                <w:rFonts w:cs="Arial"/>
              </w:rPr>
              <w:t>6</w:t>
            </w:r>
            <w:r w:rsidR="7332586D" w:rsidRPr="001A7B4B">
              <w:rPr>
                <w:rFonts w:cs="Arial"/>
              </w:rPr>
              <w:t xml:space="preserve"> hours</w:t>
            </w:r>
          </w:p>
        </w:tc>
        <w:tc>
          <w:tcPr>
            <w:tcW w:w="2199" w:type="dxa"/>
          </w:tcPr>
          <w:p w14:paraId="0297F2F7" w14:textId="77777777" w:rsidR="7332586D" w:rsidRPr="001A7B4B" w:rsidRDefault="7332586D" w:rsidP="7332586D">
            <w:pPr>
              <w:pStyle w:val="Normalheadingblack"/>
              <w:rPr>
                <w:rFonts w:cs="Arial"/>
                <w:lang w:eastAsia="en-GB"/>
              </w:rPr>
            </w:pPr>
            <w:r w:rsidRPr="001A7B4B">
              <w:rPr>
                <w:rFonts w:cs="Arial"/>
                <w:lang w:eastAsia="en-GB"/>
              </w:rPr>
              <w:t>Outcome 1 – Plumbing and heating common knowledge criteria</w:t>
            </w:r>
          </w:p>
          <w:p w14:paraId="1A5098AB" w14:textId="77777777" w:rsidR="7332586D" w:rsidRPr="001A7B4B" w:rsidRDefault="7332586D" w:rsidP="7332586D">
            <w:pPr>
              <w:pStyle w:val="Normalheadingblack"/>
              <w:rPr>
                <w:rFonts w:cs="Arial"/>
                <w:lang w:eastAsia="en-GB"/>
              </w:rPr>
            </w:pPr>
          </w:p>
        </w:tc>
        <w:tc>
          <w:tcPr>
            <w:tcW w:w="3135" w:type="dxa"/>
          </w:tcPr>
          <w:p w14:paraId="20FD8EAC" w14:textId="77777777" w:rsidR="7332586D" w:rsidRPr="001A7B4B" w:rsidRDefault="7332586D" w:rsidP="00A936A0">
            <w:pPr>
              <w:pStyle w:val="Normalheadingblack"/>
              <w:spacing w:before="0" w:after="0"/>
            </w:pPr>
            <w:r w:rsidRPr="001A7B4B">
              <w:rPr>
                <w:rFonts w:cs="Arial"/>
                <w:b w:val="0"/>
                <w:lang w:eastAsia="en-GB"/>
              </w:rPr>
              <w:t xml:space="preserve">K1.2 </w:t>
            </w:r>
            <w:r w:rsidRPr="001A7B4B">
              <w:rPr>
                <w:rFonts w:eastAsia="Calibri" w:cs="Arial"/>
                <w:b w:val="0"/>
                <w:szCs w:val="22"/>
              </w:rPr>
              <w:t>Typical hazards and risks associated with plumbing and heating systems</w:t>
            </w:r>
          </w:p>
          <w:p w14:paraId="3A572FF5" w14:textId="77777777" w:rsidR="7332586D" w:rsidRPr="001A7B4B" w:rsidRDefault="7332586D" w:rsidP="7332586D">
            <w:pPr>
              <w:pStyle w:val="Normalheadingblack"/>
              <w:rPr>
                <w:rFonts w:eastAsia="Calibri" w:cs="Arial"/>
                <w:b w:val="0"/>
                <w:szCs w:val="22"/>
              </w:rPr>
            </w:pPr>
          </w:p>
          <w:p w14:paraId="3DD78AD1" w14:textId="77777777" w:rsidR="7332586D" w:rsidRPr="001A7B4B" w:rsidRDefault="7332586D" w:rsidP="7332586D">
            <w:pPr>
              <w:pStyle w:val="Normalheadingblack"/>
              <w:rPr>
                <w:rFonts w:eastAsia="Calibri" w:cs="Arial"/>
                <w:b w:val="0"/>
                <w:szCs w:val="22"/>
              </w:rPr>
            </w:pPr>
          </w:p>
        </w:tc>
        <w:tc>
          <w:tcPr>
            <w:tcW w:w="5785" w:type="dxa"/>
          </w:tcPr>
          <w:p w14:paraId="10F55257" w14:textId="2E252A05" w:rsidR="7332586D" w:rsidRPr="001A7B4B" w:rsidRDefault="7332586D" w:rsidP="00C77DC2">
            <w:pPr>
              <w:pStyle w:val="Normalheadingblue"/>
              <w:spacing w:before="0" w:after="0"/>
              <w:rPr>
                <w:rFonts w:cs="Arial"/>
                <w:color w:val="auto"/>
              </w:rPr>
            </w:pPr>
            <w:r w:rsidRPr="001A7B4B">
              <w:rPr>
                <w:rFonts w:cs="Arial"/>
                <w:color w:val="auto"/>
              </w:rPr>
              <w:t>Activities</w:t>
            </w:r>
            <w:r w:rsidR="00C77DC2" w:rsidRPr="001A7B4B">
              <w:rPr>
                <w:rFonts w:cs="Arial"/>
                <w:color w:val="auto"/>
              </w:rPr>
              <w:t>:</w:t>
            </w:r>
          </w:p>
          <w:p w14:paraId="2E6481FD" w14:textId="454E7D3F" w:rsidR="7332586D" w:rsidRPr="001A7B4B" w:rsidRDefault="7332586D" w:rsidP="00C77DC2">
            <w:pPr>
              <w:pStyle w:val="Normalheadingblue"/>
              <w:spacing w:before="0" w:after="0"/>
              <w:rPr>
                <w:rFonts w:cs="Arial"/>
                <w:b w:val="0"/>
                <w:color w:val="auto"/>
              </w:rPr>
            </w:pPr>
            <w:r w:rsidRPr="001A7B4B">
              <w:rPr>
                <w:rFonts w:cs="Arial"/>
                <w:color w:val="auto"/>
              </w:rPr>
              <w:t xml:space="preserve">Starter </w:t>
            </w:r>
            <w:r w:rsidR="004C58D6" w:rsidRPr="001A7B4B">
              <w:rPr>
                <w:rFonts w:cs="Arial"/>
                <w:color w:val="auto"/>
              </w:rPr>
              <w:t>t</w:t>
            </w:r>
            <w:r w:rsidRPr="001A7B4B">
              <w:rPr>
                <w:rFonts w:cs="Arial"/>
                <w:color w:val="auto"/>
              </w:rPr>
              <w:t>ask</w:t>
            </w:r>
            <w:r w:rsidR="000A06D9" w:rsidRPr="001A7B4B">
              <w:rPr>
                <w:rFonts w:cs="Arial"/>
                <w:color w:val="auto"/>
              </w:rPr>
              <w:t xml:space="preserve"> example</w:t>
            </w:r>
            <w:r w:rsidRPr="001A7B4B">
              <w:rPr>
                <w:rFonts w:cs="Arial"/>
                <w:color w:val="auto"/>
              </w:rPr>
              <w:t>:</w:t>
            </w:r>
            <w:r w:rsidRPr="001A7B4B">
              <w:rPr>
                <w:rFonts w:cs="Arial"/>
                <w:color w:val="auto"/>
              </w:rPr>
              <w:br/>
            </w:r>
            <w:r w:rsidR="00E13099" w:rsidRPr="001A7B4B">
              <w:rPr>
                <w:rFonts w:cs="Arial"/>
                <w:b w:val="0"/>
                <w:color w:val="auto"/>
              </w:rPr>
              <w:t xml:space="preserve">Introduce HSE website and show </w:t>
            </w:r>
            <w:r w:rsidR="00F502C8" w:rsidRPr="001A7B4B">
              <w:rPr>
                <w:rFonts w:cs="Arial"/>
                <w:b w:val="0"/>
                <w:color w:val="auto"/>
              </w:rPr>
              <w:t>students</w:t>
            </w:r>
            <w:r w:rsidR="00E13099" w:rsidRPr="001A7B4B">
              <w:rPr>
                <w:rFonts w:cs="Arial"/>
                <w:b w:val="0"/>
                <w:color w:val="auto"/>
              </w:rPr>
              <w:t xml:space="preserve"> some of the tools and information contained within the site </w:t>
            </w:r>
            <w:hyperlink r:id="rId12" w:history="1">
              <w:r w:rsidR="00C77DC2" w:rsidRPr="001A7B4B">
                <w:rPr>
                  <w:rStyle w:val="Hyperlink"/>
                  <w:rFonts w:cs="Arial"/>
                  <w:b w:val="0"/>
                  <w:color w:val="auto"/>
                </w:rPr>
                <w:t>www.hse.gov.uk</w:t>
              </w:r>
            </w:hyperlink>
          </w:p>
          <w:p w14:paraId="724D8C9C" w14:textId="77777777" w:rsidR="00C77DC2" w:rsidRPr="001A7B4B" w:rsidRDefault="00C77DC2" w:rsidP="00C77DC2">
            <w:pPr>
              <w:pStyle w:val="Normalheadingblue"/>
              <w:spacing w:before="0" w:after="0"/>
              <w:rPr>
                <w:b w:val="0"/>
                <w:color w:val="auto"/>
              </w:rPr>
            </w:pPr>
          </w:p>
          <w:p w14:paraId="60DB8B18" w14:textId="27823955" w:rsidR="7332586D" w:rsidRPr="001A7B4B" w:rsidRDefault="7332586D" w:rsidP="00C77DC2">
            <w:pPr>
              <w:spacing w:before="0" w:after="0"/>
              <w:rPr>
                <w:b/>
              </w:rPr>
            </w:pPr>
            <w:r w:rsidRPr="001A7B4B">
              <w:rPr>
                <w:b/>
              </w:rPr>
              <w:t xml:space="preserve">Delivery </w:t>
            </w:r>
            <w:r w:rsidR="004C58D6" w:rsidRPr="001A7B4B">
              <w:rPr>
                <w:b/>
              </w:rPr>
              <w:t>f</w:t>
            </w:r>
            <w:r w:rsidRPr="001A7B4B">
              <w:rPr>
                <w:b/>
              </w:rPr>
              <w:t>ocus</w:t>
            </w:r>
            <w:r w:rsidR="469B896A" w:rsidRPr="001A7B4B">
              <w:rPr>
                <w:b/>
              </w:rPr>
              <w:t>:</w:t>
            </w:r>
            <w:r w:rsidR="00A71267" w:rsidRPr="001A7B4B">
              <w:rPr>
                <w:b/>
              </w:rPr>
              <w:t xml:space="preserve"> </w:t>
            </w:r>
          </w:p>
          <w:p w14:paraId="6173FCCC" w14:textId="715CC0CC" w:rsidR="00DD78FA" w:rsidRPr="001A7B4B" w:rsidRDefault="00DD78FA" w:rsidP="00C77DC2">
            <w:pPr>
              <w:pStyle w:val="Normalheadingblack"/>
              <w:spacing w:before="0" w:after="0"/>
              <w:rPr>
                <w:rFonts w:eastAsia="Calibri" w:cs="Arial"/>
                <w:b w:val="0"/>
                <w:szCs w:val="22"/>
              </w:rPr>
            </w:pPr>
            <w:r w:rsidRPr="001A7B4B">
              <w:rPr>
                <w:rFonts w:eastAsia="Calibri" w:cs="Arial"/>
                <w:b w:val="0"/>
              </w:rPr>
              <w:t>Health and safety - Typical hazards</w:t>
            </w:r>
            <w:r w:rsidR="001161BE" w:rsidRPr="001A7B4B">
              <w:rPr>
                <w:rFonts w:eastAsia="Calibri" w:cs="Arial"/>
                <w:b w:val="0"/>
              </w:rPr>
              <w:t>.</w:t>
            </w:r>
            <w:r w:rsidR="006F1CE9" w:rsidRPr="001A7B4B">
              <w:rPr>
                <w:rFonts w:eastAsia="Calibri" w:cs="Arial"/>
                <w:b w:val="0"/>
              </w:rPr>
              <w:t xml:space="preserve"> Tutor to encourage classroom discussion based on:</w:t>
            </w:r>
          </w:p>
          <w:p w14:paraId="39B5F939" w14:textId="77777777" w:rsidR="00BB0C77" w:rsidRPr="001A7B4B" w:rsidRDefault="00BB0C77" w:rsidP="002C017C">
            <w:pPr>
              <w:pStyle w:val="ListParagraph"/>
              <w:numPr>
                <w:ilvl w:val="0"/>
                <w:numId w:val="157"/>
              </w:numPr>
              <w:spacing w:before="0" w:after="0"/>
              <w:ind w:left="360"/>
              <w:contextualSpacing w:val="0"/>
            </w:pPr>
            <w:r w:rsidRPr="001A7B4B">
              <w:t>tripping hazards</w:t>
            </w:r>
          </w:p>
          <w:p w14:paraId="1526D4C1" w14:textId="77777777" w:rsidR="00BB0C77" w:rsidRPr="001A7B4B" w:rsidRDefault="00BB0C77" w:rsidP="002C017C">
            <w:pPr>
              <w:pStyle w:val="ListParagraph"/>
              <w:numPr>
                <w:ilvl w:val="0"/>
                <w:numId w:val="157"/>
              </w:numPr>
              <w:spacing w:before="0" w:after="0"/>
              <w:ind w:left="360"/>
              <w:contextualSpacing w:val="0"/>
            </w:pPr>
            <w:r w:rsidRPr="001A7B4B">
              <w:t>slipping hazards</w:t>
            </w:r>
          </w:p>
          <w:p w14:paraId="0DBCA9D0" w14:textId="77777777" w:rsidR="00BB0C77" w:rsidRPr="001A7B4B" w:rsidRDefault="00BB0C77" w:rsidP="002C017C">
            <w:pPr>
              <w:pStyle w:val="ListParagraph"/>
              <w:numPr>
                <w:ilvl w:val="0"/>
                <w:numId w:val="157"/>
              </w:numPr>
              <w:spacing w:before="0" w:after="0"/>
              <w:ind w:left="360"/>
              <w:contextualSpacing w:val="0"/>
            </w:pPr>
            <w:r w:rsidRPr="001A7B4B">
              <w:t>inadequate or lack of personal protective equipment</w:t>
            </w:r>
          </w:p>
          <w:p w14:paraId="19CB3ECC" w14:textId="77777777" w:rsidR="00BB0C77" w:rsidRPr="001A7B4B" w:rsidRDefault="00BB0C77" w:rsidP="002C017C">
            <w:pPr>
              <w:pStyle w:val="ListParagraph"/>
              <w:numPr>
                <w:ilvl w:val="0"/>
                <w:numId w:val="157"/>
              </w:numPr>
              <w:spacing w:before="0" w:after="0"/>
              <w:ind w:left="360"/>
              <w:contextualSpacing w:val="0"/>
            </w:pPr>
            <w:r w:rsidRPr="001A7B4B">
              <w:t>defective (unsafe) equipment</w:t>
            </w:r>
          </w:p>
          <w:p w14:paraId="2534CE5C" w14:textId="77777777" w:rsidR="00BB0C77" w:rsidRPr="001A7B4B" w:rsidRDefault="00BB0C77" w:rsidP="002C017C">
            <w:pPr>
              <w:pStyle w:val="ListParagraph"/>
              <w:numPr>
                <w:ilvl w:val="0"/>
                <w:numId w:val="157"/>
              </w:numPr>
              <w:spacing w:before="0" w:after="0"/>
              <w:ind w:left="360"/>
              <w:contextualSpacing w:val="0"/>
            </w:pPr>
            <w:r w:rsidRPr="001A7B4B">
              <w:t>manual handling</w:t>
            </w:r>
          </w:p>
          <w:p w14:paraId="75DD6660" w14:textId="77777777" w:rsidR="00BB0C77" w:rsidRPr="001A7B4B" w:rsidRDefault="00BB0C77" w:rsidP="002C017C">
            <w:pPr>
              <w:pStyle w:val="ListParagraph"/>
              <w:numPr>
                <w:ilvl w:val="0"/>
                <w:numId w:val="157"/>
              </w:numPr>
              <w:spacing w:before="0" w:after="0"/>
              <w:ind w:left="360"/>
              <w:contextualSpacing w:val="0"/>
            </w:pPr>
            <w:r w:rsidRPr="001A7B4B">
              <w:t>working at heights</w:t>
            </w:r>
          </w:p>
          <w:p w14:paraId="49AD719A" w14:textId="77777777" w:rsidR="00BB0C77" w:rsidRPr="001A7B4B" w:rsidRDefault="00BB0C77" w:rsidP="002C017C">
            <w:pPr>
              <w:pStyle w:val="ListParagraph"/>
              <w:numPr>
                <w:ilvl w:val="0"/>
                <w:numId w:val="157"/>
              </w:numPr>
              <w:spacing w:before="0" w:after="0"/>
              <w:ind w:left="360"/>
              <w:contextualSpacing w:val="0"/>
            </w:pPr>
            <w:r w:rsidRPr="001A7B4B">
              <w:t>chemical injuries</w:t>
            </w:r>
          </w:p>
          <w:p w14:paraId="1DEBFD2F" w14:textId="77777777" w:rsidR="00BB0C77" w:rsidRPr="001A7B4B" w:rsidRDefault="00BB0C77" w:rsidP="002C017C">
            <w:pPr>
              <w:pStyle w:val="ListParagraph"/>
              <w:numPr>
                <w:ilvl w:val="0"/>
                <w:numId w:val="157"/>
              </w:numPr>
              <w:spacing w:before="0" w:after="0"/>
              <w:ind w:left="360"/>
              <w:contextualSpacing w:val="0"/>
            </w:pPr>
            <w:r w:rsidRPr="001A7B4B">
              <w:t>inhalation of gases/chemicals</w:t>
            </w:r>
          </w:p>
          <w:p w14:paraId="015CBE8F" w14:textId="224D2B64" w:rsidR="7332586D" w:rsidRPr="001A7B4B" w:rsidRDefault="00BB0C77" w:rsidP="002C017C">
            <w:pPr>
              <w:pStyle w:val="ListParagraph"/>
              <w:numPr>
                <w:ilvl w:val="0"/>
                <w:numId w:val="157"/>
              </w:numPr>
              <w:spacing w:before="0" w:after="0"/>
              <w:ind w:left="360"/>
              <w:contextualSpacing w:val="0"/>
              <w:rPr>
                <w:szCs w:val="22"/>
              </w:rPr>
            </w:pPr>
            <w:r w:rsidRPr="001A7B4B">
              <w:t>transfer of bacteria</w:t>
            </w:r>
            <w:r w:rsidR="00A74A5B" w:rsidRPr="001A7B4B">
              <w:t>, r</w:t>
            </w:r>
            <w:r w:rsidR="7332586D" w:rsidRPr="001A7B4B">
              <w:t>isk prevention strategies and control measures (PPE, isolation procedures).</w:t>
            </w:r>
          </w:p>
          <w:p w14:paraId="5E071631" w14:textId="77777777" w:rsidR="7332586D" w:rsidRPr="001A7B4B" w:rsidRDefault="7332586D" w:rsidP="002C017C">
            <w:pPr>
              <w:pStyle w:val="ListParagraph"/>
              <w:numPr>
                <w:ilvl w:val="0"/>
                <w:numId w:val="157"/>
              </w:numPr>
              <w:spacing w:before="0" w:after="0"/>
              <w:ind w:left="360"/>
              <w:contextualSpacing w:val="0"/>
              <w:rPr>
                <w:szCs w:val="22"/>
              </w:rPr>
            </w:pPr>
            <w:r w:rsidRPr="001A7B4B">
              <w:t>Use of Safety Data Sheets (SDS) and manufacturer’s instructions.</w:t>
            </w:r>
          </w:p>
          <w:p w14:paraId="50EB3004" w14:textId="31FA9C88" w:rsidR="006F1CE9" w:rsidRPr="001A7B4B" w:rsidRDefault="006F1CE9" w:rsidP="002C017C">
            <w:pPr>
              <w:pStyle w:val="ListParagraph"/>
              <w:numPr>
                <w:ilvl w:val="0"/>
                <w:numId w:val="157"/>
              </w:numPr>
              <w:spacing w:before="0" w:after="0"/>
              <w:ind w:left="360"/>
              <w:contextualSpacing w:val="0"/>
              <w:rPr>
                <w:szCs w:val="22"/>
              </w:rPr>
            </w:pPr>
            <w:r w:rsidRPr="001A7B4B">
              <w:rPr>
                <w:szCs w:val="22"/>
              </w:rPr>
              <w:lastRenderedPageBreak/>
              <w:t xml:space="preserve">Tutor to distribute images and scenarios for </w:t>
            </w:r>
            <w:r w:rsidR="00F502C8" w:rsidRPr="001A7B4B">
              <w:rPr>
                <w:szCs w:val="22"/>
              </w:rPr>
              <w:t>students</w:t>
            </w:r>
            <w:r w:rsidRPr="001A7B4B">
              <w:rPr>
                <w:szCs w:val="22"/>
              </w:rPr>
              <w:t xml:space="preserve"> to identify typical hazards</w:t>
            </w:r>
            <w:r w:rsidR="004204B8">
              <w:rPr>
                <w:szCs w:val="22"/>
              </w:rPr>
              <w:t>.</w:t>
            </w:r>
          </w:p>
          <w:p w14:paraId="691CE64E" w14:textId="7653E286" w:rsidR="006F1CE9" w:rsidRPr="001A7B4B" w:rsidRDefault="00116A2E" w:rsidP="002C017C">
            <w:pPr>
              <w:pStyle w:val="ListParagraph"/>
              <w:numPr>
                <w:ilvl w:val="0"/>
                <w:numId w:val="157"/>
              </w:numPr>
              <w:spacing w:before="0" w:after="0"/>
              <w:ind w:left="360"/>
              <w:contextualSpacing w:val="0"/>
              <w:rPr>
                <w:szCs w:val="22"/>
              </w:rPr>
            </w:pPr>
            <w:r w:rsidRPr="001A7B4B">
              <w:rPr>
                <w:szCs w:val="22"/>
              </w:rPr>
              <w:t>Students</w:t>
            </w:r>
            <w:r w:rsidR="006F1CE9" w:rsidRPr="001A7B4B">
              <w:rPr>
                <w:szCs w:val="22"/>
              </w:rPr>
              <w:t xml:space="preserve"> to use flip chart paper and board pens to list typical plumbing activity hazards</w:t>
            </w:r>
            <w:r w:rsidR="004204B8">
              <w:rPr>
                <w:szCs w:val="22"/>
              </w:rPr>
              <w:t>.</w:t>
            </w:r>
          </w:p>
          <w:p w14:paraId="08728CEC" w14:textId="77777777" w:rsidR="00824247" w:rsidRPr="001A7B4B" w:rsidRDefault="00824247" w:rsidP="00824247">
            <w:pPr>
              <w:spacing w:before="0" w:after="0"/>
              <w:rPr>
                <w:szCs w:val="22"/>
              </w:rPr>
            </w:pPr>
          </w:p>
          <w:p w14:paraId="14BC2417" w14:textId="00543599" w:rsidR="7332586D" w:rsidRPr="001A7B4B" w:rsidRDefault="7332586D" w:rsidP="00C77DC2">
            <w:pPr>
              <w:spacing w:before="0" w:after="0"/>
            </w:pPr>
            <w:r w:rsidRPr="001A7B4B">
              <w:rPr>
                <w:b/>
              </w:rPr>
              <w:t>Knowledge Check</w:t>
            </w:r>
            <w:r w:rsidR="20B03E7F" w:rsidRPr="001A7B4B">
              <w:rPr>
                <w:b/>
              </w:rPr>
              <w:t xml:space="preserve"> example</w:t>
            </w:r>
            <w:r w:rsidRPr="001A7B4B">
              <w:t>:</w:t>
            </w:r>
            <w:r w:rsidRPr="001A7B4B">
              <w:br/>
              <w:t>Risk Scenario Cards</w:t>
            </w:r>
            <w:r w:rsidR="001A0BE1" w:rsidRPr="001A7B4B">
              <w:t>:</w:t>
            </w:r>
            <w:r w:rsidRPr="001A7B4B">
              <w:t xml:space="preserve"> </w:t>
            </w:r>
            <w:r w:rsidR="00116A2E" w:rsidRPr="001A7B4B">
              <w:t>Students</w:t>
            </w:r>
            <w:r w:rsidRPr="001A7B4B">
              <w:t xml:space="preserve"> match hazards to control measures and justify their reasoning.</w:t>
            </w:r>
          </w:p>
          <w:p w14:paraId="0F980F28" w14:textId="77777777" w:rsidR="00C77DC2" w:rsidRPr="001A7B4B" w:rsidRDefault="00C77DC2" w:rsidP="00C77DC2">
            <w:pPr>
              <w:spacing w:before="0" w:after="0"/>
            </w:pPr>
          </w:p>
          <w:p w14:paraId="10C15376" w14:textId="49DE31A5" w:rsidR="7332586D" w:rsidRPr="001A7B4B" w:rsidRDefault="7332586D" w:rsidP="00C77DC2">
            <w:pPr>
              <w:pStyle w:val="Normalheadingblue"/>
              <w:spacing w:before="0" w:after="0"/>
              <w:rPr>
                <w:rFonts w:cs="Arial"/>
                <w:color w:val="auto"/>
              </w:rPr>
            </w:pPr>
            <w:r w:rsidRPr="001A7B4B">
              <w:rPr>
                <w:rFonts w:cs="Arial"/>
                <w:color w:val="auto"/>
              </w:rPr>
              <w:t>Resources</w:t>
            </w:r>
            <w:r w:rsidR="004C58D6" w:rsidRPr="001A7B4B">
              <w:rPr>
                <w:rFonts w:cs="Arial"/>
                <w:color w:val="auto"/>
              </w:rPr>
              <w:t>:</w:t>
            </w:r>
          </w:p>
          <w:p w14:paraId="63AB85D2" w14:textId="77777777" w:rsidR="7332586D" w:rsidRPr="001A7B4B" w:rsidRDefault="00E13099" w:rsidP="00C77DC2">
            <w:pPr>
              <w:pStyle w:val="Normalbulletlist"/>
              <w:numPr>
                <w:ilvl w:val="0"/>
                <w:numId w:val="0"/>
              </w:numPr>
              <w:rPr>
                <w:rFonts w:cs="Arial"/>
              </w:rPr>
            </w:pPr>
            <w:r w:rsidRPr="001A7B4B">
              <w:rPr>
                <w:rFonts w:cs="Arial"/>
              </w:rPr>
              <w:t>Safe and unsafe working area images</w:t>
            </w:r>
          </w:p>
          <w:p w14:paraId="4639ACB8" w14:textId="77777777" w:rsidR="00E13099" w:rsidRPr="001A7B4B" w:rsidRDefault="00E13099" w:rsidP="00C77DC2">
            <w:pPr>
              <w:pStyle w:val="Normalbulletlist"/>
              <w:numPr>
                <w:ilvl w:val="0"/>
                <w:numId w:val="0"/>
              </w:numPr>
              <w:rPr>
                <w:rFonts w:cs="Arial"/>
              </w:rPr>
            </w:pPr>
            <w:r w:rsidRPr="001A7B4B">
              <w:rPr>
                <w:rFonts w:cs="Arial"/>
              </w:rPr>
              <w:t>Safety data sheets</w:t>
            </w:r>
          </w:p>
          <w:p w14:paraId="1C67B6EC" w14:textId="77777777" w:rsidR="00E13099" w:rsidRPr="001A7B4B" w:rsidRDefault="00E13099" w:rsidP="00C77DC2">
            <w:pPr>
              <w:pStyle w:val="Normalbulletlist"/>
              <w:numPr>
                <w:ilvl w:val="0"/>
                <w:numId w:val="0"/>
              </w:numPr>
            </w:pPr>
            <w:r w:rsidRPr="001A7B4B">
              <w:rPr>
                <w:rFonts w:cs="Arial"/>
              </w:rPr>
              <w:t xml:space="preserve">Projector and </w:t>
            </w:r>
            <w:r w:rsidR="00A20510" w:rsidRPr="001A7B4B">
              <w:rPr>
                <w:rFonts w:cs="Arial"/>
              </w:rPr>
              <w:t>whiteboard</w:t>
            </w:r>
          </w:p>
          <w:p w14:paraId="2DA3EA1C" w14:textId="44CA308E" w:rsidR="00D86CA0" w:rsidRPr="001A7B4B" w:rsidRDefault="00D86CA0" w:rsidP="00C77DC2">
            <w:pPr>
              <w:pStyle w:val="Normalbulletlist"/>
              <w:numPr>
                <w:ilvl w:val="0"/>
                <w:numId w:val="0"/>
              </w:numPr>
              <w:ind w:left="284"/>
            </w:pPr>
          </w:p>
        </w:tc>
        <w:tc>
          <w:tcPr>
            <w:tcW w:w="2246" w:type="dxa"/>
          </w:tcPr>
          <w:p w14:paraId="0458F0CB" w14:textId="77777777" w:rsidR="00DD207A" w:rsidRDefault="008A57D2" w:rsidP="00A936A0">
            <w:pPr>
              <w:spacing w:before="0" w:after="0"/>
            </w:pPr>
            <w:r>
              <w:lastRenderedPageBreak/>
              <w:t>Q&amp;A</w:t>
            </w:r>
            <w:r>
              <w:br/>
            </w:r>
            <w:r>
              <w:br/>
              <w:t>Knowledge check – risk scenarios</w:t>
            </w:r>
            <w:r>
              <w:br/>
              <w:t>English skills (reading, writing, technical vocabulary)</w:t>
            </w:r>
          </w:p>
        </w:tc>
      </w:tr>
      <w:tr w:rsidR="5C982994" w14:paraId="11031CA2" w14:textId="77777777" w:rsidTr="24BA986D">
        <w:trPr>
          <w:trHeight w:val="300"/>
          <w:jc w:val="center"/>
        </w:trPr>
        <w:tc>
          <w:tcPr>
            <w:tcW w:w="1297" w:type="dxa"/>
          </w:tcPr>
          <w:p w14:paraId="031072E0" w14:textId="77777777" w:rsidR="2227FC91" w:rsidRPr="001A7B4B" w:rsidRDefault="2227FC91" w:rsidP="5C982994">
            <w:pPr>
              <w:jc w:val="center"/>
              <w:rPr>
                <w:rFonts w:cs="Arial"/>
                <w:b/>
                <w:bCs/>
              </w:rPr>
            </w:pPr>
            <w:r w:rsidRPr="001A7B4B">
              <w:rPr>
                <w:rFonts w:cs="Arial"/>
                <w:b/>
                <w:bCs/>
              </w:rPr>
              <w:t>3</w:t>
            </w:r>
          </w:p>
          <w:p w14:paraId="35F1C076" w14:textId="77777777" w:rsidR="2227FC91" w:rsidRPr="001A7B4B" w:rsidRDefault="2227FC91" w:rsidP="5C982994">
            <w:pPr>
              <w:jc w:val="center"/>
              <w:rPr>
                <w:rFonts w:cs="Arial"/>
              </w:rPr>
            </w:pPr>
            <w:r w:rsidRPr="001A7B4B">
              <w:rPr>
                <w:rFonts w:cs="Arial"/>
              </w:rPr>
              <w:t>3 Hours</w:t>
            </w:r>
          </w:p>
          <w:p w14:paraId="30B6B98D" w14:textId="77777777" w:rsidR="00917802" w:rsidRPr="001A7B4B" w:rsidRDefault="00917802" w:rsidP="00917802">
            <w:pPr>
              <w:contextualSpacing/>
              <w:jc w:val="center"/>
              <w:rPr>
                <w:rFonts w:cs="Arial"/>
                <w:b/>
                <w:bCs/>
                <w:highlight w:val="yellow"/>
              </w:rPr>
            </w:pPr>
            <w:r w:rsidRPr="001A7B4B">
              <w:rPr>
                <w:rFonts w:cs="Arial"/>
                <w:b/>
                <w:bCs/>
                <w:highlight w:val="yellow"/>
              </w:rPr>
              <w:t>PPT</w:t>
            </w:r>
          </w:p>
          <w:p w14:paraId="2913AA95" w14:textId="3089B5BF" w:rsidR="00917802" w:rsidRPr="001A7B4B" w:rsidRDefault="00E840FF" w:rsidP="00917802">
            <w:pPr>
              <w:contextualSpacing/>
              <w:jc w:val="center"/>
              <w:rPr>
                <w:rFonts w:cs="Arial"/>
              </w:rPr>
            </w:pPr>
            <w:r w:rsidRPr="001A7B4B">
              <w:rPr>
                <w:rFonts w:cs="Arial"/>
                <w:b/>
                <w:bCs/>
                <w:highlight w:val="yellow"/>
              </w:rPr>
              <w:t>available</w:t>
            </w:r>
          </w:p>
        </w:tc>
        <w:tc>
          <w:tcPr>
            <w:tcW w:w="2199" w:type="dxa"/>
          </w:tcPr>
          <w:p w14:paraId="7283DA3D" w14:textId="77777777" w:rsidR="2227FC91" w:rsidRPr="001A7B4B" w:rsidRDefault="2227FC91" w:rsidP="5C982994">
            <w:pPr>
              <w:pStyle w:val="Normalheadingblack"/>
              <w:rPr>
                <w:rFonts w:cs="Arial"/>
                <w:lang w:eastAsia="en-GB"/>
              </w:rPr>
            </w:pPr>
            <w:r w:rsidRPr="001A7B4B">
              <w:rPr>
                <w:rFonts w:cs="Arial"/>
                <w:lang w:eastAsia="en-GB"/>
              </w:rPr>
              <w:t>Outcome 1 – Plumbing and heating common knowledge criteria</w:t>
            </w:r>
          </w:p>
          <w:p w14:paraId="47584B46" w14:textId="77777777" w:rsidR="5C982994" w:rsidRPr="001A7B4B" w:rsidRDefault="5C982994" w:rsidP="5C982994">
            <w:pPr>
              <w:pStyle w:val="Normalheadingblack"/>
              <w:rPr>
                <w:rFonts w:cs="Arial"/>
                <w:lang w:eastAsia="en-GB"/>
              </w:rPr>
            </w:pPr>
          </w:p>
        </w:tc>
        <w:tc>
          <w:tcPr>
            <w:tcW w:w="3135" w:type="dxa"/>
          </w:tcPr>
          <w:p w14:paraId="214C92AD" w14:textId="77777777" w:rsidR="2227FC91" w:rsidRPr="001A7B4B" w:rsidRDefault="2227FC91" w:rsidP="00A936A0">
            <w:pPr>
              <w:pStyle w:val="Normalheadingblack"/>
              <w:spacing w:before="0" w:after="0"/>
              <w:rPr>
                <w:rFonts w:cs="Arial"/>
              </w:rPr>
            </w:pPr>
            <w:r w:rsidRPr="001A7B4B">
              <w:rPr>
                <w:rFonts w:cs="Arial"/>
                <w:b w:val="0"/>
                <w:lang w:eastAsia="en-GB"/>
              </w:rPr>
              <w:t xml:space="preserve">K1.2 </w:t>
            </w:r>
            <w:r w:rsidRPr="001A7B4B">
              <w:rPr>
                <w:rFonts w:eastAsia="Calibri" w:cs="Arial"/>
                <w:b w:val="0"/>
              </w:rPr>
              <w:t>Typical hazards and risks associated with plumbing and heating systems</w:t>
            </w:r>
          </w:p>
          <w:p w14:paraId="11A3ACF3" w14:textId="77777777" w:rsidR="5C982994" w:rsidRPr="001A7B4B" w:rsidRDefault="5C982994" w:rsidP="003B714D">
            <w:pPr>
              <w:pStyle w:val="Normalheadingblack"/>
              <w:rPr>
                <w:rFonts w:cs="Arial"/>
                <w:b w:val="0"/>
                <w:lang w:eastAsia="en-GB"/>
              </w:rPr>
            </w:pPr>
          </w:p>
        </w:tc>
        <w:tc>
          <w:tcPr>
            <w:tcW w:w="5785" w:type="dxa"/>
          </w:tcPr>
          <w:p w14:paraId="4F2E9F4C" w14:textId="77777777" w:rsidR="5C982994" w:rsidRPr="001A7B4B" w:rsidRDefault="3D20BAB2" w:rsidP="00715D3C">
            <w:pPr>
              <w:pStyle w:val="Normalheadingblue"/>
              <w:spacing w:before="0" w:after="0"/>
              <w:rPr>
                <w:rFonts w:cs="Arial"/>
                <w:color w:val="auto"/>
              </w:rPr>
            </w:pPr>
            <w:r w:rsidRPr="001A7B4B">
              <w:rPr>
                <w:rFonts w:cs="Arial"/>
                <w:color w:val="auto"/>
              </w:rPr>
              <w:t>Activities:</w:t>
            </w:r>
          </w:p>
          <w:p w14:paraId="4AA20937" w14:textId="326C1E39" w:rsidR="3D20BAB2" w:rsidRPr="001A7B4B" w:rsidRDefault="3D20BAB2" w:rsidP="00715D3C">
            <w:pPr>
              <w:pStyle w:val="Normalheadingblue"/>
              <w:spacing w:before="0" w:after="0"/>
              <w:rPr>
                <w:rFonts w:cs="Arial"/>
                <w:b w:val="0"/>
                <w:color w:val="auto"/>
              </w:rPr>
            </w:pPr>
            <w:r w:rsidRPr="001A7B4B">
              <w:rPr>
                <w:rFonts w:cs="Arial"/>
                <w:bCs/>
                <w:color w:val="auto"/>
              </w:rPr>
              <w:t>Starter task example:</w:t>
            </w:r>
            <w:r w:rsidR="7DCA011A" w:rsidRPr="001A7B4B">
              <w:rPr>
                <w:rFonts w:cs="Arial"/>
                <w:bCs/>
                <w:color w:val="auto"/>
              </w:rPr>
              <w:t xml:space="preserve"> </w:t>
            </w:r>
            <w:r w:rsidR="7DCA011A" w:rsidRPr="001A7B4B">
              <w:rPr>
                <w:rFonts w:cs="Arial"/>
                <w:b w:val="0"/>
                <w:color w:val="auto"/>
              </w:rPr>
              <w:t xml:space="preserve">Distribute </w:t>
            </w:r>
            <w:proofErr w:type="gramStart"/>
            <w:r w:rsidR="7DCA011A" w:rsidRPr="001A7B4B">
              <w:rPr>
                <w:rFonts w:cs="Arial"/>
                <w:b w:val="0"/>
                <w:color w:val="auto"/>
              </w:rPr>
              <w:t>a number of</w:t>
            </w:r>
            <w:proofErr w:type="gramEnd"/>
            <w:r w:rsidR="7DCA011A" w:rsidRPr="001A7B4B">
              <w:rPr>
                <w:rFonts w:cs="Arial"/>
                <w:b w:val="0"/>
                <w:color w:val="auto"/>
              </w:rPr>
              <w:t xml:space="preserve"> images of materials and ask </w:t>
            </w:r>
            <w:r w:rsidR="00B32211" w:rsidRPr="001A7B4B">
              <w:rPr>
                <w:rFonts w:cs="Arial"/>
                <w:b w:val="0"/>
                <w:color w:val="auto"/>
              </w:rPr>
              <w:t>students</w:t>
            </w:r>
            <w:r w:rsidR="7DCA011A" w:rsidRPr="001A7B4B">
              <w:rPr>
                <w:rFonts w:cs="Arial"/>
                <w:b w:val="0"/>
                <w:color w:val="auto"/>
              </w:rPr>
              <w:t xml:space="preserve"> to identify which may contain </w:t>
            </w:r>
            <w:r w:rsidR="7F72CA88" w:rsidRPr="001A7B4B">
              <w:rPr>
                <w:rFonts w:cs="Arial"/>
                <w:b w:val="0"/>
                <w:color w:val="auto"/>
              </w:rPr>
              <w:t>asbestos</w:t>
            </w:r>
            <w:r w:rsidR="7DCA011A" w:rsidRPr="001A7B4B">
              <w:rPr>
                <w:rFonts w:cs="Arial"/>
                <w:b w:val="0"/>
                <w:color w:val="auto"/>
              </w:rPr>
              <w:t>. Key message is that all could contain asbestos</w:t>
            </w:r>
            <w:r w:rsidR="00A47842" w:rsidRPr="001A7B4B">
              <w:rPr>
                <w:rFonts w:cs="Arial"/>
                <w:b w:val="0"/>
                <w:color w:val="auto"/>
              </w:rPr>
              <w:t>.</w:t>
            </w:r>
          </w:p>
          <w:p w14:paraId="644786A7" w14:textId="07701305" w:rsidR="00A47842" w:rsidRPr="001A7B4B" w:rsidRDefault="00A47842" w:rsidP="00715D3C">
            <w:pPr>
              <w:pStyle w:val="Normalheadingblue"/>
              <w:spacing w:before="0" w:after="0"/>
              <w:rPr>
                <w:rFonts w:cs="Arial"/>
                <w:bCs/>
                <w:color w:val="auto"/>
              </w:rPr>
            </w:pPr>
            <w:r w:rsidRPr="001A7B4B">
              <w:rPr>
                <w:rFonts w:cs="Arial"/>
                <w:bCs/>
                <w:color w:val="auto"/>
              </w:rPr>
              <w:t>Alternativ</w:t>
            </w:r>
            <w:r w:rsidR="006E538A" w:rsidRPr="001A7B4B">
              <w:rPr>
                <w:rFonts w:cs="Arial"/>
                <w:bCs/>
                <w:color w:val="auto"/>
              </w:rPr>
              <w:t>e:</w:t>
            </w:r>
            <w:r w:rsidRPr="001A7B4B">
              <w:rPr>
                <w:rFonts w:cs="Arial"/>
                <w:bCs/>
                <w:color w:val="auto"/>
              </w:rPr>
              <w:t xml:space="preserve"> </w:t>
            </w:r>
            <w:r w:rsidRPr="001A7B4B">
              <w:rPr>
                <w:rFonts w:cs="Arial"/>
                <w:b w:val="0"/>
                <w:color w:val="auto"/>
              </w:rPr>
              <w:t xml:space="preserve">Ask students </w:t>
            </w:r>
            <w:r w:rsidR="00A44401" w:rsidRPr="001A7B4B">
              <w:rPr>
                <w:rFonts w:cs="Arial"/>
                <w:b w:val="0"/>
                <w:color w:val="auto"/>
              </w:rPr>
              <w:t>if they have seen materials</w:t>
            </w:r>
            <w:r w:rsidR="006E538A" w:rsidRPr="001A7B4B">
              <w:rPr>
                <w:rFonts w:cs="Arial"/>
                <w:b w:val="0"/>
                <w:color w:val="auto"/>
              </w:rPr>
              <w:t xml:space="preserve"> </w:t>
            </w:r>
            <w:r w:rsidR="00A44401" w:rsidRPr="001A7B4B">
              <w:rPr>
                <w:rFonts w:cs="Arial"/>
                <w:b w:val="0"/>
                <w:color w:val="auto"/>
              </w:rPr>
              <w:t>they suspect might contain asbestos</w:t>
            </w:r>
            <w:r w:rsidR="006E538A" w:rsidRPr="001A7B4B">
              <w:rPr>
                <w:rFonts w:cs="Arial"/>
                <w:b w:val="0"/>
                <w:color w:val="auto"/>
              </w:rPr>
              <w:t>.</w:t>
            </w:r>
          </w:p>
          <w:p w14:paraId="45485E51" w14:textId="77777777" w:rsidR="5C982994" w:rsidRPr="001A7B4B" w:rsidRDefault="5C982994" w:rsidP="00715D3C">
            <w:pPr>
              <w:pStyle w:val="Normalheadingblue"/>
              <w:spacing w:before="0" w:after="0"/>
              <w:rPr>
                <w:rFonts w:cs="Arial"/>
                <w:b w:val="0"/>
                <w:color w:val="auto"/>
              </w:rPr>
            </w:pPr>
          </w:p>
          <w:p w14:paraId="04573361" w14:textId="77777777" w:rsidR="006F1CE9" w:rsidRPr="001A7B4B" w:rsidRDefault="314B751C" w:rsidP="00715D3C">
            <w:pPr>
              <w:pStyle w:val="Normalheadingblue"/>
              <w:spacing w:before="0" w:after="0"/>
              <w:rPr>
                <w:rFonts w:cs="Arial"/>
                <w:bCs/>
                <w:color w:val="auto"/>
              </w:rPr>
            </w:pPr>
            <w:r w:rsidRPr="001A7B4B">
              <w:rPr>
                <w:rFonts w:cs="Arial"/>
                <w:bCs/>
                <w:color w:val="auto"/>
              </w:rPr>
              <w:t>Delivery</w:t>
            </w:r>
            <w:r w:rsidR="47D865AC" w:rsidRPr="001A7B4B">
              <w:rPr>
                <w:rFonts w:cs="Arial"/>
                <w:bCs/>
                <w:color w:val="auto"/>
              </w:rPr>
              <w:t xml:space="preserve"> focus</w:t>
            </w:r>
            <w:r w:rsidRPr="001A7B4B">
              <w:rPr>
                <w:rFonts w:cs="Arial"/>
                <w:bCs/>
                <w:color w:val="auto"/>
              </w:rPr>
              <w:t>:</w:t>
            </w:r>
            <w:r w:rsidR="52A0CC42" w:rsidRPr="001A7B4B">
              <w:rPr>
                <w:rFonts w:cs="Arial"/>
                <w:bCs/>
                <w:color w:val="auto"/>
              </w:rPr>
              <w:t xml:space="preserve"> </w:t>
            </w:r>
          </w:p>
          <w:p w14:paraId="267E8250" w14:textId="7064BB1B" w:rsidR="008D534B" w:rsidRPr="001A7B4B" w:rsidRDefault="008D534B" w:rsidP="00715D3C">
            <w:pPr>
              <w:pStyle w:val="Normalheadingblue"/>
              <w:spacing w:before="0" w:after="0"/>
              <w:rPr>
                <w:rFonts w:cs="Arial"/>
                <w:b w:val="0"/>
                <w:bCs/>
                <w:color w:val="auto"/>
              </w:rPr>
            </w:pPr>
            <w:r w:rsidRPr="001A7B4B">
              <w:rPr>
                <w:rFonts w:cs="Arial"/>
                <w:b w:val="0"/>
                <w:bCs/>
                <w:color w:val="auto"/>
              </w:rPr>
              <w:t>Using PowerPoint</w:t>
            </w:r>
            <w:r w:rsidRPr="001A7B4B">
              <w:rPr>
                <w:rFonts w:cs="Arial"/>
                <w:color w:val="auto"/>
              </w:rPr>
              <w:t xml:space="preserve"> </w:t>
            </w:r>
            <w:r w:rsidRPr="00153ADB">
              <w:rPr>
                <w:rFonts w:cs="Arial"/>
                <w:color w:val="auto"/>
                <w:highlight w:val="yellow"/>
              </w:rPr>
              <w:t>K1.2 Asbestos</w:t>
            </w:r>
            <w:r w:rsidRPr="001A7B4B">
              <w:rPr>
                <w:rFonts w:cs="Arial"/>
                <w:b w:val="0"/>
                <w:bCs/>
                <w:color w:val="auto"/>
              </w:rPr>
              <w:t>, deliver the following content:</w:t>
            </w:r>
          </w:p>
          <w:p w14:paraId="54275FC2" w14:textId="4246858E" w:rsidR="2227FC91" w:rsidRPr="001A7B4B" w:rsidRDefault="2227FC91" w:rsidP="00715D3C">
            <w:pPr>
              <w:pStyle w:val="Normalheadingblue"/>
              <w:spacing w:before="0" w:after="0"/>
              <w:rPr>
                <w:rFonts w:eastAsia="Arial" w:cs="Arial"/>
                <w:b w:val="0"/>
                <w:color w:val="auto"/>
              </w:rPr>
            </w:pPr>
            <w:r w:rsidRPr="001A7B4B">
              <w:rPr>
                <w:rFonts w:eastAsia="Arial" w:cs="Arial"/>
                <w:b w:val="0"/>
                <w:color w:val="auto"/>
              </w:rPr>
              <w:t>Asbestos:</w:t>
            </w:r>
          </w:p>
          <w:p w14:paraId="05916787" w14:textId="4FA07DA1" w:rsidR="2227FC91" w:rsidRPr="001A7B4B" w:rsidRDefault="2227FC91" w:rsidP="002C017C">
            <w:pPr>
              <w:pStyle w:val="Normalheadingblue"/>
              <w:numPr>
                <w:ilvl w:val="0"/>
                <w:numId w:val="177"/>
              </w:numPr>
              <w:spacing w:before="0" w:after="0"/>
              <w:rPr>
                <w:rFonts w:eastAsia="Arial" w:cs="Arial"/>
                <w:b w:val="0"/>
                <w:color w:val="auto"/>
              </w:rPr>
            </w:pPr>
            <w:r w:rsidRPr="001A7B4B">
              <w:rPr>
                <w:rFonts w:eastAsia="Arial" w:cs="Arial"/>
                <w:b w:val="0"/>
                <w:color w:val="auto"/>
              </w:rPr>
              <w:t>types</w:t>
            </w:r>
          </w:p>
          <w:p w14:paraId="363D558C" w14:textId="69F375AE" w:rsidR="2227FC91" w:rsidRPr="001A7B4B" w:rsidRDefault="2227FC91" w:rsidP="002C017C">
            <w:pPr>
              <w:pStyle w:val="Normalheadingblue"/>
              <w:numPr>
                <w:ilvl w:val="0"/>
                <w:numId w:val="177"/>
              </w:numPr>
              <w:spacing w:before="0" w:after="0"/>
              <w:rPr>
                <w:rFonts w:eastAsia="Arial" w:cs="Arial"/>
                <w:b w:val="0"/>
                <w:color w:val="auto"/>
              </w:rPr>
            </w:pPr>
            <w:r w:rsidRPr="001A7B4B">
              <w:rPr>
                <w:rFonts w:eastAsia="Arial" w:cs="Arial"/>
                <w:b w:val="0"/>
                <w:color w:val="auto"/>
              </w:rPr>
              <w:t>places you may come across asbestos</w:t>
            </w:r>
          </w:p>
          <w:p w14:paraId="6A07BBD7" w14:textId="35830BA4" w:rsidR="2227FC91" w:rsidRPr="001A7B4B" w:rsidRDefault="2227FC91" w:rsidP="002C017C">
            <w:pPr>
              <w:pStyle w:val="Normalheadingblue"/>
              <w:numPr>
                <w:ilvl w:val="0"/>
                <w:numId w:val="177"/>
              </w:numPr>
              <w:spacing w:before="0" w:after="0"/>
              <w:rPr>
                <w:rFonts w:eastAsia="Arial" w:cs="Arial"/>
                <w:b w:val="0"/>
                <w:color w:val="auto"/>
              </w:rPr>
            </w:pPr>
            <w:r w:rsidRPr="001A7B4B">
              <w:rPr>
                <w:rFonts w:eastAsia="Arial" w:cs="Arial"/>
                <w:b w:val="0"/>
                <w:color w:val="auto"/>
              </w:rPr>
              <w:lastRenderedPageBreak/>
              <w:t>how to deal with asbestos.</w:t>
            </w:r>
          </w:p>
          <w:p w14:paraId="45BE1B18" w14:textId="77777777" w:rsidR="5C982994" w:rsidRPr="001A7B4B" w:rsidRDefault="5C982994" w:rsidP="00715D3C">
            <w:pPr>
              <w:pStyle w:val="Normalheadingblue"/>
              <w:spacing w:before="0" w:after="0"/>
              <w:rPr>
                <w:rFonts w:eastAsia="Arial" w:cs="Arial"/>
                <w:b w:val="0"/>
                <w:color w:val="auto"/>
              </w:rPr>
            </w:pPr>
          </w:p>
          <w:p w14:paraId="29224874" w14:textId="2E72C1A1" w:rsidR="2260729C" w:rsidRPr="001A7B4B" w:rsidRDefault="2260729C" w:rsidP="00715D3C">
            <w:pPr>
              <w:pStyle w:val="Normalheadingblue"/>
              <w:spacing w:before="0" w:after="0"/>
              <w:rPr>
                <w:rFonts w:eastAsia="Arial" w:cs="Arial"/>
                <w:bCs/>
                <w:color w:val="auto"/>
              </w:rPr>
            </w:pPr>
            <w:r w:rsidRPr="001A7B4B">
              <w:rPr>
                <w:rFonts w:eastAsia="Arial" w:cs="Arial"/>
                <w:bCs/>
                <w:color w:val="auto"/>
              </w:rPr>
              <w:t xml:space="preserve">Knowledge </w:t>
            </w:r>
            <w:r w:rsidR="00B32211" w:rsidRPr="001A7B4B">
              <w:rPr>
                <w:rFonts w:eastAsia="Arial" w:cs="Arial"/>
                <w:bCs/>
                <w:color w:val="auto"/>
              </w:rPr>
              <w:t>C</w:t>
            </w:r>
            <w:r w:rsidRPr="001A7B4B">
              <w:rPr>
                <w:rFonts w:eastAsia="Arial" w:cs="Arial"/>
                <w:bCs/>
                <w:color w:val="auto"/>
              </w:rPr>
              <w:t xml:space="preserve">heck example: </w:t>
            </w:r>
          </w:p>
          <w:p w14:paraId="234250BA" w14:textId="0B2615B6" w:rsidR="2260729C" w:rsidRPr="001A7B4B" w:rsidRDefault="2260729C" w:rsidP="00715D3C">
            <w:pPr>
              <w:pStyle w:val="Normalheadingblue"/>
              <w:spacing w:before="0" w:after="0"/>
              <w:rPr>
                <w:rFonts w:eastAsia="Arial" w:cs="Arial"/>
                <w:b w:val="0"/>
                <w:color w:val="auto"/>
              </w:rPr>
            </w:pPr>
            <w:r w:rsidRPr="001A7B4B">
              <w:rPr>
                <w:rFonts w:eastAsia="Arial" w:cs="Arial"/>
                <w:b w:val="0"/>
                <w:color w:val="auto"/>
              </w:rPr>
              <w:t xml:space="preserve">Quick quiz, 20 questions based on </w:t>
            </w:r>
            <w:r w:rsidR="00A250BE" w:rsidRPr="001A7B4B">
              <w:rPr>
                <w:rFonts w:eastAsia="Arial" w:cs="Arial"/>
                <w:b w:val="0"/>
                <w:color w:val="auto"/>
              </w:rPr>
              <w:t>today's</w:t>
            </w:r>
            <w:r w:rsidRPr="001A7B4B">
              <w:rPr>
                <w:rFonts w:eastAsia="Arial" w:cs="Arial"/>
                <w:b w:val="0"/>
                <w:color w:val="auto"/>
              </w:rPr>
              <w:t xml:space="preserve"> session</w:t>
            </w:r>
            <w:r w:rsidR="004204B8">
              <w:rPr>
                <w:rFonts w:eastAsia="Arial" w:cs="Arial"/>
                <w:b w:val="0"/>
                <w:color w:val="auto"/>
              </w:rPr>
              <w:t>.</w:t>
            </w:r>
          </w:p>
          <w:p w14:paraId="421FA718" w14:textId="77777777" w:rsidR="5C982994" w:rsidRPr="001A7B4B" w:rsidRDefault="5C982994" w:rsidP="00715D3C">
            <w:pPr>
              <w:pStyle w:val="Normalheadingblue"/>
              <w:spacing w:before="0" w:after="0"/>
              <w:rPr>
                <w:rFonts w:cs="Arial"/>
                <w:color w:val="auto"/>
              </w:rPr>
            </w:pPr>
          </w:p>
          <w:p w14:paraId="535A0E0C" w14:textId="77777777" w:rsidR="0E0551D2" w:rsidRPr="001A7B4B" w:rsidRDefault="0E0551D2" w:rsidP="00DA7AD3">
            <w:pPr>
              <w:pStyle w:val="Normalheadingblue"/>
              <w:spacing w:before="0" w:after="0"/>
              <w:rPr>
                <w:rFonts w:cs="Arial"/>
                <w:color w:val="auto"/>
              </w:rPr>
            </w:pPr>
            <w:r w:rsidRPr="001A7B4B">
              <w:rPr>
                <w:rFonts w:cs="Arial"/>
                <w:color w:val="auto"/>
              </w:rPr>
              <w:t>Resources:</w:t>
            </w:r>
          </w:p>
          <w:p w14:paraId="3637ECA2" w14:textId="77777777" w:rsidR="00DA7AD3" w:rsidRPr="001A7B4B" w:rsidRDefault="00FB4987" w:rsidP="00DA7AD3">
            <w:pPr>
              <w:pStyle w:val="Normalbulletlist"/>
              <w:numPr>
                <w:ilvl w:val="0"/>
                <w:numId w:val="0"/>
              </w:numPr>
              <w:rPr>
                <w:rFonts w:cs="Arial"/>
                <w:b/>
                <w:bCs w:val="0"/>
              </w:rPr>
            </w:pPr>
            <w:r w:rsidRPr="001A7B4B">
              <w:rPr>
                <w:rFonts w:cs="Arial"/>
              </w:rPr>
              <w:t>PowerPoint</w:t>
            </w:r>
            <w:r w:rsidR="00137146" w:rsidRPr="001A7B4B">
              <w:rPr>
                <w:rFonts w:cs="Arial"/>
              </w:rPr>
              <w:t xml:space="preserve">: </w:t>
            </w:r>
            <w:r w:rsidRPr="001A7B4B">
              <w:rPr>
                <w:rFonts w:cs="Arial"/>
                <w:b/>
                <w:bCs w:val="0"/>
              </w:rPr>
              <w:t>K1.2 Asbestos</w:t>
            </w:r>
          </w:p>
          <w:p w14:paraId="40D9C364" w14:textId="01F885F6" w:rsidR="00E13099" w:rsidRPr="001A7B4B" w:rsidRDefault="00E13099" w:rsidP="00DA7AD3">
            <w:pPr>
              <w:pStyle w:val="Normalbulletlist"/>
              <w:numPr>
                <w:ilvl w:val="0"/>
                <w:numId w:val="0"/>
              </w:numPr>
              <w:rPr>
                <w:rFonts w:cs="Arial"/>
              </w:rPr>
            </w:pPr>
            <w:r w:rsidRPr="001A7B4B">
              <w:rPr>
                <w:rFonts w:cs="Arial"/>
              </w:rPr>
              <w:t xml:space="preserve">Projector and </w:t>
            </w:r>
            <w:r w:rsidR="00A250BE" w:rsidRPr="001A7B4B">
              <w:rPr>
                <w:rFonts w:cs="Arial"/>
              </w:rPr>
              <w:t>whiteboard</w:t>
            </w:r>
          </w:p>
          <w:p w14:paraId="7D29B5C8" w14:textId="4938A121" w:rsidR="00E13099" w:rsidRPr="001A7B4B" w:rsidRDefault="00D86CA0" w:rsidP="00DA7AD3">
            <w:pPr>
              <w:pStyle w:val="Normalheadingblue"/>
              <w:spacing w:before="0" w:after="0"/>
              <w:rPr>
                <w:rFonts w:cs="Arial"/>
                <w:b w:val="0"/>
                <w:color w:val="auto"/>
              </w:rPr>
            </w:pPr>
            <w:r w:rsidRPr="001A7B4B">
              <w:rPr>
                <w:rFonts w:cs="Arial"/>
                <w:b w:val="0"/>
                <w:color w:val="auto"/>
              </w:rPr>
              <w:t>Asbestos-containing</w:t>
            </w:r>
            <w:r w:rsidR="00E13099" w:rsidRPr="001A7B4B">
              <w:rPr>
                <w:rFonts w:cs="Arial"/>
                <w:b w:val="0"/>
                <w:color w:val="auto"/>
              </w:rPr>
              <w:t xml:space="preserve"> material images</w:t>
            </w:r>
          </w:p>
          <w:p w14:paraId="25528581" w14:textId="77777777" w:rsidR="00E13099" w:rsidRPr="001A7B4B" w:rsidRDefault="00E13099" w:rsidP="00DA7AD3">
            <w:pPr>
              <w:pStyle w:val="Normalheadingblue"/>
              <w:spacing w:before="0" w:after="0"/>
              <w:rPr>
                <w:rFonts w:cs="Arial"/>
                <w:b w:val="0"/>
                <w:color w:val="auto"/>
              </w:rPr>
            </w:pPr>
            <w:r w:rsidRPr="001A7B4B">
              <w:rPr>
                <w:rFonts w:cs="Arial"/>
                <w:b w:val="0"/>
                <w:color w:val="auto"/>
              </w:rPr>
              <w:t>Knowledge check quiz</w:t>
            </w:r>
          </w:p>
          <w:p w14:paraId="442FAD6C" w14:textId="77777777" w:rsidR="00547798" w:rsidRPr="001A7B4B" w:rsidRDefault="00547798" w:rsidP="00715D3C">
            <w:pPr>
              <w:pStyle w:val="Normalheadingblue"/>
              <w:spacing w:before="0" w:after="0"/>
              <w:rPr>
                <w:rFonts w:cs="Arial"/>
                <w:color w:val="auto"/>
              </w:rPr>
            </w:pPr>
          </w:p>
        </w:tc>
        <w:tc>
          <w:tcPr>
            <w:tcW w:w="2246" w:type="dxa"/>
          </w:tcPr>
          <w:p w14:paraId="741CD422" w14:textId="77777777" w:rsidR="00DD207A" w:rsidRDefault="008A57D2" w:rsidP="00A936A0">
            <w:pPr>
              <w:spacing w:before="0" w:after="0"/>
            </w:pPr>
            <w:r>
              <w:lastRenderedPageBreak/>
              <w:t>Q&amp;A</w:t>
            </w:r>
            <w:r>
              <w:br/>
            </w:r>
            <w:r>
              <w:br/>
              <w:t>Knowledge questions</w:t>
            </w:r>
            <w:r>
              <w:br/>
              <w:t>English skills (reading, writing, technical vocabulary)</w:t>
            </w:r>
          </w:p>
        </w:tc>
      </w:tr>
      <w:tr w:rsidR="00790729" w14:paraId="6ECA7261" w14:textId="77777777" w:rsidTr="24BA986D">
        <w:trPr>
          <w:trHeight w:val="300"/>
          <w:jc w:val="center"/>
        </w:trPr>
        <w:tc>
          <w:tcPr>
            <w:tcW w:w="1297" w:type="dxa"/>
          </w:tcPr>
          <w:p w14:paraId="3F6E2521" w14:textId="77777777" w:rsidR="00790729" w:rsidRPr="001A7B4B" w:rsidRDefault="00790729" w:rsidP="7332586D">
            <w:pPr>
              <w:jc w:val="center"/>
              <w:rPr>
                <w:rFonts w:cs="Arial"/>
                <w:b/>
                <w:bCs/>
              </w:rPr>
            </w:pPr>
            <w:r w:rsidRPr="001A7B4B">
              <w:rPr>
                <w:rFonts w:cs="Arial"/>
                <w:b/>
                <w:bCs/>
              </w:rPr>
              <w:t>4</w:t>
            </w:r>
          </w:p>
          <w:p w14:paraId="7F933841" w14:textId="77777777" w:rsidR="00790729" w:rsidRPr="001A7B4B" w:rsidRDefault="00790729" w:rsidP="7332586D">
            <w:pPr>
              <w:jc w:val="center"/>
              <w:rPr>
                <w:rFonts w:cs="Arial"/>
              </w:rPr>
            </w:pPr>
            <w:r w:rsidRPr="001A7B4B">
              <w:rPr>
                <w:rFonts w:cs="Arial"/>
              </w:rPr>
              <w:t>3 Hours</w:t>
            </w:r>
          </w:p>
        </w:tc>
        <w:tc>
          <w:tcPr>
            <w:tcW w:w="2199" w:type="dxa"/>
          </w:tcPr>
          <w:p w14:paraId="4DE20A93" w14:textId="77777777" w:rsidR="00790729" w:rsidRPr="001A7B4B" w:rsidRDefault="00790729" w:rsidP="00790729">
            <w:pPr>
              <w:pStyle w:val="Normalheadingblack"/>
              <w:rPr>
                <w:rFonts w:cs="Arial"/>
                <w:lang w:eastAsia="en-GB"/>
              </w:rPr>
            </w:pPr>
            <w:r w:rsidRPr="001A7B4B">
              <w:rPr>
                <w:rFonts w:cs="Arial"/>
                <w:lang w:eastAsia="en-GB"/>
              </w:rPr>
              <w:t>Outcome 1 – Plumbing and heating common knowledge criteria</w:t>
            </w:r>
          </w:p>
          <w:p w14:paraId="73BC9812" w14:textId="77777777" w:rsidR="00790729" w:rsidRPr="001A7B4B" w:rsidRDefault="00790729" w:rsidP="7332586D">
            <w:pPr>
              <w:pStyle w:val="Normalheadingblack"/>
              <w:rPr>
                <w:rFonts w:cs="Arial"/>
                <w:lang w:eastAsia="en-GB"/>
              </w:rPr>
            </w:pPr>
          </w:p>
        </w:tc>
        <w:tc>
          <w:tcPr>
            <w:tcW w:w="3135" w:type="dxa"/>
          </w:tcPr>
          <w:p w14:paraId="2522CF3F" w14:textId="77777777" w:rsidR="00790729" w:rsidRPr="001A7B4B" w:rsidRDefault="00790729" w:rsidP="00A936A0">
            <w:pPr>
              <w:pStyle w:val="Normalheadingblack"/>
              <w:spacing w:before="0" w:after="0"/>
              <w:rPr>
                <w:rFonts w:cs="Arial"/>
              </w:rPr>
            </w:pPr>
            <w:r w:rsidRPr="001A7B4B">
              <w:rPr>
                <w:rFonts w:cs="Arial"/>
                <w:b w:val="0"/>
                <w:lang w:eastAsia="en-GB"/>
              </w:rPr>
              <w:t xml:space="preserve">K1.2 </w:t>
            </w:r>
            <w:r w:rsidRPr="001A7B4B">
              <w:rPr>
                <w:rFonts w:eastAsia="Calibri" w:cs="Arial"/>
                <w:b w:val="0"/>
              </w:rPr>
              <w:t>Typical hazards and risks associated with plumbing and heating systems</w:t>
            </w:r>
          </w:p>
          <w:p w14:paraId="43755C28" w14:textId="77777777" w:rsidR="00790729" w:rsidRPr="001A7B4B" w:rsidRDefault="00790729" w:rsidP="00A936A0">
            <w:pPr>
              <w:pStyle w:val="Normalheadingblack"/>
              <w:spacing w:before="0" w:after="0"/>
              <w:ind w:left="720"/>
              <w:rPr>
                <w:rFonts w:cs="Arial"/>
                <w:b w:val="0"/>
                <w:lang w:eastAsia="en-GB"/>
              </w:rPr>
            </w:pPr>
          </w:p>
        </w:tc>
        <w:tc>
          <w:tcPr>
            <w:tcW w:w="5785" w:type="dxa"/>
          </w:tcPr>
          <w:p w14:paraId="085D542F" w14:textId="77777777" w:rsidR="00790729" w:rsidRPr="001A7B4B" w:rsidRDefault="00790729" w:rsidP="00673930">
            <w:pPr>
              <w:pStyle w:val="Normalheadingblue"/>
              <w:spacing w:before="0" w:after="0"/>
              <w:rPr>
                <w:rFonts w:cs="Arial"/>
                <w:color w:val="auto"/>
              </w:rPr>
            </w:pPr>
            <w:r w:rsidRPr="001A7B4B">
              <w:rPr>
                <w:rFonts w:cs="Arial"/>
                <w:color w:val="auto"/>
              </w:rPr>
              <w:t>Activities:</w:t>
            </w:r>
          </w:p>
          <w:p w14:paraId="7F7346E4" w14:textId="77777777" w:rsidR="00790729" w:rsidRPr="001A7B4B" w:rsidRDefault="00790729" w:rsidP="00673930">
            <w:pPr>
              <w:pStyle w:val="Normalheadingblue"/>
              <w:spacing w:before="0" w:after="0"/>
              <w:rPr>
                <w:rFonts w:cs="Arial"/>
                <w:bCs/>
                <w:color w:val="auto"/>
              </w:rPr>
            </w:pPr>
            <w:r w:rsidRPr="001A7B4B">
              <w:rPr>
                <w:rFonts w:cs="Arial"/>
                <w:bCs/>
                <w:color w:val="auto"/>
              </w:rPr>
              <w:t xml:space="preserve">Starter task example: </w:t>
            </w:r>
          </w:p>
          <w:p w14:paraId="0473A566" w14:textId="4D111D84" w:rsidR="00790729" w:rsidRPr="001A7B4B" w:rsidRDefault="00116A2E" w:rsidP="00673930">
            <w:pPr>
              <w:pStyle w:val="Normalheadingblue"/>
              <w:spacing w:before="0" w:after="0"/>
              <w:rPr>
                <w:rFonts w:cs="Arial"/>
                <w:b w:val="0"/>
                <w:color w:val="auto"/>
              </w:rPr>
            </w:pPr>
            <w:r w:rsidRPr="001A7B4B">
              <w:rPr>
                <w:rFonts w:cs="Arial"/>
                <w:b w:val="0"/>
                <w:color w:val="auto"/>
              </w:rPr>
              <w:t>Students</w:t>
            </w:r>
            <w:r w:rsidR="00790729" w:rsidRPr="001A7B4B">
              <w:rPr>
                <w:rFonts w:cs="Arial"/>
                <w:b w:val="0"/>
                <w:color w:val="auto"/>
              </w:rPr>
              <w:t xml:space="preserve"> are to make a quick list of risks when working with electrical equipment before discussing as a group.</w:t>
            </w:r>
          </w:p>
          <w:p w14:paraId="639CE43D" w14:textId="77777777" w:rsidR="00790729" w:rsidRPr="001A7B4B" w:rsidRDefault="00790729" w:rsidP="00673930">
            <w:pPr>
              <w:pStyle w:val="Normalheadingblue"/>
              <w:spacing w:before="0" w:after="0"/>
              <w:rPr>
                <w:rFonts w:cs="Arial"/>
                <w:b w:val="0"/>
                <w:color w:val="auto"/>
              </w:rPr>
            </w:pPr>
          </w:p>
          <w:p w14:paraId="14ECDC1E" w14:textId="77777777" w:rsidR="00790729" w:rsidRPr="001A7B4B" w:rsidRDefault="00790729" w:rsidP="00673930">
            <w:pPr>
              <w:pStyle w:val="Normalheadingblue"/>
              <w:spacing w:before="0" w:after="0"/>
              <w:rPr>
                <w:rFonts w:cs="Arial"/>
                <w:bCs/>
                <w:color w:val="auto"/>
              </w:rPr>
            </w:pPr>
            <w:r w:rsidRPr="001A7B4B">
              <w:rPr>
                <w:rFonts w:cs="Arial"/>
                <w:bCs/>
                <w:color w:val="auto"/>
              </w:rPr>
              <w:t xml:space="preserve">Delivery focus: </w:t>
            </w:r>
          </w:p>
          <w:p w14:paraId="5DC52A36" w14:textId="77777777" w:rsidR="00790729" w:rsidRPr="001A7B4B" w:rsidRDefault="006F1CE9" w:rsidP="00673930">
            <w:pPr>
              <w:pStyle w:val="Normalheadingblue"/>
              <w:spacing w:before="0" w:after="0"/>
              <w:rPr>
                <w:rFonts w:eastAsia="Arial" w:cs="Arial"/>
                <w:color w:val="auto"/>
              </w:rPr>
            </w:pPr>
            <w:r w:rsidRPr="001A7B4B">
              <w:rPr>
                <w:rFonts w:eastAsia="Arial" w:cs="Arial"/>
                <w:color w:val="auto"/>
              </w:rPr>
              <w:t xml:space="preserve">Health and safety - </w:t>
            </w:r>
            <w:r w:rsidR="00790729" w:rsidRPr="001A7B4B">
              <w:rPr>
                <w:rFonts w:eastAsia="Arial" w:cs="Arial"/>
                <w:color w:val="auto"/>
              </w:rPr>
              <w:t>Electrocution</w:t>
            </w:r>
            <w:r w:rsidR="00E75229" w:rsidRPr="001A7B4B">
              <w:rPr>
                <w:rFonts w:eastAsia="Arial" w:cs="Arial"/>
                <w:color w:val="auto"/>
              </w:rPr>
              <w:t xml:space="preserve"> - </w:t>
            </w:r>
            <w:r w:rsidR="00790729" w:rsidRPr="001A7B4B">
              <w:rPr>
                <w:rFonts w:eastAsia="Arial" w:cs="Arial"/>
                <w:b w:val="0"/>
                <w:color w:val="auto"/>
              </w:rPr>
              <w:t>Common electrical dangers encountered on construction sites and in private dwellings:</w:t>
            </w:r>
          </w:p>
          <w:p w14:paraId="6FF1461C" w14:textId="57380F5A" w:rsidR="00790729" w:rsidRPr="001A7B4B" w:rsidRDefault="00790729" w:rsidP="002C017C">
            <w:pPr>
              <w:pStyle w:val="Normalheadingblue"/>
              <w:numPr>
                <w:ilvl w:val="0"/>
                <w:numId w:val="178"/>
              </w:numPr>
              <w:spacing w:before="0" w:after="0"/>
              <w:rPr>
                <w:rFonts w:eastAsia="Arial" w:cs="Arial"/>
                <w:b w:val="0"/>
                <w:color w:val="auto"/>
              </w:rPr>
            </w:pPr>
            <w:r w:rsidRPr="001A7B4B">
              <w:rPr>
                <w:rFonts w:eastAsia="Arial" w:cs="Arial"/>
                <w:b w:val="0"/>
                <w:color w:val="auto"/>
              </w:rPr>
              <w:t>faulty electrical equipment</w:t>
            </w:r>
          </w:p>
          <w:p w14:paraId="161BA0FA" w14:textId="1CB1D5FA" w:rsidR="00790729" w:rsidRPr="001A7B4B" w:rsidRDefault="00790729" w:rsidP="002C017C">
            <w:pPr>
              <w:pStyle w:val="Normalheadingblue"/>
              <w:numPr>
                <w:ilvl w:val="0"/>
                <w:numId w:val="178"/>
              </w:numPr>
              <w:spacing w:before="0" w:after="0"/>
              <w:rPr>
                <w:rFonts w:eastAsia="Arial" w:cs="Arial"/>
                <w:b w:val="0"/>
                <w:color w:val="auto"/>
              </w:rPr>
            </w:pPr>
            <w:r w:rsidRPr="001A7B4B">
              <w:rPr>
                <w:rFonts w:eastAsia="Arial" w:cs="Arial"/>
                <w:b w:val="0"/>
                <w:color w:val="auto"/>
              </w:rPr>
              <w:t>signs of damaged or worn electrical cables – power tools and property hard wiring system</w:t>
            </w:r>
          </w:p>
          <w:p w14:paraId="3CFB5396" w14:textId="6D6A88F9" w:rsidR="00790729" w:rsidRPr="001A7B4B" w:rsidRDefault="00790729" w:rsidP="002C017C">
            <w:pPr>
              <w:pStyle w:val="Normalheadingblue"/>
              <w:numPr>
                <w:ilvl w:val="0"/>
                <w:numId w:val="178"/>
              </w:numPr>
              <w:spacing w:before="0" w:after="0"/>
              <w:rPr>
                <w:rFonts w:eastAsia="Arial" w:cs="Arial"/>
                <w:b w:val="0"/>
                <w:color w:val="auto"/>
              </w:rPr>
            </w:pPr>
            <w:r w:rsidRPr="001A7B4B">
              <w:rPr>
                <w:rFonts w:eastAsia="Arial" w:cs="Arial"/>
                <w:b w:val="0"/>
                <w:color w:val="auto"/>
              </w:rPr>
              <w:t>trailing cables</w:t>
            </w:r>
          </w:p>
          <w:p w14:paraId="10C2873F" w14:textId="2B15984B" w:rsidR="00790729" w:rsidRPr="001A7B4B" w:rsidRDefault="00790729" w:rsidP="002C017C">
            <w:pPr>
              <w:pStyle w:val="Normalheadingblue"/>
              <w:numPr>
                <w:ilvl w:val="0"/>
                <w:numId w:val="178"/>
              </w:numPr>
              <w:spacing w:before="0" w:after="0"/>
              <w:rPr>
                <w:rFonts w:eastAsia="Arial" w:cs="Arial"/>
                <w:b w:val="0"/>
                <w:color w:val="auto"/>
              </w:rPr>
            </w:pPr>
            <w:r w:rsidRPr="001A7B4B">
              <w:rPr>
                <w:rFonts w:eastAsia="Arial" w:cs="Arial"/>
                <w:b w:val="0"/>
                <w:color w:val="auto"/>
              </w:rPr>
              <w:t>proximity of cables to services pipework</w:t>
            </w:r>
          </w:p>
          <w:p w14:paraId="11CB48FE" w14:textId="76803502" w:rsidR="00790729" w:rsidRPr="001A7B4B" w:rsidRDefault="00790729" w:rsidP="002C017C">
            <w:pPr>
              <w:pStyle w:val="Normalheadingblue"/>
              <w:numPr>
                <w:ilvl w:val="0"/>
                <w:numId w:val="178"/>
              </w:numPr>
              <w:spacing w:before="0" w:after="0"/>
              <w:rPr>
                <w:rFonts w:eastAsia="Arial" w:cs="Arial"/>
                <w:b w:val="0"/>
                <w:color w:val="auto"/>
              </w:rPr>
            </w:pPr>
            <w:r w:rsidRPr="001A7B4B">
              <w:rPr>
                <w:rFonts w:eastAsia="Arial" w:cs="Arial"/>
                <w:b w:val="0"/>
                <w:color w:val="auto"/>
              </w:rPr>
              <w:t>buried/hidden cables</w:t>
            </w:r>
          </w:p>
          <w:p w14:paraId="3EBBE83A" w14:textId="2F7E7DAC" w:rsidR="00790729" w:rsidRPr="001A7B4B" w:rsidRDefault="00790729" w:rsidP="002C017C">
            <w:pPr>
              <w:pStyle w:val="Normalheadingblue"/>
              <w:numPr>
                <w:ilvl w:val="0"/>
                <w:numId w:val="178"/>
              </w:numPr>
              <w:spacing w:before="0" w:after="0"/>
              <w:rPr>
                <w:rFonts w:eastAsia="Arial" w:cs="Arial"/>
                <w:b w:val="0"/>
                <w:color w:val="auto"/>
              </w:rPr>
            </w:pPr>
            <w:r w:rsidRPr="001A7B4B">
              <w:rPr>
                <w:rFonts w:eastAsia="Arial" w:cs="Arial"/>
                <w:b w:val="0"/>
                <w:color w:val="auto"/>
              </w:rPr>
              <w:t>inadequate over-current protection devices</w:t>
            </w:r>
          </w:p>
          <w:p w14:paraId="49C8DC80" w14:textId="77777777" w:rsidR="00790729" w:rsidRPr="001A7B4B" w:rsidRDefault="00790729" w:rsidP="00673930">
            <w:pPr>
              <w:pStyle w:val="Normalheadingblue"/>
              <w:spacing w:before="0" w:after="0"/>
              <w:rPr>
                <w:rFonts w:cs="Arial"/>
                <w:color w:val="auto"/>
              </w:rPr>
            </w:pPr>
          </w:p>
          <w:p w14:paraId="39BFF5C3" w14:textId="2551364A" w:rsidR="00790729" w:rsidRPr="001A7B4B" w:rsidRDefault="00790729" w:rsidP="00673930">
            <w:pPr>
              <w:pStyle w:val="Normalheadingblue"/>
              <w:spacing w:before="0" w:after="0"/>
              <w:rPr>
                <w:rFonts w:eastAsia="Arial" w:cs="Arial"/>
                <w:bCs/>
                <w:color w:val="auto"/>
              </w:rPr>
            </w:pPr>
            <w:r w:rsidRPr="001A7B4B">
              <w:rPr>
                <w:rFonts w:eastAsia="Arial" w:cs="Arial"/>
                <w:bCs/>
                <w:color w:val="auto"/>
              </w:rPr>
              <w:lastRenderedPageBreak/>
              <w:t xml:space="preserve">Knowledge </w:t>
            </w:r>
            <w:r w:rsidR="00F262A7" w:rsidRPr="001A7B4B">
              <w:rPr>
                <w:rFonts w:eastAsia="Arial" w:cs="Arial"/>
                <w:bCs/>
                <w:color w:val="auto"/>
              </w:rPr>
              <w:t>C</w:t>
            </w:r>
            <w:r w:rsidRPr="001A7B4B">
              <w:rPr>
                <w:rFonts w:eastAsia="Arial" w:cs="Arial"/>
                <w:bCs/>
                <w:color w:val="auto"/>
              </w:rPr>
              <w:t xml:space="preserve">heck example: </w:t>
            </w:r>
          </w:p>
          <w:p w14:paraId="14441CD3" w14:textId="6A5A2948" w:rsidR="00D11CF7" w:rsidRPr="001A7B4B" w:rsidRDefault="00D11CF7" w:rsidP="00673930">
            <w:pPr>
              <w:pStyle w:val="Normalheadingblue"/>
              <w:spacing w:before="0" w:after="0"/>
              <w:rPr>
                <w:rFonts w:eastAsia="Arial" w:cs="Arial"/>
                <w:b w:val="0"/>
                <w:bCs/>
                <w:color w:val="auto"/>
              </w:rPr>
            </w:pPr>
            <w:r w:rsidRPr="001A7B4B">
              <w:rPr>
                <w:rFonts w:eastAsia="Arial" w:cs="Arial"/>
                <w:b w:val="0"/>
                <w:bCs/>
                <w:color w:val="auto"/>
              </w:rPr>
              <w:t xml:space="preserve">Distribute images of </w:t>
            </w:r>
            <w:r w:rsidR="00154848" w:rsidRPr="001A7B4B">
              <w:rPr>
                <w:rFonts w:eastAsia="Arial" w:cs="Arial"/>
                <w:b w:val="0"/>
                <w:bCs/>
                <w:color w:val="auto"/>
              </w:rPr>
              <w:t>workspaces</w:t>
            </w:r>
            <w:r w:rsidRPr="001A7B4B">
              <w:rPr>
                <w:rFonts w:eastAsia="Arial" w:cs="Arial"/>
                <w:b w:val="0"/>
                <w:bCs/>
                <w:color w:val="auto"/>
              </w:rPr>
              <w:t xml:space="preserve"> with electrical faults and dangers – </w:t>
            </w:r>
            <w:r w:rsidR="00F502C8" w:rsidRPr="001A7B4B">
              <w:rPr>
                <w:rFonts w:eastAsia="Arial" w:cs="Arial"/>
                <w:b w:val="0"/>
                <w:bCs/>
                <w:color w:val="auto"/>
              </w:rPr>
              <w:t>students</w:t>
            </w:r>
            <w:r w:rsidRPr="001A7B4B">
              <w:rPr>
                <w:rFonts w:eastAsia="Arial" w:cs="Arial"/>
                <w:b w:val="0"/>
                <w:bCs/>
                <w:color w:val="auto"/>
              </w:rPr>
              <w:t xml:space="preserve"> are to identify the risks and corrective measures required.</w:t>
            </w:r>
          </w:p>
          <w:p w14:paraId="14127C1C" w14:textId="77777777" w:rsidR="00790729" w:rsidRPr="001A7B4B" w:rsidRDefault="00790729" w:rsidP="00673930">
            <w:pPr>
              <w:pStyle w:val="Normalheadingblue"/>
              <w:spacing w:before="0" w:after="0"/>
              <w:rPr>
                <w:rFonts w:cs="Arial"/>
                <w:color w:val="auto"/>
              </w:rPr>
            </w:pPr>
          </w:p>
          <w:p w14:paraId="242FED27" w14:textId="77777777" w:rsidR="00D11CF7" w:rsidRPr="001A7B4B" w:rsidRDefault="00D11CF7" w:rsidP="00673930">
            <w:pPr>
              <w:pStyle w:val="Normalheadingblue"/>
              <w:spacing w:before="0" w:after="0"/>
              <w:rPr>
                <w:rFonts w:cs="Arial"/>
                <w:color w:val="auto"/>
              </w:rPr>
            </w:pPr>
            <w:r w:rsidRPr="001A7B4B">
              <w:rPr>
                <w:rFonts w:cs="Arial"/>
                <w:color w:val="auto"/>
              </w:rPr>
              <w:t>Resources:</w:t>
            </w:r>
          </w:p>
          <w:p w14:paraId="5DA9C6BC" w14:textId="77777777" w:rsidR="00D11CF7" w:rsidRPr="001A7B4B" w:rsidRDefault="00D11CF7" w:rsidP="00673930">
            <w:pPr>
              <w:pStyle w:val="Normalheadingblue"/>
              <w:spacing w:before="0" w:after="0"/>
              <w:rPr>
                <w:rFonts w:cs="Arial"/>
                <w:b w:val="0"/>
                <w:color w:val="auto"/>
              </w:rPr>
            </w:pPr>
            <w:r w:rsidRPr="001A7B4B">
              <w:rPr>
                <w:rFonts w:cs="Arial"/>
                <w:b w:val="0"/>
                <w:color w:val="auto"/>
              </w:rPr>
              <w:t>Examples of defective equipment</w:t>
            </w:r>
          </w:p>
          <w:p w14:paraId="553A04C5" w14:textId="77777777" w:rsidR="00D11CF7" w:rsidRPr="001A7B4B" w:rsidRDefault="00D11CF7" w:rsidP="00673930">
            <w:pPr>
              <w:pStyle w:val="Normalheadingblue"/>
              <w:spacing w:before="0" w:after="0"/>
              <w:rPr>
                <w:rFonts w:cs="Arial"/>
                <w:b w:val="0"/>
                <w:color w:val="auto"/>
              </w:rPr>
            </w:pPr>
            <w:r w:rsidRPr="001A7B4B">
              <w:rPr>
                <w:rFonts w:cs="Arial"/>
                <w:b w:val="0"/>
                <w:color w:val="auto"/>
              </w:rPr>
              <w:t>Examples of overcurrent devices</w:t>
            </w:r>
          </w:p>
          <w:p w14:paraId="2DD5D7AE" w14:textId="77777777" w:rsidR="00D11CF7" w:rsidRPr="001A7B4B" w:rsidRDefault="00D11CF7" w:rsidP="00673930">
            <w:pPr>
              <w:pStyle w:val="Normalheadingblue"/>
              <w:spacing w:before="0" w:after="0"/>
              <w:rPr>
                <w:rFonts w:cs="Arial"/>
                <w:b w:val="0"/>
                <w:color w:val="auto"/>
              </w:rPr>
            </w:pPr>
            <w:r w:rsidRPr="001A7B4B">
              <w:rPr>
                <w:rFonts w:cs="Arial"/>
                <w:b w:val="0"/>
                <w:color w:val="auto"/>
              </w:rPr>
              <w:t>Images of poor practice</w:t>
            </w:r>
          </w:p>
          <w:p w14:paraId="7FBFE714" w14:textId="730657BC" w:rsidR="00D11CF7" w:rsidRPr="001A7B4B" w:rsidRDefault="00D11CF7" w:rsidP="00673930">
            <w:pPr>
              <w:pStyle w:val="Normalheadingblue"/>
              <w:spacing w:before="0" w:after="0"/>
              <w:rPr>
                <w:rFonts w:cs="Arial"/>
                <w:b w:val="0"/>
                <w:color w:val="auto"/>
              </w:rPr>
            </w:pPr>
            <w:r w:rsidRPr="001A7B4B">
              <w:rPr>
                <w:rFonts w:cs="Arial"/>
                <w:b w:val="0"/>
                <w:color w:val="auto"/>
              </w:rPr>
              <w:t xml:space="preserve">Projector and </w:t>
            </w:r>
            <w:r w:rsidR="00A250BE" w:rsidRPr="001A7B4B">
              <w:rPr>
                <w:rFonts w:cs="Arial"/>
                <w:b w:val="0"/>
                <w:color w:val="auto"/>
              </w:rPr>
              <w:t>whiteboard</w:t>
            </w:r>
          </w:p>
          <w:p w14:paraId="0010E54D" w14:textId="77777777" w:rsidR="00790729" w:rsidRPr="001A7B4B" w:rsidRDefault="00790729" w:rsidP="00673930">
            <w:pPr>
              <w:pStyle w:val="Normalheadingblue"/>
              <w:spacing w:before="0" w:after="0"/>
              <w:rPr>
                <w:rFonts w:cs="Arial"/>
                <w:color w:val="auto"/>
              </w:rPr>
            </w:pPr>
          </w:p>
        </w:tc>
        <w:tc>
          <w:tcPr>
            <w:tcW w:w="2246" w:type="dxa"/>
          </w:tcPr>
          <w:p w14:paraId="23397857" w14:textId="77777777" w:rsidR="00DD207A" w:rsidRDefault="008A57D2" w:rsidP="00A936A0">
            <w:pPr>
              <w:spacing w:before="0" w:after="0"/>
            </w:pPr>
            <w:r>
              <w:lastRenderedPageBreak/>
              <w:t>Group work task</w:t>
            </w:r>
            <w:r>
              <w:br/>
            </w:r>
            <w:r>
              <w:br/>
              <w:t>Scenario based task – identify risks and suggest measures</w:t>
            </w:r>
            <w:r>
              <w:br/>
              <w:t>Maths skills (measurement, scale, calculation, costing)</w:t>
            </w:r>
          </w:p>
        </w:tc>
      </w:tr>
      <w:tr w:rsidR="7332586D" w14:paraId="33A4F067" w14:textId="77777777" w:rsidTr="24BA986D">
        <w:trPr>
          <w:trHeight w:val="300"/>
          <w:jc w:val="center"/>
        </w:trPr>
        <w:tc>
          <w:tcPr>
            <w:tcW w:w="1297" w:type="dxa"/>
          </w:tcPr>
          <w:p w14:paraId="6792D35F" w14:textId="77777777" w:rsidR="5CF1F486" w:rsidRPr="001A7B4B" w:rsidRDefault="00790729" w:rsidP="7332586D">
            <w:pPr>
              <w:jc w:val="center"/>
              <w:rPr>
                <w:rFonts w:cs="Arial"/>
                <w:b/>
                <w:bCs/>
              </w:rPr>
            </w:pPr>
            <w:r w:rsidRPr="001A7B4B">
              <w:rPr>
                <w:rFonts w:cs="Arial"/>
                <w:b/>
                <w:bCs/>
              </w:rPr>
              <w:t>5</w:t>
            </w:r>
          </w:p>
          <w:p w14:paraId="09C7C142" w14:textId="77777777" w:rsidR="5CF1F486" w:rsidRPr="001A7B4B" w:rsidRDefault="5CF1F486" w:rsidP="7332586D">
            <w:pPr>
              <w:jc w:val="center"/>
              <w:rPr>
                <w:rFonts w:cs="Arial"/>
              </w:rPr>
            </w:pPr>
            <w:r w:rsidRPr="001A7B4B">
              <w:rPr>
                <w:rFonts w:cs="Arial"/>
              </w:rPr>
              <w:t>3 hours</w:t>
            </w:r>
          </w:p>
          <w:p w14:paraId="06C3BF27" w14:textId="454044BB" w:rsidR="00917802" w:rsidRPr="001A7B4B" w:rsidRDefault="00917802" w:rsidP="7332586D">
            <w:pPr>
              <w:jc w:val="center"/>
              <w:rPr>
                <w:rFonts w:cs="Arial"/>
                <w:b/>
                <w:bCs/>
              </w:rPr>
            </w:pPr>
            <w:r w:rsidRPr="001A7B4B">
              <w:rPr>
                <w:rFonts w:cs="Arial"/>
                <w:b/>
                <w:bCs/>
                <w:highlight w:val="yellow"/>
              </w:rPr>
              <w:t xml:space="preserve">PPT </w:t>
            </w:r>
            <w:r w:rsidR="005F6E8F" w:rsidRPr="001A7B4B">
              <w:rPr>
                <w:rFonts w:cs="Arial"/>
                <w:b/>
                <w:bCs/>
                <w:highlight w:val="yellow"/>
              </w:rPr>
              <w:t>available</w:t>
            </w:r>
          </w:p>
        </w:tc>
        <w:tc>
          <w:tcPr>
            <w:tcW w:w="2199" w:type="dxa"/>
          </w:tcPr>
          <w:p w14:paraId="1E88F444" w14:textId="77777777" w:rsidR="5CF1F486" w:rsidRPr="001A7B4B" w:rsidRDefault="5CF1F486" w:rsidP="7332586D">
            <w:pPr>
              <w:pStyle w:val="Normalheadingblack"/>
              <w:rPr>
                <w:rFonts w:cs="Arial"/>
                <w:lang w:eastAsia="en-GB"/>
              </w:rPr>
            </w:pPr>
            <w:r w:rsidRPr="001A7B4B">
              <w:rPr>
                <w:rFonts w:cs="Arial"/>
                <w:lang w:eastAsia="en-GB"/>
              </w:rPr>
              <w:t>Outcome 1 – Plumbing and heating common knowledge criteria</w:t>
            </w:r>
          </w:p>
          <w:p w14:paraId="070F97EB" w14:textId="77777777" w:rsidR="7332586D" w:rsidRPr="001A7B4B" w:rsidRDefault="7332586D" w:rsidP="7332586D">
            <w:pPr>
              <w:pStyle w:val="Normalheadingblack"/>
              <w:rPr>
                <w:rFonts w:cs="Arial"/>
                <w:lang w:eastAsia="en-GB"/>
              </w:rPr>
            </w:pPr>
          </w:p>
        </w:tc>
        <w:tc>
          <w:tcPr>
            <w:tcW w:w="3135" w:type="dxa"/>
          </w:tcPr>
          <w:p w14:paraId="7C43C339" w14:textId="77777777" w:rsidR="5CF1F486" w:rsidRPr="001A7B4B" w:rsidRDefault="5CF1F486" w:rsidP="00A936A0">
            <w:pPr>
              <w:pStyle w:val="Normalheadingblack"/>
              <w:spacing w:before="0" w:after="0"/>
            </w:pPr>
            <w:r w:rsidRPr="001A7B4B">
              <w:rPr>
                <w:rFonts w:cs="Arial"/>
                <w:b w:val="0"/>
                <w:lang w:eastAsia="en-GB"/>
              </w:rPr>
              <w:t xml:space="preserve">K1.2 </w:t>
            </w:r>
            <w:r w:rsidRPr="001A7B4B">
              <w:rPr>
                <w:rFonts w:eastAsia="Calibri" w:cs="Arial"/>
                <w:b w:val="0"/>
                <w:szCs w:val="22"/>
              </w:rPr>
              <w:t>Typical hazards and risks associated with plumbing and heating systems</w:t>
            </w:r>
          </w:p>
          <w:p w14:paraId="4EA54C08" w14:textId="77777777" w:rsidR="7332586D" w:rsidRPr="001A7B4B" w:rsidRDefault="7332586D" w:rsidP="7332586D">
            <w:pPr>
              <w:pStyle w:val="Normalheadingblack"/>
              <w:rPr>
                <w:rFonts w:ascii="Calibri" w:eastAsia="Calibri" w:hAnsi="Calibri" w:cs="Calibri"/>
                <w:b w:val="0"/>
                <w:szCs w:val="22"/>
              </w:rPr>
            </w:pPr>
          </w:p>
          <w:p w14:paraId="36629F28" w14:textId="77777777" w:rsidR="7332586D" w:rsidRPr="001A7B4B" w:rsidRDefault="7332586D" w:rsidP="7332586D">
            <w:pPr>
              <w:pStyle w:val="Normalheadingblack"/>
              <w:rPr>
                <w:rFonts w:ascii="Calibri" w:eastAsia="Calibri" w:hAnsi="Calibri" w:cs="Calibri"/>
                <w:b w:val="0"/>
                <w:szCs w:val="22"/>
              </w:rPr>
            </w:pPr>
          </w:p>
          <w:p w14:paraId="0080899E" w14:textId="77777777" w:rsidR="7332586D" w:rsidRPr="001A7B4B" w:rsidRDefault="7332586D" w:rsidP="7332586D">
            <w:pPr>
              <w:pStyle w:val="CommentText"/>
              <w:rPr>
                <w:rFonts w:cs="Arial"/>
                <w:sz w:val="22"/>
                <w:szCs w:val="22"/>
              </w:rPr>
            </w:pPr>
          </w:p>
        </w:tc>
        <w:tc>
          <w:tcPr>
            <w:tcW w:w="5785" w:type="dxa"/>
          </w:tcPr>
          <w:p w14:paraId="5D34A560" w14:textId="22D486ED" w:rsidR="7332586D" w:rsidRPr="001A7B4B" w:rsidRDefault="632BC234" w:rsidP="00AE31EC">
            <w:pPr>
              <w:pStyle w:val="Normalheadingblue"/>
              <w:spacing w:before="0" w:after="0"/>
              <w:rPr>
                <w:rFonts w:cs="Arial"/>
                <w:color w:val="auto"/>
              </w:rPr>
            </w:pPr>
            <w:r w:rsidRPr="001A7B4B">
              <w:rPr>
                <w:rFonts w:cs="Arial"/>
                <w:color w:val="auto"/>
              </w:rPr>
              <w:t>Activities:</w:t>
            </w:r>
          </w:p>
          <w:p w14:paraId="47B947DD" w14:textId="01038901" w:rsidR="7332586D" w:rsidRPr="001A7B4B" w:rsidRDefault="632BC234" w:rsidP="00AE31EC">
            <w:pPr>
              <w:pStyle w:val="Normalheadingblue"/>
              <w:spacing w:before="0" w:after="0"/>
              <w:rPr>
                <w:rFonts w:cs="Arial"/>
                <w:color w:val="auto"/>
              </w:rPr>
            </w:pPr>
            <w:r w:rsidRPr="001A7B4B">
              <w:rPr>
                <w:rFonts w:cs="Arial"/>
                <w:color w:val="auto"/>
              </w:rPr>
              <w:t>Starter</w:t>
            </w:r>
            <w:r w:rsidR="00A75B77" w:rsidRPr="001A7B4B">
              <w:rPr>
                <w:rFonts w:cs="Arial"/>
                <w:color w:val="auto"/>
              </w:rPr>
              <w:t xml:space="preserve"> task</w:t>
            </w:r>
            <w:r w:rsidRPr="001A7B4B">
              <w:rPr>
                <w:rFonts w:cs="Arial"/>
                <w:color w:val="auto"/>
              </w:rPr>
              <w:t xml:space="preserve"> example:</w:t>
            </w:r>
          </w:p>
          <w:p w14:paraId="2A06CA05" w14:textId="430730A0" w:rsidR="7332586D" w:rsidRPr="001A7B4B" w:rsidRDefault="1FDA4B31" w:rsidP="00AE31EC">
            <w:pPr>
              <w:pStyle w:val="Normalheadingblue"/>
              <w:spacing w:before="0" w:after="0"/>
              <w:rPr>
                <w:color w:val="auto"/>
              </w:rPr>
            </w:pPr>
            <w:r w:rsidRPr="001A7B4B">
              <w:rPr>
                <w:rFonts w:cs="Arial"/>
                <w:b w:val="0"/>
                <w:color w:val="auto"/>
              </w:rPr>
              <w:t xml:space="preserve">Show video of site accidents created through misuse of </w:t>
            </w:r>
            <w:r w:rsidR="00D27CFC" w:rsidRPr="001A7B4B">
              <w:rPr>
                <w:rFonts w:cs="Arial"/>
                <w:b w:val="0"/>
                <w:color w:val="auto"/>
              </w:rPr>
              <w:t>gases</w:t>
            </w:r>
            <w:r w:rsidRPr="001A7B4B">
              <w:rPr>
                <w:rFonts w:cs="Arial"/>
                <w:b w:val="0"/>
                <w:color w:val="auto"/>
              </w:rPr>
              <w:t>, cylinders etc</w:t>
            </w:r>
            <w:r w:rsidR="00D27CFC" w:rsidRPr="001A7B4B">
              <w:rPr>
                <w:rFonts w:cs="Arial"/>
                <w:b w:val="0"/>
                <w:color w:val="auto"/>
              </w:rPr>
              <w:t>.</w:t>
            </w:r>
            <w:r w:rsidRPr="001A7B4B">
              <w:rPr>
                <w:rFonts w:cs="Arial"/>
                <w:b w:val="0"/>
                <w:color w:val="auto"/>
              </w:rPr>
              <w:t xml:space="preserve"> such as</w:t>
            </w:r>
            <w:r w:rsidR="5984AA27" w:rsidRPr="001A7B4B">
              <w:rPr>
                <w:rFonts w:cs="Arial"/>
                <w:b w:val="0"/>
                <w:color w:val="auto"/>
              </w:rPr>
              <w:t xml:space="preserve"> </w:t>
            </w:r>
            <w:hyperlink r:id="rId13">
              <w:r w:rsidR="5984AA27" w:rsidRPr="001A7B4B">
                <w:rPr>
                  <w:rStyle w:val="Hyperlink"/>
                  <w:color w:val="auto"/>
                </w:rPr>
                <w:t>MythBusters Air Cylinder Rocket</w:t>
              </w:r>
            </w:hyperlink>
          </w:p>
          <w:p w14:paraId="479C8131" w14:textId="30712B02" w:rsidR="009B1203" w:rsidRPr="001A7B4B" w:rsidRDefault="009B1203" w:rsidP="00AE31EC">
            <w:pPr>
              <w:pStyle w:val="Normalheadingblue"/>
              <w:spacing w:before="0" w:after="0"/>
              <w:rPr>
                <w:b w:val="0"/>
                <w:bCs/>
                <w:color w:val="auto"/>
              </w:rPr>
            </w:pPr>
            <w:r w:rsidRPr="001A7B4B">
              <w:rPr>
                <w:color w:val="auto"/>
              </w:rPr>
              <w:t>Alternative:</w:t>
            </w:r>
            <w:r w:rsidRPr="001A7B4B">
              <w:rPr>
                <w:b w:val="0"/>
                <w:bCs/>
                <w:color w:val="auto"/>
              </w:rPr>
              <w:t xml:space="preserve"> Ask students where they might encounter compressed </w:t>
            </w:r>
            <w:r w:rsidR="0017640A" w:rsidRPr="001A7B4B">
              <w:rPr>
                <w:b w:val="0"/>
                <w:bCs/>
                <w:color w:val="auto"/>
              </w:rPr>
              <w:t>gas cylinders in plumbing work.</w:t>
            </w:r>
          </w:p>
          <w:p w14:paraId="6180E866" w14:textId="77777777" w:rsidR="7332586D" w:rsidRPr="001A7B4B" w:rsidRDefault="7332586D" w:rsidP="00AE31EC">
            <w:pPr>
              <w:pStyle w:val="Normalheadingblue"/>
              <w:spacing w:before="0" w:after="0"/>
              <w:rPr>
                <w:rFonts w:cs="Arial"/>
                <w:color w:val="auto"/>
              </w:rPr>
            </w:pPr>
          </w:p>
          <w:p w14:paraId="29606EF1" w14:textId="77777777" w:rsidR="7332586D" w:rsidRPr="001A7B4B" w:rsidRDefault="632BC234" w:rsidP="00AE31EC">
            <w:pPr>
              <w:pStyle w:val="Normalheadingblue"/>
              <w:spacing w:before="0" w:after="0"/>
              <w:rPr>
                <w:rFonts w:cs="Arial"/>
                <w:color w:val="auto"/>
              </w:rPr>
            </w:pPr>
            <w:r w:rsidRPr="001A7B4B">
              <w:rPr>
                <w:rFonts w:cs="Arial"/>
                <w:color w:val="auto"/>
              </w:rPr>
              <w:t>Delivery focus:</w:t>
            </w:r>
          </w:p>
          <w:p w14:paraId="7E28E1C4" w14:textId="2F24EC5F" w:rsidR="7332586D" w:rsidRPr="001A7B4B" w:rsidRDefault="00126560" w:rsidP="00AE31EC">
            <w:pPr>
              <w:pStyle w:val="Normalheadingblue"/>
              <w:spacing w:before="0" w:after="0"/>
              <w:rPr>
                <w:rFonts w:cs="Arial"/>
                <w:b w:val="0"/>
                <w:color w:val="auto"/>
              </w:rPr>
            </w:pPr>
            <w:r w:rsidRPr="001A7B4B">
              <w:rPr>
                <w:rFonts w:cs="Arial"/>
                <w:b w:val="0"/>
                <w:color w:val="auto"/>
              </w:rPr>
              <w:t>Using</w:t>
            </w:r>
            <w:r w:rsidR="2BD4AFD3" w:rsidRPr="001A7B4B">
              <w:rPr>
                <w:rFonts w:cs="Arial"/>
                <w:b w:val="0"/>
                <w:color w:val="auto"/>
              </w:rPr>
              <w:t xml:space="preserve"> </w:t>
            </w:r>
            <w:r w:rsidR="00D8479F" w:rsidRPr="001A7B4B">
              <w:rPr>
                <w:rFonts w:cs="Arial"/>
                <w:b w:val="0"/>
                <w:bCs/>
                <w:color w:val="auto"/>
              </w:rPr>
              <w:t xml:space="preserve">PowerPoint </w:t>
            </w:r>
            <w:r w:rsidR="00D8479F" w:rsidRPr="00153ADB">
              <w:rPr>
                <w:rFonts w:cs="Arial"/>
                <w:color w:val="auto"/>
                <w:highlight w:val="yellow"/>
              </w:rPr>
              <w:t>K1.2 Safe Use and Transportation of Compressed Gases</w:t>
            </w:r>
            <w:r w:rsidRPr="001A7B4B">
              <w:rPr>
                <w:rFonts w:cs="Arial"/>
                <w:b w:val="0"/>
                <w:color w:val="auto"/>
              </w:rPr>
              <w:t xml:space="preserve">, </w:t>
            </w:r>
            <w:r w:rsidR="2BD4AFD3" w:rsidRPr="001A7B4B">
              <w:rPr>
                <w:rFonts w:cs="Arial"/>
                <w:b w:val="0"/>
                <w:color w:val="auto"/>
              </w:rPr>
              <w:t xml:space="preserve">deliver the following </w:t>
            </w:r>
            <w:r w:rsidRPr="001A7B4B">
              <w:rPr>
                <w:rFonts w:cs="Arial"/>
                <w:b w:val="0"/>
                <w:color w:val="auto"/>
              </w:rPr>
              <w:t>content</w:t>
            </w:r>
            <w:r w:rsidR="2BD4AFD3" w:rsidRPr="001A7B4B">
              <w:rPr>
                <w:rFonts w:cs="Arial"/>
                <w:b w:val="0"/>
                <w:color w:val="auto"/>
              </w:rPr>
              <w:t>:</w:t>
            </w:r>
          </w:p>
          <w:p w14:paraId="016A251A" w14:textId="53D1F853" w:rsidR="7332586D" w:rsidRPr="001A7B4B" w:rsidRDefault="632BC234" w:rsidP="00AE31EC">
            <w:pPr>
              <w:pStyle w:val="Normalheadingblue"/>
              <w:spacing w:before="0" w:after="0"/>
              <w:rPr>
                <w:rFonts w:cs="Arial"/>
                <w:b w:val="0"/>
                <w:color w:val="auto"/>
              </w:rPr>
            </w:pPr>
            <w:r w:rsidRPr="001A7B4B">
              <w:rPr>
                <w:rFonts w:cs="Arial"/>
                <w:b w:val="0"/>
                <w:color w:val="auto"/>
              </w:rPr>
              <w:t>The various types of gases used in jointing processes</w:t>
            </w:r>
            <w:r w:rsidR="002E51BF">
              <w:rPr>
                <w:rFonts w:cs="Arial"/>
                <w:b w:val="0"/>
                <w:color w:val="auto"/>
              </w:rPr>
              <w:t>:</w:t>
            </w:r>
          </w:p>
          <w:p w14:paraId="601E0486" w14:textId="4F3CD02D" w:rsidR="7332586D" w:rsidRPr="001A7B4B" w:rsidRDefault="632BC234" w:rsidP="002C017C">
            <w:pPr>
              <w:pStyle w:val="Normalheadingblue"/>
              <w:numPr>
                <w:ilvl w:val="0"/>
                <w:numId w:val="179"/>
              </w:numPr>
              <w:spacing w:before="0" w:after="0"/>
              <w:rPr>
                <w:rFonts w:cs="Arial"/>
                <w:b w:val="0"/>
                <w:color w:val="auto"/>
              </w:rPr>
            </w:pPr>
            <w:r w:rsidRPr="001A7B4B">
              <w:rPr>
                <w:rFonts w:cs="Arial"/>
                <w:b w:val="0"/>
                <w:color w:val="auto"/>
              </w:rPr>
              <w:t>propane</w:t>
            </w:r>
          </w:p>
          <w:p w14:paraId="7AA07DB7" w14:textId="6B0B3419" w:rsidR="7332586D" w:rsidRPr="001A7B4B" w:rsidRDefault="632BC234" w:rsidP="002C017C">
            <w:pPr>
              <w:pStyle w:val="Normalheadingblue"/>
              <w:numPr>
                <w:ilvl w:val="0"/>
                <w:numId w:val="179"/>
              </w:numPr>
              <w:spacing w:before="0" w:after="0"/>
              <w:rPr>
                <w:rFonts w:cs="Arial"/>
                <w:b w:val="0"/>
                <w:color w:val="auto"/>
              </w:rPr>
            </w:pPr>
            <w:r w:rsidRPr="001A7B4B">
              <w:rPr>
                <w:rFonts w:cs="Arial"/>
                <w:b w:val="0"/>
                <w:color w:val="auto"/>
              </w:rPr>
              <w:t>MAP gas</w:t>
            </w:r>
          </w:p>
          <w:p w14:paraId="7A03D681" w14:textId="27DA968C" w:rsidR="7332586D" w:rsidRPr="001A7B4B" w:rsidRDefault="632BC234" w:rsidP="002C017C">
            <w:pPr>
              <w:pStyle w:val="Normalheadingblue"/>
              <w:numPr>
                <w:ilvl w:val="0"/>
                <w:numId w:val="179"/>
              </w:numPr>
              <w:spacing w:before="0" w:after="0"/>
              <w:rPr>
                <w:rFonts w:cs="Arial"/>
                <w:b w:val="0"/>
                <w:color w:val="auto"/>
              </w:rPr>
            </w:pPr>
            <w:r w:rsidRPr="001A7B4B">
              <w:rPr>
                <w:rFonts w:cs="Arial"/>
                <w:b w:val="0"/>
                <w:color w:val="auto"/>
              </w:rPr>
              <w:t>butane</w:t>
            </w:r>
          </w:p>
          <w:p w14:paraId="00490AFA" w14:textId="07CE4F41" w:rsidR="7332586D" w:rsidRPr="001A7B4B" w:rsidRDefault="632BC234" w:rsidP="002C017C">
            <w:pPr>
              <w:pStyle w:val="Normalheadingblue"/>
              <w:numPr>
                <w:ilvl w:val="0"/>
                <w:numId w:val="179"/>
              </w:numPr>
              <w:spacing w:before="0" w:after="0"/>
              <w:rPr>
                <w:rFonts w:cs="Arial"/>
                <w:b w:val="0"/>
                <w:color w:val="auto"/>
              </w:rPr>
            </w:pPr>
            <w:r w:rsidRPr="001A7B4B">
              <w:rPr>
                <w:rFonts w:cs="Arial"/>
                <w:b w:val="0"/>
                <w:color w:val="auto"/>
              </w:rPr>
              <w:t>oxy acetylene.</w:t>
            </w:r>
          </w:p>
          <w:p w14:paraId="0D36D2E5" w14:textId="77777777" w:rsidR="7332586D" w:rsidRPr="001A7B4B" w:rsidRDefault="632BC234" w:rsidP="00AE31EC">
            <w:pPr>
              <w:pStyle w:val="Normalheadingblue"/>
              <w:spacing w:before="0" w:after="0"/>
              <w:rPr>
                <w:rFonts w:cs="Arial"/>
                <w:b w:val="0"/>
                <w:color w:val="auto"/>
              </w:rPr>
            </w:pPr>
            <w:r w:rsidRPr="001A7B4B">
              <w:rPr>
                <w:rFonts w:cs="Arial"/>
                <w:b w:val="0"/>
                <w:color w:val="auto"/>
              </w:rPr>
              <w:lastRenderedPageBreak/>
              <w:t>Safe transportation and storage of bottled gases and equipment.</w:t>
            </w:r>
          </w:p>
          <w:p w14:paraId="0B4545E8" w14:textId="77777777" w:rsidR="7332586D" w:rsidRPr="001A7B4B" w:rsidRDefault="632BC234" w:rsidP="00AE31EC">
            <w:pPr>
              <w:pStyle w:val="Normalheadingblue"/>
              <w:spacing w:before="0" w:after="0"/>
              <w:rPr>
                <w:rFonts w:cs="Arial"/>
                <w:b w:val="0"/>
                <w:color w:val="auto"/>
              </w:rPr>
            </w:pPr>
            <w:r w:rsidRPr="001A7B4B">
              <w:rPr>
                <w:rFonts w:cs="Arial"/>
                <w:b w:val="0"/>
                <w:color w:val="auto"/>
              </w:rPr>
              <w:t>The various types of heat-producing equipment and how to check them for safety and assemble:</w:t>
            </w:r>
          </w:p>
          <w:p w14:paraId="7B97854C" w14:textId="11F68064" w:rsidR="7332586D" w:rsidRPr="001A7B4B" w:rsidRDefault="632BC234" w:rsidP="002C017C">
            <w:pPr>
              <w:pStyle w:val="Normalheadingblue"/>
              <w:numPr>
                <w:ilvl w:val="0"/>
                <w:numId w:val="180"/>
              </w:numPr>
              <w:spacing w:before="0" w:after="0"/>
              <w:rPr>
                <w:rFonts w:cs="Arial"/>
                <w:b w:val="0"/>
                <w:color w:val="auto"/>
              </w:rPr>
            </w:pPr>
            <w:r w:rsidRPr="001A7B4B">
              <w:rPr>
                <w:rFonts w:cs="Arial"/>
                <w:b w:val="0"/>
                <w:color w:val="auto"/>
              </w:rPr>
              <w:t>hoses</w:t>
            </w:r>
          </w:p>
          <w:p w14:paraId="7EE1B61C" w14:textId="38A83C2B" w:rsidR="7332586D" w:rsidRPr="001A7B4B" w:rsidRDefault="632BC234" w:rsidP="002C017C">
            <w:pPr>
              <w:pStyle w:val="Normalheadingblue"/>
              <w:numPr>
                <w:ilvl w:val="0"/>
                <w:numId w:val="180"/>
              </w:numPr>
              <w:spacing w:before="0" w:after="0"/>
              <w:rPr>
                <w:rFonts w:cs="Arial"/>
                <w:b w:val="0"/>
                <w:color w:val="auto"/>
              </w:rPr>
            </w:pPr>
            <w:r w:rsidRPr="001A7B4B">
              <w:rPr>
                <w:rFonts w:cs="Arial"/>
                <w:b w:val="0"/>
                <w:color w:val="auto"/>
              </w:rPr>
              <w:t>colours used</w:t>
            </w:r>
          </w:p>
          <w:p w14:paraId="34145313" w14:textId="29190E2C" w:rsidR="7332586D" w:rsidRPr="001A7B4B" w:rsidRDefault="632BC234" w:rsidP="002C017C">
            <w:pPr>
              <w:pStyle w:val="Normalheadingblue"/>
              <w:numPr>
                <w:ilvl w:val="0"/>
                <w:numId w:val="180"/>
              </w:numPr>
              <w:spacing w:before="0" w:after="0"/>
              <w:rPr>
                <w:rFonts w:cs="Arial"/>
                <w:b w:val="0"/>
                <w:color w:val="auto"/>
              </w:rPr>
            </w:pPr>
            <w:r w:rsidRPr="001A7B4B">
              <w:rPr>
                <w:rFonts w:cs="Arial"/>
                <w:b w:val="0"/>
                <w:color w:val="auto"/>
              </w:rPr>
              <w:t>thread directions</w:t>
            </w:r>
          </w:p>
          <w:p w14:paraId="0AC3BFF8" w14:textId="41416B93" w:rsidR="7332586D" w:rsidRPr="001A7B4B" w:rsidRDefault="632BC234" w:rsidP="002C017C">
            <w:pPr>
              <w:pStyle w:val="Normalheadingblue"/>
              <w:numPr>
                <w:ilvl w:val="0"/>
                <w:numId w:val="180"/>
              </w:numPr>
              <w:spacing w:before="0" w:after="0"/>
              <w:rPr>
                <w:rFonts w:cs="Arial"/>
                <w:b w:val="0"/>
                <w:color w:val="auto"/>
              </w:rPr>
            </w:pPr>
            <w:r w:rsidRPr="001A7B4B">
              <w:rPr>
                <w:rFonts w:cs="Arial"/>
                <w:b w:val="0"/>
                <w:color w:val="auto"/>
              </w:rPr>
              <w:t>flashback arrestors</w:t>
            </w:r>
          </w:p>
          <w:p w14:paraId="12A84C30" w14:textId="05C8CC15" w:rsidR="7332586D" w:rsidRPr="001A7B4B" w:rsidRDefault="632BC234" w:rsidP="002C017C">
            <w:pPr>
              <w:pStyle w:val="Normalheadingblue"/>
              <w:numPr>
                <w:ilvl w:val="0"/>
                <w:numId w:val="180"/>
              </w:numPr>
              <w:spacing w:before="0" w:after="0"/>
              <w:rPr>
                <w:rFonts w:cs="Arial"/>
                <w:b w:val="0"/>
                <w:color w:val="auto"/>
              </w:rPr>
            </w:pPr>
            <w:r w:rsidRPr="001A7B4B">
              <w:rPr>
                <w:rFonts w:cs="Arial"/>
                <w:b w:val="0"/>
                <w:color w:val="auto"/>
              </w:rPr>
              <w:t>dates</w:t>
            </w:r>
          </w:p>
          <w:p w14:paraId="5D7F7EAA" w14:textId="034A07C4" w:rsidR="7332586D" w:rsidRPr="001A7B4B" w:rsidRDefault="632BC234" w:rsidP="002C017C">
            <w:pPr>
              <w:pStyle w:val="Normalheadingblue"/>
              <w:numPr>
                <w:ilvl w:val="0"/>
                <w:numId w:val="180"/>
              </w:numPr>
              <w:spacing w:before="0" w:after="0"/>
              <w:rPr>
                <w:rFonts w:cs="Arial"/>
                <w:b w:val="0"/>
                <w:color w:val="auto"/>
              </w:rPr>
            </w:pPr>
            <w:r w:rsidRPr="001A7B4B">
              <w:rPr>
                <w:rFonts w:cs="Arial"/>
                <w:b w:val="0"/>
                <w:color w:val="auto"/>
              </w:rPr>
              <w:t>control valves</w:t>
            </w:r>
          </w:p>
          <w:p w14:paraId="7F2B268E" w14:textId="4A189E47" w:rsidR="7332586D" w:rsidRPr="001A7B4B" w:rsidRDefault="632BC234" w:rsidP="002C017C">
            <w:pPr>
              <w:pStyle w:val="Normalheadingblue"/>
              <w:numPr>
                <w:ilvl w:val="0"/>
                <w:numId w:val="180"/>
              </w:numPr>
              <w:spacing w:before="0" w:after="0"/>
              <w:rPr>
                <w:rFonts w:cs="Arial"/>
                <w:b w:val="0"/>
                <w:color w:val="auto"/>
              </w:rPr>
            </w:pPr>
            <w:r w:rsidRPr="001A7B4B">
              <w:rPr>
                <w:rFonts w:cs="Arial"/>
                <w:b w:val="0"/>
                <w:color w:val="auto"/>
              </w:rPr>
              <w:t>gauges</w:t>
            </w:r>
          </w:p>
          <w:p w14:paraId="35731DE2" w14:textId="2D7CECDA" w:rsidR="7332586D" w:rsidRPr="001A7B4B" w:rsidRDefault="632BC234" w:rsidP="002C017C">
            <w:pPr>
              <w:pStyle w:val="Normalheadingblue"/>
              <w:numPr>
                <w:ilvl w:val="0"/>
                <w:numId w:val="180"/>
              </w:numPr>
              <w:spacing w:before="0" w:after="0"/>
              <w:rPr>
                <w:rFonts w:cs="Arial"/>
                <w:b w:val="0"/>
                <w:color w:val="auto"/>
              </w:rPr>
            </w:pPr>
            <w:r w:rsidRPr="001A7B4B">
              <w:rPr>
                <w:rFonts w:cs="Arial"/>
                <w:b w:val="0"/>
                <w:color w:val="auto"/>
              </w:rPr>
              <w:t>blowpipes.</w:t>
            </w:r>
          </w:p>
          <w:p w14:paraId="1C4E2A2A" w14:textId="77777777" w:rsidR="7332586D" w:rsidRPr="001A7B4B" w:rsidRDefault="7332586D" w:rsidP="00AE31EC">
            <w:pPr>
              <w:pStyle w:val="Normalheadingblue"/>
              <w:spacing w:before="0" w:after="0"/>
              <w:rPr>
                <w:rFonts w:cs="Arial"/>
                <w:b w:val="0"/>
                <w:color w:val="auto"/>
              </w:rPr>
            </w:pPr>
          </w:p>
          <w:p w14:paraId="7DB45689" w14:textId="77777777" w:rsidR="7332586D" w:rsidRPr="001A7B4B" w:rsidRDefault="632BC234" w:rsidP="00AE31EC">
            <w:pPr>
              <w:pStyle w:val="Normalheadingblue"/>
              <w:spacing w:before="0" w:after="0"/>
              <w:rPr>
                <w:rFonts w:cs="Arial"/>
                <w:b w:val="0"/>
                <w:color w:val="auto"/>
              </w:rPr>
            </w:pPr>
            <w:r w:rsidRPr="001A7B4B">
              <w:rPr>
                <w:rFonts w:cs="Arial"/>
                <w:b w:val="0"/>
                <w:color w:val="auto"/>
              </w:rPr>
              <w:t>Safe</w:t>
            </w:r>
            <w:r w:rsidR="007027B4" w:rsidRPr="001A7B4B">
              <w:rPr>
                <w:rFonts w:cs="Arial"/>
                <w:b w:val="0"/>
                <w:color w:val="auto"/>
              </w:rPr>
              <w:t>ty</w:t>
            </w:r>
            <w:r w:rsidRPr="001A7B4B">
              <w:rPr>
                <w:rFonts w:cs="Arial"/>
                <w:b w:val="0"/>
                <w:color w:val="auto"/>
              </w:rPr>
              <w:t>:</w:t>
            </w:r>
          </w:p>
          <w:p w14:paraId="0A68B857" w14:textId="0D1FC4AF" w:rsidR="7332586D" w:rsidRPr="001A7B4B" w:rsidRDefault="632BC234" w:rsidP="002C017C">
            <w:pPr>
              <w:pStyle w:val="Normalheadingblue"/>
              <w:numPr>
                <w:ilvl w:val="0"/>
                <w:numId w:val="181"/>
              </w:numPr>
              <w:spacing w:before="0" w:after="0"/>
              <w:rPr>
                <w:rFonts w:cs="Arial"/>
                <w:b w:val="0"/>
                <w:color w:val="auto"/>
              </w:rPr>
            </w:pPr>
            <w:r w:rsidRPr="001A7B4B">
              <w:rPr>
                <w:rFonts w:cs="Arial"/>
                <w:b w:val="0"/>
                <w:color w:val="auto"/>
              </w:rPr>
              <w:t>bottle location and position</w:t>
            </w:r>
          </w:p>
          <w:p w14:paraId="6E748ABD" w14:textId="16C92D0B" w:rsidR="7332586D" w:rsidRPr="001A7B4B" w:rsidRDefault="632BC234" w:rsidP="002C017C">
            <w:pPr>
              <w:pStyle w:val="Normalheadingblue"/>
              <w:numPr>
                <w:ilvl w:val="0"/>
                <w:numId w:val="181"/>
              </w:numPr>
              <w:spacing w:before="0" w:after="0"/>
              <w:rPr>
                <w:rFonts w:cs="Arial"/>
                <w:b w:val="0"/>
                <w:color w:val="auto"/>
              </w:rPr>
            </w:pPr>
            <w:r w:rsidRPr="001A7B4B">
              <w:rPr>
                <w:rFonts w:cs="Arial"/>
                <w:b w:val="0"/>
                <w:color w:val="auto"/>
              </w:rPr>
              <w:t>equipment assembly sequence</w:t>
            </w:r>
          </w:p>
          <w:p w14:paraId="07FB6A27" w14:textId="3ED1ACB4" w:rsidR="7332586D" w:rsidRPr="001A7B4B" w:rsidRDefault="632BC234" w:rsidP="002C017C">
            <w:pPr>
              <w:pStyle w:val="Normalheadingblue"/>
              <w:numPr>
                <w:ilvl w:val="0"/>
                <w:numId w:val="181"/>
              </w:numPr>
              <w:spacing w:before="0" w:after="0"/>
              <w:rPr>
                <w:rFonts w:cs="Arial"/>
                <w:b w:val="0"/>
                <w:color w:val="auto"/>
              </w:rPr>
            </w:pPr>
            <w:r w:rsidRPr="001A7B4B">
              <w:rPr>
                <w:rFonts w:cs="Arial"/>
                <w:b w:val="0"/>
                <w:color w:val="auto"/>
              </w:rPr>
              <w:t>leak detection procedure</w:t>
            </w:r>
          </w:p>
          <w:p w14:paraId="53240673" w14:textId="0CDB4797" w:rsidR="7332586D" w:rsidRPr="001A7B4B" w:rsidRDefault="632BC234" w:rsidP="002C017C">
            <w:pPr>
              <w:pStyle w:val="Normalheadingblue"/>
              <w:numPr>
                <w:ilvl w:val="0"/>
                <w:numId w:val="181"/>
              </w:numPr>
              <w:spacing w:before="0" w:after="0"/>
              <w:rPr>
                <w:rFonts w:cs="Arial"/>
                <w:b w:val="0"/>
                <w:color w:val="auto"/>
              </w:rPr>
            </w:pPr>
            <w:r w:rsidRPr="001A7B4B">
              <w:rPr>
                <w:rFonts w:cs="Arial"/>
                <w:b w:val="0"/>
                <w:color w:val="auto"/>
              </w:rPr>
              <w:t>purging procedure</w:t>
            </w:r>
          </w:p>
          <w:p w14:paraId="28185108" w14:textId="5356294C" w:rsidR="7332586D" w:rsidRPr="001A7B4B" w:rsidRDefault="632BC234" w:rsidP="002C017C">
            <w:pPr>
              <w:pStyle w:val="Normalheadingblue"/>
              <w:numPr>
                <w:ilvl w:val="0"/>
                <w:numId w:val="181"/>
              </w:numPr>
              <w:spacing w:before="0" w:after="0"/>
              <w:rPr>
                <w:rFonts w:cs="Arial"/>
                <w:b w:val="0"/>
                <w:color w:val="auto"/>
              </w:rPr>
            </w:pPr>
            <w:r w:rsidRPr="001A7B4B">
              <w:rPr>
                <w:rFonts w:cs="Arial"/>
                <w:b w:val="0"/>
                <w:color w:val="auto"/>
              </w:rPr>
              <w:t>lighting and extinguishing procedure</w:t>
            </w:r>
          </w:p>
          <w:p w14:paraId="47E95EEC" w14:textId="2B7B205A" w:rsidR="7332586D" w:rsidRPr="001A7B4B" w:rsidRDefault="632BC234" w:rsidP="002C017C">
            <w:pPr>
              <w:pStyle w:val="Normalheadingblue"/>
              <w:numPr>
                <w:ilvl w:val="0"/>
                <w:numId w:val="181"/>
              </w:numPr>
              <w:spacing w:before="0" w:after="0"/>
              <w:rPr>
                <w:rFonts w:cs="Arial"/>
                <w:b w:val="0"/>
                <w:color w:val="auto"/>
              </w:rPr>
            </w:pPr>
            <w:r w:rsidRPr="001A7B4B">
              <w:rPr>
                <w:rFonts w:cs="Arial"/>
                <w:b w:val="0"/>
                <w:color w:val="auto"/>
              </w:rPr>
              <w:t>actions in the event of leakage</w:t>
            </w:r>
          </w:p>
          <w:p w14:paraId="5EEB545B" w14:textId="2D94EB12" w:rsidR="7332586D" w:rsidRPr="001A7B4B" w:rsidRDefault="632BC234" w:rsidP="002C017C">
            <w:pPr>
              <w:pStyle w:val="Normalheadingblue"/>
              <w:numPr>
                <w:ilvl w:val="0"/>
                <w:numId w:val="181"/>
              </w:numPr>
              <w:spacing w:before="0" w:after="0"/>
              <w:rPr>
                <w:rFonts w:cs="Arial"/>
                <w:b w:val="0"/>
                <w:color w:val="auto"/>
              </w:rPr>
            </w:pPr>
            <w:r w:rsidRPr="001A7B4B">
              <w:rPr>
                <w:rFonts w:cs="Arial"/>
                <w:b w:val="0"/>
                <w:color w:val="auto"/>
              </w:rPr>
              <w:t>transportation.</w:t>
            </w:r>
          </w:p>
          <w:p w14:paraId="051011FC" w14:textId="77777777" w:rsidR="7332586D" w:rsidRPr="001A7B4B" w:rsidRDefault="7332586D" w:rsidP="00AE31EC">
            <w:pPr>
              <w:pStyle w:val="Normalheadingblue"/>
              <w:spacing w:before="0" w:after="0"/>
              <w:rPr>
                <w:rFonts w:cs="Arial"/>
                <w:color w:val="auto"/>
              </w:rPr>
            </w:pPr>
          </w:p>
          <w:p w14:paraId="0DBCEDDA" w14:textId="77777777" w:rsidR="00665FA5" w:rsidRPr="001A7B4B" w:rsidRDefault="632BC234" w:rsidP="00AE31EC">
            <w:pPr>
              <w:pStyle w:val="Normalheadingblue"/>
              <w:spacing w:before="0" w:after="0"/>
              <w:rPr>
                <w:rFonts w:cs="Arial"/>
                <w:color w:val="auto"/>
              </w:rPr>
            </w:pPr>
            <w:r w:rsidRPr="001A7B4B">
              <w:rPr>
                <w:rFonts w:cs="Arial"/>
                <w:color w:val="auto"/>
              </w:rPr>
              <w:t xml:space="preserve">Knowledge </w:t>
            </w:r>
            <w:r w:rsidR="00665FA5" w:rsidRPr="001A7B4B">
              <w:rPr>
                <w:rFonts w:cs="Arial"/>
                <w:color w:val="auto"/>
              </w:rPr>
              <w:t>C</w:t>
            </w:r>
            <w:r w:rsidRPr="001A7B4B">
              <w:rPr>
                <w:rFonts w:cs="Arial"/>
                <w:color w:val="auto"/>
              </w:rPr>
              <w:t>heck example:</w:t>
            </w:r>
            <w:r w:rsidR="5090E5D1" w:rsidRPr="001A7B4B">
              <w:rPr>
                <w:rFonts w:cs="Arial"/>
                <w:color w:val="auto"/>
              </w:rPr>
              <w:t xml:space="preserve"> </w:t>
            </w:r>
          </w:p>
          <w:p w14:paraId="548EABBD" w14:textId="588FF0B5" w:rsidR="7332586D" w:rsidRPr="001A7B4B" w:rsidRDefault="5090E5D1" w:rsidP="00AE31EC">
            <w:pPr>
              <w:pStyle w:val="Normalheadingblue"/>
              <w:spacing w:before="0" w:after="0"/>
              <w:rPr>
                <w:rFonts w:cs="Arial"/>
                <w:b w:val="0"/>
                <w:color w:val="auto"/>
              </w:rPr>
            </w:pPr>
            <w:r w:rsidRPr="001A7B4B">
              <w:rPr>
                <w:rFonts w:cs="Arial"/>
                <w:b w:val="0"/>
                <w:color w:val="auto"/>
              </w:rPr>
              <w:t xml:space="preserve">Examine the suitability of a risk assessment based on the use of compressed or flammable </w:t>
            </w:r>
            <w:r w:rsidR="00E417AA" w:rsidRPr="001A7B4B">
              <w:rPr>
                <w:rFonts w:cs="Arial"/>
                <w:b w:val="0"/>
                <w:color w:val="auto"/>
              </w:rPr>
              <w:t>gases</w:t>
            </w:r>
            <w:r w:rsidRPr="001A7B4B">
              <w:rPr>
                <w:rFonts w:cs="Arial"/>
                <w:b w:val="0"/>
                <w:color w:val="auto"/>
              </w:rPr>
              <w:t xml:space="preserve"> </w:t>
            </w:r>
            <w:r w:rsidR="00CC3717" w:rsidRPr="001A7B4B">
              <w:rPr>
                <w:rFonts w:cs="Arial"/>
                <w:b w:val="0"/>
                <w:color w:val="auto"/>
              </w:rPr>
              <w:t>in small groups</w:t>
            </w:r>
            <w:r w:rsidR="00CC3717" w:rsidRPr="001A7B4B">
              <w:rPr>
                <w:rFonts w:cs="Arial"/>
                <w:color w:val="auto"/>
              </w:rPr>
              <w:t xml:space="preserve"> </w:t>
            </w:r>
            <w:r w:rsidRPr="001A7B4B">
              <w:rPr>
                <w:rFonts w:cs="Arial"/>
                <w:b w:val="0"/>
                <w:color w:val="auto"/>
              </w:rPr>
              <w:t>and discuss suggestions as a class</w:t>
            </w:r>
            <w:r w:rsidR="00AF5B5C" w:rsidRPr="001A7B4B">
              <w:rPr>
                <w:rFonts w:cs="Arial"/>
                <w:b w:val="0"/>
                <w:color w:val="auto"/>
              </w:rPr>
              <w:t>.</w:t>
            </w:r>
          </w:p>
          <w:p w14:paraId="005F5E89" w14:textId="77777777" w:rsidR="7332586D" w:rsidRPr="001A7B4B" w:rsidRDefault="7332586D" w:rsidP="00AE31EC">
            <w:pPr>
              <w:pStyle w:val="Normalheadingblue"/>
              <w:spacing w:before="0" w:after="0"/>
              <w:rPr>
                <w:rFonts w:cs="Arial"/>
                <w:b w:val="0"/>
                <w:color w:val="auto"/>
              </w:rPr>
            </w:pPr>
          </w:p>
          <w:p w14:paraId="65BA5E52" w14:textId="77777777" w:rsidR="7332586D" w:rsidRPr="001A7B4B" w:rsidRDefault="43A9242E" w:rsidP="00AE31EC">
            <w:pPr>
              <w:pStyle w:val="Normalheadingblue"/>
              <w:spacing w:before="0" w:after="0"/>
              <w:rPr>
                <w:rFonts w:cs="Arial"/>
                <w:bCs/>
                <w:color w:val="auto"/>
              </w:rPr>
            </w:pPr>
            <w:r w:rsidRPr="001A7B4B">
              <w:rPr>
                <w:rFonts w:cs="Arial"/>
                <w:bCs/>
                <w:color w:val="auto"/>
              </w:rPr>
              <w:t>Resources:</w:t>
            </w:r>
          </w:p>
          <w:p w14:paraId="39C1649B" w14:textId="50F2E807" w:rsidR="00CC3717" w:rsidRPr="001A7B4B" w:rsidRDefault="009A6D28" w:rsidP="00AE31EC">
            <w:pPr>
              <w:pStyle w:val="Normalheadingblue"/>
              <w:spacing w:before="0" w:after="0"/>
              <w:rPr>
                <w:rFonts w:cs="Arial"/>
                <w:b w:val="0"/>
                <w:bCs/>
                <w:color w:val="auto"/>
              </w:rPr>
            </w:pPr>
            <w:r w:rsidRPr="001A7B4B">
              <w:rPr>
                <w:rFonts w:cs="Arial"/>
                <w:b w:val="0"/>
                <w:bCs/>
                <w:color w:val="auto"/>
              </w:rPr>
              <w:lastRenderedPageBreak/>
              <w:t>PowerP</w:t>
            </w:r>
            <w:r w:rsidR="00137146" w:rsidRPr="001A7B4B">
              <w:rPr>
                <w:rFonts w:cs="Arial"/>
                <w:b w:val="0"/>
                <w:bCs/>
                <w:color w:val="auto"/>
              </w:rPr>
              <w:t>o</w:t>
            </w:r>
            <w:r w:rsidRPr="001A7B4B">
              <w:rPr>
                <w:rFonts w:cs="Arial"/>
                <w:b w:val="0"/>
                <w:bCs/>
                <w:color w:val="auto"/>
              </w:rPr>
              <w:t>int</w:t>
            </w:r>
            <w:r w:rsidR="00137146" w:rsidRPr="001A7B4B">
              <w:rPr>
                <w:rFonts w:cs="Arial"/>
                <w:b w:val="0"/>
                <w:bCs/>
                <w:color w:val="auto"/>
              </w:rPr>
              <w:t xml:space="preserve">: </w:t>
            </w:r>
            <w:r w:rsidR="00137146" w:rsidRPr="001A7B4B">
              <w:rPr>
                <w:rFonts w:cs="Arial"/>
                <w:color w:val="auto"/>
              </w:rPr>
              <w:t>K1.2 Safe Use and Transportation of Compressed Gases</w:t>
            </w:r>
          </w:p>
          <w:p w14:paraId="4B3D56FD" w14:textId="77777777" w:rsidR="00CC3717" w:rsidRPr="001A7B4B" w:rsidRDefault="00CC3717" w:rsidP="00AE31EC">
            <w:pPr>
              <w:pStyle w:val="Normalheadingblue"/>
              <w:spacing w:before="0" w:after="0"/>
              <w:rPr>
                <w:rFonts w:cs="Arial"/>
                <w:b w:val="0"/>
                <w:bCs/>
                <w:color w:val="auto"/>
              </w:rPr>
            </w:pPr>
            <w:r w:rsidRPr="001A7B4B">
              <w:rPr>
                <w:rFonts w:cs="Arial"/>
                <w:b w:val="0"/>
                <w:bCs/>
                <w:color w:val="auto"/>
              </w:rPr>
              <w:t>Examples of cylinder regulators</w:t>
            </w:r>
          </w:p>
          <w:p w14:paraId="0B3F0918" w14:textId="77777777" w:rsidR="00CC3717" w:rsidRPr="001A7B4B" w:rsidRDefault="00CC3717" w:rsidP="00AE31EC">
            <w:pPr>
              <w:pStyle w:val="Normalheadingblue"/>
              <w:spacing w:before="0" w:after="0"/>
              <w:rPr>
                <w:rFonts w:cs="Arial"/>
                <w:b w:val="0"/>
                <w:bCs/>
                <w:color w:val="auto"/>
              </w:rPr>
            </w:pPr>
            <w:r w:rsidRPr="001A7B4B">
              <w:rPr>
                <w:rFonts w:cs="Arial"/>
                <w:b w:val="0"/>
                <w:bCs/>
                <w:color w:val="auto"/>
              </w:rPr>
              <w:t>Examples of hoses</w:t>
            </w:r>
          </w:p>
          <w:p w14:paraId="0C4CA7C0" w14:textId="77777777" w:rsidR="00CC3717" w:rsidRPr="001A7B4B" w:rsidRDefault="00CC3717" w:rsidP="00AE31EC">
            <w:pPr>
              <w:pStyle w:val="Normalheadingblue"/>
              <w:spacing w:before="0" w:after="0"/>
              <w:rPr>
                <w:rFonts w:cs="Arial"/>
                <w:b w:val="0"/>
                <w:bCs/>
                <w:color w:val="auto"/>
              </w:rPr>
            </w:pPr>
            <w:r w:rsidRPr="001A7B4B">
              <w:rPr>
                <w:rFonts w:cs="Arial"/>
                <w:b w:val="0"/>
                <w:bCs/>
                <w:color w:val="auto"/>
              </w:rPr>
              <w:t>Examples of flashback arrestors</w:t>
            </w:r>
          </w:p>
          <w:p w14:paraId="73CC35E8" w14:textId="77777777" w:rsidR="00CC3717" w:rsidRPr="001A7B4B" w:rsidRDefault="00CC3717" w:rsidP="00AE31EC">
            <w:pPr>
              <w:pStyle w:val="Normalheadingblue"/>
              <w:spacing w:before="0" w:after="0"/>
              <w:rPr>
                <w:rFonts w:cs="Arial"/>
                <w:bCs/>
                <w:color w:val="auto"/>
              </w:rPr>
            </w:pPr>
          </w:p>
          <w:p w14:paraId="7C3CF838" w14:textId="77777777" w:rsidR="00CC3717" w:rsidRPr="001A7B4B" w:rsidRDefault="00CC3717" w:rsidP="00AE31EC">
            <w:pPr>
              <w:pStyle w:val="Normalheadingblue"/>
              <w:spacing w:before="0" w:after="0"/>
              <w:rPr>
                <w:rFonts w:cs="Arial"/>
                <w:bCs/>
                <w:color w:val="auto"/>
              </w:rPr>
            </w:pPr>
          </w:p>
        </w:tc>
        <w:tc>
          <w:tcPr>
            <w:tcW w:w="2246" w:type="dxa"/>
          </w:tcPr>
          <w:p w14:paraId="4A0B6EC2" w14:textId="77777777" w:rsidR="00DD207A" w:rsidRDefault="008A57D2" w:rsidP="00A936A0">
            <w:pPr>
              <w:spacing w:before="0" w:after="0"/>
            </w:pPr>
            <w:r>
              <w:lastRenderedPageBreak/>
              <w:t>Q&amp;A</w:t>
            </w:r>
            <w:r>
              <w:br/>
            </w:r>
            <w:r>
              <w:br/>
              <w:t>Group work - Examine Risk assessment and feedback</w:t>
            </w:r>
            <w:r>
              <w:br/>
              <w:t>English skills (reading, writing, technical vocabulary)</w:t>
            </w:r>
          </w:p>
        </w:tc>
      </w:tr>
      <w:tr w:rsidR="00790729" w:rsidRPr="00F87D27" w14:paraId="72802E64" w14:textId="77777777" w:rsidTr="24BA986D">
        <w:trPr>
          <w:trHeight w:val="300"/>
          <w:jc w:val="center"/>
        </w:trPr>
        <w:tc>
          <w:tcPr>
            <w:tcW w:w="1297" w:type="dxa"/>
          </w:tcPr>
          <w:p w14:paraId="59A776C8" w14:textId="77777777" w:rsidR="00790729" w:rsidRPr="001A7B4B" w:rsidRDefault="007027B4" w:rsidP="7332586D">
            <w:pPr>
              <w:jc w:val="center"/>
              <w:rPr>
                <w:rFonts w:cs="Arial"/>
                <w:b/>
                <w:bCs/>
              </w:rPr>
            </w:pPr>
            <w:r w:rsidRPr="001A7B4B">
              <w:rPr>
                <w:rFonts w:cs="Arial"/>
                <w:b/>
                <w:bCs/>
              </w:rPr>
              <w:lastRenderedPageBreak/>
              <w:t>6</w:t>
            </w:r>
          </w:p>
          <w:p w14:paraId="0884CEEB" w14:textId="77777777" w:rsidR="007027B4" w:rsidRPr="001A7B4B" w:rsidRDefault="007027B4" w:rsidP="7332586D">
            <w:pPr>
              <w:jc w:val="center"/>
              <w:rPr>
                <w:rFonts w:cs="Arial"/>
              </w:rPr>
            </w:pPr>
            <w:r w:rsidRPr="001A7B4B">
              <w:rPr>
                <w:rFonts w:cs="Arial"/>
              </w:rPr>
              <w:t>3 Hours</w:t>
            </w:r>
          </w:p>
        </w:tc>
        <w:tc>
          <w:tcPr>
            <w:tcW w:w="2199" w:type="dxa"/>
          </w:tcPr>
          <w:p w14:paraId="6A02D54D" w14:textId="77777777" w:rsidR="007027B4" w:rsidRPr="001A7B4B" w:rsidRDefault="007027B4" w:rsidP="007027B4">
            <w:pPr>
              <w:pStyle w:val="Normalheadingblack"/>
              <w:rPr>
                <w:rFonts w:cs="Arial"/>
                <w:lang w:eastAsia="en-GB"/>
              </w:rPr>
            </w:pPr>
            <w:r w:rsidRPr="001A7B4B">
              <w:rPr>
                <w:rFonts w:cs="Arial"/>
                <w:lang w:eastAsia="en-GB"/>
              </w:rPr>
              <w:t>Outcome 1 – Plumbing and heating common knowledge criteria</w:t>
            </w:r>
          </w:p>
          <w:p w14:paraId="09BDD334" w14:textId="77777777" w:rsidR="00790729" w:rsidRPr="001A7B4B" w:rsidRDefault="00790729" w:rsidP="5C982994">
            <w:pPr>
              <w:pStyle w:val="Normalheadingblack"/>
              <w:rPr>
                <w:rFonts w:cs="Arial"/>
                <w:lang w:eastAsia="en-GB"/>
              </w:rPr>
            </w:pPr>
          </w:p>
        </w:tc>
        <w:tc>
          <w:tcPr>
            <w:tcW w:w="3135" w:type="dxa"/>
          </w:tcPr>
          <w:p w14:paraId="525C1867" w14:textId="77777777" w:rsidR="007027B4" w:rsidRPr="001A7B4B" w:rsidRDefault="007027B4" w:rsidP="00A936A0">
            <w:pPr>
              <w:pStyle w:val="Normalheadingblack"/>
              <w:spacing w:before="0" w:after="0"/>
              <w:rPr>
                <w:rFonts w:cs="Arial"/>
              </w:rPr>
            </w:pPr>
            <w:r w:rsidRPr="001A7B4B">
              <w:rPr>
                <w:rFonts w:cs="Arial"/>
                <w:b w:val="0"/>
                <w:lang w:eastAsia="en-GB"/>
              </w:rPr>
              <w:t xml:space="preserve">K1.2 </w:t>
            </w:r>
            <w:r w:rsidRPr="001A7B4B">
              <w:rPr>
                <w:rFonts w:eastAsia="Calibri" w:cs="Arial"/>
                <w:b w:val="0"/>
                <w:szCs w:val="22"/>
              </w:rPr>
              <w:t>Typical hazards and risks associated with plumbing and heating systems</w:t>
            </w:r>
          </w:p>
          <w:p w14:paraId="32210F32" w14:textId="77777777" w:rsidR="00790729" w:rsidRPr="001A7B4B" w:rsidRDefault="00790729" w:rsidP="006F1CE9">
            <w:pPr>
              <w:pStyle w:val="Normalheadingblack"/>
              <w:ind w:left="720"/>
              <w:rPr>
                <w:rFonts w:cs="Arial"/>
                <w:szCs w:val="22"/>
              </w:rPr>
            </w:pPr>
          </w:p>
        </w:tc>
        <w:tc>
          <w:tcPr>
            <w:tcW w:w="5785" w:type="dxa"/>
          </w:tcPr>
          <w:p w14:paraId="6913335B" w14:textId="6524582A" w:rsidR="007027B4" w:rsidRPr="001A7B4B" w:rsidRDefault="007027B4" w:rsidP="002D32EE">
            <w:pPr>
              <w:pStyle w:val="Normalheadingblue"/>
              <w:spacing w:before="0" w:after="0"/>
              <w:rPr>
                <w:rFonts w:cs="Arial"/>
                <w:color w:val="auto"/>
              </w:rPr>
            </w:pPr>
            <w:r w:rsidRPr="001A7B4B">
              <w:rPr>
                <w:rFonts w:cs="Arial"/>
                <w:color w:val="auto"/>
              </w:rPr>
              <w:t>Activities:</w:t>
            </w:r>
          </w:p>
          <w:p w14:paraId="20A6179B" w14:textId="14F18D3B" w:rsidR="007027B4" w:rsidRPr="001A7B4B" w:rsidRDefault="007027B4" w:rsidP="002D32EE">
            <w:pPr>
              <w:pStyle w:val="Normalheadingblue"/>
              <w:spacing w:before="0" w:after="0"/>
              <w:rPr>
                <w:rFonts w:cs="Arial"/>
                <w:color w:val="auto"/>
              </w:rPr>
            </w:pPr>
            <w:r w:rsidRPr="001A7B4B">
              <w:rPr>
                <w:rFonts w:cs="Arial"/>
                <w:color w:val="auto"/>
              </w:rPr>
              <w:t xml:space="preserve">Starter </w:t>
            </w:r>
            <w:r w:rsidR="00A75B77" w:rsidRPr="001A7B4B">
              <w:rPr>
                <w:rFonts w:cs="Arial"/>
                <w:color w:val="auto"/>
              </w:rPr>
              <w:t xml:space="preserve">task </w:t>
            </w:r>
            <w:r w:rsidRPr="001A7B4B">
              <w:rPr>
                <w:rFonts w:cs="Arial"/>
                <w:color w:val="auto"/>
              </w:rPr>
              <w:t>example:</w:t>
            </w:r>
          </w:p>
          <w:p w14:paraId="1EE45E37" w14:textId="6B0148F6" w:rsidR="007027B4" w:rsidRPr="001A7B4B" w:rsidRDefault="00CC3717" w:rsidP="002D32EE">
            <w:pPr>
              <w:pStyle w:val="Normalheadingblue"/>
              <w:spacing w:before="0" w:after="0"/>
              <w:rPr>
                <w:rFonts w:cs="Arial"/>
                <w:b w:val="0"/>
                <w:color w:val="auto"/>
              </w:rPr>
            </w:pPr>
            <w:r w:rsidRPr="001A7B4B">
              <w:rPr>
                <w:rFonts w:cs="Arial"/>
                <w:b w:val="0"/>
                <w:color w:val="auto"/>
              </w:rPr>
              <w:t xml:space="preserve">Knowledge recap. </w:t>
            </w:r>
            <w:r w:rsidR="00E115B9" w:rsidRPr="001A7B4B">
              <w:rPr>
                <w:rFonts w:cs="Arial"/>
                <w:b w:val="0"/>
                <w:color w:val="auto"/>
              </w:rPr>
              <w:t>Short</w:t>
            </w:r>
            <w:r w:rsidRPr="001A7B4B">
              <w:rPr>
                <w:rFonts w:cs="Arial"/>
                <w:b w:val="0"/>
                <w:color w:val="auto"/>
              </w:rPr>
              <w:t xml:space="preserve"> quiz based on safe transportation and use of cylinders</w:t>
            </w:r>
            <w:r w:rsidR="00ED0487">
              <w:rPr>
                <w:rFonts w:cs="Arial"/>
                <w:b w:val="0"/>
                <w:color w:val="auto"/>
              </w:rPr>
              <w:t>.</w:t>
            </w:r>
          </w:p>
          <w:p w14:paraId="39FF33B4" w14:textId="77777777" w:rsidR="00CC3717" w:rsidRPr="001A7B4B" w:rsidRDefault="00CC3717" w:rsidP="002D32EE">
            <w:pPr>
              <w:pStyle w:val="Normalheadingblue"/>
              <w:spacing w:before="0" w:after="0"/>
              <w:rPr>
                <w:rFonts w:cs="Arial"/>
                <w:color w:val="auto"/>
              </w:rPr>
            </w:pPr>
          </w:p>
          <w:p w14:paraId="0E6F646C" w14:textId="77777777" w:rsidR="007027B4" w:rsidRPr="001A7B4B" w:rsidRDefault="007027B4" w:rsidP="002D32EE">
            <w:pPr>
              <w:pStyle w:val="Normalheadingblue"/>
              <w:spacing w:before="0" w:after="0"/>
              <w:rPr>
                <w:rFonts w:cs="Arial"/>
                <w:color w:val="auto"/>
              </w:rPr>
            </w:pPr>
            <w:r w:rsidRPr="001A7B4B">
              <w:rPr>
                <w:rFonts w:cs="Arial"/>
                <w:color w:val="auto"/>
              </w:rPr>
              <w:t>Delivery focus:</w:t>
            </w:r>
          </w:p>
          <w:p w14:paraId="626C4984" w14:textId="1091A097" w:rsidR="007027B4" w:rsidRPr="001A7B4B" w:rsidRDefault="006F1CE9" w:rsidP="002D32EE">
            <w:pPr>
              <w:pStyle w:val="Normalheadingblue"/>
              <w:spacing w:before="0" w:after="0"/>
              <w:rPr>
                <w:rFonts w:cs="Arial"/>
                <w:color w:val="auto"/>
              </w:rPr>
            </w:pPr>
            <w:r w:rsidRPr="001A7B4B">
              <w:rPr>
                <w:rFonts w:cs="Arial"/>
                <w:color w:val="auto"/>
              </w:rPr>
              <w:t xml:space="preserve">Health and safety - </w:t>
            </w:r>
            <w:r w:rsidR="007027B4" w:rsidRPr="001A7B4B">
              <w:rPr>
                <w:rFonts w:cs="Arial"/>
                <w:color w:val="auto"/>
              </w:rPr>
              <w:t>The dangers of working with heat-producing equipment and how to prevent fires occurring</w:t>
            </w:r>
            <w:r w:rsidR="00964A68" w:rsidRPr="001A7B4B">
              <w:rPr>
                <w:rFonts w:cs="Arial"/>
                <w:color w:val="auto"/>
              </w:rPr>
              <w:t>, and the</w:t>
            </w:r>
            <w:r w:rsidR="007027B4" w:rsidRPr="001A7B4B">
              <w:rPr>
                <w:rFonts w:cs="Arial"/>
                <w:color w:val="auto"/>
              </w:rPr>
              <w:t xml:space="preserve"> method for fighting small/localised fires that can occur in the workplace.</w:t>
            </w:r>
          </w:p>
          <w:p w14:paraId="6F4D3553" w14:textId="77777777" w:rsidR="00CC3717" w:rsidRPr="001A7B4B" w:rsidRDefault="00CC3717" w:rsidP="002D32EE">
            <w:pPr>
              <w:pStyle w:val="Normalheadingblue"/>
              <w:spacing w:before="0" w:after="0"/>
              <w:rPr>
                <w:rFonts w:cs="Arial"/>
                <w:b w:val="0"/>
                <w:color w:val="auto"/>
              </w:rPr>
            </w:pPr>
            <w:r w:rsidRPr="001A7B4B">
              <w:rPr>
                <w:rFonts w:cs="Arial"/>
                <w:b w:val="0"/>
                <w:color w:val="auto"/>
              </w:rPr>
              <w:t xml:space="preserve">Use video links such as </w:t>
            </w:r>
            <w:hyperlink r:id="rId14" w:history="1">
              <w:r w:rsidRPr="001A7B4B">
                <w:rPr>
                  <w:rStyle w:val="Hyperlink"/>
                  <w:b w:val="0"/>
                  <w:color w:val="auto"/>
                </w:rPr>
                <w:t>(1) How to use a Fire Extinguisher - Workplace Safety Demonstration - Rescue 365 - - YouTube</w:t>
              </w:r>
            </w:hyperlink>
          </w:p>
          <w:p w14:paraId="0003B255" w14:textId="77777777" w:rsidR="007027B4" w:rsidRPr="001A7B4B" w:rsidRDefault="007027B4" w:rsidP="002D32EE">
            <w:pPr>
              <w:pStyle w:val="Normalheadingblue"/>
              <w:spacing w:before="0" w:after="0"/>
              <w:rPr>
                <w:rFonts w:cs="Arial"/>
                <w:b w:val="0"/>
                <w:color w:val="auto"/>
              </w:rPr>
            </w:pPr>
            <w:r w:rsidRPr="001A7B4B">
              <w:rPr>
                <w:rFonts w:cs="Arial"/>
                <w:b w:val="0"/>
                <w:color w:val="auto"/>
              </w:rPr>
              <w:t>Fighting small/localised fires:</w:t>
            </w:r>
          </w:p>
          <w:p w14:paraId="28DD200D" w14:textId="29C9C242" w:rsidR="007027B4" w:rsidRPr="001A7B4B" w:rsidRDefault="007027B4" w:rsidP="002C017C">
            <w:pPr>
              <w:pStyle w:val="Normalheadingblue"/>
              <w:numPr>
                <w:ilvl w:val="0"/>
                <w:numId w:val="182"/>
              </w:numPr>
              <w:spacing w:before="0" w:after="0"/>
              <w:rPr>
                <w:rFonts w:cs="Arial"/>
                <w:b w:val="0"/>
                <w:color w:val="auto"/>
              </w:rPr>
            </w:pPr>
            <w:r w:rsidRPr="001A7B4B">
              <w:rPr>
                <w:rFonts w:cs="Arial"/>
                <w:b w:val="0"/>
                <w:color w:val="auto"/>
              </w:rPr>
              <w:t>tackling fires to aid escape</w:t>
            </w:r>
          </w:p>
          <w:p w14:paraId="46235CE7" w14:textId="3C2E1E6A" w:rsidR="007027B4" w:rsidRPr="001A7B4B" w:rsidRDefault="007027B4" w:rsidP="002C017C">
            <w:pPr>
              <w:pStyle w:val="Normalheadingblue"/>
              <w:numPr>
                <w:ilvl w:val="0"/>
                <w:numId w:val="182"/>
              </w:numPr>
              <w:spacing w:before="0" w:after="0"/>
              <w:rPr>
                <w:rFonts w:cs="Arial"/>
                <w:b w:val="0"/>
                <w:color w:val="auto"/>
              </w:rPr>
            </w:pPr>
            <w:r w:rsidRPr="001A7B4B">
              <w:rPr>
                <w:rFonts w:cs="Arial"/>
                <w:b w:val="0"/>
                <w:color w:val="auto"/>
              </w:rPr>
              <w:t xml:space="preserve">types of </w:t>
            </w:r>
            <w:r w:rsidR="000A15A7" w:rsidRPr="001A7B4B">
              <w:rPr>
                <w:rFonts w:cs="Arial"/>
                <w:b w:val="0"/>
                <w:color w:val="auto"/>
              </w:rPr>
              <w:t>extinguishers</w:t>
            </w:r>
          </w:p>
          <w:p w14:paraId="55AFEAD6" w14:textId="5051AA70" w:rsidR="007027B4" w:rsidRPr="001A7B4B" w:rsidRDefault="007027B4" w:rsidP="002C017C">
            <w:pPr>
              <w:pStyle w:val="Normalheadingblue"/>
              <w:numPr>
                <w:ilvl w:val="0"/>
                <w:numId w:val="182"/>
              </w:numPr>
              <w:spacing w:before="0" w:after="0"/>
              <w:rPr>
                <w:rFonts w:cs="Arial"/>
                <w:b w:val="0"/>
                <w:color w:val="auto"/>
              </w:rPr>
            </w:pPr>
            <w:r w:rsidRPr="001A7B4B">
              <w:rPr>
                <w:rFonts w:cs="Arial"/>
                <w:b w:val="0"/>
                <w:color w:val="auto"/>
              </w:rPr>
              <w:t>selection of extinguisher by fire type</w:t>
            </w:r>
          </w:p>
          <w:p w14:paraId="58D0FEE3" w14:textId="68047409" w:rsidR="007027B4" w:rsidRPr="001A7B4B" w:rsidRDefault="007027B4" w:rsidP="002C017C">
            <w:pPr>
              <w:pStyle w:val="Normalheadingblue"/>
              <w:numPr>
                <w:ilvl w:val="0"/>
                <w:numId w:val="182"/>
              </w:numPr>
              <w:spacing w:before="0" w:after="0"/>
              <w:rPr>
                <w:rFonts w:cs="Arial"/>
                <w:b w:val="0"/>
                <w:color w:val="auto"/>
              </w:rPr>
            </w:pPr>
            <w:r w:rsidRPr="001A7B4B">
              <w:rPr>
                <w:rFonts w:cs="Arial"/>
                <w:b w:val="0"/>
                <w:color w:val="auto"/>
              </w:rPr>
              <w:t>method of use</w:t>
            </w:r>
          </w:p>
          <w:p w14:paraId="64CF40ED" w14:textId="0DE465F3" w:rsidR="007027B4" w:rsidRPr="001A7B4B" w:rsidRDefault="007027B4" w:rsidP="002C017C">
            <w:pPr>
              <w:pStyle w:val="Normalheadingblue"/>
              <w:numPr>
                <w:ilvl w:val="0"/>
                <w:numId w:val="182"/>
              </w:numPr>
              <w:spacing w:before="0" w:after="0"/>
              <w:rPr>
                <w:rFonts w:cs="Arial"/>
                <w:color w:val="auto"/>
              </w:rPr>
            </w:pPr>
            <w:r w:rsidRPr="001A7B4B">
              <w:rPr>
                <w:rFonts w:cs="Arial"/>
                <w:b w:val="0"/>
                <w:color w:val="auto"/>
              </w:rPr>
              <w:t>evacuation procedures</w:t>
            </w:r>
            <w:r w:rsidRPr="001A7B4B">
              <w:rPr>
                <w:rFonts w:cs="Arial"/>
                <w:color w:val="auto"/>
              </w:rPr>
              <w:t>.</w:t>
            </w:r>
          </w:p>
          <w:p w14:paraId="7DFAA49A" w14:textId="77777777" w:rsidR="00851009" w:rsidRPr="001A7B4B" w:rsidRDefault="00851009" w:rsidP="002D32EE">
            <w:pPr>
              <w:pStyle w:val="Normalheadingblue"/>
              <w:spacing w:before="0" w:after="0"/>
              <w:rPr>
                <w:rFonts w:cs="Arial"/>
                <w:b w:val="0"/>
                <w:color w:val="auto"/>
              </w:rPr>
            </w:pPr>
            <w:r w:rsidRPr="001A7B4B">
              <w:rPr>
                <w:rFonts w:cs="Arial"/>
                <w:b w:val="0"/>
                <w:color w:val="auto"/>
              </w:rPr>
              <w:t>Breakout to centre and inspect the various fire extinguishers around the site</w:t>
            </w:r>
          </w:p>
          <w:p w14:paraId="1389A65A" w14:textId="77777777" w:rsidR="007027B4" w:rsidRPr="001A7B4B" w:rsidRDefault="007027B4" w:rsidP="002D32EE">
            <w:pPr>
              <w:pStyle w:val="Normalheadingblue"/>
              <w:spacing w:before="0" w:after="0"/>
              <w:rPr>
                <w:color w:val="auto"/>
              </w:rPr>
            </w:pPr>
          </w:p>
          <w:p w14:paraId="22BF8EA8" w14:textId="084AD7C2" w:rsidR="007027B4" w:rsidRPr="001A7B4B" w:rsidRDefault="007027B4" w:rsidP="002D32EE">
            <w:pPr>
              <w:pStyle w:val="Normalheadingblue"/>
              <w:spacing w:before="0" w:after="0"/>
              <w:rPr>
                <w:b w:val="0"/>
                <w:color w:val="auto"/>
              </w:rPr>
            </w:pPr>
            <w:r w:rsidRPr="001A7B4B">
              <w:rPr>
                <w:bCs/>
                <w:color w:val="auto"/>
              </w:rPr>
              <w:t>Knowledge Check example:</w:t>
            </w:r>
            <w:r w:rsidRPr="001A7B4B">
              <w:rPr>
                <w:color w:val="auto"/>
              </w:rPr>
              <w:br/>
            </w:r>
            <w:r w:rsidR="00851009" w:rsidRPr="001A7B4B">
              <w:rPr>
                <w:b w:val="0"/>
                <w:color w:val="auto"/>
              </w:rPr>
              <w:t xml:space="preserve">Distribute a fire safety test for </w:t>
            </w:r>
            <w:r w:rsidR="00F502C8" w:rsidRPr="001A7B4B">
              <w:rPr>
                <w:b w:val="0"/>
                <w:color w:val="auto"/>
              </w:rPr>
              <w:t>students</w:t>
            </w:r>
            <w:r w:rsidR="00851009" w:rsidRPr="001A7B4B">
              <w:rPr>
                <w:b w:val="0"/>
                <w:color w:val="auto"/>
              </w:rPr>
              <w:t xml:space="preserve"> to complete individually before swapping answers for peer marking and discussion.</w:t>
            </w:r>
          </w:p>
          <w:p w14:paraId="29D09335" w14:textId="77777777" w:rsidR="006F1CE9" w:rsidRPr="001A7B4B" w:rsidRDefault="006F1CE9" w:rsidP="002D32EE">
            <w:pPr>
              <w:pStyle w:val="Normalheadingblue"/>
              <w:spacing w:before="0" w:after="0"/>
              <w:rPr>
                <w:color w:val="auto"/>
              </w:rPr>
            </w:pPr>
          </w:p>
          <w:p w14:paraId="41AC195E" w14:textId="77777777" w:rsidR="006F1CE9" w:rsidRPr="001A7B4B" w:rsidRDefault="006F1CE9" w:rsidP="002D32EE">
            <w:pPr>
              <w:pStyle w:val="Normalheadingblue"/>
              <w:spacing w:before="0" w:after="0"/>
              <w:rPr>
                <w:color w:val="auto"/>
              </w:rPr>
            </w:pPr>
            <w:r w:rsidRPr="001A7B4B">
              <w:rPr>
                <w:color w:val="auto"/>
              </w:rPr>
              <w:t>Resources:</w:t>
            </w:r>
          </w:p>
          <w:p w14:paraId="0255FF12" w14:textId="77777777" w:rsidR="006F1CE9" w:rsidRPr="001A7B4B" w:rsidRDefault="006F1CE9" w:rsidP="002D32EE">
            <w:pPr>
              <w:pStyle w:val="Normalheadingblue"/>
              <w:spacing w:before="0" w:after="0"/>
              <w:rPr>
                <w:b w:val="0"/>
                <w:color w:val="auto"/>
              </w:rPr>
            </w:pPr>
            <w:r w:rsidRPr="001A7B4B">
              <w:rPr>
                <w:b w:val="0"/>
                <w:color w:val="auto"/>
              </w:rPr>
              <w:t>Knowledge test</w:t>
            </w:r>
          </w:p>
          <w:p w14:paraId="382719CD" w14:textId="77777777" w:rsidR="006F1CE9" w:rsidRPr="001A7B4B" w:rsidRDefault="006F1CE9" w:rsidP="002D32EE">
            <w:pPr>
              <w:pStyle w:val="Normalheadingblue"/>
              <w:spacing w:before="0" w:after="0"/>
              <w:rPr>
                <w:b w:val="0"/>
                <w:color w:val="auto"/>
              </w:rPr>
            </w:pPr>
            <w:r w:rsidRPr="001A7B4B">
              <w:rPr>
                <w:b w:val="0"/>
                <w:color w:val="auto"/>
              </w:rPr>
              <w:t>Examples of fire extinguisher types</w:t>
            </w:r>
          </w:p>
          <w:p w14:paraId="4F159328" w14:textId="77777777" w:rsidR="00790729" w:rsidRPr="001A7B4B" w:rsidRDefault="00790729" w:rsidP="002D32EE">
            <w:pPr>
              <w:pStyle w:val="Normalheadingblue"/>
              <w:spacing w:before="0" w:after="0"/>
              <w:rPr>
                <w:rFonts w:cs="Arial"/>
                <w:color w:val="auto"/>
              </w:rPr>
            </w:pPr>
          </w:p>
        </w:tc>
        <w:tc>
          <w:tcPr>
            <w:tcW w:w="2246" w:type="dxa"/>
          </w:tcPr>
          <w:p w14:paraId="09BB5388" w14:textId="77777777" w:rsidR="00DD207A" w:rsidRDefault="008A57D2" w:rsidP="00A936A0">
            <w:pPr>
              <w:spacing w:before="0" w:after="0"/>
            </w:pPr>
            <w:r>
              <w:lastRenderedPageBreak/>
              <w:t>Q&amp;A</w:t>
            </w:r>
            <w:r>
              <w:br/>
            </w:r>
            <w:r>
              <w:br/>
              <w:t>Knowledge recap quiz</w:t>
            </w:r>
            <w:r>
              <w:br/>
            </w:r>
            <w:r>
              <w:br/>
              <w:t>Fire safety test</w:t>
            </w:r>
            <w:r>
              <w:br/>
              <w:t>English skills (reading, writing, technical vocabulary)</w:t>
            </w:r>
          </w:p>
        </w:tc>
      </w:tr>
      <w:tr w:rsidR="00803CBE" w:rsidRPr="00F87D27" w14:paraId="6D48B75A" w14:textId="77777777" w:rsidTr="24BA986D">
        <w:trPr>
          <w:trHeight w:val="300"/>
          <w:jc w:val="center"/>
        </w:trPr>
        <w:tc>
          <w:tcPr>
            <w:tcW w:w="1297" w:type="dxa"/>
          </w:tcPr>
          <w:p w14:paraId="3A80B60D" w14:textId="77777777" w:rsidR="00803CBE" w:rsidRPr="001A7B4B" w:rsidRDefault="007027B4" w:rsidP="7332586D">
            <w:pPr>
              <w:jc w:val="center"/>
              <w:rPr>
                <w:rFonts w:cs="Arial"/>
                <w:b/>
                <w:bCs/>
              </w:rPr>
            </w:pPr>
            <w:r w:rsidRPr="001A7B4B">
              <w:rPr>
                <w:rFonts w:cs="Arial"/>
                <w:b/>
                <w:bCs/>
              </w:rPr>
              <w:t>7</w:t>
            </w:r>
          </w:p>
          <w:p w14:paraId="76D4F726" w14:textId="77777777" w:rsidR="00803CBE" w:rsidRPr="001A7B4B" w:rsidRDefault="44968626" w:rsidP="5554D4BD">
            <w:pPr>
              <w:jc w:val="center"/>
              <w:rPr>
                <w:rFonts w:cs="Arial"/>
                <w:b/>
                <w:bCs/>
              </w:rPr>
            </w:pPr>
            <w:r w:rsidRPr="001A7B4B">
              <w:rPr>
                <w:rFonts w:cs="Arial"/>
              </w:rPr>
              <w:t>3</w:t>
            </w:r>
            <w:r w:rsidR="00803CBE" w:rsidRPr="001A7B4B">
              <w:rPr>
                <w:rFonts w:cs="Arial"/>
              </w:rPr>
              <w:t xml:space="preserve"> hours</w:t>
            </w:r>
          </w:p>
        </w:tc>
        <w:tc>
          <w:tcPr>
            <w:tcW w:w="2199" w:type="dxa"/>
          </w:tcPr>
          <w:p w14:paraId="631A5241" w14:textId="77777777" w:rsidR="00803CBE" w:rsidRPr="001A7B4B" w:rsidRDefault="2BE840A0" w:rsidP="5C982994">
            <w:pPr>
              <w:pStyle w:val="Normalheadingblack"/>
              <w:rPr>
                <w:rFonts w:cs="Arial"/>
                <w:lang w:eastAsia="en-GB"/>
              </w:rPr>
            </w:pPr>
            <w:r w:rsidRPr="001A7B4B">
              <w:rPr>
                <w:rFonts w:cs="Arial"/>
                <w:lang w:eastAsia="en-GB"/>
              </w:rPr>
              <w:t>Outcome 1 – Plumbing and heating common knowledge criteria</w:t>
            </w:r>
          </w:p>
          <w:p w14:paraId="03D285B9" w14:textId="77777777" w:rsidR="00803CBE" w:rsidRPr="001A7B4B" w:rsidRDefault="00803CBE" w:rsidP="5C982994">
            <w:pPr>
              <w:pStyle w:val="Normalheadingblack"/>
              <w:rPr>
                <w:rFonts w:cs="Arial"/>
                <w:lang w:eastAsia="en-GB"/>
              </w:rPr>
            </w:pPr>
          </w:p>
          <w:p w14:paraId="3E60B238" w14:textId="77777777" w:rsidR="00803CBE" w:rsidRPr="001A7B4B" w:rsidRDefault="15A95171" w:rsidP="5C982994">
            <w:pPr>
              <w:pStyle w:val="Normalheadingblack"/>
              <w:rPr>
                <w:rFonts w:cs="Arial"/>
                <w:lang w:eastAsia="en-GB"/>
              </w:rPr>
            </w:pPr>
            <w:r w:rsidRPr="001A7B4B">
              <w:rPr>
                <w:rFonts w:cs="Arial"/>
                <w:lang w:eastAsia="en-GB"/>
              </w:rPr>
              <w:t>Outcome 2 Install plumbing and heating systems</w:t>
            </w:r>
          </w:p>
          <w:p w14:paraId="1EA1E809" w14:textId="77777777" w:rsidR="00803CBE" w:rsidRPr="001A7B4B" w:rsidRDefault="00803CBE" w:rsidP="5554D4BD">
            <w:pPr>
              <w:pStyle w:val="Normalheadingblack"/>
              <w:rPr>
                <w:rFonts w:cs="Arial"/>
                <w:lang w:eastAsia="en-GB"/>
              </w:rPr>
            </w:pPr>
          </w:p>
        </w:tc>
        <w:tc>
          <w:tcPr>
            <w:tcW w:w="3135" w:type="dxa"/>
          </w:tcPr>
          <w:p w14:paraId="444F6501" w14:textId="77777777" w:rsidR="00803CBE" w:rsidRPr="001A7B4B" w:rsidRDefault="009E637F" w:rsidP="00A936A0">
            <w:pPr>
              <w:pStyle w:val="CommentText"/>
              <w:spacing w:before="0" w:after="0"/>
              <w:rPr>
                <w:rFonts w:cs="Arial"/>
              </w:rPr>
            </w:pPr>
            <w:r w:rsidRPr="001A7B4B">
              <w:rPr>
                <w:rFonts w:cs="Arial"/>
                <w:sz w:val="22"/>
                <w:szCs w:val="22"/>
              </w:rPr>
              <w:t xml:space="preserve">K1.1 </w:t>
            </w:r>
            <w:r w:rsidRPr="001A7B4B">
              <w:rPr>
                <w:rFonts w:eastAsia="Calibri" w:cs="Arial"/>
                <w:sz w:val="22"/>
                <w:szCs w:val="22"/>
              </w:rPr>
              <w:t>Key requirements of Codes of Practice (CoP), Building Regulations and the Water Regulations</w:t>
            </w:r>
          </w:p>
          <w:p w14:paraId="34E2B8FF" w14:textId="77777777" w:rsidR="5554D4BD" w:rsidRPr="001A7B4B" w:rsidRDefault="5554D4BD" w:rsidP="00A936A0">
            <w:pPr>
              <w:pStyle w:val="CommentText"/>
              <w:spacing w:before="0" w:after="0"/>
              <w:rPr>
                <w:rFonts w:eastAsia="Calibri" w:cs="Arial"/>
                <w:sz w:val="22"/>
                <w:szCs w:val="22"/>
              </w:rPr>
            </w:pPr>
          </w:p>
          <w:p w14:paraId="78DFDC1C" w14:textId="77777777" w:rsidR="009E637F" w:rsidRPr="001A7B4B" w:rsidRDefault="009E637F" w:rsidP="00A936A0">
            <w:pPr>
              <w:pStyle w:val="CommentText"/>
              <w:spacing w:before="0" w:after="0"/>
              <w:rPr>
                <w:rFonts w:cs="Arial"/>
              </w:rPr>
            </w:pPr>
            <w:r w:rsidRPr="001A7B4B">
              <w:rPr>
                <w:rFonts w:eastAsia="Calibri" w:cs="Arial"/>
                <w:sz w:val="22"/>
                <w:szCs w:val="22"/>
              </w:rPr>
              <w:t>K1.2 Typical hazards and risks associated with plumbing and heating systems</w:t>
            </w:r>
          </w:p>
          <w:p w14:paraId="3F0C1755" w14:textId="77777777" w:rsidR="5554D4BD" w:rsidRPr="001A7B4B" w:rsidRDefault="5554D4BD" w:rsidP="00A936A0">
            <w:pPr>
              <w:pStyle w:val="CommentText"/>
              <w:spacing w:before="0" w:after="0"/>
              <w:rPr>
                <w:rFonts w:ascii="Calibri" w:eastAsia="Calibri" w:hAnsi="Calibri" w:cs="Calibri"/>
                <w:sz w:val="22"/>
                <w:szCs w:val="22"/>
              </w:rPr>
            </w:pPr>
          </w:p>
          <w:p w14:paraId="4DE7E6C7" w14:textId="77777777" w:rsidR="009E637F" w:rsidRPr="001A7B4B" w:rsidRDefault="009E637F" w:rsidP="00A936A0">
            <w:pPr>
              <w:pStyle w:val="CommentText"/>
              <w:spacing w:before="0" w:after="0"/>
              <w:rPr>
                <w:rFonts w:cs="Arial"/>
              </w:rPr>
            </w:pPr>
            <w:r w:rsidRPr="001A7B4B">
              <w:rPr>
                <w:rFonts w:eastAsia="Calibri" w:cs="Arial"/>
                <w:sz w:val="22"/>
                <w:szCs w:val="22"/>
              </w:rPr>
              <w:t>S2.1 Interpret risk assessments and related documentation</w:t>
            </w:r>
          </w:p>
          <w:p w14:paraId="548D4465" w14:textId="77777777" w:rsidR="00803CBE" w:rsidRPr="001A7B4B" w:rsidRDefault="00803CBE" w:rsidP="004011AB">
            <w:pPr>
              <w:pStyle w:val="Normalheadingblack"/>
              <w:rPr>
                <w:rFonts w:cs="Arial"/>
                <w:b w:val="0"/>
                <w:bCs/>
                <w:szCs w:val="22"/>
              </w:rPr>
            </w:pPr>
          </w:p>
          <w:p w14:paraId="4A85CA4E" w14:textId="77777777" w:rsidR="00803CBE" w:rsidRPr="001A7B4B" w:rsidRDefault="00803CBE" w:rsidP="0017259D">
            <w:pPr>
              <w:rPr>
                <w:rFonts w:cs="Arial"/>
                <w:szCs w:val="22"/>
              </w:rPr>
            </w:pPr>
          </w:p>
        </w:tc>
        <w:tc>
          <w:tcPr>
            <w:tcW w:w="5785" w:type="dxa"/>
          </w:tcPr>
          <w:p w14:paraId="1836DA0C" w14:textId="3AD8B4C6" w:rsidR="5C982994" w:rsidRPr="001A7B4B" w:rsidRDefault="00803CBE" w:rsidP="008B5A03">
            <w:pPr>
              <w:pStyle w:val="Normalheadingblue"/>
              <w:spacing w:before="0" w:after="0"/>
              <w:rPr>
                <w:rFonts w:cs="Arial"/>
                <w:color w:val="auto"/>
                <w:szCs w:val="22"/>
              </w:rPr>
            </w:pPr>
            <w:r w:rsidRPr="001A7B4B">
              <w:rPr>
                <w:rFonts w:cs="Arial"/>
                <w:color w:val="auto"/>
              </w:rPr>
              <w:t>Activities</w:t>
            </w:r>
            <w:r w:rsidR="00AC270B" w:rsidRPr="001A7B4B">
              <w:rPr>
                <w:rFonts w:cs="Arial"/>
                <w:color w:val="auto"/>
              </w:rPr>
              <w:t>:</w:t>
            </w:r>
          </w:p>
          <w:p w14:paraId="0B57B403" w14:textId="2075D9D7" w:rsidR="00FC5DFF" w:rsidRPr="001A7B4B" w:rsidRDefault="466BE90D" w:rsidP="005D4396">
            <w:pPr>
              <w:pStyle w:val="Normalbulletlist"/>
              <w:numPr>
                <w:ilvl w:val="0"/>
                <w:numId w:val="0"/>
              </w:numPr>
              <w:rPr>
                <w:rFonts w:cs="Arial"/>
              </w:rPr>
            </w:pPr>
            <w:r w:rsidRPr="001A7B4B">
              <w:rPr>
                <w:rFonts w:cs="Arial"/>
                <w:b/>
              </w:rPr>
              <w:t xml:space="preserve">Starter </w:t>
            </w:r>
            <w:r w:rsidR="00A75B77" w:rsidRPr="001A7B4B">
              <w:rPr>
                <w:rFonts w:cs="Arial"/>
                <w:b/>
              </w:rPr>
              <w:t>t</w:t>
            </w:r>
            <w:r w:rsidRPr="001A7B4B">
              <w:rPr>
                <w:rFonts w:cs="Arial"/>
                <w:b/>
              </w:rPr>
              <w:t>ask</w:t>
            </w:r>
            <w:r w:rsidR="107812FE" w:rsidRPr="001A7B4B">
              <w:rPr>
                <w:rFonts w:cs="Arial"/>
                <w:b/>
              </w:rPr>
              <w:t xml:space="preserve"> example</w:t>
            </w:r>
            <w:r w:rsidRPr="001A7B4B">
              <w:rPr>
                <w:rFonts w:cs="Arial"/>
                <w:b/>
              </w:rPr>
              <w:t>:</w:t>
            </w:r>
            <w:r w:rsidRPr="001A7B4B">
              <w:br/>
            </w:r>
            <w:r w:rsidRPr="001A7B4B">
              <w:rPr>
                <w:rFonts w:cs="Arial"/>
              </w:rPr>
              <w:t>Spot the Hazard Image – Students identify visible risks in a provided image of a plumbing/heating installation site.</w:t>
            </w:r>
          </w:p>
          <w:p w14:paraId="47CE2BF1" w14:textId="77777777" w:rsidR="008B5A03" w:rsidRPr="001A7B4B" w:rsidRDefault="008B5A03" w:rsidP="005D4396">
            <w:pPr>
              <w:pStyle w:val="Normalbulletlist"/>
              <w:numPr>
                <w:ilvl w:val="0"/>
                <w:numId w:val="0"/>
              </w:numPr>
              <w:rPr>
                <w:rFonts w:cs="Arial"/>
              </w:rPr>
            </w:pPr>
          </w:p>
          <w:p w14:paraId="3EA18CAA" w14:textId="3B2C7BAB" w:rsidR="466BE90D" w:rsidRPr="001A7B4B" w:rsidRDefault="466BE90D" w:rsidP="005D4396">
            <w:pPr>
              <w:spacing w:before="0" w:after="0"/>
              <w:rPr>
                <w:b/>
                <w:bCs/>
              </w:rPr>
            </w:pPr>
            <w:r w:rsidRPr="001A7B4B">
              <w:rPr>
                <w:b/>
                <w:bCs/>
              </w:rPr>
              <w:t xml:space="preserve">Delivery </w:t>
            </w:r>
            <w:r w:rsidR="00AC270B" w:rsidRPr="001A7B4B">
              <w:rPr>
                <w:b/>
                <w:bCs/>
              </w:rPr>
              <w:t>f</w:t>
            </w:r>
            <w:r w:rsidRPr="001A7B4B">
              <w:rPr>
                <w:b/>
                <w:bCs/>
              </w:rPr>
              <w:t>ocus</w:t>
            </w:r>
            <w:r w:rsidR="558D8AB8" w:rsidRPr="001A7B4B">
              <w:rPr>
                <w:b/>
                <w:bCs/>
              </w:rPr>
              <w:t>:</w:t>
            </w:r>
          </w:p>
          <w:p w14:paraId="569E2ABA" w14:textId="77777777" w:rsidR="00FC5DFF" w:rsidRPr="001A7B4B" w:rsidRDefault="466BE90D" w:rsidP="002C017C">
            <w:pPr>
              <w:pStyle w:val="ListParagraph"/>
              <w:numPr>
                <w:ilvl w:val="0"/>
                <w:numId w:val="158"/>
              </w:numPr>
              <w:spacing w:before="0" w:after="0"/>
              <w:rPr>
                <w:szCs w:val="22"/>
              </w:rPr>
            </w:pPr>
            <w:r w:rsidRPr="001A7B4B">
              <w:t>What is a risk assessment? Legal importance and structure (likelihood x severity).</w:t>
            </w:r>
          </w:p>
          <w:p w14:paraId="0CD9FAAA" w14:textId="77777777" w:rsidR="00FC5DFF" w:rsidRPr="001A7B4B" w:rsidRDefault="466BE90D" w:rsidP="002C017C">
            <w:pPr>
              <w:pStyle w:val="ListParagraph"/>
              <w:numPr>
                <w:ilvl w:val="0"/>
                <w:numId w:val="158"/>
              </w:numPr>
              <w:spacing w:before="0" w:after="0"/>
              <w:rPr>
                <w:szCs w:val="22"/>
              </w:rPr>
            </w:pPr>
            <w:r w:rsidRPr="001A7B4B">
              <w:t>Reviewing real or simulated risk assessment templates.</w:t>
            </w:r>
          </w:p>
          <w:p w14:paraId="2171FE1D" w14:textId="77777777" w:rsidR="00FC5DFF" w:rsidRPr="001A7B4B" w:rsidRDefault="466BE90D" w:rsidP="002C017C">
            <w:pPr>
              <w:pStyle w:val="ListParagraph"/>
              <w:numPr>
                <w:ilvl w:val="0"/>
                <w:numId w:val="158"/>
              </w:numPr>
              <w:spacing w:before="0" w:after="0"/>
              <w:rPr>
                <w:szCs w:val="22"/>
              </w:rPr>
            </w:pPr>
            <w:r w:rsidRPr="001A7B4B">
              <w:t>Related documents: method statements, COSHH sheets, permits to work.</w:t>
            </w:r>
          </w:p>
          <w:p w14:paraId="2D2E5469" w14:textId="77777777" w:rsidR="00FC5DFF" w:rsidRPr="001A7B4B" w:rsidRDefault="466BE90D" w:rsidP="002C017C">
            <w:pPr>
              <w:pStyle w:val="ListParagraph"/>
              <w:numPr>
                <w:ilvl w:val="0"/>
                <w:numId w:val="158"/>
              </w:numPr>
              <w:spacing w:before="0" w:after="0"/>
              <w:rPr>
                <w:szCs w:val="22"/>
              </w:rPr>
            </w:pPr>
            <w:r w:rsidRPr="001A7B4B">
              <w:t>Employer and employee duties in documentation handling.</w:t>
            </w:r>
          </w:p>
          <w:p w14:paraId="6EC92DFE" w14:textId="77777777" w:rsidR="008B5A03" w:rsidRPr="001A7B4B" w:rsidRDefault="008B5A03" w:rsidP="008B5A03">
            <w:pPr>
              <w:spacing w:before="0" w:after="0"/>
              <w:rPr>
                <w:szCs w:val="22"/>
              </w:rPr>
            </w:pPr>
          </w:p>
          <w:p w14:paraId="65690A9F" w14:textId="77777777" w:rsidR="00FC5DFF" w:rsidRPr="001A7B4B" w:rsidRDefault="466BE90D" w:rsidP="005D4396">
            <w:pPr>
              <w:spacing w:before="0" w:after="0"/>
            </w:pPr>
            <w:r w:rsidRPr="001A7B4B">
              <w:rPr>
                <w:b/>
                <w:bCs/>
              </w:rPr>
              <w:t>Knowledge Check</w:t>
            </w:r>
            <w:r w:rsidR="0344EFFD" w:rsidRPr="001A7B4B">
              <w:rPr>
                <w:b/>
                <w:bCs/>
              </w:rPr>
              <w:t xml:space="preserve"> example</w:t>
            </w:r>
            <w:r w:rsidRPr="001A7B4B">
              <w:rPr>
                <w:b/>
                <w:bCs/>
              </w:rPr>
              <w:t>:</w:t>
            </w:r>
            <w:r w:rsidRPr="001A7B4B">
              <w:br/>
              <w:t xml:space="preserve">Pair Analysis – In pairs, complete a short risk </w:t>
            </w:r>
            <w:r w:rsidRPr="001A7B4B">
              <w:lastRenderedPageBreak/>
              <w:t xml:space="preserve">assessment for a given plumbing task </w:t>
            </w:r>
            <w:r w:rsidR="6B602EBC" w:rsidRPr="001A7B4B">
              <w:t>such as the upcoming practical task in session 10-11.</w:t>
            </w:r>
          </w:p>
          <w:p w14:paraId="09C964BC" w14:textId="5A2AD606" w:rsidR="6B602EBC" w:rsidRPr="001A7B4B" w:rsidRDefault="6B602EBC" w:rsidP="005D4396">
            <w:pPr>
              <w:spacing w:before="0" w:after="0"/>
            </w:pPr>
            <w:r w:rsidRPr="001A7B4B">
              <w:t xml:space="preserve">Give </w:t>
            </w:r>
            <w:r w:rsidR="00F502C8" w:rsidRPr="001A7B4B">
              <w:t>students</w:t>
            </w:r>
            <w:r w:rsidRPr="001A7B4B">
              <w:t xml:space="preserve"> time to complete before reviewing as a group.</w:t>
            </w:r>
          </w:p>
          <w:p w14:paraId="0E2A3427" w14:textId="77777777" w:rsidR="00FC5DFF" w:rsidRPr="001A7B4B" w:rsidRDefault="00FC5DFF" w:rsidP="005D4396">
            <w:pPr>
              <w:pStyle w:val="Normalbulletlist"/>
              <w:numPr>
                <w:ilvl w:val="0"/>
                <w:numId w:val="0"/>
              </w:numPr>
              <w:rPr>
                <w:rFonts w:cs="Arial"/>
              </w:rPr>
            </w:pPr>
          </w:p>
          <w:p w14:paraId="041F63F5" w14:textId="349110E9" w:rsidR="00FC5DFF" w:rsidRPr="001A7B4B" w:rsidRDefault="00FC5DFF" w:rsidP="005D4396">
            <w:pPr>
              <w:pStyle w:val="Normalheadingblue"/>
              <w:spacing w:before="0" w:after="0"/>
              <w:rPr>
                <w:rFonts w:cs="Arial"/>
                <w:color w:val="auto"/>
                <w:szCs w:val="22"/>
              </w:rPr>
            </w:pPr>
            <w:r w:rsidRPr="001A7B4B">
              <w:rPr>
                <w:rFonts w:cs="Arial"/>
                <w:color w:val="auto"/>
              </w:rPr>
              <w:t>Resources</w:t>
            </w:r>
            <w:r w:rsidR="00AC270B" w:rsidRPr="001A7B4B">
              <w:rPr>
                <w:rFonts w:cs="Arial"/>
                <w:color w:val="auto"/>
              </w:rPr>
              <w:t>:</w:t>
            </w:r>
          </w:p>
          <w:p w14:paraId="434A72CA" w14:textId="77777777" w:rsidR="00C02A27" w:rsidRPr="001A7B4B" w:rsidRDefault="3326CAEE" w:rsidP="005D4396">
            <w:pPr>
              <w:pStyle w:val="Normalbulletlist"/>
              <w:numPr>
                <w:ilvl w:val="0"/>
                <w:numId w:val="0"/>
              </w:numPr>
              <w:rPr>
                <w:u w:val="single"/>
              </w:rPr>
            </w:pPr>
            <w:r w:rsidRPr="001A7B4B">
              <w:t>Examples of hazards images</w:t>
            </w:r>
          </w:p>
          <w:p w14:paraId="1A227F7C" w14:textId="77777777" w:rsidR="00C02A27" w:rsidRPr="001A7B4B" w:rsidRDefault="3326CAEE" w:rsidP="005D4396">
            <w:pPr>
              <w:pStyle w:val="Normalbulletlist"/>
              <w:numPr>
                <w:ilvl w:val="0"/>
                <w:numId w:val="0"/>
              </w:numPr>
              <w:rPr>
                <w:u w:val="single"/>
              </w:rPr>
            </w:pPr>
            <w:r w:rsidRPr="001A7B4B">
              <w:t xml:space="preserve">Examples of risk assessment templates </w:t>
            </w:r>
          </w:p>
          <w:p w14:paraId="38817231" w14:textId="77777777" w:rsidR="00C02A27" w:rsidRPr="001A7B4B" w:rsidRDefault="3326CAEE" w:rsidP="005D4396">
            <w:pPr>
              <w:pStyle w:val="Normalbulletlist"/>
              <w:numPr>
                <w:ilvl w:val="0"/>
                <w:numId w:val="0"/>
              </w:numPr>
              <w:rPr>
                <w:u w:val="single"/>
              </w:rPr>
            </w:pPr>
            <w:r w:rsidRPr="001A7B4B">
              <w:t>Examples of Permits to work</w:t>
            </w:r>
            <w:r w:rsidR="00640BBB" w:rsidRPr="001A7B4B">
              <w:br/>
            </w:r>
          </w:p>
        </w:tc>
        <w:tc>
          <w:tcPr>
            <w:tcW w:w="2246" w:type="dxa"/>
          </w:tcPr>
          <w:p w14:paraId="590699D7" w14:textId="77777777" w:rsidR="00DD207A" w:rsidRDefault="008A57D2" w:rsidP="00A936A0">
            <w:pPr>
              <w:spacing w:before="0" w:after="0"/>
            </w:pPr>
            <w:r>
              <w:lastRenderedPageBreak/>
              <w:t>Identify hazards task</w:t>
            </w:r>
            <w:r>
              <w:br/>
            </w:r>
            <w:r>
              <w:br/>
              <w:t>Produce risk assessment</w:t>
            </w:r>
          </w:p>
        </w:tc>
      </w:tr>
      <w:tr w:rsidR="00DE0C8A" w:rsidRPr="00F87D27" w14:paraId="580D630C" w14:textId="77777777" w:rsidTr="24BA986D">
        <w:trPr>
          <w:trHeight w:val="300"/>
          <w:jc w:val="center"/>
        </w:trPr>
        <w:tc>
          <w:tcPr>
            <w:tcW w:w="1297" w:type="dxa"/>
          </w:tcPr>
          <w:p w14:paraId="19AEE744" w14:textId="77777777" w:rsidR="00DE0C8A" w:rsidRPr="001A7B4B" w:rsidRDefault="007027B4" w:rsidP="7332586D">
            <w:pPr>
              <w:jc w:val="center"/>
              <w:rPr>
                <w:rFonts w:cs="Arial"/>
                <w:b/>
                <w:bCs/>
              </w:rPr>
            </w:pPr>
            <w:r w:rsidRPr="001A7B4B">
              <w:rPr>
                <w:rFonts w:cs="Arial"/>
                <w:b/>
                <w:bCs/>
              </w:rPr>
              <w:t>8</w:t>
            </w:r>
          </w:p>
          <w:p w14:paraId="7969A3E7" w14:textId="77777777" w:rsidR="00DE0C8A" w:rsidRPr="001A7B4B" w:rsidRDefault="4E5F3942" w:rsidP="5554D4BD">
            <w:pPr>
              <w:jc w:val="center"/>
              <w:rPr>
                <w:rFonts w:cs="Arial"/>
              </w:rPr>
            </w:pPr>
            <w:r w:rsidRPr="001A7B4B">
              <w:rPr>
                <w:rFonts w:cs="Arial"/>
              </w:rPr>
              <w:t>3</w:t>
            </w:r>
            <w:r w:rsidR="00DE0C8A" w:rsidRPr="001A7B4B">
              <w:rPr>
                <w:rFonts w:cs="Arial"/>
              </w:rPr>
              <w:t xml:space="preserve"> hours</w:t>
            </w:r>
          </w:p>
          <w:p w14:paraId="65EAE103" w14:textId="5BD85644" w:rsidR="00917802" w:rsidRPr="001A7B4B" w:rsidRDefault="00917802" w:rsidP="5554D4BD">
            <w:pPr>
              <w:jc w:val="center"/>
              <w:rPr>
                <w:rFonts w:cs="Arial"/>
                <w:b/>
                <w:bCs/>
              </w:rPr>
            </w:pPr>
            <w:r w:rsidRPr="001A7B4B">
              <w:rPr>
                <w:rFonts w:cs="Arial"/>
                <w:b/>
                <w:bCs/>
                <w:highlight w:val="yellow"/>
              </w:rPr>
              <w:t xml:space="preserve">PPT </w:t>
            </w:r>
            <w:r w:rsidR="006A2547" w:rsidRPr="001A7B4B">
              <w:rPr>
                <w:rFonts w:cs="Arial"/>
                <w:b/>
                <w:bCs/>
                <w:highlight w:val="yellow"/>
              </w:rPr>
              <w:t>available</w:t>
            </w:r>
          </w:p>
        </w:tc>
        <w:tc>
          <w:tcPr>
            <w:tcW w:w="2199" w:type="dxa"/>
          </w:tcPr>
          <w:p w14:paraId="7EC70A9A" w14:textId="77777777" w:rsidR="00DE0C8A" w:rsidRPr="001A7B4B" w:rsidRDefault="612C0364" w:rsidP="5554D4BD">
            <w:pPr>
              <w:pStyle w:val="Normalheadingblack"/>
              <w:rPr>
                <w:rFonts w:cs="Arial"/>
                <w:lang w:eastAsia="en-GB"/>
              </w:rPr>
            </w:pPr>
            <w:r w:rsidRPr="001A7B4B">
              <w:rPr>
                <w:rFonts w:cs="Arial"/>
                <w:lang w:eastAsia="en-GB"/>
              </w:rPr>
              <w:t>Outcome 2 Install plumbing and heating systems</w:t>
            </w:r>
          </w:p>
          <w:p w14:paraId="34EE9FF8" w14:textId="77777777" w:rsidR="00DE0C8A" w:rsidRPr="001A7B4B" w:rsidRDefault="00DE0C8A" w:rsidP="5554D4BD">
            <w:pPr>
              <w:pStyle w:val="Normalheadingblack"/>
              <w:rPr>
                <w:rFonts w:cs="Arial"/>
                <w:lang w:eastAsia="en-GB"/>
              </w:rPr>
            </w:pPr>
          </w:p>
          <w:p w14:paraId="417BC7D5" w14:textId="77777777" w:rsidR="00DE0C8A" w:rsidRPr="001A7B4B" w:rsidRDefault="00DE0C8A" w:rsidP="5554D4BD">
            <w:pPr>
              <w:pStyle w:val="Normalheadingblack"/>
              <w:rPr>
                <w:rFonts w:cs="Arial"/>
                <w:lang w:eastAsia="en-GB"/>
              </w:rPr>
            </w:pPr>
          </w:p>
        </w:tc>
        <w:tc>
          <w:tcPr>
            <w:tcW w:w="3135" w:type="dxa"/>
          </w:tcPr>
          <w:p w14:paraId="44AE0EF2" w14:textId="77777777" w:rsidR="00DE0C8A" w:rsidRPr="001A7B4B" w:rsidRDefault="1AC97B9B" w:rsidP="00A936A0">
            <w:pPr>
              <w:pStyle w:val="Normalheadingblack"/>
              <w:spacing w:before="0" w:after="0"/>
              <w:rPr>
                <w:rFonts w:cs="Arial"/>
              </w:rPr>
            </w:pPr>
            <w:r w:rsidRPr="001A7B4B">
              <w:rPr>
                <w:rFonts w:cs="Arial"/>
                <w:b w:val="0"/>
                <w:lang w:eastAsia="en-GB"/>
              </w:rPr>
              <w:t xml:space="preserve">S2.2 </w:t>
            </w:r>
            <w:r w:rsidRPr="001A7B4B">
              <w:rPr>
                <w:rFonts w:eastAsia="Calibri" w:cs="Arial"/>
                <w:b w:val="0"/>
                <w:szCs w:val="22"/>
              </w:rPr>
              <w:t>Prepare a safe working environment to conduct plumbing and heating system installation</w:t>
            </w:r>
          </w:p>
        </w:tc>
        <w:tc>
          <w:tcPr>
            <w:tcW w:w="5785" w:type="dxa"/>
          </w:tcPr>
          <w:p w14:paraId="64802836" w14:textId="2C138D05" w:rsidR="00DE0C8A" w:rsidRPr="001A7B4B" w:rsidRDefault="00DE0C8A" w:rsidP="00D71E44">
            <w:pPr>
              <w:pStyle w:val="Normalheadingblue"/>
              <w:spacing w:before="0" w:after="0"/>
              <w:rPr>
                <w:rFonts w:cs="Arial"/>
                <w:color w:val="auto"/>
                <w:szCs w:val="22"/>
              </w:rPr>
            </w:pPr>
            <w:r w:rsidRPr="001A7B4B">
              <w:rPr>
                <w:rFonts w:cs="Arial"/>
                <w:color w:val="auto"/>
              </w:rPr>
              <w:t>Activities</w:t>
            </w:r>
            <w:r w:rsidR="00B95AE1" w:rsidRPr="001A7B4B">
              <w:rPr>
                <w:rFonts w:cs="Arial"/>
                <w:color w:val="auto"/>
              </w:rPr>
              <w:t>:</w:t>
            </w:r>
          </w:p>
          <w:p w14:paraId="239398B4" w14:textId="2E5A3597" w:rsidR="4377425B" w:rsidRPr="001A7B4B" w:rsidRDefault="4377425B" w:rsidP="00D71E44">
            <w:pPr>
              <w:pStyle w:val="Normalbulletlist"/>
              <w:numPr>
                <w:ilvl w:val="0"/>
                <w:numId w:val="0"/>
              </w:numPr>
              <w:rPr>
                <w:b/>
              </w:rPr>
            </w:pPr>
            <w:r w:rsidRPr="001A7B4B">
              <w:rPr>
                <w:b/>
              </w:rPr>
              <w:t xml:space="preserve">Starter </w:t>
            </w:r>
            <w:r w:rsidR="00B329A0" w:rsidRPr="001A7B4B">
              <w:rPr>
                <w:b/>
              </w:rPr>
              <w:t>t</w:t>
            </w:r>
            <w:r w:rsidRPr="001A7B4B">
              <w:rPr>
                <w:b/>
              </w:rPr>
              <w:t>ask</w:t>
            </w:r>
            <w:r w:rsidR="5B110B19" w:rsidRPr="001A7B4B">
              <w:rPr>
                <w:b/>
              </w:rPr>
              <w:t xml:space="preserve"> example</w:t>
            </w:r>
          </w:p>
          <w:p w14:paraId="7055F93F" w14:textId="2D3D0329" w:rsidR="4377425B" w:rsidRPr="001A7B4B" w:rsidRDefault="4377425B" w:rsidP="00D71E44">
            <w:pPr>
              <w:pStyle w:val="Normalbulletlist"/>
              <w:numPr>
                <w:ilvl w:val="0"/>
                <w:numId w:val="0"/>
              </w:numPr>
            </w:pPr>
            <w:r w:rsidRPr="001A7B4B">
              <w:t>Toolbox Talk Video</w:t>
            </w:r>
            <w:r w:rsidR="00696475" w:rsidRPr="001A7B4B">
              <w:t xml:space="preserve">: </w:t>
            </w:r>
            <w:r w:rsidRPr="001A7B4B">
              <w:t xml:space="preserve">Watch a short H&amp;S video; </w:t>
            </w:r>
            <w:r w:rsidR="00B329A0" w:rsidRPr="001A7B4B">
              <w:t>student</w:t>
            </w:r>
            <w:r w:rsidRPr="001A7B4B">
              <w:t>s note good and bad practices.</w:t>
            </w:r>
          </w:p>
          <w:p w14:paraId="63A7ECC6" w14:textId="433A80F6" w:rsidR="00B329A0" w:rsidRPr="001A7B4B" w:rsidRDefault="00B329A0" w:rsidP="00D71E44">
            <w:pPr>
              <w:pStyle w:val="Normalbulletlist"/>
              <w:numPr>
                <w:ilvl w:val="0"/>
                <w:numId w:val="0"/>
              </w:numPr>
            </w:pPr>
            <w:r w:rsidRPr="001A7B4B">
              <w:rPr>
                <w:b/>
                <w:bCs w:val="0"/>
              </w:rPr>
              <w:t>Alternative:</w:t>
            </w:r>
            <w:r w:rsidRPr="001A7B4B">
              <w:t xml:space="preserve"> </w:t>
            </w:r>
            <w:r w:rsidR="004C4F8E" w:rsidRPr="001A7B4B">
              <w:t>Ask students to t</w:t>
            </w:r>
            <w:r w:rsidRPr="001A7B4B">
              <w:t xml:space="preserve">hink about a recent construction site </w:t>
            </w:r>
            <w:r w:rsidR="000B1E88" w:rsidRPr="001A7B4B">
              <w:t>they have</w:t>
            </w:r>
            <w:r w:rsidRPr="001A7B4B">
              <w:t xml:space="preserve"> see</w:t>
            </w:r>
            <w:r w:rsidR="004C4F8E" w:rsidRPr="001A7B4B">
              <w:t>n. W</w:t>
            </w:r>
            <w:r w:rsidRPr="001A7B4B">
              <w:t xml:space="preserve">hat signs or safety measures stood out to </w:t>
            </w:r>
            <w:r w:rsidR="004C4F8E" w:rsidRPr="001A7B4B">
              <w:t>them</w:t>
            </w:r>
            <w:r w:rsidRPr="001A7B4B">
              <w:t>?</w:t>
            </w:r>
          </w:p>
          <w:p w14:paraId="430A599F" w14:textId="3C3365CF" w:rsidR="00B329A0" w:rsidRPr="001A7B4B" w:rsidRDefault="00B329A0" w:rsidP="00D71E44">
            <w:pPr>
              <w:pStyle w:val="Normalbulletlist"/>
              <w:numPr>
                <w:ilvl w:val="0"/>
                <w:numId w:val="0"/>
              </w:numPr>
            </w:pPr>
          </w:p>
          <w:p w14:paraId="2D47C725" w14:textId="2C9EFDFD" w:rsidR="4377425B" w:rsidRPr="001A7B4B" w:rsidRDefault="4377425B" w:rsidP="00D71E44">
            <w:pPr>
              <w:spacing w:before="0" w:after="0"/>
            </w:pPr>
            <w:r w:rsidRPr="001A7B4B">
              <w:rPr>
                <w:b/>
                <w:bCs/>
              </w:rPr>
              <w:t xml:space="preserve">Delivery </w:t>
            </w:r>
            <w:r w:rsidR="00B95AE1" w:rsidRPr="001A7B4B">
              <w:rPr>
                <w:b/>
                <w:bCs/>
              </w:rPr>
              <w:t>f</w:t>
            </w:r>
            <w:r w:rsidRPr="001A7B4B">
              <w:rPr>
                <w:b/>
                <w:bCs/>
              </w:rPr>
              <w:t>ocus</w:t>
            </w:r>
            <w:r w:rsidRPr="001A7B4B">
              <w:t>:</w:t>
            </w:r>
          </w:p>
          <w:p w14:paraId="35AFA797" w14:textId="0FEF9DD5" w:rsidR="287C763F" w:rsidRPr="001A7B4B" w:rsidRDefault="00305518" w:rsidP="00D71E44">
            <w:pPr>
              <w:pStyle w:val="Normalbulletlist"/>
              <w:numPr>
                <w:ilvl w:val="0"/>
                <w:numId w:val="0"/>
              </w:numPr>
            </w:pPr>
            <w:r w:rsidRPr="001A7B4B">
              <w:rPr>
                <w:szCs w:val="22"/>
              </w:rPr>
              <w:t>Using</w:t>
            </w:r>
            <w:r w:rsidR="287C763F" w:rsidRPr="001A7B4B">
              <w:rPr>
                <w:szCs w:val="22"/>
              </w:rPr>
              <w:t xml:space="preserve"> </w:t>
            </w:r>
            <w:r w:rsidR="00DB2ABD" w:rsidRPr="001A7B4B">
              <w:t xml:space="preserve">PowerPoint </w:t>
            </w:r>
            <w:r w:rsidR="00DB2ABD" w:rsidRPr="00153ADB">
              <w:rPr>
                <w:b/>
                <w:bCs w:val="0"/>
                <w:highlight w:val="yellow"/>
              </w:rPr>
              <w:t>S2.2 Site Setup and Safe Working Practices</w:t>
            </w:r>
            <w:r w:rsidR="00DB2ABD" w:rsidRPr="001A7B4B">
              <w:t>,</w:t>
            </w:r>
            <w:r w:rsidR="00DB2ABD" w:rsidRPr="001A7B4B">
              <w:rPr>
                <w:b/>
                <w:bCs w:val="0"/>
              </w:rPr>
              <w:t xml:space="preserve"> </w:t>
            </w:r>
            <w:r w:rsidRPr="001A7B4B">
              <w:rPr>
                <w:szCs w:val="22"/>
              </w:rPr>
              <w:t>deliver</w:t>
            </w:r>
            <w:r w:rsidR="287C763F" w:rsidRPr="001A7B4B">
              <w:rPr>
                <w:szCs w:val="22"/>
              </w:rPr>
              <w:t xml:space="preserve"> the following:</w:t>
            </w:r>
          </w:p>
          <w:p w14:paraId="2EBD1AD5" w14:textId="77777777" w:rsidR="4377425B" w:rsidRPr="001A7B4B" w:rsidRDefault="4377425B" w:rsidP="002C017C">
            <w:pPr>
              <w:pStyle w:val="ListParagraph"/>
              <w:numPr>
                <w:ilvl w:val="0"/>
                <w:numId w:val="159"/>
              </w:numPr>
              <w:spacing w:before="0" w:after="0"/>
              <w:rPr>
                <w:szCs w:val="22"/>
              </w:rPr>
            </w:pPr>
            <w:r w:rsidRPr="001A7B4B">
              <w:t>Site setup: barriers, signage, ventilation, lighting, housekeeping.</w:t>
            </w:r>
          </w:p>
          <w:p w14:paraId="27BB2217" w14:textId="77777777" w:rsidR="4377425B" w:rsidRPr="001A7B4B" w:rsidRDefault="4377425B" w:rsidP="002C017C">
            <w:pPr>
              <w:pStyle w:val="ListParagraph"/>
              <w:numPr>
                <w:ilvl w:val="0"/>
                <w:numId w:val="159"/>
              </w:numPr>
              <w:spacing w:before="0" w:after="0"/>
              <w:rPr>
                <w:szCs w:val="22"/>
              </w:rPr>
            </w:pPr>
            <w:r w:rsidRPr="001A7B4B">
              <w:t>Safe use of tools and equipment (hand/power).</w:t>
            </w:r>
          </w:p>
          <w:p w14:paraId="5117957C" w14:textId="77777777" w:rsidR="4377425B" w:rsidRPr="001A7B4B" w:rsidRDefault="4377425B" w:rsidP="002C017C">
            <w:pPr>
              <w:pStyle w:val="ListParagraph"/>
              <w:numPr>
                <w:ilvl w:val="0"/>
                <w:numId w:val="159"/>
              </w:numPr>
              <w:spacing w:before="0" w:after="0"/>
              <w:rPr>
                <w:szCs w:val="22"/>
              </w:rPr>
            </w:pPr>
            <w:r w:rsidRPr="001A7B4B">
              <w:t>Pre-start checks, isolations, and safe systems of work.</w:t>
            </w:r>
          </w:p>
          <w:p w14:paraId="10CE9AAE" w14:textId="77777777" w:rsidR="4377425B" w:rsidRPr="001A7B4B" w:rsidRDefault="4377425B" w:rsidP="002C017C">
            <w:pPr>
              <w:pStyle w:val="ListParagraph"/>
              <w:numPr>
                <w:ilvl w:val="0"/>
                <w:numId w:val="159"/>
              </w:numPr>
              <w:spacing w:before="0" w:after="0"/>
              <w:rPr>
                <w:szCs w:val="22"/>
              </w:rPr>
            </w:pPr>
            <w:r w:rsidRPr="001A7B4B">
              <w:t>Emergency procedures: fire, first aid, spillages.</w:t>
            </w:r>
          </w:p>
          <w:p w14:paraId="6110B683" w14:textId="77777777" w:rsidR="00851009" w:rsidRPr="001A7B4B" w:rsidRDefault="00851009" w:rsidP="002C017C">
            <w:pPr>
              <w:pStyle w:val="ListParagraph"/>
              <w:numPr>
                <w:ilvl w:val="0"/>
                <w:numId w:val="159"/>
              </w:numPr>
              <w:spacing w:before="0" w:after="0"/>
              <w:rPr>
                <w:szCs w:val="22"/>
              </w:rPr>
            </w:pPr>
            <w:r w:rsidRPr="001A7B4B">
              <w:rPr>
                <w:szCs w:val="22"/>
              </w:rPr>
              <w:t>Distribute examples of method statements to discuss</w:t>
            </w:r>
          </w:p>
          <w:p w14:paraId="5936AD5C" w14:textId="52F29330" w:rsidR="5554D4BD" w:rsidRPr="001A7B4B" w:rsidRDefault="4377425B" w:rsidP="00D71E44">
            <w:pPr>
              <w:spacing w:before="0" w:after="0"/>
            </w:pPr>
            <w:r w:rsidRPr="001A7B4B">
              <w:rPr>
                <w:b/>
                <w:bCs/>
              </w:rPr>
              <w:lastRenderedPageBreak/>
              <w:t>Knowledge Check</w:t>
            </w:r>
            <w:r w:rsidR="4B4320E9" w:rsidRPr="001A7B4B">
              <w:rPr>
                <w:b/>
                <w:bCs/>
              </w:rPr>
              <w:t xml:space="preserve"> example</w:t>
            </w:r>
            <w:r w:rsidRPr="001A7B4B">
              <w:t>:</w:t>
            </w:r>
            <w:r w:rsidRPr="001A7B4B">
              <w:br/>
              <w:t>Mock Setup Task</w:t>
            </w:r>
            <w:r w:rsidR="00283263" w:rsidRPr="001A7B4B">
              <w:t xml:space="preserve">: </w:t>
            </w:r>
            <w:r w:rsidR="00116A2E" w:rsidRPr="001A7B4B">
              <w:t>Students</w:t>
            </w:r>
            <w:r w:rsidRPr="001A7B4B">
              <w:t xml:space="preserve"> describe (or sketch) how they would prepare a safe work area for a boiler installation.</w:t>
            </w:r>
            <w:r w:rsidR="0039254C" w:rsidRPr="001A7B4B">
              <w:t xml:space="preserve"> This may be in the form of a simple method statement.</w:t>
            </w:r>
          </w:p>
          <w:p w14:paraId="21A5803C" w14:textId="77777777" w:rsidR="00DE0C8A" w:rsidRPr="001A7B4B" w:rsidRDefault="00DE0C8A" w:rsidP="00D71E44">
            <w:pPr>
              <w:pStyle w:val="Normalbulletlist"/>
              <w:numPr>
                <w:ilvl w:val="0"/>
                <w:numId w:val="0"/>
              </w:numPr>
              <w:tabs>
                <w:tab w:val="left" w:pos="720"/>
              </w:tabs>
              <w:ind w:left="284"/>
              <w:rPr>
                <w:rFonts w:cs="Arial"/>
                <w:szCs w:val="22"/>
              </w:rPr>
            </w:pPr>
          </w:p>
          <w:p w14:paraId="65354128" w14:textId="2BDF24B1" w:rsidR="00DE0C8A" w:rsidRPr="001A7B4B" w:rsidRDefault="00DE0C8A" w:rsidP="00D71E44">
            <w:pPr>
              <w:pStyle w:val="Normalheadingblue"/>
              <w:spacing w:before="0" w:after="0"/>
              <w:rPr>
                <w:rFonts w:cs="Arial"/>
                <w:color w:val="auto"/>
                <w:szCs w:val="22"/>
              </w:rPr>
            </w:pPr>
            <w:r w:rsidRPr="001A7B4B">
              <w:rPr>
                <w:rFonts w:cs="Arial"/>
                <w:color w:val="auto"/>
              </w:rPr>
              <w:t>Resources</w:t>
            </w:r>
            <w:r w:rsidR="00B95AE1" w:rsidRPr="001A7B4B">
              <w:rPr>
                <w:rFonts w:cs="Arial"/>
                <w:color w:val="auto"/>
              </w:rPr>
              <w:t>:</w:t>
            </w:r>
          </w:p>
          <w:p w14:paraId="471180AF" w14:textId="2870CF4C" w:rsidR="0039254C" w:rsidRPr="001A7B4B" w:rsidRDefault="00763103" w:rsidP="00D71E44">
            <w:pPr>
              <w:pStyle w:val="Normalbulletlist"/>
              <w:numPr>
                <w:ilvl w:val="0"/>
                <w:numId w:val="0"/>
              </w:numPr>
            </w:pPr>
            <w:r w:rsidRPr="001A7B4B">
              <w:t>PowerPoint</w:t>
            </w:r>
            <w:r w:rsidR="00747D23" w:rsidRPr="001A7B4B">
              <w:t xml:space="preserve">: </w:t>
            </w:r>
            <w:r w:rsidR="00747D23" w:rsidRPr="001A7B4B">
              <w:rPr>
                <w:b/>
                <w:bCs w:val="0"/>
              </w:rPr>
              <w:t>S2.2 Site Setup and Safe Working Practices</w:t>
            </w:r>
          </w:p>
          <w:p w14:paraId="05829BA9" w14:textId="77777777" w:rsidR="0039254C" w:rsidRPr="001A7B4B" w:rsidRDefault="0039254C" w:rsidP="00D71E44">
            <w:pPr>
              <w:pStyle w:val="Normalbulletlist"/>
              <w:numPr>
                <w:ilvl w:val="0"/>
                <w:numId w:val="0"/>
              </w:numPr>
              <w:ind w:left="284" w:hanging="284"/>
            </w:pPr>
            <w:r w:rsidRPr="001A7B4B">
              <w:t>Examples of method statements</w:t>
            </w:r>
          </w:p>
          <w:p w14:paraId="7E9A4CF3" w14:textId="77777777" w:rsidR="00DE0C8A" w:rsidRPr="001A7B4B" w:rsidRDefault="0039254C" w:rsidP="00D71E44">
            <w:pPr>
              <w:pStyle w:val="Normalbulletlist"/>
              <w:numPr>
                <w:ilvl w:val="0"/>
                <w:numId w:val="0"/>
              </w:numPr>
              <w:ind w:left="284" w:hanging="284"/>
              <w:rPr>
                <w:rFonts w:cs="Arial"/>
              </w:rPr>
            </w:pPr>
            <w:r w:rsidRPr="001A7B4B">
              <w:t>H&amp;S videos – site safety</w:t>
            </w:r>
            <w:r w:rsidR="00DE0C8A" w:rsidRPr="001A7B4B">
              <w:br/>
            </w:r>
          </w:p>
        </w:tc>
        <w:tc>
          <w:tcPr>
            <w:tcW w:w="2246" w:type="dxa"/>
          </w:tcPr>
          <w:p w14:paraId="00870D14" w14:textId="77777777" w:rsidR="00DD207A" w:rsidRDefault="008A57D2" w:rsidP="00A936A0">
            <w:pPr>
              <w:spacing w:before="0" w:after="0"/>
            </w:pPr>
            <w:r>
              <w:lastRenderedPageBreak/>
              <w:t>Q&amp;A – Identify bad practices</w:t>
            </w:r>
            <w:r>
              <w:br/>
            </w:r>
            <w:r>
              <w:br/>
              <w:t>Produce simple method statement</w:t>
            </w:r>
            <w:r>
              <w:br/>
              <w:t>English skills (reading, writing, technical vocabulary)</w:t>
            </w:r>
          </w:p>
        </w:tc>
      </w:tr>
      <w:tr w:rsidR="00255AF8" w:rsidRPr="00F87D27" w14:paraId="75045D04" w14:textId="77777777" w:rsidTr="24BA986D">
        <w:trPr>
          <w:trHeight w:val="300"/>
          <w:jc w:val="center"/>
        </w:trPr>
        <w:tc>
          <w:tcPr>
            <w:tcW w:w="1297" w:type="dxa"/>
          </w:tcPr>
          <w:p w14:paraId="149DB8B4" w14:textId="77777777" w:rsidR="00255AF8" w:rsidRPr="001A7B4B" w:rsidRDefault="007027B4" w:rsidP="7332586D">
            <w:pPr>
              <w:jc w:val="center"/>
              <w:rPr>
                <w:rFonts w:cs="Arial"/>
                <w:b/>
                <w:bCs/>
              </w:rPr>
            </w:pPr>
            <w:r w:rsidRPr="001A7B4B">
              <w:rPr>
                <w:rFonts w:cs="Arial"/>
                <w:b/>
                <w:bCs/>
              </w:rPr>
              <w:t>9</w:t>
            </w:r>
          </w:p>
          <w:p w14:paraId="01C37B34" w14:textId="77777777" w:rsidR="00255AF8" w:rsidRPr="001A7B4B" w:rsidRDefault="44EA0982" w:rsidP="5554D4BD">
            <w:pPr>
              <w:jc w:val="center"/>
              <w:rPr>
                <w:rFonts w:cs="Arial"/>
              </w:rPr>
            </w:pPr>
            <w:r w:rsidRPr="001A7B4B">
              <w:rPr>
                <w:rFonts w:cs="Arial"/>
              </w:rPr>
              <w:t>3</w:t>
            </w:r>
            <w:r w:rsidR="00255AF8" w:rsidRPr="001A7B4B">
              <w:rPr>
                <w:rFonts w:cs="Arial"/>
              </w:rPr>
              <w:t xml:space="preserve"> hours</w:t>
            </w:r>
          </w:p>
        </w:tc>
        <w:tc>
          <w:tcPr>
            <w:tcW w:w="2199" w:type="dxa"/>
          </w:tcPr>
          <w:p w14:paraId="435A3B01" w14:textId="77777777" w:rsidR="00255AF8" w:rsidRPr="001A7B4B" w:rsidRDefault="1D522965" w:rsidP="5554D4BD">
            <w:pPr>
              <w:pStyle w:val="Normalheadingblack"/>
              <w:rPr>
                <w:rFonts w:cs="Arial"/>
                <w:lang w:eastAsia="en-GB"/>
              </w:rPr>
            </w:pPr>
            <w:r w:rsidRPr="001A7B4B">
              <w:rPr>
                <w:rFonts w:cs="Arial"/>
                <w:lang w:eastAsia="en-GB"/>
              </w:rPr>
              <w:t>Outcome 1 – Plumbing and heating common knowledge criteria</w:t>
            </w:r>
          </w:p>
        </w:tc>
        <w:tc>
          <w:tcPr>
            <w:tcW w:w="3135" w:type="dxa"/>
          </w:tcPr>
          <w:p w14:paraId="77966948" w14:textId="77777777" w:rsidR="00255AF8" w:rsidRPr="001A7B4B" w:rsidRDefault="051D7476" w:rsidP="00A936A0">
            <w:pPr>
              <w:spacing w:before="0" w:after="0"/>
              <w:rPr>
                <w:rFonts w:cs="Arial"/>
              </w:rPr>
            </w:pPr>
            <w:r w:rsidRPr="001A7B4B">
              <w:rPr>
                <w:rFonts w:eastAsia="Calibri" w:cs="Arial"/>
                <w:szCs w:val="22"/>
              </w:rPr>
              <w:t>K1.3 Implications of legislation and additional guidance to employers and those working with plumbing and heating systems</w:t>
            </w:r>
          </w:p>
        </w:tc>
        <w:tc>
          <w:tcPr>
            <w:tcW w:w="5785" w:type="dxa"/>
          </w:tcPr>
          <w:p w14:paraId="6051F0C8" w14:textId="5F18FEEA" w:rsidR="00255AF8" w:rsidRPr="001A7B4B" w:rsidRDefault="00255AF8" w:rsidP="00EF218D">
            <w:pPr>
              <w:pStyle w:val="Normalheadingblue"/>
              <w:spacing w:before="0" w:after="0"/>
              <w:rPr>
                <w:rFonts w:cs="Arial"/>
                <w:color w:val="auto"/>
                <w:szCs w:val="22"/>
              </w:rPr>
            </w:pPr>
            <w:r w:rsidRPr="001A7B4B">
              <w:rPr>
                <w:rFonts w:cs="Arial"/>
                <w:color w:val="auto"/>
              </w:rPr>
              <w:t>Activities</w:t>
            </w:r>
            <w:r w:rsidR="00EF218D" w:rsidRPr="001A7B4B">
              <w:rPr>
                <w:rFonts w:cs="Arial"/>
                <w:color w:val="auto"/>
              </w:rPr>
              <w:t>:</w:t>
            </w:r>
          </w:p>
          <w:p w14:paraId="428F0BC9" w14:textId="3452D207" w:rsidR="0B31CEEB" w:rsidRPr="001A7B4B" w:rsidRDefault="0B31CEEB" w:rsidP="00EF218D">
            <w:pPr>
              <w:pStyle w:val="Normalbulletlist"/>
              <w:numPr>
                <w:ilvl w:val="0"/>
                <w:numId w:val="0"/>
              </w:numPr>
            </w:pPr>
            <w:r w:rsidRPr="001A7B4B">
              <w:rPr>
                <w:b/>
              </w:rPr>
              <w:t xml:space="preserve">Starter </w:t>
            </w:r>
            <w:r w:rsidR="00ED1D8B" w:rsidRPr="001A7B4B">
              <w:rPr>
                <w:b/>
              </w:rPr>
              <w:t>t</w:t>
            </w:r>
            <w:r w:rsidRPr="001A7B4B">
              <w:rPr>
                <w:b/>
              </w:rPr>
              <w:t>ask</w:t>
            </w:r>
            <w:r w:rsidR="53A62566" w:rsidRPr="001A7B4B">
              <w:rPr>
                <w:b/>
              </w:rPr>
              <w:t xml:space="preserve"> example</w:t>
            </w:r>
            <w:r w:rsidRPr="001A7B4B">
              <w:t>:</w:t>
            </w:r>
            <w:r w:rsidRPr="001A7B4B">
              <w:br/>
            </w:r>
            <w:r w:rsidR="005F5C80" w:rsidRPr="001A7B4B">
              <w:t>“</w:t>
            </w:r>
            <w:r w:rsidRPr="001A7B4B">
              <w:t>Who’s Responsible?</w:t>
            </w:r>
            <w:r w:rsidR="005F5C80" w:rsidRPr="001A7B4B">
              <w:t>”</w:t>
            </w:r>
            <w:r w:rsidR="00A325E5" w:rsidRPr="001A7B4B">
              <w:t>:</w:t>
            </w:r>
            <w:r w:rsidRPr="001A7B4B">
              <w:t xml:space="preserve"> Match different responsibilities to either the employer or employe</w:t>
            </w:r>
            <w:r w:rsidR="0039254C" w:rsidRPr="001A7B4B">
              <w:t xml:space="preserve">e using </w:t>
            </w:r>
            <w:r w:rsidR="00100AF4" w:rsidRPr="001A7B4B">
              <w:t>pair cards.</w:t>
            </w:r>
          </w:p>
          <w:p w14:paraId="73673CC2" w14:textId="77777777" w:rsidR="00ED1D8B" w:rsidRPr="001A7B4B" w:rsidRDefault="00ED1D8B" w:rsidP="00EF218D">
            <w:pPr>
              <w:pStyle w:val="Normalbulletlist"/>
              <w:numPr>
                <w:ilvl w:val="0"/>
                <w:numId w:val="0"/>
              </w:numPr>
            </w:pPr>
          </w:p>
          <w:p w14:paraId="120D669A" w14:textId="0636432D" w:rsidR="00ED1D8B" w:rsidRPr="001A7B4B" w:rsidRDefault="0B31CEEB" w:rsidP="00EF218D">
            <w:pPr>
              <w:spacing w:before="0" w:after="0"/>
            </w:pPr>
            <w:r w:rsidRPr="001A7B4B">
              <w:rPr>
                <w:b/>
                <w:bCs/>
              </w:rPr>
              <w:t xml:space="preserve">Delivery </w:t>
            </w:r>
            <w:r w:rsidR="00EF27BC" w:rsidRPr="001A7B4B">
              <w:rPr>
                <w:b/>
                <w:bCs/>
              </w:rPr>
              <w:t>f</w:t>
            </w:r>
            <w:r w:rsidRPr="001A7B4B">
              <w:rPr>
                <w:b/>
                <w:bCs/>
              </w:rPr>
              <w:t>ocus</w:t>
            </w:r>
            <w:r w:rsidRPr="001A7B4B">
              <w:t>:</w:t>
            </w:r>
          </w:p>
          <w:p w14:paraId="6ED19007" w14:textId="032087FB" w:rsidR="0039254C" w:rsidRPr="001A7B4B" w:rsidRDefault="0039254C" w:rsidP="00EF218D">
            <w:pPr>
              <w:spacing w:before="0" w:after="0"/>
            </w:pPr>
            <w:r w:rsidRPr="001A7B4B">
              <w:t>Tutor to discuss the implications of legislation on working practices. Discuss the trade bodies, relevant legislation and guidance along with the role of the HSE.</w:t>
            </w:r>
          </w:p>
          <w:p w14:paraId="788F5938" w14:textId="77777777" w:rsidR="0B31CEEB" w:rsidRPr="001A7B4B" w:rsidRDefault="0B31CEEB" w:rsidP="002C017C">
            <w:pPr>
              <w:pStyle w:val="ListParagraph"/>
              <w:numPr>
                <w:ilvl w:val="0"/>
                <w:numId w:val="160"/>
              </w:numPr>
              <w:spacing w:before="0" w:after="0"/>
              <w:contextualSpacing w:val="0"/>
              <w:rPr>
                <w:szCs w:val="22"/>
              </w:rPr>
            </w:pPr>
            <w:r w:rsidRPr="001A7B4B">
              <w:t>Health and Safety at Work Act 1974.</w:t>
            </w:r>
          </w:p>
          <w:p w14:paraId="2E5EC323" w14:textId="77777777" w:rsidR="0B31CEEB" w:rsidRPr="001A7B4B" w:rsidRDefault="0B31CEEB" w:rsidP="002C017C">
            <w:pPr>
              <w:pStyle w:val="ListParagraph"/>
              <w:numPr>
                <w:ilvl w:val="0"/>
                <w:numId w:val="160"/>
              </w:numPr>
              <w:spacing w:before="0" w:after="0"/>
              <w:contextualSpacing w:val="0"/>
              <w:rPr>
                <w:szCs w:val="22"/>
              </w:rPr>
            </w:pPr>
            <w:r w:rsidRPr="001A7B4B">
              <w:t>PUWER, PPE, RIDDOR, and other relevant regulations.</w:t>
            </w:r>
          </w:p>
          <w:p w14:paraId="0470F10E" w14:textId="77777777" w:rsidR="0B31CEEB" w:rsidRPr="001A7B4B" w:rsidRDefault="0B31CEEB" w:rsidP="002C017C">
            <w:pPr>
              <w:pStyle w:val="ListParagraph"/>
              <w:numPr>
                <w:ilvl w:val="0"/>
                <w:numId w:val="160"/>
              </w:numPr>
              <w:spacing w:before="0" w:after="0"/>
              <w:contextualSpacing w:val="0"/>
              <w:rPr>
                <w:szCs w:val="22"/>
              </w:rPr>
            </w:pPr>
            <w:r w:rsidRPr="001A7B4B">
              <w:t>Legal consequences of non-compliance (fines, prosecution, insurance impact).</w:t>
            </w:r>
          </w:p>
          <w:p w14:paraId="7BDC69AB" w14:textId="77777777" w:rsidR="0B31CEEB" w:rsidRPr="001A7B4B" w:rsidRDefault="0B31CEEB" w:rsidP="002C017C">
            <w:pPr>
              <w:pStyle w:val="ListParagraph"/>
              <w:numPr>
                <w:ilvl w:val="0"/>
                <w:numId w:val="160"/>
              </w:numPr>
              <w:spacing w:before="0" w:after="0"/>
              <w:contextualSpacing w:val="0"/>
              <w:rPr>
                <w:szCs w:val="22"/>
              </w:rPr>
            </w:pPr>
            <w:r w:rsidRPr="001A7B4B">
              <w:t>The role of CPD and keeping up to date with guidance (e.g., HSE updates, trade bodies).</w:t>
            </w:r>
          </w:p>
          <w:p w14:paraId="51CEBF2E" w14:textId="77777777" w:rsidR="00100AF4" w:rsidRPr="001A7B4B" w:rsidRDefault="00100AF4" w:rsidP="002C017C">
            <w:pPr>
              <w:pStyle w:val="ListParagraph"/>
              <w:numPr>
                <w:ilvl w:val="0"/>
                <w:numId w:val="160"/>
              </w:numPr>
              <w:spacing w:before="0" w:after="0"/>
              <w:contextualSpacing w:val="0"/>
              <w:rPr>
                <w:szCs w:val="22"/>
              </w:rPr>
            </w:pPr>
            <w:r w:rsidRPr="001A7B4B">
              <w:rPr>
                <w:szCs w:val="22"/>
              </w:rPr>
              <w:lastRenderedPageBreak/>
              <w:t xml:space="preserve">Examine guidance on HSE website and examples of how HSE have investigated accidents such as </w:t>
            </w:r>
            <w:hyperlink r:id="rId15" w:history="1">
              <w:r w:rsidRPr="001A7B4B">
                <w:rPr>
                  <w:rStyle w:val="Hyperlink"/>
                  <w:color w:val="auto"/>
                </w:rPr>
                <w:t>Fine for company and director after employee dies from fall through roof – HSE Media Centre</w:t>
              </w:r>
            </w:hyperlink>
          </w:p>
          <w:p w14:paraId="280EA5A3" w14:textId="77777777" w:rsidR="00FB1542" w:rsidRPr="001A7B4B" w:rsidRDefault="00FB1542" w:rsidP="00FB1542">
            <w:pPr>
              <w:pStyle w:val="ListParagraph"/>
              <w:spacing w:before="0" w:after="0"/>
              <w:ind w:left="360"/>
              <w:contextualSpacing w:val="0"/>
              <w:rPr>
                <w:szCs w:val="22"/>
              </w:rPr>
            </w:pPr>
          </w:p>
          <w:p w14:paraId="03891D82" w14:textId="63FD6529" w:rsidR="5554D4BD" w:rsidRPr="001A7B4B" w:rsidRDefault="0B31CEEB" w:rsidP="00EF218D">
            <w:pPr>
              <w:spacing w:before="0" w:after="0"/>
            </w:pPr>
            <w:r w:rsidRPr="001A7B4B">
              <w:rPr>
                <w:b/>
                <w:bCs/>
              </w:rPr>
              <w:t>Knowledge Check</w:t>
            </w:r>
            <w:r w:rsidR="79BB08CB" w:rsidRPr="001A7B4B">
              <w:rPr>
                <w:b/>
                <w:bCs/>
              </w:rPr>
              <w:t xml:space="preserve"> example</w:t>
            </w:r>
            <w:r w:rsidRPr="001A7B4B">
              <w:t>:</w:t>
            </w:r>
            <w:r w:rsidR="5554D4BD" w:rsidRPr="001A7B4B">
              <w:br/>
            </w:r>
            <w:r w:rsidRPr="001A7B4B">
              <w:t>Case Study Discussio</w:t>
            </w:r>
            <w:r w:rsidR="00943E6D" w:rsidRPr="001A7B4B">
              <w:t xml:space="preserve">n: </w:t>
            </w:r>
            <w:r w:rsidR="0021198F" w:rsidRPr="001A7B4B">
              <w:t>Analyse</w:t>
            </w:r>
            <w:r w:rsidRPr="001A7B4B">
              <w:t xml:space="preserve"> a real-world plumbing accident and identify what legislation was breached and how it could have been prevented.</w:t>
            </w:r>
          </w:p>
          <w:p w14:paraId="3E3DB6E1" w14:textId="77777777" w:rsidR="00255AF8" w:rsidRPr="001A7B4B" w:rsidRDefault="00255AF8" w:rsidP="00EF218D">
            <w:pPr>
              <w:pStyle w:val="Normalbulletlist"/>
              <w:numPr>
                <w:ilvl w:val="0"/>
                <w:numId w:val="0"/>
              </w:numPr>
              <w:tabs>
                <w:tab w:val="left" w:pos="720"/>
              </w:tabs>
              <w:ind w:left="284"/>
              <w:rPr>
                <w:rFonts w:cs="Arial"/>
                <w:szCs w:val="22"/>
              </w:rPr>
            </w:pPr>
          </w:p>
          <w:p w14:paraId="609DA77C" w14:textId="642D0397" w:rsidR="00255AF8" w:rsidRPr="001A7B4B" w:rsidRDefault="00255AF8" w:rsidP="00EF218D">
            <w:pPr>
              <w:pStyle w:val="Normalheadingblue"/>
              <w:spacing w:before="0" w:after="0"/>
              <w:rPr>
                <w:rFonts w:cs="Arial"/>
                <w:color w:val="auto"/>
                <w:szCs w:val="22"/>
              </w:rPr>
            </w:pPr>
            <w:r w:rsidRPr="001A7B4B">
              <w:rPr>
                <w:rFonts w:cs="Arial"/>
                <w:color w:val="auto"/>
              </w:rPr>
              <w:t>Resources</w:t>
            </w:r>
            <w:r w:rsidR="005F5C80" w:rsidRPr="001A7B4B">
              <w:rPr>
                <w:rFonts w:cs="Arial"/>
                <w:color w:val="auto"/>
              </w:rPr>
              <w:t>:</w:t>
            </w:r>
          </w:p>
          <w:p w14:paraId="1B2F2068" w14:textId="77777777" w:rsidR="00100AF4" w:rsidRPr="001A7B4B" w:rsidRDefault="00100AF4" w:rsidP="00EF218D">
            <w:pPr>
              <w:pStyle w:val="Normalbulletlist"/>
              <w:numPr>
                <w:ilvl w:val="0"/>
                <w:numId w:val="0"/>
              </w:numPr>
              <w:ind w:left="284" w:hanging="284"/>
            </w:pPr>
            <w:r w:rsidRPr="001A7B4B">
              <w:t>Pair cards</w:t>
            </w:r>
          </w:p>
          <w:p w14:paraId="79FAFFE2" w14:textId="77777777" w:rsidR="00100AF4" w:rsidRPr="001A7B4B" w:rsidRDefault="00100AF4" w:rsidP="00072C1F">
            <w:pPr>
              <w:pStyle w:val="Normalbulletlist"/>
              <w:numPr>
                <w:ilvl w:val="0"/>
                <w:numId w:val="0"/>
              </w:numPr>
            </w:pPr>
            <w:r w:rsidRPr="001A7B4B">
              <w:t xml:space="preserve">HSE website link </w:t>
            </w:r>
            <w:hyperlink r:id="rId16" w:history="1">
              <w:r w:rsidRPr="001A7B4B">
                <w:rPr>
                  <w:rStyle w:val="Hyperlink"/>
                  <w:color w:val="auto"/>
                </w:rPr>
                <w:t>Fine for company and director after employee dies from fall through roof – HSE Media Centre</w:t>
              </w:r>
            </w:hyperlink>
          </w:p>
          <w:p w14:paraId="435A56AD" w14:textId="579EB975" w:rsidR="00255AF8" w:rsidRPr="001A7B4B" w:rsidRDefault="00255AF8" w:rsidP="00AD54E7">
            <w:pPr>
              <w:pStyle w:val="Normalbulletlist"/>
              <w:numPr>
                <w:ilvl w:val="0"/>
                <w:numId w:val="0"/>
              </w:numPr>
              <w:rPr>
                <w:rFonts w:cs="Arial"/>
              </w:rPr>
            </w:pPr>
          </w:p>
        </w:tc>
        <w:tc>
          <w:tcPr>
            <w:tcW w:w="2246" w:type="dxa"/>
          </w:tcPr>
          <w:p w14:paraId="7BBBF71F" w14:textId="683FD6D8" w:rsidR="00DD207A" w:rsidRDefault="008A57D2" w:rsidP="00A936A0">
            <w:pPr>
              <w:spacing w:before="0" w:after="0"/>
            </w:pPr>
            <w:r>
              <w:lastRenderedPageBreak/>
              <w:t>Identify responsibilities – pair cards</w:t>
            </w:r>
            <w:r>
              <w:br/>
            </w:r>
            <w:r>
              <w:br/>
            </w:r>
            <w:r w:rsidR="00932D5C">
              <w:t>Analyse</w:t>
            </w:r>
            <w:r>
              <w:t xml:space="preserve"> an accident task</w:t>
            </w:r>
          </w:p>
        </w:tc>
      </w:tr>
      <w:tr w:rsidR="003D3ED6" w:rsidRPr="00F87D27" w14:paraId="7924C0B2" w14:textId="77777777" w:rsidTr="24BA986D">
        <w:trPr>
          <w:trHeight w:val="300"/>
          <w:jc w:val="center"/>
        </w:trPr>
        <w:tc>
          <w:tcPr>
            <w:tcW w:w="1297" w:type="dxa"/>
          </w:tcPr>
          <w:p w14:paraId="43714CED" w14:textId="77777777" w:rsidR="003D3ED6" w:rsidRPr="001A7B4B" w:rsidRDefault="003D3ED6" w:rsidP="7332586D">
            <w:pPr>
              <w:jc w:val="center"/>
              <w:rPr>
                <w:rFonts w:cs="Arial"/>
                <w:b/>
                <w:bCs/>
              </w:rPr>
            </w:pPr>
            <w:r w:rsidRPr="001A7B4B">
              <w:rPr>
                <w:rFonts w:cs="Arial"/>
                <w:b/>
                <w:bCs/>
              </w:rPr>
              <w:t>10</w:t>
            </w:r>
          </w:p>
          <w:p w14:paraId="6CA0FE48" w14:textId="77777777" w:rsidR="003D3ED6" w:rsidRPr="001A7B4B" w:rsidRDefault="003D3ED6" w:rsidP="7332586D">
            <w:pPr>
              <w:jc w:val="center"/>
              <w:rPr>
                <w:rFonts w:cs="Arial"/>
              </w:rPr>
            </w:pPr>
            <w:r w:rsidRPr="001A7B4B">
              <w:rPr>
                <w:rFonts w:cs="Arial"/>
              </w:rPr>
              <w:t>3 Hours</w:t>
            </w:r>
          </w:p>
        </w:tc>
        <w:tc>
          <w:tcPr>
            <w:tcW w:w="2199" w:type="dxa"/>
          </w:tcPr>
          <w:p w14:paraId="7747F65B" w14:textId="77777777" w:rsidR="003D3ED6" w:rsidRPr="001A7B4B" w:rsidRDefault="003D3ED6" w:rsidP="003D3ED6">
            <w:pPr>
              <w:pStyle w:val="Normalheadingblack"/>
              <w:rPr>
                <w:rFonts w:cs="Arial"/>
                <w:lang w:eastAsia="en-GB"/>
              </w:rPr>
            </w:pPr>
            <w:r w:rsidRPr="001A7B4B">
              <w:rPr>
                <w:rFonts w:cs="Arial"/>
                <w:lang w:eastAsia="en-GB"/>
              </w:rPr>
              <w:t>Outcome 1 – Plumbing and heating common knowledge criteria</w:t>
            </w:r>
          </w:p>
          <w:p w14:paraId="1EC2F7F9" w14:textId="77777777" w:rsidR="003D3ED6" w:rsidRPr="001A7B4B" w:rsidRDefault="003D3ED6" w:rsidP="003D3ED6">
            <w:pPr>
              <w:pStyle w:val="Normalheadingblack"/>
              <w:rPr>
                <w:rFonts w:cs="Arial"/>
                <w:lang w:eastAsia="en-GB"/>
              </w:rPr>
            </w:pPr>
          </w:p>
          <w:p w14:paraId="38AFC920" w14:textId="77777777" w:rsidR="003D3ED6" w:rsidRPr="001A7B4B" w:rsidRDefault="003D3ED6" w:rsidP="003D3ED6">
            <w:pPr>
              <w:pStyle w:val="Normalheadingblack"/>
              <w:rPr>
                <w:rFonts w:cs="Arial"/>
                <w:lang w:eastAsia="en-GB"/>
              </w:rPr>
            </w:pPr>
            <w:r w:rsidRPr="001A7B4B">
              <w:rPr>
                <w:rFonts w:cs="Arial"/>
                <w:lang w:eastAsia="en-GB"/>
              </w:rPr>
              <w:t>Outcome 2 Install plumbing and heating systems</w:t>
            </w:r>
          </w:p>
          <w:p w14:paraId="4AC396E8" w14:textId="77777777" w:rsidR="003D3ED6" w:rsidRPr="001A7B4B" w:rsidRDefault="003D3ED6" w:rsidP="003D3ED6">
            <w:pPr>
              <w:pStyle w:val="Normalheadingblack"/>
              <w:rPr>
                <w:rFonts w:cs="Arial"/>
                <w:lang w:eastAsia="en-GB"/>
              </w:rPr>
            </w:pPr>
          </w:p>
          <w:p w14:paraId="4C812AA8" w14:textId="77777777" w:rsidR="003D3ED6" w:rsidRPr="001A7B4B" w:rsidRDefault="003D3ED6" w:rsidP="5554D4BD">
            <w:pPr>
              <w:pStyle w:val="Normalheadingblack"/>
              <w:rPr>
                <w:rFonts w:cs="Arial"/>
                <w:lang w:eastAsia="en-GB"/>
              </w:rPr>
            </w:pPr>
          </w:p>
        </w:tc>
        <w:tc>
          <w:tcPr>
            <w:tcW w:w="3135" w:type="dxa"/>
          </w:tcPr>
          <w:p w14:paraId="124E49D9" w14:textId="77777777" w:rsidR="003D3ED6" w:rsidRPr="001A7B4B" w:rsidRDefault="003D3ED6" w:rsidP="00233838">
            <w:pPr>
              <w:pStyle w:val="Normalheadingblack"/>
              <w:spacing w:before="0" w:after="0"/>
              <w:rPr>
                <w:rFonts w:cs="Arial"/>
                <w:b w:val="0"/>
                <w:lang w:eastAsia="en-GB"/>
              </w:rPr>
            </w:pPr>
            <w:r w:rsidRPr="001A7B4B">
              <w:rPr>
                <w:rFonts w:cs="Arial"/>
                <w:b w:val="0"/>
                <w:lang w:eastAsia="en-GB"/>
              </w:rPr>
              <w:t>K1.1, K1.2, K1.3, S2.1, S2.2</w:t>
            </w:r>
          </w:p>
          <w:p w14:paraId="6073C300" w14:textId="77777777" w:rsidR="003D3ED6" w:rsidRPr="001A7B4B" w:rsidRDefault="003D3ED6" w:rsidP="5554D4BD">
            <w:pPr>
              <w:rPr>
                <w:rFonts w:ascii="Calibri" w:eastAsia="Calibri" w:hAnsi="Calibri" w:cs="Calibri"/>
                <w:b/>
                <w:szCs w:val="22"/>
              </w:rPr>
            </w:pPr>
          </w:p>
          <w:p w14:paraId="540CC78B" w14:textId="77777777" w:rsidR="003D3ED6" w:rsidRPr="001A7B4B" w:rsidRDefault="003D3ED6" w:rsidP="5554D4BD">
            <w:pPr>
              <w:rPr>
                <w:rFonts w:ascii="Calibri" w:eastAsia="Calibri" w:hAnsi="Calibri" w:cs="Calibri"/>
                <w:b/>
                <w:szCs w:val="22"/>
              </w:rPr>
            </w:pPr>
          </w:p>
        </w:tc>
        <w:tc>
          <w:tcPr>
            <w:tcW w:w="5785" w:type="dxa"/>
          </w:tcPr>
          <w:p w14:paraId="094FF298" w14:textId="77777777" w:rsidR="00100AF4" w:rsidRPr="001A7B4B" w:rsidRDefault="003D3ED6" w:rsidP="00233838">
            <w:pPr>
              <w:pStyle w:val="Normalheadingblue"/>
              <w:spacing w:before="0" w:after="0"/>
              <w:rPr>
                <w:rFonts w:cs="Arial"/>
                <w:b w:val="0"/>
                <w:color w:val="auto"/>
              </w:rPr>
            </w:pPr>
            <w:r w:rsidRPr="001A7B4B">
              <w:rPr>
                <w:rFonts w:cs="Arial"/>
                <w:b w:val="0"/>
                <w:color w:val="auto"/>
              </w:rPr>
              <w:t xml:space="preserve">A </w:t>
            </w:r>
            <w:proofErr w:type="spellStart"/>
            <w:r w:rsidRPr="001A7B4B">
              <w:rPr>
                <w:rFonts w:cs="Arial"/>
                <w:b w:val="0"/>
                <w:color w:val="auto"/>
              </w:rPr>
              <w:t>self study</w:t>
            </w:r>
            <w:proofErr w:type="spellEnd"/>
            <w:r w:rsidRPr="001A7B4B">
              <w:rPr>
                <w:rFonts w:cs="Arial"/>
                <w:b w:val="0"/>
                <w:color w:val="auto"/>
              </w:rPr>
              <w:t xml:space="preserve"> and reflection session has been added here as the formal Health and Safety element of the delivery is completed. </w:t>
            </w:r>
          </w:p>
          <w:p w14:paraId="5B1A758D" w14:textId="77777777" w:rsidR="00100AF4" w:rsidRPr="001A7B4B" w:rsidRDefault="00100AF4" w:rsidP="00233838">
            <w:pPr>
              <w:pStyle w:val="Normalheadingblue"/>
              <w:spacing w:before="0" w:after="0"/>
              <w:rPr>
                <w:rFonts w:cs="Arial"/>
                <w:b w:val="0"/>
                <w:color w:val="auto"/>
              </w:rPr>
            </w:pPr>
          </w:p>
          <w:p w14:paraId="211C953D" w14:textId="77777777" w:rsidR="003D3ED6" w:rsidRPr="001A7B4B" w:rsidRDefault="003D3ED6" w:rsidP="00233838">
            <w:pPr>
              <w:pStyle w:val="Normalheadingblue"/>
              <w:spacing w:before="0" w:after="0"/>
              <w:rPr>
                <w:rFonts w:cs="Arial"/>
                <w:b w:val="0"/>
                <w:color w:val="auto"/>
              </w:rPr>
            </w:pPr>
            <w:r w:rsidRPr="001A7B4B">
              <w:rPr>
                <w:rFonts w:cs="Arial"/>
                <w:b w:val="0"/>
                <w:color w:val="auto"/>
              </w:rPr>
              <w:t>This time may be used for tutors to assess knowledge and understanding of the content covered so far.</w:t>
            </w:r>
          </w:p>
        </w:tc>
        <w:tc>
          <w:tcPr>
            <w:tcW w:w="2246" w:type="dxa"/>
          </w:tcPr>
          <w:p w14:paraId="60961807" w14:textId="77777777" w:rsidR="00DD207A" w:rsidRDefault="00DD207A"/>
        </w:tc>
      </w:tr>
      <w:tr w:rsidR="00255AF8" w:rsidRPr="00F87D27" w14:paraId="787C4EBA" w14:textId="77777777" w:rsidTr="24BA986D">
        <w:trPr>
          <w:trHeight w:val="300"/>
          <w:jc w:val="center"/>
        </w:trPr>
        <w:tc>
          <w:tcPr>
            <w:tcW w:w="1297" w:type="dxa"/>
          </w:tcPr>
          <w:p w14:paraId="12016C0C" w14:textId="77777777" w:rsidR="00255AF8" w:rsidRPr="001A7B4B" w:rsidRDefault="003D3ED6" w:rsidP="5C982994">
            <w:pPr>
              <w:jc w:val="center"/>
              <w:rPr>
                <w:rFonts w:cs="Arial"/>
                <w:b/>
                <w:bCs/>
              </w:rPr>
            </w:pPr>
            <w:r w:rsidRPr="001A7B4B">
              <w:rPr>
                <w:rFonts w:cs="Arial"/>
                <w:b/>
                <w:bCs/>
              </w:rPr>
              <w:lastRenderedPageBreak/>
              <w:t>11</w:t>
            </w:r>
          </w:p>
          <w:p w14:paraId="5B9AB3BE" w14:textId="77777777" w:rsidR="00255AF8" w:rsidRPr="001A7B4B" w:rsidRDefault="4CE2F47A" w:rsidP="5C982994">
            <w:pPr>
              <w:jc w:val="center"/>
              <w:rPr>
                <w:rFonts w:cs="Arial"/>
              </w:rPr>
            </w:pPr>
            <w:r w:rsidRPr="001A7B4B">
              <w:rPr>
                <w:rFonts w:cs="Arial"/>
              </w:rPr>
              <w:t>3</w:t>
            </w:r>
            <w:r w:rsidR="00255AF8" w:rsidRPr="001A7B4B">
              <w:rPr>
                <w:rFonts w:cs="Arial"/>
              </w:rPr>
              <w:t xml:space="preserve"> hours</w:t>
            </w:r>
          </w:p>
        </w:tc>
        <w:tc>
          <w:tcPr>
            <w:tcW w:w="2199" w:type="dxa"/>
          </w:tcPr>
          <w:p w14:paraId="58EE6061" w14:textId="77777777" w:rsidR="00255AF8" w:rsidRPr="001A7B4B" w:rsidRDefault="61008F14" w:rsidP="5C982994">
            <w:pPr>
              <w:pStyle w:val="Normalheadingblack"/>
              <w:rPr>
                <w:rFonts w:cs="Arial"/>
                <w:lang w:eastAsia="en-GB"/>
              </w:rPr>
            </w:pPr>
            <w:r w:rsidRPr="001A7B4B">
              <w:rPr>
                <w:rFonts w:cs="Arial"/>
                <w:lang w:eastAsia="en-GB"/>
              </w:rPr>
              <w:t>Outcome 1 – Plumbing and heating common knowledge criteria</w:t>
            </w:r>
          </w:p>
          <w:p w14:paraId="4BF459B5" w14:textId="77777777" w:rsidR="003A584F" w:rsidRPr="001A7B4B" w:rsidRDefault="003A584F" w:rsidP="5C982994">
            <w:pPr>
              <w:pStyle w:val="Normalheadingblack"/>
              <w:rPr>
                <w:rFonts w:cs="Arial"/>
                <w:lang w:eastAsia="en-GB"/>
              </w:rPr>
            </w:pPr>
          </w:p>
          <w:p w14:paraId="782240E1" w14:textId="77777777" w:rsidR="003A584F" w:rsidRPr="001A7B4B" w:rsidRDefault="003A584F" w:rsidP="003A584F">
            <w:pPr>
              <w:pStyle w:val="Normalheadingblack"/>
              <w:rPr>
                <w:rFonts w:cs="Arial"/>
                <w:lang w:eastAsia="en-GB"/>
              </w:rPr>
            </w:pPr>
            <w:r w:rsidRPr="001A7B4B">
              <w:rPr>
                <w:rFonts w:cs="Arial"/>
                <w:lang w:eastAsia="en-GB"/>
              </w:rPr>
              <w:t>Outcome 2 Install plumbing and heating systems</w:t>
            </w:r>
          </w:p>
          <w:p w14:paraId="551FE68E" w14:textId="77777777" w:rsidR="003A584F" w:rsidRPr="001A7B4B" w:rsidRDefault="003A584F" w:rsidP="5C982994">
            <w:pPr>
              <w:pStyle w:val="Normalheadingblack"/>
              <w:rPr>
                <w:rFonts w:cs="Arial"/>
                <w:lang w:eastAsia="en-GB"/>
              </w:rPr>
            </w:pPr>
          </w:p>
          <w:p w14:paraId="43DCC84D" w14:textId="77777777" w:rsidR="00255AF8" w:rsidRPr="001A7B4B" w:rsidRDefault="00255AF8" w:rsidP="5C982994">
            <w:pPr>
              <w:pStyle w:val="Normalheadingblack"/>
              <w:rPr>
                <w:rFonts w:cs="Arial"/>
                <w:b w:val="0"/>
                <w:lang w:eastAsia="en-GB"/>
              </w:rPr>
            </w:pPr>
          </w:p>
          <w:p w14:paraId="07FD0F56" w14:textId="77777777" w:rsidR="00255AF8" w:rsidRPr="001A7B4B" w:rsidRDefault="00255AF8" w:rsidP="5C982994">
            <w:pPr>
              <w:pStyle w:val="Normalheadingblack"/>
              <w:rPr>
                <w:rFonts w:cs="Arial"/>
                <w:b w:val="0"/>
                <w:lang w:eastAsia="en-GB"/>
              </w:rPr>
            </w:pPr>
          </w:p>
        </w:tc>
        <w:tc>
          <w:tcPr>
            <w:tcW w:w="3135" w:type="dxa"/>
          </w:tcPr>
          <w:p w14:paraId="12421629" w14:textId="77777777" w:rsidR="00255AF8" w:rsidRPr="001A7B4B" w:rsidRDefault="4493384C" w:rsidP="00403A62">
            <w:pPr>
              <w:pStyle w:val="Normalheadingblack"/>
              <w:spacing w:before="0" w:after="0"/>
              <w:rPr>
                <w:rFonts w:cs="Arial"/>
                <w:b w:val="0"/>
                <w:lang w:eastAsia="en-GB"/>
              </w:rPr>
            </w:pPr>
            <w:r w:rsidRPr="001A7B4B">
              <w:rPr>
                <w:rFonts w:cs="Arial"/>
                <w:b w:val="0"/>
                <w:lang w:eastAsia="en-GB"/>
              </w:rPr>
              <w:t>K1.4 Tools, equipment and materials used for installation</w:t>
            </w:r>
          </w:p>
          <w:p w14:paraId="53269FED" w14:textId="77777777" w:rsidR="00403A62" w:rsidRPr="001A7B4B" w:rsidRDefault="00403A62" w:rsidP="00403A62">
            <w:pPr>
              <w:pStyle w:val="Normalheadingblack"/>
              <w:spacing w:before="0" w:after="0"/>
              <w:rPr>
                <w:rFonts w:cs="Arial"/>
                <w:b w:val="0"/>
                <w:lang w:eastAsia="en-GB"/>
              </w:rPr>
            </w:pPr>
          </w:p>
          <w:p w14:paraId="0C58D40D" w14:textId="77777777" w:rsidR="006616D4" w:rsidRPr="001A7B4B" w:rsidRDefault="006616D4" w:rsidP="00403A62">
            <w:pPr>
              <w:pStyle w:val="Normalheadingblack"/>
              <w:spacing w:before="0" w:after="0"/>
              <w:rPr>
                <w:rFonts w:cs="Arial"/>
                <w:b w:val="0"/>
                <w:lang w:eastAsia="en-GB"/>
              </w:rPr>
            </w:pPr>
            <w:r w:rsidRPr="001A7B4B">
              <w:rPr>
                <w:rFonts w:cs="Arial"/>
                <w:b w:val="0"/>
                <w:lang w:eastAsia="en-GB"/>
              </w:rPr>
              <w:t>K1.5 Operation and handling requirements for tools and equipment</w:t>
            </w:r>
          </w:p>
          <w:p w14:paraId="1A545126" w14:textId="77777777" w:rsidR="00403A62" w:rsidRPr="001A7B4B" w:rsidRDefault="00403A62" w:rsidP="00403A62">
            <w:pPr>
              <w:pStyle w:val="Normalheadingblack"/>
              <w:spacing w:before="0" w:after="0"/>
              <w:rPr>
                <w:rFonts w:cs="Arial"/>
                <w:b w:val="0"/>
                <w:lang w:eastAsia="en-GB"/>
              </w:rPr>
            </w:pPr>
          </w:p>
          <w:p w14:paraId="46CBB031" w14:textId="77777777" w:rsidR="003A584F" w:rsidRPr="001A7B4B" w:rsidRDefault="003A584F" w:rsidP="00403A62">
            <w:pPr>
              <w:pStyle w:val="Normalheadingblack"/>
              <w:spacing w:before="0" w:after="0"/>
              <w:rPr>
                <w:rFonts w:cs="Arial"/>
                <w:b w:val="0"/>
                <w:lang w:eastAsia="en-GB"/>
              </w:rPr>
            </w:pPr>
            <w:r w:rsidRPr="001A7B4B">
              <w:rPr>
                <w:rFonts w:cs="Arial"/>
                <w:b w:val="0"/>
                <w:lang w:eastAsia="en-GB"/>
              </w:rPr>
              <w:t>S2.2 Select tools, equipment and materials</w:t>
            </w:r>
          </w:p>
          <w:p w14:paraId="0F332DDB" w14:textId="77777777" w:rsidR="00255AF8" w:rsidRPr="001A7B4B" w:rsidRDefault="00255AF8" w:rsidP="006616D4">
            <w:pPr>
              <w:pStyle w:val="Normalheadingblack"/>
              <w:rPr>
                <w:rFonts w:cs="Arial"/>
                <w:lang w:eastAsia="en-GB"/>
              </w:rPr>
            </w:pPr>
          </w:p>
        </w:tc>
        <w:tc>
          <w:tcPr>
            <w:tcW w:w="5785" w:type="dxa"/>
          </w:tcPr>
          <w:p w14:paraId="090176D2" w14:textId="5482FF56" w:rsidR="00255AF8" w:rsidRPr="001A7B4B" w:rsidRDefault="00255AF8" w:rsidP="00D5076E">
            <w:pPr>
              <w:pStyle w:val="Normalheadingblue"/>
              <w:spacing w:before="0" w:after="0"/>
              <w:rPr>
                <w:rFonts w:cs="Arial"/>
                <w:color w:val="auto"/>
                <w:szCs w:val="22"/>
              </w:rPr>
            </w:pPr>
            <w:r w:rsidRPr="001A7B4B">
              <w:rPr>
                <w:rFonts w:cs="Arial"/>
                <w:color w:val="auto"/>
              </w:rPr>
              <w:t>Activities</w:t>
            </w:r>
            <w:r w:rsidR="00CA1A14" w:rsidRPr="001A7B4B">
              <w:rPr>
                <w:rFonts w:cs="Arial"/>
                <w:color w:val="auto"/>
              </w:rPr>
              <w:t>:</w:t>
            </w:r>
          </w:p>
          <w:p w14:paraId="183814DB" w14:textId="77777777" w:rsidR="38CFB60B" w:rsidRPr="001A7B4B" w:rsidRDefault="38CFB60B" w:rsidP="00D5076E">
            <w:pPr>
              <w:pStyle w:val="Normalbulletlist"/>
              <w:numPr>
                <w:ilvl w:val="0"/>
                <w:numId w:val="0"/>
              </w:numPr>
              <w:rPr>
                <w:rFonts w:cs="Arial"/>
                <w:b/>
              </w:rPr>
            </w:pPr>
            <w:r w:rsidRPr="001A7B4B">
              <w:rPr>
                <w:rFonts w:cs="Arial"/>
                <w:b/>
              </w:rPr>
              <w:t>Starter task example:</w:t>
            </w:r>
          </w:p>
          <w:p w14:paraId="3A84E2BC" w14:textId="4D56E101" w:rsidR="00255AF8" w:rsidRPr="001A7B4B" w:rsidRDefault="00116A2E" w:rsidP="00D5076E">
            <w:pPr>
              <w:pStyle w:val="Normalbulletlist"/>
              <w:numPr>
                <w:ilvl w:val="0"/>
                <w:numId w:val="0"/>
              </w:numPr>
              <w:rPr>
                <w:rFonts w:cs="Arial"/>
              </w:rPr>
            </w:pPr>
            <w:r w:rsidRPr="001A7B4B">
              <w:rPr>
                <w:rFonts w:cs="Arial"/>
              </w:rPr>
              <w:t>Students</w:t>
            </w:r>
            <w:r w:rsidR="38CFB60B" w:rsidRPr="001A7B4B">
              <w:rPr>
                <w:rFonts w:cs="Arial"/>
              </w:rPr>
              <w:t xml:space="preserve"> are to list as many BSE tools as possible in small groups within a time limit and discuss as a group.</w:t>
            </w:r>
          </w:p>
          <w:p w14:paraId="16FB2396" w14:textId="77777777" w:rsidR="5C982994" w:rsidRPr="001A7B4B" w:rsidRDefault="5C982994" w:rsidP="00D5076E">
            <w:pPr>
              <w:pStyle w:val="Normalbulletlist"/>
              <w:numPr>
                <w:ilvl w:val="0"/>
                <w:numId w:val="0"/>
              </w:numPr>
              <w:rPr>
                <w:rFonts w:cs="Arial"/>
              </w:rPr>
            </w:pPr>
          </w:p>
          <w:p w14:paraId="417EA653" w14:textId="1CB671EB" w:rsidR="5C982994" w:rsidRPr="001A7B4B" w:rsidRDefault="38CFB60B" w:rsidP="00D5076E">
            <w:pPr>
              <w:pStyle w:val="Normalbulletlist"/>
              <w:numPr>
                <w:ilvl w:val="0"/>
                <w:numId w:val="0"/>
              </w:numPr>
              <w:rPr>
                <w:rFonts w:cs="Arial"/>
                <w:b/>
              </w:rPr>
            </w:pPr>
            <w:r w:rsidRPr="001A7B4B">
              <w:rPr>
                <w:rFonts w:cs="Arial"/>
                <w:b/>
              </w:rPr>
              <w:t>Delivery focus:</w:t>
            </w:r>
          </w:p>
          <w:p w14:paraId="32BF9D9D" w14:textId="17EC436E" w:rsidR="38CFB60B" w:rsidRPr="001A7B4B" w:rsidRDefault="006F1CE9" w:rsidP="00D5076E">
            <w:pPr>
              <w:pStyle w:val="Normalbulletlist"/>
              <w:numPr>
                <w:ilvl w:val="0"/>
                <w:numId w:val="0"/>
              </w:numPr>
              <w:rPr>
                <w:rFonts w:cs="Arial"/>
                <w:bCs w:val="0"/>
                <w:szCs w:val="22"/>
              </w:rPr>
            </w:pPr>
            <w:r w:rsidRPr="001A7B4B">
              <w:rPr>
                <w:rFonts w:cs="Arial"/>
                <w:b/>
                <w:bCs w:val="0"/>
                <w:szCs w:val="22"/>
              </w:rPr>
              <w:t>Pipework fitting and fixings – Tools and equipment</w:t>
            </w:r>
            <w:r w:rsidRPr="001A7B4B">
              <w:rPr>
                <w:rFonts w:cs="Arial"/>
                <w:bCs w:val="0"/>
                <w:szCs w:val="22"/>
              </w:rPr>
              <w:t xml:space="preserve"> - </w:t>
            </w:r>
            <w:r w:rsidR="38CFB60B" w:rsidRPr="001A7B4B">
              <w:rPr>
                <w:rFonts w:cs="Arial"/>
                <w:bCs w:val="0"/>
                <w:szCs w:val="22"/>
              </w:rPr>
              <w:t xml:space="preserve">Tutor to distribute a range of </w:t>
            </w:r>
            <w:r w:rsidR="00962CB2" w:rsidRPr="001A7B4B">
              <w:rPr>
                <w:rFonts w:cs="Arial"/>
                <w:bCs w:val="0"/>
                <w:szCs w:val="22"/>
              </w:rPr>
              <w:t>hand tools</w:t>
            </w:r>
            <w:r w:rsidR="38CFB60B" w:rsidRPr="001A7B4B">
              <w:rPr>
                <w:rFonts w:cs="Arial"/>
                <w:bCs w:val="0"/>
                <w:szCs w:val="22"/>
              </w:rPr>
              <w:t xml:space="preserve"> from the list below. </w:t>
            </w:r>
            <w:r w:rsidR="00116A2E" w:rsidRPr="001A7B4B">
              <w:rPr>
                <w:rFonts w:cs="Arial"/>
                <w:bCs w:val="0"/>
                <w:szCs w:val="22"/>
              </w:rPr>
              <w:t>Students</w:t>
            </w:r>
            <w:r w:rsidR="38CFB60B" w:rsidRPr="001A7B4B">
              <w:rPr>
                <w:rFonts w:cs="Arial"/>
                <w:bCs w:val="0"/>
                <w:szCs w:val="22"/>
              </w:rPr>
              <w:t xml:space="preserve"> are to work in pairs to write a short example of the use of each tool</w:t>
            </w:r>
            <w:r w:rsidR="4D6A47A6" w:rsidRPr="001A7B4B">
              <w:rPr>
                <w:rFonts w:cs="Arial"/>
                <w:bCs w:val="0"/>
                <w:szCs w:val="22"/>
              </w:rPr>
              <w:t>. On completion tutor will lead a discussion on their uses and give demonstration where possible.</w:t>
            </w:r>
          </w:p>
          <w:p w14:paraId="7C0E533E" w14:textId="77777777" w:rsidR="38CFB60B" w:rsidRPr="001A7B4B" w:rsidRDefault="38CFB60B" w:rsidP="002C017C">
            <w:pPr>
              <w:pStyle w:val="Normalbulletlist"/>
              <w:numPr>
                <w:ilvl w:val="0"/>
                <w:numId w:val="161"/>
              </w:numPr>
              <w:rPr>
                <w:szCs w:val="22"/>
              </w:rPr>
            </w:pPr>
            <w:r w:rsidRPr="001A7B4B">
              <w:t>screwdriver</w:t>
            </w:r>
          </w:p>
          <w:p w14:paraId="4C9C6F1A" w14:textId="77777777" w:rsidR="38CFB60B" w:rsidRPr="001A7B4B" w:rsidRDefault="38CFB60B" w:rsidP="002C017C">
            <w:pPr>
              <w:pStyle w:val="Normalbulletlist"/>
              <w:numPr>
                <w:ilvl w:val="0"/>
                <w:numId w:val="161"/>
              </w:numPr>
              <w:rPr>
                <w:szCs w:val="22"/>
              </w:rPr>
            </w:pPr>
            <w:r w:rsidRPr="001A7B4B">
              <w:t>hammer</w:t>
            </w:r>
          </w:p>
          <w:p w14:paraId="285F22C5" w14:textId="77777777" w:rsidR="38CFB60B" w:rsidRPr="001A7B4B" w:rsidRDefault="38CFB60B" w:rsidP="002C017C">
            <w:pPr>
              <w:pStyle w:val="Normalbulletlist"/>
              <w:numPr>
                <w:ilvl w:val="0"/>
                <w:numId w:val="161"/>
              </w:numPr>
              <w:rPr>
                <w:szCs w:val="22"/>
              </w:rPr>
            </w:pPr>
            <w:r w:rsidRPr="001A7B4B">
              <w:t>chisel</w:t>
            </w:r>
          </w:p>
          <w:p w14:paraId="64C5AFBD" w14:textId="77777777" w:rsidR="38CFB60B" w:rsidRPr="001A7B4B" w:rsidRDefault="38CFB60B" w:rsidP="002C017C">
            <w:pPr>
              <w:pStyle w:val="Normalbulletlist"/>
              <w:numPr>
                <w:ilvl w:val="0"/>
                <w:numId w:val="161"/>
              </w:numPr>
              <w:rPr>
                <w:szCs w:val="22"/>
              </w:rPr>
            </w:pPr>
            <w:r w:rsidRPr="001A7B4B">
              <w:t>water pump pliers</w:t>
            </w:r>
          </w:p>
          <w:p w14:paraId="0EF3CD24" w14:textId="77777777" w:rsidR="38CFB60B" w:rsidRPr="001A7B4B" w:rsidRDefault="38CFB60B" w:rsidP="002C017C">
            <w:pPr>
              <w:pStyle w:val="Normalbulletlist"/>
              <w:numPr>
                <w:ilvl w:val="0"/>
                <w:numId w:val="161"/>
              </w:numPr>
              <w:rPr>
                <w:szCs w:val="22"/>
              </w:rPr>
            </w:pPr>
            <w:r w:rsidRPr="001A7B4B">
              <w:t>adjustable wrench</w:t>
            </w:r>
          </w:p>
          <w:p w14:paraId="3A118BA3" w14:textId="77777777" w:rsidR="38CFB60B" w:rsidRPr="001A7B4B" w:rsidRDefault="38CFB60B" w:rsidP="002C017C">
            <w:pPr>
              <w:pStyle w:val="Normalbulletlist"/>
              <w:numPr>
                <w:ilvl w:val="0"/>
                <w:numId w:val="161"/>
              </w:numPr>
              <w:rPr>
                <w:szCs w:val="22"/>
              </w:rPr>
            </w:pPr>
            <w:r w:rsidRPr="001A7B4B">
              <w:t>spanner</w:t>
            </w:r>
          </w:p>
          <w:p w14:paraId="4E26B079" w14:textId="77777777" w:rsidR="38CFB60B" w:rsidRPr="001A7B4B" w:rsidRDefault="38CFB60B" w:rsidP="002C017C">
            <w:pPr>
              <w:pStyle w:val="Normalbulletlist"/>
              <w:numPr>
                <w:ilvl w:val="0"/>
                <w:numId w:val="161"/>
              </w:numPr>
              <w:rPr>
                <w:szCs w:val="22"/>
              </w:rPr>
            </w:pPr>
            <w:r w:rsidRPr="001A7B4B">
              <w:t>spirit level</w:t>
            </w:r>
          </w:p>
          <w:p w14:paraId="3D4CFE01" w14:textId="77777777" w:rsidR="38CFB60B" w:rsidRPr="001A7B4B" w:rsidRDefault="38CFB60B" w:rsidP="002C017C">
            <w:pPr>
              <w:pStyle w:val="Normalbulletlist"/>
              <w:numPr>
                <w:ilvl w:val="0"/>
                <w:numId w:val="161"/>
              </w:numPr>
              <w:rPr>
                <w:szCs w:val="22"/>
              </w:rPr>
            </w:pPr>
            <w:r w:rsidRPr="001A7B4B">
              <w:t>pipe cutter</w:t>
            </w:r>
          </w:p>
          <w:p w14:paraId="4DB9435B" w14:textId="77777777" w:rsidR="38CFB60B" w:rsidRPr="001A7B4B" w:rsidRDefault="38CFB60B" w:rsidP="002C017C">
            <w:pPr>
              <w:pStyle w:val="Normalbulletlist"/>
              <w:numPr>
                <w:ilvl w:val="0"/>
                <w:numId w:val="161"/>
              </w:numPr>
              <w:rPr>
                <w:szCs w:val="22"/>
              </w:rPr>
            </w:pPr>
            <w:r w:rsidRPr="001A7B4B">
              <w:t>hand saw</w:t>
            </w:r>
          </w:p>
          <w:p w14:paraId="5759CF7A" w14:textId="77777777" w:rsidR="38CFB60B" w:rsidRPr="001A7B4B" w:rsidRDefault="38CFB60B" w:rsidP="002C017C">
            <w:pPr>
              <w:pStyle w:val="Normalbulletlist"/>
              <w:numPr>
                <w:ilvl w:val="0"/>
                <w:numId w:val="161"/>
              </w:numPr>
              <w:rPr>
                <w:szCs w:val="22"/>
              </w:rPr>
            </w:pPr>
            <w:r w:rsidRPr="001A7B4B">
              <w:t>plier</w:t>
            </w:r>
          </w:p>
          <w:p w14:paraId="2B7957DC" w14:textId="77777777" w:rsidR="38CFB60B" w:rsidRPr="001A7B4B" w:rsidRDefault="38CFB60B" w:rsidP="002C017C">
            <w:pPr>
              <w:pStyle w:val="Normalbulletlist"/>
              <w:numPr>
                <w:ilvl w:val="0"/>
                <w:numId w:val="161"/>
              </w:numPr>
              <w:rPr>
                <w:szCs w:val="22"/>
              </w:rPr>
            </w:pPr>
            <w:r w:rsidRPr="001A7B4B">
              <w:t>bending tool</w:t>
            </w:r>
          </w:p>
          <w:p w14:paraId="692C52E9" w14:textId="77777777" w:rsidR="38CFB60B" w:rsidRPr="001A7B4B" w:rsidRDefault="38CFB60B" w:rsidP="002C017C">
            <w:pPr>
              <w:pStyle w:val="Normalbulletlist"/>
              <w:numPr>
                <w:ilvl w:val="0"/>
                <w:numId w:val="161"/>
              </w:numPr>
              <w:rPr>
                <w:szCs w:val="22"/>
              </w:rPr>
            </w:pPr>
            <w:r w:rsidRPr="001A7B4B">
              <w:t>soldering equipment</w:t>
            </w:r>
          </w:p>
          <w:p w14:paraId="64759321" w14:textId="77777777" w:rsidR="38CFB60B" w:rsidRPr="001A7B4B" w:rsidRDefault="38CFB60B" w:rsidP="002C017C">
            <w:pPr>
              <w:pStyle w:val="Normalbulletlist"/>
              <w:numPr>
                <w:ilvl w:val="0"/>
                <w:numId w:val="161"/>
              </w:numPr>
              <w:rPr>
                <w:szCs w:val="22"/>
              </w:rPr>
            </w:pPr>
            <w:r w:rsidRPr="001A7B4B">
              <w:t>press-fit</w:t>
            </w:r>
          </w:p>
          <w:p w14:paraId="0D9A34B4" w14:textId="77777777" w:rsidR="38CFB60B" w:rsidRPr="001A7B4B" w:rsidRDefault="38CFB60B" w:rsidP="002C017C">
            <w:pPr>
              <w:pStyle w:val="Normalbulletlist"/>
              <w:numPr>
                <w:ilvl w:val="0"/>
                <w:numId w:val="161"/>
              </w:numPr>
              <w:rPr>
                <w:szCs w:val="22"/>
              </w:rPr>
            </w:pPr>
            <w:r w:rsidRPr="001A7B4B">
              <w:t>tape measure</w:t>
            </w:r>
          </w:p>
          <w:p w14:paraId="6FE49D74" w14:textId="77777777" w:rsidR="38CFB60B" w:rsidRPr="001A7B4B" w:rsidRDefault="38CFB60B" w:rsidP="002C017C">
            <w:pPr>
              <w:pStyle w:val="Normalbulletlist"/>
              <w:numPr>
                <w:ilvl w:val="0"/>
                <w:numId w:val="161"/>
              </w:numPr>
              <w:rPr>
                <w:szCs w:val="22"/>
              </w:rPr>
            </w:pPr>
            <w:r w:rsidRPr="001A7B4B">
              <w:t>measuring equipment.</w:t>
            </w:r>
          </w:p>
          <w:p w14:paraId="30795098" w14:textId="77777777" w:rsidR="5C982994" w:rsidRPr="001A7B4B" w:rsidRDefault="5C982994" w:rsidP="00D5076E">
            <w:pPr>
              <w:pStyle w:val="Normalbulletlist"/>
              <w:numPr>
                <w:ilvl w:val="0"/>
                <w:numId w:val="0"/>
              </w:numPr>
              <w:rPr>
                <w:szCs w:val="22"/>
              </w:rPr>
            </w:pPr>
          </w:p>
          <w:p w14:paraId="3915AEF6" w14:textId="6FCB4BCD" w:rsidR="71B51B54" w:rsidRPr="001A7B4B" w:rsidRDefault="71B51B54" w:rsidP="00D5076E">
            <w:pPr>
              <w:pStyle w:val="Normalbulletlist"/>
              <w:numPr>
                <w:ilvl w:val="0"/>
                <w:numId w:val="0"/>
              </w:numPr>
              <w:rPr>
                <w:szCs w:val="22"/>
              </w:rPr>
            </w:pPr>
            <w:r w:rsidRPr="001A7B4B">
              <w:rPr>
                <w:b/>
                <w:szCs w:val="22"/>
              </w:rPr>
              <w:lastRenderedPageBreak/>
              <w:t xml:space="preserve">Knowledge </w:t>
            </w:r>
            <w:r w:rsidR="00CA1A14" w:rsidRPr="001A7B4B">
              <w:rPr>
                <w:b/>
                <w:szCs w:val="22"/>
              </w:rPr>
              <w:t>C</w:t>
            </w:r>
            <w:r w:rsidRPr="001A7B4B">
              <w:rPr>
                <w:b/>
                <w:szCs w:val="22"/>
              </w:rPr>
              <w:t>heck example</w:t>
            </w:r>
            <w:r w:rsidRPr="001A7B4B">
              <w:rPr>
                <w:szCs w:val="22"/>
              </w:rPr>
              <w:t>:</w:t>
            </w:r>
          </w:p>
          <w:p w14:paraId="0FE5E1BF" w14:textId="77777777" w:rsidR="71B51B54" w:rsidRPr="001A7B4B" w:rsidRDefault="71B51B54" w:rsidP="00D5076E">
            <w:pPr>
              <w:pStyle w:val="Normalbulletlist"/>
              <w:numPr>
                <w:ilvl w:val="0"/>
                <w:numId w:val="0"/>
              </w:numPr>
              <w:rPr>
                <w:szCs w:val="22"/>
              </w:rPr>
            </w:pPr>
            <w:r w:rsidRPr="001A7B4B">
              <w:rPr>
                <w:szCs w:val="22"/>
              </w:rPr>
              <w:t>Distribute quiz based on hand tools</w:t>
            </w:r>
            <w:r w:rsidR="00A10583" w:rsidRPr="001A7B4B">
              <w:rPr>
                <w:szCs w:val="22"/>
              </w:rPr>
              <w:t xml:space="preserve">. </w:t>
            </w:r>
            <w:r w:rsidRPr="001A7B4B">
              <w:rPr>
                <w:szCs w:val="22"/>
              </w:rPr>
              <w:t>On completion swap answer papers for peer marking</w:t>
            </w:r>
          </w:p>
          <w:p w14:paraId="01120FB7" w14:textId="77777777" w:rsidR="00255AF8" w:rsidRPr="001A7B4B" w:rsidRDefault="00255AF8" w:rsidP="00D5076E">
            <w:pPr>
              <w:pStyle w:val="Normalbulletlist"/>
              <w:numPr>
                <w:ilvl w:val="0"/>
                <w:numId w:val="0"/>
              </w:numPr>
              <w:tabs>
                <w:tab w:val="left" w:pos="720"/>
              </w:tabs>
              <w:rPr>
                <w:rFonts w:cs="Arial"/>
              </w:rPr>
            </w:pPr>
          </w:p>
          <w:p w14:paraId="2CF1A338" w14:textId="6527F533" w:rsidR="00255AF8" w:rsidRPr="001A7B4B" w:rsidRDefault="00255AF8" w:rsidP="00D5076E">
            <w:pPr>
              <w:pStyle w:val="Normalheadingblue"/>
              <w:spacing w:before="0" w:after="0"/>
              <w:rPr>
                <w:rFonts w:cs="Arial"/>
                <w:color w:val="auto"/>
                <w:szCs w:val="22"/>
              </w:rPr>
            </w:pPr>
            <w:r w:rsidRPr="001A7B4B">
              <w:rPr>
                <w:rFonts w:cs="Arial"/>
                <w:color w:val="auto"/>
                <w:szCs w:val="22"/>
              </w:rPr>
              <w:t>Resources</w:t>
            </w:r>
            <w:r w:rsidR="00CA1A14" w:rsidRPr="001A7B4B">
              <w:rPr>
                <w:rFonts w:cs="Arial"/>
                <w:color w:val="auto"/>
                <w:szCs w:val="22"/>
              </w:rPr>
              <w:t>:</w:t>
            </w:r>
          </w:p>
          <w:p w14:paraId="4D0F569D" w14:textId="77777777" w:rsidR="52FF8C80" w:rsidRPr="001A7B4B" w:rsidRDefault="52FF8C80" w:rsidP="00D5076E">
            <w:pPr>
              <w:pStyle w:val="Normalbulletlist"/>
              <w:numPr>
                <w:ilvl w:val="0"/>
                <w:numId w:val="0"/>
              </w:numPr>
              <w:rPr>
                <w:bCs w:val="0"/>
                <w:szCs w:val="22"/>
              </w:rPr>
            </w:pPr>
            <w:r w:rsidRPr="001A7B4B">
              <w:rPr>
                <w:bCs w:val="0"/>
              </w:rPr>
              <w:t>Examples of tools and equipment</w:t>
            </w:r>
          </w:p>
          <w:p w14:paraId="5B0CBA7F" w14:textId="4AB82071" w:rsidR="00255AF8" w:rsidRPr="001A7B4B" w:rsidRDefault="52FF8C80" w:rsidP="00D5076E">
            <w:pPr>
              <w:pStyle w:val="Normalbulletlist"/>
              <w:numPr>
                <w:ilvl w:val="0"/>
                <w:numId w:val="0"/>
              </w:numPr>
              <w:rPr>
                <w:b/>
                <w:szCs w:val="22"/>
              </w:rPr>
            </w:pPr>
            <w:r w:rsidRPr="001A7B4B">
              <w:rPr>
                <w:bCs w:val="0"/>
              </w:rPr>
              <w:t>Knowledge check quiz</w:t>
            </w:r>
          </w:p>
          <w:p w14:paraId="125B7913" w14:textId="77777777" w:rsidR="00360CF1" w:rsidRPr="001A7B4B" w:rsidRDefault="00360CF1" w:rsidP="00D5076E">
            <w:pPr>
              <w:pStyle w:val="Normalbulletlist"/>
              <w:numPr>
                <w:ilvl w:val="0"/>
                <w:numId w:val="0"/>
              </w:numPr>
              <w:ind w:left="284"/>
              <w:rPr>
                <w:b/>
                <w:szCs w:val="22"/>
              </w:rPr>
            </w:pPr>
          </w:p>
        </w:tc>
        <w:tc>
          <w:tcPr>
            <w:tcW w:w="2246" w:type="dxa"/>
          </w:tcPr>
          <w:p w14:paraId="5A4086B2" w14:textId="77777777" w:rsidR="00DD207A" w:rsidRDefault="008A57D2" w:rsidP="0030481A">
            <w:pPr>
              <w:spacing w:before="0" w:after="0"/>
            </w:pPr>
            <w:r>
              <w:lastRenderedPageBreak/>
              <w:t>Q&amp;A</w:t>
            </w:r>
            <w:r>
              <w:br/>
            </w:r>
            <w:r>
              <w:br/>
              <w:t>Group exercise – Identify tool uses</w:t>
            </w:r>
            <w:r>
              <w:br/>
            </w:r>
            <w:r>
              <w:br/>
              <w:t>Knowledge check quiz</w:t>
            </w:r>
            <w:r>
              <w:br/>
              <w:t>English skills (reading, writing, technical vocabulary)</w:t>
            </w:r>
          </w:p>
        </w:tc>
      </w:tr>
      <w:tr w:rsidR="00A10583" w:rsidRPr="00F87D27" w14:paraId="359D259C" w14:textId="77777777" w:rsidTr="24BA986D">
        <w:trPr>
          <w:trHeight w:val="300"/>
          <w:jc w:val="center"/>
        </w:trPr>
        <w:tc>
          <w:tcPr>
            <w:tcW w:w="1297" w:type="dxa"/>
          </w:tcPr>
          <w:p w14:paraId="53E51D45" w14:textId="77777777" w:rsidR="00A10583" w:rsidRPr="001A7B4B" w:rsidRDefault="00A10583" w:rsidP="5C982994">
            <w:pPr>
              <w:jc w:val="center"/>
              <w:rPr>
                <w:rFonts w:cs="Arial"/>
                <w:b/>
                <w:bCs/>
              </w:rPr>
            </w:pPr>
            <w:r w:rsidRPr="001A7B4B">
              <w:rPr>
                <w:rFonts w:cs="Arial"/>
                <w:b/>
                <w:bCs/>
              </w:rPr>
              <w:t>1</w:t>
            </w:r>
            <w:r w:rsidR="003A584F" w:rsidRPr="001A7B4B">
              <w:rPr>
                <w:rFonts w:cs="Arial"/>
                <w:b/>
                <w:bCs/>
              </w:rPr>
              <w:t>2</w:t>
            </w:r>
          </w:p>
          <w:p w14:paraId="17A0C8E5" w14:textId="77777777" w:rsidR="00A10583" w:rsidRPr="001A7B4B" w:rsidRDefault="00A10583" w:rsidP="5C982994">
            <w:pPr>
              <w:jc w:val="center"/>
              <w:rPr>
                <w:rFonts w:cs="Arial"/>
              </w:rPr>
            </w:pPr>
            <w:r w:rsidRPr="001A7B4B">
              <w:rPr>
                <w:rFonts w:cs="Arial"/>
              </w:rPr>
              <w:t>3 Hours</w:t>
            </w:r>
          </w:p>
        </w:tc>
        <w:tc>
          <w:tcPr>
            <w:tcW w:w="2199" w:type="dxa"/>
          </w:tcPr>
          <w:p w14:paraId="0E47B117" w14:textId="77777777" w:rsidR="003A584F" w:rsidRPr="001A7B4B" w:rsidRDefault="003A584F" w:rsidP="003A584F">
            <w:pPr>
              <w:pStyle w:val="Normalheadingblack"/>
              <w:rPr>
                <w:rFonts w:cs="Arial"/>
                <w:lang w:eastAsia="en-GB"/>
              </w:rPr>
            </w:pPr>
            <w:r w:rsidRPr="001A7B4B">
              <w:rPr>
                <w:rFonts w:cs="Arial"/>
                <w:lang w:eastAsia="en-GB"/>
              </w:rPr>
              <w:t>Outcome 1 – Plumbing and heating common knowledge criteria</w:t>
            </w:r>
          </w:p>
          <w:p w14:paraId="6F618629" w14:textId="77777777" w:rsidR="003A584F" w:rsidRPr="001A7B4B" w:rsidRDefault="003A584F" w:rsidP="003A584F">
            <w:pPr>
              <w:pStyle w:val="Normalheadingblack"/>
              <w:rPr>
                <w:rFonts w:cs="Arial"/>
                <w:lang w:eastAsia="en-GB"/>
              </w:rPr>
            </w:pPr>
          </w:p>
          <w:p w14:paraId="0B64C5B0" w14:textId="77777777" w:rsidR="003A584F" w:rsidRPr="001A7B4B" w:rsidRDefault="003A584F" w:rsidP="003A584F">
            <w:pPr>
              <w:pStyle w:val="Normalheadingblack"/>
              <w:rPr>
                <w:rFonts w:cs="Arial"/>
                <w:lang w:eastAsia="en-GB"/>
              </w:rPr>
            </w:pPr>
            <w:r w:rsidRPr="001A7B4B">
              <w:rPr>
                <w:rFonts w:cs="Arial"/>
                <w:lang w:eastAsia="en-GB"/>
              </w:rPr>
              <w:t>Outcome 2 Install plumbing and heating systems</w:t>
            </w:r>
          </w:p>
          <w:p w14:paraId="3400AEE7" w14:textId="77777777" w:rsidR="00A10583" w:rsidRPr="001A7B4B" w:rsidRDefault="00A10583" w:rsidP="5C982994">
            <w:pPr>
              <w:pStyle w:val="Normalheadingblack"/>
              <w:rPr>
                <w:rFonts w:cs="Arial"/>
                <w:lang w:eastAsia="en-GB"/>
              </w:rPr>
            </w:pPr>
          </w:p>
        </w:tc>
        <w:tc>
          <w:tcPr>
            <w:tcW w:w="3135" w:type="dxa"/>
          </w:tcPr>
          <w:p w14:paraId="1942B614" w14:textId="77777777" w:rsidR="006616D4" w:rsidRDefault="006616D4" w:rsidP="0030481A">
            <w:pPr>
              <w:pStyle w:val="Normalheadingblack"/>
              <w:spacing w:before="0" w:after="0"/>
              <w:rPr>
                <w:rFonts w:cs="Arial"/>
                <w:b w:val="0"/>
                <w:lang w:eastAsia="en-GB"/>
              </w:rPr>
            </w:pPr>
            <w:r w:rsidRPr="001A7B4B">
              <w:rPr>
                <w:rFonts w:cs="Arial"/>
                <w:b w:val="0"/>
                <w:lang w:eastAsia="en-GB"/>
              </w:rPr>
              <w:t>K1.4 Tools, equipment and materials used for installation</w:t>
            </w:r>
          </w:p>
          <w:p w14:paraId="55F0A71B" w14:textId="77777777" w:rsidR="000B1E88" w:rsidRPr="001A7B4B" w:rsidRDefault="000B1E88" w:rsidP="0030481A">
            <w:pPr>
              <w:pStyle w:val="Normalheadingblack"/>
              <w:spacing w:before="0" w:after="0"/>
              <w:rPr>
                <w:rFonts w:cs="Arial"/>
                <w:b w:val="0"/>
                <w:lang w:eastAsia="en-GB"/>
              </w:rPr>
            </w:pPr>
          </w:p>
          <w:p w14:paraId="23BD1E0F" w14:textId="543B749E" w:rsidR="006616D4" w:rsidRDefault="006616D4" w:rsidP="0030481A">
            <w:pPr>
              <w:pStyle w:val="Normalheadingblack"/>
              <w:spacing w:before="0" w:after="0"/>
              <w:rPr>
                <w:rFonts w:cs="Arial"/>
                <w:b w:val="0"/>
                <w:lang w:eastAsia="en-GB"/>
              </w:rPr>
            </w:pPr>
            <w:r w:rsidRPr="001A7B4B">
              <w:rPr>
                <w:rFonts w:cs="Arial"/>
                <w:b w:val="0"/>
                <w:lang w:eastAsia="en-GB"/>
              </w:rPr>
              <w:t>K1.5 Operation and handling requirements for tools and equipment</w:t>
            </w:r>
          </w:p>
          <w:p w14:paraId="340E793D" w14:textId="77777777" w:rsidR="000B1E88" w:rsidRPr="001A7B4B" w:rsidRDefault="000B1E88" w:rsidP="0030481A">
            <w:pPr>
              <w:pStyle w:val="Normalheadingblack"/>
              <w:spacing w:before="0" w:after="0"/>
              <w:rPr>
                <w:rFonts w:cs="Arial"/>
                <w:b w:val="0"/>
                <w:lang w:eastAsia="en-GB"/>
              </w:rPr>
            </w:pPr>
          </w:p>
          <w:p w14:paraId="2936F6E6" w14:textId="77777777" w:rsidR="006616D4" w:rsidRPr="001A7B4B" w:rsidRDefault="006616D4" w:rsidP="0030481A">
            <w:pPr>
              <w:pStyle w:val="Normalheadingblack"/>
              <w:spacing w:before="0" w:after="0"/>
              <w:rPr>
                <w:rFonts w:cs="Arial"/>
                <w:b w:val="0"/>
                <w:lang w:eastAsia="en-GB"/>
              </w:rPr>
            </w:pPr>
            <w:r w:rsidRPr="001A7B4B">
              <w:rPr>
                <w:rFonts w:cs="Arial"/>
                <w:b w:val="0"/>
                <w:lang w:eastAsia="en-GB"/>
              </w:rPr>
              <w:t>S2.2 Select tools, equipment and materials</w:t>
            </w:r>
          </w:p>
          <w:p w14:paraId="3CAA9A0A" w14:textId="77777777" w:rsidR="00A10583" w:rsidRPr="001A7B4B" w:rsidRDefault="00A10583" w:rsidP="0030481A">
            <w:pPr>
              <w:pStyle w:val="Normalheadingblack"/>
              <w:spacing w:before="0" w:after="0"/>
              <w:rPr>
                <w:rFonts w:cs="Arial"/>
                <w:b w:val="0"/>
                <w:lang w:eastAsia="en-GB"/>
              </w:rPr>
            </w:pPr>
          </w:p>
        </w:tc>
        <w:tc>
          <w:tcPr>
            <w:tcW w:w="5785" w:type="dxa"/>
          </w:tcPr>
          <w:p w14:paraId="0C4CF157" w14:textId="560F0D54" w:rsidR="00A10583" w:rsidRPr="001A7B4B" w:rsidRDefault="00A10583" w:rsidP="004366DE">
            <w:pPr>
              <w:pStyle w:val="Normalheadingblue"/>
              <w:spacing w:before="0" w:after="0"/>
              <w:rPr>
                <w:rFonts w:cs="Arial"/>
                <w:color w:val="auto"/>
                <w:szCs w:val="22"/>
              </w:rPr>
            </w:pPr>
            <w:r w:rsidRPr="001A7B4B">
              <w:rPr>
                <w:rFonts w:cs="Arial"/>
                <w:color w:val="auto"/>
              </w:rPr>
              <w:t>Activities</w:t>
            </w:r>
            <w:r w:rsidR="00784F2E" w:rsidRPr="001A7B4B">
              <w:rPr>
                <w:rFonts w:cs="Arial"/>
                <w:color w:val="auto"/>
              </w:rPr>
              <w:t>:</w:t>
            </w:r>
          </w:p>
          <w:p w14:paraId="7ED346C8" w14:textId="77777777" w:rsidR="00A10583" w:rsidRPr="001A7B4B" w:rsidRDefault="00A10583" w:rsidP="004366DE">
            <w:pPr>
              <w:pStyle w:val="Normalbulletlist"/>
              <w:numPr>
                <w:ilvl w:val="0"/>
                <w:numId w:val="0"/>
              </w:numPr>
              <w:rPr>
                <w:rFonts w:cs="Arial"/>
                <w:b/>
              </w:rPr>
            </w:pPr>
            <w:r w:rsidRPr="001A7B4B">
              <w:rPr>
                <w:rFonts w:cs="Arial"/>
                <w:b/>
              </w:rPr>
              <w:t xml:space="preserve">Starter task example: </w:t>
            </w:r>
          </w:p>
          <w:p w14:paraId="0A4F5EFF" w14:textId="622EDFC5" w:rsidR="00A10583" w:rsidRPr="001A7B4B" w:rsidRDefault="00A10583" w:rsidP="004366DE">
            <w:pPr>
              <w:pStyle w:val="Normalbulletlist"/>
              <w:numPr>
                <w:ilvl w:val="0"/>
                <w:numId w:val="0"/>
              </w:numPr>
              <w:rPr>
                <w:rFonts w:cs="Arial"/>
              </w:rPr>
            </w:pPr>
            <w:r w:rsidRPr="001A7B4B">
              <w:rPr>
                <w:rFonts w:cs="Arial"/>
              </w:rPr>
              <w:t xml:space="preserve">Introduce </w:t>
            </w:r>
            <w:r w:rsidR="00F502C8" w:rsidRPr="001A7B4B">
              <w:rPr>
                <w:rFonts w:cs="Arial"/>
              </w:rPr>
              <w:t>students</w:t>
            </w:r>
            <w:r w:rsidRPr="001A7B4B">
              <w:rPr>
                <w:rFonts w:cs="Arial"/>
              </w:rPr>
              <w:t xml:space="preserve"> to common power tool manufacturers to help them become aware of brands such as </w:t>
            </w:r>
            <w:hyperlink r:id="rId17" w:history="1">
              <w:r w:rsidRPr="001A7B4B">
                <w:rPr>
                  <w:rStyle w:val="Hyperlink"/>
                  <w:rFonts w:cs="Arial"/>
                  <w:color w:val="auto"/>
                </w:rPr>
                <w:t>www.hilti.com</w:t>
              </w:r>
            </w:hyperlink>
            <w:r w:rsidRPr="001A7B4B">
              <w:rPr>
                <w:rFonts w:cs="Arial"/>
              </w:rPr>
              <w:t xml:space="preserve">, </w:t>
            </w:r>
            <w:hyperlink r:id="rId18" w:history="1">
              <w:r w:rsidRPr="001A7B4B">
                <w:rPr>
                  <w:rStyle w:val="Hyperlink"/>
                  <w:color w:val="auto"/>
                </w:rPr>
                <w:t>Products | RIDGID Tools</w:t>
              </w:r>
            </w:hyperlink>
          </w:p>
          <w:p w14:paraId="21FC0553" w14:textId="77777777" w:rsidR="00A10583" w:rsidRPr="001A7B4B" w:rsidRDefault="00A10583" w:rsidP="004366DE">
            <w:pPr>
              <w:pStyle w:val="Normalbulletlist"/>
              <w:numPr>
                <w:ilvl w:val="0"/>
                <w:numId w:val="0"/>
              </w:numPr>
              <w:rPr>
                <w:rFonts w:cs="Arial"/>
              </w:rPr>
            </w:pPr>
          </w:p>
          <w:p w14:paraId="2BAA0C64" w14:textId="6BBB5160" w:rsidR="00A10583" w:rsidRPr="001A7B4B" w:rsidRDefault="00A10583" w:rsidP="004366DE">
            <w:pPr>
              <w:pStyle w:val="Normalbulletlist"/>
              <w:numPr>
                <w:ilvl w:val="0"/>
                <w:numId w:val="0"/>
              </w:numPr>
              <w:rPr>
                <w:rFonts w:cs="Arial"/>
                <w:b/>
              </w:rPr>
            </w:pPr>
            <w:r w:rsidRPr="001A7B4B">
              <w:rPr>
                <w:rFonts w:cs="Arial"/>
                <w:b/>
              </w:rPr>
              <w:t>Delivery focus:</w:t>
            </w:r>
          </w:p>
          <w:p w14:paraId="35AA16F8" w14:textId="59C83663" w:rsidR="00A10583" w:rsidRPr="001A7B4B" w:rsidRDefault="006F1CE9" w:rsidP="002C017C">
            <w:pPr>
              <w:pStyle w:val="Normalbulletlist"/>
              <w:numPr>
                <w:ilvl w:val="0"/>
                <w:numId w:val="162"/>
              </w:numPr>
              <w:rPr>
                <w:szCs w:val="22"/>
              </w:rPr>
            </w:pPr>
            <w:r w:rsidRPr="001A7B4B">
              <w:rPr>
                <w:rFonts w:cs="Arial"/>
                <w:b/>
                <w:bCs w:val="0"/>
                <w:szCs w:val="22"/>
              </w:rPr>
              <w:t xml:space="preserve">Pipework fitting and fixings – Power tools and equipment - </w:t>
            </w:r>
            <w:r w:rsidR="00A10583" w:rsidRPr="001A7B4B">
              <w:rPr>
                <w:szCs w:val="22"/>
              </w:rPr>
              <w:t xml:space="preserve">Tutor to </w:t>
            </w:r>
            <w:r w:rsidR="00EE0E91" w:rsidRPr="001A7B4B">
              <w:rPr>
                <w:szCs w:val="22"/>
              </w:rPr>
              <w:t xml:space="preserve">demonstrate and </w:t>
            </w:r>
            <w:r w:rsidR="00A10583" w:rsidRPr="001A7B4B">
              <w:rPr>
                <w:szCs w:val="22"/>
              </w:rPr>
              <w:t>discuss the range of specialist tools and equipment including</w:t>
            </w:r>
            <w:r w:rsidR="00EE0E91" w:rsidRPr="001A7B4B">
              <w:rPr>
                <w:szCs w:val="22"/>
              </w:rPr>
              <w:t xml:space="preserve">. Use directed questions to establish what tools </w:t>
            </w:r>
            <w:r w:rsidR="00F502C8" w:rsidRPr="001A7B4B">
              <w:rPr>
                <w:szCs w:val="22"/>
              </w:rPr>
              <w:t>students</w:t>
            </w:r>
            <w:r w:rsidR="00EE0E91" w:rsidRPr="001A7B4B">
              <w:rPr>
                <w:szCs w:val="22"/>
              </w:rPr>
              <w:t xml:space="preserve"> are aware of and their uses.</w:t>
            </w:r>
          </w:p>
          <w:p w14:paraId="593FFC3D" w14:textId="77777777" w:rsidR="00A10583" w:rsidRPr="001A7B4B" w:rsidRDefault="00A10583" w:rsidP="002C017C">
            <w:pPr>
              <w:pStyle w:val="Normalbulletlist"/>
              <w:numPr>
                <w:ilvl w:val="0"/>
                <w:numId w:val="162"/>
              </w:numPr>
              <w:rPr>
                <w:szCs w:val="22"/>
              </w:rPr>
            </w:pPr>
            <w:r w:rsidRPr="001A7B4B">
              <w:t>power drill</w:t>
            </w:r>
          </w:p>
          <w:p w14:paraId="06BC8954" w14:textId="77777777" w:rsidR="00A10583" w:rsidRPr="001A7B4B" w:rsidRDefault="00A10583" w:rsidP="002C017C">
            <w:pPr>
              <w:pStyle w:val="Normalbulletlist"/>
              <w:numPr>
                <w:ilvl w:val="0"/>
                <w:numId w:val="162"/>
              </w:numPr>
              <w:rPr>
                <w:szCs w:val="22"/>
              </w:rPr>
            </w:pPr>
            <w:r w:rsidRPr="001A7B4B">
              <w:t>circular saw</w:t>
            </w:r>
          </w:p>
          <w:p w14:paraId="09ED14D7" w14:textId="77777777" w:rsidR="00A10583" w:rsidRPr="001A7B4B" w:rsidRDefault="00A10583" w:rsidP="002C017C">
            <w:pPr>
              <w:pStyle w:val="Normalbulletlist"/>
              <w:numPr>
                <w:ilvl w:val="0"/>
                <w:numId w:val="162"/>
              </w:numPr>
              <w:rPr>
                <w:szCs w:val="22"/>
              </w:rPr>
            </w:pPr>
            <w:r w:rsidRPr="001A7B4B">
              <w:t>jig saw</w:t>
            </w:r>
          </w:p>
          <w:p w14:paraId="67452DDB" w14:textId="77777777" w:rsidR="00A10583" w:rsidRPr="001A7B4B" w:rsidRDefault="00A10583" w:rsidP="002C017C">
            <w:pPr>
              <w:pStyle w:val="Normalbulletlist"/>
              <w:numPr>
                <w:ilvl w:val="0"/>
                <w:numId w:val="162"/>
              </w:numPr>
              <w:rPr>
                <w:szCs w:val="22"/>
              </w:rPr>
            </w:pPr>
            <w:r w:rsidRPr="001A7B4B">
              <w:t>reciprocating saws</w:t>
            </w:r>
          </w:p>
          <w:p w14:paraId="63FD1BC6" w14:textId="77777777" w:rsidR="00A10583" w:rsidRPr="001A7B4B" w:rsidRDefault="00A10583" w:rsidP="002C017C">
            <w:pPr>
              <w:pStyle w:val="Normalbulletlist"/>
              <w:numPr>
                <w:ilvl w:val="0"/>
                <w:numId w:val="162"/>
              </w:numPr>
              <w:rPr>
                <w:szCs w:val="22"/>
              </w:rPr>
            </w:pPr>
            <w:r w:rsidRPr="001A7B4B">
              <w:t>multi tool</w:t>
            </w:r>
          </w:p>
          <w:p w14:paraId="001F6662" w14:textId="77777777" w:rsidR="00A10583" w:rsidRPr="001A7B4B" w:rsidRDefault="00A10583" w:rsidP="002C017C">
            <w:pPr>
              <w:pStyle w:val="Normalbulletlist"/>
              <w:numPr>
                <w:ilvl w:val="0"/>
                <w:numId w:val="162"/>
              </w:numPr>
              <w:rPr>
                <w:szCs w:val="22"/>
              </w:rPr>
            </w:pPr>
            <w:r w:rsidRPr="001A7B4B">
              <w:t>press fit gun</w:t>
            </w:r>
          </w:p>
          <w:p w14:paraId="4FA75CD9" w14:textId="77777777" w:rsidR="00A10583" w:rsidRPr="001A7B4B" w:rsidRDefault="00A10583" w:rsidP="002C017C">
            <w:pPr>
              <w:pStyle w:val="Normalbulletlist"/>
              <w:numPr>
                <w:ilvl w:val="0"/>
                <w:numId w:val="162"/>
              </w:numPr>
              <w:rPr>
                <w:szCs w:val="22"/>
              </w:rPr>
            </w:pPr>
            <w:r w:rsidRPr="001A7B4B">
              <w:t>portable pipe threading machine</w:t>
            </w:r>
          </w:p>
          <w:p w14:paraId="62A1C0DB" w14:textId="77777777" w:rsidR="00A10583" w:rsidRPr="001A7B4B" w:rsidRDefault="00A10583" w:rsidP="002C017C">
            <w:pPr>
              <w:pStyle w:val="Normalbulletlist"/>
              <w:numPr>
                <w:ilvl w:val="0"/>
                <w:numId w:val="162"/>
              </w:numPr>
              <w:rPr>
                <w:szCs w:val="22"/>
              </w:rPr>
            </w:pPr>
            <w:r w:rsidRPr="001A7B4B">
              <w:t>hydraulic machine bender</w:t>
            </w:r>
          </w:p>
          <w:p w14:paraId="7270797B" w14:textId="77777777" w:rsidR="00A10583" w:rsidRPr="001A7B4B" w:rsidRDefault="00A10583" w:rsidP="002C017C">
            <w:pPr>
              <w:pStyle w:val="Normalbulletlist"/>
              <w:numPr>
                <w:ilvl w:val="0"/>
                <w:numId w:val="162"/>
              </w:numPr>
              <w:rPr>
                <w:szCs w:val="22"/>
              </w:rPr>
            </w:pPr>
            <w:r w:rsidRPr="001A7B4B">
              <w:lastRenderedPageBreak/>
              <w:t>hydraulic crimping kit</w:t>
            </w:r>
          </w:p>
          <w:p w14:paraId="5FF16169" w14:textId="77777777" w:rsidR="00A10583" w:rsidRPr="001A7B4B" w:rsidRDefault="00A10583" w:rsidP="002C017C">
            <w:pPr>
              <w:pStyle w:val="Normalbulletlist"/>
              <w:numPr>
                <w:ilvl w:val="0"/>
                <w:numId w:val="162"/>
              </w:numPr>
              <w:rPr>
                <w:szCs w:val="22"/>
              </w:rPr>
            </w:pPr>
            <w:r w:rsidRPr="001A7B4B">
              <w:t>portable pipe freezing kit.</w:t>
            </w:r>
          </w:p>
          <w:p w14:paraId="4A32F18E" w14:textId="77777777" w:rsidR="00A10583" w:rsidRPr="001A7B4B" w:rsidRDefault="00A10583" w:rsidP="004366DE">
            <w:pPr>
              <w:pStyle w:val="Normalbulletlist"/>
              <w:numPr>
                <w:ilvl w:val="0"/>
                <w:numId w:val="0"/>
              </w:numPr>
              <w:rPr>
                <w:szCs w:val="22"/>
              </w:rPr>
            </w:pPr>
          </w:p>
          <w:p w14:paraId="1F69AA75" w14:textId="5DD19139" w:rsidR="00A10583" w:rsidRPr="001A7B4B" w:rsidRDefault="00A10583" w:rsidP="004366DE">
            <w:pPr>
              <w:pStyle w:val="Normalbulletlist"/>
              <w:numPr>
                <w:ilvl w:val="0"/>
                <w:numId w:val="0"/>
              </w:numPr>
              <w:rPr>
                <w:szCs w:val="22"/>
              </w:rPr>
            </w:pPr>
            <w:r w:rsidRPr="001A7B4B">
              <w:rPr>
                <w:b/>
                <w:szCs w:val="22"/>
              </w:rPr>
              <w:t xml:space="preserve">Knowledge </w:t>
            </w:r>
            <w:r w:rsidR="001A2644" w:rsidRPr="001A7B4B">
              <w:rPr>
                <w:b/>
                <w:szCs w:val="22"/>
              </w:rPr>
              <w:t>C</w:t>
            </w:r>
            <w:r w:rsidRPr="001A7B4B">
              <w:rPr>
                <w:b/>
                <w:szCs w:val="22"/>
              </w:rPr>
              <w:t>heck example</w:t>
            </w:r>
            <w:r w:rsidRPr="001A7B4B">
              <w:rPr>
                <w:szCs w:val="22"/>
              </w:rPr>
              <w:t>:</w:t>
            </w:r>
          </w:p>
          <w:p w14:paraId="33BD0420" w14:textId="77777777" w:rsidR="00A10583" w:rsidRPr="001A7B4B" w:rsidRDefault="00A10583" w:rsidP="004366DE">
            <w:pPr>
              <w:pStyle w:val="Normalbulletlist"/>
              <w:numPr>
                <w:ilvl w:val="0"/>
                <w:numId w:val="0"/>
              </w:numPr>
              <w:rPr>
                <w:szCs w:val="22"/>
              </w:rPr>
            </w:pPr>
            <w:r w:rsidRPr="001A7B4B">
              <w:rPr>
                <w:szCs w:val="22"/>
              </w:rPr>
              <w:t>Distribute quiz based on power tools and specialist equipment. On completion swap answer papers for peer marking</w:t>
            </w:r>
          </w:p>
          <w:p w14:paraId="75540D3F" w14:textId="77777777" w:rsidR="00A10583" w:rsidRPr="001A7B4B" w:rsidRDefault="00A10583" w:rsidP="004366DE">
            <w:pPr>
              <w:pStyle w:val="Normalbulletlist"/>
              <w:numPr>
                <w:ilvl w:val="0"/>
                <w:numId w:val="0"/>
              </w:numPr>
              <w:tabs>
                <w:tab w:val="left" w:pos="720"/>
              </w:tabs>
              <w:rPr>
                <w:rFonts w:cs="Arial"/>
              </w:rPr>
            </w:pPr>
          </w:p>
          <w:p w14:paraId="348D30FC" w14:textId="1EAF694A" w:rsidR="00A10583" w:rsidRPr="001A7B4B" w:rsidRDefault="00A10583" w:rsidP="004366DE">
            <w:pPr>
              <w:pStyle w:val="Normalheadingblue"/>
              <w:spacing w:before="0" w:after="0"/>
              <w:rPr>
                <w:rFonts w:cs="Arial"/>
                <w:color w:val="auto"/>
                <w:szCs w:val="22"/>
              </w:rPr>
            </w:pPr>
            <w:r w:rsidRPr="001A7B4B">
              <w:rPr>
                <w:rFonts w:cs="Arial"/>
                <w:color w:val="auto"/>
                <w:szCs w:val="22"/>
              </w:rPr>
              <w:t>Resources</w:t>
            </w:r>
            <w:r w:rsidR="00784F2E" w:rsidRPr="001A7B4B">
              <w:rPr>
                <w:rFonts w:cs="Arial"/>
                <w:color w:val="auto"/>
                <w:szCs w:val="22"/>
              </w:rPr>
              <w:t>:</w:t>
            </w:r>
          </w:p>
          <w:p w14:paraId="279CFA35" w14:textId="77777777" w:rsidR="00A10583" w:rsidRPr="001A7B4B" w:rsidRDefault="00A10583" w:rsidP="002C017C">
            <w:pPr>
              <w:pStyle w:val="Normalbulletlist"/>
              <w:numPr>
                <w:ilvl w:val="0"/>
                <w:numId w:val="163"/>
              </w:numPr>
              <w:rPr>
                <w:bCs w:val="0"/>
                <w:szCs w:val="22"/>
              </w:rPr>
            </w:pPr>
            <w:r w:rsidRPr="001A7B4B">
              <w:rPr>
                <w:bCs w:val="0"/>
              </w:rPr>
              <w:t>Examples of tools and equipment</w:t>
            </w:r>
          </w:p>
          <w:p w14:paraId="4C3781BE" w14:textId="77777777" w:rsidR="00EE0E91" w:rsidRPr="001A7B4B" w:rsidRDefault="00EE0E91" w:rsidP="002C017C">
            <w:pPr>
              <w:pStyle w:val="Normalbulletlist"/>
              <w:numPr>
                <w:ilvl w:val="0"/>
                <w:numId w:val="163"/>
              </w:numPr>
              <w:rPr>
                <w:bCs w:val="0"/>
                <w:szCs w:val="22"/>
              </w:rPr>
            </w:pPr>
            <w:r w:rsidRPr="001A7B4B">
              <w:rPr>
                <w:bCs w:val="0"/>
                <w:szCs w:val="22"/>
              </w:rPr>
              <w:t>Knowledge quiz</w:t>
            </w:r>
          </w:p>
          <w:p w14:paraId="5CDD3F8F" w14:textId="77777777" w:rsidR="00A10583" w:rsidRPr="001A7B4B" w:rsidRDefault="00EE0E91" w:rsidP="002C017C">
            <w:pPr>
              <w:pStyle w:val="Normalbulletlist"/>
              <w:numPr>
                <w:ilvl w:val="0"/>
                <w:numId w:val="163"/>
              </w:numPr>
              <w:rPr>
                <w:bCs w:val="0"/>
                <w:szCs w:val="22"/>
              </w:rPr>
            </w:pPr>
            <w:r w:rsidRPr="001A7B4B">
              <w:rPr>
                <w:bCs w:val="0"/>
                <w:szCs w:val="22"/>
              </w:rPr>
              <w:t>Manufacturer websites</w:t>
            </w:r>
          </w:p>
          <w:p w14:paraId="2EFCA2A0" w14:textId="3EF0909F" w:rsidR="0030481A" w:rsidRPr="001A7B4B" w:rsidRDefault="0030481A" w:rsidP="0030481A">
            <w:pPr>
              <w:pStyle w:val="Normalbulletlist"/>
              <w:numPr>
                <w:ilvl w:val="0"/>
                <w:numId w:val="0"/>
              </w:numPr>
              <w:rPr>
                <w:bCs w:val="0"/>
                <w:szCs w:val="22"/>
              </w:rPr>
            </w:pPr>
          </w:p>
        </w:tc>
        <w:tc>
          <w:tcPr>
            <w:tcW w:w="2246" w:type="dxa"/>
          </w:tcPr>
          <w:p w14:paraId="2CF7B310" w14:textId="77777777" w:rsidR="00DD207A" w:rsidRDefault="008A57D2" w:rsidP="0030481A">
            <w:pPr>
              <w:spacing w:before="0" w:after="0"/>
            </w:pPr>
            <w:r>
              <w:lastRenderedPageBreak/>
              <w:t>Q&amp;A</w:t>
            </w:r>
            <w:r>
              <w:br/>
            </w:r>
            <w:r>
              <w:br/>
              <w:t>Group exercise – Identify tool uses</w:t>
            </w:r>
            <w:r>
              <w:br/>
            </w:r>
            <w:r>
              <w:br/>
              <w:t>Knowledge check quiz</w:t>
            </w:r>
            <w:r>
              <w:br/>
              <w:t>English skills (reading, writing, technical vocabulary)</w:t>
            </w:r>
          </w:p>
        </w:tc>
      </w:tr>
      <w:tr w:rsidR="00255AF8" w:rsidRPr="00F87D27" w14:paraId="001B7B6F" w14:textId="77777777" w:rsidTr="24BA986D">
        <w:trPr>
          <w:trHeight w:val="300"/>
          <w:jc w:val="center"/>
        </w:trPr>
        <w:tc>
          <w:tcPr>
            <w:tcW w:w="1297" w:type="dxa"/>
          </w:tcPr>
          <w:p w14:paraId="68B89F5F" w14:textId="77777777" w:rsidR="00255AF8" w:rsidRPr="001A7B4B" w:rsidRDefault="003A584F" w:rsidP="5C982994">
            <w:pPr>
              <w:jc w:val="center"/>
              <w:rPr>
                <w:rFonts w:cs="Arial"/>
                <w:b/>
                <w:bCs/>
              </w:rPr>
            </w:pPr>
            <w:r w:rsidRPr="001A7B4B">
              <w:rPr>
                <w:rFonts w:cs="Arial"/>
                <w:b/>
                <w:bCs/>
              </w:rPr>
              <w:t>13</w:t>
            </w:r>
          </w:p>
          <w:p w14:paraId="0DC6E737" w14:textId="77777777" w:rsidR="00255AF8" w:rsidRPr="001A7B4B" w:rsidRDefault="5DA2CA37" w:rsidP="5C982994">
            <w:pPr>
              <w:jc w:val="center"/>
              <w:rPr>
                <w:rFonts w:cs="Arial"/>
              </w:rPr>
            </w:pPr>
            <w:r w:rsidRPr="001A7B4B">
              <w:rPr>
                <w:rFonts w:cs="Arial"/>
              </w:rPr>
              <w:t>3</w:t>
            </w:r>
            <w:r w:rsidR="00255AF8" w:rsidRPr="001A7B4B">
              <w:rPr>
                <w:rFonts w:cs="Arial"/>
              </w:rPr>
              <w:t xml:space="preserve"> hours</w:t>
            </w:r>
          </w:p>
        </w:tc>
        <w:tc>
          <w:tcPr>
            <w:tcW w:w="2199" w:type="dxa"/>
          </w:tcPr>
          <w:p w14:paraId="22A0EB72" w14:textId="77777777" w:rsidR="00255AF8" w:rsidRPr="001A7B4B" w:rsidRDefault="743BDF28" w:rsidP="5C982994">
            <w:pPr>
              <w:pStyle w:val="Normalheadingblack"/>
              <w:rPr>
                <w:rFonts w:cs="Arial"/>
                <w:lang w:eastAsia="en-GB"/>
              </w:rPr>
            </w:pPr>
            <w:r w:rsidRPr="001A7B4B">
              <w:rPr>
                <w:rFonts w:cs="Arial"/>
                <w:lang w:eastAsia="en-GB"/>
              </w:rPr>
              <w:t>Outcome 1 – Plumbing and heating common knowledge criteria</w:t>
            </w:r>
          </w:p>
          <w:p w14:paraId="12752C50" w14:textId="77777777" w:rsidR="00255AF8" w:rsidRPr="001A7B4B" w:rsidRDefault="00255AF8" w:rsidP="5C982994">
            <w:pPr>
              <w:pStyle w:val="Normalheadingblack"/>
              <w:rPr>
                <w:rFonts w:cs="Arial"/>
                <w:lang w:eastAsia="en-GB"/>
              </w:rPr>
            </w:pPr>
          </w:p>
        </w:tc>
        <w:tc>
          <w:tcPr>
            <w:tcW w:w="3135" w:type="dxa"/>
          </w:tcPr>
          <w:p w14:paraId="3431BFDF" w14:textId="77777777" w:rsidR="00255AF8" w:rsidRPr="001A7B4B" w:rsidRDefault="743BDF28" w:rsidP="00281695">
            <w:pPr>
              <w:pStyle w:val="Normalheadingblack"/>
              <w:spacing w:before="0" w:after="0"/>
              <w:rPr>
                <w:rFonts w:cs="Arial"/>
                <w:b w:val="0"/>
                <w:lang w:eastAsia="en-GB"/>
              </w:rPr>
            </w:pPr>
            <w:r w:rsidRPr="001A7B4B">
              <w:rPr>
                <w:rFonts w:cs="Arial"/>
                <w:b w:val="0"/>
                <w:lang w:eastAsia="en-GB"/>
              </w:rPr>
              <w:t>K1.5 Operation and handling requirements for tools and equipment</w:t>
            </w:r>
          </w:p>
        </w:tc>
        <w:tc>
          <w:tcPr>
            <w:tcW w:w="5785" w:type="dxa"/>
          </w:tcPr>
          <w:p w14:paraId="0D239F05" w14:textId="6C7CFFCE" w:rsidR="5C982994" w:rsidRPr="001A7B4B" w:rsidRDefault="00255AF8" w:rsidP="00281695">
            <w:pPr>
              <w:pStyle w:val="Normalheadingblue"/>
              <w:spacing w:before="0" w:after="0"/>
              <w:rPr>
                <w:rFonts w:cs="Arial"/>
                <w:color w:val="auto"/>
              </w:rPr>
            </w:pPr>
            <w:r w:rsidRPr="001A7B4B">
              <w:rPr>
                <w:rFonts w:cs="Arial"/>
                <w:color w:val="auto"/>
              </w:rPr>
              <w:t>Activities</w:t>
            </w:r>
            <w:r w:rsidR="00281695" w:rsidRPr="001A7B4B">
              <w:rPr>
                <w:rFonts w:cs="Arial"/>
                <w:color w:val="auto"/>
              </w:rPr>
              <w:t>:</w:t>
            </w:r>
          </w:p>
          <w:p w14:paraId="2A983EB0" w14:textId="77777777" w:rsidR="0EED8B89" w:rsidRPr="001A7B4B" w:rsidRDefault="0EED8B89" w:rsidP="00281695">
            <w:pPr>
              <w:pStyle w:val="Normalheadingblue"/>
              <w:spacing w:before="0" w:after="0"/>
              <w:rPr>
                <w:rFonts w:cs="Arial"/>
                <w:color w:val="auto"/>
              </w:rPr>
            </w:pPr>
            <w:r w:rsidRPr="001A7B4B">
              <w:rPr>
                <w:rFonts w:cs="Arial"/>
                <w:color w:val="auto"/>
              </w:rPr>
              <w:t>Starter task example:</w:t>
            </w:r>
          </w:p>
          <w:p w14:paraId="2DA99E6F" w14:textId="2A4DF8C5" w:rsidR="00255AF8" w:rsidRPr="001A7B4B" w:rsidRDefault="0EED8B89" w:rsidP="00281695">
            <w:pPr>
              <w:pStyle w:val="Normalbulletlist"/>
              <w:numPr>
                <w:ilvl w:val="0"/>
                <w:numId w:val="0"/>
              </w:numPr>
              <w:rPr>
                <w:szCs w:val="22"/>
              </w:rPr>
            </w:pPr>
            <w:r w:rsidRPr="001A7B4B">
              <w:t xml:space="preserve">Present images or real tools with intentional faults (e.g., frayed cords, missing guards). In small groups, </w:t>
            </w:r>
            <w:r w:rsidR="00F502C8" w:rsidRPr="001A7B4B">
              <w:t>students</w:t>
            </w:r>
            <w:r w:rsidRPr="001A7B4B">
              <w:t xml:space="preserve"> identify hazards and suggest corrective actions</w:t>
            </w:r>
            <w:r w:rsidR="000B1E88">
              <w:t>.</w:t>
            </w:r>
          </w:p>
          <w:p w14:paraId="5F2FE083" w14:textId="77777777" w:rsidR="13074CA7" w:rsidRPr="001A7B4B" w:rsidRDefault="13074CA7" w:rsidP="00281695">
            <w:pPr>
              <w:pStyle w:val="Normalbulletlist"/>
              <w:numPr>
                <w:ilvl w:val="0"/>
                <w:numId w:val="0"/>
              </w:numPr>
              <w:ind w:left="284"/>
              <w:rPr>
                <w:szCs w:val="22"/>
              </w:rPr>
            </w:pPr>
          </w:p>
          <w:p w14:paraId="01AF0843" w14:textId="18B924F1" w:rsidR="5C982994" w:rsidRPr="001A7B4B" w:rsidRDefault="0EED8B89" w:rsidP="00281695">
            <w:pPr>
              <w:pStyle w:val="Normalbulletlist"/>
              <w:numPr>
                <w:ilvl w:val="0"/>
                <w:numId w:val="0"/>
              </w:numPr>
              <w:rPr>
                <w:rFonts w:cs="Arial"/>
                <w:b/>
              </w:rPr>
            </w:pPr>
            <w:r w:rsidRPr="001A7B4B">
              <w:rPr>
                <w:rFonts w:cs="Arial"/>
                <w:b/>
              </w:rPr>
              <w:t>Delivery focus:</w:t>
            </w:r>
          </w:p>
          <w:p w14:paraId="32DC91F6" w14:textId="77777777" w:rsidR="317599A1" w:rsidRPr="001A7B4B" w:rsidRDefault="007B52F6" w:rsidP="002C017C">
            <w:pPr>
              <w:pStyle w:val="Normalbulletlist"/>
              <w:numPr>
                <w:ilvl w:val="0"/>
                <w:numId w:val="164"/>
              </w:numPr>
              <w:rPr>
                <w:rFonts w:cs="Arial"/>
                <w:bCs w:val="0"/>
              </w:rPr>
            </w:pPr>
            <w:r w:rsidRPr="001A7B4B">
              <w:rPr>
                <w:rFonts w:cs="Arial"/>
                <w:b/>
                <w:bCs w:val="0"/>
                <w:szCs w:val="22"/>
              </w:rPr>
              <w:t xml:space="preserve">Pipework fitting and fixings – Power tools - </w:t>
            </w:r>
            <w:r w:rsidR="317599A1" w:rsidRPr="001A7B4B">
              <w:rPr>
                <w:rFonts w:cs="Arial"/>
                <w:bCs w:val="0"/>
              </w:rPr>
              <w:t>The use of electricity for powered tools and the specific safety considerations relating to their use and hazards.</w:t>
            </w:r>
          </w:p>
          <w:p w14:paraId="52D856DF" w14:textId="77777777" w:rsidR="317599A1" w:rsidRPr="001A7B4B" w:rsidRDefault="317599A1" w:rsidP="002C017C">
            <w:pPr>
              <w:pStyle w:val="Normalbulletlist"/>
              <w:numPr>
                <w:ilvl w:val="0"/>
                <w:numId w:val="164"/>
              </w:numPr>
              <w:rPr>
                <w:bCs w:val="0"/>
                <w:szCs w:val="22"/>
              </w:rPr>
            </w:pPr>
            <w:r w:rsidRPr="001A7B4B">
              <w:rPr>
                <w:bCs w:val="0"/>
              </w:rPr>
              <w:t>Maintenance schedules and processes for escalating or reporting broken, unsafe or faulty equipment.</w:t>
            </w:r>
          </w:p>
          <w:p w14:paraId="508984F3" w14:textId="77777777" w:rsidR="317599A1" w:rsidRPr="001A7B4B" w:rsidRDefault="317599A1" w:rsidP="002C017C">
            <w:pPr>
              <w:pStyle w:val="Normalbulletlist"/>
              <w:numPr>
                <w:ilvl w:val="0"/>
                <w:numId w:val="164"/>
              </w:numPr>
              <w:rPr>
                <w:bCs w:val="0"/>
                <w:szCs w:val="22"/>
              </w:rPr>
            </w:pPr>
            <w:r w:rsidRPr="001A7B4B">
              <w:rPr>
                <w:bCs w:val="0"/>
              </w:rPr>
              <w:t>PAT requirements.</w:t>
            </w:r>
          </w:p>
          <w:p w14:paraId="46BE333F" w14:textId="77777777" w:rsidR="317599A1" w:rsidRPr="001A7B4B" w:rsidRDefault="317599A1" w:rsidP="002C017C">
            <w:pPr>
              <w:pStyle w:val="Normalbulletlist"/>
              <w:numPr>
                <w:ilvl w:val="0"/>
                <w:numId w:val="164"/>
              </w:numPr>
              <w:rPr>
                <w:bCs w:val="0"/>
                <w:szCs w:val="22"/>
              </w:rPr>
            </w:pPr>
            <w:r w:rsidRPr="001A7B4B">
              <w:rPr>
                <w:bCs w:val="0"/>
              </w:rPr>
              <w:t>PPE requirements.</w:t>
            </w:r>
          </w:p>
          <w:p w14:paraId="09C0D0FB" w14:textId="77777777" w:rsidR="2F744FD3" w:rsidRPr="001A7B4B" w:rsidRDefault="2F744FD3" w:rsidP="002C017C">
            <w:pPr>
              <w:pStyle w:val="Normalbulletlist"/>
              <w:numPr>
                <w:ilvl w:val="0"/>
                <w:numId w:val="164"/>
              </w:numPr>
              <w:rPr>
                <w:bCs w:val="0"/>
                <w:szCs w:val="22"/>
              </w:rPr>
            </w:pPr>
            <w:r w:rsidRPr="001A7B4B">
              <w:rPr>
                <w:bCs w:val="0"/>
                <w:szCs w:val="22"/>
              </w:rPr>
              <w:lastRenderedPageBreak/>
              <w:t>Show examples of damaged tools and equipment to look for and PAT labels.</w:t>
            </w:r>
          </w:p>
          <w:p w14:paraId="451DDF89" w14:textId="77777777" w:rsidR="1BD9656A" w:rsidRPr="001A7B4B" w:rsidRDefault="1BD9656A" w:rsidP="00281695">
            <w:pPr>
              <w:pStyle w:val="Normalbulletlist"/>
              <w:numPr>
                <w:ilvl w:val="0"/>
                <w:numId w:val="0"/>
              </w:numPr>
              <w:rPr>
                <w:rFonts w:cs="Arial"/>
                <w:b/>
              </w:rPr>
            </w:pPr>
            <w:r w:rsidRPr="001A7B4B">
              <w:rPr>
                <w:rFonts w:cs="Arial"/>
                <w:b/>
              </w:rPr>
              <w:t>Task:</w:t>
            </w:r>
          </w:p>
          <w:p w14:paraId="26156702" w14:textId="7F38AADF" w:rsidR="1BD9656A" w:rsidRPr="001A7B4B" w:rsidRDefault="1BD9656A" w:rsidP="00281695">
            <w:pPr>
              <w:pStyle w:val="Normalbulletlist"/>
              <w:numPr>
                <w:ilvl w:val="0"/>
                <w:numId w:val="0"/>
              </w:numPr>
              <w:rPr>
                <w:rFonts w:cs="Arial"/>
                <w:bCs w:val="0"/>
              </w:rPr>
            </w:pPr>
            <w:r w:rsidRPr="001A7B4B">
              <w:rPr>
                <w:rFonts w:cs="Arial"/>
                <w:bCs w:val="0"/>
              </w:rPr>
              <w:t xml:space="preserve">Tutor to distribute a practical task drawing such </w:t>
            </w:r>
            <w:r w:rsidR="29ACDE34" w:rsidRPr="001A7B4B">
              <w:rPr>
                <w:rFonts w:cs="Arial"/>
                <w:bCs w:val="0"/>
              </w:rPr>
              <w:t xml:space="preserve">producing a </w:t>
            </w:r>
            <w:r w:rsidR="622CB867" w:rsidRPr="001A7B4B">
              <w:rPr>
                <w:rFonts w:cs="Arial"/>
                <w:bCs w:val="0"/>
              </w:rPr>
              <w:t xml:space="preserve">simple </w:t>
            </w:r>
            <w:r w:rsidR="4BE51188" w:rsidRPr="001A7B4B">
              <w:rPr>
                <w:rFonts w:cs="Arial"/>
                <w:bCs w:val="0"/>
              </w:rPr>
              <w:t xml:space="preserve">pipe installation and </w:t>
            </w:r>
            <w:r w:rsidR="29ACDE34" w:rsidRPr="001A7B4B">
              <w:rPr>
                <w:rFonts w:cs="Arial"/>
                <w:bCs w:val="0"/>
              </w:rPr>
              <w:t>bracket system and fixing to the wall.</w:t>
            </w:r>
            <w:r w:rsidRPr="001A7B4B">
              <w:rPr>
                <w:rFonts w:cs="Arial"/>
                <w:bCs w:val="0"/>
              </w:rPr>
              <w:t xml:space="preserve"> </w:t>
            </w:r>
            <w:r w:rsidR="00116A2E" w:rsidRPr="001A7B4B">
              <w:rPr>
                <w:rFonts w:cs="Arial"/>
                <w:bCs w:val="0"/>
              </w:rPr>
              <w:t>Students</w:t>
            </w:r>
            <w:r w:rsidRPr="001A7B4B">
              <w:rPr>
                <w:rFonts w:cs="Arial"/>
                <w:bCs w:val="0"/>
              </w:rPr>
              <w:t xml:space="preserve"> are to </w:t>
            </w:r>
            <w:r w:rsidR="56364234" w:rsidRPr="001A7B4B">
              <w:rPr>
                <w:rFonts w:cs="Arial"/>
                <w:bCs w:val="0"/>
              </w:rPr>
              <w:t>create a list of tools and equipment required</w:t>
            </w:r>
            <w:r w:rsidRPr="001A7B4B">
              <w:rPr>
                <w:rFonts w:cs="Arial"/>
                <w:bCs w:val="0"/>
              </w:rPr>
              <w:t xml:space="preserve"> to produce the </w:t>
            </w:r>
            <w:r w:rsidR="5CB2D9DC" w:rsidRPr="001A7B4B">
              <w:rPr>
                <w:rFonts w:cs="Arial"/>
                <w:bCs w:val="0"/>
              </w:rPr>
              <w:t>exercise.</w:t>
            </w:r>
            <w:r w:rsidR="60440200" w:rsidRPr="001A7B4B">
              <w:rPr>
                <w:rFonts w:cs="Arial"/>
                <w:bCs w:val="0"/>
              </w:rPr>
              <w:t xml:space="preserve"> This may be a basic copper pipe installation in clips with simple compression joints </w:t>
            </w:r>
            <w:r w:rsidR="611D75DD" w:rsidRPr="001A7B4B">
              <w:rPr>
                <w:rFonts w:cs="Arial"/>
                <w:bCs w:val="0"/>
              </w:rPr>
              <w:t xml:space="preserve">and crimped joints </w:t>
            </w:r>
            <w:r w:rsidR="60440200" w:rsidRPr="001A7B4B">
              <w:rPr>
                <w:rFonts w:cs="Arial"/>
                <w:bCs w:val="0"/>
              </w:rPr>
              <w:t>to a set dimension.</w:t>
            </w:r>
          </w:p>
          <w:p w14:paraId="1E1D8235" w14:textId="77777777" w:rsidR="13074CA7" w:rsidRPr="001A7B4B" w:rsidRDefault="13074CA7" w:rsidP="00281695">
            <w:pPr>
              <w:pStyle w:val="Normalbulletlist"/>
              <w:numPr>
                <w:ilvl w:val="0"/>
                <w:numId w:val="0"/>
              </w:numPr>
              <w:rPr>
                <w:rFonts w:cs="Arial"/>
              </w:rPr>
            </w:pPr>
          </w:p>
          <w:p w14:paraId="6D18F3DB" w14:textId="59E6E8D8" w:rsidR="00255AF8" w:rsidRPr="001A7B4B" w:rsidRDefault="3AF1B082" w:rsidP="00281695">
            <w:pPr>
              <w:pStyle w:val="Normalbulletlist"/>
              <w:numPr>
                <w:ilvl w:val="0"/>
                <w:numId w:val="0"/>
              </w:numPr>
              <w:rPr>
                <w:rFonts w:cs="Arial"/>
                <w:b/>
              </w:rPr>
            </w:pPr>
            <w:r w:rsidRPr="001A7B4B">
              <w:rPr>
                <w:rFonts w:cs="Arial"/>
                <w:b/>
              </w:rPr>
              <w:t xml:space="preserve">Knowledge </w:t>
            </w:r>
            <w:r w:rsidR="00281695" w:rsidRPr="001A7B4B">
              <w:rPr>
                <w:rFonts w:cs="Arial"/>
                <w:b/>
              </w:rPr>
              <w:t>C</w:t>
            </w:r>
            <w:r w:rsidRPr="001A7B4B">
              <w:rPr>
                <w:rFonts w:cs="Arial"/>
                <w:b/>
              </w:rPr>
              <w:t xml:space="preserve">heck example: </w:t>
            </w:r>
          </w:p>
          <w:p w14:paraId="71501922" w14:textId="16225701" w:rsidR="00255AF8" w:rsidRPr="001A7B4B" w:rsidRDefault="3AF1B082" w:rsidP="00281695">
            <w:pPr>
              <w:pStyle w:val="Normalbulletlist"/>
              <w:numPr>
                <w:ilvl w:val="0"/>
                <w:numId w:val="0"/>
              </w:numPr>
              <w:rPr>
                <w:bCs w:val="0"/>
                <w:szCs w:val="22"/>
              </w:rPr>
            </w:pPr>
            <w:r w:rsidRPr="001A7B4B">
              <w:t xml:space="preserve">Matching exercise where </w:t>
            </w:r>
            <w:r w:rsidR="00F502C8" w:rsidRPr="001A7B4B">
              <w:t>students</w:t>
            </w:r>
            <w:r w:rsidRPr="001A7B4B">
              <w:t xml:space="preserve"> pair tasks with appropriate PPE.</w:t>
            </w:r>
          </w:p>
          <w:p w14:paraId="28E121DE" w14:textId="77777777" w:rsidR="00255AF8" w:rsidRPr="001A7B4B" w:rsidRDefault="00255AF8" w:rsidP="00281695">
            <w:pPr>
              <w:pStyle w:val="Normalbulletlist"/>
              <w:numPr>
                <w:ilvl w:val="0"/>
                <w:numId w:val="0"/>
              </w:numPr>
              <w:tabs>
                <w:tab w:val="left" w:pos="720"/>
              </w:tabs>
              <w:ind w:left="284"/>
              <w:rPr>
                <w:rFonts w:cs="Arial"/>
                <w:szCs w:val="22"/>
              </w:rPr>
            </w:pPr>
          </w:p>
          <w:p w14:paraId="5FDD0682" w14:textId="0A7F803D" w:rsidR="00255AF8" w:rsidRPr="001A7B4B" w:rsidRDefault="00255AF8" w:rsidP="00281695">
            <w:pPr>
              <w:pStyle w:val="Normalheadingblue"/>
              <w:spacing w:before="0" w:after="0"/>
              <w:rPr>
                <w:rFonts w:cs="Arial"/>
                <w:color w:val="auto"/>
                <w:szCs w:val="22"/>
              </w:rPr>
            </w:pPr>
            <w:r w:rsidRPr="001A7B4B">
              <w:rPr>
                <w:rFonts w:cs="Arial"/>
                <w:color w:val="auto"/>
              </w:rPr>
              <w:t>Resources</w:t>
            </w:r>
            <w:r w:rsidR="00281695" w:rsidRPr="001A7B4B">
              <w:rPr>
                <w:rFonts w:cs="Arial"/>
                <w:color w:val="auto"/>
              </w:rPr>
              <w:t>:</w:t>
            </w:r>
          </w:p>
          <w:p w14:paraId="3D4F804B" w14:textId="77777777" w:rsidR="00255AF8" w:rsidRPr="001A7B4B" w:rsidRDefault="525DE853" w:rsidP="00281695">
            <w:pPr>
              <w:pStyle w:val="Normalbulletlist"/>
              <w:numPr>
                <w:ilvl w:val="0"/>
                <w:numId w:val="0"/>
              </w:numPr>
              <w:rPr>
                <w:rFonts w:cs="Arial"/>
              </w:rPr>
            </w:pPr>
            <w:r w:rsidRPr="001A7B4B">
              <w:t>Examples of tools and equipment with faults</w:t>
            </w:r>
          </w:p>
          <w:p w14:paraId="2DF999A2" w14:textId="77777777" w:rsidR="00255AF8" w:rsidRPr="001A7B4B" w:rsidRDefault="32099765" w:rsidP="00281695">
            <w:pPr>
              <w:pStyle w:val="Normalbulletlist"/>
              <w:numPr>
                <w:ilvl w:val="0"/>
                <w:numId w:val="0"/>
              </w:numPr>
              <w:rPr>
                <w:rFonts w:cs="Arial"/>
              </w:rPr>
            </w:pPr>
            <w:r w:rsidRPr="001A7B4B">
              <w:t>Practical bracket exercise drawing</w:t>
            </w:r>
            <w:r w:rsidR="00255AF8" w:rsidRPr="001A7B4B">
              <w:br/>
            </w:r>
          </w:p>
        </w:tc>
        <w:tc>
          <w:tcPr>
            <w:tcW w:w="2246" w:type="dxa"/>
          </w:tcPr>
          <w:p w14:paraId="5B87B444" w14:textId="77777777" w:rsidR="00DD207A" w:rsidRDefault="008A57D2" w:rsidP="00281695">
            <w:pPr>
              <w:spacing w:before="0" w:after="0"/>
            </w:pPr>
            <w:r>
              <w:lastRenderedPageBreak/>
              <w:t>Identify faults task</w:t>
            </w:r>
            <w:r>
              <w:br/>
            </w:r>
            <w:r>
              <w:br/>
              <w:t>Produce list of tools and equipment for task</w:t>
            </w:r>
            <w:r>
              <w:br/>
            </w:r>
            <w:r>
              <w:br/>
              <w:t>Match PPE to task</w:t>
            </w:r>
          </w:p>
        </w:tc>
      </w:tr>
      <w:tr w:rsidR="00255AF8" w:rsidRPr="00F87D27" w14:paraId="1D910DCF" w14:textId="77777777" w:rsidTr="24BA986D">
        <w:trPr>
          <w:trHeight w:val="300"/>
          <w:jc w:val="center"/>
        </w:trPr>
        <w:tc>
          <w:tcPr>
            <w:tcW w:w="1297" w:type="dxa"/>
          </w:tcPr>
          <w:p w14:paraId="395B05ED" w14:textId="77777777" w:rsidR="00255AF8" w:rsidRPr="001A7B4B" w:rsidRDefault="003A584F" w:rsidP="13074CA7">
            <w:pPr>
              <w:jc w:val="center"/>
              <w:rPr>
                <w:rFonts w:cs="Arial"/>
                <w:b/>
                <w:bCs/>
              </w:rPr>
            </w:pPr>
            <w:r w:rsidRPr="001A7B4B">
              <w:rPr>
                <w:rFonts w:cs="Arial"/>
                <w:b/>
                <w:bCs/>
              </w:rPr>
              <w:t>14-15</w:t>
            </w:r>
            <w:r w:rsidR="487BE80F" w:rsidRPr="001A7B4B">
              <w:rPr>
                <w:rFonts w:cs="Arial"/>
                <w:b/>
                <w:bCs/>
              </w:rPr>
              <w:t xml:space="preserve"> </w:t>
            </w:r>
          </w:p>
          <w:p w14:paraId="73FF1C34" w14:textId="77777777" w:rsidR="00255AF8" w:rsidRPr="001A7B4B" w:rsidRDefault="487BE80F" w:rsidP="13074CA7">
            <w:pPr>
              <w:jc w:val="center"/>
              <w:rPr>
                <w:rFonts w:cs="Arial"/>
                <w:b/>
                <w:bCs/>
              </w:rPr>
            </w:pPr>
            <w:r w:rsidRPr="001A7B4B">
              <w:rPr>
                <w:rFonts w:cs="Arial"/>
              </w:rPr>
              <w:t>6</w:t>
            </w:r>
            <w:r w:rsidR="00255AF8" w:rsidRPr="001A7B4B">
              <w:rPr>
                <w:rFonts w:cs="Arial"/>
              </w:rPr>
              <w:t xml:space="preserve"> hours</w:t>
            </w:r>
          </w:p>
        </w:tc>
        <w:tc>
          <w:tcPr>
            <w:tcW w:w="2199" w:type="dxa"/>
          </w:tcPr>
          <w:p w14:paraId="1CE9ED94" w14:textId="77777777" w:rsidR="00255AF8" w:rsidRPr="001A7B4B" w:rsidRDefault="511FB4AD" w:rsidP="13074CA7">
            <w:pPr>
              <w:pStyle w:val="Normalheadingblack"/>
              <w:rPr>
                <w:rFonts w:cs="Arial"/>
                <w:lang w:eastAsia="en-GB"/>
              </w:rPr>
            </w:pPr>
            <w:r w:rsidRPr="001A7B4B">
              <w:rPr>
                <w:rFonts w:cs="Arial"/>
                <w:lang w:eastAsia="en-GB"/>
              </w:rPr>
              <w:t>Outcome 2 Install plumbing and heating systems</w:t>
            </w:r>
          </w:p>
          <w:p w14:paraId="554C15D0" w14:textId="77777777" w:rsidR="00255AF8" w:rsidRPr="001A7B4B" w:rsidRDefault="00255AF8" w:rsidP="13074CA7">
            <w:pPr>
              <w:pStyle w:val="Normalheadingblack"/>
              <w:rPr>
                <w:rFonts w:cs="Arial"/>
                <w:b w:val="0"/>
                <w:lang w:eastAsia="en-GB"/>
              </w:rPr>
            </w:pPr>
          </w:p>
        </w:tc>
        <w:tc>
          <w:tcPr>
            <w:tcW w:w="3135" w:type="dxa"/>
          </w:tcPr>
          <w:p w14:paraId="62EDBE9A" w14:textId="77777777" w:rsidR="511FB4AD" w:rsidRPr="001A7B4B" w:rsidRDefault="511FB4AD" w:rsidP="13074CA7">
            <w:pPr>
              <w:pStyle w:val="Normalheadingblack"/>
              <w:rPr>
                <w:rFonts w:cs="Arial"/>
                <w:b w:val="0"/>
                <w:lang w:eastAsia="en-GB"/>
              </w:rPr>
            </w:pPr>
            <w:r w:rsidRPr="001A7B4B">
              <w:rPr>
                <w:rFonts w:cs="Arial"/>
                <w:b w:val="0"/>
                <w:lang w:eastAsia="en-GB"/>
              </w:rPr>
              <w:t>S2.2 Select tools, equipment and materials</w:t>
            </w:r>
          </w:p>
          <w:p w14:paraId="55B60551" w14:textId="77777777" w:rsidR="511FB4AD" w:rsidRPr="001A7B4B" w:rsidRDefault="511FB4AD" w:rsidP="13074CA7">
            <w:pPr>
              <w:pStyle w:val="Normalheadingblack"/>
              <w:rPr>
                <w:rFonts w:cs="Arial"/>
                <w:b w:val="0"/>
                <w:lang w:eastAsia="en-GB"/>
              </w:rPr>
            </w:pPr>
            <w:r w:rsidRPr="001A7B4B">
              <w:rPr>
                <w:rFonts w:cs="Arial"/>
                <w:b w:val="0"/>
                <w:lang w:eastAsia="en-GB"/>
              </w:rPr>
              <w:t>S2.5 Use hand and power tools</w:t>
            </w:r>
          </w:p>
          <w:p w14:paraId="42F6D96E" w14:textId="77777777" w:rsidR="13074CA7" w:rsidRPr="001A7B4B" w:rsidRDefault="13074CA7" w:rsidP="13074CA7">
            <w:pPr>
              <w:pStyle w:val="Normalheadingblack"/>
              <w:rPr>
                <w:rFonts w:cs="Arial"/>
                <w:b w:val="0"/>
                <w:lang w:eastAsia="en-GB"/>
              </w:rPr>
            </w:pPr>
          </w:p>
          <w:p w14:paraId="1300251C" w14:textId="77777777" w:rsidR="00255AF8" w:rsidRPr="001A7B4B" w:rsidRDefault="00255AF8" w:rsidP="00255AF8">
            <w:pPr>
              <w:pStyle w:val="Normalheadingblack"/>
              <w:rPr>
                <w:rFonts w:cs="Arial"/>
                <w:szCs w:val="22"/>
              </w:rPr>
            </w:pPr>
          </w:p>
          <w:p w14:paraId="079C55FA" w14:textId="77777777" w:rsidR="00255AF8" w:rsidRPr="001A7B4B" w:rsidRDefault="00255AF8" w:rsidP="00255AF8">
            <w:pPr>
              <w:pStyle w:val="Normalheadingblack"/>
              <w:rPr>
                <w:rFonts w:cs="Arial"/>
                <w:b w:val="0"/>
                <w:bCs/>
                <w:szCs w:val="22"/>
              </w:rPr>
            </w:pPr>
          </w:p>
        </w:tc>
        <w:tc>
          <w:tcPr>
            <w:tcW w:w="5785" w:type="dxa"/>
          </w:tcPr>
          <w:p w14:paraId="139B1125" w14:textId="4E996975" w:rsidR="00255AF8" w:rsidRPr="001A7B4B" w:rsidRDefault="00255AF8" w:rsidP="0001032B">
            <w:pPr>
              <w:pStyle w:val="Normalheadingblue"/>
              <w:spacing w:before="0" w:after="0"/>
              <w:rPr>
                <w:rFonts w:cs="Arial"/>
                <w:b w:val="0"/>
                <w:color w:val="auto"/>
              </w:rPr>
            </w:pPr>
            <w:r w:rsidRPr="001A7B4B">
              <w:rPr>
                <w:rFonts w:cs="Arial"/>
                <w:color w:val="auto"/>
              </w:rPr>
              <w:t>Activities</w:t>
            </w:r>
            <w:r w:rsidR="0001032B" w:rsidRPr="001A7B4B">
              <w:rPr>
                <w:rFonts w:cs="Arial"/>
                <w:color w:val="auto"/>
              </w:rPr>
              <w:t>:</w:t>
            </w:r>
          </w:p>
          <w:p w14:paraId="3EED6A32" w14:textId="7D2D9788" w:rsidR="3CB0AD0D" w:rsidRPr="001A7B4B" w:rsidRDefault="3CB0AD0D" w:rsidP="0001032B">
            <w:pPr>
              <w:pStyle w:val="Normalheadingblue"/>
              <w:spacing w:before="0" w:after="0"/>
              <w:rPr>
                <w:rFonts w:cs="Arial"/>
                <w:b w:val="0"/>
                <w:color w:val="auto"/>
              </w:rPr>
            </w:pPr>
            <w:r w:rsidRPr="001A7B4B">
              <w:rPr>
                <w:rFonts w:cs="Arial"/>
                <w:b w:val="0"/>
                <w:color w:val="auto"/>
              </w:rPr>
              <w:t xml:space="preserve">Practical session in which </w:t>
            </w:r>
            <w:r w:rsidR="00F502C8" w:rsidRPr="001A7B4B">
              <w:rPr>
                <w:rFonts w:cs="Arial"/>
                <w:b w:val="0"/>
                <w:color w:val="auto"/>
              </w:rPr>
              <w:t>students</w:t>
            </w:r>
            <w:r w:rsidRPr="001A7B4B">
              <w:rPr>
                <w:rFonts w:cs="Arial"/>
                <w:b w:val="0"/>
                <w:color w:val="auto"/>
              </w:rPr>
              <w:t xml:space="preserve"> will use a range of tools and equipment to </w:t>
            </w:r>
            <w:r w:rsidR="017791DD" w:rsidRPr="001A7B4B">
              <w:rPr>
                <w:rFonts w:cs="Arial"/>
                <w:b w:val="0"/>
                <w:color w:val="auto"/>
              </w:rPr>
              <w:t xml:space="preserve">produce a </w:t>
            </w:r>
            <w:r w:rsidR="1E72FF9A" w:rsidRPr="001A7B4B">
              <w:rPr>
                <w:rFonts w:cs="Arial"/>
                <w:b w:val="0"/>
                <w:color w:val="auto"/>
              </w:rPr>
              <w:t>simple copper</w:t>
            </w:r>
            <w:r w:rsidR="4DB50126" w:rsidRPr="001A7B4B">
              <w:rPr>
                <w:rFonts w:cs="Arial"/>
                <w:b w:val="0"/>
                <w:color w:val="auto"/>
              </w:rPr>
              <w:t xml:space="preserve"> &amp; plastic</w:t>
            </w:r>
            <w:r w:rsidR="1E72FF9A" w:rsidRPr="001A7B4B">
              <w:rPr>
                <w:rFonts w:cs="Arial"/>
                <w:b w:val="0"/>
                <w:color w:val="auto"/>
              </w:rPr>
              <w:t xml:space="preserve"> pipe installation in brackets fixed to the wall and jointed using compression and crimped joints.</w:t>
            </w:r>
          </w:p>
          <w:p w14:paraId="350FCB05" w14:textId="77777777" w:rsidR="13074CA7" w:rsidRPr="001A7B4B" w:rsidRDefault="13074CA7" w:rsidP="0001032B">
            <w:pPr>
              <w:pStyle w:val="Normalheadingblue"/>
              <w:spacing w:before="0" w:after="0"/>
              <w:rPr>
                <w:rFonts w:cs="Arial"/>
                <w:b w:val="0"/>
                <w:color w:val="auto"/>
              </w:rPr>
            </w:pPr>
          </w:p>
          <w:p w14:paraId="39EC43E7" w14:textId="0C4D6EB8" w:rsidR="00255AF8" w:rsidRPr="001A7B4B" w:rsidRDefault="4E5F7D1F" w:rsidP="004256EE">
            <w:pPr>
              <w:pStyle w:val="Normalbulletlist"/>
              <w:numPr>
                <w:ilvl w:val="0"/>
                <w:numId w:val="0"/>
              </w:numPr>
              <w:rPr>
                <w:rFonts w:cs="Arial"/>
                <w:bCs w:val="0"/>
              </w:rPr>
            </w:pPr>
            <w:r w:rsidRPr="001A7B4B">
              <w:rPr>
                <w:rFonts w:cs="Arial"/>
                <w:bCs w:val="0"/>
              </w:rPr>
              <w:t xml:space="preserve">Tutor to give </w:t>
            </w:r>
            <w:r w:rsidR="00AF5426" w:rsidRPr="001A7B4B">
              <w:rPr>
                <w:rFonts w:cs="Arial"/>
                <w:bCs w:val="0"/>
              </w:rPr>
              <w:t xml:space="preserve">a </w:t>
            </w:r>
            <w:r w:rsidRPr="001A7B4B">
              <w:rPr>
                <w:rFonts w:cs="Arial"/>
                <w:bCs w:val="0"/>
              </w:rPr>
              <w:t xml:space="preserve">demonstration of </w:t>
            </w:r>
            <w:r w:rsidR="00AF5426" w:rsidRPr="001A7B4B">
              <w:rPr>
                <w:rFonts w:cs="Arial"/>
                <w:bCs w:val="0"/>
              </w:rPr>
              <w:t xml:space="preserve">the </w:t>
            </w:r>
            <w:r w:rsidRPr="001A7B4B">
              <w:rPr>
                <w:rFonts w:cs="Arial"/>
                <w:bCs w:val="0"/>
              </w:rPr>
              <w:t>use of the example tools for the task</w:t>
            </w:r>
            <w:r w:rsidR="000B1E88">
              <w:rPr>
                <w:rFonts w:cs="Arial"/>
                <w:bCs w:val="0"/>
              </w:rPr>
              <w:t>.</w:t>
            </w:r>
          </w:p>
          <w:p w14:paraId="37F5BA87" w14:textId="6AEDCA17" w:rsidR="00255AF8" w:rsidRPr="001A7B4B" w:rsidRDefault="00116A2E" w:rsidP="004256EE">
            <w:pPr>
              <w:pStyle w:val="Normalbulletlist"/>
              <w:numPr>
                <w:ilvl w:val="0"/>
                <w:numId w:val="0"/>
              </w:numPr>
              <w:rPr>
                <w:rFonts w:cs="Arial"/>
              </w:rPr>
            </w:pPr>
            <w:r w:rsidRPr="001A7B4B">
              <w:rPr>
                <w:rFonts w:cs="Arial"/>
              </w:rPr>
              <w:lastRenderedPageBreak/>
              <w:t>Students</w:t>
            </w:r>
            <w:r w:rsidR="4E5F7D1F" w:rsidRPr="001A7B4B">
              <w:rPr>
                <w:rFonts w:cs="Arial"/>
              </w:rPr>
              <w:t xml:space="preserve"> may work in pairs or </w:t>
            </w:r>
            <w:r w:rsidR="75E43D10" w:rsidRPr="001A7B4B">
              <w:rPr>
                <w:rFonts w:cs="Arial"/>
              </w:rPr>
              <w:t>individually</w:t>
            </w:r>
            <w:r w:rsidR="4E5F7D1F" w:rsidRPr="001A7B4B">
              <w:rPr>
                <w:rFonts w:cs="Arial"/>
              </w:rPr>
              <w:t xml:space="preserve"> as required</w:t>
            </w:r>
            <w:r w:rsidR="39664BD9" w:rsidRPr="001A7B4B">
              <w:rPr>
                <w:rFonts w:cs="Arial"/>
              </w:rPr>
              <w:t xml:space="preserve"> to produce the work using the range of tools as required including:</w:t>
            </w:r>
          </w:p>
          <w:p w14:paraId="69019D10" w14:textId="77777777" w:rsidR="00255AF8" w:rsidRPr="001A7B4B" w:rsidRDefault="39664BD9" w:rsidP="002C017C">
            <w:pPr>
              <w:pStyle w:val="Normalbulletlist"/>
              <w:numPr>
                <w:ilvl w:val="0"/>
                <w:numId w:val="165"/>
              </w:numPr>
              <w:rPr>
                <w:szCs w:val="22"/>
              </w:rPr>
            </w:pPr>
            <w:r w:rsidRPr="001A7B4B">
              <w:t>screwdriver</w:t>
            </w:r>
          </w:p>
          <w:p w14:paraId="7DF36EB6" w14:textId="77777777" w:rsidR="00255AF8" w:rsidRPr="001A7B4B" w:rsidRDefault="39664BD9" w:rsidP="002C017C">
            <w:pPr>
              <w:pStyle w:val="Normalbulletlist"/>
              <w:numPr>
                <w:ilvl w:val="0"/>
                <w:numId w:val="165"/>
              </w:numPr>
              <w:rPr>
                <w:szCs w:val="22"/>
              </w:rPr>
            </w:pPr>
            <w:r w:rsidRPr="001A7B4B">
              <w:t>hammer</w:t>
            </w:r>
          </w:p>
          <w:p w14:paraId="7EEB3EA4" w14:textId="77777777" w:rsidR="00255AF8" w:rsidRPr="001A7B4B" w:rsidRDefault="39664BD9" w:rsidP="002C017C">
            <w:pPr>
              <w:pStyle w:val="Normalbulletlist"/>
              <w:numPr>
                <w:ilvl w:val="0"/>
                <w:numId w:val="165"/>
              </w:numPr>
              <w:rPr>
                <w:szCs w:val="22"/>
              </w:rPr>
            </w:pPr>
            <w:r w:rsidRPr="001A7B4B">
              <w:t>chisel</w:t>
            </w:r>
          </w:p>
          <w:p w14:paraId="21CF039B" w14:textId="77777777" w:rsidR="00255AF8" w:rsidRPr="001A7B4B" w:rsidRDefault="39664BD9" w:rsidP="002C017C">
            <w:pPr>
              <w:pStyle w:val="Normalbulletlist"/>
              <w:numPr>
                <w:ilvl w:val="0"/>
                <w:numId w:val="165"/>
              </w:numPr>
              <w:rPr>
                <w:szCs w:val="22"/>
              </w:rPr>
            </w:pPr>
            <w:r w:rsidRPr="001A7B4B">
              <w:t>water pump pliers</w:t>
            </w:r>
          </w:p>
          <w:p w14:paraId="1DCA05B0" w14:textId="77777777" w:rsidR="00255AF8" w:rsidRPr="001A7B4B" w:rsidRDefault="39664BD9" w:rsidP="002C017C">
            <w:pPr>
              <w:pStyle w:val="Normalbulletlist"/>
              <w:numPr>
                <w:ilvl w:val="0"/>
                <w:numId w:val="165"/>
              </w:numPr>
              <w:rPr>
                <w:szCs w:val="22"/>
              </w:rPr>
            </w:pPr>
            <w:r w:rsidRPr="001A7B4B">
              <w:t>adjustable wrench</w:t>
            </w:r>
          </w:p>
          <w:p w14:paraId="6A48E323" w14:textId="77777777" w:rsidR="00255AF8" w:rsidRPr="001A7B4B" w:rsidRDefault="39664BD9" w:rsidP="002C017C">
            <w:pPr>
              <w:pStyle w:val="Normalbulletlist"/>
              <w:numPr>
                <w:ilvl w:val="0"/>
                <w:numId w:val="165"/>
              </w:numPr>
              <w:rPr>
                <w:szCs w:val="22"/>
              </w:rPr>
            </w:pPr>
            <w:r w:rsidRPr="001A7B4B">
              <w:t>spanner</w:t>
            </w:r>
          </w:p>
          <w:p w14:paraId="093EAA62" w14:textId="77777777" w:rsidR="00255AF8" w:rsidRPr="001A7B4B" w:rsidRDefault="39664BD9" w:rsidP="002C017C">
            <w:pPr>
              <w:pStyle w:val="Normalbulletlist"/>
              <w:numPr>
                <w:ilvl w:val="0"/>
                <w:numId w:val="165"/>
              </w:numPr>
              <w:rPr>
                <w:szCs w:val="22"/>
              </w:rPr>
            </w:pPr>
            <w:r w:rsidRPr="001A7B4B">
              <w:t>spirit level</w:t>
            </w:r>
          </w:p>
          <w:p w14:paraId="441B1DF6" w14:textId="77777777" w:rsidR="00255AF8" w:rsidRPr="001A7B4B" w:rsidRDefault="39664BD9" w:rsidP="002C017C">
            <w:pPr>
              <w:pStyle w:val="Normalbulletlist"/>
              <w:numPr>
                <w:ilvl w:val="0"/>
                <w:numId w:val="165"/>
              </w:numPr>
              <w:rPr>
                <w:szCs w:val="22"/>
              </w:rPr>
            </w:pPr>
            <w:r w:rsidRPr="001A7B4B">
              <w:t>pipe cutter</w:t>
            </w:r>
          </w:p>
          <w:p w14:paraId="5F592E39" w14:textId="77777777" w:rsidR="00255AF8" w:rsidRPr="001A7B4B" w:rsidRDefault="39664BD9" w:rsidP="002C017C">
            <w:pPr>
              <w:pStyle w:val="Normalbulletlist"/>
              <w:numPr>
                <w:ilvl w:val="0"/>
                <w:numId w:val="165"/>
              </w:numPr>
              <w:rPr>
                <w:szCs w:val="22"/>
              </w:rPr>
            </w:pPr>
            <w:r w:rsidRPr="001A7B4B">
              <w:t>hand saw</w:t>
            </w:r>
          </w:p>
          <w:p w14:paraId="7B4F21F6" w14:textId="77777777" w:rsidR="00255AF8" w:rsidRPr="001A7B4B" w:rsidRDefault="39664BD9" w:rsidP="002C017C">
            <w:pPr>
              <w:pStyle w:val="Normalbulletlist"/>
              <w:numPr>
                <w:ilvl w:val="0"/>
                <w:numId w:val="165"/>
              </w:numPr>
              <w:rPr>
                <w:szCs w:val="22"/>
              </w:rPr>
            </w:pPr>
            <w:r w:rsidRPr="001A7B4B">
              <w:t>pliers</w:t>
            </w:r>
          </w:p>
          <w:p w14:paraId="25D6D1BB" w14:textId="77777777" w:rsidR="00255AF8" w:rsidRPr="001A7B4B" w:rsidRDefault="39664BD9" w:rsidP="002C017C">
            <w:pPr>
              <w:pStyle w:val="Normalbulletlist"/>
              <w:numPr>
                <w:ilvl w:val="0"/>
                <w:numId w:val="165"/>
              </w:numPr>
              <w:rPr>
                <w:szCs w:val="22"/>
              </w:rPr>
            </w:pPr>
            <w:r w:rsidRPr="001A7B4B">
              <w:t>bending tool</w:t>
            </w:r>
          </w:p>
          <w:p w14:paraId="3D38B40C" w14:textId="77777777" w:rsidR="00255AF8" w:rsidRPr="001A7B4B" w:rsidRDefault="39664BD9" w:rsidP="002C017C">
            <w:pPr>
              <w:pStyle w:val="Normalbulletlist"/>
              <w:numPr>
                <w:ilvl w:val="0"/>
                <w:numId w:val="165"/>
              </w:numPr>
              <w:rPr>
                <w:szCs w:val="22"/>
              </w:rPr>
            </w:pPr>
            <w:r w:rsidRPr="001A7B4B">
              <w:t>blowtorch.</w:t>
            </w:r>
          </w:p>
          <w:p w14:paraId="279EF304" w14:textId="77777777" w:rsidR="004256EE" w:rsidRPr="001A7B4B" w:rsidRDefault="004256EE" w:rsidP="004256EE">
            <w:pPr>
              <w:pStyle w:val="Normalbulletlist"/>
              <w:numPr>
                <w:ilvl w:val="0"/>
                <w:numId w:val="0"/>
              </w:numPr>
              <w:ind w:left="360"/>
              <w:rPr>
                <w:szCs w:val="22"/>
              </w:rPr>
            </w:pPr>
          </w:p>
          <w:p w14:paraId="43600447" w14:textId="77777777" w:rsidR="00255AF8" w:rsidRPr="001A7B4B" w:rsidRDefault="39664BD9" w:rsidP="004256EE">
            <w:pPr>
              <w:pStyle w:val="Normalbulletlist"/>
              <w:numPr>
                <w:ilvl w:val="0"/>
                <w:numId w:val="0"/>
              </w:numPr>
              <w:rPr>
                <w:szCs w:val="22"/>
              </w:rPr>
            </w:pPr>
            <w:r w:rsidRPr="001A7B4B">
              <w:t>Materials:</w:t>
            </w:r>
          </w:p>
          <w:p w14:paraId="5591026A" w14:textId="0BF21458" w:rsidR="00255AF8" w:rsidRPr="001A7B4B" w:rsidRDefault="39664BD9" w:rsidP="002C017C">
            <w:pPr>
              <w:pStyle w:val="Normalbulletlist"/>
              <w:numPr>
                <w:ilvl w:val="0"/>
                <w:numId w:val="165"/>
              </w:numPr>
              <w:rPr>
                <w:szCs w:val="22"/>
              </w:rPr>
            </w:pPr>
            <w:r w:rsidRPr="001A7B4B">
              <w:t>copper pipework/fittings</w:t>
            </w:r>
            <w:r w:rsidR="002538D5">
              <w:t>.</w:t>
            </w:r>
          </w:p>
          <w:p w14:paraId="3716888E" w14:textId="77777777" w:rsidR="00255AF8" w:rsidRPr="001A7B4B" w:rsidRDefault="39664BD9" w:rsidP="002C017C">
            <w:pPr>
              <w:pStyle w:val="Normalbulletlist"/>
              <w:numPr>
                <w:ilvl w:val="0"/>
                <w:numId w:val="165"/>
              </w:numPr>
              <w:rPr>
                <w:szCs w:val="22"/>
              </w:rPr>
            </w:pPr>
            <w:r w:rsidRPr="001A7B4B">
              <w:t>plastic pipework/fittings.</w:t>
            </w:r>
          </w:p>
          <w:p w14:paraId="76818693" w14:textId="0B8FFE89" w:rsidR="00255AF8" w:rsidRPr="001A7B4B" w:rsidRDefault="38812ADB" w:rsidP="002C017C">
            <w:pPr>
              <w:pStyle w:val="Normalbulletlist"/>
              <w:numPr>
                <w:ilvl w:val="0"/>
                <w:numId w:val="165"/>
              </w:numPr>
              <w:rPr>
                <w:szCs w:val="22"/>
              </w:rPr>
            </w:pPr>
            <w:r w:rsidRPr="001A7B4B">
              <w:rPr>
                <w:szCs w:val="22"/>
              </w:rPr>
              <w:t>On completion of the task</w:t>
            </w:r>
            <w:r w:rsidR="004256EE" w:rsidRPr="001A7B4B">
              <w:rPr>
                <w:szCs w:val="22"/>
              </w:rPr>
              <w:t>, students are to peer mark each other's</w:t>
            </w:r>
            <w:r w:rsidRPr="001A7B4B">
              <w:rPr>
                <w:szCs w:val="22"/>
              </w:rPr>
              <w:t xml:space="preserve"> work and suggest areas for improvement under tutor guidance.</w:t>
            </w:r>
          </w:p>
          <w:p w14:paraId="4EDE349C" w14:textId="60BD29E6" w:rsidR="00255AF8" w:rsidRPr="001A7B4B" w:rsidRDefault="00255AF8" w:rsidP="004256EE">
            <w:pPr>
              <w:pStyle w:val="Normalbulletlist"/>
              <w:numPr>
                <w:ilvl w:val="0"/>
                <w:numId w:val="0"/>
              </w:numPr>
              <w:ind w:left="284"/>
              <w:rPr>
                <w:rFonts w:cs="Arial"/>
                <w:b/>
              </w:rPr>
            </w:pPr>
            <w:r w:rsidRPr="001A7B4B">
              <w:rPr>
                <w:rFonts w:cs="Arial"/>
                <w:b/>
              </w:rPr>
              <w:t xml:space="preserve"> </w:t>
            </w:r>
          </w:p>
          <w:p w14:paraId="3D952B06" w14:textId="31C6DE4D" w:rsidR="00255AF8" w:rsidRPr="001A7B4B" w:rsidRDefault="00255AF8" w:rsidP="0001032B">
            <w:pPr>
              <w:pStyle w:val="Normalheadingblue"/>
              <w:spacing w:before="0" w:after="0"/>
              <w:rPr>
                <w:rFonts w:cs="Arial"/>
                <w:color w:val="auto"/>
                <w:szCs w:val="22"/>
              </w:rPr>
            </w:pPr>
            <w:r w:rsidRPr="001A7B4B">
              <w:rPr>
                <w:rFonts w:cs="Arial"/>
                <w:color w:val="auto"/>
                <w:szCs w:val="22"/>
              </w:rPr>
              <w:t>Resources</w:t>
            </w:r>
            <w:r w:rsidR="0001032B" w:rsidRPr="001A7B4B">
              <w:rPr>
                <w:rFonts w:cs="Arial"/>
                <w:color w:val="auto"/>
                <w:szCs w:val="22"/>
              </w:rPr>
              <w:t>:</w:t>
            </w:r>
          </w:p>
          <w:p w14:paraId="1EA063AB" w14:textId="162C3466" w:rsidR="00255AF8" w:rsidRPr="001A7B4B" w:rsidRDefault="258D21AD" w:rsidP="0001032B">
            <w:pPr>
              <w:pStyle w:val="Normalbulletlist"/>
              <w:numPr>
                <w:ilvl w:val="0"/>
                <w:numId w:val="0"/>
              </w:numPr>
              <w:rPr>
                <w:rFonts w:cs="Arial"/>
                <w:b/>
              </w:rPr>
            </w:pPr>
            <w:r w:rsidRPr="001A7B4B">
              <w:t>Tools and equipment as listed</w:t>
            </w:r>
          </w:p>
          <w:p w14:paraId="0A1C4C79" w14:textId="1EC211A9" w:rsidR="00255AF8" w:rsidRPr="001A7B4B" w:rsidRDefault="258D21AD" w:rsidP="0001032B">
            <w:pPr>
              <w:pStyle w:val="Normalbulletlist"/>
              <w:numPr>
                <w:ilvl w:val="0"/>
                <w:numId w:val="0"/>
              </w:numPr>
              <w:rPr>
                <w:rFonts w:cs="Arial"/>
                <w:b/>
              </w:rPr>
            </w:pPr>
            <w:r w:rsidRPr="001A7B4B">
              <w:t>Materials list</w:t>
            </w:r>
          </w:p>
          <w:p w14:paraId="7AAE7E04" w14:textId="77777777" w:rsidR="00255AF8" w:rsidRPr="001A7B4B" w:rsidRDefault="258D21AD" w:rsidP="0001032B">
            <w:pPr>
              <w:pStyle w:val="Normalbulletlist"/>
              <w:numPr>
                <w:ilvl w:val="0"/>
                <w:numId w:val="0"/>
              </w:numPr>
              <w:rPr>
                <w:rFonts w:cs="Arial"/>
                <w:b/>
              </w:rPr>
            </w:pPr>
            <w:r w:rsidRPr="001A7B4B">
              <w:t>Plastic and copper pipework and fittings</w:t>
            </w:r>
            <w:r w:rsidR="00255AF8" w:rsidRPr="001A7B4B">
              <w:br/>
            </w:r>
          </w:p>
        </w:tc>
        <w:tc>
          <w:tcPr>
            <w:tcW w:w="2246" w:type="dxa"/>
          </w:tcPr>
          <w:p w14:paraId="13256B46" w14:textId="77777777" w:rsidR="00DD207A" w:rsidRDefault="008A57D2">
            <w:r>
              <w:lastRenderedPageBreak/>
              <w:t>Produce simple pipework and bracket exercise</w:t>
            </w:r>
            <w:r>
              <w:br/>
            </w:r>
            <w:r>
              <w:br/>
              <w:t>Q&amp;A</w:t>
            </w:r>
            <w:r>
              <w:br/>
              <w:t>English skills (reading, writing, technical vocabulary)</w:t>
            </w:r>
          </w:p>
        </w:tc>
      </w:tr>
      <w:tr w:rsidR="00255AF8" w:rsidRPr="00F87D27" w14:paraId="62A4EC3A" w14:textId="77777777" w:rsidTr="24BA986D">
        <w:trPr>
          <w:trHeight w:val="300"/>
          <w:jc w:val="center"/>
        </w:trPr>
        <w:tc>
          <w:tcPr>
            <w:tcW w:w="1297" w:type="dxa"/>
          </w:tcPr>
          <w:p w14:paraId="60CB8C93" w14:textId="77777777" w:rsidR="00255AF8" w:rsidRPr="001A7B4B" w:rsidRDefault="4E0DEE3E" w:rsidP="00255AF8">
            <w:pPr>
              <w:jc w:val="center"/>
              <w:rPr>
                <w:rFonts w:cs="Arial"/>
                <w:b/>
                <w:bCs/>
              </w:rPr>
            </w:pPr>
            <w:r w:rsidRPr="001A7B4B">
              <w:rPr>
                <w:rFonts w:cs="Arial"/>
                <w:b/>
                <w:bCs/>
              </w:rPr>
              <w:lastRenderedPageBreak/>
              <w:t>1</w:t>
            </w:r>
            <w:r w:rsidR="008F7C8A" w:rsidRPr="001A7B4B">
              <w:rPr>
                <w:rFonts w:cs="Arial"/>
                <w:b/>
                <w:bCs/>
              </w:rPr>
              <w:t>6</w:t>
            </w:r>
          </w:p>
          <w:p w14:paraId="31A6C0B7" w14:textId="77777777" w:rsidR="00255AF8" w:rsidRPr="001A7B4B" w:rsidRDefault="4E0DEE3E" w:rsidP="00255AF8">
            <w:pPr>
              <w:jc w:val="center"/>
              <w:rPr>
                <w:rFonts w:cs="Arial"/>
              </w:rPr>
            </w:pPr>
            <w:r w:rsidRPr="001A7B4B">
              <w:rPr>
                <w:rFonts w:cs="Arial"/>
              </w:rPr>
              <w:t>3</w:t>
            </w:r>
            <w:r w:rsidR="00255AF8" w:rsidRPr="001A7B4B">
              <w:rPr>
                <w:rFonts w:cs="Arial"/>
              </w:rPr>
              <w:t xml:space="preserve"> hours</w:t>
            </w:r>
          </w:p>
          <w:p w14:paraId="7BDCBD17" w14:textId="5D661294" w:rsidR="007237A4" w:rsidRPr="001A7B4B" w:rsidRDefault="007237A4" w:rsidP="00255AF8">
            <w:pPr>
              <w:jc w:val="center"/>
              <w:rPr>
                <w:rFonts w:cs="Arial"/>
                <w:b/>
                <w:bCs/>
              </w:rPr>
            </w:pPr>
            <w:r w:rsidRPr="001A7B4B">
              <w:rPr>
                <w:rFonts w:cs="Arial"/>
                <w:b/>
                <w:bCs/>
                <w:highlight w:val="yellow"/>
              </w:rPr>
              <w:t xml:space="preserve">PPT </w:t>
            </w:r>
            <w:r w:rsidR="006A2547" w:rsidRPr="001A7B4B">
              <w:rPr>
                <w:rFonts w:cs="Arial"/>
                <w:b/>
                <w:bCs/>
                <w:highlight w:val="yellow"/>
              </w:rPr>
              <w:t>available</w:t>
            </w:r>
          </w:p>
        </w:tc>
        <w:tc>
          <w:tcPr>
            <w:tcW w:w="2199" w:type="dxa"/>
          </w:tcPr>
          <w:p w14:paraId="5E4F0574" w14:textId="77777777" w:rsidR="00B814FB" w:rsidRPr="001A7B4B" w:rsidRDefault="00B814FB" w:rsidP="00B814FB">
            <w:pPr>
              <w:pStyle w:val="Normalheadingblack"/>
              <w:rPr>
                <w:rFonts w:cs="Arial"/>
                <w:lang w:eastAsia="en-GB"/>
              </w:rPr>
            </w:pPr>
            <w:r w:rsidRPr="001A7B4B">
              <w:rPr>
                <w:rFonts w:cs="Arial"/>
                <w:lang w:eastAsia="en-GB"/>
              </w:rPr>
              <w:t>Outcome 1 – Plumbing and heating common knowledge criteria</w:t>
            </w:r>
          </w:p>
          <w:p w14:paraId="189114C6" w14:textId="77777777" w:rsidR="00B814FB" w:rsidRPr="001A7B4B" w:rsidRDefault="00B814FB" w:rsidP="00B814FB">
            <w:pPr>
              <w:pStyle w:val="Normalheadingblack"/>
              <w:rPr>
                <w:rFonts w:cs="Arial"/>
                <w:lang w:eastAsia="en-GB"/>
              </w:rPr>
            </w:pPr>
          </w:p>
          <w:p w14:paraId="10D6BD69" w14:textId="77777777" w:rsidR="00B814FB" w:rsidRPr="001A7B4B" w:rsidRDefault="00B814FB" w:rsidP="00B814FB">
            <w:pPr>
              <w:pStyle w:val="Normalheadingblack"/>
              <w:rPr>
                <w:rFonts w:cs="Arial"/>
                <w:lang w:eastAsia="en-GB"/>
              </w:rPr>
            </w:pPr>
          </w:p>
          <w:p w14:paraId="192D1194" w14:textId="77777777" w:rsidR="00255AF8" w:rsidRPr="001A7B4B" w:rsidRDefault="00255AF8" w:rsidP="00255AF8">
            <w:pPr>
              <w:pStyle w:val="Normalheadingblack"/>
              <w:rPr>
                <w:rFonts w:cs="Arial"/>
                <w:szCs w:val="22"/>
                <w:lang w:eastAsia="en-GB"/>
              </w:rPr>
            </w:pPr>
          </w:p>
        </w:tc>
        <w:tc>
          <w:tcPr>
            <w:tcW w:w="3135" w:type="dxa"/>
          </w:tcPr>
          <w:p w14:paraId="71082996" w14:textId="77777777" w:rsidR="00255AF8" w:rsidRPr="001A7B4B" w:rsidRDefault="00DC0E3B" w:rsidP="00AF5426">
            <w:pPr>
              <w:pStyle w:val="Normalbulletlist"/>
              <w:numPr>
                <w:ilvl w:val="0"/>
                <w:numId w:val="0"/>
              </w:numPr>
            </w:pPr>
            <w:r w:rsidRPr="001A7B4B">
              <w:t xml:space="preserve">K1.25 Understand characteristics of different types of pipework </w:t>
            </w:r>
          </w:p>
          <w:p w14:paraId="613062FD" w14:textId="77777777" w:rsidR="003A0412" w:rsidRPr="001A7B4B" w:rsidRDefault="003A0412" w:rsidP="00AF5426">
            <w:pPr>
              <w:pStyle w:val="Normalbulletlist"/>
              <w:numPr>
                <w:ilvl w:val="0"/>
                <w:numId w:val="0"/>
              </w:numPr>
              <w:rPr>
                <w:rFonts w:cs="Arial"/>
                <w:szCs w:val="22"/>
              </w:rPr>
            </w:pPr>
          </w:p>
          <w:p w14:paraId="18527BB9" w14:textId="77777777" w:rsidR="003A0412" w:rsidRPr="001A7B4B" w:rsidRDefault="003A0412" w:rsidP="00AF5426">
            <w:pPr>
              <w:pStyle w:val="Normalbulletlist"/>
              <w:numPr>
                <w:ilvl w:val="0"/>
                <w:numId w:val="0"/>
              </w:numPr>
              <w:rPr>
                <w:rFonts w:cs="Arial"/>
                <w:szCs w:val="22"/>
              </w:rPr>
            </w:pPr>
            <w:r w:rsidRPr="001A7B4B">
              <w:rPr>
                <w:rFonts w:cs="Arial"/>
                <w:szCs w:val="22"/>
              </w:rPr>
              <w:t>K1.26 Types of pipework</w:t>
            </w:r>
          </w:p>
          <w:p w14:paraId="2F612CB1" w14:textId="77777777" w:rsidR="00255AF8" w:rsidRPr="001A7B4B" w:rsidRDefault="00255AF8" w:rsidP="00255AF8">
            <w:pPr>
              <w:pStyle w:val="Normalheadingblack"/>
              <w:rPr>
                <w:rFonts w:cs="Arial"/>
                <w:b w:val="0"/>
                <w:bCs/>
                <w:szCs w:val="22"/>
                <w:lang w:eastAsia="en-GB"/>
              </w:rPr>
            </w:pPr>
          </w:p>
          <w:p w14:paraId="3DFC5CE4" w14:textId="77777777" w:rsidR="00255AF8" w:rsidRPr="001A7B4B" w:rsidRDefault="00255AF8" w:rsidP="00255AF8">
            <w:pPr>
              <w:pStyle w:val="Normalheadingblack"/>
              <w:rPr>
                <w:rFonts w:cs="Arial"/>
                <w:szCs w:val="22"/>
              </w:rPr>
            </w:pPr>
          </w:p>
        </w:tc>
        <w:tc>
          <w:tcPr>
            <w:tcW w:w="5785" w:type="dxa"/>
          </w:tcPr>
          <w:p w14:paraId="15846176" w14:textId="00353DB2" w:rsidR="00255AF8" w:rsidRPr="001A7B4B" w:rsidRDefault="00255AF8" w:rsidP="00732A3A">
            <w:pPr>
              <w:pStyle w:val="Normalheadingblue"/>
              <w:spacing w:before="0" w:after="0"/>
              <w:rPr>
                <w:rFonts w:cs="Arial"/>
                <w:color w:val="auto"/>
                <w:szCs w:val="22"/>
              </w:rPr>
            </w:pPr>
            <w:r w:rsidRPr="001A7B4B">
              <w:rPr>
                <w:rFonts w:cs="Arial"/>
                <w:color w:val="auto"/>
                <w:szCs w:val="22"/>
              </w:rPr>
              <w:t>Activities</w:t>
            </w:r>
            <w:r w:rsidR="00AF5426" w:rsidRPr="001A7B4B">
              <w:rPr>
                <w:rFonts w:cs="Arial"/>
                <w:color w:val="auto"/>
                <w:szCs w:val="22"/>
              </w:rPr>
              <w:t>:</w:t>
            </w:r>
          </w:p>
          <w:p w14:paraId="129B9C0D" w14:textId="77777777" w:rsidR="00375DA4" w:rsidRPr="001A7B4B" w:rsidRDefault="00DC0E3B" w:rsidP="00732A3A">
            <w:pPr>
              <w:pStyle w:val="Normalbulletlist"/>
              <w:numPr>
                <w:ilvl w:val="0"/>
                <w:numId w:val="0"/>
              </w:numPr>
              <w:ind w:left="284" w:hanging="284"/>
              <w:rPr>
                <w:b/>
              </w:rPr>
            </w:pPr>
            <w:r w:rsidRPr="001A7B4B">
              <w:rPr>
                <w:b/>
              </w:rPr>
              <w:t>Starter task example</w:t>
            </w:r>
            <w:r w:rsidR="00375DA4" w:rsidRPr="001A7B4B">
              <w:rPr>
                <w:b/>
              </w:rPr>
              <w:t>:</w:t>
            </w:r>
          </w:p>
          <w:p w14:paraId="33B23B24" w14:textId="66FD1545" w:rsidR="006E7BA3" w:rsidRPr="001A7B4B" w:rsidRDefault="00634DF8" w:rsidP="00732A3A">
            <w:pPr>
              <w:pStyle w:val="Normalbulletlist"/>
              <w:numPr>
                <w:ilvl w:val="0"/>
                <w:numId w:val="0"/>
              </w:numPr>
            </w:pPr>
            <w:r w:rsidRPr="001A7B4B">
              <w:t xml:space="preserve">Look at wholesaler websites such as </w:t>
            </w:r>
            <w:hyperlink r:id="rId19" w:history="1">
              <w:r w:rsidRPr="001A7B4B">
                <w:rPr>
                  <w:rStyle w:val="Hyperlink"/>
                  <w:color w:val="auto"/>
                </w:rPr>
                <w:t>www.wolseley.co.uk</w:t>
              </w:r>
            </w:hyperlink>
            <w:r w:rsidRPr="001A7B4B">
              <w:t xml:space="preserve">, </w:t>
            </w:r>
            <w:hyperlink r:id="rId20" w:history="1">
              <w:r w:rsidRPr="001A7B4B">
                <w:rPr>
                  <w:rStyle w:val="Hyperlink"/>
                  <w:color w:val="auto"/>
                </w:rPr>
                <w:t>www.screwfix.com</w:t>
              </w:r>
            </w:hyperlink>
            <w:r w:rsidR="00BD1815" w:rsidRPr="001A7B4B">
              <w:t>, etc., to make students aware of the industry's common wholesalers</w:t>
            </w:r>
            <w:r w:rsidRPr="001A7B4B">
              <w:t xml:space="preserve"> and the types and range of materials and equipment they offer.</w:t>
            </w:r>
          </w:p>
          <w:p w14:paraId="08DADA08" w14:textId="3A72AC29" w:rsidR="006E7BA3" w:rsidRPr="001A7B4B" w:rsidRDefault="00753FCA" w:rsidP="00732A3A">
            <w:pPr>
              <w:pStyle w:val="Normalbulletlist"/>
              <w:numPr>
                <w:ilvl w:val="0"/>
                <w:numId w:val="0"/>
              </w:numPr>
            </w:pPr>
            <w:r w:rsidRPr="001A7B4B">
              <w:rPr>
                <w:b/>
                <w:bCs w:val="0"/>
              </w:rPr>
              <w:t>Alternative:</w:t>
            </w:r>
            <w:r w:rsidRPr="001A7B4B">
              <w:t xml:space="preserve"> </w:t>
            </w:r>
            <w:r w:rsidR="006E7BA3" w:rsidRPr="001A7B4B">
              <w:t>Students (in pairs),</w:t>
            </w:r>
            <w:r w:rsidR="000F40CD" w:rsidRPr="001A7B4B">
              <w:t xml:space="preserve"> to</w:t>
            </w:r>
            <w:r w:rsidR="006E7BA3" w:rsidRPr="001A7B4B">
              <w:t xml:space="preserve"> list as many types of pipe materials as </w:t>
            </w:r>
            <w:r w:rsidR="000F40CD" w:rsidRPr="001A7B4B">
              <w:t>they</w:t>
            </w:r>
            <w:r w:rsidR="006E7BA3" w:rsidRPr="001A7B4B">
              <w:t xml:space="preserve"> can in 2 minutes.</w:t>
            </w:r>
          </w:p>
          <w:p w14:paraId="2C1E4F79" w14:textId="4846BAE2" w:rsidR="00375DA4" w:rsidRPr="001A7B4B" w:rsidRDefault="00DC0E3B" w:rsidP="00127DE5">
            <w:pPr>
              <w:pStyle w:val="Normalbulletlist"/>
              <w:numPr>
                <w:ilvl w:val="0"/>
                <w:numId w:val="0"/>
              </w:numPr>
              <w:rPr>
                <w:rFonts w:cs="Arial"/>
                <w:szCs w:val="22"/>
              </w:rPr>
            </w:pPr>
            <w:r w:rsidRPr="001A7B4B">
              <w:br/>
            </w:r>
            <w:r w:rsidR="00375DA4" w:rsidRPr="001A7B4B">
              <w:rPr>
                <w:b/>
              </w:rPr>
              <w:t>Delivery</w:t>
            </w:r>
            <w:r w:rsidR="009C4B86" w:rsidRPr="001A7B4B">
              <w:rPr>
                <w:b/>
              </w:rPr>
              <w:t xml:space="preserve"> focus</w:t>
            </w:r>
            <w:r w:rsidR="00375DA4" w:rsidRPr="001A7B4B">
              <w:rPr>
                <w:b/>
              </w:rPr>
              <w:t>:</w:t>
            </w:r>
          </w:p>
          <w:p w14:paraId="209D7C61" w14:textId="1B66EFF0" w:rsidR="005808CD" w:rsidRPr="001A7B4B" w:rsidRDefault="005808CD" w:rsidP="00732A3A">
            <w:pPr>
              <w:pStyle w:val="Normalbulletlist"/>
              <w:numPr>
                <w:ilvl w:val="0"/>
                <w:numId w:val="0"/>
              </w:numPr>
              <w:rPr>
                <w:bCs w:val="0"/>
              </w:rPr>
            </w:pPr>
            <w:r w:rsidRPr="001A7B4B">
              <w:rPr>
                <w:bCs w:val="0"/>
              </w:rPr>
              <w:t xml:space="preserve">Using PowerPoint </w:t>
            </w:r>
            <w:r w:rsidRPr="00153ADB">
              <w:rPr>
                <w:b/>
                <w:highlight w:val="yellow"/>
              </w:rPr>
              <w:t>K1.</w:t>
            </w:r>
            <w:r w:rsidR="00B55475" w:rsidRPr="00153ADB">
              <w:rPr>
                <w:b/>
                <w:highlight w:val="yellow"/>
              </w:rPr>
              <w:t>25</w:t>
            </w:r>
            <w:r w:rsidRPr="00153ADB">
              <w:rPr>
                <w:bCs w:val="0"/>
                <w:highlight w:val="yellow"/>
              </w:rPr>
              <w:t xml:space="preserve"> </w:t>
            </w:r>
            <w:r w:rsidR="00B55475" w:rsidRPr="00153ADB">
              <w:rPr>
                <w:b/>
                <w:highlight w:val="yellow"/>
              </w:rPr>
              <w:t>Characteristics of different types of pipework</w:t>
            </w:r>
            <w:r w:rsidRPr="001A7B4B">
              <w:rPr>
                <w:bCs w:val="0"/>
              </w:rPr>
              <w:t>, deliver the following content:</w:t>
            </w:r>
          </w:p>
          <w:p w14:paraId="02F8E35B" w14:textId="766876AB" w:rsidR="004A7700" w:rsidRPr="001A7B4B" w:rsidRDefault="004A7700" w:rsidP="002C017C">
            <w:pPr>
              <w:pStyle w:val="Normalbulletlist"/>
              <w:numPr>
                <w:ilvl w:val="0"/>
                <w:numId w:val="166"/>
              </w:numPr>
            </w:pPr>
            <w:r w:rsidRPr="001A7B4B">
              <w:t>prefabricated components</w:t>
            </w:r>
          </w:p>
          <w:p w14:paraId="2136CB24" w14:textId="77777777" w:rsidR="004A7700" w:rsidRPr="001A7B4B" w:rsidRDefault="004A7700" w:rsidP="002C017C">
            <w:pPr>
              <w:pStyle w:val="Normalbulletlist"/>
              <w:numPr>
                <w:ilvl w:val="0"/>
                <w:numId w:val="166"/>
              </w:numPr>
            </w:pPr>
            <w:r w:rsidRPr="001A7B4B">
              <w:t>modularised components</w:t>
            </w:r>
          </w:p>
          <w:p w14:paraId="4E1BD695" w14:textId="77777777" w:rsidR="004A7700" w:rsidRPr="001A7B4B" w:rsidRDefault="004A7700" w:rsidP="002C017C">
            <w:pPr>
              <w:pStyle w:val="Normalbulletlist"/>
              <w:numPr>
                <w:ilvl w:val="0"/>
                <w:numId w:val="166"/>
              </w:numPr>
            </w:pPr>
            <w:r w:rsidRPr="001A7B4B">
              <w:t>onsite installation</w:t>
            </w:r>
          </w:p>
          <w:p w14:paraId="1D03ECF2" w14:textId="62235B2F" w:rsidR="004A7700" w:rsidRPr="001A7B4B" w:rsidRDefault="004A7700" w:rsidP="002C017C">
            <w:pPr>
              <w:pStyle w:val="Normalbulletlist"/>
              <w:numPr>
                <w:ilvl w:val="0"/>
                <w:numId w:val="166"/>
              </w:numPr>
            </w:pPr>
            <w:r w:rsidRPr="001A7B4B">
              <w:t>copper</w:t>
            </w:r>
          </w:p>
          <w:p w14:paraId="3AA5B916" w14:textId="77777777" w:rsidR="004A7700" w:rsidRPr="001A7B4B" w:rsidRDefault="004A7700" w:rsidP="002C017C">
            <w:pPr>
              <w:pStyle w:val="Normalbulletlist"/>
              <w:numPr>
                <w:ilvl w:val="0"/>
                <w:numId w:val="166"/>
              </w:numPr>
            </w:pPr>
            <w:r w:rsidRPr="001A7B4B">
              <w:t>R220 soft coils</w:t>
            </w:r>
          </w:p>
          <w:p w14:paraId="02BA4B2D" w14:textId="77777777" w:rsidR="004A7700" w:rsidRPr="001A7B4B" w:rsidRDefault="004A7700" w:rsidP="002C017C">
            <w:pPr>
              <w:pStyle w:val="Normalbulletlist"/>
              <w:numPr>
                <w:ilvl w:val="0"/>
                <w:numId w:val="166"/>
              </w:numPr>
            </w:pPr>
            <w:r w:rsidRPr="001A7B4B">
              <w:t>R250 half hard lengths</w:t>
            </w:r>
          </w:p>
          <w:p w14:paraId="3FE2AA15" w14:textId="77777777" w:rsidR="004A7700" w:rsidRPr="001A7B4B" w:rsidRDefault="004A7700" w:rsidP="002C017C">
            <w:pPr>
              <w:pStyle w:val="Normalbulletlist"/>
              <w:numPr>
                <w:ilvl w:val="0"/>
                <w:numId w:val="166"/>
              </w:numPr>
            </w:pPr>
            <w:r w:rsidRPr="001A7B4B">
              <w:t>R290 hard lengths</w:t>
            </w:r>
          </w:p>
          <w:p w14:paraId="75A3ABF7" w14:textId="77777777" w:rsidR="004A7700" w:rsidRPr="001A7B4B" w:rsidRDefault="004A7700" w:rsidP="002C017C">
            <w:pPr>
              <w:pStyle w:val="Normalbulletlist"/>
              <w:numPr>
                <w:ilvl w:val="0"/>
                <w:numId w:val="166"/>
              </w:numPr>
            </w:pPr>
            <w:r w:rsidRPr="001A7B4B">
              <w:t>plastic pipework</w:t>
            </w:r>
          </w:p>
          <w:p w14:paraId="23090663" w14:textId="77777777" w:rsidR="004A7700" w:rsidRPr="001A7B4B" w:rsidRDefault="004A7700" w:rsidP="002C017C">
            <w:pPr>
              <w:pStyle w:val="Normalbulletlist"/>
              <w:numPr>
                <w:ilvl w:val="0"/>
                <w:numId w:val="166"/>
              </w:numPr>
            </w:pPr>
            <w:r w:rsidRPr="001A7B4B">
              <w:t xml:space="preserve">polyethylene (MDPE) </w:t>
            </w:r>
          </w:p>
          <w:p w14:paraId="2C46CDEC" w14:textId="77777777" w:rsidR="004A7700" w:rsidRPr="001A7B4B" w:rsidRDefault="004A7700" w:rsidP="002C017C">
            <w:pPr>
              <w:pStyle w:val="Normalbulletlist"/>
              <w:numPr>
                <w:ilvl w:val="0"/>
                <w:numId w:val="166"/>
              </w:numPr>
            </w:pPr>
            <w:r w:rsidRPr="001A7B4B">
              <w:t>cross-linked polyethylene (PEX)</w:t>
            </w:r>
          </w:p>
          <w:p w14:paraId="335694ED" w14:textId="77777777" w:rsidR="004A7700" w:rsidRPr="001A7B4B" w:rsidRDefault="004A7700" w:rsidP="002C017C">
            <w:pPr>
              <w:pStyle w:val="Normalbulletlist"/>
              <w:numPr>
                <w:ilvl w:val="0"/>
                <w:numId w:val="166"/>
              </w:numPr>
            </w:pPr>
            <w:r w:rsidRPr="001A7B4B">
              <w:t>polybutylene</w:t>
            </w:r>
          </w:p>
          <w:p w14:paraId="1B9C18CC" w14:textId="77777777" w:rsidR="004A7700" w:rsidRPr="001A7B4B" w:rsidRDefault="004A7700" w:rsidP="002C017C">
            <w:pPr>
              <w:pStyle w:val="Normalbulletlist"/>
              <w:numPr>
                <w:ilvl w:val="0"/>
                <w:numId w:val="166"/>
              </w:numPr>
            </w:pPr>
            <w:r w:rsidRPr="001A7B4B">
              <w:t xml:space="preserve">PVC-u </w:t>
            </w:r>
          </w:p>
          <w:p w14:paraId="4E7015A3" w14:textId="77777777" w:rsidR="004A7700" w:rsidRPr="001A7B4B" w:rsidRDefault="004A7700" w:rsidP="002C017C">
            <w:pPr>
              <w:pStyle w:val="Normalbulletlist"/>
              <w:numPr>
                <w:ilvl w:val="0"/>
                <w:numId w:val="166"/>
              </w:numPr>
            </w:pPr>
            <w:r w:rsidRPr="001A7B4B">
              <w:t>polypropylene</w:t>
            </w:r>
          </w:p>
          <w:p w14:paraId="3CFAEBA7" w14:textId="77777777" w:rsidR="004A7700" w:rsidRPr="001A7B4B" w:rsidRDefault="004A7700" w:rsidP="002C017C">
            <w:pPr>
              <w:pStyle w:val="Normalbulletlist"/>
              <w:numPr>
                <w:ilvl w:val="0"/>
                <w:numId w:val="166"/>
              </w:numPr>
            </w:pPr>
            <w:r w:rsidRPr="001A7B4B">
              <w:t>MUPVC</w:t>
            </w:r>
          </w:p>
          <w:p w14:paraId="012F2C8E" w14:textId="77777777" w:rsidR="004A7700" w:rsidRPr="001A7B4B" w:rsidRDefault="004A7700" w:rsidP="002C017C">
            <w:pPr>
              <w:pStyle w:val="Normalbulletlist"/>
              <w:numPr>
                <w:ilvl w:val="0"/>
                <w:numId w:val="166"/>
              </w:numPr>
            </w:pPr>
            <w:r w:rsidRPr="001A7B4B">
              <w:t xml:space="preserve">ABS </w:t>
            </w:r>
          </w:p>
          <w:p w14:paraId="09CCF09F" w14:textId="56571FD2" w:rsidR="004A7700" w:rsidRPr="001A7B4B" w:rsidRDefault="004A7700" w:rsidP="002C017C">
            <w:pPr>
              <w:pStyle w:val="Normalbulletlist"/>
              <w:numPr>
                <w:ilvl w:val="0"/>
                <w:numId w:val="166"/>
              </w:numPr>
            </w:pPr>
            <w:r w:rsidRPr="001A7B4B">
              <w:lastRenderedPageBreak/>
              <w:t>lead</w:t>
            </w:r>
          </w:p>
          <w:p w14:paraId="1637BD9C" w14:textId="5CB9CE7A" w:rsidR="00255AF8" w:rsidRPr="001A7B4B" w:rsidRDefault="00375DA4" w:rsidP="002C017C">
            <w:pPr>
              <w:pStyle w:val="Normalbulletlist"/>
              <w:numPr>
                <w:ilvl w:val="0"/>
                <w:numId w:val="166"/>
              </w:numPr>
              <w:rPr>
                <w:rFonts w:cs="Arial"/>
                <w:b/>
                <w:szCs w:val="22"/>
              </w:rPr>
            </w:pPr>
            <w:r w:rsidRPr="001A7B4B">
              <w:rPr>
                <w:rFonts w:cs="Arial"/>
                <w:szCs w:val="22"/>
              </w:rPr>
              <w:t>Tutor-led discussion and identification of copper, plastic, and steel pipe samples.</w:t>
            </w:r>
            <w:r w:rsidR="00360CF1" w:rsidRPr="001A7B4B">
              <w:rPr>
                <w:rFonts w:cs="Arial"/>
                <w:szCs w:val="22"/>
              </w:rPr>
              <w:t xml:space="preserve"> Use </w:t>
            </w:r>
            <w:r w:rsidR="00763103" w:rsidRPr="001A7B4B">
              <w:rPr>
                <w:rFonts w:cs="Arial"/>
                <w:szCs w:val="22"/>
              </w:rPr>
              <w:t>PowerPoint</w:t>
            </w:r>
            <w:r w:rsidR="00360CF1" w:rsidRPr="001A7B4B">
              <w:rPr>
                <w:rFonts w:cs="Arial"/>
                <w:szCs w:val="22"/>
              </w:rPr>
              <w:t xml:space="preserve"> presentation to discuss tolerances and limitations of each material.</w:t>
            </w:r>
          </w:p>
          <w:p w14:paraId="7371D157" w14:textId="77777777" w:rsidR="00634DF8" w:rsidRPr="001A7B4B" w:rsidRDefault="00634DF8" w:rsidP="002C017C">
            <w:pPr>
              <w:pStyle w:val="Normalbulletlist"/>
              <w:numPr>
                <w:ilvl w:val="0"/>
                <w:numId w:val="166"/>
              </w:numPr>
              <w:rPr>
                <w:rFonts w:cs="Arial"/>
                <w:szCs w:val="22"/>
              </w:rPr>
            </w:pPr>
            <w:r w:rsidRPr="001A7B4B">
              <w:rPr>
                <w:rFonts w:cs="Arial"/>
                <w:szCs w:val="22"/>
              </w:rPr>
              <w:t xml:space="preserve">Distribute a range of pipe materials and use presentation to show their uses and </w:t>
            </w:r>
            <w:r w:rsidR="00846B24" w:rsidRPr="001A7B4B">
              <w:rPr>
                <w:rFonts w:cs="Arial"/>
                <w:szCs w:val="22"/>
              </w:rPr>
              <w:t>typical installation images.</w:t>
            </w:r>
          </w:p>
          <w:p w14:paraId="67419747" w14:textId="561B08D5" w:rsidR="00375DA4" w:rsidRPr="001A7B4B" w:rsidRDefault="00375DA4" w:rsidP="002C017C">
            <w:pPr>
              <w:pStyle w:val="Normalbulletlist"/>
              <w:numPr>
                <w:ilvl w:val="0"/>
                <w:numId w:val="166"/>
              </w:numPr>
              <w:rPr>
                <w:rFonts w:cs="Arial"/>
                <w:b/>
                <w:szCs w:val="22"/>
              </w:rPr>
            </w:pPr>
            <w:r w:rsidRPr="001A7B4B">
              <w:rPr>
                <w:rFonts w:cs="Arial"/>
                <w:szCs w:val="22"/>
                <w:lang w:eastAsia="en-GB"/>
              </w:rPr>
              <w:t>Tutor presentation on copper, plastic, and steel pipe types.</w:t>
            </w:r>
            <w:r w:rsidR="00634DF8" w:rsidRPr="001A7B4B">
              <w:rPr>
                <w:rFonts w:cs="Arial"/>
                <w:szCs w:val="22"/>
              </w:rPr>
              <w:t xml:space="preserve"> </w:t>
            </w:r>
            <w:r w:rsidR="00116A2E" w:rsidRPr="001A7B4B">
              <w:rPr>
                <w:rFonts w:cs="Arial"/>
                <w:szCs w:val="22"/>
                <w:lang w:eastAsia="en-GB"/>
              </w:rPr>
              <w:t>Students</w:t>
            </w:r>
            <w:r w:rsidRPr="001A7B4B">
              <w:rPr>
                <w:rFonts w:cs="Arial"/>
                <w:szCs w:val="22"/>
                <w:lang w:eastAsia="en-GB"/>
              </w:rPr>
              <w:t xml:space="preserve"> handle pipe samples and match to uses.</w:t>
            </w:r>
          </w:p>
          <w:p w14:paraId="5A557BFF" w14:textId="77777777" w:rsidR="00A62359" w:rsidRPr="001A7B4B" w:rsidRDefault="00375DA4" w:rsidP="002C017C">
            <w:pPr>
              <w:pStyle w:val="Normalbulletlist"/>
              <w:numPr>
                <w:ilvl w:val="0"/>
                <w:numId w:val="166"/>
              </w:numPr>
              <w:rPr>
                <w:rFonts w:cs="Arial"/>
                <w:b/>
                <w:szCs w:val="22"/>
              </w:rPr>
            </w:pPr>
            <w:r w:rsidRPr="001A7B4B">
              <w:rPr>
                <w:rFonts w:cs="Arial"/>
                <w:szCs w:val="22"/>
              </w:rPr>
              <w:t>prefabricated components</w:t>
            </w:r>
          </w:p>
          <w:p w14:paraId="1C82D37C" w14:textId="77777777" w:rsidR="00A62359" w:rsidRPr="001A7B4B" w:rsidRDefault="00375DA4" w:rsidP="002C017C">
            <w:pPr>
              <w:pStyle w:val="Normalbulletlist"/>
              <w:numPr>
                <w:ilvl w:val="0"/>
                <w:numId w:val="166"/>
              </w:numPr>
              <w:rPr>
                <w:rFonts w:cs="Arial"/>
                <w:b/>
                <w:szCs w:val="22"/>
              </w:rPr>
            </w:pPr>
            <w:r w:rsidRPr="001A7B4B">
              <w:rPr>
                <w:rFonts w:cs="Arial"/>
                <w:szCs w:val="22"/>
              </w:rPr>
              <w:t>modularised components</w:t>
            </w:r>
          </w:p>
          <w:p w14:paraId="61F7FA76" w14:textId="77777777" w:rsidR="00255AF8" w:rsidRPr="001A7B4B" w:rsidRDefault="00375DA4" w:rsidP="002C017C">
            <w:pPr>
              <w:pStyle w:val="Normalbulletlist"/>
              <w:numPr>
                <w:ilvl w:val="0"/>
                <w:numId w:val="166"/>
              </w:numPr>
              <w:rPr>
                <w:rFonts w:cs="Arial"/>
                <w:b/>
                <w:szCs w:val="22"/>
              </w:rPr>
            </w:pPr>
            <w:r w:rsidRPr="001A7B4B">
              <w:rPr>
                <w:rFonts w:cs="Arial"/>
                <w:szCs w:val="22"/>
              </w:rPr>
              <w:t>onsite installation.</w:t>
            </w:r>
          </w:p>
          <w:p w14:paraId="01506679" w14:textId="38E2E2C7" w:rsidR="00360CF1" w:rsidRPr="001A7B4B" w:rsidRDefault="00360CF1" w:rsidP="002C017C">
            <w:pPr>
              <w:pStyle w:val="Normalbulletlist"/>
              <w:numPr>
                <w:ilvl w:val="0"/>
                <w:numId w:val="166"/>
              </w:numPr>
              <w:rPr>
                <w:rFonts w:cs="Arial"/>
                <w:szCs w:val="22"/>
              </w:rPr>
            </w:pPr>
            <w:r w:rsidRPr="001A7B4B">
              <w:rPr>
                <w:rFonts w:cs="Arial"/>
                <w:szCs w:val="22"/>
              </w:rPr>
              <w:t>Tutor to discuss the advantages and disadvantages of each material and common uses</w:t>
            </w:r>
            <w:r w:rsidR="002538D5">
              <w:rPr>
                <w:rFonts w:cs="Arial"/>
                <w:szCs w:val="22"/>
              </w:rPr>
              <w:t>.</w:t>
            </w:r>
            <w:r w:rsidRPr="001A7B4B">
              <w:rPr>
                <w:rFonts w:cs="Arial"/>
                <w:szCs w:val="22"/>
              </w:rPr>
              <w:t xml:space="preserve"> </w:t>
            </w:r>
          </w:p>
          <w:p w14:paraId="0477EF20" w14:textId="77777777" w:rsidR="00A62359" w:rsidRPr="001A7B4B" w:rsidRDefault="00A62359" w:rsidP="00732A3A">
            <w:pPr>
              <w:pStyle w:val="Normalbulletlist"/>
              <w:numPr>
                <w:ilvl w:val="0"/>
                <w:numId w:val="0"/>
              </w:numPr>
              <w:ind w:left="284"/>
              <w:rPr>
                <w:rFonts w:cs="Arial"/>
                <w:b/>
                <w:szCs w:val="22"/>
              </w:rPr>
            </w:pPr>
          </w:p>
          <w:p w14:paraId="081D56D3" w14:textId="5EB6C827" w:rsidR="00255AF8" w:rsidRPr="001A7B4B" w:rsidRDefault="00A62359" w:rsidP="00732A3A">
            <w:pPr>
              <w:pStyle w:val="Normalbulletlist"/>
              <w:numPr>
                <w:ilvl w:val="0"/>
                <w:numId w:val="0"/>
              </w:numPr>
              <w:tabs>
                <w:tab w:val="left" w:pos="720"/>
              </w:tabs>
              <w:ind w:left="284" w:hanging="284"/>
              <w:rPr>
                <w:rFonts w:cs="Arial"/>
                <w:b/>
                <w:szCs w:val="22"/>
              </w:rPr>
            </w:pPr>
            <w:r w:rsidRPr="001A7B4B">
              <w:rPr>
                <w:rFonts w:cs="Arial"/>
                <w:b/>
                <w:szCs w:val="22"/>
              </w:rPr>
              <w:t xml:space="preserve">Knowledge </w:t>
            </w:r>
            <w:r w:rsidR="00732A3A" w:rsidRPr="001A7B4B">
              <w:rPr>
                <w:rFonts w:cs="Arial"/>
                <w:b/>
                <w:szCs w:val="22"/>
              </w:rPr>
              <w:t>C</w:t>
            </w:r>
            <w:r w:rsidRPr="001A7B4B">
              <w:rPr>
                <w:rFonts w:cs="Arial"/>
                <w:b/>
                <w:szCs w:val="22"/>
              </w:rPr>
              <w:t>heck example:</w:t>
            </w:r>
          </w:p>
          <w:p w14:paraId="6898A477" w14:textId="77777777" w:rsidR="00A62359" w:rsidRPr="001A7B4B" w:rsidRDefault="00A62359" w:rsidP="00732A3A">
            <w:pPr>
              <w:pStyle w:val="Normalbulletlist"/>
              <w:numPr>
                <w:ilvl w:val="0"/>
                <w:numId w:val="0"/>
              </w:numPr>
              <w:rPr>
                <w:rFonts w:cs="Arial"/>
                <w:b/>
                <w:szCs w:val="22"/>
              </w:rPr>
            </w:pPr>
            <w:r w:rsidRPr="001A7B4B">
              <w:rPr>
                <w:rFonts w:cs="Arial"/>
                <w:szCs w:val="22"/>
              </w:rPr>
              <w:t>Class Q&amp;A on where and why certain pipe types are used.</w:t>
            </w:r>
          </w:p>
          <w:p w14:paraId="42EA5290" w14:textId="56C1ECC8" w:rsidR="00A62359" w:rsidRPr="001A7B4B" w:rsidRDefault="00A62359" w:rsidP="00732A3A">
            <w:pPr>
              <w:pStyle w:val="Normalbulletlist"/>
              <w:numPr>
                <w:ilvl w:val="0"/>
                <w:numId w:val="0"/>
              </w:numPr>
              <w:rPr>
                <w:rFonts w:cs="Arial"/>
                <w:b/>
                <w:szCs w:val="22"/>
              </w:rPr>
            </w:pPr>
            <w:r w:rsidRPr="001A7B4B">
              <w:rPr>
                <w:rFonts w:cs="Arial"/>
                <w:szCs w:val="22"/>
              </w:rPr>
              <w:t xml:space="preserve">Group Q&amp;A on </w:t>
            </w:r>
            <w:r w:rsidR="00BD1815" w:rsidRPr="001A7B4B">
              <w:rPr>
                <w:rFonts w:cs="Arial"/>
                <w:szCs w:val="22"/>
              </w:rPr>
              <w:t xml:space="preserve">the </w:t>
            </w:r>
            <w:r w:rsidRPr="001A7B4B">
              <w:rPr>
                <w:rFonts w:cs="Arial"/>
                <w:szCs w:val="22"/>
              </w:rPr>
              <w:t>suitability of materials for specific systems.</w:t>
            </w:r>
          </w:p>
          <w:p w14:paraId="326E287E" w14:textId="65887353" w:rsidR="00360CF1" w:rsidRPr="001A7B4B" w:rsidRDefault="00360CF1" w:rsidP="00732A3A">
            <w:pPr>
              <w:pStyle w:val="Normalbulletlist"/>
              <w:numPr>
                <w:ilvl w:val="0"/>
                <w:numId w:val="0"/>
              </w:numPr>
              <w:rPr>
                <w:rFonts w:cs="Arial"/>
                <w:szCs w:val="22"/>
              </w:rPr>
            </w:pPr>
            <w:r w:rsidRPr="001A7B4B">
              <w:rPr>
                <w:rFonts w:cs="Arial"/>
                <w:szCs w:val="22"/>
              </w:rPr>
              <w:t>Short MCQ test</w:t>
            </w:r>
            <w:r w:rsidR="00127DE5" w:rsidRPr="001A7B4B">
              <w:rPr>
                <w:rFonts w:cs="Arial"/>
                <w:szCs w:val="22"/>
              </w:rPr>
              <w:t xml:space="preserve">: </w:t>
            </w:r>
            <w:r w:rsidRPr="001A7B4B">
              <w:rPr>
                <w:rFonts w:cs="Arial"/>
                <w:szCs w:val="22"/>
              </w:rPr>
              <w:t>Pipework and materials</w:t>
            </w:r>
          </w:p>
          <w:p w14:paraId="6E6FFB58" w14:textId="77777777" w:rsidR="00A62359" w:rsidRPr="001A7B4B" w:rsidRDefault="00A62359" w:rsidP="00732A3A">
            <w:pPr>
              <w:pStyle w:val="Normalbulletlist"/>
              <w:numPr>
                <w:ilvl w:val="0"/>
                <w:numId w:val="0"/>
              </w:numPr>
              <w:tabs>
                <w:tab w:val="left" w:pos="720"/>
              </w:tabs>
              <w:rPr>
                <w:rFonts w:cs="Arial"/>
                <w:b/>
                <w:szCs w:val="22"/>
              </w:rPr>
            </w:pPr>
          </w:p>
          <w:p w14:paraId="590A51FC" w14:textId="2B26E5CD" w:rsidR="00255AF8" w:rsidRPr="001A7B4B" w:rsidRDefault="00255AF8" w:rsidP="00732A3A">
            <w:pPr>
              <w:pStyle w:val="Normalheadingblue"/>
              <w:spacing w:before="0" w:after="0"/>
              <w:rPr>
                <w:rFonts w:cs="Arial"/>
                <w:color w:val="auto"/>
                <w:szCs w:val="22"/>
              </w:rPr>
            </w:pPr>
            <w:r w:rsidRPr="001A7B4B">
              <w:rPr>
                <w:rFonts w:cs="Arial"/>
                <w:color w:val="auto"/>
                <w:szCs w:val="22"/>
              </w:rPr>
              <w:t>Resources</w:t>
            </w:r>
            <w:r w:rsidR="00732A3A" w:rsidRPr="001A7B4B">
              <w:rPr>
                <w:rFonts w:cs="Arial"/>
                <w:color w:val="auto"/>
                <w:szCs w:val="22"/>
              </w:rPr>
              <w:t>:</w:t>
            </w:r>
          </w:p>
          <w:p w14:paraId="7BF8037D" w14:textId="14E89E76" w:rsidR="00360CF1" w:rsidRPr="001A7B4B" w:rsidRDefault="00763103" w:rsidP="00732A3A">
            <w:pPr>
              <w:pStyle w:val="Normalbulletlist"/>
              <w:numPr>
                <w:ilvl w:val="0"/>
                <w:numId w:val="0"/>
              </w:numPr>
              <w:rPr>
                <w:b/>
                <w:bCs w:val="0"/>
              </w:rPr>
            </w:pPr>
            <w:r w:rsidRPr="001A7B4B">
              <w:t>PowerPoint</w:t>
            </w:r>
            <w:r w:rsidR="0013794A" w:rsidRPr="001A7B4B">
              <w:t xml:space="preserve">: </w:t>
            </w:r>
            <w:r w:rsidR="0013794A" w:rsidRPr="001A7B4B">
              <w:rPr>
                <w:b/>
                <w:bCs w:val="0"/>
              </w:rPr>
              <w:t>K1.25 Characteristics of different types of pipework</w:t>
            </w:r>
          </w:p>
          <w:p w14:paraId="74AAD588" w14:textId="77777777" w:rsidR="00360CF1" w:rsidRPr="001A7B4B" w:rsidRDefault="00360CF1" w:rsidP="00732A3A">
            <w:pPr>
              <w:pStyle w:val="Normalbulletlist"/>
              <w:numPr>
                <w:ilvl w:val="0"/>
                <w:numId w:val="0"/>
              </w:numPr>
              <w:rPr>
                <w:b/>
              </w:rPr>
            </w:pPr>
            <w:r w:rsidRPr="001A7B4B">
              <w:t>Range of pipe materials and fittings</w:t>
            </w:r>
          </w:p>
          <w:p w14:paraId="58CEBDD0" w14:textId="77777777" w:rsidR="00846B24" w:rsidRPr="001A7B4B" w:rsidRDefault="00360CF1" w:rsidP="00732A3A">
            <w:pPr>
              <w:pStyle w:val="Normalbulletlist"/>
              <w:numPr>
                <w:ilvl w:val="0"/>
                <w:numId w:val="0"/>
              </w:numPr>
              <w:rPr>
                <w:b/>
              </w:rPr>
            </w:pPr>
            <w:r w:rsidRPr="001A7B4B">
              <w:lastRenderedPageBreak/>
              <w:t>MCQ test</w:t>
            </w:r>
            <w:r w:rsidR="00255AF8" w:rsidRPr="001A7B4B">
              <w:br/>
            </w:r>
          </w:p>
        </w:tc>
        <w:tc>
          <w:tcPr>
            <w:tcW w:w="2246" w:type="dxa"/>
          </w:tcPr>
          <w:p w14:paraId="0E54B4B3" w14:textId="77777777" w:rsidR="00DD207A" w:rsidRDefault="008A57D2" w:rsidP="008B64C4">
            <w:pPr>
              <w:spacing w:before="0" w:after="0"/>
            </w:pPr>
            <w:r>
              <w:lastRenderedPageBreak/>
              <w:t>Q&amp;A</w:t>
            </w:r>
            <w:r>
              <w:br/>
            </w:r>
            <w:r>
              <w:br/>
              <w:t>Pipework and materials MCQ</w:t>
            </w:r>
            <w:r>
              <w:br/>
              <w:t>English skills (reading, writing, technical vocabulary)</w:t>
            </w:r>
          </w:p>
        </w:tc>
      </w:tr>
      <w:tr w:rsidR="00255AF8" w:rsidRPr="00F87D27" w14:paraId="0C3BC272" w14:textId="77777777" w:rsidTr="24BA986D">
        <w:trPr>
          <w:trHeight w:val="300"/>
          <w:jc w:val="center"/>
        </w:trPr>
        <w:tc>
          <w:tcPr>
            <w:tcW w:w="1297" w:type="dxa"/>
          </w:tcPr>
          <w:p w14:paraId="6C07458F" w14:textId="77777777" w:rsidR="00255AF8" w:rsidRPr="001A7B4B" w:rsidRDefault="00A62359" w:rsidP="00255AF8">
            <w:pPr>
              <w:jc w:val="center"/>
              <w:rPr>
                <w:rFonts w:cs="Arial"/>
                <w:b/>
                <w:bCs/>
                <w:szCs w:val="22"/>
              </w:rPr>
            </w:pPr>
            <w:r w:rsidRPr="001A7B4B">
              <w:rPr>
                <w:rFonts w:cs="Arial"/>
                <w:b/>
                <w:bCs/>
                <w:szCs w:val="22"/>
              </w:rPr>
              <w:lastRenderedPageBreak/>
              <w:t>17</w:t>
            </w:r>
          </w:p>
          <w:p w14:paraId="6E046CA4" w14:textId="77777777" w:rsidR="00A62359" w:rsidRPr="001A7B4B" w:rsidRDefault="00A62359" w:rsidP="00255AF8">
            <w:pPr>
              <w:jc w:val="center"/>
              <w:rPr>
                <w:rFonts w:cs="Arial"/>
                <w:szCs w:val="22"/>
              </w:rPr>
            </w:pPr>
            <w:r w:rsidRPr="001A7B4B">
              <w:rPr>
                <w:rFonts w:cs="Arial"/>
                <w:szCs w:val="22"/>
              </w:rPr>
              <w:t>3 Hours</w:t>
            </w:r>
          </w:p>
        </w:tc>
        <w:tc>
          <w:tcPr>
            <w:tcW w:w="2199" w:type="dxa"/>
          </w:tcPr>
          <w:p w14:paraId="3AC8CCC9" w14:textId="77777777" w:rsidR="00B814FB" w:rsidRPr="001A7B4B" w:rsidRDefault="00B814FB" w:rsidP="00B814FB">
            <w:pPr>
              <w:pStyle w:val="Normalheadingblack"/>
              <w:rPr>
                <w:rFonts w:cs="Arial"/>
                <w:lang w:eastAsia="en-GB"/>
              </w:rPr>
            </w:pPr>
            <w:r w:rsidRPr="001A7B4B">
              <w:rPr>
                <w:rFonts w:cs="Arial"/>
                <w:lang w:eastAsia="en-GB"/>
              </w:rPr>
              <w:t>Outcome 2 Install plumbing and heating systems</w:t>
            </w:r>
          </w:p>
          <w:p w14:paraId="44650293" w14:textId="77777777" w:rsidR="00255AF8" w:rsidRPr="001A7B4B" w:rsidRDefault="00255AF8" w:rsidP="00255AF8">
            <w:pPr>
              <w:pStyle w:val="Normalheadingblack"/>
              <w:rPr>
                <w:rFonts w:cs="Arial"/>
                <w:szCs w:val="22"/>
                <w:lang w:eastAsia="en-GB"/>
              </w:rPr>
            </w:pPr>
          </w:p>
        </w:tc>
        <w:tc>
          <w:tcPr>
            <w:tcW w:w="3135" w:type="dxa"/>
          </w:tcPr>
          <w:p w14:paraId="7220AD26" w14:textId="77777777" w:rsidR="00A62359" w:rsidRPr="001A7B4B" w:rsidRDefault="00A62359" w:rsidP="008861CF">
            <w:pPr>
              <w:pStyle w:val="Normalheadingblack"/>
              <w:spacing w:before="0" w:after="0"/>
              <w:rPr>
                <w:b w:val="0"/>
              </w:rPr>
            </w:pPr>
            <w:r w:rsidRPr="001A7B4B">
              <w:rPr>
                <w:b w:val="0"/>
              </w:rPr>
              <w:t>S2.4 Mark out requirements</w:t>
            </w:r>
          </w:p>
          <w:p w14:paraId="6A9F6C49" w14:textId="77777777" w:rsidR="00A62359" w:rsidRPr="001A7B4B" w:rsidRDefault="00A62359" w:rsidP="008861CF">
            <w:pPr>
              <w:pStyle w:val="Normalheadingblack"/>
              <w:spacing w:before="0" w:after="0"/>
              <w:rPr>
                <w:b w:val="0"/>
              </w:rPr>
            </w:pPr>
          </w:p>
          <w:p w14:paraId="010A1280" w14:textId="77777777" w:rsidR="00A62359" w:rsidRPr="001A7B4B" w:rsidRDefault="00A62359" w:rsidP="008861CF">
            <w:pPr>
              <w:pStyle w:val="Normalheadingblack"/>
              <w:spacing w:before="0" w:after="0"/>
              <w:rPr>
                <w:b w:val="0"/>
              </w:rPr>
            </w:pPr>
            <w:r w:rsidRPr="001A7B4B">
              <w:rPr>
                <w:b w:val="0"/>
              </w:rPr>
              <w:t>S2.7 Cut pipes</w:t>
            </w:r>
          </w:p>
          <w:p w14:paraId="7A747424" w14:textId="77777777" w:rsidR="00255AF8" w:rsidRPr="001A7B4B" w:rsidRDefault="00255AF8" w:rsidP="00255AF8">
            <w:pPr>
              <w:pStyle w:val="Normalheadingblack"/>
              <w:rPr>
                <w:rFonts w:cs="Arial"/>
                <w:szCs w:val="22"/>
                <w:lang w:eastAsia="en-GB"/>
              </w:rPr>
            </w:pPr>
          </w:p>
        </w:tc>
        <w:tc>
          <w:tcPr>
            <w:tcW w:w="5785" w:type="dxa"/>
          </w:tcPr>
          <w:p w14:paraId="547607DC" w14:textId="3A27263F" w:rsidR="008113A8" w:rsidRPr="001A7B4B" w:rsidRDefault="008113A8" w:rsidP="005A6BDF">
            <w:pPr>
              <w:pStyle w:val="Normalheadingblue"/>
              <w:spacing w:before="0" w:after="0"/>
              <w:rPr>
                <w:rFonts w:cs="Arial"/>
                <w:color w:val="auto"/>
                <w:szCs w:val="22"/>
              </w:rPr>
            </w:pPr>
            <w:r w:rsidRPr="001A7B4B">
              <w:rPr>
                <w:rFonts w:cs="Arial"/>
                <w:color w:val="auto"/>
                <w:szCs w:val="22"/>
              </w:rPr>
              <w:t>Activities</w:t>
            </w:r>
            <w:r w:rsidR="008861CF" w:rsidRPr="001A7B4B">
              <w:rPr>
                <w:rFonts w:cs="Arial"/>
                <w:color w:val="auto"/>
                <w:szCs w:val="22"/>
              </w:rPr>
              <w:t>:</w:t>
            </w:r>
          </w:p>
          <w:p w14:paraId="4F18598A" w14:textId="77777777" w:rsidR="0084215D" w:rsidRPr="001A7B4B" w:rsidRDefault="008113A8" w:rsidP="005A6BDF">
            <w:pPr>
              <w:pStyle w:val="Normalheadingblue"/>
              <w:spacing w:before="0" w:after="0"/>
              <w:rPr>
                <w:rFonts w:cs="Arial"/>
                <w:color w:val="auto"/>
                <w:szCs w:val="22"/>
              </w:rPr>
            </w:pPr>
            <w:r w:rsidRPr="001A7B4B">
              <w:rPr>
                <w:rFonts w:cs="Arial"/>
                <w:color w:val="auto"/>
                <w:szCs w:val="22"/>
              </w:rPr>
              <w:t>Starter task example:</w:t>
            </w:r>
          </w:p>
          <w:p w14:paraId="742FDC12" w14:textId="77777777" w:rsidR="0084215D" w:rsidRPr="001A7B4B" w:rsidRDefault="0084215D" w:rsidP="002C017C">
            <w:pPr>
              <w:pStyle w:val="Normalheadingblue"/>
              <w:numPr>
                <w:ilvl w:val="0"/>
                <w:numId w:val="7"/>
              </w:numPr>
              <w:spacing w:before="0" w:after="0"/>
              <w:rPr>
                <w:rFonts w:cs="Arial"/>
                <w:color w:val="auto"/>
                <w:szCs w:val="22"/>
              </w:rPr>
            </w:pPr>
            <w:r w:rsidRPr="001A7B4B">
              <w:rPr>
                <w:rFonts w:cs="Arial"/>
                <w:b w:val="0"/>
                <w:color w:val="auto"/>
              </w:rPr>
              <w:t>Match tools to pipe cutting types (drag and drop or flashcards).</w:t>
            </w:r>
          </w:p>
          <w:p w14:paraId="6B1A8FAE" w14:textId="77777777" w:rsidR="008113A8" w:rsidRPr="001A7B4B" w:rsidRDefault="008113A8" w:rsidP="005A6BDF">
            <w:pPr>
              <w:pStyle w:val="Normalheadingblue"/>
              <w:spacing w:before="0" w:after="0"/>
              <w:rPr>
                <w:rFonts w:cs="Arial"/>
                <w:color w:val="auto"/>
                <w:szCs w:val="22"/>
              </w:rPr>
            </w:pPr>
          </w:p>
          <w:p w14:paraId="7506EAD6" w14:textId="5982C3C5" w:rsidR="008113A8" w:rsidRPr="001A7B4B" w:rsidRDefault="008113A8" w:rsidP="005A6BDF">
            <w:pPr>
              <w:pStyle w:val="Normalheadingblue"/>
              <w:spacing w:before="0" w:after="0"/>
              <w:rPr>
                <w:rFonts w:cs="Arial"/>
                <w:color w:val="auto"/>
                <w:szCs w:val="22"/>
              </w:rPr>
            </w:pPr>
            <w:r w:rsidRPr="001A7B4B">
              <w:rPr>
                <w:rFonts w:cs="Arial"/>
                <w:color w:val="auto"/>
                <w:szCs w:val="22"/>
              </w:rPr>
              <w:t>Delivery</w:t>
            </w:r>
            <w:r w:rsidR="008861CF" w:rsidRPr="001A7B4B">
              <w:rPr>
                <w:rFonts w:cs="Arial"/>
                <w:color w:val="auto"/>
                <w:szCs w:val="22"/>
              </w:rPr>
              <w:t xml:space="preserve"> focus</w:t>
            </w:r>
            <w:r w:rsidRPr="001A7B4B">
              <w:rPr>
                <w:rFonts w:cs="Arial"/>
                <w:color w:val="auto"/>
                <w:szCs w:val="22"/>
              </w:rPr>
              <w:t>:</w:t>
            </w:r>
          </w:p>
          <w:p w14:paraId="256C11D9" w14:textId="77777777" w:rsidR="004A7700" w:rsidRPr="001A7B4B" w:rsidRDefault="00846B24" w:rsidP="006C5A83">
            <w:pPr>
              <w:pStyle w:val="Normalheadingblue"/>
              <w:spacing w:before="0" w:after="0"/>
              <w:rPr>
                <w:rFonts w:cs="Arial"/>
                <w:b w:val="0"/>
                <w:color w:val="auto"/>
                <w:szCs w:val="22"/>
              </w:rPr>
            </w:pPr>
            <w:r w:rsidRPr="001A7B4B">
              <w:rPr>
                <w:rFonts w:cs="Arial"/>
                <w:color w:val="auto"/>
                <w:szCs w:val="22"/>
              </w:rPr>
              <w:t>Practical session</w:t>
            </w:r>
            <w:r w:rsidRPr="001A7B4B">
              <w:rPr>
                <w:rFonts w:cs="Arial"/>
                <w:b w:val="0"/>
                <w:color w:val="auto"/>
                <w:szCs w:val="22"/>
              </w:rPr>
              <w:t xml:space="preserve"> </w:t>
            </w:r>
            <w:r w:rsidR="004A7700" w:rsidRPr="001A7B4B">
              <w:rPr>
                <w:rFonts w:cs="Arial"/>
                <w:b w:val="0"/>
                <w:color w:val="auto"/>
                <w:szCs w:val="22"/>
              </w:rPr>
              <w:t>-</w:t>
            </w:r>
            <w:r w:rsidRPr="001A7B4B">
              <w:rPr>
                <w:rFonts w:cs="Arial"/>
                <w:b w:val="0"/>
                <w:color w:val="auto"/>
                <w:szCs w:val="22"/>
              </w:rPr>
              <w:t xml:space="preserve"> </w:t>
            </w:r>
            <w:r w:rsidRPr="001A7B4B">
              <w:rPr>
                <w:rFonts w:cs="Arial"/>
                <w:color w:val="auto"/>
                <w:szCs w:val="22"/>
              </w:rPr>
              <w:t>pipe skills</w:t>
            </w:r>
            <w:r w:rsidRPr="001A7B4B">
              <w:rPr>
                <w:rFonts w:cs="Arial"/>
                <w:b w:val="0"/>
                <w:color w:val="auto"/>
                <w:szCs w:val="22"/>
              </w:rPr>
              <w:t xml:space="preserve"> including</w:t>
            </w:r>
            <w:r w:rsidR="004A7700" w:rsidRPr="001A7B4B">
              <w:rPr>
                <w:rFonts w:cs="Arial"/>
                <w:b w:val="0"/>
                <w:color w:val="auto"/>
                <w:szCs w:val="22"/>
              </w:rPr>
              <w:t>:</w:t>
            </w:r>
          </w:p>
          <w:p w14:paraId="3DF58048" w14:textId="2414047F" w:rsidR="00846B24" w:rsidRPr="001A7B4B" w:rsidRDefault="00846B24" w:rsidP="002C017C">
            <w:pPr>
              <w:pStyle w:val="Normalheadingblue"/>
              <w:numPr>
                <w:ilvl w:val="0"/>
                <w:numId w:val="5"/>
              </w:numPr>
              <w:spacing w:before="0" w:after="0"/>
              <w:rPr>
                <w:rFonts w:cs="Arial"/>
                <w:b w:val="0"/>
                <w:color w:val="auto"/>
                <w:szCs w:val="22"/>
              </w:rPr>
            </w:pPr>
            <w:r w:rsidRPr="001A7B4B">
              <w:rPr>
                <w:rFonts w:cs="Arial"/>
                <w:b w:val="0"/>
                <w:color w:val="auto"/>
                <w:szCs w:val="22"/>
              </w:rPr>
              <w:t>measure, marking and cutting of a range of pipe materials.</w:t>
            </w:r>
          </w:p>
          <w:p w14:paraId="0E472AD1" w14:textId="43463E21" w:rsidR="004B4C7B" w:rsidRPr="001A7B4B" w:rsidRDefault="00116A2E" w:rsidP="002C017C">
            <w:pPr>
              <w:pStyle w:val="Normalheadingblue"/>
              <w:numPr>
                <w:ilvl w:val="0"/>
                <w:numId w:val="5"/>
              </w:numPr>
              <w:spacing w:before="0" w:after="0"/>
              <w:rPr>
                <w:rFonts w:cs="Arial"/>
                <w:b w:val="0"/>
                <w:color w:val="auto"/>
                <w:szCs w:val="22"/>
              </w:rPr>
            </w:pPr>
            <w:r w:rsidRPr="001A7B4B">
              <w:rPr>
                <w:rFonts w:cs="Arial"/>
                <w:b w:val="0"/>
                <w:color w:val="auto"/>
                <w:szCs w:val="22"/>
              </w:rPr>
              <w:t>Students</w:t>
            </w:r>
            <w:r w:rsidR="004B4C7B" w:rsidRPr="001A7B4B">
              <w:rPr>
                <w:rFonts w:cs="Arial"/>
                <w:b w:val="0"/>
                <w:color w:val="auto"/>
                <w:szCs w:val="22"/>
              </w:rPr>
              <w:t xml:space="preserve"> should be able to measure </w:t>
            </w:r>
            <w:r w:rsidR="006C5A83" w:rsidRPr="001A7B4B">
              <w:rPr>
                <w:rFonts w:cs="Arial"/>
                <w:b w:val="0"/>
                <w:color w:val="auto"/>
                <w:szCs w:val="22"/>
              </w:rPr>
              <w:t>end-to-end, centre-to-end and centre-to-centre</w:t>
            </w:r>
            <w:r w:rsidR="004B4C7B" w:rsidRPr="001A7B4B">
              <w:rPr>
                <w:rFonts w:cs="Arial"/>
                <w:b w:val="0"/>
                <w:color w:val="auto"/>
                <w:szCs w:val="22"/>
              </w:rPr>
              <w:t xml:space="preserve"> whilst creating straight cuts.</w:t>
            </w:r>
          </w:p>
          <w:p w14:paraId="5B42538A" w14:textId="77777777" w:rsidR="0084215D" w:rsidRPr="001A7B4B" w:rsidRDefault="0084215D" w:rsidP="002C017C">
            <w:pPr>
              <w:pStyle w:val="ListParagraph"/>
              <w:numPr>
                <w:ilvl w:val="0"/>
                <w:numId w:val="5"/>
              </w:numPr>
              <w:spacing w:before="0" w:after="0"/>
              <w:contextualSpacing w:val="0"/>
              <w:rPr>
                <w:rFonts w:cs="Arial"/>
              </w:rPr>
            </w:pPr>
            <w:r w:rsidRPr="001A7B4B">
              <w:rPr>
                <w:rFonts w:cs="Arial"/>
              </w:rPr>
              <w:t>Demonstration of safe marking and cutting on copper and plastic pipes.</w:t>
            </w:r>
          </w:p>
          <w:p w14:paraId="34700BA1" w14:textId="77777777" w:rsidR="005E0DD6" w:rsidRPr="001A7B4B" w:rsidRDefault="005E0DD6" w:rsidP="005E0DD6">
            <w:pPr>
              <w:pStyle w:val="ListParagraph"/>
              <w:spacing w:before="0" w:after="0"/>
              <w:ind w:left="360"/>
              <w:contextualSpacing w:val="0"/>
              <w:rPr>
                <w:rFonts w:cs="Arial"/>
              </w:rPr>
            </w:pPr>
          </w:p>
          <w:p w14:paraId="1A8BB724" w14:textId="04547A2B" w:rsidR="00846B24" w:rsidRPr="001A7B4B" w:rsidRDefault="0084215D" w:rsidP="006C5A83">
            <w:pPr>
              <w:spacing w:before="0" w:after="0" w:line="240" w:lineRule="auto"/>
              <w:rPr>
                <w:rFonts w:cs="Arial"/>
              </w:rPr>
            </w:pPr>
            <w:r w:rsidRPr="001A7B4B">
              <w:rPr>
                <w:rFonts w:cs="Arial"/>
              </w:rPr>
              <w:t>Tutor demonstration of marking and cutting</w:t>
            </w:r>
            <w:r w:rsidR="005E0DD6" w:rsidRPr="001A7B4B">
              <w:rPr>
                <w:rFonts w:cs="Arial"/>
              </w:rPr>
              <w:t>,</w:t>
            </w:r>
            <w:r w:rsidR="00846B24" w:rsidRPr="001A7B4B">
              <w:rPr>
                <w:rFonts w:cs="Arial"/>
              </w:rPr>
              <w:t xml:space="preserve"> including:</w:t>
            </w:r>
          </w:p>
          <w:p w14:paraId="7CFDAA07" w14:textId="77777777" w:rsidR="00846B24" w:rsidRPr="001A7B4B" w:rsidRDefault="00705BAF" w:rsidP="002C017C">
            <w:pPr>
              <w:pStyle w:val="ListParagraph"/>
              <w:numPr>
                <w:ilvl w:val="0"/>
                <w:numId w:val="5"/>
              </w:numPr>
              <w:spacing w:before="0" w:after="0" w:line="240" w:lineRule="auto"/>
              <w:contextualSpacing w:val="0"/>
              <w:rPr>
                <w:rStyle w:val="scxw239528614"/>
                <w:rFonts w:cs="Arial"/>
                <w:szCs w:val="22"/>
                <w:shd w:val="clear" w:color="auto" w:fill="FFFFFF"/>
                <w:lang w:val="en-US"/>
              </w:rPr>
            </w:pPr>
            <w:r w:rsidRPr="001A7B4B">
              <w:rPr>
                <w:rStyle w:val="normaltextrun"/>
                <w:rFonts w:cs="Arial"/>
                <w:szCs w:val="22"/>
                <w:shd w:val="clear" w:color="auto" w:fill="FFFFFF"/>
                <w:lang w:val="en-US"/>
              </w:rPr>
              <w:t>measuring tape</w:t>
            </w:r>
            <w:r w:rsidRPr="001A7B4B">
              <w:rPr>
                <w:rStyle w:val="scxw239528614"/>
                <w:rFonts w:cs="Arial"/>
                <w:szCs w:val="22"/>
                <w:shd w:val="clear" w:color="auto" w:fill="FFFFFF"/>
              </w:rPr>
              <w:t> </w:t>
            </w:r>
          </w:p>
          <w:p w14:paraId="2A70D976" w14:textId="77777777" w:rsidR="00846B24" w:rsidRPr="001A7B4B" w:rsidRDefault="00705BAF" w:rsidP="002C017C">
            <w:pPr>
              <w:pStyle w:val="ListParagraph"/>
              <w:numPr>
                <w:ilvl w:val="0"/>
                <w:numId w:val="5"/>
              </w:numPr>
              <w:spacing w:before="0" w:after="0" w:line="240" w:lineRule="auto"/>
              <w:contextualSpacing w:val="0"/>
              <w:rPr>
                <w:rStyle w:val="scxw239528614"/>
                <w:rFonts w:cs="Arial"/>
                <w:szCs w:val="22"/>
                <w:shd w:val="clear" w:color="auto" w:fill="FFFFFF"/>
                <w:lang w:val="en-US"/>
              </w:rPr>
            </w:pPr>
            <w:r w:rsidRPr="001A7B4B">
              <w:rPr>
                <w:rStyle w:val="normaltextrun"/>
                <w:rFonts w:cs="Arial"/>
                <w:szCs w:val="22"/>
                <w:shd w:val="clear" w:color="auto" w:fill="FFFFFF"/>
                <w:lang w:val="en-US"/>
              </w:rPr>
              <w:t>marker</w:t>
            </w:r>
            <w:r w:rsidRPr="001A7B4B">
              <w:rPr>
                <w:rStyle w:val="scxw239528614"/>
                <w:rFonts w:cs="Arial"/>
                <w:szCs w:val="22"/>
                <w:shd w:val="clear" w:color="auto" w:fill="FFFFFF"/>
              </w:rPr>
              <w:t> </w:t>
            </w:r>
          </w:p>
          <w:p w14:paraId="465354B7" w14:textId="77777777" w:rsidR="00846B24" w:rsidRPr="001A7B4B" w:rsidRDefault="00705BAF" w:rsidP="002C017C">
            <w:pPr>
              <w:pStyle w:val="ListParagraph"/>
              <w:numPr>
                <w:ilvl w:val="0"/>
                <w:numId w:val="5"/>
              </w:numPr>
              <w:spacing w:before="0" w:after="0" w:line="240" w:lineRule="auto"/>
              <w:contextualSpacing w:val="0"/>
              <w:rPr>
                <w:rStyle w:val="normaltextrun"/>
                <w:rFonts w:cs="Arial"/>
                <w:szCs w:val="22"/>
                <w:shd w:val="clear" w:color="auto" w:fill="FFFFFF"/>
                <w:lang w:val="en-US"/>
              </w:rPr>
            </w:pPr>
            <w:r w:rsidRPr="001A7B4B">
              <w:rPr>
                <w:rStyle w:val="normaltextrun"/>
                <w:rFonts w:cs="Arial"/>
                <w:szCs w:val="22"/>
                <w:shd w:val="clear" w:color="auto" w:fill="FFFFFF"/>
                <w:lang w:val="en-US"/>
              </w:rPr>
              <w:t>Cutting tools:</w:t>
            </w:r>
          </w:p>
          <w:p w14:paraId="05E5C9F3" w14:textId="5E385F22" w:rsidR="00846B24" w:rsidRPr="001A7B4B" w:rsidRDefault="00705BAF" w:rsidP="002C017C">
            <w:pPr>
              <w:pStyle w:val="ListParagraph"/>
              <w:numPr>
                <w:ilvl w:val="1"/>
                <w:numId w:val="5"/>
              </w:numPr>
              <w:spacing w:before="0" w:after="0" w:line="240" w:lineRule="auto"/>
              <w:contextualSpacing w:val="0"/>
              <w:rPr>
                <w:rStyle w:val="scxw239528614"/>
                <w:rFonts w:cs="Arial"/>
                <w:szCs w:val="22"/>
                <w:shd w:val="clear" w:color="auto" w:fill="FFFFFF"/>
                <w:lang w:val="en-US"/>
              </w:rPr>
            </w:pPr>
            <w:r w:rsidRPr="001A7B4B">
              <w:rPr>
                <w:rStyle w:val="normaltextrun"/>
                <w:rFonts w:cs="Arial"/>
                <w:szCs w:val="22"/>
                <w:shd w:val="clear" w:color="auto" w:fill="FFFFFF"/>
                <w:lang w:val="en-US"/>
              </w:rPr>
              <w:t>pipe cutter</w:t>
            </w:r>
            <w:r w:rsidRPr="001A7B4B">
              <w:rPr>
                <w:rStyle w:val="scxw239528614"/>
                <w:rFonts w:cs="Arial"/>
                <w:szCs w:val="22"/>
                <w:shd w:val="clear" w:color="auto" w:fill="FFFFFF"/>
              </w:rPr>
              <w:t> </w:t>
            </w:r>
          </w:p>
          <w:p w14:paraId="5B811E1B" w14:textId="77777777" w:rsidR="00846B24" w:rsidRPr="001A7B4B" w:rsidRDefault="00705BAF" w:rsidP="002C017C">
            <w:pPr>
              <w:pStyle w:val="ListParagraph"/>
              <w:numPr>
                <w:ilvl w:val="1"/>
                <w:numId w:val="5"/>
              </w:numPr>
              <w:spacing w:before="0" w:after="0" w:line="240" w:lineRule="auto"/>
              <w:contextualSpacing w:val="0"/>
              <w:rPr>
                <w:rStyle w:val="scxw239528614"/>
                <w:rFonts w:cs="Arial"/>
                <w:szCs w:val="22"/>
                <w:shd w:val="clear" w:color="auto" w:fill="FFFFFF"/>
                <w:lang w:val="en-US"/>
              </w:rPr>
            </w:pPr>
            <w:r w:rsidRPr="001A7B4B">
              <w:rPr>
                <w:rStyle w:val="normaltextrun"/>
                <w:rFonts w:cs="Arial"/>
                <w:szCs w:val="22"/>
                <w:shd w:val="clear" w:color="auto" w:fill="FFFFFF"/>
                <w:lang w:val="en-US"/>
              </w:rPr>
              <w:t>hacksaw</w:t>
            </w:r>
            <w:r w:rsidRPr="001A7B4B">
              <w:rPr>
                <w:rStyle w:val="scxw239528614"/>
                <w:rFonts w:cs="Arial"/>
                <w:szCs w:val="22"/>
                <w:shd w:val="clear" w:color="auto" w:fill="FFFFFF"/>
              </w:rPr>
              <w:t> </w:t>
            </w:r>
          </w:p>
          <w:p w14:paraId="036CDFCF" w14:textId="77777777" w:rsidR="00846B24" w:rsidRPr="001A7B4B" w:rsidRDefault="00705BAF" w:rsidP="002C017C">
            <w:pPr>
              <w:pStyle w:val="ListParagraph"/>
              <w:numPr>
                <w:ilvl w:val="1"/>
                <w:numId w:val="5"/>
              </w:numPr>
              <w:spacing w:before="0" w:after="0" w:line="240" w:lineRule="auto"/>
              <w:contextualSpacing w:val="0"/>
              <w:rPr>
                <w:rFonts w:cs="Arial"/>
                <w:szCs w:val="22"/>
                <w:shd w:val="clear" w:color="auto" w:fill="FFFFFF"/>
                <w:lang w:val="en-US"/>
              </w:rPr>
            </w:pPr>
            <w:r w:rsidRPr="001A7B4B">
              <w:rPr>
                <w:rStyle w:val="normaltextrun"/>
                <w:rFonts w:cs="Arial"/>
                <w:szCs w:val="22"/>
                <w:shd w:val="clear" w:color="auto" w:fill="FFFFFF"/>
                <w:lang w:val="en-US"/>
              </w:rPr>
              <w:t>tube cutter</w:t>
            </w:r>
          </w:p>
          <w:p w14:paraId="02D2AE31" w14:textId="13B335C9" w:rsidR="008113A8" w:rsidRPr="001A7B4B" w:rsidRDefault="00116A2E" w:rsidP="004E4CD7">
            <w:pPr>
              <w:spacing w:before="0" w:after="0" w:line="240" w:lineRule="auto"/>
              <w:rPr>
                <w:rFonts w:cs="Arial"/>
              </w:rPr>
            </w:pPr>
            <w:r w:rsidRPr="001A7B4B">
              <w:rPr>
                <w:rFonts w:cs="Arial"/>
              </w:rPr>
              <w:t>Students</w:t>
            </w:r>
            <w:r w:rsidR="0084215D" w:rsidRPr="001A7B4B">
              <w:rPr>
                <w:rFonts w:cs="Arial"/>
              </w:rPr>
              <w:t xml:space="preserve"> practice on copper and plastic pipes.</w:t>
            </w:r>
          </w:p>
          <w:p w14:paraId="677144CC" w14:textId="77777777" w:rsidR="008113A8" w:rsidRPr="001A7B4B" w:rsidRDefault="008113A8" w:rsidP="005A6BDF">
            <w:pPr>
              <w:pStyle w:val="Normalheadingblue"/>
              <w:spacing w:before="0" w:after="0"/>
              <w:rPr>
                <w:rFonts w:cs="Arial"/>
                <w:color w:val="auto"/>
                <w:szCs w:val="22"/>
              </w:rPr>
            </w:pPr>
          </w:p>
          <w:p w14:paraId="7F692C63" w14:textId="6ECE7AEE" w:rsidR="008113A8" w:rsidRPr="001A7B4B" w:rsidRDefault="008113A8" w:rsidP="005A6BDF">
            <w:pPr>
              <w:pStyle w:val="Normalheadingblue"/>
              <w:spacing w:before="0" w:after="0"/>
              <w:rPr>
                <w:rFonts w:cs="Arial"/>
                <w:color w:val="auto"/>
                <w:szCs w:val="22"/>
              </w:rPr>
            </w:pPr>
            <w:r w:rsidRPr="001A7B4B">
              <w:rPr>
                <w:rFonts w:cs="Arial"/>
                <w:color w:val="auto"/>
                <w:szCs w:val="22"/>
              </w:rPr>
              <w:t xml:space="preserve">Knowledge </w:t>
            </w:r>
            <w:r w:rsidR="008861CF" w:rsidRPr="001A7B4B">
              <w:rPr>
                <w:rFonts w:cs="Arial"/>
                <w:color w:val="auto"/>
                <w:szCs w:val="22"/>
              </w:rPr>
              <w:t>C</w:t>
            </w:r>
            <w:r w:rsidRPr="001A7B4B">
              <w:rPr>
                <w:rFonts w:cs="Arial"/>
                <w:color w:val="auto"/>
                <w:szCs w:val="22"/>
              </w:rPr>
              <w:t>heck example:</w:t>
            </w:r>
          </w:p>
          <w:p w14:paraId="00D8C07D" w14:textId="77777777" w:rsidR="008113A8" w:rsidRPr="001A7B4B" w:rsidRDefault="00705BAF" w:rsidP="005A6BDF">
            <w:pPr>
              <w:pStyle w:val="Normalheadingblue"/>
              <w:spacing w:before="0" w:after="0"/>
              <w:rPr>
                <w:rFonts w:cs="Arial"/>
                <w:b w:val="0"/>
                <w:color w:val="auto"/>
                <w:szCs w:val="22"/>
              </w:rPr>
            </w:pPr>
            <w:r w:rsidRPr="001A7B4B">
              <w:rPr>
                <w:rStyle w:val="normaltextrun"/>
                <w:rFonts w:cs="Arial"/>
                <w:b w:val="0"/>
                <w:color w:val="auto"/>
                <w:szCs w:val="22"/>
                <w:bdr w:val="none" w:sz="0" w:space="0" w:color="auto" w:frame="1"/>
                <w:lang w:val="en-US"/>
              </w:rPr>
              <w:t>Peer review of marked and cut sample.</w:t>
            </w:r>
          </w:p>
          <w:p w14:paraId="165D2BE4" w14:textId="77777777" w:rsidR="008113A8" w:rsidRPr="001A7B4B" w:rsidRDefault="008113A8" w:rsidP="005A6BDF">
            <w:pPr>
              <w:pStyle w:val="Normalheadingblue"/>
              <w:spacing w:before="0" w:after="0"/>
              <w:rPr>
                <w:rFonts w:cs="Arial"/>
                <w:color w:val="auto"/>
                <w:szCs w:val="22"/>
              </w:rPr>
            </w:pPr>
          </w:p>
          <w:p w14:paraId="0F699150" w14:textId="0AF31E33" w:rsidR="008113A8" w:rsidRPr="001A7B4B" w:rsidRDefault="008113A8" w:rsidP="005A6BDF">
            <w:pPr>
              <w:pStyle w:val="Normalheadingblue"/>
              <w:spacing w:before="0" w:after="0"/>
              <w:rPr>
                <w:rFonts w:cs="Arial"/>
                <w:color w:val="auto"/>
                <w:szCs w:val="22"/>
              </w:rPr>
            </w:pPr>
            <w:r w:rsidRPr="001A7B4B">
              <w:rPr>
                <w:rFonts w:cs="Arial"/>
                <w:color w:val="auto"/>
                <w:szCs w:val="22"/>
              </w:rPr>
              <w:t>Resources</w:t>
            </w:r>
            <w:r w:rsidR="008861CF" w:rsidRPr="001A7B4B">
              <w:rPr>
                <w:rFonts w:cs="Arial"/>
                <w:color w:val="auto"/>
                <w:szCs w:val="22"/>
              </w:rPr>
              <w:t>:</w:t>
            </w:r>
          </w:p>
          <w:p w14:paraId="027492BD" w14:textId="009A1AEB" w:rsidR="00255AF8" w:rsidRPr="001A7B4B" w:rsidRDefault="00385936" w:rsidP="005A6BDF">
            <w:pPr>
              <w:pStyle w:val="Normalheadingblue"/>
              <w:spacing w:before="0" w:after="0"/>
              <w:rPr>
                <w:rStyle w:val="normaltextrun"/>
                <w:rFonts w:cs="Arial"/>
                <w:b w:val="0"/>
                <w:color w:val="auto"/>
                <w:szCs w:val="22"/>
                <w:shd w:val="clear" w:color="auto" w:fill="FFFFFF"/>
                <w:lang w:val="en-US"/>
              </w:rPr>
            </w:pPr>
            <w:r w:rsidRPr="001A7B4B">
              <w:rPr>
                <w:rStyle w:val="normaltextrun"/>
                <w:rFonts w:cs="Arial"/>
                <w:b w:val="0"/>
                <w:color w:val="auto"/>
                <w:szCs w:val="22"/>
                <w:shd w:val="clear" w:color="auto" w:fill="FFFFFF"/>
                <w:lang w:val="en-US"/>
              </w:rPr>
              <w:t>M</w:t>
            </w:r>
            <w:r w:rsidR="00846B24" w:rsidRPr="001A7B4B">
              <w:rPr>
                <w:rStyle w:val="normaltextrun"/>
                <w:rFonts w:cs="Arial"/>
                <w:b w:val="0"/>
                <w:color w:val="auto"/>
                <w:szCs w:val="22"/>
                <w:shd w:val="clear" w:color="auto" w:fill="FFFFFF"/>
                <w:lang w:val="en-US"/>
              </w:rPr>
              <w:t>easuring tape</w:t>
            </w:r>
            <w:r w:rsidR="00846B24" w:rsidRPr="001A7B4B">
              <w:rPr>
                <w:rStyle w:val="scxw239528614"/>
                <w:rFonts w:cs="Arial"/>
                <w:b w:val="0"/>
                <w:color w:val="auto"/>
                <w:szCs w:val="22"/>
                <w:shd w:val="clear" w:color="auto" w:fill="FFFFFF"/>
              </w:rPr>
              <w:t> </w:t>
            </w:r>
            <w:r w:rsidR="00846B24" w:rsidRPr="001A7B4B">
              <w:rPr>
                <w:rFonts w:cs="Arial"/>
                <w:color w:val="auto"/>
                <w:szCs w:val="22"/>
                <w:shd w:val="clear" w:color="auto" w:fill="FFFFFF"/>
              </w:rPr>
              <w:br/>
            </w:r>
            <w:r w:rsidRPr="001A7B4B">
              <w:rPr>
                <w:rStyle w:val="normaltextrun"/>
                <w:rFonts w:cs="Arial"/>
                <w:b w:val="0"/>
                <w:color w:val="auto"/>
                <w:szCs w:val="22"/>
                <w:shd w:val="clear" w:color="auto" w:fill="FFFFFF"/>
                <w:lang w:val="en-US"/>
              </w:rPr>
              <w:t>M</w:t>
            </w:r>
            <w:r w:rsidR="00846B24" w:rsidRPr="001A7B4B">
              <w:rPr>
                <w:rStyle w:val="normaltextrun"/>
                <w:rFonts w:cs="Arial"/>
                <w:b w:val="0"/>
                <w:color w:val="auto"/>
                <w:szCs w:val="22"/>
                <w:shd w:val="clear" w:color="auto" w:fill="FFFFFF"/>
                <w:lang w:val="en-US"/>
              </w:rPr>
              <w:t>arker</w:t>
            </w:r>
            <w:r w:rsidR="00846B24" w:rsidRPr="001A7B4B">
              <w:rPr>
                <w:rStyle w:val="scxw239528614"/>
                <w:rFonts w:cs="Arial"/>
                <w:b w:val="0"/>
                <w:color w:val="auto"/>
                <w:szCs w:val="22"/>
                <w:shd w:val="clear" w:color="auto" w:fill="FFFFFF"/>
              </w:rPr>
              <w:t> </w:t>
            </w:r>
            <w:r w:rsidR="00846B24" w:rsidRPr="001A7B4B">
              <w:rPr>
                <w:rFonts w:cs="Arial"/>
                <w:color w:val="auto"/>
                <w:szCs w:val="22"/>
                <w:shd w:val="clear" w:color="auto" w:fill="FFFFFF"/>
              </w:rPr>
              <w:br/>
            </w:r>
            <w:r w:rsidR="00846B24" w:rsidRPr="001A7B4B">
              <w:rPr>
                <w:rStyle w:val="normaltextrun"/>
                <w:rFonts w:cs="Arial"/>
                <w:b w:val="0"/>
                <w:color w:val="auto"/>
                <w:szCs w:val="22"/>
                <w:shd w:val="clear" w:color="auto" w:fill="FFFFFF"/>
                <w:lang w:val="en-US"/>
              </w:rPr>
              <w:t>Cutting tools</w:t>
            </w:r>
            <w:r w:rsidR="00846B24" w:rsidRPr="001A7B4B">
              <w:rPr>
                <w:rFonts w:cs="Arial"/>
                <w:color w:val="auto"/>
                <w:szCs w:val="22"/>
                <w:shd w:val="clear" w:color="auto" w:fill="FFFFFF"/>
              </w:rPr>
              <w:br/>
            </w:r>
            <w:r w:rsidRPr="001A7B4B">
              <w:rPr>
                <w:rStyle w:val="normaltextrun"/>
                <w:rFonts w:cs="Arial"/>
                <w:b w:val="0"/>
                <w:color w:val="auto"/>
                <w:szCs w:val="22"/>
                <w:shd w:val="clear" w:color="auto" w:fill="FFFFFF"/>
                <w:lang w:val="en-US"/>
              </w:rPr>
              <w:t>P</w:t>
            </w:r>
            <w:r w:rsidR="00846B24" w:rsidRPr="001A7B4B">
              <w:rPr>
                <w:rStyle w:val="normaltextrun"/>
                <w:rFonts w:cs="Arial"/>
                <w:b w:val="0"/>
                <w:color w:val="auto"/>
                <w:szCs w:val="22"/>
                <w:shd w:val="clear" w:color="auto" w:fill="FFFFFF"/>
                <w:lang w:val="en-US"/>
              </w:rPr>
              <w:t>ipe cutter</w:t>
            </w:r>
            <w:r w:rsidR="00846B24" w:rsidRPr="001A7B4B">
              <w:rPr>
                <w:rStyle w:val="scxw239528614"/>
                <w:rFonts w:cs="Arial"/>
                <w:b w:val="0"/>
                <w:color w:val="auto"/>
                <w:szCs w:val="22"/>
                <w:shd w:val="clear" w:color="auto" w:fill="FFFFFF"/>
              </w:rPr>
              <w:t> </w:t>
            </w:r>
            <w:r w:rsidR="00846B24" w:rsidRPr="001A7B4B">
              <w:rPr>
                <w:rFonts w:cs="Arial"/>
                <w:color w:val="auto"/>
                <w:szCs w:val="22"/>
                <w:shd w:val="clear" w:color="auto" w:fill="FFFFFF"/>
              </w:rPr>
              <w:br/>
            </w:r>
            <w:r w:rsidRPr="001A7B4B">
              <w:rPr>
                <w:rStyle w:val="normaltextrun"/>
                <w:rFonts w:cs="Arial"/>
                <w:b w:val="0"/>
                <w:color w:val="auto"/>
                <w:szCs w:val="22"/>
                <w:shd w:val="clear" w:color="auto" w:fill="FFFFFF"/>
                <w:lang w:val="en-US"/>
              </w:rPr>
              <w:t>H</w:t>
            </w:r>
            <w:r w:rsidR="00846B24" w:rsidRPr="001A7B4B">
              <w:rPr>
                <w:rStyle w:val="normaltextrun"/>
                <w:rFonts w:cs="Arial"/>
                <w:b w:val="0"/>
                <w:color w:val="auto"/>
                <w:szCs w:val="22"/>
                <w:shd w:val="clear" w:color="auto" w:fill="FFFFFF"/>
                <w:lang w:val="en-US"/>
              </w:rPr>
              <w:t>acksaw</w:t>
            </w:r>
            <w:r w:rsidR="00846B24" w:rsidRPr="001A7B4B">
              <w:rPr>
                <w:rStyle w:val="scxw239528614"/>
                <w:rFonts w:cs="Arial"/>
                <w:b w:val="0"/>
                <w:color w:val="auto"/>
                <w:szCs w:val="22"/>
                <w:shd w:val="clear" w:color="auto" w:fill="FFFFFF"/>
              </w:rPr>
              <w:t> </w:t>
            </w:r>
            <w:r w:rsidR="00846B24" w:rsidRPr="001A7B4B">
              <w:rPr>
                <w:rFonts w:cs="Arial"/>
                <w:color w:val="auto"/>
                <w:szCs w:val="22"/>
                <w:shd w:val="clear" w:color="auto" w:fill="FFFFFF"/>
              </w:rPr>
              <w:br/>
            </w:r>
            <w:r w:rsidRPr="001A7B4B">
              <w:rPr>
                <w:rStyle w:val="normaltextrun"/>
                <w:rFonts w:cs="Arial"/>
                <w:b w:val="0"/>
                <w:color w:val="auto"/>
                <w:szCs w:val="22"/>
                <w:shd w:val="clear" w:color="auto" w:fill="FFFFFF"/>
                <w:lang w:val="en-US"/>
              </w:rPr>
              <w:t>T</w:t>
            </w:r>
            <w:r w:rsidR="00846B24" w:rsidRPr="001A7B4B">
              <w:rPr>
                <w:rStyle w:val="normaltextrun"/>
                <w:rFonts w:cs="Arial"/>
                <w:b w:val="0"/>
                <w:color w:val="auto"/>
                <w:szCs w:val="22"/>
                <w:shd w:val="clear" w:color="auto" w:fill="FFFFFF"/>
                <w:lang w:val="en-US"/>
              </w:rPr>
              <w:t>ube cutter</w:t>
            </w:r>
          </w:p>
          <w:p w14:paraId="5FF873FA" w14:textId="77777777" w:rsidR="005A6BDF" w:rsidRPr="001A7B4B" w:rsidRDefault="005A6BDF" w:rsidP="005A6BDF">
            <w:pPr>
              <w:pStyle w:val="Normalheadingblue"/>
              <w:spacing w:before="0" w:after="0"/>
              <w:rPr>
                <w:rFonts w:cs="Arial"/>
                <w:color w:val="auto"/>
                <w:szCs w:val="22"/>
              </w:rPr>
            </w:pPr>
          </w:p>
        </w:tc>
        <w:tc>
          <w:tcPr>
            <w:tcW w:w="2246" w:type="dxa"/>
          </w:tcPr>
          <w:p w14:paraId="59863212" w14:textId="77777777" w:rsidR="00DD207A" w:rsidRDefault="008A57D2" w:rsidP="005E0DD6">
            <w:pPr>
              <w:spacing w:before="0" w:after="0"/>
            </w:pPr>
            <w:r>
              <w:lastRenderedPageBreak/>
              <w:t>Measure E-E</w:t>
            </w:r>
            <w:r>
              <w:br/>
              <w:t>Measure C-E</w:t>
            </w:r>
            <w:r>
              <w:br/>
              <w:t>Measure C-C</w:t>
            </w:r>
            <w:r>
              <w:br/>
            </w:r>
            <w:r>
              <w:br/>
              <w:t>Produce straight cuts</w:t>
            </w:r>
            <w:r>
              <w:br/>
              <w:t>Maths skills (measurement, scale, calculation, costing)</w:t>
            </w:r>
          </w:p>
        </w:tc>
      </w:tr>
      <w:tr w:rsidR="002267BA" w:rsidRPr="00634DF8" w14:paraId="3435100D" w14:textId="77777777" w:rsidTr="24BA986D">
        <w:trPr>
          <w:trHeight w:val="300"/>
          <w:jc w:val="center"/>
        </w:trPr>
        <w:tc>
          <w:tcPr>
            <w:tcW w:w="1297" w:type="dxa"/>
          </w:tcPr>
          <w:p w14:paraId="6B9F4416" w14:textId="77777777" w:rsidR="002267BA" w:rsidRPr="001A7B4B" w:rsidRDefault="002267BA" w:rsidP="002267BA">
            <w:pPr>
              <w:jc w:val="center"/>
              <w:rPr>
                <w:rFonts w:cs="Arial"/>
                <w:b/>
                <w:bCs/>
                <w:szCs w:val="22"/>
              </w:rPr>
            </w:pPr>
            <w:r w:rsidRPr="001A7B4B">
              <w:rPr>
                <w:rFonts w:cs="Arial"/>
                <w:b/>
                <w:bCs/>
                <w:szCs w:val="22"/>
              </w:rPr>
              <w:t>18</w:t>
            </w:r>
          </w:p>
          <w:p w14:paraId="5803F46E" w14:textId="77777777" w:rsidR="002267BA" w:rsidRPr="001A7B4B" w:rsidRDefault="002267BA" w:rsidP="002267BA">
            <w:pPr>
              <w:jc w:val="center"/>
              <w:rPr>
                <w:rFonts w:cs="Arial"/>
                <w:b/>
                <w:szCs w:val="22"/>
              </w:rPr>
            </w:pPr>
            <w:r w:rsidRPr="001A7B4B">
              <w:rPr>
                <w:rFonts w:cs="Arial"/>
                <w:szCs w:val="22"/>
              </w:rPr>
              <w:t>3 hours</w:t>
            </w:r>
          </w:p>
        </w:tc>
        <w:tc>
          <w:tcPr>
            <w:tcW w:w="2199" w:type="dxa"/>
          </w:tcPr>
          <w:p w14:paraId="2AC5044B" w14:textId="77777777" w:rsidR="002267BA" w:rsidRPr="001A7B4B" w:rsidRDefault="002267BA" w:rsidP="002267BA">
            <w:pPr>
              <w:pStyle w:val="Normalheadingblack"/>
              <w:rPr>
                <w:rFonts w:cs="Arial"/>
                <w:lang w:eastAsia="en-GB"/>
              </w:rPr>
            </w:pPr>
            <w:r w:rsidRPr="001A7B4B">
              <w:rPr>
                <w:rFonts w:cs="Arial"/>
                <w:lang w:eastAsia="en-GB"/>
              </w:rPr>
              <w:t>Outcome 1 – Plumbing and heating common knowledge criteria</w:t>
            </w:r>
          </w:p>
          <w:p w14:paraId="63426D09" w14:textId="77777777" w:rsidR="002267BA" w:rsidRPr="001A7B4B" w:rsidRDefault="002267BA" w:rsidP="002267BA">
            <w:pPr>
              <w:pStyle w:val="Normalheadingblack"/>
              <w:rPr>
                <w:rFonts w:cs="Arial"/>
                <w:szCs w:val="22"/>
                <w:lang w:eastAsia="en-GB"/>
              </w:rPr>
            </w:pPr>
          </w:p>
        </w:tc>
        <w:tc>
          <w:tcPr>
            <w:tcW w:w="3135" w:type="dxa"/>
          </w:tcPr>
          <w:p w14:paraId="065DF087" w14:textId="77777777" w:rsidR="002267BA" w:rsidRPr="001A7B4B" w:rsidRDefault="002267BA" w:rsidP="00230BD2">
            <w:pPr>
              <w:pStyle w:val="Normalheadingblack"/>
              <w:spacing w:before="0" w:after="0"/>
              <w:rPr>
                <w:rStyle w:val="normaltextrun"/>
                <w:rFonts w:cs="Arial"/>
                <w:b w:val="0"/>
                <w:shd w:val="clear" w:color="auto" w:fill="FFFFFF"/>
                <w:lang w:val="en-US"/>
              </w:rPr>
            </w:pPr>
            <w:r w:rsidRPr="001A7B4B">
              <w:rPr>
                <w:rStyle w:val="normaltextrun"/>
                <w:rFonts w:cs="Arial"/>
                <w:b w:val="0"/>
                <w:szCs w:val="22"/>
                <w:shd w:val="clear" w:color="auto" w:fill="FFFFFF"/>
                <w:lang w:val="en-US"/>
              </w:rPr>
              <w:t>K1.27 Jo</w:t>
            </w:r>
            <w:r w:rsidRPr="001A7B4B">
              <w:rPr>
                <w:rStyle w:val="normaltextrun"/>
                <w:rFonts w:cs="Arial"/>
                <w:b w:val="0"/>
                <w:shd w:val="clear" w:color="auto" w:fill="FFFFFF"/>
                <w:lang w:val="en-US"/>
              </w:rPr>
              <w:t>inting methods</w:t>
            </w:r>
          </w:p>
          <w:p w14:paraId="1B24FFB3" w14:textId="77777777" w:rsidR="00230BD2" w:rsidRPr="001A7B4B" w:rsidRDefault="00230BD2" w:rsidP="00230BD2">
            <w:pPr>
              <w:pStyle w:val="Normalheadingblack"/>
              <w:spacing w:before="0" w:after="0"/>
              <w:rPr>
                <w:rStyle w:val="normaltextrun"/>
                <w:rFonts w:cs="Arial"/>
                <w:b w:val="0"/>
                <w:shd w:val="clear" w:color="auto" w:fill="FFFFFF"/>
                <w:lang w:val="en-US"/>
              </w:rPr>
            </w:pPr>
          </w:p>
          <w:p w14:paraId="5CE120FD" w14:textId="77777777" w:rsidR="002267BA" w:rsidRPr="001A7B4B" w:rsidRDefault="002267BA" w:rsidP="00230BD2">
            <w:pPr>
              <w:pStyle w:val="Normalheadingblack"/>
              <w:spacing w:before="0" w:after="0"/>
              <w:rPr>
                <w:rFonts w:cs="Arial"/>
                <w:b w:val="0"/>
                <w:szCs w:val="22"/>
              </w:rPr>
            </w:pPr>
            <w:r w:rsidRPr="001A7B4B">
              <w:rPr>
                <w:rFonts w:cs="Arial"/>
                <w:b w:val="0"/>
                <w:szCs w:val="22"/>
              </w:rPr>
              <w:t>K1.28 Types of fitting</w:t>
            </w:r>
          </w:p>
          <w:p w14:paraId="3A9A69E9" w14:textId="77777777" w:rsidR="00230BD2" w:rsidRPr="001A7B4B" w:rsidRDefault="00230BD2" w:rsidP="00230BD2">
            <w:pPr>
              <w:pStyle w:val="Normalheadingblack"/>
              <w:spacing w:before="0" w:after="0"/>
              <w:rPr>
                <w:rFonts w:cs="Arial"/>
                <w:b w:val="0"/>
                <w:szCs w:val="22"/>
              </w:rPr>
            </w:pPr>
          </w:p>
          <w:p w14:paraId="43BB81B8" w14:textId="77777777" w:rsidR="004A7700" w:rsidRPr="001A7B4B" w:rsidRDefault="004A7700" w:rsidP="00230BD2">
            <w:pPr>
              <w:pStyle w:val="Normalheadingblack"/>
              <w:spacing w:before="0" w:after="0"/>
              <w:rPr>
                <w:rFonts w:cs="Arial"/>
                <w:b w:val="0"/>
                <w:szCs w:val="22"/>
              </w:rPr>
            </w:pPr>
            <w:r w:rsidRPr="001A7B4B">
              <w:rPr>
                <w:rFonts w:cs="Arial"/>
                <w:b w:val="0"/>
                <w:szCs w:val="22"/>
              </w:rPr>
              <w:t>K1.25 Characteristics of types of pipework</w:t>
            </w:r>
          </w:p>
          <w:p w14:paraId="6CAF0794" w14:textId="77777777" w:rsidR="00230BD2" w:rsidRPr="001A7B4B" w:rsidRDefault="00230BD2" w:rsidP="00230BD2">
            <w:pPr>
              <w:pStyle w:val="Normalheadingblack"/>
              <w:spacing w:before="0" w:after="0"/>
              <w:rPr>
                <w:rFonts w:cs="Arial"/>
                <w:b w:val="0"/>
                <w:szCs w:val="22"/>
              </w:rPr>
            </w:pPr>
          </w:p>
          <w:p w14:paraId="0B6C5AB2" w14:textId="77777777" w:rsidR="004A7700" w:rsidRPr="001A7B4B" w:rsidRDefault="004A7700" w:rsidP="00230BD2">
            <w:pPr>
              <w:pStyle w:val="Normalheadingblack"/>
              <w:spacing w:before="0" w:after="0"/>
              <w:rPr>
                <w:rFonts w:cs="Arial"/>
                <w:b w:val="0"/>
                <w:szCs w:val="22"/>
              </w:rPr>
            </w:pPr>
            <w:r w:rsidRPr="001A7B4B">
              <w:rPr>
                <w:rFonts w:cs="Arial"/>
                <w:b w:val="0"/>
                <w:szCs w:val="22"/>
              </w:rPr>
              <w:t>K1.26 Types of pipework</w:t>
            </w:r>
          </w:p>
        </w:tc>
        <w:tc>
          <w:tcPr>
            <w:tcW w:w="5785" w:type="dxa"/>
          </w:tcPr>
          <w:p w14:paraId="56E012E3" w14:textId="64755A4A" w:rsidR="002267BA" w:rsidRPr="001A7B4B" w:rsidRDefault="002267BA" w:rsidP="00C04BCC">
            <w:pPr>
              <w:pStyle w:val="Normalheadingblue"/>
              <w:spacing w:before="0" w:after="0"/>
              <w:rPr>
                <w:rFonts w:cs="Arial"/>
                <w:color w:val="auto"/>
                <w:szCs w:val="22"/>
              </w:rPr>
            </w:pPr>
            <w:r w:rsidRPr="001A7B4B">
              <w:rPr>
                <w:rFonts w:cs="Arial"/>
                <w:color w:val="auto"/>
                <w:szCs w:val="22"/>
              </w:rPr>
              <w:t>Activities</w:t>
            </w:r>
            <w:r w:rsidR="00A134F9" w:rsidRPr="001A7B4B">
              <w:rPr>
                <w:rFonts w:cs="Arial"/>
                <w:color w:val="auto"/>
                <w:szCs w:val="22"/>
              </w:rPr>
              <w:t>:</w:t>
            </w:r>
          </w:p>
          <w:p w14:paraId="6D417F74" w14:textId="77777777" w:rsidR="002267BA" w:rsidRPr="001A7B4B" w:rsidRDefault="002267BA" w:rsidP="00C04BCC">
            <w:pPr>
              <w:pStyle w:val="Normalheadingblue"/>
              <w:spacing w:before="0" w:after="0"/>
              <w:rPr>
                <w:rFonts w:cs="Arial"/>
                <w:color w:val="auto"/>
                <w:szCs w:val="22"/>
              </w:rPr>
            </w:pPr>
            <w:r w:rsidRPr="001A7B4B">
              <w:rPr>
                <w:rFonts w:cs="Arial"/>
                <w:color w:val="auto"/>
                <w:szCs w:val="22"/>
              </w:rPr>
              <w:t>Starter task example:</w:t>
            </w:r>
          </w:p>
          <w:p w14:paraId="04C3820D" w14:textId="77777777" w:rsidR="00275E35" w:rsidRPr="001A7B4B" w:rsidRDefault="00275E35" w:rsidP="002C017C">
            <w:pPr>
              <w:pStyle w:val="Normalheadingblue"/>
              <w:numPr>
                <w:ilvl w:val="0"/>
                <w:numId w:val="4"/>
              </w:numPr>
              <w:spacing w:before="0" w:after="0"/>
              <w:rPr>
                <w:rFonts w:cs="Arial"/>
                <w:b w:val="0"/>
                <w:color w:val="auto"/>
                <w:szCs w:val="22"/>
              </w:rPr>
            </w:pPr>
            <w:r w:rsidRPr="001A7B4B">
              <w:rPr>
                <w:rFonts w:cs="Arial"/>
                <w:b w:val="0"/>
                <w:color w:val="auto"/>
                <w:szCs w:val="22"/>
              </w:rPr>
              <w:t>Prompt: “What are the risks and challenges when working with old lead pipework?”</w:t>
            </w:r>
          </w:p>
          <w:p w14:paraId="5B60D868" w14:textId="77777777" w:rsidR="002267BA" w:rsidRPr="001A7B4B" w:rsidRDefault="00275E35" w:rsidP="002C017C">
            <w:pPr>
              <w:pStyle w:val="Normalheadingblue"/>
              <w:numPr>
                <w:ilvl w:val="0"/>
                <w:numId w:val="4"/>
              </w:numPr>
              <w:spacing w:before="0" w:after="0"/>
              <w:rPr>
                <w:rFonts w:cs="Arial"/>
                <w:b w:val="0"/>
                <w:color w:val="auto"/>
                <w:szCs w:val="22"/>
              </w:rPr>
            </w:pPr>
            <w:r w:rsidRPr="001A7B4B">
              <w:rPr>
                <w:rFonts w:cs="Arial"/>
                <w:b w:val="0"/>
                <w:color w:val="auto"/>
                <w:szCs w:val="22"/>
              </w:rPr>
              <w:t>Class discussion to elicit key considerations: health risks, regulations, material compatibility.</w:t>
            </w:r>
          </w:p>
          <w:p w14:paraId="2D5AE3A7" w14:textId="77777777" w:rsidR="002267BA" w:rsidRPr="001A7B4B" w:rsidRDefault="002267BA" w:rsidP="00C04BCC">
            <w:pPr>
              <w:pStyle w:val="Normalheadingblue"/>
              <w:spacing w:before="0" w:after="0"/>
              <w:rPr>
                <w:rFonts w:cs="Arial"/>
                <w:color w:val="auto"/>
                <w:szCs w:val="22"/>
              </w:rPr>
            </w:pPr>
          </w:p>
          <w:p w14:paraId="12DC374A" w14:textId="20D5CF80" w:rsidR="002267BA" w:rsidRPr="001A7B4B" w:rsidRDefault="002267BA" w:rsidP="00C04BCC">
            <w:pPr>
              <w:pStyle w:val="Normalheadingblue"/>
              <w:spacing w:before="0" w:after="0"/>
              <w:rPr>
                <w:rFonts w:cs="Arial"/>
                <w:color w:val="auto"/>
                <w:szCs w:val="22"/>
              </w:rPr>
            </w:pPr>
            <w:r w:rsidRPr="001A7B4B">
              <w:rPr>
                <w:rFonts w:cs="Arial"/>
                <w:color w:val="auto"/>
                <w:szCs w:val="22"/>
              </w:rPr>
              <w:t>Delivery</w:t>
            </w:r>
            <w:r w:rsidR="00A134F9" w:rsidRPr="001A7B4B">
              <w:rPr>
                <w:rFonts w:cs="Arial"/>
                <w:color w:val="auto"/>
                <w:szCs w:val="22"/>
              </w:rPr>
              <w:t xml:space="preserve"> </w:t>
            </w:r>
            <w:r w:rsidR="00A134F9" w:rsidRPr="001A7B4B">
              <w:rPr>
                <w:color w:val="auto"/>
              </w:rPr>
              <w:t>focus</w:t>
            </w:r>
            <w:r w:rsidRPr="001A7B4B">
              <w:rPr>
                <w:rFonts w:cs="Arial"/>
                <w:color w:val="auto"/>
                <w:szCs w:val="22"/>
              </w:rPr>
              <w:t>:</w:t>
            </w:r>
          </w:p>
          <w:p w14:paraId="2541DF83" w14:textId="77777777" w:rsidR="00275E35" w:rsidRPr="001A7B4B" w:rsidRDefault="00275E35" w:rsidP="00C04BCC">
            <w:pPr>
              <w:pStyle w:val="Normalheadingblue"/>
              <w:spacing w:before="0" w:after="0"/>
              <w:rPr>
                <w:rFonts w:cs="Arial"/>
                <w:b w:val="0"/>
                <w:color w:val="auto"/>
                <w:szCs w:val="22"/>
              </w:rPr>
            </w:pPr>
            <w:r w:rsidRPr="001A7B4B">
              <w:rPr>
                <w:rFonts w:cs="Arial"/>
                <w:color w:val="auto"/>
                <w:szCs w:val="22"/>
              </w:rPr>
              <w:t xml:space="preserve">Introduction to Lead </w:t>
            </w:r>
            <w:r w:rsidR="009D1D9A" w:rsidRPr="001A7B4B">
              <w:rPr>
                <w:rFonts w:cs="Arial"/>
                <w:color w:val="auto"/>
                <w:szCs w:val="22"/>
              </w:rPr>
              <w:t xml:space="preserve">and Copper </w:t>
            </w:r>
            <w:r w:rsidRPr="001A7B4B">
              <w:rPr>
                <w:rFonts w:cs="Arial"/>
                <w:color w:val="auto"/>
                <w:szCs w:val="22"/>
              </w:rPr>
              <w:t>Pipework</w:t>
            </w:r>
            <w:r w:rsidR="009D1D9A" w:rsidRPr="001A7B4B">
              <w:rPr>
                <w:rFonts w:cs="Arial"/>
                <w:b w:val="0"/>
                <w:color w:val="auto"/>
                <w:szCs w:val="22"/>
              </w:rPr>
              <w:t xml:space="preserve"> – Tutor to examine and discuss a range of fitting types with class.</w:t>
            </w:r>
          </w:p>
          <w:p w14:paraId="6B285EF5" w14:textId="77777777" w:rsidR="00275E35" w:rsidRPr="001A7B4B" w:rsidRDefault="00275E35" w:rsidP="002C017C">
            <w:pPr>
              <w:pStyle w:val="Normalheadingblue"/>
              <w:numPr>
                <w:ilvl w:val="0"/>
                <w:numId w:val="4"/>
              </w:numPr>
              <w:spacing w:before="0" w:after="0"/>
              <w:rPr>
                <w:rFonts w:cs="Arial"/>
                <w:b w:val="0"/>
                <w:color w:val="auto"/>
                <w:szCs w:val="22"/>
              </w:rPr>
            </w:pPr>
            <w:r w:rsidRPr="001A7B4B">
              <w:rPr>
                <w:rFonts w:cs="Arial"/>
                <w:b w:val="0"/>
                <w:color w:val="auto"/>
                <w:szCs w:val="22"/>
              </w:rPr>
              <w:t>Legal and safety considerations when working with lead</w:t>
            </w:r>
          </w:p>
          <w:p w14:paraId="06CFC9F4" w14:textId="77777777" w:rsidR="00275E35" w:rsidRPr="001A7B4B" w:rsidRDefault="00275E35" w:rsidP="002C017C">
            <w:pPr>
              <w:pStyle w:val="Normalheadingblue"/>
              <w:numPr>
                <w:ilvl w:val="0"/>
                <w:numId w:val="4"/>
              </w:numPr>
              <w:spacing w:before="0" w:after="0"/>
              <w:rPr>
                <w:rFonts w:cs="Arial"/>
                <w:b w:val="0"/>
                <w:color w:val="auto"/>
                <w:szCs w:val="22"/>
              </w:rPr>
            </w:pPr>
            <w:r w:rsidRPr="001A7B4B">
              <w:rPr>
                <w:rFonts w:cs="Arial"/>
                <w:b w:val="0"/>
                <w:color w:val="auto"/>
                <w:szCs w:val="22"/>
              </w:rPr>
              <w:t>Approved transition fittings</w:t>
            </w:r>
          </w:p>
          <w:p w14:paraId="6C834D4F" w14:textId="77777777" w:rsidR="00892CC1" w:rsidRPr="001A7B4B" w:rsidRDefault="00275E35" w:rsidP="002C017C">
            <w:pPr>
              <w:pStyle w:val="Normalheadingblue"/>
              <w:numPr>
                <w:ilvl w:val="0"/>
                <w:numId w:val="4"/>
              </w:numPr>
              <w:spacing w:before="0" w:after="0"/>
              <w:rPr>
                <w:rFonts w:cs="Arial"/>
                <w:b w:val="0"/>
                <w:color w:val="auto"/>
                <w:szCs w:val="22"/>
              </w:rPr>
            </w:pPr>
            <w:r w:rsidRPr="001A7B4B">
              <w:rPr>
                <w:rFonts w:cs="Arial"/>
                <w:b w:val="0"/>
                <w:color w:val="auto"/>
                <w:szCs w:val="22"/>
              </w:rPr>
              <w:t>WRAS and water hygiene standards</w:t>
            </w:r>
          </w:p>
          <w:p w14:paraId="0439CE55" w14:textId="77777777" w:rsidR="00275E35" w:rsidRPr="001A7B4B" w:rsidRDefault="00275E35" w:rsidP="002C017C">
            <w:pPr>
              <w:pStyle w:val="Normalheadingblue"/>
              <w:numPr>
                <w:ilvl w:val="0"/>
                <w:numId w:val="4"/>
              </w:numPr>
              <w:spacing w:before="0" w:after="0"/>
              <w:rPr>
                <w:rFonts w:cs="Arial"/>
                <w:b w:val="0"/>
                <w:color w:val="auto"/>
                <w:szCs w:val="22"/>
              </w:rPr>
            </w:pPr>
            <w:r w:rsidRPr="001A7B4B">
              <w:rPr>
                <w:rFonts w:cs="Arial"/>
                <w:b w:val="0"/>
                <w:color w:val="auto"/>
                <w:szCs w:val="22"/>
              </w:rPr>
              <w:t>Demonstration – Solder Ring &amp; End Feed</w:t>
            </w:r>
          </w:p>
          <w:p w14:paraId="38AD4575" w14:textId="77777777" w:rsidR="00275E35" w:rsidRPr="001A7B4B" w:rsidRDefault="00275E35" w:rsidP="002C017C">
            <w:pPr>
              <w:pStyle w:val="Normalheadingblue"/>
              <w:numPr>
                <w:ilvl w:val="0"/>
                <w:numId w:val="4"/>
              </w:numPr>
              <w:spacing w:before="0" w:after="0"/>
              <w:rPr>
                <w:rFonts w:cs="Arial"/>
                <w:b w:val="0"/>
                <w:color w:val="auto"/>
                <w:szCs w:val="22"/>
              </w:rPr>
            </w:pPr>
            <w:r w:rsidRPr="001A7B4B">
              <w:rPr>
                <w:rFonts w:cs="Arial"/>
                <w:b w:val="0"/>
                <w:color w:val="auto"/>
                <w:szCs w:val="22"/>
              </w:rPr>
              <w:t>Step-by-step demo of both techniques</w:t>
            </w:r>
          </w:p>
          <w:p w14:paraId="6A4E6448" w14:textId="77777777" w:rsidR="00275E35" w:rsidRPr="001A7B4B" w:rsidRDefault="00275E35" w:rsidP="002C017C">
            <w:pPr>
              <w:pStyle w:val="Normalheadingblue"/>
              <w:numPr>
                <w:ilvl w:val="0"/>
                <w:numId w:val="4"/>
              </w:numPr>
              <w:spacing w:before="0" w:after="0"/>
              <w:rPr>
                <w:rFonts w:cs="Arial"/>
                <w:b w:val="0"/>
                <w:color w:val="auto"/>
                <w:szCs w:val="22"/>
              </w:rPr>
            </w:pPr>
            <w:r w:rsidRPr="001A7B4B">
              <w:rPr>
                <w:rFonts w:cs="Arial"/>
                <w:b w:val="0"/>
                <w:color w:val="auto"/>
                <w:szCs w:val="22"/>
              </w:rPr>
              <w:t>Safety focus: flux, heat application, clean joints</w:t>
            </w:r>
          </w:p>
          <w:p w14:paraId="5C6A02A2" w14:textId="77777777" w:rsidR="00275E35" w:rsidRPr="001A7B4B" w:rsidRDefault="00275E35" w:rsidP="002C017C">
            <w:pPr>
              <w:pStyle w:val="Normalheadingblue"/>
              <w:numPr>
                <w:ilvl w:val="0"/>
                <w:numId w:val="4"/>
              </w:numPr>
              <w:spacing w:before="0" w:after="0"/>
              <w:rPr>
                <w:rFonts w:cs="Arial"/>
                <w:b w:val="0"/>
                <w:color w:val="auto"/>
                <w:szCs w:val="22"/>
              </w:rPr>
            </w:pPr>
            <w:r w:rsidRPr="001A7B4B">
              <w:rPr>
                <w:rFonts w:cs="Arial"/>
                <w:b w:val="0"/>
                <w:color w:val="auto"/>
                <w:szCs w:val="22"/>
              </w:rPr>
              <w:t>Discuss key differences and inspection points</w:t>
            </w:r>
          </w:p>
          <w:p w14:paraId="69F3F0F1" w14:textId="2436F7F4" w:rsidR="00275E35" w:rsidRPr="001A7B4B" w:rsidRDefault="007B52F6" w:rsidP="002C017C">
            <w:pPr>
              <w:pStyle w:val="Normalheadingblue"/>
              <w:numPr>
                <w:ilvl w:val="0"/>
                <w:numId w:val="153"/>
              </w:numPr>
              <w:spacing w:before="0" w:after="0"/>
              <w:rPr>
                <w:rFonts w:cs="Arial"/>
                <w:b w:val="0"/>
                <w:color w:val="auto"/>
                <w:szCs w:val="22"/>
              </w:rPr>
            </w:pPr>
            <w:r w:rsidRPr="001A7B4B">
              <w:rPr>
                <w:rFonts w:cs="Arial"/>
                <w:b w:val="0"/>
                <w:color w:val="auto"/>
                <w:szCs w:val="22"/>
              </w:rPr>
              <w:lastRenderedPageBreak/>
              <w:t xml:space="preserve">Tutor to demonstrate </w:t>
            </w:r>
            <w:r w:rsidR="00275E35" w:rsidRPr="001A7B4B">
              <w:rPr>
                <w:rFonts w:cs="Arial"/>
                <w:b w:val="0"/>
                <w:color w:val="auto"/>
                <w:szCs w:val="22"/>
              </w:rPr>
              <w:t>Solder Ring &amp; End Feed</w:t>
            </w:r>
            <w:r w:rsidRPr="001A7B4B">
              <w:rPr>
                <w:rFonts w:cs="Arial"/>
                <w:b w:val="0"/>
                <w:color w:val="auto"/>
                <w:szCs w:val="22"/>
              </w:rPr>
              <w:t xml:space="preserve"> fitting use, </w:t>
            </w:r>
            <w:r w:rsidR="00275E35" w:rsidRPr="001A7B4B">
              <w:rPr>
                <w:rFonts w:cs="Arial"/>
                <w:b w:val="0"/>
                <w:color w:val="auto"/>
                <w:szCs w:val="22"/>
              </w:rPr>
              <w:t>Step-by-step demo of both techniques</w:t>
            </w:r>
            <w:r w:rsidRPr="001A7B4B">
              <w:rPr>
                <w:rFonts w:cs="Arial"/>
                <w:b w:val="0"/>
                <w:color w:val="auto"/>
                <w:szCs w:val="22"/>
              </w:rPr>
              <w:t xml:space="preserve">, </w:t>
            </w:r>
            <w:r w:rsidR="00275E35" w:rsidRPr="001A7B4B">
              <w:rPr>
                <w:rFonts w:cs="Arial"/>
                <w:b w:val="0"/>
                <w:color w:val="auto"/>
                <w:szCs w:val="22"/>
              </w:rPr>
              <w:t>Safety focus: flux, heat application, clean joints</w:t>
            </w:r>
            <w:r w:rsidRPr="001A7B4B">
              <w:rPr>
                <w:rFonts w:cs="Arial"/>
                <w:b w:val="0"/>
                <w:color w:val="auto"/>
                <w:szCs w:val="22"/>
              </w:rPr>
              <w:t xml:space="preserve">, </w:t>
            </w:r>
            <w:r w:rsidR="00275E35" w:rsidRPr="001A7B4B">
              <w:rPr>
                <w:rFonts w:cs="Arial"/>
                <w:b w:val="0"/>
                <w:color w:val="auto"/>
                <w:szCs w:val="22"/>
              </w:rPr>
              <w:t>Discuss key differences and inspection points</w:t>
            </w:r>
          </w:p>
          <w:p w14:paraId="4E6F4390" w14:textId="1B46CCCE" w:rsidR="007B52F6" w:rsidRPr="001A7B4B" w:rsidRDefault="00275E35" w:rsidP="002C017C">
            <w:pPr>
              <w:pStyle w:val="Normalheadingblue"/>
              <w:numPr>
                <w:ilvl w:val="0"/>
                <w:numId w:val="153"/>
              </w:numPr>
              <w:spacing w:before="0" w:after="0"/>
              <w:rPr>
                <w:rFonts w:cs="Arial"/>
                <w:b w:val="0"/>
                <w:color w:val="auto"/>
                <w:szCs w:val="22"/>
              </w:rPr>
            </w:pPr>
            <w:r w:rsidRPr="001A7B4B">
              <w:rPr>
                <w:rFonts w:cs="Arial"/>
                <w:b w:val="0"/>
                <w:color w:val="auto"/>
                <w:szCs w:val="22"/>
              </w:rPr>
              <w:t xml:space="preserve">Practical </w:t>
            </w:r>
            <w:r w:rsidR="002713DC" w:rsidRPr="001A7B4B">
              <w:rPr>
                <w:rFonts w:cs="Arial"/>
                <w:b w:val="0"/>
                <w:color w:val="auto"/>
                <w:szCs w:val="22"/>
              </w:rPr>
              <w:t>task:</w:t>
            </w:r>
            <w:r w:rsidR="007B52F6" w:rsidRPr="001A7B4B">
              <w:rPr>
                <w:rFonts w:cs="Arial"/>
                <w:b w:val="0"/>
                <w:color w:val="auto"/>
                <w:szCs w:val="22"/>
              </w:rPr>
              <w:t xml:space="preserve"> </w:t>
            </w:r>
            <w:r w:rsidR="00F502C8" w:rsidRPr="001A7B4B">
              <w:rPr>
                <w:rFonts w:cs="Arial"/>
                <w:b w:val="0"/>
                <w:color w:val="auto"/>
                <w:szCs w:val="22"/>
              </w:rPr>
              <w:t>students</w:t>
            </w:r>
            <w:r w:rsidR="007B52F6" w:rsidRPr="001A7B4B">
              <w:rPr>
                <w:rFonts w:cs="Arial"/>
                <w:b w:val="0"/>
                <w:color w:val="auto"/>
                <w:szCs w:val="22"/>
              </w:rPr>
              <w:t xml:space="preserve"> to install </w:t>
            </w:r>
            <w:r w:rsidRPr="001A7B4B">
              <w:rPr>
                <w:rFonts w:cs="Arial"/>
                <w:b w:val="0"/>
                <w:color w:val="auto"/>
                <w:szCs w:val="22"/>
              </w:rPr>
              <w:t>Solder Ring &amp; End Feed</w:t>
            </w:r>
            <w:r w:rsidR="007B52F6" w:rsidRPr="001A7B4B">
              <w:rPr>
                <w:rFonts w:cs="Arial"/>
                <w:b w:val="0"/>
                <w:color w:val="auto"/>
                <w:szCs w:val="22"/>
              </w:rPr>
              <w:t xml:space="preserve"> fittings to pipework</w:t>
            </w:r>
          </w:p>
          <w:p w14:paraId="1D7FC860" w14:textId="77777777" w:rsidR="00275E35" w:rsidRPr="001A7B4B" w:rsidRDefault="007B52F6" w:rsidP="002C017C">
            <w:pPr>
              <w:pStyle w:val="Normalheadingblue"/>
              <w:numPr>
                <w:ilvl w:val="0"/>
                <w:numId w:val="153"/>
              </w:numPr>
              <w:spacing w:before="0" w:after="0"/>
              <w:rPr>
                <w:rFonts w:cs="Arial"/>
                <w:b w:val="0"/>
                <w:color w:val="auto"/>
                <w:szCs w:val="22"/>
              </w:rPr>
            </w:pPr>
            <w:r w:rsidRPr="001A7B4B">
              <w:rPr>
                <w:rFonts w:cs="Arial"/>
                <w:b w:val="0"/>
                <w:color w:val="auto"/>
                <w:szCs w:val="22"/>
              </w:rPr>
              <w:t>Tutor to demonstrate the use of</w:t>
            </w:r>
            <w:r w:rsidRPr="001A7B4B">
              <w:rPr>
                <w:rFonts w:cs="Arial"/>
                <w:color w:val="auto"/>
                <w:szCs w:val="22"/>
              </w:rPr>
              <w:t xml:space="preserve"> </w:t>
            </w:r>
            <w:r w:rsidR="00275E35" w:rsidRPr="001A7B4B">
              <w:rPr>
                <w:rFonts w:cs="Arial"/>
                <w:b w:val="0"/>
                <w:color w:val="auto"/>
                <w:szCs w:val="22"/>
              </w:rPr>
              <w:t>Compression Joints (Type A &amp; B)</w:t>
            </w:r>
          </w:p>
          <w:p w14:paraId="4A36D547" w14:textId="77777777" w:rsidR="00275E35" w:rsidRPr="001A7B4B" w:rsidRDefault="00275E35" w:rsidP="002C017C">
            <w:pPr>
              <w:pStyle w:val="Normalheadingblue"/>
              <w:numPr>
                <w:ilvl w:val="0"/>
                <w:numId w:val="153"/>
              </w:numPr>
              <w:spacing w:before="0" w:after="0"/>
              <w:rPr>
                <w:rFonts w:cs="Arial"/>
                <w:b w:val="0"/>
                <w:color w:val="auto"/>
                <w:szCs w:val="22"/>
              </w:rPr>
            </w:pPr>
            <w:r w:rsidRPr="001A7B4B">
              <w:rPr>
                <w:rFonts w:cs="Arial"/>
                <w:b w:val="0"/>
                <w:color w:val="auto"/>
                <w:szCs w:val="22"/>
              </w:rPr>
              <w:t>Visual explanation of construction</w:t>
            </w:r>
          </w:p>
          <w:p w14:paraId="34A0ECCB" w14:textId="77777777" w:rsidR="00275E35" w:rsidRPr="001A7B4B" w:rsidRDefault="00275E35" w:rsidP="002C017C">
            <w:pPr>
              <w:pStyle w:val="Normalheadingblue"/>
              <w:numPr>
                <w:ilvl w:val="0"/>
                <w:numId w:val="153"/>
              </w:numPr>
              <w:spacing w:before="0" w:after="0"/>
              <w:rPr>
                <w:rFonts w:cs="Arial"/>
                <w:b w:val="0"/>
                <w:color w:val="auto"/>
                <w:szCs w:val="22"/>
              </w:rPr>
            </w:pPr>
            <w:r w:rsidRPr="001A7B4B">
              <w:rPr>
                <w:rFonts w:cs="Arial"/>
                <w:b w:val="0"/>
                <w:color w:val="auto"/>
                <w:szCs w:val="22"/>
              </w:rPr>
              <w:t>Tool requirements and pressure suitability</w:t>
            </w:r>
          </w:p>
          <w:p w14:paraId="1B5B2168" w14:textId="20E0E57D" w:rsidR="00275E35" w:rsidRPr="001A7B4B" w:rsidRDefault="00275E35" w:rsidP="002C017C">
            <w:pPr>
              <w:pStyle w:val="Normalheadingblue"/>
              <w:numPr>
                <w:ilvl w:val="0"/>
                <w:numId w:val="153"/>
              </w:numPr>
              <w:spacing w:before="0" w:after="0"/>
              <w:rPr>
                <w:rFonts w:cs="Arial"/>
                <w:b w:val="0"/>
                <w:color w:val="auto"/>
                <w:szCs w:val="22"/>
              </w:rPr>
            </w:pPr>
            <w:r w:rsidRPr="001A7B4B">
              <w:rPr>
                <w:rFonts w:cs="Arial"/>
                <w:b w:val="0"/>
                <w:color w:val="auto"/>
                <w:szCs w:val="22"/>
              </w:rPr>
              <w:t>Common installation errors</w:t>
            </w:r>
          </w:p>
          <w:p w14:paraId="121D5B17" w14:textId="5689A281" w:rsidR="00275E35" w:rsidRPr="001A7B4B" w:rsidRDefault="00275E35" w:rsidP="002C017C">
            <w:pPr>
              <w:pStyle w:val="Normalheadingblue"/>
              <w:numPr>
                <w:ilvl w:val="0"/>
                <w:numId w:val="153"/>
              </w:numPr>
              <w:spacing w:before="0" w:after="0"/>
              <w:rPr>
                <w:rFonts w:cs="Arial"/>
                <w:b w:val="0"/>
                <w:color w:val="auto"/>
                <w:szCs w:val="22"/>
              </w:rPr>
            </w:pPr>
            <w:r w:rsidRPr="001A7B4B">
              <w:rPr>
                <w:rFonts w:cs="Arial"/>
                <w:b w:val="0"/>
                <w:color w:val="auto"/>
                <w:szCs w:val="22"/>
              </w:rPr>
              <w:t xml:space="preserve">Practical </w:t>
            </w:r>
            <w:r w:rsidR="007B52F6" w:rsidRPr="001A7B4B">
              <w:rPr>
                <w:rFonts w:cs="Arial"/>
                <w:b w:val="0"/>
                <w:color w:val="auto"/>
                <w:szCs w:val="22"/>
              </w:rPr>
              <w:t>task</w:t>
            </w:r>
            <w:r w:rsidR="002713DC" w:rsidRPr="001A7B4B">
              <w:rPr>
                <w:rFonts w:cs="Arial"/>
                <w:b w:val="0"/>
                <w:color w:val="auto"/>
                <w:szCs w:val="22"/>
              </w:rPr>
              <w:t>:</w:t>
            </w:r>
            <w:r w:rsidR="007B52F6" w:rsidRPr="001A7B4B">
              <w:rPr>
                <w:rFonts w:cs="Arial"/>
                <w:b w:val="0"/>
                <w:color w:val="auto"/>
                <w:szCs w:val="22"/>
              </w:rPr>
              <w:t xml:space="preserve"> </w:t>
            </w:r>
            <w:r w:rsidR="00F502C8" w:rsidRPr="001A7B4B">
              <w:rPr>
                <w:rFonts w:cs="Arial"/>
                <w:b w:val="0"/>
                <w:color w:val="auto"/>
                <w:szCs w:val="22"/>
              </w:rPr>
              <w:t>students</w:t>
            </w:r>
            <w:r w:rsidR="007B52F6" w:rsidRPr="001A7B4B">
              <w:rPr>
                <w:rFonts w:cs="Arial"/>
                <w:b w:val="0"/>
                <w:color w:val="auto"/>
                <w:szCs w:val="22"/>
              </w:rPr>
              <w:t xml:space="preserve"> to install</w:t>
            </w:r>
            <w:r w:rsidRPr="001A7B4B">
              <w:rPr>
                <w:rFonts w:cs="Arial"/>
                <w:b w:val="0"/>
                <w:color w:val="auto"/>
                <w:szCs w:val="22"/>
              </w:rPr>
              <w:t xml:space="preserve"> Compression Joint both Type A and Type B fittings</w:t>
            </w:r>
          </w:p>
          <w:p w14:paraId="0B3C3FB3" w14:textId="109CE751" w:rsidR="00275E35" w:rsidRPr="001A7B4B" w:rsidRDefault="007B52F6" w:rsidP="002C017C">
            <w:pPr>
              <w:pStyle w:val="Normalheadingblue"/>
              <w:numPr>
                <w:ilvl w:val="0"/>
                <w:numId w:val="153"/>
              </w:numPr>
              <w:spacing w:before="0" w:after="0"/>
              <w:rPr>
                <w:rFonts w:cs="Arial"/>
                <w:b w:val="0"/>
                <w:color w:val="auto"/>
                <w:szCs w:val="22"/>
              </w:rPr>
            </w:pPr>
            <w:r w:rsidRPr="001A7B4B">
              <w:rPr>
                <w:rFonts w:cs="Arial"/>
                <w:b w:val="0"/>
                <w:color w:val="auto"/>
                <w:szCs w:val="22"/>
              </w:rPr>
              <w:t xml:space="preserve">Tutor to </w:t>
            </w:r>
            <w:r w:rsidR="00275E35" w:rsidRPr="001A7B4B">
              <w:rPr>
                <w:rFonts w:cs="Arial"/>
                <w:b w:val="0"/>
                <w:color w:val="auto"/>
                <w:szCs w:val="22"/>
              </w:rPr>
              <w:t>Demonstra</w:t>
            </w:r>
            <w:r w:rsidRPr="001A7B4B">
              <w:rPr>
                <w:rFonts w:cs="Arial"/>
                <w:b w:val="0"/>
                <w:color w:val="auto"/>
                <w:szCs w:val="22"/>
              </w:rPr>
              <w:t>te</w:t>
            </w:r>
            <w:r w:rsidR="00275E35" w:rsidRPr="001A7B4B">
              <w:rPr>
                <w:rFonts w:cs="Arial"/>
                <w:b w:val="0"/>
                <w:color w:val="auto"/>
                <w:szCs w:val="22"/>
              </w:rPr>
              <w:t xml:space="preserve"> – Push-Fit &amp; Press-Fit</w:t>
            </w:r>
            <w:r w:rsidRPr="001A7B4B">
              <w:rPr>
                <w:rFonts w:cs="Arial"/>
                <w:b w:val="0"/>
                <w:color w:val="auto"/>
                <w:szCs w:val="22"/>
              </w:rPr>
              <w:t xml:space="preserve">tings and allow </w:t>
            </w:r>
            <w:r w:rsidR="00F502C8" w:rsidRPr="001A7B4B">
              <w:rPr>
                <w:rFonts w:cs="Arial"/>
                <w:b w:val="0"/>
                <w:color w:val="auto"/>
                <w:szCs w:val="22"/>
              </w:rPr>
              <w:t>students</w:t>
            </w:r>
            <w:r w:rsidRPr="001A7B4B">
              <w:rPr>
                <w:rFonts w:cs="Arial"/>
                <w:b w:val="0"/>
                <w:color w:val="auto"/>
                <w:szCs w:val="22"/>
              </w:rPr>
              <w:t xml:space="preserve"> to install and practice</w:t>
            </w:r>
            <w:r w:rsidR="00275E35" w:rsidRPr="001A7B4B">
              <w:rPr>
                <w:rFonts w:cs="Arial"/>
                <w:b w:val="0"/>
                <w:color w:val="auto"/>
                <w:szCs w:val="22"/>
              </w:rPr>
              <w:t xml:space="preserve"> </w:t>
            </w:r>
          </w:p>
          <w:p w14:paraId="21646E4D" w14:textId="77777777" w:rsidR="002267BA" w:rsidRPr="001A7B4B" w:rsidRDefault="002267BA" w:rsidP="00C04BCC">
            <w:pPr>
              <w:pStyle w:val="Normalheadingblue"/>
              <w:spacing w:before="0" w:after="0"/>
              <w:rPr>
                <w:rFonts w:cs="Arial"/>
                <w:color w:val="auto"/>
                <w:szCs w:val="22"/>
              </w:rPr>
            </w:pPr>
          </w:p>
          <w:p w14:paraId="24E84343" w14:textId="57B34626" w:rsidR="002267BA" w:rsidRPr="001A7B4B" w:rsidRDefault="002267BA" w:rsidP="00C04BCC">
            <w:pPr>
              <w:pStyle w:val="Normalheadingblue"/>
              <w:spacing w:before="0" w:after="0"/>
              <w:rPr>
                <w:rFonts w:cs="Arial"/>
                <w:color w:val="auto"/>
                <w:szCs w:val="22"/>
              </w:rPr>
            </w:pPr>
            <w:r w:rsidRPr="001A7B4B">
              <w:rPr>
                <w:rFonts w:cs="Arial"/>
                <w:color w:val="auto"/>
                <w:szCs w:val="22"/>
              </w:rPr>
              <w:t xml:space="preserve">Knowledge </w:t>
            </w:r>
            <w:r w:rsidR="00A134F9" w:rsidRPr="001A7B4B">
              <w:rPr>
                <w:rFonts w:cs="Arial"/>
                <w:color w:val="auto"/>
                <w:szCs w:val="22"/>
              </w:rPr>
              <w:t>C</w:t>
            </w:r>
            <w:r w:rsidRPr="001A7B4B">
              <w:rPr>
                <w:rFonts w:cs="Arial"/>
                <w:color w:val="auto"/>
                <w:szCs w:val="22"/>
              </w:rPr>
              <w:t>heck example:</w:t>
            </w:r>
          </w:p>
          <w:p w14:paraId="7D691928" w14:textId="77777777" w:rsidR="00275E35" w:rsidRPr="001A7B4B" w:rsidRDefault="00275E35" w:rsidP="002C017C">
            <w:pPr>
              <w:pStyle w:val="Normalheadingblue"/>
              <w:numPr>
                <w:ilvl w:val="0"/>
                <w:numId w:val="4"/>
              </w:numPr>
              <w:spacing w:before="0" w:after="0"/>
              <w:rPr>
                <w:rFonts w:cs="Arial"/>
                <w:b w:val="0"/>
                <w:color w:val="auto"/>
                <w:szCs w:val="22"/>
              </w:rPr>
            </w:pPr>
            <w:r w:rsidRPr="001A7B4B">
              <w:rPr>
                <w:rFonts w:cs="Arial"/>
                <w:b w:val="0"/>
                <w:color w:val="auto"/>
                <w:szCs w:val="22"/>
              </w:rPr>
              <w:t>Exit Ticket Quiz</w:t>
            </w:r>
          </w:p>
          <w:p w14:paraId="43F72019" w14:textId="77777777" w:rsidR="00275E35" w:rsidRPr="001A7B4B" w:rsidRDefault="00275E35" w:rsidP="002C017C">
            <w:pPr>
              <w:pStyle w:val="Normalheadingblue"/>
              <w:numPr>
                <w:ilvl w:val="0"/>
                <w:numId w:val="4"/>
              </w:numPr>
              <w:spacing w:before="0" w:after="0"/>
              <w:rPr>
                <w:rFonts w:cs="Arial"/>
                <w:b w:val="0"/>
                <w:color w:val="auto"/>
                <w:szCs w:val="22"/>
              </w:rPr>
            </w:pPr>
            <w:r w:rsidRPr="001A7B4B">
              <w:rPr>
                <w:rFonts w:cs="Arial"/>
                <w:b w:val="0"/>
                <w:color w:val="auto"/>
                <w:szCs w:val="22"/>
              </w:rPr>
              <w:t>5-question assessment covering:</w:t>
            </w:r>
          </w:p>
          <w:p w14:paraId="7A972FA0" w14:textId="77777777" w:rsidR="00275E35" w:rsidRPr="001A7B4B" w:rsidRDefault="00275E35" w:rsidP="002C017C">
            <w:pPr>
              <w:pStyle w:val="Normalheadingblue"/>
              <w:numPr>
                <w:ilvl w:val="0"/>
                <w:numId w:val="4"/>
              </w:numPr>
              <w:spacing w:before="0" w:after="0"/>
              <w:rPr>
                <w:rFonts w:cs="Arial"/>
                <w:b w:val="0"/>
                <w:color w:val="auto"/>
                <w:szCs w:val="22"/>
              </w:rPr>
            </w:pPr>
            <w:r w:rsidRPr="001A7B4B">
              <w:rPr>
                <w:rFonts w:cs="Arial"/>
                <w:b w:val="0"/>
                <w:color w:val="auto"/>
                <w:szCs w:val="22"/>
              </w:rPr>
              <w:t>Identification of joint types</w:t>
            </w:r>
          </w:p>
          <w:p w14:paraId="150B1772" w14:textId="77777777" w:rsidR="00275E35" w:rsidRPr="001A7B4B" w:rsidRDefault="00275E35" w:rsidP="002C017C">
            <w:pPr>
              <w:pStyle w:val="Normalheadingblue"/>
              <w:numPr>
                <w:ilvl w:val="0"/>
                <w:numId w:val="4"/>
              </w:numPr>
              <w:spacing w:before="0" w:after="0"/>
              <w:rPr>
                <w:rFonts w:cs="Arial"/>
                <w:b w:val="0"/>
                <w:color w:val="auto"/>
                <w:szCs w:val="22"/>
              </w:rPr>
            </w:pPr>
            <w:r w:rsidRPr="001A7B4B">
              <w:rPr>
                <w:rFonts w:cs="Arial"/>
                <w:b w:val="0"/>
                <w:color w:val="auto"/>
                <w:szCs w:val="22"/>
              </w:rPr>
              <w:t>Appropriate applications</w:t>
            </w:r>
          </w:p>
          <w:p w14:paraId="658F2FE0" w14:textId="77777777" w:rsidR="00275E35" w:rsidRPr="001A7B4B" w:rsidRDefault="00275E35" w:rsidP="002C017C">
            <w:pPr>
              <w:pStyle w:val="Normalheadingblue"/>
              <w:numPr>
                <w:ilvl w:val="0"/>
                <w:numId w:val="4"/>
              </w:numPr>
              <w:spacing w:before="0" w:after="0"/>
              <w:rPr>
                <w:rFonts w:cs="Arial"/>
                <w:b w:val="0"/>
                <w:color w:val="auto"/>
                <w:szCs w:val="22"/>
              </w:rPr>
            </w:pPr>
            <w:r w:rsidRPr="001A7B4B">
              <w:rPr>
                <w:rFonts w:cs="Arial"/>
                <w:b w:val="0"/>
                <w:color w:val="auto"/>
                <w:szCs w:val="22"/>
              </w:rPr>
              <w:t>Basic procedural steps</w:t>
            </w:r>
          </w:p>
          <w:p w14:paraId="412C9ECF" w14:textId="77777777" w:rsidR="00275E35" w:rsidRPr="001A7B4B" w:rsidRDefault="00275E35" w:rsidP="002C017C">
            <w:pPr>
              <w:pStyle w:val="Normalheadingblue"/>
              <w:numPr>
                <w:ilvl w:val="0"/>
                <w:numId w:val="4"/>
              </w:numPr>
              <w:spacing w:before="0" w:after="0"/>
              <w:rPr>
                <w:rFonts w:cs="Arial"/>
                <w:b w:val="0"/>
                <w:color w:val="auto"/>
                <w:szCs w:val="22"/>
              </w:rPr>
            </w:pPr>
            <w:r w:rsidRPr="001A7B4B">
              <w:rPr>
                <w:rFonts w:cs="Arial"/>
                <w:b w:val="0"/>
                <w:color w:val="auto"/>
                <w:szCs w:val="22"/>
              </w:rPr>
              <w:t>Advantages and disadvantages</w:t>
            </w:r>
          </w:p>
          <w:p w14:paraId="67D53D65" w14:textId="77777777" w:rsidR="002267BA" w:rsidRPr="001A7B4B" w:rsidRDefault="002267BA" w:rsidP="00C04BCC">
            <w:pPr>
              <w:pStyle w:val="Normalheadingblue"/>
              <w:spacing w:before="0" w:after="0"/>
              <w:rPr>
                <w:rFonts w:cs="Arial"/>
                <w:color w:val="auto"/>
                <w:szCs w:val="22"/>
              </w:rPr>
            </w:pPr>
          </w:p>
          <w:p w14:paraId="7AA12F7E" w14:textId="13970556" w:rsidR="002267BA" w:rsidRPr="001A7B4B" w:rsidRDefault="002267BA" w:rsidP="00C04BCC">
            <w:pPr>
              <w:pStyle w:val="Normalheadingblue"/>
              <w:spacing w:before="0" w:after="0"/>
              <w:rPr>
                <w:rFonts w:cs="Arial"/>
                <w:color w:val="auto"/>
                <w:szCs w:val="22"/>
              </w:rPr>
            </w:pPr>
            <w:r w:rsidRPr="001A7B4B">
              <w:rPr>
                <w:rFonts w:cs="Arial"/>
                <w:color w:val="auto"/>
                <w:szCs w:val="22"/>
              </w:rPr>
              <w:t>Resources</w:t>
            </w:r>
            <w:r w:rsidR="00A134F9" w:rsidRPr="001A7B4B">
              <w:rPr>
                <w:rFonts w:cs="Arial"/>
                <w:color w:val="auto"/>
                <w:szCs w:val="22"/>
              </w:rPr>
              <w:t>:</w:t>
            </w:r>
          </w:p>
          <w:p w14:paraId="14A7F2E1" w14:textId="77777777" w:rsidR="00275E35" w:rsidRPr="001A7B4B" w:rsidRDefault="00275E35" w:rsidP="00C04BCC">
            <w:pPr>
              <w:pStyle w:val="Normalbulletlist"/>
              <w:numPr>
                <w:ilvl w:val="0"/>
                <w:numId w:val="0"/>
              </w:numPr>
              <w:rPr>
                <w:rFonts w:cs="Arial"/>
                <w:szCs w:val="22"/>
              </w:rPr>
            </w:pPr>
            <w:r w:rsidRPr="001A7B4B">
              <w:rPr>
                <w:rFonts w:cs="Arial"/>
                <w:szCs w:val="22"/>
              </w:rPr>
              <w:t>Copper pipe, fittings for each method</w:t>
            </w:r>
          </w:p>
          <w:p w14:paraId="0A1D7031" w14:textId="77777777" w:rsidR="00275E35" w:rsidRPr="001A7B4B" w:rsidRDefault="00275E35" w:rsidP="00C04BCC">
            <w:pPr>
              <w:pStyle w:val="Normalbulletlist"/>
              <w:numPr>
                <w:ilvl w:val="0"/>
                <w:numId w:val="0"/>
              </w:numPr>
              <w:rPr>
                <w:rFonts w:cs="Arial"/>
                <w:szCs w:val="22"/>
              </w:rPr>
            </w:pPr>
            <w:r w:rsidRPr="001A7B4B">
              <w:rPr>
                <w:rFonts w:cs="Arial"/>
                <w:szCs w:val="22"/>
              </w:rPr>
              <w:t>Blowtorches, flux, solder</w:t>
            </w:r>
          </w:p>
          <w:p w14:paraId="2665C219" w14:textId="77777777" w:rsidR="00275E35" w:rsidRPr="001A7B4B" w:rsidRDefault="00275E35" w:rsidP="00C04BCC">
            <w:pPr>
              <w:pStyle w:val="Normalbulletlist"/>
              <w:numPr>
                <w:ilvl w:val="0"/>
                <w:numId w:val="0"/>
              </w:numPr>
              <w:rPr>
                <w:rFonts w:cs="Arial"/>
                <w:szCs w:val="22"/>
              </w:rPr>
            </w:pPr>
            <w:r w:rsidRPr="001A7B4B">
              <w:rPr>
                <w:rFonts w:cs="Arial"/>
                <w:szCs w:val="22"/>
              </w:rPr>
              <w:t>Compression tools</w:t>
            </w:r>
          </w:p>
          <w:p w14:paraId="28D3F8B3" w14:textId="77777777" w:rsidR="00275E35" w:rsidRPr="001A7B4B" w:rsidRDefault="00275E35" w:rsidP="00C04BCC">
            <w:pPr>
              <w:pStyle w:val="Normalbulletlist"/>
              <w:numPr>
                <w:ilvl w:val="0"/>
                <w:numId w:val="0"/>
              </w:numPr>
              <w:rPr>
                <w:rFonts w:cs="Arial"/>
                <w:szCs w:val="22"/>
              </w:rPr>
            </w:pPr>
            <w:r w:rsidRPr="001A7B4B">
              <w:rPr>
                <w:rFonts w:cs="Arial"/>
                <w:szCs w:val="22"/>
              </w:rPr>
              <w:lastRenderedPageBreak/>
              <w:t>Push-fit and press-fit tools</w:t>
            </w:r>
          </w:p>
          <w:p w14:paraId="66F8A6AB" w14:textId="77777777" w:rsidR="00275E35" w:rsidRPr="001A7B4B" w:rsidRDefault="00275E35" w:rsidP="00C04BCC">
            <w:pPr>
              <w:pStyle w:val="Normalbulletlist"/>
              <w:numPr>
                <w:ilvl w:val="0"/>
                <w:numId w:val="0"/>
              </w:numPr>
              <w:rPr>
                <w:rFonts w:cs="Arial"/>
                <w:szCs w:val="22"/>
              </w:rPr>
            </w:pPr>
            <w:r w:rsidRPr="001A7B4B">
              <w:rPr>
                <w:rFonts w:cs="Arial"/>
                <w:szCs w:val="22"/>
              </w:rPr>
              <w:t>Safety equipment (gloves, goggles, mats</w:t>
            </w:r>
            <w:r w:rsidR="00B7496C" w:rsidRPr="001A7B4B">
              <w:rPr>
                <w:rFonts w:cs="Arial"/>
                <w:szCs w:val="22"/>
              </w:rPr>
              <w:t>)</w:t>
            </w:r>
          </w:p>
          <w:p w14:paraId="7748533D" w14:textId="5EA6B2FC" w:rsidR="00E26094" w:rsidRPr="001A7B4B" w:rsidRDefault="00275E35" w:rsidP="00F4551E">
            <w:pPr>
              <w:pStyle w:val="Normalbulletlist"/>
              <w:numPr>
                <w:ilvl w:val="0"/>
                <w:numId w:val="0"/>
              </w:numPr>
              <w:rPr>
                <w:rFonts w:cs="Arial"/>
                <w:szCs w:val="22"/>
              </w:rPr>
            </w:pPr>
            <w:r w:rsidRPr="001A7B4B">
              <w:rPr>
                <w:rFonts w:cs="Arial"/>
                <w:szCs w:val="22"/>
              </w:rPr>
              <w:t>Quiz handouts or digital quiz platform</w:t>
            </w:r>
            <w:r w:rsidR="002267BA" w:rsidRPr="001A7B4B">
              <w:rPr>
                <w:rFonts w:cs="Arial"/>
                <w:szCs w:val="22"/>
              </w:rPr>
              <w:br/>
            </w:r>
          </w:p>
        </w:tc>
        <w:tc>
          <w:tcPr>
            <w:tcW w:w="2246" w:type="dxa"/>
          </w:tcPr>
          <w:p w14:paraId="2CAE425F" w14:textId="77777777" w:rsidR="00DD207A" w:rsidRDefault="008A57D2">
            <w:r>
              <w:lastRenderedPageBreak/>
              <w:t>Q&amp;A</w:t>
            </w:r>
            <w:r>
              <w:br/>
            </w:r>
            <w:r>
              <w:br/>
              <w:t>Demonstrate basic practical cuts and joints</w:t>
            </w:r>
            <w:r>
              <w:br/>
            </w:r>
            <w:r>
              <w:br/>
              <w:t>Knowledge check quiz</w:t>
            </w:r>
            <w:r>
              <w:br/>
              <w:t>Maths skills (measurement, scale, calculation, costing)</w:t>
            </w:r>
            <w:r>
              <w:br/>
              <w:t>English skills (reading, writing, technical vocabulary)</w:t>
            </w:r>
          </w:p>
        </w:tc>
      </w:tr>
      <w:tr w:rsidR="002267BA" w:rsidRPr="00634DF8" w14:paraId="14247C58" w14:textId="77777777" w:rsidTr="24BA986D">
        <w:trPr>
          <w:trHeight w:val="300"/>
          <w:jc w:val="center"/>
        </w:trPr>
        <w:tc>
          <w:tcPr>
            <w:tcW w:w="1297" w:type="dxa"/>
          </w:tcPr>
          <w:p w14:paraId="72B59EE2" w14:textId="77777777" w:rsidR="002267BA" w:rsidRPr="001A7B4B" w:rsidRDefault="002267BA" w:rsidP="002267BA">
            <w:pPr>
              <w:jc w:val="center"/>
              <w:rPr>
                <w:rFonts w:cs="Arial"/>
                <w:b/>
                <w:bCs/>
                <w:szCs w:val="22"/>
              </w:rPr>
            </w:pPr>
            <w:r w:rsidRPr="001A7B4B">
              <w:rPr>
                <w:rFonts w:cs="Arial"/>
                <w:b/>
                <w:bCs/>
                <w:szCs w:val="22"/>
              </w:rPr>
              <w:lastRenderedPageBreak/>
              <w:t>19-20</w:t>
            </w:r>
          </w:p>
          <w:p w14:paraId="3C9D2DFA" w14:textId="77777777" w:rsidR="002267BA" w:rsidRPr="001A7B4B" w:rsidRDefault="00A2110E" w:rsidP="002267BA">
            <w:pPr>
              <w:jc w:val="center"/>
              <w:rPr>
                <w:rFonts w:cs="Arial"/>
                <w:szCs w:val="22"/>
              </w:rPr>
            </w:pPr>
            <w:r w:rsidRPr="001A7B4B">
              <w:rPr>
                <w:rFonts w:cs="Arial"/>
                <w:szCs w:val="22"/>
              </w:rPr>
              <w:t>6</w:t>
            </w:r>
            <w:r w:rsidR="002267BA" w:rsidRPr="001A7B4B">
              <w:rPr>
                <w:rFonts w:cs="Arial"/>
                <w:szCs w:val="22"/>
              </w:rPr>
              <w:t xml:space="preserve"> hours</w:t>
            </w:r>
          </w:p>
        </w:tc>
        <w:tc>
          <w:tcPr>
            <w:tcW w:w="2199" w:type="dxa"/>
          </w:tcPr>
          <w:p w14:paraId="74F99C9E" w14:textId="77777777" w:rsidR="002267BA" w:rsidRPr="001A7B4B" w:rsidRDefault="002267BA" w:rsidP="002267BA">
            <w:pPr>
              <w:pStyle w:val="Normalheadingblack"/>
              <w:rPr>
                <w:rFonts w:cs="Arial"/>
                <w:lang w:eastAsia="en-GB"/>
              </w:rPr>
            </w:pPr>
            <w:r w:rsidRPr="001A7B4B">
              <w:rPr>
                <w:rFonts w:cs="Arial"/>
                <w:lang w:eastAsia="en-GB"/>
              </w:rPr>
              <w:t>Outcome 1 – Plumbing and heating common knowledge criteria</w:t>
            </w:r>
          </w:p>
          <w:p w14:paraId="26FA6092" w14:textId="77777777" w:rsidR="002267BA" w:rsidRPr="001A7B4B" w:rsidRDefault="002267BA" w:rsidP="002267BA">
            <w:pPr>
              <w:pStyle w:val="Normalheadingblack"/>
              <w:rPr>
                <w:rFonts w:cs="Arial"/>
                <w:lang w:eastAsia="en-GB"/>
              </w:rPr>
            </w:pPr>
          </w:p>
          <w:p w14:paraId="6E578E96" w14:textId="77777777" w:rsidR="002267BA" w:rsidRPr="001A7B4B" w:rsidRDefault="002267BA" w:rsidP="002267BA">
            <w:pPr>
              <w:pStyle w:val="Normalheadingblack"/>
              <w:rPr>
                <w:rFonts w:cs="Arial"/>
                <w:lang w:eastAsia="en-GB"/>
              </w:rPr>
            </w:pPr>
            <w:r w:rsidRPr="001A7B4B">
              <w:rPr>
                <w:rFonts w:cs="Arial"/>
                <w:lang w:eastAsia="en-GB"/>
              </w:rPr>
              <w:t>Outcome 2 Install plumbing and heating systems</w:t>
            </w:r>
          </w:p>
          <w:p w14:paraId="3006109F" w14:textId="77777777" w:rsidR="002267BA" w:rsidRPr="001A7B4B" w:rsidRDefault="002267BA" w:rsidP="002267BA">
            <w:pPr>
              <w:pStyle w:val="Normalheadingblack"/>
              <w:rPr>
                <w:rFonts w:cs="Arial"/>
                <w:lang w:eastAsia="en-GB"/>
              </w:rPr>
            </w:pPr>
          </w:p>
          <w:p w14:paraId="73B86E9D" w14:textId="77777777" w:rsidR="002267BA" w:rsidRPr="001A7B4B" w:rsidRDefault="002267BA" w:rsidP="002267BA">
            <w:pPr>
              <w:pStyle w:val="Normalheadingblack"/>
              <w:rPr>
                <w:rFonts w:cs="Arial"/>
                <w:szCs w:val="22"/>
                <w:lang w:eastAsia="en-GB"/>
              </w:rPr>
            </w:pPr>
          </w:p>
        </w:tc>
        <w:tc>
          <w:tcPr>
            <w:tcW w:w="3135" w:type="dxa"/>
          </w:tcPr>
          <w:p w14:paraId="0578687C" w14:textId="77777777" w:rsidR="002267BA" w:rsidRPr="001A7B4B" w:rsidRDefault="002267BA" w:rsidP="00F4551E">
            <w:pPr>
              <w:pStyle w:val="Normalheadingblack"/>
              <w:spacing w:before="0" w:after="0"/>
              <w:rPr>
                <w:rStyle w:val="normaltextrun"/>
                <w:rFonts w:cs="Arial"/>
                <w:b w:val="0"/>
                <w:shd w:val="clear" w:color="auto" w:fill="FFFFFF"/>
                <w:lang w:val="en-US"/>
              </w:rPr>
            </w:pPr>
            <w:r w:rsidRPr="001A7B4B">
              <w:rPr>
                <w:rStyle w:val="normaltextrun"/>
                <w:rFonts w:cs="Arial"/>
                <w:b w:val="0"/>
                <w:szCs w:val="22"/>
                <w:shd w:val="clear" w:color="auto" w:fill="FFFFFF"/>
                <w:lang w:val="en-US"/>
              </w:rPr>
              <w:t>K1.27 Jo</w:t>
            </w:r>
            <w:r w:rsidRPr="001A7B4B">
              <w:rPr>
                <w:rStyle w:val="normaltextrun"/>
                <w:rFonts w:cs="Arial"/>
                <w:b w:val="0"/>
                <w:shd w:val="clear" w:color="auto" w:fill="FFFFFF"/>
                <w:lang w:val="en-US"/>
              </w:rPr>
              <w:t>inting methods</w:t>
            </w:r>
          </w:p>
          <w:p w14:paraId="774D22CD" w14:textId="77777777" w:rsidR="002267BA" w:rsidRPr="001A7B4B" w:rsidRDefault="002267BA" w:rsidP="00F4551E">
            <w:pPr>
              <w:pStyle w:val="Normalheadingblack"/>
              <w:spacing w:before="0" w:after="0"/>
              <w:rPr>
                <w:rStyle w:val="normaltextrun"/>
                <w:rFonts w:cs="Arial"/>
                <w:b w:val="0"/>
                <w:shd w:val="clear" w:color="auto" w:fill="FFFFFF"/>
                <w:lang w:val="en-US"/>
              </w:rPr>
            </w:pPr>
          </w:p>
          <w:p w14:paraId="653D16CB" w14:textId="77777777" w:rsidR="002267BA" w:rsidRPr="001A7B4B" w:rsidRDefault="002267BA" w:rsidP="00F4551E">
            <w:pPr>
              <w:pStyle w:val="Normalheadingblack"/>
              <w:spacing w:before="0" w:after="0"/>
              <w:rPr>
                <w:b w:val="0"/>
              </w:rPr>
            </w:pPr>
            <w:r w:rsidRPr="001A7B4B">
              <w:rPr>
                <w:b w:val="0"/>
              </w:rPr>
              <w:t>S2.4 Mark out requirements</w:t>
            </w:r>
          </w:p>
          <w:p w14:paraId="73A0618E" w14:textId="77777777" w:rsidR="002267BA" w:rsidRPr="001A7B4B" w:rsidRDefault="002267BA" w:rsidP="00F4551E">
            <w:pPr>
              <w:pStyle w:val="Normalheadingblack"/>
              <w:spacing w:before="0" w:after="0"/>
              <w:rPr>
                <w:b w:val="0"/>
              </w:rPr>
            </w:pPr>
          </w:p>
          <w:p w14:paraId="6ACB6F6E" w14:textId="77777777" w:rsidR="002267BA" w:rsidRPr="001A7B4B" w:rsidRDefault="002267BA" w:rsidP="00F4551E">
            <w:pPr>
              <w:pStyle w:val="Normalheadingblack"/>
              <w:spacing w:before="0" w:after="0"/>
              <w:rPr>
                <w:b w:val="0"/>
              </w:rPr>
            </w:pPr>
            <w:r w:rsidRPr="001A7B4B">
              <w:rPr>
                <w:b w:val="0"/>
              </w:rPr>
              <w:t>S2.7 Cut pipes</w:t>
            </w:r>
          </w:p>
          <w:p w14:paraId="197ED011" w14:textId="77777777" w:rsidR="002267BA" w:rsidRPr="001A7B4B" w:rsidRDefault="002267BA" w:rsidP="00F4551E">
            <w:pPr>
              <w:pStyle w:val="Normalheadingblack"/>
              <w:spacing w:before="0" w:after="0"/>
              <w:rPr>
                <w:rStyle w:val="normaltextrun"/>
                <w:rFonts w:cs="Arial"/>
                <w:b w:val="0"/>
                <w:shd w:val="clear" w:color="auto" w:fill="FFFFFF"/>
                <w:lang w:val="en-US"/>
              </w:rPr>
            </w:pPr>
          </w:p>
          <w:p w14:paraId="3100CE74" w14:textId="77777777" w:rsidR="002267BA" w:rsidRPr="001A7B4B" w:rsidRDefault="002267BA" w:rsidP="00F4551E">
            <w:pPr>
              <w:pStyle w:val="Normalheadingblack"/>
              <w:spacing w:before="0" w:after="0"/>
              <w:rPr>
                <w:rFonts w:cs="Arial"/>
                <w:b w:val="0"/>
                <w:szCs w:val="22"/>
              </w:rPr>
            </w:pPr>
            <w:r w:rsidRPr="001A7B4B">
              <w:rPr>
                <w:rStyle w:val="normaltextrun"/>
                <w:rFonts w:cs="Arial"/>
                <w:b w:val="0"/>
                <w:szCs w:val="22"/>
                <w:shd w:val="clear" w:color="auto" w:fill="FFFFFF"/>
                <w:lang w:val="en-US"/>
              </w:rPr>
              <w:t>S2.8</w:t>
            </w:r>
            <w:r w:rsidRPr="001A7B4B">
              <w:rPr>
                <w:rStyle w:val="eop"/>
                <w:rFonts w:cs="Arial"/>
                <w:b w:val="0"/>
                <w:szCs w:val="22"/>
                <w:shd w:val="clear" w:color="auto" w:fill="FFFFFF"/>
              </w:rPr>
              <w:t> C</w:t>
            </w:r>
            <w:r w:rsidRPr="001A7B4B">
              <w:rPr>
                <w:rStyle w:val="eop"/>
                <w:rFonts w:cs="Arial"/>
                <w:b w:val="0"/>
              </w:rPr>
              <w:t>onnect materials using jointing methods</w:t>
            </w:r>
          </w:p>
        </w:tc>
        <w:tc>
          <w:tcPr>
            <w:tcW w:w="5785" w:type="dxa"/>
          </w:tcPr>
          <w:p w14:paraId="34F843BF" w14:textId="0F938EBB" w:rsidR="002267BA" w:rsidRPr="001A7B4B" w:rsidRDefault="002267BA" w:rsidP="007E51C6">
            <w:pPr>
              <w:pStyle w:val="Normalheadingblue"/>
              <w:spacing w:before="0" w:after="0"/>
              <w:rPr>
                <w:rFonts w:cs="Arial"/>
                <w:color w:val="auto"/>
                <w:szCs w:val="22"/>
              </w:rPr>
            </w:pPr>
            <w:r w:rsidRPr="001A7B4B">
              <w:rPr>
                <w:rFonts w:cs="Arial"/>
                <w:color w:val="auto"/>
                <w:szCs w:val="22"/>
              </w:rPr>
              <w:t>Activities</w:t>
            </w:r>
            <w:r w:rsidR="00474E6D" w:rsidRPr="001A7B4B">
              <w:rPr>
                <w:rFonts w:cs="Arial"/>
                <w:color w:val="auto"/>
                <w:szCs w:val="22"/>
              </w:rPr>
              <w:t>:</w:t>
            </w:r>
          </w:p>
          <w:p w14:paraId="334BBE9E" w14:textId="77777777" w:rsidR="002267BA" w:rsidRPr="001A7B4B" w:rsidRDefault="002267BA" w:rsidP="007E51C6">
            <w:pPr>
              <w:pStyle w:val="Normalheadingblue"/>
              <w:spacing w:before="0" w:after="0"/>
              <w:rPr>
                <w:rFonts w:cs="Arial"/>
                <w:color w:val="auto"/>
                <w:szCs w:val="22"/>
              </w:rPr>
            </w:pPr>
            <w:r w:rsidRPr="001A7B4B">
              <w:rPr>
                <w:rFonts w:cs="Arial"/>
                <w:color w:val="auto"/>
                <w:szCs w:val="22"/>
              </w:rPr>
              <w:t>Starter task example:</w:t>
            </w:r>
          </w:p>
          <w:p w14:paraId="7BDC9121" w14:textId="77777777" w:rsidR="002267BA" w:rsidRPr="001A7B4B" w:rsidRDefault="002267BA" w:rsidP="007E51C6">
            <w:pPr>
              <w:pStyle w:val="Normalheadingblue"/>
              <w:spacing w:before="0" w:after="0"/>
              <w:rPr>
                <w:rFonts w:cs="Arial"/>
                <w:b w:val="0"/>
                <w:color w:val="auto"/>
                <w:szCs w:val="22"/>
              </w:rPr>
            </w:pPr>
            <w:r w:rsidRPr="001A7B4B">
              <w:rPr>
                <w:rFonts w:cs="Arial"/>
                <w:b w:val="0"/>
                <w:color w:val="auto"/>
                <w:szCs w:val="22"/>
              </w:rPr>
              <w:t>Recap task – Q&amp;A based on previous practical session and the cutting of different materials</w:t>
            </w:r>
          </w:p>
          <w:p w14:paraId="64D53B86" w14:textId="77777777" w:rsidR="007E51C6" w:rsidRPr="001A7B4B" w:rsidRDefault="007E51C6" w:rsidP="007E51C6">
            <w:pPr>
              <w:pStyle w:val="Normalheadingblue"/>
              <w:spacing w:before="0" w:after="0"/>
              <w:rPr>
                <w:rFonts w:cs="Arial"/>
                <w:b w:val="0"/>
                <w:color w:val="auto"/>
                <w:szCs w:val="22"/>
              </w:rPr>
            </w:pPr>
          </w:p>
          <w:p w14:paraId="6215FD3B" w14:textId="6514964E" w:rsidR="002267BA" w:rsidRPr="001A7B4B" w:rsidRDefault="002267BA" w:rsidP="007E51C6">
            <w:pPr>
              <w:pStyle w:val="Normalheadingblue"/>
              <w:spacing w:before="0" w:after="0"/>
              <w:rPr>
                <w:rFonts w:cs="Arial"/>
                <w:color w:val="auto"/>
                <w:szCs w:val="22"/>
              </w:rPr>
            </w:pPr>
            <w:r w:rsidRPr="001A7B4B">
              <w:rPr>
                <w:rFonts w:cs="Arial"/>
                <w:color w:val="auto"/>
                <w:szCs w:val="22"/>
              </w:rPr>
              <w:t>Delivery</w:t>
            </w:r>
            <w:r w:rsidR="00474E6D" w:rsidRPr="001A7B4B">
              <w:rPr>
                <w:rFonts w:cs="Arial"/>
                <w:color w:val="auto"/>
                <w:szCs w:val="22"/>
              </w:rPr>
              <w:t xml:space="preserve"> focus</w:t>
            </w:r>
            <w:r w:rsidRPr="001A7B4B">
              <w:rPr>
                <w:rFonts w:cs="Arial"/>
                <w:color w:val="auto"/>
                <w:szCs w:val="22"/>
              </w:rPr>
              <w:t>:</w:t>
            </w:r>
          </w:p>
          <w:p w14:paraId="00A0B015" w14:textId="60BAC9CD" w:rsidR="002267BA" w:rsidRPr="001A7B4B" w:rsidRDefault="002267BA" w:rsidP="002C017C">
            <w:pPr>
              <w:pStyle w:val="Normalheadingblue"/>
              <w:numPr>
                <w:ilvl w:val="0"/>
                <w:numId w:val="4"/>
              </w:numPr>
              <w:spacing w:before="0" w:after="0"/>
              <w:ind w:left="284" w:hanging="284"/>
              <w:rPr>
                <w:rFonts w:cs="Arial"/>
                <w:b w:val="0"/>
                <w:color w:val="auto"/>
                <w:szCs w:val="22"/>
              </w:rPr>
            </w:pPr>
            <w:r w:rsidRPr="001A7B4B">
              <w:rPr>
                <w:rFonts w:cs="Arial"/>
                <w:color w:val="auto"/>
                <w:szCs w:val="22"/>
              </w:rPr>
              <w:t>Practical session</w:t>
            </w:r>
            <w:r w:rsidR="007B52F6" w:rsidRPr="001A7B4B">
              <w:rPr>
                <w:rFonts w:cs="Arial"/>
                <w:color w:val="auto"/>
                <w:szCs w:val="22"/>
              </w:rPr>
              <w:t xml:space="preserve"> – Copper pipe jointing</w:t>
            </w:r>
            <w:r w:rsidRPr="001A7B4B">
              <w:rPr>
                <w:rFonts w:cs="Arial"/>
                <w:b w:val="0"/>
                <w:color w:val="auto"/>
                <w:szCs w:val="22"/>
              </w:rPr>
              <w:t xml:space="preserve"> </w:t>
            </w:r>
            <w:r w:rsidR="007A6615" w:rsidRPr="001A7B4B">
              <w:rPr>
                <w:rFonts w:cs="Arial"/>
                <w:b w:val="0"/>
                <w:color w:val="auto"/>
                <w:szCs w:val="22"/>
              </w:rPr>
              <w:t xml:space="preserve">following on from previous session </w:t>
            </w:r>
            <w:r w:rsidRPr="001A7B4B">
              <w:rPr>
                <w:rFonts w:cs="Arial"/>
                <w:b w:val="0"/>
                <w:color w:val="auto"/>
                <w:szCs w:val="22"/>
              </w:rPr>
              <w:t xml:space="preserve">to allow </w:t>
            </w:r>
            <w:r w:rsidR="00F502C8" w:rsidRPr="001A7B4B">
              <w:rPr>
                <w:rFonts w:cs="Arial"/>
                <w:b w:val="0"/>
                <w:color w:val="auto"/>
                <w:szCs w:val="22"/>
              </w:rPr>
              <w:t>students</w:t>
            </w:r>
            <w:r w:rsidRPr="001A7B4B">
              <w:rPr>
                <w:rFonts w:cs="Arial"/>
                <w:b w:val="0"/>
                <w:color w:val="auto"/>
                <w:szCs w:val="22"/>
              </w:rPr>
              <w:t xml:space="preserve"> to develop their skills based on </w:t>
            </w:r>
            <w:proofErr w:type="gramStart"/>
            <w:r w:rsidR="00E26094" w:rsidRPr="001A7B4B">
              <w:rPr>
                <w:rFonts w:cs="Arial"/>
                <w:b w:val="0"/>
                <w:color w:val="auto"/>
                <w:szCs w:val="22"/>
              </w:rPr>
              <w:t>Copper</w:t>
            </w:r>
            <w:proofErr w:type="gramEnd"/>
            <w:r w:rsidR="00E26094" w:rsidRPr="001A7B4B">
              <w:rPr>
                <w:rFonts w:cs="Arial"/>
                <w:b w:val="0"/>
                <w:color w:val="auto"/>
                <w:szCs w:val="22"/>
              </w:rPr>
              <w:t xml:space="preserve"> pipe jointing including </w:t>
            </w:r>
            <w:r w:rsidRPr="001A7B4B">
              <w:rPr>
                <w:rFonts w:cs="Arial"/>
                <w:b w:val="0"/>
                <w:color w:val="auto"/>
                <w:szCs w:val="22"/>
              </w:rPr>
              <w:t>Soldering, compression and push fit pipe jointing.</w:t>
            </w:r>
          </w:p>
          <w:p w14:paraId="2F8FBB78" w14:textId="77777777" w:rsidR="00B7496C" w:rsidRPr="001A7B4B" w:rsidRDefault="00B7496C" w:rsidP="007E51C6">
            <w:pPr>
              <w:pStyle w:val="Normalheadingblue"/>
              <w:spacing w:before="0" w:after="0"/>
              <w:ind w:left="284"/>
              <w:rPr>
                <w:rFonts w:cs="Arial"/>
                <w:b w:val="0"/>
                <w:color w:val="auto"/>
                <w:szCs w:val="22"/>
              </w:rPr>
            </w:pPr>
          </w:p>
          <w:p w14:paraId="3817BA05" w14:textId="422FA387" w:rsidR="002267BA" w:rsidRPr="001A7B4B" w:rsidRDefault="002267BA"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 xml:space="preserve">Tutor to </w:t>
            </w:r>
            <w:r w:rsidR="007A6615" w:rsidRPr="001A7B4B">
              <w:rPr>
                <w:rFonts w:cs="Arial"/>
                <w:b w:val="0"/>
                <w:color w:val="auto"/>
                <w:szCs w:val="22"/>
              </w:rPr>
              <w:t xml:space="preserve">recap and </w:t>
            </w:r>
            <w:r w:rsidRPr="001A7B4B">
              <w:rPr>
                <w:rFonts w:cs="Arial"/>
                <w:b w:val="0"/>
                <w:color w:val="auto"/>
                <w:szCs w:val="22"/>
              </w:rPr>
              <w:t xml:space="preserve">demonstrate the techniques involved in jointing pipework before setting short tasks for </w:t>
            </w:r>
            <w:r w:rsidR="00F502C8" w:rsidRPr="001A7B4B">
              <w:rPr>
                <w:rFonts w:cs="Arial"/>
                <w:b w:val="0"/>
                <w:color w:val="auto"/>
                <w:szCs w:val="22"/>
              </w:rPr>
              <w:t>students</w:t>
            </w:r>
            <w:r w:rsidRPr="001A7B4B">
              <w:rPr>
                <w:rFonts w:cs="Arial"/>
                <w:b w:val="0"/>
                <w:color w:val="auto"/>
                <w:szCs w:val="22"/>
              </w:rPr>
              <w:t xml:space="preserve"> to produce individually</w:t>
            </w:r>
            <w:r w:rsidR="00B7496C" w:rsidRPr="001A7B4B">
              <w:rPr>
                <w:rFonts w:cs="Arial"/>
                <w:b w:val="0"/>
                <w:color w:val="auto"/>
                <w:szCs w:val="22"/>
              </w:rPr>
              <w:t xml:space="preserve"> or as small group.</w:t>
            </w:r>
          </w:p>
          <w:p w14:paraId="0148257A" w14:textId="77777777" w:rsidR="00B7496C" w:rsidRPr="001A7B4B" w:rsidRDefault="00B7496C" w:rsidP="007E51C6">
            <w:pPr>
              <w:pStyle w:val="ListParagraph"/>
              <w:spacing w:before="0" w:after="0"/>
              <w:rPr>
                <w:rFonts w:cs="Arial"/>
                <w:b/>
                <w:szCs w:val="22"/>
              </w:rPr>
            </w:pPr>
          </w:p>
          <w:p w14:paraId="47D27869" w14:textId="1DF779A4" w:rsidR="00B7496C" w:rsidRPr="001A7B4B" w:rsidRDefault="00B7496C"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 xml:space="preserve">Tutor to set suitable practical tasks based on copper pipe jointing and a range of jointing types including a drawing for </w:t>
            </w:r>
            <w:r w:rsidR="00F502C8" w:rsidRPr="001A7B4B">
              <w:rPr>
                <w:rFonts w:cs="Arial"/>
                <w:b w:val="0"/>
                <w:color w:val="auto"/>
                <w:szCs w:val="22"/>
              </w:rPr>
              <w:t>students</w:t>
            </w:r>
            <w:r w:rsidRPr="001A7B4B">
              <w:rPr>
                <w:rFonts w:cs="Arial"/>
                <w:b w:val="0"/>
                <w:color w:val="auto"/>
                <w:szCs w:val="22"/>
              </w:rPr>
              <w:t xml:space="preserve"> to work from. This will include dimensions and pipe sizes.</w:t>
            </w:r>
          </w:p>
          <w:p w14:paraId="70622BBC" w14:textId="77777777" w:rsidR="002267BA" w:rsidRPr="001A7B4B" w:rsidRDefault="002267BA" w:rsidP="007E51C6">
            <w:pPr>
              <w:pStyle w:val="Normalheadingblue"/>
              <w:spacing w:before="0" w:after="0"/>
              <w:rPr>
                <w:rFonts w:cs="Arial"/>
                <w:color w:val="auto"/>
                <w:szCs w:val="22"/>
              </w:rPr>
            </w:pPr>
          </w:p>
          <w:p w14:paraId="5F59174D" w14:textId="0223133A" w:rsidR="00B7496C" w:rsidRPr="001A7B4B" w:rsidRDefault="002267BA" w:rsidP="007E51C6">
            <w:pPr>
              <w:pStyle w:val="Normalheadingblue"/>
              <w:spacing w:before="0" w:after="0"/>
              <w:rPr>
                <w:rFonts w:cs="Arial"/>
                <w:color w:val="auto"/>
                <w:szCs w:val="22"/>
              </w:rPr>
            </w:pPr>
            <w:r w:rsidRPr="001A7B4B">
              <w:rPr>
                <w:rFonts w:cs="Arial"/>
                <w:color w:val="auto"/>
                <w:szCs w:val="22"/>
              </w:rPr>
              <w:t xml:space="preserve">Knowledge </w:t>
            </w:r>
            <w:r w:rsidR="00474E6D" w:rsidRPr="001A7B4B">
              <w:rPr>
                <w:rFonts w:cs="Arial"/>
                <w:color w:val="auto"/>
                <w:szCs w:val="22"/>
              </w:rPr>
              <w:t>C</w:t>
            </w:r>
            <w:r w:rsidRPr="001A7B4B">
              <w:rPr>
                <w:rFonts w:cs="Arial"/>
                <w:color w:val="auto"/>
                <w:szCs w:val="22"/>
              </w:rPr>
              <w:t>heck example:</w:t>
            </w:r>
          </w:p>
          <w:p w14:paraId="77DFC494" w14:textId="507CD548" w:rsidR="00B7496C" w:rsidRPr="001A7B4B" w:rsidRDefault="00665FA5"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Toolbox</w:t>
            </w:r>
            <w:r w:rsidR="00B7496C" w:rsidRPr="001A7B4B">
              <w:rPr>
                <w:rFonts w:cs="Arial"/>
                <w:b w:val="0"/>
                <w:color w:val="auto"/>
                <w:szCs w:val="22"/>
              </w:rPr>
              <w:t xml:space="preserve"> talk – </w:t>
            </w:r>
            <w:r w:rsidR="00F502C8" w:rsidRPr="001A7B4B">
              <w:rPr>
                <w:rFonts w:cs="Arial"/>
                <w:b w:val="0"/>
                <w:color w:val="auto"/>
                <w:szCs w:val="22"/>
              </w:rPr>
              <w:t>students</w:t>
            </w:r>
            <w:r w:rsidR="00B7496C" w:rsidRPr="001A7B4B">
              <w:rPr>
                <w:rFonts w:cs="Arial"/>
                <w:b w:val="0"/>
                <w:color w:val="auto"/>
                <w:szCs w:val="22"/>
              </w:rPr>
              <w:t xml:space="preserve"> are to give safety requirements relating to the task</w:t>
            </w:r>
          </w:p>
          <w:p w14:paraId="5E8564BD" w14:textId="77777777" w:rsidR="002267BA" w:rsidRPr="001A7B4B" w:rsidRDefault="002267BA"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lastRenderedPageBreak/>
              <w:t>Peer marking of set tasks to a given measurement with feedback given by peers.</w:t>
            </w:r>
          </w:p>
          <w:p w14:paraId="3E7693FB" w14:textId="77777777" w:rsidR="002267BA" w:rsidRPr="001A7B4B" w:rsidRDefault="002267BA" w:rsidP="007E51C6">
            <w:pPr>
              <w:pStyle w:val="Normalheadingblue"/>
              <w:spacing w:before="0" w:after="0"/>
              <w:rPr>
                <w:rFonts w:cs="Arial"/>
                <w:color w:val="auto"/>
                <w:szCs w:val="22"/>
              </w:rPr>
            </w:pPr>
          </w:p>
          <w:p w14:paraId="6617DE8C" w14:textId="5C0C6BF1" w:rsidR="002267BA" w:rsidRPr="001A7B4B" w:rsidRDefault="002267BA" w:rsidP="007E51C6">
            <w:pPr>
              <w:pStyle w:val="Normalheadingblue"/>
              <w:spacing w:before="0" w:after="0"/>
              <w:rPr>
                <w:rFonts w:cs="Arial"/>
                <w:color w:val="auto"/>
                <w:szCs w:val="22"/>
              </w:rPr>
            </w:pPr>
            <w:r w:rsidRPr="001A7B4B">
              <w:rPr>
                <w:rFonts w:cs="Arial"/>
                <w:color w:val="auto"/>
                <w:szCs w:val="22"/>
              </w:rPr>
              <w:t>Resources</w:t>
            </w:r>
            <w:r w:rsidR="00474E6D" w:rsidRPr="001A7B4B">
              <w:rPr>
                <w:rFonts w:cs="Arial"/>
                <w:color w:val="auto"/>
                <w:szCs w:val="22"/>
              </w:rPr>
              <w:t>:</w:t>
            </w:r>
          </w:p>
          <w:p w14:paraId="3CC17CF2" w14:textId="63F9C6B6" w:rsidR="002267BA" w:rsidRPr="001A7B4B" w:rsidRDefault="00385936" w:rsidP="007E51C6">
            <w:pPr>
              <w:pStyle w:val="Normalbulletlist"/>
              <w:numPr>
                <w:ilvl w:val="0"/>
                <w:numId w:val="0"/>
              </w:numPr>
              <w:ind w:left="284" w:hanging="284"/>
              <w:rPr>
                <w:rStyle w:val="scxw239528614"/>
                <w:rFonts w:cs="Arial"/>
                <w:szCs w:val="22"/>
                <w:shd w:val="clear" w:color="auto" w:fill="FFFFFF"/>
              </w:rPr>
            </w:pPr>
            <w:r w:rsidRPr="001A7B4B">
              <w:rPr>
                <w:rStyle w:val="normaltextrun"/>
                <w:rFonts w:cs="Arial"/>
                <w:szCs w:val="22"/>
                <w:shd w:val="clear" w:color="auto" w:fill="FFFFFF"/>
                <w:lang w:val="en-US"/>
              </w:rPr>
              <w:t>M</w:t>
            </w:r>
            <w:r w:rsidR="002267BA" w:rsidRPr="001A7B4B">
              <w:rPr>
                <w:rStyle w:val="normaltextrun"/>
                <w:rFonts w:cs="Arial"/>
                <w:szCs w:val="22"/>
                <w:shd w:val="clear" w:color="auto" w:fill="FFFFFF"/>
                <w:lang w:val="en-US"/>
              </w:rPr>
              <w:t>easuring tape</w:t>
            </w:r>
            <w:r w:rsidR="002267BA" w:rsidRPr="001A7B4B">
              <w:rPr>
                <w:rStyle w:val="scxw239528614"/>
                <w:rFonts w:cs="Arial"/>
                <w:szCs w:val="22"/>
                <w:shd w:val="clear" w:color="auto" w:fill="FFFFFF"/>
              </w:rPr>
              <w:t> </w:t>
            </w:r>
          </w:p>
          <w:p w14:paraId="65E332D1" w14:textId="0F69AD81" w:rsidR="002267BA" w:rsidRPr="001A7B4B" w:rsidRDefault="00385936" w:rsidP="007E51C6">
            <w:pPr>
              <w:pStyle w:val="Normalbulletlist"/>
              <w:numPr>
                <w:ilvl w:val="0"/>
                <w:numId w:val="0"/>
              </w:numPr>
              <w:ind w:left="284" w:hanging="284"/>
              <w:rPr>
                <w:rStyle w:val="scxw239528614"/>
                <w:rFonts w:cs="Arial"/>
                <w:szCs w:val="22"/>
                <w:shd w:val="clear" w:color="auto" w:fill="FFFFFF"/>
              </w:rPr>
            </w:pPr>
            <w:r w:rsidRPr="001A7B4B">
              <w:rPr>
                <w:rStyle w:val="normaltextrun"/>
                <w:rFonts w:cs="Arial"/>
                <w:szCs w:val="22"/>
                <w:shd w:val="clear" w:color="auto" w:fill="FFFFFF"/>
                <w:lang w:val="en-US"/>
              </w:rPr>
              <w:t>M</w:t>
            </w:r>
            <w:r w:rsidR="002267BA" w:rsidRPr="001A7B4B">
              <w:rPr>
                <w:rStyle w:val="normaltextrun"/>
                <w:rFonts w:cs="Arial"/>
                <w:szCs w:val="22"/>
                <w:shd w:val="clear" w:color="auto" w:fill="FFFFFF"/>
                <w:lang w:val="en-US"/>
              </w:rPr>
              <w:t>arker</w:t>
            </w:r>
            <w:r w:rsidR="002267BA" w:rsidRPr="001A7B4B">
              <w:rPr>
                <w:rStyle w:val="scxw239528614"/>
                <w:rFonts w:cs="Arial"/>
                <w:szCs w:val="22"/>
                <w:shd w:val="clear" w:color="auto" w:fill="FFFFFF"/>
              </w:rPr>
              <w:t> </w:t>
            </w:r>
          </w:p>
          <w:p w14:paraId="58217323" w14:textId="77777777" w:rsidR="002267BA" w:rsidRPr="001A7B4B" w:rsidRDefault="002267BA" w:rsidP="007E51C6">
            <w:pPr>
              <w:pStyle w:val="Normalbulletlist"/>
              <w:numPr>
                <w:ilvl w:val="0"/>
                <w:numId w:val="0"/>
              </w:numPr>
              <w:ind w:left="284" w:hanging="284"/>
              <w:rPr>
                <w:rStyle w:val="normaltextrun"/>
                <w:rFonts w:cs="Arial"/>
                <w:szCs w:val="22"/>
                <w:shd w:val="clear" w:color="auto" w:fill="FFFFFF"/>
                <w:lang w:val="en-US"/>
              </w:rPr>
            </w:pPr>
            <w:r w:rsidRPr="001A7B4B">
              <w:rPr>
                <w:rStyle w:val="normaltextrun"/>
                <w:rFonts w:cs="Arial"/>
                <w:szCs w:val="22"/>
                <w:shd w:val="clear" w:color="auto" w:fill="FFFFFF"/>
                <w:lang w:val="en-US"/>
              </w:rPr>
              <w:t>Cutting tools</w:t>
            </w:r>
          </w:p>
          <w:p w14:paraId="164ADF2F" w14:textId="69F1D762" w:rsidR="002267BA" w:rsidRPr="001A7B4B" w:rsidRDefault="00385936" w:rsidP="007E51C6">
            <w:pPr>
              <w:pStyle w:val="Normalbulletlist"/>
              <w:numPr>
                <w:ilvl w:val="0"/>
                <w:numId w:val="0"/>
              </w:numPr>
              <w:ind w:left="284" w:hanging="284"/>
              <w:rPr>
                <w:rStyle w:val="scxw239528614"/>
                <w:rFonts w:cs="Arial"/>
                <w:szCs w:val="22"/>
                <w:shd w:val="clear" w:color="auto" w:fill="FFFFFF"/>
              </w:rPr>
            </w:pPr>
            <w:r w:rsidRPr="001A7B4B">
              <w:rPr>
                <w:rStyle w:val="normaltextrun"/>
                <w:rFonts w:cs="Arial"/>
                <w:szCs w:val="22"/>
                <w:shd w:val="clear" w:color="auto" w:fill="FFFFFF"/>
                <w:lang w:val="en-US"/>
              </w:rPr>
              <w:t>P</w:t>
            </w:r>
            <w:r w:rsidR="002267BA" w:rsidRPr="001A7B4B">
              <w:rPr>
                <w:rStyle w:val="normaltextrun"/>
                <w:rFonts w:cs="Arial"/>
                <w:szCs w:val="22"/>
                <w:shd w:val="clear" w:color="auto" w:fill="FFFFFF"/>
                <w:lang w:val="en-US"/>
              </w:rPr>
              <w:t>ipe cutter</w:t>
            </w:r>
            <w:r w:rsidR="002267BA" w:rsidRPr="001A7B4B">
              <w:rPr>
                <w:rStyle w:val="scxw239528614"/>
                <w:rFonts w:cs="Arial"/>
                <w:szCs w:val="22"/>
                <w:shd w:val="clear" w:color="auto" w:fill="FFFFFF"/>
              </w:rPr>
              <w:t> </w:t>
            </w:r>
          </w:p>
          <w:p w14:paraId="5160BCE7" w14:textId="30531ABB" w:rsidR="002267BA" w:rsidRPr="001A7B4B" w:rsidRDefault="00385936" w:rsidP="007E51C6">
            <w:pPr>
              <w:pStyle w:val="Normalbulletlist"/>
              <w:numPr>
                <w:ilvl w:val="0"/>
                <w:numId w:val="0"/>
              </w:numPr>
              <w:ind w:left="284" w:hanging="284"/>
              <w:rPr>
                <w:rStyle w:val="scxw239528614"/>
                <w:rFonts w:cs="Arial"/>
                <w:szCs w:val="22"/>
                <w:shd w:val="clear" w:color="auto" w:fill="FFFFFF"/>
              </w:rPr>
            </w:pPr>
            <w:r w:rsidRPr="001A7B4B">
              <w:rPr>
                <w:rStyle w:val="normaltextrun"/>
                <w:rFonts w:cs="Arial"/>
                <w:szCs w:val="22"/>
                <w:shd w:val="clear" w:color="auto" w:fill="FFFFFF"/>
                <w:lang w:val="en-US"/>
              </w:rPr>
              <w:t>H</w:t>
            </w:r>
            <w:r w:rsidR="002267BA" w:rsidRPr="001A7B4B">
              <w:rPr>
                <w:rStyle w:val="normaltextrun"/>
                <w:rFonts w:cs="Arial"/>
                <w:szCs w:val="22"/>
                <w:shd w:val="clear" w:color="auto" w:fill="FFFFFF"/>
                <w:lang w:val="en-US"/>
              </w:rPr>
              <w:t>acksaw</w:t>
            </w:r>
            <w:r w:rsidR="002267BA" w:rsidRPr="001A7B4B">
              <w:rPr>
                <w:rStyle w:val="scxw239528614"/>
                <w:rFonts w:cs="Arial"/>
                <w:szCs w:val="22"/>
                <w:shd w:val="clear" w:color="auto" w:fill="FFFFFF"/>
              </w:rPr>
              <w:t> </w:t>
            </w:r>
          </w:p>
          <w:p w14:paraId="073BD7EB" w14:textId="3819926F" w:rsidR="002267BA" w:rsidRPr="001A7B4B" w:rsidRDefault="00385936" w:rsidP="007E51C6">
            <w:pPr>
              <w:pStyle w:val="Normalbulletlist"/>
              <w:numPr>
                <w:ilvl w:val="0"/>
                <w:numId w:val="0"/>
              </w:numPr>
              <w:ind w:left="284" w:hanging="284"/>
              <w:rPr>
                <w:rStyle w:val="normaltextrun"/>
                <w:rFonts w:cs="Arial"/>
                <w:szCs w:val="22"/>
                <w:shd w:val="clear" w:color="auto" w:fill="FFFFFF"/>
                <w:lang w:val="en-US"/>
              </w:rPr>
            </w:pPr>
            <w:r w:rsidRPr="001A7B4B">
              <w:rPr>
                <w:rStyle w:val="normaltextrun"/>
                <w:rFonts w:cs="Arial"/>
                <w:szCs w:val="22"/>
                <w:shd w:val="clear" w:color="auto" w:fill="FFFFFF"/>
                <w:lang w:val="en-US"/>
              </w:rPr>
              <w:t>T</w:t>
            </w:r>
            <w:r w:rsidR="002267BA" w:rsidRPr="001A7B4B">
              <w:rPr>
                <w:rStyle w:val="normaltextrun"/>
                <w:rFonts w:cs="Arial"/>
                <w:szCs w:val="22"/>
                <w:shd w:val="clear" w:color="auto" w:fill="FFFFFF"/>
                <w:lang w:val="en-US"/>
              </w:rPr>
              <w:t>ube cutter</w:t>
            </w:r>
          </w:p>
          <w:p w14:paraId="1DD6F85D" w14:textId="77777777" w:rsidR="002267BA" w:rsidRPr="001A7B4B" w:rsidRDefault="002267BA" w:rsidP="007E51C6">
            <w:pPr>
              <w:pStyle w:val="Normalbulletlist"/>
              <w:numPr>
                <w:ilvl w:val="0"/>
                <w:numId w:val="0"/>
              </w:numPr>
              <w:ind w:left="284" w:hanging="284"/>
              <w:rPr>
                <w:rFonts w:cs="Arial"/>
                <w:szCs w:val="22"/>
              </w:rPr>
            </w:pPr>
            <w:r w:rsidRPr="001A7B4B">
              <w:rPr>
                <w:rFonts w:cs="Arial"/>
                <w:szCs w:val="22"/>
              </w:rPr>
              <w:t xml:space="preserve">Soldering equipment </w:t>
            </w:r>
          </w:p>
          <w:p w14:paraId="5B02BEC8" w14:textId="77777777" w:rsidR="002267BA" w:rsidRPr="001A7B4B" w:rsidRDefault="002267BA" w:rsidP="007E51C6">
            <w:pPr>
              <w:pStyle w:val="Normalbulletlist"/>
              <w:numPr>
                <w:ilvl w:val="0"/>
                <w:numId w:val="0"/>
              </w:numPr>
              <w:ind w:left="284" w:hanging="284"/>
              <w:rPr>
                <w:rFonts w:eastAsia="Cambria" w:cs="Arial"/>
                <w:b/>
                <w:bCs w:val="0"/>
                <w:szCs w:val="22"/>
              </w:rPr>
            </w:pPr>
            <w:r w:rsidRPr="001A7B4B">
              <w:rPr>
                <w:rFonts w:cs="Arial"/>
                <w:szCs w:val="22"/>
              </w:rPr>
              <w:t>PPE</w:t>
            </w:r>
            <w:r w:rsidRPr="001A7B4B">
              <w:rPr>
                <w:rFonts w:cs="Arial"/>
                <w:szCs w:val="22"/>
              </w:rPr>
              <w:br/>
            </w:r>
          </w:p>
        </w:tc>
        <w:tc>
          <w:tcPr>
            <w:tcW w:w="2246" w:type="dxa"/>
          </w:tcPr>
          <w:p w14:paraId="135DE4F0" w14:textId="77777777" w:rsidR="00DD207A" w:rsidRDefault="008A57D2">
            <w:r>
              <w:lastRenderedPageBreak/>
              <w:t>Produce cuts on pipework</w:t>
            </w:r>
            <w:r>
              <w:br/>
            </w:r>
            <w:r>
              <w:br/>
              <w:t>Solder and joint pipework</w:t>
            </w:r>
            <w:r>
              <w:br/>
              <w:t>Maths skills (measurement, scale, calculation, costing)</w:t>
            </w:r>
          </w:p>
        </w:tc>
      </w:tr>
      <w:tr w:rsidR="00A2110E" w:rsidRPr="00634DF8" w14:paraId="6ADAEACF" w14:textId="77777777" w:rsidTr="24BA986D">
        <w:trPr>
          <w:trHeight w:val="300"/>
          <w:jc w:val="center"/>
        </w:trPr>
        <w:tc>
          <w:tcPr>
            <w:tcW w:w="1297" w:type="dxa"/>
          </w:tcPr>
          <w:p w14:paraId="56C2F570" w14:textId="77777777" w:rsidR="00A2110E" w:rsidRPr="001A7B4B" w:rsidRDefault="00A2110E" w:rsidP="00A2110E">
            <w:pPr>
              <w:jc w:val="center"/>
              <w:rPr>
                <w:rFonts w:cs="Arial"/>
                <w:b/>
                <w:bCs/>
                <w:szCs w:val="22"/>
              </w:rPr>
            </w:pPr>
            <w:r w:rsidRPr="001A7B4B">
              <w:rPr>
                <w:rFonts w:cs="Arial"/>
                <w:b/>
                <w:bCs/>
                <w:szCs w:val="22"/>
              </w:rPr>
              <w:t>21</w:t>
            </w:r>
          </w:p>
          <w:p w14:paraId="104EAFBE" w14:textId="77777777" w:rsidR="00A2110E" w:rsidRPr="001A7B4B" w:rsidRDefault="00A2110E" w:rsidP="00A2110E">
            <w:pPr>
              <w:jc w:val="center"/>
              <w:rPr>
                <w:rFonts w:cs="Arial"/>
                <w:szCs w:val="22"/>
              </w:rPr>
            </w:pPr>
            <w:r w:rsidRPr="001A7B4B">
              <w:rPr>
                <w:rFonts w:cs="Arial"/>
                <w:szCs w:val="22"/>
              </w:rPr>
              <w:t>3 hours</w:t>
            </w:r>
          </w:p>
        </w:tc>
        <w:tc>
          <w:tcPr>
            <w:tcW w:w="2199" w:type="dxa"/>
          </w:tcPr>
          <w:p w14:paraId="35B8CEA3" w14:textId="77777777" w:rsidR="00A2110E" w:rsidRPr="001A7B4B" w:rsidRDefault="00A2110E" w:rsidP="00A2110E">
            <w:pPr>
              <w:pStyle w:val="Normalheadingblack"/>
              <w:rPr>
                <w:rFonts w:cs="Arial"/>
                <w:lang w:eastAsia="en-GB"/>
              </w:rPr>
            </w:pPr>
            <w:r w:rsidRPr="001A7B4B">
              <w:rPr>
                <w:rFonts w:cs="Arial"/>
                <w:lang w:eastAsia="en-GB"/>
              </w:rPr>
              <w:t>Outcome 1 – Plumbing and heating common knowledge criteria</w:t>
            </w:r>
          </w:p>
          <w:p w14:paraId="0DDC090D" w14:textId="77777777" w:rsidR="00A2110E" w:rsidRPr="001A7B4B" w:rsidRDefault="00A2110E" w:rsidP="00A2110E">
            <w:pPr>
              <w:pStyle w:val="Normalheadingblack"/>
              <w:rPr>
                <w:rFonts w:cs="Arial"/>
                <w:szCs w:val="22"/>
                <w:lang w:eastAsia="en-GB"/>
              </w:rPr>
            </w:pPr>
          </w:p>
        </w:tc>
        <w:tc>
          <w:tcPr>
            <w:tcW w:w="3135" w:type="dxa"/>
          </w:tcPr>
          <w:p w14:paraId="4D53F64A" w14:textId="77777777" w:rsidR="00A2110E" w:rsidRPr="001A7B4B" w:rsidRDefault="00A2110E" w:rsidP="00644840">
            <w:pPr>
              <w:pStyle w:val="Normalheadingblack"/>
              <w:spacing w:before="0" w:after="0"/>
              <w:rPr>
                <w:rStyle w:val="normaltextrun"/>
                <w:rFonts w:cs="Arial"/>
                <w:b w:val="0"/>
                <w:shd w:val="clear" w:color="auto" w:fill="FFFFFF"/>
                <w:lang w:val="en-US"/>
              </w:rPr>
            </w:pPr>
            <w:r w:rsidRPr="001A7B4B">
              <w:rPr>
                <w:rStyle w:val="normaltextrun"/>
                <w:rFonts w:cs="Arial"/>
                <w:b w:val="0"/>
                <w:szCs w:val="22"/>
                <w:shd w:val="clear" w:color="auto" w:fill="FFFFFF"/>
                <w:lang w:val="en-US"/>
              </w:rPr>
              <w:t>K1.27 Jo</w:t>
            </w:r>
            <w:r w:rsidRPr="001A7B4B">
              <w:rPr>
                <w:rStyle w:val="normaltextrun"/>
                <w:rFonts w:cs="Arial"/>
                <w:b w:val="0"/>
                <w:shd w:val="clear" w:color="auto" w:fill="FFFFFF"/>
                <w:lang w:val="en-US"/>
              </w:rPr>
              <w:t>inting methods</w:t>
            </w:r>
          </w:p>
          <w:p w14:paraId="7B63BA99" w14:textId="77777777" w:rsidR="00644840" w:rsidRPr="001A7B4B" w:rsidRDefault="00644840" w:rsidP="00644840">
            <w:pPr>
              <w:pStyle w:val="Normalheadingblack"/>
              <w:spacing w:before="0" w:after="0"/>
              <w:rPr>
                <w:rStyle w:val="normaltextrun"/>
                <w:rFonts w:cs="Arial"/>
                <w:b w:val="0"/>
                <w:shd w:val="clear" w:color="auto" w:fill="FFFFFF"/>
                <w:lang w:val="en-US"/>
              </w:rPr>
            </w:pPr>
          </w:p>
          <w:p w14:paraId="291C4210" w14:textId="77777777" w:rsidR="00A2110E" w:rsidRPr="001A7B4B" w:rsidRDefault="00A2110E" w:rsidP="00644840">
            <w:pPr>
              <w:pStyle w:val="Normalheadingblack"/>
              <w:spacing w:before="0" w:after="0"/>
              <w:rPr>
                <w:rFonts w:cs="Arial"/>
                <w:b w:val="0"/>
                <w:szCs w:val="22"/>
              </w:rPr>
            </w:pPr>
            <w:r w:rsidRPr="001A7B4B">
              <w:rPr>
                <w:rFonts w:cs="Arial"/>
                <w:b w:val="0"/>
                <w:szCs w:val="22"/>
              </w:rPr>
              <w:t>K1.28 Types of fitting</w:t>
            </w:r>
          </w:p>
        </w:tc>
        <w:tc>
          <w:tcPr>
            <w:tcW w:w="5785" w:type="dxa"/>
          </w:tcPr>
          <w:p w14:paraId="0FB8099C" w14:textId="0DB2B53E" w:rsidR="00A2110E" w:rsidRPr="001A7B4B" w:rsidRDefault="00A2110E" w:rsidP="00644840">
            <w:pPr>
              <w:pStyle w:val="Normalheadingblue"/>
              <w:spacing w:before="0" w:after="0"/>
              <w:rPr>
                <w:rFonts w:cs="Arial"/>
                <w:color w:val="auto"/>
                <w:szCs w:val="22"/>
              </w:rPr>
            </w:pPr>
            <w:r w:rsidRPr="001A7B4B">
              <w:rPr>
                <w:rFonts w:cs="Arial"/>
                <w:color w:val="auto"/>
                <w:szCs w:val="22"/>
              </w:rPr>
              <w:t>Activities</w:t>
            </w:r>
            <w:r w:rsidR="00644840" w:rsidRPr="001A7B4B">
              <w:rPr>
                <w:rFonts w:cs="Arial"/>
                <w:color w:val="auto"/>
                <w:szCs w:val="22"/>
              </w:rPr>
              <w:t>:</w:t>
            </w:r>
          </w:p>
          <w:p w14:paraId="22555AF3" w14:textId="77777777" w:rsidR="00A2110E" w:rsidRPr="001A7B4B" w:rsidRDefault="00A2110E" w:rsidP="00644840">
            <w:pPr>
              <w:pStyle w:val="Normalheadingblue"/>
              <w:spacing w:before="0" w:after="0"/>
              <w:rPr>
                <w:rFonts w:cs="Arial"/>
                <w:color w:val="auto"/>
                <w:szCs w:val="22"/>
              </w:rPr>
            </w:pPr>
            <w:r w:rsidRPr="001A7B4B">
              <w:rPr>
                <w:rFonts w:cs="Arial"/>
                <w:color w:val="auto"/>
                <w:szCs w:val="22"/>
              </w:rPr>
              <w:t>Starter task example:</w:t>
            </w:r>
          </w:p>
          <w:p w14:paraId="3F8ED560" w14:textId="26CF33E1" w:rsidR="00892CC1" w:rsidRPr="001A7B4B" w:rsidRDefault="00892CC1" w:rsidP="00644840">
            <w:pPr>
              <w:pStyle w:val="Normalheadingblue"/>
              <w:spacing w:before="0" w:after="0"/>
              <w:rPr>
                <w:rFonts w:cs="Arial"/>
                <w:b w:val="0"/>
                <w:color w:val="auto"/>
                <w:szCs w:val="22"/>
              </w:rPr>
            </w:pPr>
            <w:r w:rsidRPr="001A7B4B">
              <w:rPr>
                <w:rFonts w:cs="Arial"/>
                <w:b w:val="0"/>
                <w:color w:val="auto"/>
                <w:szCs w:val="22"/>
              </w:rPr>
              <w:t xml:space="preserve">Component Match-Up - </w:t>
            </w:r>
            <w:r w:rsidR="00116A2E" w:rsidRPr="001A7B4B">
              <w:rPr>
                <w:rFonts w:cs="Arial"/>
                <w:b w:val="0"/>
                <w:color w:val="auto"/>
                <w:szCs w:val="22"/>
              </w:rPr>
              <w:t>Students</w:t>
            </w:r>
            <w:r w:rsidRPr="001A7B4B">
              <w:rPr>
                <w:rFonts w:cs="Arial"/>
                <w:b w:val="0"/>
                <w:color w:val="auto"/>
                <w:szCs w:val="22"/>
              </w:rPr>
              <w:t xml:space="preserve"> match labelled pipework samples with their corresponding jointing methods (e.g., MDPE with proprietary fittings, PVC with solvent weld).</w:t>
            </w:r>
          </w:p>
          <w:p w14:paraId="659C8715" w14:textId="77777777" w:rsidR="00892CC1" w:rsidRPr="001A7B4B" w:rsidRDefault="00892CC1" w:rsidP="00644840">
            <w:pPr>
              <w:pStyle w:val="Normalheadingblue"/>
              <w:spacing w:before="0" w:after="0"/>
              <w:rPr>
                <w:rFonts w:cs="Arial"/>
                <w:b w:val="0"/>
                <w:color w:val="auto"/>
                <w:szCs w:val="22"/>
              </w:rPr>
            </w:pPr>
          </w:p>
          <w:p w14:paraId="65B49193" w14:textId="1DDEF6E7" w:rsidR="00892CC1" w:rsidRPr="001A7B4B" w:rsidRDefault="00892CC1" w:rsidP="00644840">
            <w:pPr>
              <w:pStyle w:val="Normalheadingblue"/>
              <w:spacing w:before="0" w:after="0"/>
              <w:rPr>
                <w:rFonts w:cs="Arial"/>
                <w:color w:val="auto"/>
                <w:szCs w:val="22"/>
              </w:rPr>
            </w:pPr>
            <w:r w:rsidRPr="001A7B4B">
              <w:rPr>
                <w:rFonts w:cs="Arial"/>
                <w:color w:val="auto"/>
                <w:szCs w:val="22"/>
              </w:rPr>
              <w:t>Delivery</w:t>
            </w:r>
            <w:r w:rsidR="00644840" w:rsidRPr="001A7B4B">
              <w:rPr>
                <w:rFonts w:cs="Arial"/>
                <w:color w:val="auto"/>
                <w:szCs w:val="22"/>
              </w:rPr>
              <w:t xml:space="preserve"> focus</w:t>
            </w:r>
            <w:r w:rsidRPr="001A7B4B">
              <w:rPr>
                <w:rFonts w:cs="Arial"/>
                <w:color w:val="auto"/>
                <w:szCs w:val="22"/>
              </w:rPr>
              <w:t>:</w:t>
            </w:r>
          </w:p>
          <w:p w14:paraId="5B41AAF0" w14:textId="77777777" w:rsidR="00892CC1" w:rsidRPr="001A7B4B" w:rsidRDefault="00892CC1" w:rsidP="00644840">
            <w:pPr>
              <w:pStyle w:val="Normalheadingblue"/>
              <w:spacing w:before="0" w:after="0"/>
              <w:rPr>
                <w:rFonts w:cs="Arial"/>
                <w:color w:val="auto"/>
                <w:szCs w:val="22"/>
              </w:rPr>
            </w:pPr>
            <w:r w:rsidRPr="001A7B4B">
              <w:rPr>
                <w:rFonts w:cs="Arial"/>
                <w:color w:val="auto"/>
                <w:szCs w:val="22"/>
              </w:rPr>
              <w:t>Introduction to Plastic Pipe Types and Applications</w:t>
            </w:r>
            <w:r w:rsidR="009D1D9A" w:rsidRPr="001A7B4B">
              <w:rPr>
                <w:rFonts w:cs="Arial"/>
                <w:color w:val="auto"/>
                <w:szCs w:val="22"/>
              </w:rPr>
              <w:t xml:space="preserve"> – </w:t>
            </w:r>
            <w:r w:rsidR="009D1D9A" w:rsidRPr="001A7B4B">
              <w:rPr>
                <w:rFonts w:cs="Arial"/>
                <w:b w:val="0"/>
                <w:color w:val="auto"/>
                <w:szCs w:val="22"/>
              </w:rPr>
              <w:t>Tutor to demonstrate and examine plastic fitting types and discuss.</w:t>
            </w:r>
          </w:p>
          <w:p w14:paraId="0147A0AB" w14:textId="77777777" w:rsidR="00892CC1" w:rsidRPr="001A7B4B" w:rsidRDefault="00892CC1" w:rsidP="002C017C">
            <w:pPr>
              <w:pStyle w:val="Normalheadingblue"/>
              <w:numPr>
                <w:ilvl w:val="0"/>
                <w:numId w:val="6"/>
              </w:numPr>
              <w:spacing w:before="0" w:after="0"/>
              <w:ind w:left="360"/>
              <w:rPr>
                <w:rFonts w:cs="Arial"/>
                <w:b w:val="0"/>
                <w:color w:val="auto"/>
                <w:szCs w:val="22"/>
              </w:rPr>
            </w:pPr>
            <w:r w:rsidRPr="001A7B4B">
              <w:rPr>
                <w:rFonts w:cs="Arial"/>
                <w:b w:val="0"/>
                <w:color w:val="auto"/>
                <w:szCs w:val="22"/>
              </w:rPr>
              <w:t>Plastic pressure pipe vs. plastic</w:t>
            </w:r>
            <w:r w:rsidR="007A6615" w:rsidRPr="001A7B4B">
              <w:rPr>
                <w:rFonts w:cs="Arial"/>
                <w:b w:val="0"/>
                <w:color w:val="auto"/>
                <w:szCs w:val="22"/>
              </w:rPr>
              <w:t xml:space="preserve"> </w:t>
            </w:r>
            <w:r w:rsidRPr="001A7B4B">
              <w:rPr>
                <w:rFonts w:cs="Arial"/>
                <w:b w:val="0"/>
                <w:color w:val="auto"/>
                <w:szCs w:val="22"/>
              </w:rPr>
              <w:t>sanitary/condensate pipe</w:t>
            </w:r>
          </w:p>
          <w:p w14:paraId="33EB6DAE" w14:textId="77777777" w:rsidR="00892CC1" w:rsidRPr="001A7B4B" w:rsidRDefault="00892CC1" w:rsidP="002C017C">
            <w:pPr>
              <w:pStyle w:val="Normalheadingblue"/>
              <w:numPr>
                <w:ilvl w:val="0"/>
                <w:numId w:val="6"/>
              </w:numPr>
              <w:spacing w:before="0" w:after="0"/>
              <w:ind w:left="360"/>
              <w:rPr>
                <w:rFonts w:cs="Arial"/>
                <w:b w:val="0"/>
                <w:color w:val="auto"/>
                <w:szCs w:val="22"/>
              </w:rPr>
            </w:pPr>
            <w:r w:rsidRPr="001A7B4B">
              <w:rPr>
                <w:rFonts w:cs="Arial"/>
                <w:b w:val="0"/>
                <w:color w:val="auto"/>
                <w:szCs w:val="22"/>
              </w:rPr>
              <w:t>Key differences in materials: MDPE, PVC, ABS</w:t>
            </w:r>
          </w:p>
          <w:p w14:paraId="69DB7078" w14:textId="77777777" w:rsidR="00892CC1" w:rsidRPr="001A7B4B" w:rsidRDefault="00892CC1" w:rsidP="002C017C">
            <w:pPr>
              <w:pStyle w:val="Normalheadingblue"/>
              <w:numPr>
                <w:ilvl w:val="0"/>
                <w:numId w:val="6"/>
              </w:numPr>
              <w:spacing w:before="0" w:after="0"/>
              <w:ind w:left="360"/>
              <w:rPr>
                <w:rFonts w:cs="Arial"/>
                <w:b w:val="0"/>
                <w:color w:val="auto"/>
                <w:szCs w:val="22"/>
              </w:rPr>
            </w:pPr>
            <w:r w:rsidRPr="001A7B4B">
              <w:rPr>
                <w:rFonts w:cs="Arial"/>
                <w:b w:val="0"/>
                <w:color w:val="auto"/>
                <w:szCs w:val="22"/>
              </w:rPr>
              <w:lastRenderedPageBreak/>
              <w:t>Compatibility with metal systems (e.g., copper to MDPE)</w:t>
            </w:r>
          </w:p>
          <w:p w14:paraId="2276A325" w14:textId="68B0C236" w:rsidR="002B4C06" w:rsidRPr="001A7B4B" w:rsidRDefault="00C704C2" w:rsidP="002C017C">
            <w:pPr>
              <w:pStyle w:val="Normalheadingblue"/>
              <w:numPr>
                <w:ilvl w:val="0"/>
                <w:numId w:val="6"/>
              </w:numPr>
              <w:spacing w:before="0" w:after="0"/>
              <w:ind w:left="360"/>
              <w:rPr>
                <w:rFonts w:cs="Arial"/>
                <w:b w:val="0"/>
                <w:color w:val="auto"/>
                <w:szCs w:val="22"/>
              </w:rPr>
            </w:pPr>
            <w:r w:rsidRPr="001A7B4B">
              <w:rPr>
                <w:rFonts w:cs="Arial"/>
                <w:b w:val="0"/>
                <w:color w:val="auto"/>
                <w:szCs w:val="22"/>
              </w:rPr>
              <w:t>Distribute a range of fitting types to discu</w:t>
            </w:r>
            <w:r w:rsidR="00094EA2">
              <w:rPr>
                <w:rFonts w:cs="Arial"/>
                <w:b w:val="0"/>
                <w:color w:val="auto"/>
                <w:szCs w:val="22"/>
              </w:rPr>
              <w:t>s</w:t>
            </w:r>
            <w:r w:rsidRPr="001A7B4B">
              <w:rPr>
                <w:rFonts w:cs="Arial"/>
                <w:b w:val="0"/>
                <w:color w:val="auto"/>
                <w:szCs w:val="22"/>
              </w:rPr>
              <w:t>s</w:t>
            </w:r>
          </w:p>
          <w:p w14:paraId="3C5D81AE" w14:textId="77777777" w:rsidR="002B4C06" w:rsidRPr="001A7B4B" w:rsidRDefault="007B52F6" w:rsidP="002C017C">
            <w:pPr>
              <w:pStyle w:val="Normalheadingblue"/>
              <w:numPr>
                <w:ilvl w:val="0"/>
                <w:numId w:val="154"/>
              </w:numPr>
              <w:spacing w:before="0" w:after="0"/>
              <w:ind w:left="360"/>
              <w:rPr>
                <w:rFonts w:cs="Arial"/>
                <w:b w:val="0"/>
                <w:color w:val="auto"/>
                <w:szCs w:val="22"/>
              </w:rPr>
            </w:pPr>
            <w:r w:rsidRPr="001A7B4B">
              <w:rPr>
                <w:rFonts w:cs="Arial"/>
                <w:b w:val="0"/>
                <w:color w:val="auto"/>
                <w:szCs w:val="22"/>
              </w:rPr>
              <w:t>Tutor demonstration on the following:</w:t>
            </w:r>
          </w:p>
          <w:p w14:paraId="6A44D5BD" w14:textId="77777777" w:rsidR="002B4C06" w:rsidRPr="001A7B4B" w:rsidRDefault="002B4C06" w:rsidP="002C017C">
            <w:pPr>
              <w:pStyle w:val="Normalheadingblue"/>
              <w:numPr>
                <w:ilvl w:val="0"/>
                <w:numId w:val="8"/>
              </w:numPr>
              <w:spacing w:before="0" w:after="0"/>
              <w:ind w:left="360"/>
              <w:rPr>
                <w:rFonts w:cs="Arial"/>
                <w:b w:val="0"/>
                <w:color w:val="auto"/>
                <w:szCs w:val="22"/>
              </w:rPr>
            </w:pPr>
            <w:r w:rsidRPr="001A7B4B">
              <w:rPr>
                <w:rFonts w:cs="Arial"/>
                <w:b w:val="0"/>
                <w:color w:val="auto"/>
                <w:szCs w:val="22"/>
              </w:rPr>
              <w:t>Plastic Pressure Pipe Jointing</w:t>
            </w:r>
          </w:p>
          <w:p w14:paraId="6DC89238" w14:textId="77777777" w:rsidR="00892CC1" w:rsidRPr="001A7B4B" w:rsidRDefault="00892CC1" w:rsidP="002C017C">
            <w:pPr>
              <w:pStyle w:val="Normalheadingblue"/>
              <w:numPr>
                <w:ilvl w:val="0"/>
                <w:numId w:val="6"/>
              </w:numPr>
              <w:spacing w:before="0" w:after="0"/>
              <w:ind w:left="360"/>
              <w:rPr>
                <w:rFonts w:cs="Arial"/>
                <w:b w:val="0"/>
                <w:color w:val="auto"/>
                <w:szCs w:val="22"/>
              </w:rPr>
            </w:pPr>
            <w:r w:rsidRPr="001A7B4B">
              <w:rPr>
                <w:rFonts w:cs="Arial"/>
                <w:b w:val="0"/>
                <w:color w:val="auto"/>
                <w:szCs w:val="22"/>
              </w:rPr>
              <w:t>Push-fit</w:t>
            </w:r>
          </w:p>
          <w:p w14:paraId="429E5106" w14:textId="77777777" w:rsidR="00892CC1" w:rsidRPr="001A7B4B" w:rsidRDefault="00892CC1" w:rsidP="002C017C">
            <w:pPr>
              <w:pStyle w:val="Normalheadingblue"/>
              <w:numPr>
                <w:ilvl w:val="0"/>
                <w:numId w:val="6"/>
              </w:numPr>
              <w:spacing w:before="0" w:after="0"/>
              <w:ind w:left="360"/>
              <w:rPr>
                <w:rFonts w:cs="Arial"/>
                <w:b w:val="0"/>
                <w:color w:val="auto"/>
                <w:szCs w:val="22"/>
              </w:rPr>
            </w:pPr>
            <w:r w:rsidRPr="001A7B4B">
              <w:rPr>
                <w:rFonts w:cs="Arial"/>
                <w:b w:val="0"/>
                <w:color w:val="auto"/>
                <w:szCs w:val="22"/>
              </w:rPr>
              <w:t>Compression</w:t>
            </w:r>
          </w:p>
          <w:p w14:paraId="4E97358F" w14:textId="77777777" w:rsidR="00892CC1" w:rsidRPr="001A7B4B" w:rsidRDefault="00892CC1" w:rsidP="002C017C">
            <w:pPr>
              <w:pStyle w:val="Normalheadingblue"/>
              <w:numPr>
                <w:ilvl w:val="0"/>
                <w:numId w:val="6"/>
              </w:numPr>
              <w:spacing w:before="0" w:after="0"/>
              <w:ind w:left="360"/>
              <w:rPr>
                <w:rFonts w:cs="Arial"/>
                <w:b w:val="0"/>
                <w:color w:val="auto"/>
                <w:szCs w:val="22"/>
              </w:rPr>
            </w:pPr>
            <w:r w:rsidRPr="001A7B4B">
              <w:rPr>
                <w:rFonts w:cs="Arial"/>
                <w:b w:val="0"/>
                <w:color w:val="auto"/>
                <w:szCs w:val="22"/>
              </w:rPr>
              <w:t>Proprietary joints (e.g., transition fittings for copper/MDPE)</w:t>
            </w:r>
          </w:p>
          <w:p w14:paraId="19EE9BBF" w14:textId="77777777" w:rsidR="00892CC1" w:rsidRPr="001A7B4B" w:rsidRDefault="00892CC1" w:rsidP="002C017C">
            <w:pPr>
              <w:pStyle w:val="Normalheadingblue"/>
              <w:numPr>
                <w:ilvl w:val="0"/>
                <w:numId w:val="6"/>
              </w:numPr>
              <w:spacing w:before="0" w:after="0"/>
              <w:ind w:left="360"/>
              <w:rPr>
                <w:rFonts w:cs="Arial"/>
                <w:b w:val="0"/>
                <w:color w:val="auto"/>
                <w:szCs w:val="22"/>
              </w:rPr>
            </w:pPr>
            <w:r w:rsidRPr="001A7B4B">
              <w:rPr>
                <w:rFonts w:cs="Arial"/>
                <w:b w:val="0"/>
                <w:color w:val="auto"/>
                <w:szCs w:val="22"/>
              </w:rPr>
              <w:t>Focus on pipe prep, correct insertion depth, and seal integrity</w:t>
            </w:r>
          </w:p>
          <w:p w14:paraId="71D9BE55" w14:textId="5E94295B" w:rsidR="00892CC1" w:rsidRPr="001A7B4B" w:rsidRDefault="007B52F6" w:rsidP="002C017C">
            <w:pPr>
              <w:pStyle w:val="Normalheadingblue"/>
              <w:numPr>
                <w:ilvl w:val="0"/>
                <w:numId w:val="9"/>
              </w:numPr>
              <w:spacing w:before="0" w:after="0"/>
              <w:ind w:left="360"/>
              <w:rPr>
                <w:rFonts w:cs="Arial"/>
                <w:b w:val="0"/>
                <w:color w:val="auto"/>
                <w:szCs w:val="22"/>
              </w:rPr>
            </w:pPr>
            <w:r w:rsidRPr="001A7B4B">
              <w:rPr>
                <w:rFonts w:cs="Arial"/>
                <w:b w:val="0"/>
                <w:color w:val="auto"/>
                <w:szCs w:val="22"/>
              </w:rPr>
              <w:t xml:space="preserve">Practical task - </w:t>
            </w:r>
            <w:r w:rsidR="00116A2E" w:rsidRPr="001A7B4B">
              <w:rPr>
                <w:rFonts w:cs="Arial"/>
                <w:b w:val="0"/>
                <w:color w:val="auto"/>
                <w:szCs w:val="22"/>
              </w:rPr>
              <w:t>Students</w:t>
            </w:r>
            <w:r w:rsidR="00892CC1" w:rsidRPr="001A7B4B">
              <w:rPr>
                <w:rFonts w:cs="Arial"/>
                <w:b w:val="0"/>
                <w:color w:val="auto"/>
                <w:szCs w:val="22"/>
              </w:rPr>
              <w:t xml:space="preserve"> build short test rigs using all three pressure pipe methods</w:t>
            </w:r>
          </w:p>
          <w:p w14:paraId="4967BBD0" w14:textId="77777777" w:rsidR="00892CC1" w:rsidRPr="001A7B4B" w:rsidRDefault="007B52F6" w:rsidP="002C017C">
            <w:pPr>
              <w:pStyle w:val="Normalheadingblue"/>
              <w:numPr>
                <w:ilvl w:val="0"/>
                <w:numId w:val="9"/>
              </w:numPr>
              <w:spacing w:before="0" w:after="0"/>
              <w:ind w:left="360"/>
              <w:rPr>
                <w:rFonts w:cs="Arial"/>
                <w:b w:val="0"/>
                <w:color w:val="auto"/>
                <w:szCs w:val="22"/>
              </w:rPr>
            </w:pPr>
            <w:r w:rsidRPr="001A7B4B">
              <w:rPr>
                <w:rFonts w:cs="Arial"/>
                <w:b w:val="0"/>
                <w:color w:val="auto"/>
                <w:szCs w:val="22"/>
              </w:rPr>
              <w:t>Tutor to demonstrate the use of</w:t>
            </w:r>
            <w:r w:rsidR="002B4C06" w:rsidRPr="001A7B4B">
              <w:rPr>
                <w:rFonts w:cs="Arial"/>
                <w:b w:val="0"/>
                <w:color w:val="auto"/>
                <w:szCs w:val="22"/>
              </w:rPr>
              <w:t>:</w:t>
            </w:r>
            <w:r w:rsidRPr="001A7B4B">
              <w:rPr>
                <w:rFonts w:cs="Arial"/>
                <w:b w:val="0"/>
                <w:color w:val="auto"/>
                <w:szCs w:val="22"/>
              </w:rPr>
              <w:t xml:space="preserve"> </w:t>
            </w:r>
            <w:r w:rsidR="00892CC1" w:rsidRPr="001A7B4B">
              <w:rPr>
                <w:rFonts w:cs="Arial"/>
                <w:b w:val="0"/>
                <w:color w:val="auto"/>
                <w:szCs w:val="22"/>
              </w:rPr>
              <w:t>Ring seal joints (push-fit style)</w:t>
            </w:r>
          </w:p>
          <w:p w14:paraId="2B9CFAFF" w14:textId="77777777" w:rsidR="00892CC1" w:rsidRPr="001A7B4B" w:rsidRDefault="00892CC1" w:rsidP="002C017C">
            <w:pPr>
              <w:pStyle w:val="Normalheadingblue"/>
              <w:numPr>
                <w:ilvl w:val="0"/>
                <w:numId w:val="9"/>
              </w:numPr>
              <w:spacing w:before="0" w:after="0"/>
              <w:ind w:left="360"/>
              <w:rPr>
                <w:rFonts w:cs="Arial"/>
                <w:b w:val="0"/>
                <w:color w:val="auto"/>
                <w:szCs w:val="22"/>
              </w:rPr>
            </w:pPr>
            <w:r w:rsidRPr="001A7B4B">
              <w:rPr>
                <w:rFonts w:cs="Arial"/>
                <w:b w:val="0"/>
                <w:color w:val="auto"/>
                <w:szCs w:val="22"/>
              </w:rPr>
              <w:t>Compression fittings</w:t>
            </w:r>
          </w:p>
          <w:p w14:paraId="4055D9B6" w14:textId="77777777" w:rsidR="002B4C06" w:rsidRPr="001A7B4B" w:rsidRDefault="00892CC1" w:rsidP="002C017C">
            <w:pPr>
              <w:pStyle w:val="Normalheadingblue"/>
              <w:numPr>
                <w:ilvl w:val="0"/>
                <w:numId w:val="9"/>
              </w:numPr>
              <w:spacing w:before="0" w:after="0"/>
              <w:ind w:left="360"/>
              <w:rPr>
                <w:rFonts w:cs="Arial"/>
                <w:b w:val="0"/>
                <w:color w:val="auto"/>
                <w:szCs w:val="22"/>
              </w:rPr>
            </w:pPr>
            <w:r w:rsidRPr="001A7B4B">
              <w:rPr>
                <w:rFonts w:cs="Arial"/>
                <w:b w:val="0"/>
                <w:color w:val="auto"/>
                <w:szCs w:val="22"/>
              </w:rPr>
              <w:t>Solvent weld (permanent bond)</w:t>
            </w:r>
          </w:p>
          <w:p w14:paraId="388DE320" w14:textId="77777777" w:rsidR="007B52F6" w:rsidRPr="001A7B4B" w:rsidRDefault="00892CC1" w:rsidP="002C017C">
            <w:pPr>
              <w:pStyle w:val="Normalheadingblue"/>
              <w:numPr>
                <w:ilvl w:val="0"/>
                <w:numId w:val="9"/>
              </w:numPr>
              <w:spacing w:before="0" w:after="0"/>
              <w:ind w:left="360"/>
              <w:rPr>
                <w:rFonts w:cs="Arial"/>
                <w:b w:val="0"/>
                <w:color w:val="auto"/>
                <w:szCs w:val="22"/>
              </w:rPr>
            </w:pPr>
            <w:r w:rsidRPr="001A7B4B">
              <w:rPr>
                <w:rFonts w:cs="Arial"/>
                <w:b w:val="0"/>
                <w:color w:val="auto"/>
                <w:szCs w:val="22"/>
              </w:rPr>
              <w:t>Safety and preparation: deburring, priming, solvent use</w:t>
            </w:r>
          </w:p>
          <w:p w14:paraId="364F0B75" w14:textId="77777777" w:rsidR="00892CC1" w:rsidRPr="001A7B4B" w:rsidRDefault="00892CC1" w:rsidP="002C017C">
            <w:pPr>
              <w:pStyle w:val="Normalheadingblue"/>
              <w:numPr>
                <w:ilvl w:val="0"/>
                <w:numId w:val="9"/>
              </w:numPr>
              <w:spacing w:before="0" w:after="0"/>
              <w:ind w:left="360"/>
              <w:rPr>
                <w:rFonts w:cs="Arial"/>
                <w:b w:val="0"/>
                <w:color w:val="auto"/>
                <w:szCs w:val="22"/>
              </w:rPr>
            </w:pPr>
            <w:r w:rsidRPr="001A7B4B">
              <w:rPr>
                <w:rFonts w:cs="Arial"/>
                <w:b w:val="0"/>
                <w:color w:val="auto"/>
                <w:szCs w:val="22"/>
              </w:rPr>
              <w:t>Sanitary Plastic Jointing</w:t>
            </w:r>
          </w:p>
          <w:p w14:paraId="294EDC21" w14:textId="5C4CC305" w:rsidR="00892CC1" w:rsidRPr="001A7B4B" w:rsidRDefault="00892CC1" w:rsidP="002C017C">
            <w:pPr>
              <w:pStyle w:val="Normalheadingblue"/>
              <w:numPr>
                <w:ilvl w:val="0"/>
                <w:numId w:val="10"/>
              </w:numPr>
              <w:spacing w:before="0" w:after="0"/>
              <w:ind w:left="360"/>
              <w:rPr>
                <w:rFonts w:cs="Arial"/>
                <w:b w:val="0"/>
                <w:color w:val="auto"/>
                <w:szCs w:val="22"/>
              </w:rPr>
            </w:pPr>
            <w:r w:rsidRPr="001A7B4B">
              <w:rPr>
                <w:rFonts w:cs="Arial"/>
                <w:b w:val="0"/>
                <w:color w:val="auto"/>
                <w:szCs w:val="22"/>
              </w:rPr>
              <w:t>Show correct procedures for all three types</w:t>
            </w:r>
          </w:p>
          <w:p w14:paraId="515FA3E5" w14:textId="77777777" w:rsidR="00892CC1" w:rsidRPr="001A7B4B" w:rsidRDefault="00892CC1" w:rsidP="002C017C">
            <w:pPr>
              <w:pStyle w:val="Normalheadingblue"/>
              <w:numPr>
                <w:ilvl w:val="0"/>
                <w:numId w:val="10"/>
              </w:numPr>
              <w:spacing w:before="0" w:after="0"/>
              <w:ind w:left="360"/>
              <w:rPr>
                <w:rFonts w:cs="Arial"/>
                <w:b w:val="0"/>
                <w:color w:val="auto"/>
                <w:szCs w:val="22"/>
              </w:rPr>
            </w:pPr>
            <w:r w:rsidRPr="001A7B4B">
              <w:rPr>
                <w:rFonts w:cs="Arial"/>
                <w:b w:val="0"/>
                <w:color w:val="auto"/>
                <w:szCs w:val="22"/>
              </w:rPr>
              <w:t>Emphasise differences between permanent and demountable systems</w:t>
            </w:r>
          </w:p>
          <w:p w14:paraId="5D1F7416" w14:textId="77777777" w:rsidR="00892CC1" w:rsidRPr="001A7B4B" w:rsidRDefault="00892CC1" w:rsidP="00644840">
            <w:pPr>
              <w:pStyle w:val="Normalheadingblue"/>
              <w:spacing w:before="0" w:after="0"/>
              <w:rPr>
                <w:rFonts w:cs="Arial"/>
                <w:color w:val="auto"/>
                <w:szCs w:val="22"/>
              </w:rPr>
            </w:pPr>
          </w:p>
          <w:p w14:paraId="3B1A1CCE" w14:textId="19DEB86F" w:rsidR="00892CC1" w:rsidRPr="001A7B4B" w:rsidRDefault="00892CC1" w:rsidP="00644840">
            <w:pPr>
              <w:pStyle w:val="Normalheadingblue"/>
              <w:spacing w:before="0" w:after="0"/>
              <w:rPr>
                <w:rFonts w:cs="Arial"/>
                <w:b w:val="0"/>
                <w:color w:val="auto"/>
                <w:szCs w:val="22"/>
              </w:rPr>
            </w:pPr>
            <w:r w:rsidRPr="001A7B4B">
              <w:rPr>
                <w:rFonts w:cs="Arial"/>
                <w:color w:val="auto"/>
                <w:szCs w:val="22"/>
              </w:rPr>
              <w:t>Practical</w:t>
            </w:r>
            <w:r w:rsidR="002B4C06" w:rsidRPr="001A7B4B">
              <w:rPr>
                <w:rFonts w:cs="Arial"/>
                <w:color w:val="auto"/>
                <w:szCs w:val="22"/>
              </w:rPr>
              <w:t>:</w:t>
            </w:r>
            <w:r w:rsidR="002B4C06" w:rsidRPr="001A7B4B">
              <w:rPr>
                <w:rFonts w:cs="Arial"/>
                <w:b w:val="0"/>
                <w:color w:val="auto"/>
                <w:szCs w:val="22"/>
              </w:rPr>
              <w:t xml:space="preserve"> </w:t>
            </w:r>
            <w:r w:rsidRPr="001A7B4B">
              <w:rPr>
                <w:rFonts w:cs="Arial"/>
                <w:b w:val="0"/>
                <w:color w:val="auto"/>
                <w:szCs w:val="22"/>
              </w:rPr>
              <w:t>Sanitary Jointing Exercise</w:t>
            </w:r>
          </w:p>
          <w:p w14:paraId="73CFE69F" w14:textId="206A683A" w:rsidR="00892CC1" w:rsidRPr="001A7B4B" w:rsidRDefault="00116A2E" w:rsidP="002C017C">
            <w:pPr>
              <w:pStyle w:val="Normalheadingblue"/>
              <w:numPr>
                <w:ilvl w:val="0"/>
                <w:numId w:val="167"/>
              </w:numPr>
              <w:spacing w:before="0" w:after="0"/>
              <w:rPr>
                <w:rFonts w:cs="Arial"/>
                <w:b w:val="0"/>
                <w:color w:val="auto"/>
                <w:szCs w:val="22"/>
              </w:rPr>
            </w:pPr>
            <w:r w:rsidRPr="001A7B4B">
              <w:rPr>
                <w:rFonts w:cs="Arial"/>
                <w:b w:val="0"/>
                <w:color w:val="auto"/>
                <w:szCs w:val="22"/>
              </w:rPr>
              <w:t>Students</w:t>
            </w:r>
            <w:r w:rsidR="00892CC1" w:rsidRPr="001A7B4B">
              <w:rPr>
                <w:rFonts w:cs="Arial"/>
                <w:b w:val="0"/>
                <w:color w:val="auto"/>
                <w:szCs w:val="22"/>
              </w:rPr>
              <w:t xml:space="preserve"> create short runs using all three joint types</w:t>
            </w:r>
          </w:p>
          <w:p w14:paraId="09CF4F29" w14:textId="77777777" w:rsidR="00892CC1" w:rsidRPr="001A7B4B" w:rsidRDefault="00892CC1" w:rsidP="002C017C">
            <w:pPr>
              <w:pStyle w:val="Normalheadingblue"/>
              <w:numPr>
                <w:ilvl w:val="0"/>
                <w:numId w:val="167"/>
              </w:numPr>
              <w:spacing w:before="0" w:after="0"/>
              <w:rPr>
                <w:rFonts w:cs="Arial"/>
                <w:b w:val="0"/>
                <w:color w:val="auto"/>
                <w:szCs w:val="22"/>
              </w:rPr>
            </w:pPr>
            <w:r w:rsidRPr="001A7B4B">
              <w:rPr>
                <w:rFonts w:cs="Arial"/>
                <w:b w:val="0"/>
                <w:color w:val="auto"/>
                <w:szCs w:val="22"/>
              </w:rPr>
              <w:t>Perform basic leak tests (visual inspection or water check)</w:t>
            </w:r>
          </w:p>
          <w:p w14:paraId="711C92DC" w14:textId="77777777" w:rsidR="00892CC1" w:rsidRPr="001A7B4B" w:rsidRDefault="00892CC1" w:rsidP="00644840">
            <w:pPr>
              <w:pStyle w:val="Normalheadingblue"/>
              <w:spacing w:before="0" w:after="0"/>
              <w:rPr>
                <w:rFonts w:cs="Arial"/>
                <w:color w:val="auto"/>
                <w:szCs w:val="22"/>
              </w:rPr>
            </w:pPr>
          </w:p>
          <w:p w14:paraId="22857AAF" w14:textId="213B3467" w:rsidR="00892CC1" w:rsidRPr="001A7B4B" w:rsidRDefault="00892CC1" w:rsidP="00644840">
            <w:pPr>
              <w:pStyle w:val="Normalheadingblue"/>
              <w:spacing w:before="0" w:after="0"/>
              <w:rPr>
                <w:rFonts w:cs="Arial"/>
                <w:color w:val="auto"/>
                <w:szCs w:val="22"/>
              </w:rPr>
            </w:pPr>
            <w:r w:rsidRPr="001A7B4B">
              <w:rPr>
                <w:rFonts w:cs="Arial"/>
                <w:color w:val="auto"/>
                <w:szCs w:val="22"/>
              </w:rPr>
              <w:t xml:space="preserve">Knowledge Check </w:t>
            </w:r>
            <w:r w:rsidR="002B4C06" w:rsidRPr="001A7B4B">
              <w:rPr>
                <w:rFonts w:cs="Arial"/>
                <w:color w:val="auto"/>
                <w:szCs w:val="22"/>
              </w:rPr>
              <w:t>example:</w:t>
            </w:r>
          </w:p>
          <w:p w14:paraId="75C0408C" w14:textId="542DCE65" w:rsidR="00A2110E" w:rsidRPr="001A7B4B" w:rsidRDefault="00161584" w:rsidP="00644840">
            <w:pPr>
              <w:pStyle w:val="Normalheadingblue"/>
              <w:spacing w:before="0" w:after="0"/>
              <w:rPr>
                <w:rFonts w:cs="Arial"/>
                <w:b w:val="0"/>
                <w:color w:val="auto"/>
                <w:szCs w:val="22"/>
              </w:rPr>
            </w:pPr>
            <w:r w:rsidRPr="001A7B4B">
              <w:rPr>
                <w:rFonts w:cs="Arial"/>
                <w:b w:val="0"/>
                <w:color w:val="auto"/>
                <w:szCs w:val="22"/>
              </w:rPr>
              <w:t>Multiple-choice</w:t>
            </w:r>
            <w:r w:rsidR="00892CC1" w:rsidRPr="001A7B4B">
              <w:rPr>
                <w:rFonts w:cs="Arial"/>
                <w:b w:val="0"/>
                <w:color w:val="auto"/>
                <w:szCs w:val="22"/>
              </w:rPr>
              <w:t xml:space="preserve"> and short-answer questions </w:t>
            </w:r>
          </w:p>
          <w:p w14:paraId="6B7924CE" w14:textId="77777777" w:rsidR="002B4C06" w:rsidRPr="001A7B4B" w:rsidRDefault="002B4C06" w:rsidP="00644840">
            <w:pPr>
              <w:pStyle w:val="Normalheadingblue"/>
              <w:spacing w:before="0" w:after="0"/>
              <w:rPr>
                <w:rFonts w:cs="Arial"/>
                <w:b w:val="0"/>
                <w:color w:val="auto"/>
                <w:szCs w:val="22"/>
              </w:rPr>
            </w:pPr>
          </w:p>
          <w:p w14:paraId="2185ED0C" w14:textId="544256C4" w:rsidR="00A2110E" w:rsidRPr="001A7B4B" w:rsidRDefault="00A2110E" w:rsidP="00644840">
            <w:pPr>
              <w:pStyle w:val="Normalheadingblue"/>
              <w:spacing w:before="0" w:after="0"/>
              <w:rPr>
                <w:rFonts w:cs="Arial"/>
                <w:color w:val="auto"/>
                <w:szCs w:val="22"/>
              </w:rPr>
            </w:pPr>
            <w:r w:rsidRPr="001A7B4B">
              <w:rPr>
                <w:rFonts w:cs="Arial"/>
                <w:color w:val="auto"/>
                <w:szCs w:val="22"/>
              </w:rPr>
              <w:t>Resources</w:t>
            </w:r>
            <w:r w:rsidR="00644840" w:rsidRPr="001A7B4B">
              <w:rPr>
                <w:rFonts w:cs="Arial"/>
                <w:color w:val="auto"/>
                <w:szCs w:val="22"/>
              </w:rPr>
              <w:t>:</w:t>
            </w:r>
          </w:p>
          <w:p w14:paraId="29E3A2BA" w14:textId="77777777" w:rsidR="002B4C06" w:rsidRPr="001A7B4B" w:rsidRDefault="002B4C06" w:rsidP="00644840">
            <w:pPr>
              <w:pStyle w:val="Normalheadingblue"/>
              <w:spacing w:before="0" w:after="0"/>
              <w:rPr>
                <w:rFonts w:cs="Arial"/>
                <w:b w:val="0"/>
                <w:color w:val="auto"/>
                <w:szCs w:val="22"/>
              </w:rPr>
            </w:pPr>
            <w:r w:rsidRPr="001A7B4B">
              <w:rPr>
                <w:rFonts w:cs="Arial"/>
                <w:b w:val="0"/>
                <w:color w:val="auto"/>
                <w:szCs w:val="22"/>
              </w:rPr>
              <w:t>Plastic pipe samples (MDPE, PVC, ABS)</w:t>
            </w:r>
          </w:p>
          <w:p w14:paraId="1CE68A58" w14:textId="77777777" w:rsidR="002B4C06" w:rsidRPr="001A7B4B" w:rsidRDefault="002B4C06" w:rsidP="00644840">
            <w:pPr>
              <w:pStyle w:val="Normalheadingblue"/>
              <w:spacing w:before="0" w:after="0"/>
              <w:rPr>
                <w:rFonts w:cs="Arial"/>
                <w:b w:val="0"/>
                <w:color w:val="auto"/>
                <w:szCs w:val="22"/>
              </w:rPr>
            </w:pPr>
            <w:r w:rsidRPr="001A7B4B">
              <w:rPr>
                <w:rFonts w:cs="Arial"/>
                <w:b w:val="0"/>
                <w:color w:val="auto"/>
                <w:szCs w:val="22"/>
              </w:rPr>
              <w:t>Push-fit, compression, solvent weld fittings</w:t>
            </w:r>
          </w:p>
          <w:p w14:paraId="53562477" w14:textId="77777777" w:rsidR="002B4C06" w:rsidRPr="001A7B4B" w:rsidRDefault="002B4C06" w:rsidP="00644840">
            <w:pPr>
              <w:pStyle w:val="Normalheadingblue"/>
              <w:spacing w:before="0" w:after="0"/>
              <w:rPr>
                <w:rFonts w:cs="Arial"/>
                <w:b w:val="0"/>
                <w:color w:val="auto"/>
                <w:szCs w:val="22"/>
              </w:rPr>
            </w:pPr>
            <w:r w:rsidRPr="001A7B4B">
              <w:rPr>
                <w:rFonts w:cs="Arial"/>
                <w:b w:val="0"/>
                <w:color w:val="auto"/>
                <w:szCs w:val="22"/>
              </w:rPr>
              <w:t>Transition (proprietary) fittings for copper/MDPE</w:t>
            </w:r>
          </w:p>
          <w:p w14:paraId="2AC1C28C" w14:textId="77777777" w:rsidR="002B4C06" w:rsidRPr="001A7B4B" w:rsidRDefault="002B4C06" w:rsidP="00644840">
            <w:pPr>
              <w:pStyle w:val="Normalheadingblue"/>
              <w:spacing w:before="0" w:after="0"/>
              <w:rPr>
                <w:rFonts w:cs="Arial"/>
                <w:b w:val="0"/>
                <w:color w:val="auto"/>
                <w:szCs w:val="22"/>
              </w:rPr>
            </w:pPr>
            <w:r w:rsidRPr="001A7B4B">
              <w:rPr>
                <w:rFonts w:cs="Arial"/>
                <w:b w:val="0"/>
                <w:color w:val="auto"/>
                <w:szCs w:val="22"/>
              </w:rPr>
              <w:t>Pipe cutters, inserts, chamfering tools, solvent cement</w:t>
            </w:r>
          </w:p>
          <w:p w14:paraId="66513C1D" w14:textId="77777777" w:rsidR="002B4C06" w:rsidRPr="001A7B4B" w:rsidRDefault="002B4C06" w:rsidP="00644840">
            <w:pPr>
              <w:pStyle w:val="Normalheadingblue"/>
              <w:spacing w:before="0" w:after="0"/>
              <w:rPr>
                <w:rFonts w:cs="Arial"/>
                <w:b w:val="0"/>
                <w:color w:val="auto"/>
                <w:szCs w:val="22"/>
              </w:rPr>
            </w:pPr>
            <w:r w:rsidRPr="001A7B4B">
              <w:rPr>
                <w:rFonts w:cs="Arial"/>
                <w:b w:val="0"/>
                <w:color w:val="auto"/>
                <w:szCs w:val="22"/>
              </w:rPr>
              <w:t>PPE (gloves, goggles)</w:t>
            </w:r>
          </w:p>
          <w:p w14:paraId="557C1AC5" w14:textId="77777777" w:rsidR="00A2110E" w:rsidRPr="001A7B4B" w:rsidRDefault="002B4C06" w:rsidP="00644840">
            <w:pPr>
              <w:pStyle w:val="Normalheadingblue"/>
              <w:spacing w:before="0" w:after="0"/>
              <w:rPr>
                <w:rFonts w:cs="Arial"/>
                <w:color w:val="auto"/>
                <w:szCs w:val="22"/>
              </w:rPr>
            </w:pPr>
            <w:r w:rsidRPr="001A7B4B">
              <w:rPr>
                <w:rFonts w:cs="Arial"/>
                <w:b w:val="0"/>
                <w:color w:val="auto"/>
                <w:szCs w:val="22"/>
              </w:rPr>
              <w:t xml:space="preserve">Quiz sheets </w:t>
            </w:r>
            <w:r w:rsidR="00A2110E" w:rsidRPr="001A7B4B">
              <w:rPr>
                <w:rFonts w:cs="Arial"/>
                <w:color w:val="auto"/>
                <w:szCs w:val="22"/>
              </w:rPr>
              <w:br/>
            </w:r>
          </w:p>
        </w:tc>
        <w:tc>
          <w:tcPr>
            <w:tcW w:w="2246" w:type="dxa"/>
          </w:tcPr>
          <w:p w14:paraId="151BE989" w14:textId="77777777" w:rsidR="00DD207A" w:rsidRDefault="008A57D2" w:rsidP="00F652CA">
            <w:pPr>
              <w:spacing w:before="0" w:after="0"/>
            </w:pPr>
            <w:r>
              <w:lastRenderedPageBreak/>
              <w:t>Q&amp;A</w:t>
            </w:r>
            <w:r>
              <w:br/>
            </w:r>
            <w:r>
              <w:br/>
              <w:t>Produce joints and cuts on plastic pipework</w:t>
            </w:r>
            <w:r>
              <w:br/>
            </w:r>
            <w:r>
              <w:br/>
              <w:t>MCQ knowledge check</w:t>
            </w:r>
            <w:r>
              <w:br/>
              <w:t>Maths skills (measurement, scale, calculation, costing)</w:t>
            </w:r>
            <w:r>
              <w:br/>
              <w:t xml:space="preserve">English skills (reading, writing, </w:t>
            </w:r>
            <w:r>
              <w:lastRenderedPageBreak/>
              <w:t>technical vocabulary)</w:t>
            </w:r>
          </w:p>
        </w:tc>
      </w:tr>
      <w:tr w:rsidR="00A2110E" w:rsidRPr="00634DF8" w14:paraId="0E737890" w14:textId="77777777" w:rsidTr="24BA986D">
        <w:trPr>
          <w:trHeight w:val="300"/>
          <w:jc w:val="center"/>
        </w:trPr>
        <w:tc>
          <w:tcPr>
            <w:tcW w:w="1297" w:type="dxa"/>
          </w:tcPr>
          <w:p w14:paraId="6B6EF052" w14:textId="77777777" w:rsidR="00A2110E" w:rsidRPr="001A7B4B" w:rsidRDefault="00A2110E" w:rsidP="00A2110E">
            <w:pPr>
              <w:jc w:val="center"/>
              <w:rPr>
                <w:rFonts w:cs="Arial"/>
                <w:b/>
                <w:bCs/>
                <w:szCs w:val="22"/>
              </w:rPr>
            </w:pPr>
            <w:r w:rsidRPr="001A7B4B">
              <w:rPr>
                <w:rFonts w:cs="Arial"/>
                <w:b/>
                <w:bCs/>
                <w:szCs w:val="22"/>
              </w:rPr>
              <w:lastRenderedPageBreak/>
              <w:t>22-23</w:t>
            </w:r>
          </w:p>
          <w:p w14:paraId="1A067400" w14:textId="77777777" w:rsidR="00A2110E" w:rsidRPr="001A7B4B" w:rsidRDefault="00A2110E" w:rsidP="00A2110E">
            <w:pPr>
              <w:jc w:val="center"/>
              <w:rPr>
                <w:rFonts w:cs="Arial"/>
                <w:szCs w:val="22"/>
              </w:rPr>
            </w:pPr>
            <w:r w:rsidRPr="001A7B4B">
              <w:rPr>
                <w:rFonts w:cs="Arial"/>
                <w:szCs w:val="22"/>
              </w:rPr>
              <w:t>6 hours</w:t>
            </w:r>
          </w:p>
        </w:tc>
        <w:tc>
          <w:tcPr>
            <w:tcW w:w="2199" w:type="dxa"/>
          </w:tcPr>
          <w:p w14:paraId="049CE15F" w14:textId="77777777" w:rsidR="00A2110E" w:rsidRPr="001A7B4B" w:rsidRDefault="00A2110E" w:rsidP="00A2110E">
            <w:pPr>
              <w:pStyle w:val="Normalheadingblack"/>
              <w:rPr>
                <w:rFonts w:cs="Arial"/>
                <w:lang w:eastAsia="en-GB"/>
              </w:rPr>
            </w:pPr>
            <w:r w:rsidRPr="001A7B4B">
              <w:rPr>
                <w:rFonts w:cs="Arial"/>
                <w:lang w:eastAsia="en-GB"/>
              </w:rPr>
              <w:t>Outcome 1 – Plumbing and heating common knowledge criteria</w:t>
            </w:r>
          </w:p>
          <w:p w14:paraId="117EA3ED" w14:textId="77777777" w:rsidR="00A2110E" w:rsidRPr="001A7B4B" w:rsidRDefault="00A2110E" w:rsidP="00A2110E">
            <w:pPr>
              <w:pStyle w:val="Normalheadingblack"/>
              <w:rPr>
                <w:rFonts w:cs="Arial"/>
                <w:lang w:eastAsia="en-GB"/>
              </w:rPr>
            </w:pPr>
          </w:p>
          <w:p w14:paraId="4263673B" w14:textId="77777777" w:rsidR="00A2110E" w:rsidRPr="001A7B4B" w:rsidRDefault="00A2110E" w:rsidP="00A2110E">
            <w:pPr>
              <w:pStyle w:val="Normalheadingblack"/>
              <w:rPr>
                <w:rFonts w:cs="Arial"/>
                <w:lang w:eastAsia="en-GB"/>
              </w:rPr>
            </w:pPr>
            <w:r w:rsidRPr="001A7B4B">
              <w:rPr>
                <w:rFonts w:cs="Arial"/>
                <w:lang w:eastAsia="en-GB"/>
              </w:rPr>
              <w:t>Outcome 2 Install plumbing and heating systems</w:t>
            </w:r>
          </w:p>
          <w:p w14:paraId="7A7C1BBF" w14:textId="77777777" w:rsidR="00A2110E" w:rsidRPr="001A7B4B" w:rsidRDefault="00A2110E" w:rsidP="00A2110E">
            <w:pPr>
              <w:pStyle w:val="Normalheadingblack"/>
              <w:rPr>
                <w:rFonts w:cs="Arial"/>
                <w:lang w:eastAsia="en-GB"/>
              </w:rPr>
            </w:pPr>
          </w:p>
          <w:p w14:paraId="06415C03" w14:textId="77777777" w:rsidR="00A2110E" w:rsidRPr="001A7B4B" w:rsidRDefault="00A2110E" w:rsidP="00A2110E">
            <w:pPr>
              <w:pStyle w:val="Normalheadingblack"/>
              <w:rPr>
                <w:rFonts w:cs="Arial"/>
                <w:szCs w:val="22"/>
                <w:lang w:eastAsia="en-GB"/>
              </w:rPr>
            </w:pPr>
          </w:p>
        </w:tc>
        <w:tc>
          <w:tcPr>
            <w:tcW w:w="3135" w:type="dxa"/>
          </w:tcPr>
          <w:p w14:paraId="147388AE" w14:textId="77777777" w:rsidR="00A2110E" w:rsidRPr="001A7B4B" w:rsidRDefault="00A2110E" w:rsidP="00DC0B26">
            <w:pPr>
              <w:pStyle w:val="Normalheadingblack"/>
              <w:spacing w:before="0" w:after="0"/>
              <w:rPr>
                <w:rStyle w:val="normaltextrun"/>
                <w:rFonts w:cs="Arial"/>
                <w:b w:val="0"/>
                <w:shd w:val="clear" w:color="auto" w:fill="FFFFFF"/>
                <w:lang w:val="en-US"/>
              </w:rPr>
            </w:pPr>
            <w:r w:rsidRPr="001A7B4B">
              <w:rPr>
                <w:rStyle w:val="normaltextrun"/>
                <w:rFonts w:cs="Arial"/>
                <w:b w:val="0"/>
                <w:szCs w:val="22"/>
                <w:shd w:val="clear" w:color="auto" w:fill="FFFFFF"/>
                <w:lang w:val="en-US"/>
              </w:rPr>
              <w:t>K1.27 Jo</w:t>
            </w:r>
            <w:r w:rsidRPr="001A7B4B">
              <w:rPr>
                <w:rStyle w:val="normaltextrun"/>
                <w:rFonts w:cs="Arial"/>
                <w:b w:val="0"/>
                <w:shd w:val="clear" w:color="auto" w:fill="FFFFFF"/>
                <w:lang w:val="en-US"/>
              </w:rPr>
              <w:t>inting methods</w:t>
            </w:r>
          </w:p>
          <w:p w14:paraId="2F4F276C" w14:textId="77777777" w:rsidR="00A2110E" w:rsidRPr="001A7B4B" w:rsidRDefault="00A2110E" w:rsidP="00DC0B26">
            <w:pPr>
              <w:pStyle w:val="Normalheadingblack"/>
              <w:spacing w:before="0" w:after="0"/>
              <w:rPr>
                <w:rStyle w:val="normaltextrun"/>
                <w:rFonts w:cs="Arial"/>
                <w:b w:val="0"/>
                <w:shd w:val="clear" w:color="auto" w:fill="FFFFFF"/>
                <w:lang w:val="en-US"/>
              </w:rPr>
            </w:pPr>
          </w:p>
          <w:p w14:paraId="0AA81428" w14:textId="77777777" w:rsidR="00A2110E" w:rsidRPr="001A7B4B" w:rsidRDefault="00A2110E" w:rsidP="00DC0B26">
            <w:pPr>
              <w:pStyle w:val="Normalheadingblack"/>
              <w:spacing w:before="0" w:after="0"/>
              <w:rPr>
                <w:b w:val="0"/>
              </w:rPr>
            </w:pPr>
            <w:r w:rsidRPr="001A7B4B">
              <w:rPr>
                <w:b w:val="0"/>
              </w:rPr>
              <w:t>S2.4 Mark out requirements</w:t>
            </w:r>
          </w:p>
          <w:p w14:paraId="6D1A05AA" w14:textId="77777777" w:rsidR="00A2110E" w:rsidRPr="001A7B4B" w:rsidRDefault="00A2110E" w:rsidP="00DC0B26">
            <w:pPr>
              <w:pStyle w:val="Normalheadingblack"/>
              <w:spacing w:before="0" w:after="0"/>
              <w:rPr>
                <w:b w:val="0"/>
              </w:rPr>
            </w:pPr>
          </w:p>
          <w:p w14:paraId="1A58415F" w14:textId="77777777" w:rsidR="00A2110E" w:rsidRPr="001A7B4B" w:rsidRDefault="00A2110E" w:rsidP="00DC0B26">
            <w:pPr>
              <w:pStyle w:val="Normalheadingblack"/>
              <w:spacing w:before="0" w:after="0"/>
              <w:rPr>
                <w:b w:val="0"/>
              </w:rPr>
            </w:pPr>
            <w:r w:rsidRPr="001A7B4B">
              <w:rPr>
                <w:b w:val="0"/>
              </w:rPr>
              <w:t>S2.7 Cut pipes</w:t>
            </w:r>
          </w:p>
          <w:p w14:paraId="46D0A1AB" w14:textId="77777777" w:rsidR="00A2110E" w:rsidRPr="001A7B4B" w:rsidRDefault="00A2110E" w:rsidP="00DC0B26">
            <w:pPr>
              <w:pStyle w:val="Normalheadingblack"/>
              <w:spacing w:before="0" w:after="0"/>
              <w:rPr>
                <w:rStyle w:val="normaltextrun"/>
                <w:rFonts w:cs="Arial"/>
                <w:b w:val="0"/>
                <w:shd w:val="clear" w:color="auto" w:fill="FFFFFF"/>
                <w:lang w:val="en-US"/>
              </w:rPr>
            </w:pPr>
          </w:p>
          <w:p w14:paraId="4CD6F3E3" w14:textId="77777777" w:rsidR="00A2110E" w:rsidRPr="001A7B4B" w:rsidRDefault="00A2110E" w:rsidP="00DC0B26">
            <w:pPr>
              <w:pStyle w:val="Normalheadingblack"/>
              <w:spacing w:before="0" w:after="0"/>
              <w:rPr>
                <w:rFonts w:cs="Arial"/>
                <w:szCs w:val="22"/>
              </w:rPr>
            </w:pPr>
            <w:r w:rsidRPr="001A7B4B">
              <w:rPr>
                <w:rStyle w:val="normaltextrun"/>
                <w:rFonts w:cs="Arial"/>
                <w:b w:val="0"/>
                <w:szCs w:val="22"/>
                <w:shd w:val="clear" w:color="auto" w:fill="FFFFFF"/>
                <w:lang w:val="en-US"/>
              </w:rPr>
              <w:t>S2.8</w:t>
            </w:r>
            <w:r w:rsidRPr="001A7B4B">
              <w:rPr>
                <w:rStyle w:val="eop"/>
                <w:rFonts w:cs="Arial"/>
                <w:b w:val="0"/>
                <w:szCs w:val="22"/>
                <w:shd w:val="clear" w:color="auto" w:fill="FFFFFF"/>
              </w:rPr>
              <w:t> C</w:t>
            </w:r>
            <w:r w:rsidRPr="001A7B4B">
              <w:rPr>
                <w:rStyle w:val="eop"/>
                <w:rFonts w:cs="Arial"/>
                <w:b w:val="0"/>
              </w:rPr>
              <w:t>onnect materials using jointing methods</w:t>
            </w:r>
          </w:p>
        </w:tc>
        <w:tc>
          <w:tcPr>
            <w:tcW w:w="5785" w:type="dxa"/>
          </w:tcPr>
          <w:p w14:paraId="45331C81" w14:textId="5B439315" w:rsidR="00A2110E" w:rsidRPr="001A7B4B" w:rsidRDefault="00A2110E" w:rsidP="00DC0B26">
            <w:pPr>
              <w:pStyle w:val="Normalheadingblue"/>
              <w:spacing w:before="0" w:after="0"/>
              <w:rPr>
                <w:rFonts w:cs="Arial"/>
                <w:color w:val="auto"/>
                <w:szCs w:val="22"/>
              </w:rPr>
            </w:pPr>
            <w:r w:rsidRPr="001A7B4B">
              <w:rPr>
                <w:rFonts w:cs="Arial"/>
                <w:color w:val="auto"/>
                <w:szCs w:val="22"/>
              </w:rPr>
              <w:t>Activities</w:t>
            </w:r>
            <w:r w:rsidR="00DC0B26" w:rsidRPr="001A7B4B">
              <w:rPr>
                <w:rFonts w:cs="Arial"/>
                <w:color w:val="auto"/>
                <w:szCs w:val="22"/>
              </w:rPr>
              <w:t>:</w:t>
            </w:r>
          </w:p>
          <w:p w14:paraId="54D96617" w14:textId="77777777" w:rsidR="00A2110E" w:rsidRPr="001A7B4B" w:rsidRDefault="00A2110E" w:rsidP="00DC0B26">
            <w:pPr>
              <w:pStyle w:val="Normalheadingblue"/>
              <w:spacing w:before="0" w:after="0"/>
              <w:rPr>
                <w:rFonts w:cs="Arial"/>
                <w:color w:val="auto"/>
                <w:szCs w:val="22"/>
              </w:rPr>
            </w:pPr>
            <w:r w:rsidRPr="001A7B4B">
              <w:rPr>
                <w:rFonts w:cs="Arial"/>
                <w:color w:val="auto"/>
                <w:szCs w:val="22"/>
              </w:rPr>
              <w:t>Starter task example:</w:t>
            </w:r>
          </w:p>
          <w:p w14:paraId="332E6968" w14:textId="77777777" w:rsidR="00A2110E" w:rsidRPr="001A7B4B" w:rsidRDefault="00A2110E" w:rsidP="00DC0B26">
            <w:pPr>
              <w:pStyle w:val="Normalheadingblue"/>
              <w:spacing w:before="0" w:after="0"/>
              <w:rPr>
                <w:rFonts w:cs="Arial"/>
                <w:b w:val="0"/>
                <w:color w:val="auto"/>
                <w:szCs w:val="22"/>
              </w:rPr>
            </w:pPr>
            <w:r w:rsidRPr="001A7B4B">
              <w:rPr>
                <w:rFonts w:cs="Arial"/>
                <w:b w:val="0"/>
                <w:color w:val="auto"/>
                <w:szCs w:val="22"/>
              </w:rPr>
              <w:t>Recap task – Q&amp;A based on previous practical session and the cutting of different materials</w:t>
            </w:r>
          </w:p>
          <w:p w14:paraId="6A6AEB5D" w14:textId="77777777" w:rsidR="00DC0B26" w:rsidRPr="001A7B4B" w:rsidRDefault="00DC0B26" w:rsidP="00DC0B26">
            <w:pPr>
              <w:pStyle w:val="Normalheadingblue"/>
              <w:spacing w:before="0" w:after="0"/>
              <w:rPr>
                <w:rFonts w:cs="Arial"/>
                <w:b w:val="0"/>
                <w:color w:val="auto"/>
                <w:szCs w:val="22"/>
              </w:rPr>
            </w:pPr>
          </w:p>
          <w:p w14:paraId="74F43FEF" w14:textId="6458A010" w:rsidR="00A2110E" w:rsidRPr="001A7B4B" w:rsidRDefault="00A2110E" w:rsidP="00DC0B26">
            <w:pPr>
              <w:pStyle w:val="Normalheadingblue"/>
              <w:spacing w:before="0" w:after="0"/>
              <w:rPr>
                <w:rFonts w:cs="Arial"/>
                <w:color w:val="auto"/>
                <w:szCs w:val="22"/>
              </w:rPr>
            </w:pPr>
            <w:r w:rsidRPr="001A7B4B">
              <w:rPr>
                <w:rFonts w:cs="Arial"/>
                <w:color w:val="auto"/>
                <w:szCs w:val="22"/>
              </w:rPr>
              <w:t>Delivery</w:t>
            </w:r>
            <w:r w:rsidR="00DC0B26" w:rsidRPr="001A7B4B">
              <w:rPr>
                <w:rFonts w:cs="Arial"/>
                <w:color w:val="auto"/>
                <w:szCs w:val="22"/>
              </w:rPr>
              <w:t xml:space="preserve"> focus</w:t>
            </w:r>
            <w:r w:rsidRPr="001A7B4B">
              <w:rPr>
                <w:rFonts w:cs="Arial"/>
                <w:color w:val="auto"/>
                <w:szCs w:val="22"/>
              </w:rPr>
              <w:t>:</w:t>
            </w:r>
          </w:p>
          <w:p w14:paraId="6040D77F" w14:textId="1D9D8898" w:rsidR="007A6615" w:rsidRPr="001A7B4B" w:rsidRDefault="00A2110E" w:rsidP="002C017C">
            <w:pPr>
              <w:pStyle w:val="Normalheadingblue"/>
              <w:numPr>
                <w:ilvl w:val="0"/>
                <w:numId w:val="4"/>
              </w:numPr>
              <w:spacing w:before="0" w:after="0"/>
              <w:ind w:left="284" w:hanging="284"/>
              <w:rPr>
                <w:rFonts w:cs="Arial"/>
                <w:b w:val="0"/>
                <w:color w:val="auto"/>
                <w:szCs w:val="22"/>
              </w:rPr>
            </w:pPr>
            <w:r w:rsidRPr="001A7B4B">
              <w:rPr>
                <w:rFonts w:cs="Arial"/>
                <w:color w:val="auto"/>
                <w:szCs w:val="22"/>
              </w:rPr>
              <w:t>Practical session</w:t>
            </w:r>
            <w:r w:rsidRPr="001A7B4B">
              <w:rPr>
                <w:rFonts w:cs="Arial"/>
                <w:b w:val="0"/>
                <w:color w:val="auto"/>
                <w:szCs w:val="22"/>
              </w:rPr>
              <w:t xml:space="preserve"> </w:t>
            </w:r>
            <w:r w:rsidR="007A6615" w:rsidRPr="001A7B4B">
              <w:rPr>
                <w:rFonts w:cs="Arial"/>
                <w:b w:val="0"/>
                <w:color w:val="auto"/>
                <w:szCs w:val="22"/>
              </w:rPr>
              <w:t xml:space="preserve">following on from previous session </w:t>
            </w:r>
            <w:r w:rsidRPr="001A7B4B">
              <w:rPr>
                <w:rFonts w:cs="Arial"/>
                <w:b w:val="0"/>
                <w:color w:val="auto"/>
                <w:szCs w:val="22"/>
              </w:rPr>
              <w:t xml:space="preserve">to allow </w:t>
            </w:r>
            <w:r w:rsidR="00F502C8" w:rsidRPr="001A7B4B">
              <w:rPr>
                <w:rFonts w:cs="Arial"/>
                <w:b w:val="0"/>
                <w:color w:val="auto"/>
                <w:szCs w:val="22"/>
              </w:rPr>
              <w:t>students</w:t>
            </w:r>
            <w:r w:rsidRPr="001A7B4B">
              <w:rPr>
                <w:rFonts w:cs="Arial"/>
                <w:b w:val="0"/>
                <w:color w:val="auto"/>
                <w:szCs w:val="22"/>
              </w:rPr>
              <w:t xml:space="preserve"> to develop their skills based on </w:t>
            </w:r>
            <w:r w:rsidR="00E26094" w:rsidRPr="001A7B4B">
              <w:rPr>
                <w:rFonts w:cs="Arial"/>
                <w:color w:val="auto"/>
                <w:szCs w:val="22"/>
              </w:rPr>
              <w:t>Plastic pressure pipe</w:t>
            </w:r>
            <w:r w:rsidR="009103D6" w:rsidRPr="001A7B4B">
              <w:rPr>
                <w:rFonts w:cs="Arial"/>
                <w:color w:val="auto"/>
                <w:szCs w:val="22"/>
              </w:rPr>
              <w:t xml:space="preserve"> and Plastic sanitary pipe</w:t>
            </w:r>
            <w:r w:rsidR="00E26094" w:rsidRPr="001A7B4B">
              <w:rPr>
                <w:rFonts w:cs="Arial"/>
                <w:b w:val="0"/>
                <w:color w:val="auto"/>
                <w:szCs w:val="22"/>
              </w:rPr>
              <w:t xml:space="preserve"> jointing.</w:t>
            </w:r>
          </w:p>
          <w:p w14:paraId="10574061" w14:textId="75FB4CBB" w:rsidR="007A6615" w:rsidRPr="001A7B4B" w:rsidRDefault="007A6615"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 xml:space="preserve">Tutor to recap and demonstrate the techniques involved in jointing pipework before setting short tasks for </w:t>
            </w:r>
            <w:r w:rsidR="00F502C8" w:rsidRPr="001A7B4B">
              <w:rPr>
                <w:rFonts w:cs="Arial"/>
                <w:b w:val="0"/>
                <w:color w:val="auto"/>
                <w:szCs w:val="22"/>
              </w:rPr>
              <w:t>students</w:t>
            </w:r>
            <w:r w:rsidRPr="001A7B4B">
              <w:rPr>
                <w:rFonts w:cs="Arial"/>
                <w:b w:val="0"/>
                <w:color w:val="auto"/>
                <w:szCs w:val="22"/>
              </w:rPr>
              <w:t xml:space="preserve"> to produce individually or as small group.</w:t>
            </w:r>
          </w:p>
          <w:p w14:paraId="7E4D7119" w14:textId="4889A858" w:rsidR="007A6615" w:rsidRPr="001A7B4B" w:rsidRDefault="007A6615"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 xml:space="preserve">Tutor to set suitable practical tasks based on plastic pipe jointing and a range of jointing types including a </w:t>
            </w:r>
            <w:r w:rsidRPr="001A7B4B">
              <w:rPr>
                <w:rFonts w:cs="Arial"/>
                <w:b w:val="0"/>
                <w:color w:val="auto"/>
                <w:szCs w:val="22"/>
              </w:rPr>
              <w:lastRenderedPageBreak/>
              <w:t xml:space="preserve">drawing for </w:t>
            </w:r>
            <w:r w:rsidR="00F502C8" w:rsidRPr="001A7B4B">
              <w:rPr>
                <w:rFonts w:cs="Arial"/>
                <w:b w:val="0"/>
                <w:color w:val="auto"/>
                <w:szCs w:val="22"/>
              </w:rPr>
              <w:t>students</w:t>
            </w:r>
            <w:r w:rsidRPr="001A7B4B">
              <w:rPr>
                <w:rFonts w:cs="Arial"/>
                <w:b w:val="0"/>
                <w:color w:val="auto"/>
                <w:szCs w:val="22"/>
              </w:rPr>
              <w:t xml:space="preserve"> to work from. This will include dimensions and pipe sizes.</w:t>
            </w:r>
          </w:p>
          <w:p w14:paraId="7BF8BE32" w14:textId="77777777" w:rsidR="007A6615" w:rsidRPr="001A7B4B" w:rsidRDefault="007A6615" w:rsidP="00DC0B26">
            <w:pPr>
              <w:pStyle w:val="Normalheadingblue"/>
              <w:spacing w:before="0" w:after="0"/>
              <w:rPr>
                <w:rFonts w:cs="Arial"/>
                <w:color w:val="auto"/>
                <w:szCs w:val="22"/>
              </w:rPr>
            </w:pPr>
          </w:p>
          <w:p w14:paraId="36C2F3B1" w14:textId="2EC3C01C" w:rsidR="007A6615" w:rsidRPr="001A7B4B" w:rsidRDefault="007A6615" w:rsidP="00DC0B26">
            <w:pPr>
              <w:pStyle w:val="Normalheadingblue"/>
              <w:spacing w:before="0" w:after="0"/>
              <w:rPr>
                <w:rFonts w:cs="Arial"/>
                <w:color w:val="auto"/>
                <w:szCs w:val="22"/>
              </w:rPr>
            </w:pPr>
            <w:r w:rsidRPr="001A7B4B">
              <w:rPr>
                <w:rFonts w:cs="Arial"/>
                <w:color w:val="auto"/>
                <w:szCs w:val="22"/>
              </w:rPr>
              <w:t xml:space="preserve">Knowledge </w:t>
            </w:r>
            <w:r w:rsidR="00DC0B26" w:rsidRPr="001A7B4B">
              <w:rPr>
                <w:rFonts w:cs="Arial"/>
                <w:color w:val="auto"/>
                <w:szCs w:val="22"/>
              </w:rPr>
              <w:t>C</w:t>
            </w:r>
            <w:r w:rsidRPr="001A7B4B">
              <w:rPr>
                <w:rFonts w:cs="Arial"/>
                <w:color w:val="auto"/>
                <w:szCs w:val="22"/>
              </w:rPr>
              <w:t>heck example:</w:t>
            </w:r>
          </w:p>
          <w:p w14:paraId="700BA4AA" w14:textId="5675446E" w:rsidR="007A6615" w:rsidRPr="001A7B4B" w:rsidRDefault="00DC0B26"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Toolbox</w:t>
            </w:r>
            <w:r w:rsidR="007A6615" w:rsidRPr="001A7B4B">
              <w:rPr>
                <w:rFonts w:cs="Arial"/>
                <w:b w:val="0"/>
                <w:color w:val="auto"/>
                <w:szCs w:val="22"/>
              </w:rPr>
              <w:t xml:space="preserve"> talk – </w:t>
            </w:r>
            <w:r w:rsidR="00F502C8" w:rsidRPr="001A7B4B">
              <w:rPr>
                <w:rFonts w:cs="Arial"/>
                <w:b w:val="0"/>
                <w:color w:val="auto"/>
                <w:szCs w:val="22"/>
              </w:rPr>
              <w:t>students</w:t>
            </w:r>
            <w:r w:rsidR="007A6615" w:rsidRPr="001A7B4B">
              <w:rPr>
                <w:rFonts w:cs="Arial"/>
                <w:b w:val="0"/>
                <w:color w:val="auto"/>
                <w:szCs w:val="22"/>
              </w:rPr>
              <w:t xml:space="preserve"> are to give safety requirements relating to the task</w:t>
            </w:r>
          </w:p>
          <w:p w14:paraId="09B90605" w14:textId="77777777" w:rsidR="00A2110E" w:rsidRPr="001A7B4B" w:rsidRDefault="007A6615"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Peer marking of set tasks to a given measurement with feedback given by peers.</w:t>
            </w:r>
          </w:p>
          <w:p w14:paraId="70C3CB70" w14:textId="77777777" w:rsidR="00A730E7" w:rsidRPr="001A7B4B" w:rsidRDefault="00A730E7" w:rsidP="00A730E7">
            <w:pPr>
              <w:pStyle w:val="Normalheadingblue"/>
              <w:spacing w:before="0" w:after="0"/>
              <w:rPr>
                <w:rFonts w:cs="Arial"/>
                <w:b w:val="0"/>
                <w:color w:val="auto"/>
                <w:szCs w:val="22"/>
              </w:rPr>
            </w:pPr>
          </w:p>
          <w:p w14:paraId="1A28B5D3" w14:textId="35904DFD" w:rsidR="00A2110E" w:rsidRPr="001A7B4B" w:rsidRDefault="00A2110E" w:rsidP="00DC0B26">
            <w:pPr>
              <w:pStyle w:val="Normalheadingblue"/>
              <w:spacing w:before="0" w:after="0"/>
              <w:rPr>
                <w:rFonts w:cs="Arial"/>
                <w:color w:val="auto"/>
                <w:szCs w:val="22"/>
              </w:rPr>
            </w:pPr>
            <w:r w:rsidRPr="001A7B4B">
              <w:rPr>
                <w:rFonts w:cs="Arial"/>
                <w:color w:val="auto"/>
                <w:szCs w:val="22"/>
              </w:rPr>
              <w:t>Resources</w:t>
            </w:r>
            <w:r w:rsidR="00DC0B26" w:rsidRPr="001A7B4B">
              <w:rPr>
                <w:rFonts w:cs="Arial"/>
                <w:color w:val="auto"/>
                <w:szCs w:val="22"/>
              </w:rPr>
              <w:t>:</w:t>
            </w:r>
          </w:p>
          <w:p w14:paraId="26D4287C" w14:textId="3081C5C2" w:rsidR="00A2110E" w:rsidRPr="001A7B4B" w:rsidRDefault="00385936" w:rsidP="00DC0B26">
            <w:pPr>
              <w:pStyle w:val="Normalbulletlist"/>
              <w:numPr>
                <w:ilvl w:val="0"/>
                <w:numId w:val="0"/>
              </w:numPr>
              <w:ind w:left="284" w:hanging="284"/>
              <w:rPr>
                <w:rStyle w:val="scxw239528614"/>
                <w:rFonts w:cs="Arial"/>
                <w:szCs w:val="22"/>
                <w:shd w:val="clear" w:color="auto" w:fill="FFFFFF"/>
              </w:rPr>
            </w:pPr>
            <w:r w:rsidRPr="001A7B4B">
              <w:rPr>
                <w:rStyle w:val="normaltextrun"/>
                <w:rFonts w:cs="Arial"/>
                <w:szCs w:val="22"/>
                <w:shd w:val="clear" w:color="auto" w:fill="FFFFFF"/>
                <w:lang w:val="en-US"/>
              </w:rPr>
              <w:t>M</w:t>
            </w:r>
            <w:r w:rsidR="00A2110E" w:rsidRPr="001A7B4B">
              <w:rPr>
                <w:rStyle w:val="normaltextrun"/>
                <w:rFonts w:cs="Arial"/>
                <w:szCs w:val="22"/>
                <w:shd w:val="clear" w:color="auto" w:fill="FFFFFF"/>
                <w:lang w:val="en-US"/>
              </w:rPr>
              <w:t>easuring tape</w:t>
            </w:r>
            <w:r w:rsidR="00A2110E" w:rsidRPr="001A7B4B">
              <w:rPr>
                <w:rStyle w:val="scxw239528614"/>
                <w:rFonts w:cs="Arial"/>
                <w:szCs w:val="22"/>
                <w:shd w:val="clear" w:color="auto" w:fill="FFFFFF"/>
              </w:rPr>
              <w:t> </w:t>
            </w:r>
          </w:p>
          <w:p w14:paraId="3421E5CE" w14:textId="0FEA3289" w:rsidR="00A2110E" w:rsidRPr="001A7B4B" w:rsidRDefault="00385936" w:rsidP="00DC0B26">
            <w:pPr>
              <w:pStyle w:val="Normalbulletlist"/>
              <w:numPr>
                <w:ilvl w:val="0"/>
                <w:numId w:val="0"/>
              </w:numPr>
              <w:ind w:left="284" w:hanging="284"/>
              <w:rPr>
                <w:rStyle w:val="scxw239528614"/>
                <w:rFonts w:cs="Arial"/>
                <w:szCs w:val="22"/>
                <w:shd w:val="clear" w:color="auto" w:fill="FFFFFF"/>
              </w:rPr>
            </w:pPr>
            <w:r w:rsidRPr="001A7B4B">
              <w:rPr>
                <w:rStyle w:val="normaltextrun"/>
                <w:rFonts w:cs="Arial"/>
                <w:szCs w:val="22"/>
                <w:shd w:val="clear" w:color="auto" w:fill="FFFFFF"/>
                <w:lang w:val="en-US"/>
              </w:rPr>
              <w:t>M</w:t>
            </w:r>
            <w:r w:rsidR="00A2110E" w:rsidRPr="001A7B4B">
              <w:rPr>
                <w:rStyle w:val="normaltextrun"/>
                <w:rFonts w:cs="Arial"/>
                <w:szCs w:val="22"/>
                <w:shd w:val="clear" w:color="auto" w:fill="FFFFFF"/>
                <w:lang w:val="en-US"/>
              </w:rPr>
              <w:t>arker</w:t>
            </w:r>
            <w:r w:rsidR="00A2110E" w:rsidRPr="001A7B4B">
              <w:rPr>
                <w:rStyle w:val="scxw239528614"/>
                <w:rFonts w:cs="Arial"/>
                <w:szCs w:val="22"/>
                <w:shd w:val="clear" w:color="auto" w:fill="FFFFFF"/>
              </w:rPr>
              <w:t> </w:t>
            </w:r>
          </w:p>
          <w:p w14:paraId="1379D1A0" w14:textId="77777777" w:rsidR="00A2110E" w:rsidRPr="001A7B4B" w:rsidRDefault="00A2110E" w:rsidP="00DC0B26">
            <w:pPr>
              <w:pStyle w:val="Normalbulletlist"/>
              <w:numPr>
                <w:ilvl w:val="0"/>
                <w:numId w:val="0"/>
              </w:numPr>
              <w:ind w:left="284" w:hanging="284"/>
              <w:rPr>
                <w:rStyle w:val="normaltextrun"/>
                <w:rFonts w:cs="Arial"/>
                <w:szCs w:val="22"/>
                <w:shd w:val="clear" w:color="auto" w:fill="FFFFFF"/>
                <w:lang w:val="en-US"/>
              </w:rPr>
            </w:pPr>
            <w:r w:rsidRPr="001A7B4B">
              <w:rPr>
                <w:rStyle w:val="normaltextrun"/>
                <w:rFonts w:cs="Arial"/>
                <w:szCs w:val="22"/>
                <w:shd w:val="clear" w:color="auto" w:fill="FFFFFF"/>
                <w:lang w:val="en-US"/>
              </w:rPr>
              <w:t>Cutting tools</w:t>
            </w:r>
          </w:p>
          <w:p w14:paraId="436BAD09" w14:textId="187C7626" w:rsidR="00A2110E" w:rsidRPr="001A7B4B" w:rsidRDefault="00385936" w:rsidP="00DC0B26">
            <w:pPr>
              <w:pStyle w:val="Normalbulletlist"/>
              <w:numPr>
                <w:ilvl w:val="0"/>
                <w:numId w:val="0"/>
              </w:numPr>
              <w:ind w:left="284" w:hanging="284"/>
              <w:rPr>
                <w:rStyle w:val="scxw239528614"/>
                <w:rFonts w:cs="Arial"/>
                <w:szCs w:val="22"/>
                <w:shd w:val="clear" w:color="auto" w:fill="FFFFFF"/>
              </w:rPr>
            </w:pPr>
            <w:r w:rsidRPr="001A7B4B">
              <w:rPr>
                <w:rStyle w:val="normaltextrun"/>
                <w:rFonts w:cs="Arial"/>
                <w:szCs w:val="22"/>
                <w:shd w:val="clear" w:color="auto" w:fill="FFFFFF"/>
                <w:lang w:val="en-US"/>
              </w:rPr>
              <w:t>P</w:t>
            </w:r>
            <w:r w:rsidR="00A2110E" w:rsidRPr="001A7B4B">
              <w:rPr>
                <w:rStyle w:val="normaltextrun"/>
                <w:rFonts w:cs="Arial"/>
                <w:szCs w:val="22"/>
                <w:shd w:val="clear" w:color="auto" w:fill="FFFFFF"/>
                <w:lang w:val="en-US"/>
              </w:rPr>
              <w:t>ipe cutter</w:t>
            </w:r>
            <w:r w:rsidR="00A2110E" w:rsidRPr="001A7B4B">
              <w:rPr>
                <w:rStyle w:val="scxw239528614"/>
                <w:rFonts w:cs="Arial"/>
                <w:szCs w:val="22"/>
                <w:shd w:val="clear" w:color="auto" w:fill="FFFFFF"/>
              </w:rPr>
              <w:t> </w:t>
            </w:r>
          </w:p>
          <w:p w14:paraId="14D9F7CE" w14:textId="536429C6" w:rsidR="00A2110E" w:rsidRPr="001A7B4B" w:rsidRDefault="00385936" w:rsidP="00DC0B26">
            <w:pPr>
              <w:pStyle w:val="Normalbulletlist"/>
              <w:numPr>
                <w:ilvl w:val="0"/>
                <w:numId w:val="0"/>
              </w:numPr>
              <w:ind w:left="284" w:hanging="284"/>
              <w:rPr>
                <w:rStyle w:val="scxw239528614"/>
                <w:rFonts w:cs="Arial"/>
                <w:szCs w:val="22"/>
                <w:shd w:val="clear" w:color="auto" w:fill="FFFFFF"/>
              </w:rPr>
            </w:pPr>
            <w:r w:rsidRPr="001A7B4B">
              <w:rPr>
                <w:rStyle w:val="normaltextrun"/>
                <w:rFonts w:cs="Arial"/>
                <w:szCs w:val="22"/>
                <w:shd w:val="clear" w:color="auto" w:fill="FFFFFF"/>
                <w:lang w:val="en-US"/>
              </w:rPr>
              <w:t>H</w:t>
            </w:r>
            <w:r w:rsidR="00A2110E" w:rsidRPr="001A7B4B">
              <w:rPr>
                <w:rStyle w:val="normaltextrun"/>
                <w:rFonts w:cs="Arial"/>
                <w:szCs w:val="22"/>
                <w:shd w:val="clear" w:color="auto" w:fill="FFFFFF"/>
                <w:lang w:val="en-US"/>
              </w:rPr>
              <w:t>acksaw</w:t>
            </w:r>
            <w:r w:rsidR="00A2110E" w:rsidRPr="001A7B4B">
              <w:rPr>
                <w:rStyle w:val="scxw239528614"/>
                <w:rFonts w:cs="Arial"/>
                <w:szCs w:val="22"/>
                <w:shd w:val="clear" w:color="auto" w:fill="FFFFFF"/>
              </w:rPr>
              <w:t> </w:t>
            </w:r>
          </w:p>
          <w:p w14:paraId="090462E5" w14:textId="4EF5BA33" w:rsidR="00A2110E" w:rsidRPr="001A7B4B" w:rsidRDefault="00385936" w:rsidP="00DC0B26">
            <w:pPr>
              <w:pStyle w:val="Normalbulletlist"/>
              <w:numPr>
                <w:ilvl w:val="0"/>
                <w:numId w:val="0"/>
              </w:numPr>
              <w:ind w:left="284" w:hanging="284"/>
              <w:rPr>
                <w:rStyle w:val="normaltextrun"/>
                <w:rFonts w:cs="Arial"/>
                <w:szCs w:val="22"/>
                <w:shd w:val="clear" w:color="auto" w:fill="FFFFFF"/>
                <w:lang w:val="en-US"/>
              </w:rPr>
            </w:pPr>
            <w:r w:rsidRPr="001A7B4B">
              <w:rPr>
                <w:rStyle w:val="normaltextrun"/>
                <w:rFonts w:cs="Arial"/>
                <w:szCs w:val="22"/>
                <w:shd w:val="clear" w:color="auto" w:fill="FFFFFF"/>
                <w:lang w:val="en-US"/>
              </w:rPr>
              <w:t>T</w:t>
            </w:r>
            <w:r w:rsidR="00A2110E" w:rsidRPr="001A7B4B">
              <w:rPr>
                <w:rStyle w:val="normaltextrun"/>
                <w:rFonts w:cs="Arial"/>
                <w:szCs w:val="22"/>
                <w:shd w:val="clear" w:color="auto" w:fill="FFFFFF"/>
                <w:lang w:val="en-US"/>
              </w:rPr>
              <w:t>ube cutter</w:t>
            </w:r>
          </w:p>
          <w:p w14:paraId="690E2CD2" w14:textId="77777777" w:rsidR="00E26094" w:rsidRPr="001A7B4B" w:rsidRDefault="00A2110E" w:rsidP="00DC0B26">
            <w:pPr>
              <w:pStyle w:val="Normalheadingblue"/>
              <w:spacing w:before="0" w:after="0"/>
              <w:rPr>
                <w:rFonts w:cs="Arial"/>
                <w:b w:val="0"/>
                <w:color w:val="auto"/>
                <w:szCs w:val="22"/>
              </w:rPr>
            </w:pPr>
            <w:r w:rsidRPr="001A7B4B">
              <w:rPr>
                <w:rFonts w:cs="Arial"/>
                <w:b w:val="0"/>
                <w:color w:val="auto"/>
                <w:szCs w:val="22"/>
              </w:rPr>
              <w:t>PPE</w:t>
            </w:r>
          </w:p>
          <w:p w14:paraId="0852A27E" w14:textId="77777777" w:rsidR="00A730E7" w:rsidRPr="001A7B4B" w:rsidRDefault="00A730E7" w:rsidP="00DC0B26">
            <w:pPr>
              <w:pStyle w:val="Normalheadingblue"/>
              <w:spacing w:before="0" w:after="0"/>
              <w:rPr>
                <w:rFonts w:cs="Arial"/>
                <w:b w:val="0"/>
                <w:color w:val="auto"/>
                <w:szCs w:val="22"/>
              </w:rPr>
            </w:pPr>
          </w:p>
        </w:tc>
        <w:tc>
          <w:tcPr>
            <w:tcW w:w="2246" w:type="dxa"/>
          </w:tcPr>
          <w:p w14:paraId="65307132" w14:textId="77777777" w:rsidR="00DD207A" w:rsidRDefault="008A57D2" w:rsidP="00A730E7">
            <w:pPr>
              <w:spacing w:before="0" w:after="0"/>
            </w:pPr>
            <w:r>
              <w:lastRenderedPageBreak/>
              <w:t>Q&amp;A</w:t>
            </w:r>
            <w:r>
              <w:br/>
            </w:r>
            <w:r>
              <w:br/>
              <w:t>Produce joints and cuts on plastic pipework</w:t>
            </w:r>
            <w:r>
              <w:br/>
            </w:r>
            <w:r>
              <w:br/>
              <w:t>Toolbox talk</w:t>
            </w:r>
            <w:r>
              <w:br/>
            </w:r>
            <w:r>
              <w:br/>
              <w:t>Peer marking</w:t>
            </w:r>
            <w:r>
              <w:br/>
              <w:t>Maths skills (measurement, scale, calculation, costing)</w:t>
            </w:r>
            <w:r>
              <w:br/>
              <w:t xml:space="preserve">English skills (reading, writing, </w:t>
            </w:r>
            <w:r>
              <w:lastRenderedPageBreak/>
              <w:t>technical vocabulary)</w:t>
            </w:r>
          </w:p>
        </w:tc>
      </w:tr>
      <w:tr w:rsidR="00E26094" w:rsidRPr="00634DF8" w14:paraId="39E40D82" w14:textId="77777777" w:rsidTr="24BA986D">
        <w:trPr>
          <w:trHeight w:val="300"/>
          <w:jc w:val="center"/>
        </w:trPr>
        <w:tc>
          <w:tcPr>
            <w:tcW w:w="1297" w:type="dxa"/>
          </w:tcPr>
          <w:p w14:paraId="73D2C322" w14:textId="77777777" w:rsidR="00E26094" w:rsidRPr="00811B5D" w:rsidRDefault="00811B5D" w:rsidP="00E26094">
            <w:pPr>
              <w:jc w:val="center"/>
              <w:rPr>
                <w:rFonts w:cs="Arial"/>
                <w:b/>
                <w:bCs/>
                <w:szCs w:val="22"/>
              </w:rPr>
            </w:pPr>
            <w:r w:rsidRPr="00811B5D">
              <w:rPr>
                <w:rFonts w:cs="Arial"/>
                <w:b/>
                <w:bCs/>
                <w:szCs w:val="22"/>
              </w:rPr>
              <w:lastRenderedPageBreak/>
              <w:t>24</w:t>
            </w:r>
          </w:p>
          <w:p w14:paraId="2E898D20" w14:textId="50242EDB" w:rsidR="00811B5D" w:rsidRPr="001A7B4B" w:rsidRDefault="00811B5D" w:rsidP="00E26094">
            <w:pPr>
              <w:jc w:val="center"/>
              <w:rPr>
                <w:rFonts w:cs="Arial"/>
                <w:szCs w:val="22"/>
              </w:rPr>
            </w:pPr>
            <w:r>
              <w:rPr>
                <w:rFonts w:cs="Arial"/>
                <w:szCs w:val="22"/>
              </w:rPr>
              <w:t>3 hours</w:t>
            </w:r>
          </w:p>
        </w:tc>
        <w:tc>
          <w:tcPr>
            <w:tcW w:w="2199" w:type="dxa"/>
          </w:tcPr>
          <w:p w14:paraId="6DF7C1B0" w14:textId="77777777" w:rsidR="00E26094" w:rsidRPr="001A7B4B" w:rsidRDefault="00E26094" w:rsidP="00E26094">
            <w:pPr>
              <w:pStyle w:val="Normalheadingblack"/>
              <w:rPr>
                <w:rFonts w:cs="Arial"/>
                <w:lang w:eastAsia="en-GB"/>
              </w:rPr>
            </w:pPr>
            <w:r w:rsidRPr="001A7B4B">
              <w:rPr>
                <w:rFonts w:cs="Arial"/>
                <w:lang w:eastAsia="en-GB"/>
              </w:rPr>
              <w:t>Outcome 1 – Plumbing and heating common knowledge criteria</w:t>
            </w:r>
          </w:p>
          <w:p w14:paraId="54CE7E90" w14:textId="77777777" w:rsidR="00E26094" w:rsidRPr="001A7B4B" w:rsidRDefault="00E26094" w:rsidP="00E26094">
            <w:pPr>
              <w:pStyle w:val="Normalheadingblack"/>
              <w:rPr>
                <w:rFonts w:cs="Arial"/>
                <w:szCs w:val="22"/>
                <w:lang w:eastAsia="en-GB"/>
              </w:rPr>
            </w:pPr>
          </w:p>
        </w:tc>
        <w:tc>
          <w:tcPr>
            <w:tcW w:w="3135" w:type="dxa"/>
          </w:tcPr>
          <w:p w14:paraId="10DA3D72" w14:textId="77777777" w:rsidR="00E26094" w:rsidRPr="001A7B4B" w:rsidRDefault="009103D6" w:rsidP="00BD5994">
            <w:pPr>
              <w:pStyle w:val="Normalheadingblack"/>
              <w:spacing w:before="0" w:after="0"/>
              <w:rPr>
                <w:rFonts w:cs="Arial"/>
                <w:b w:val="0"/>
                <w:bCs/>
                <w:szCs w:val="22"/>
              </w:rPr>
            </w:pPr>
            <w:r w:rsidRPr="001A7B4B">
              <w:rPr>
                <w:rFonts w:cs="Arial"/>
                <w:b w:val="0"/>
                <w:bCs/>
                <w:szCs w:val="22"/>
              </w:rPr>
              <w:t>K1.29 Types of support, fittings and fixings</w:t>
            </w:r>
          </w:p>
        </w:tc>
        <w:tc>
          <w:tcPr>
            <w:tcW w:w="5785" w:type="dxa"/>
          </w:tcPr>
          <w:p w14:paraId="3FDC94F0" w14:textId="0E9CD3DD" w:rsidR="00E26094" w:rsidRPr="001A7B4B" w:rsidRDefault="00E26094" w:rsidP="00665383">
            <w:pPr>
              <w:pStyle w:val="Normalheadingblue"/>
              <w:spacing w:before="0" w:after="0"/>
              <w:rPr>
                <w:rFonts w:cs="Arial"/>
                <w:color w:val="auto"/>
                <w:szCs w:val="22"/>
              </w:rPr>
            </w:pPr>
            <w:r w:rsidRPr="001A7B4B">
              <w:rPr>
                <w:rFonts w:cs="Arial"/>
                <w:color w:val="auto"/>
                <w:szCs w:val="22"/>
              </w:rPr>
              <w:t>Activities</w:t>
            </w:r>
            <w:r w:rsidR="00A260CD" w:rsidRPr="001A7B4B">
              <w:rPr>
                <w:rFonts w:cs="Arial"/>
                <w:color w:val="auto"/>
                <w:szCs w:val="22"/>
              </w:rPr>
              <w:t>:</w:t>
            </w:r>
          </w:p>
          <w:p w14:paraId="0C4A9182" w14:textId="77777777" w:rsidR="00E26094" w:rsidRPr="001A7B4B" w:rsidRDefault="00E26094" w:rsidP="00665383">
            <w:pPr>
              <w:pStyle w:val="Normalheadingblue"/>
              <w:spacing w:before="0" w:after="0"/>
              <w:rPr>
                <w:rFonts w:cs="Arial"/>
                <w:color w:val="auto"/>
                <w:szCs w:val="22"/>
              </w:rPr>
            </w:pPr>
            <w:r w:rsidRPr="001A7B4B">
              <w:rPr>
                <w:rFonts w:cs="Arial"/>
                <w:color w:val="auto"/>
                <w:szCs w:val="22"/>
              </w:rPr>
              <w:t>Starter task example:</w:t>
            </w:r>
          </w:p>
          <w:p w14:paraId="23BCE54C" w14:textId="397A43E0" w:rsidR="00C704C2" w:rsidRPr="001A7B4B" w:rsidRDefault="00C704C2" w:rsidP="00385936">
            <w:pPr>
              <w:pStyle w:val="Normalheadingblue"/>
              <w:spacing w:before="0" w:after="0"/>
              <w:rPr>
                <w:rFonts w:cs="Arial"/>
                <w:b w:val="0"/>
                <w:color w:val="auto"/>
                <w:szCs w:val="22"/>
              </w:rPr>
            </w:pPr>
            <w:r w:rsidRPr="001A7B4B">
              <w:rPr>
                <w:rFonts w:cs="Arial"/>
                <w:b w:val="0"/>
                <w:color w:val="auto"/>
                <w:szCs w:val="22"/>
              </w:rPr>
              <w:t>Image Match Activity</w:t>
            </w:r>
            <w:r w:rsidR="005B1221" w:rsidRPr="001A7B4B">
              <w:rPr>
                <w:rFonts w:cs="Arial"/>
                <w:b w:val="0"/>
                <w:color w:val="auto"/>
                <w:szCs w:val="22"/>
              </w:rPr>
              <w:t xml:space="preserve">: </w:t>
            </w:r>
            <w:r w:rsidR="00116A2E" w:rsidRPr="001A7B4B">
              <w:rPr>
                <w:rFonts w:cs="Arial"/>
                <w:b w:val="0"/>
                <w:color w:val="auto"/>
                <w:szCs w:val="22"/>
              </w:rPr>
              <w:t>Students</w:t>
            </w:r>
            <w:r w:rsidRPr="001A7B4B">
              <w:rPr>
                <w:rFonts w:cs="Arial"/>
                <w:b w:val="0"/>
                <w:color w:val="auto"/>
                <w:szCs w:val="22"/>
              </w:rPr>
              <w:t xml:space="preserve"> work in pairs to match images of supports and fixings to their names and discuss possible uses (e.g., internal/external, heavy/light-duty).</w:t>
            </w:r>
          </w:p>
          <w:p w14:paraId="20B54983" w14:textId="77777777" w:rsidR="00C704C2" w:rsidRPr="001A7B4B" w:rsidRDefault="00C704C2" w:rsidP="00665383">
            <w:pPr>
              <w:pStyle w:val="Normalheadingblue"/>
              <w:spacing w:before="0" w:after="0"/>
              <w:ind w:left="720"/>
              <w:rPr>
                <w:rFonts w:cs="Arial"/>
                <w:b w:val="0"/>
                <w:color w:val="auto"/>
                <w:szCs w:val="22"/>
              </w:rPr>
            </w:pPr>
          </w:p>
          <w:p w14:paraId="65D1E334" w14:textId="7E586E66" w:rsidR="005B1221" w:rsidRPr="001A7B4B" w:rsidRDefault="005B1221" w:rsidP="00665383">
            <w:pPr>
              <w:pStyle w:val="Normalheadingblue"/>
              <w:spacing w:before="0" w:after="0"/>
              <w:rPr>
                <w:rFonts w:cs="Arial"/>
                <w:color w:val="auto"/>
                <w:szCs w:val="22"/>
              </w:rPr>
            </w:pPr>
            <w:r w:rsidRPr="001A7B4B">
              <w:rPr>
                <w:rFonts w:cs="Arial"/>
                <w:color w:val="auto"/>
                <w:szCs w:val="22"/>
              </w:rPr>
              <w:t>Delivery</w:t>
            </w:r>
            <w:r w:rsidR="00A260CD" w:rsidRPr="001A7B4B">
              <w:rPr>
                <w:rFonts w:cs="Arial"/>
                <w:color w:val="auto"/>
                <w:szCs w:val="22"/>
              </w:rPr>
              <w:t xml:space="preserve"> focus</w:t>
            </w:r>
            <w:r w:rsidRPr="001A7B4B">
              <w:rPr>
                <w:rFonts w:cs="Arial"/>
                <w:color w:val="auto"/>
                <w:szCs w:val="22"/>
              </w:rPr>
              <w:t>:</w:t>
            </w:r>
          </w:p>
          <w:p w14:paraId="4AD4C7E2" w14:textId="131968BE" w:rsidR="00C704C2" w:rsidRPr="001A7B4B" w:rsidRDefault="009D1D9A" w:rsidP="002C017C">
            <w:pPr>
              <w:pStyle w:val="Normalheadingblue"/>
              <w:numPr>
                <w:ilvl w:val="0"/>
                <w:numId w:val="11"/>
              </w:numPr>
              <w:spacing w:before="0" w:after="0"/>
              <w:ind w:left="360"/>
              <w:rPr>
                <w:rFonts w:cs="Arial"/>
                <w:b w:val="0"/>
                <w:color w:val="auto"/>
                <w:szCs w:val="22"/>
              </w:rPr>
            </w:pPr>
            <w:r w:rsidRPr="001A7B4B">
              <w:rPr>
                <w:rFonts w:cs="Arial"/>
                <w:color w:val="auto"/>
                <w:szCs w:val="22"/>
              </w:rPr>
              <w:lastRenderedPageBreak/>
              <w:t>Supports, fittings and fixings -</w:t>
            </w:r>
            <w:r w:rsidRPr="001A7B4B">
              <w:rPr>
                <w:rFonts w:cs="Arial"/>
                <w:b w:val="0"/>
                <w:color w:val="auto"/>
                <w:szCs w:val="22"/>
              </w:rPr>
              <w:t xml:space="preserve"> </w:t>
            </w:r>
            <w:r w:rsidR="005B1221" w:rsidRPr="001A7B4B">
              <w:rPr>
                <w:rFonts w:cs="Arial"/>
                <w:b w:val="0"/>
                <w:color w:val="auto"/>
                <w:szCs w:val="22"/>
              </w:rPr>
              <w:t>Tutor to distribute, share and discuss a range of modern and traditional brackets and clip systems and fixings.</w:t>
            </w:r>
          </w:p>
          <w:p w14:paraId="6004FEAB" w14:textId="77777777" w:rsidR="005B1221" w:rsidRPr="001A7B4B" w:rsidRDefault="00C704C2" w:rsidP="002C017C">
            <w:pPr>
              <w:pStyle w:val="Normalheadingblue"/>
              <w:numPr>
                <w:ilvl w:val="0"/>
                <w:numId w:val="11"/>
              </w:numPr>
              <w:spacing w:before="0" w:after="0"/>
              <w:ind w:left="360"/>
              <w:rPr>
                <w:rFonts w:cs="Arial"/>
                <w:b w:val="0"/>
                <w:color w:val="auto"/>
                <w:szCs w:val="22"/>
              </w:rPr>
            </w:pPr>
            <w:r w:rsidRPr="001A7B4B">
              <w:rPr>
                <w:rFonts w:cs="Arial"/>
                <w:b w:val="0"/>
                <w:color w:val="auto"/>
                <w:szCs w:val="22"/>
              </w:rPr>
              <w:t>Saddle clips, Munson rings, plastic clips, waste/soil clips, nail-in clips, rainwater/gutter clips</w:t>
            </w:r>
          </w:p>
          <w:p w14:paraId="46113554" w14:textId="77777777" w:rsidR="00C704C2" w:rsidRPr="001A7B4B" w:rsidRDefault="00C704C2" w:rsidP="002C017C">
            <w:pPr>
              <w:pStyle w:val="Normalheadingblue"/>
              <w:numPr>
                <w:ilvl w:val="0"/>
                <w:numId w:val="11"/>
              </w:numPr>
              <w:spacing w:before="0" w:after="0"/>
              <w:ind w:left="360"/>
              <w:rPr>
                <w:rFonts w:cs="Arial"/>
                <w:b w:val="0"/>
                <w:color w:val="auto"/>
                <w:szCs w:val="22"/>
              </w:rPr>
            </w:pPr>
            <w:r w:rsidRPr="001A7B4B">
              <w:rPr>
                <w:rFonts w:cs="Arial"/>
                <w:b w:val="0"/>
                <w:color w:val="auto"/>
                <w:szCs w:val="22"/>
              </w:rPr>
              <w:t>Screws, wall plugs, nails, cavity fixings, anchor bolts, appliance fixing kits</w:t>
            </w:r>
          </w:p>
          <w:p w14:paraId="1D37B6C0" w14:textId="77777777" w:rsidR="00C704C2" w:rsidRPr="001A7B4B" w:rsidRDefault="00C704C2" w:rsidP="002C017C">
            <w:pPr>
              <w:pStyle w:val="Normalheadingblue"/>
              <w:numPr>
                <w:ilvl w:val="0"/>
                <w:numId w:val="11"/>
              </w:numPr>
              <w:spacing w:before="0" w:after="0"/>
              <w:ind w:left="360"/>
              <w:rPr>
                <w:rFonts w:cs="Arial"/>
                <w:color w:val="auto"/>
                <w:szCs w:val="22"/>
              </w:rPr>
            </w:pPr>
            <w:r w:rsidRPr="001A7B4B">
              <w:rPr>
                <w:rFonts w:cs="Arial"/>
                <w:b w:val="0"/>
                <w:color w:val="auto"/>
                <w:szCs w:val="22"/>
              </w:rPr>
              <w:t>Demonstrate correct selection and installation techniques using boards simulating different wall surfaces (block, timber, plasterboard, exterior cladding). Emphasise load-bearing capacity, spacing, and system compatibility</w:t>
            </w:r>
            <w:r w:rsidRPr="001A7B4B">
              <w:rPr>
                <w:rFonts w:cs="Arial"/>
                <w:color w:val="auto"/>
                <w:szCs w:val="22"/>
              </w:rPr>
              <w:t>.</w:t>
            </w:r>
          </w:p>
          <w:p w14:paraId="7D6AB86A" w14:textId="77777777" w:rsidR="00C704C2" w:rsidRPr="001A7B4B" w:rsidRDefault="00C704C2" w:rsidP="00665383">
            <w:pPr>
              <w:pStyle w:val="Normalheadingblue"/>
              <w:spacing w:before="0" w:after="0"/>
              <w:ind w:left="720"/>
              <w:rPr>
                <w:rFonts w:cs="Arial"/>
                <w:color w:val="auto"/>
                <w:szCs w:val="22"/>
              </w:rPr>
            </w:pPr>
          </w:p>
          <w:p w14:paraId="4A4A590D" w14:textId="4DC54806" w:rsidR="005217AD" w:rsidRPr="001A7B4B" w:rsidRDefault="00C704C2" w:rsidP="00665383">
            <w:pPr>
              <w:pStyle w:val="Normalheadingblue"/>
              <w:spacing w:before="0" w:after="0"/>
              <w:rPr>
                <w:rFonts w:cs="Arial"/>
                <w:color w:val="auto"/>
                <w:szCs w:val="22"/>
              </w:rPr>
            </w:pPr>
            <w:r w:rsidRPr="001A7B4B">
              <w:rPr>
                <w:rFonts w:cs="Arial"/>
                <w:color w:val="auto"/>
                <w:szCs w:val="22"/>
              </w:rPr>
              <w:t xml:space="preserve">Practical </w:t>
            </w:r>
            <w:r w:rsidR="00A260CD" w:rsidRPr="001A7B4B">
              <w:rPr>
                <w:rFonts w:cs="Arial"/>
                <w:color w:val="auto"/>
                <w:szCs w:val="22"/>
              </w:rPr>
              <w:t>t</w:t>
            </w:r>
            <w:r w:rsidRPr="001A7B4B">
              <w:rPr>
                <w:rFonts w:cs="Arial"/>
                <w:color w:val="auto"/>
                <w:szCs w:val="22"/>
              </w:rPr>
              <w:t>ask</w:t>
            </w:r>
            <w:r w:rsidR="005217AD" w:rsidRPr="001A7B4B">
              <w:rPr>
                <w:rFonts w:cs="Arial"/>
                <w:color w:val="auto"/>
                <w:szCs w:val="22"/>
              </w:rPr>
              <w:t>:</w:t>
            </w:r>
          </w:p>
          <w:p w14:paraId="2147296F" w14:textId="3FCE722D" w:rsidR="005217AD" w:rsidRPr="001A7B4B" w:rsidRDefault="005217AD" w:rsidP="002C017C">
            <w:pPr>
              <w:pStyle w:val="Normalheadingblue"/>
              <w:numPr>
                <w:ilvl w:val="0"/>
                <w:numId w:val="4"/>
              </w:numPr>
              <w:spacing w:before="0" w:after="0"/>
              <w:rPr>
                <w:rFonts w:cs="Arial"/>
                <w:b w:val="0"/>
                <w:color w:val="auto"/>
                <w:szCs w:val="22"/>
              </w:rPr>
            </w:pPr>
            <w:r w:rsidRPr="001A7B4B">
              <w:rPr>
                <w:rFonts w:cs="Arial"/>
                <w:b w:val="0"/>
                <w:color w:val="auto"/>
                <w:szCs w:val="22"/>
              </w:rPr>
              <w:t xml:space="preserve">Short practical task for </w:t>
            </w:r>
            <w:r w:rsidR="00F502C8" w:rsidRPr="001A7B4B">
              <w:rPr>
                <w:rFonts w:cs="Arial"/>
                <w:b w:val="0"/>
                <w:color w:val="auto"/>
                <w:szCs w:val="22"/>
              </w:rPr>
              <w:t>students</w:t>
            </w:r>
            <w:r w:rsidRPr="001A7B4B">
              <w:rPr>
                <w:rFonts w:cs="Arial"/>
                <w:b w:val="0"/>
                <w:color w:val="auto"/>
                <w:szCs w:val="22"/>
              </w:rPr>
              <w:t xml:space="preserve"> to use a range of fixings. </w:t>
            </w:r>
            <w:r w:rsidR="00116A2E" w:rsidRPr="001A7B4B">
              <w:rPr>
                <w:rFonts w:cs="Arial"/>
                <w:b w:val="0"/>
                <w:color w:val="auto"/>
                <w:szCs w:val="22"/>
              </w:rPr>
              <w:t>Students</w:t>
            </w:r>
            <w:r w:rsidRPr="001A7B4B">
              <w:rPr>
                <w:rFonts w:cs="Arial"/>
                <w:b w:val="0"/>
                <w:color w:val="auto"/>
                <w:szCs w:val="22"/>
              </w:rPr>
              <w:t xml:space="preserve"> will have </w:t>
            </w:r>
            <w:r w:rsidR="00CD00C2" w:rsidRPr="001A7B4B">
              <w:rPr>
                <w:rFonts w:cs="Arial"/>
                <w:b w:val="0"/>
                <w:color w:val="auto"/>
                <w:szCs w:val="22"/>
              </w:rPr>
              <w:t xml:space="preserve">the </w:t>
            </w:r>
            <w:r w:rsidRPr="001A7B4B">
              <w:rPr>
                <w:rFonts w:cs="Arial"/>
                <w:b w:val="0"/>
                <w:color w:val="auto"/>
                <w:szCs w:val="22"/>
              </w:rPr>
              <w:t>opportunity to continue with this in following sessions</w:t>
            </w:r>
          </w:p>
          <w:p w14:paraId="13391DC2" w14:textId="329679C3" w:rsidR="00C704C2" w:rsidRPr="001A7B4B" w:rsidRDefault="00116A2E" w:rsidP="002C017C">
            <w:pPr>
              <w:pStyle w:val="Normalheadingblue"/>
              <w:numPr>
                <w:ilvl w:val="0"/>
                <w:numId w:val="4"/>
              </w:numPr>
              <w:spacing w:before="0" w:after="0"/>
              <w:rPr>
                <w:rFonts w:cs="Arial"/>
                <w:b w:val="0"/>
                <w:color w:val="auto"/>
                <w:szCs w:val="22"/>
              </w:rPr>
            </w:pPr>
            <w:r w:rsidRPr="001A7B4B">
              <w:rPr>
                <w:rFonts w:cs="Arial"/>
                <w:b w:val="0"/>
                <w:color w:val="auto"/>
                <w:szCs w:val="22"/>
              </w:rPr>
              <w:t>Students</w:t>
            </w:r>
            <w:r w:rsidR="00C704C2" w:rsidRPr="001A7B4B">
              <w:rPr>
                <w:rFonts w:cs="Arial"/>
                <w:b w:val="0"/>
                <w:color w:val="auto"/>
                <w:szCs w:val="22"/>
              </w:rPr>
              <w:t xml:space="preserve"> rotate through hands-on station</w:t>
            </w:r>
            <w:r w:rsidR="005217AD" w:rsidRPr="001A7B4B">
              <w:rPr>
                <w:rFonts w:cs="Arial"/>
                <w:b w:val="0"/>
                <w:color w:val="auto"/>
                <w:szCs w:val="22"/>
              </w:rPr>
              <w:t>s</w:t>
            </w:r>
          </w:p>
          <w:p w14:paraId="11374524" w14:textId="77777777" w:rsidR="00C704C2" w:rsidRPr="001A7B4B" w:rsidRDefault="00C704C2" w:rsidP="002C017C">
            <w:pPr>
              <w:pStyle w:val="Normalheadingblue"/>
              <w:numPr>
                <w:ilvl w:val="0"/>
                <w:numId w:val="4"/>
              </w:numPr>
              <w:spacing w:before="0" w:after="0"/>
              <w:rPr>
                <w:rFonts w:cs="Arial"/>
                <w:b w:val="0"/>
                <w:color w:val="auto"/>
                <w:szCs w:val="22"/>
              </w:rPr>
            </w:pPr>
            <w:r w:rsidRPr="001A7B4B">
              <w:rPr>
                <w:rFonts w:cs="Arial"/>
                <w:b w:val="0"/>
                <w:color w:val="auto"/>
                <w:szCs w:val="22"/>
              </w:rPr>
              <w:t>Install waste pipe to a solid wall using saddle clips, screws, and plugs</w:t>
            </w:r>
          </w:p>
          <w:p w14:paraId="10642942" w14:textId="77777777" w:rsidR="00C704C2" w:rsidRPr="001A7B4B" w:rsidRDefault="00C704C2" w:rsidP="002C017C">
            <w:pPr>
              <w:pStyle w:val="Normalheadingblue"/>
              <w:numPr>
                <w:ilvl w:val="0"/>
                <w:numId w:val="4"/>
              </w:numPr>
              <w:spacing w:before="0" w:after="0"/>
              <w:rPr>
                <w:rFonts w:cs="Arial"/>
                <w:b w:val="0"/>
                <w:color w:val="auto"/>
                <w:szCs w:val="22"/>
              </w:rPr>
            </w:pPr>
            <w:r w:rsidRPr="001A7B4B">
              <w:rPr>
                <w:rFonts w:cs="Arial"/>
                <w:b w:val="0"/>
                <w:color w:val="auto"/>
                <w:szCs w:val="22"/>
              </w:rPr>
              <w:t>Fix pipework in a stud wall using cavity fixings and plastic clips</w:t>
            </w:r>
          </w:p>
          <w:p w14:paraId="6D8F7EC6" w14:textId="77777777" w:rsidR="00E26094" w:rsidRPr="001A7B4B" w:rsidRDefault="00C704C2" w:rsidP="002C017C">
            <w:pPr>
              <w:pStyle w:val="Normalheadingblue"/>
              <w:numPr>
                <w:ilvl w:val="0"/>
                <w:numId w:val="4"/>
              </w:numPr>
              <w:spacing w:before="0" w:after="0"/>
              <w:rPr>
                <w:rFonts w:cs="Arial"/>
                <w:b w:val="0"/>
                <w:color w:val="auto"/>
                <w:szCs w:val="22"/>
              </w:rPr>
            </w:pPr>
            <w:r w:rsidRPr="001A7B4B">
              <w:rPr>
                <w:rFonts w:cs="Arial"/>
                <w:b w:val="0"/>
                <w:color w:val="auto"/>
                <w:szCs w:val="22"/>
              </w:rPr>
              <w:t>Secure gutter/downpipe using rainwater clips and suitable external fixings</w:t>
            </w:r>
          </w:p>
          <w:p w14:paraId="34FF5BCE" w14:textId="77777777" w:rsidR="00E26094" w:rsidRPr="001A7B4B" w:rsidRDefault="00E26094" w:rsidP="00665383">
            <w:pPr>
              <w:pStyle w:val="Normalheadingblue"/>
              <w:spacing w:before="0" w:after="0"/>
              <w:rPr>
                <w:rFonts w:cs="Arial"/>
                <w:color w:val="auto"/>
                <w:szCs w:val="22"/>
              </w:rPr>
            </w:pPr>
          </w:p>
          <w:p w14:paraId="4371BAA3" w14:textId="57778F37" w:rsidR="00E26094" w:rsidRPr="001A7B4B" w:rsidRDefault="00E26094" w:rsidP="00665383">
            <w:pPr>
              <w:pStyle w:val="Normalheadingblue"/>
              <w:spacing w:before="0" w:after="0"/>
              <w:rPr>
                <w:rFonts w:cs="Arial"/>
                <w:color w:val="auto"/>
                <w:szCs w:val="22"/>
              </w:rPr>
            </w:pPr>
            <w:r w:rsidRPr="001A7B4B">
              <w:rPr>
                <w:rFonts w:cs="Arial"/>
                <w:color w:val="auto"/>
                <w:szCs w:val="22"/>
              </w:rPr>
              <w:t xml:space="preserve">Knowledge </w:t>
            </w:r>
            <w:r w:rsidR="00A260CD" w:rsidRPr="001A7B4B">
              <w:rPr>
                <w:rFonts w:cs="Arial"/>
                <w:color w:val="auto"/>
                <w:szCs w:val="22"/>
              </w:rPr>
              <w:t>C</w:t>
            </w:r>
            <w:r w:rsidRPr="001A7B4B">
              <w:rPr>
                <w:rFonts w:cs="Arial"/>
                <w:color w:val="auto"/>
                <w:szCs w:val="22"/>
              </w:rPr>
              <w:t>heck example:</w:t>
            </w:r>
          </w:p>
          <w:p w14:paraId="7D11E005" w14:textId="199CC9DC" w:rsidR="00E26094" w:rsidRPr="001A7B4B" w:rsidRDefault="008F0FDB" w:rsidP="00665383">
            <w:pPr>
              <w:pStyle w:val="Normalheadingblue"/>
              <w:spacing w:before="0" w:after="0"/>
              <w:rPr>
                <w:rFonts w:cs="Arial"/>
                <w:b w:val="0"/>
                <w:color w:val="auto"/>
                <w:szCs w:val="22"/>
              </w:rPr>
            </w:pPr>
            <w:r w:rsidRPr="001A7B4B">
              <w:rPr>
                <w:rFonts w:cs="Arial"/>
                <w:b w:val="0"/>
                <w:color w:val="auto"/>
                <w:szCs w:val="22"/>
              </w:rPr>
              <w:lastRenderedPageBreak/>
              <w:t>Quick question chain</w:t>
            </w:r>
            <w:r w:rsidR="00A260CD" w:rsidRPr="001A7B4B">
              <w:rPr>
                <w:rFonts w:cs="Arial"/>
                <w:b w:val="0"/>
                <w:color w:val="auto"/>
                <w:szCs w:val="22"/>
              </w:rPr>
              <w:t>: St</w:t>
            </w:r>
            <w:r w:rsidR="00F502C8" w:rsidRPr="001A7B4B">
              <w:rPr>
                <w:rFonts w:cs="Arial"/>
                <w:b w:val="0"/>
                <w:color w:val="auto"/>
                <w:szCs w:val="22"/>
              </w:rPr>
              <w:t>udents</w:t>
            </w:r>
            <w:r w:rsidRPr="001A7B4B">
              <w:rPr>
                <w:rFonts w:cs="Arial"/>
                <w:b w:val="0"/>
                <w:color w:val="auto"/>
                <w:szCs w:val="22"/>
              </w:rPr>
              <w:t xml:space="preserve"> must answer a question relating to the question before nominating the next peer to answer the following tutor question</w:t>
            </w:r>
            <w:r w:rsidR="00A260CD" w:rsidRPr="001A7B4B">
              <w:rPr>
                <w:rFonts w:cs="Arial"/>
                <w:b w:val="0"/>
                <w:color w:val="auto"/>
                <w:szCs w:val="22"/>
              </w:rPr>
              <w:t>.</w:t>
            </w:r>
          </w:p>
          <w:p w14:paraId="31CC13BB" w14:textId="77777777" w:rsidR="00E26094" w:rsidRPr="001A7B4B" w:rsidRDefault="00E26094" w:rsidP="00665383">
            <w:pPr>
              <w:pStyle w:val="Normalheadingblue"/>
              <w:spacing w:before="0" w:after="0"/>
              <w:rPr>
                <w:rFonts w:cs="Arial"/>
                <w:color w:val="auto"/>
                <w:szCs w:val="22"/>
              </w:rPr>
            </w:pPr>
          </w:p>
          <w:p w14:paraId="7D1DC6C5" w14:textId="20BE13D0" w:rsidR="00E26094" w:rsidRPr="001A7B4B" w:rsidRDefault="00E26094" w:rsidP="00665383">
            <w:pPr>
              <w:pStyle w:val="Normalheadingblue"/>
              <w:spacing w:before="0" w:after="0"/>
              <w:rPr>
                <w:rFonts w:cs="Arial"/>
                <w:color w:val="auto"/>
                <w:szCs w:val="22"/>
              </w:rPr>
            </w:pPr>
            <w:r w:rsidRPr="001A7B4B">
              <w:rPr>
                <w:rFonts w:cs="Arial"/>
                <w:color w:val="auto"/>
                <w:szCs w:val="22"/>
              </w:rPr>
              <w:t>Resources</w:t>
            </w:r>
            <w:r w:rsidR="00A260CD" w:rsidRPr="001A7B4B">
              <w:rPr>
                <w:rFonts w:cs="Arial"/>
                <w:color w:val="auto"/>
                <w:szCs w:val="22"/>
              </w:rPr>
              <w:t>:</w:t>
            </w:r>
          </w:p>
          <w:p w14:paraId="7A5F6B99" w14:textId="77777777" w:rsidR="008F0FDB" w:rsidRPr="001A7B4B" w:rsidRDefault="008F0FDB" w:rsidP="00665383">
            <w:pPr>
              <w:pStyle w:val="Normalheadingblue"/>
              <w:spacing w:before="0" w:after="0"/>
              <w:rPr>
                <w:rFonts w:cs="Arial"/>
                <w:b w:val="0"/>
                <w:color w:val="auto"/>
                <w:szCs w:val="22"/>
              </w:rPr>
            </w:pPr>
            <w:r w:rsidRPr="001A7B4B">
              <w:rPr>
                <w:rFonts w:cs="Arial"/>
                <w:b w:val="0"/>
                <w:color w:val="auto"/>
                <w:szCs w:val="22"/>
              </w:rPr>
              <w:t>Supports: clips, Munson rings, brackets</w:t>
            </w:r>
          </w:p>
          <w:p w14:paraId="39AFCC7C" w14:textId="77777777" w:rsidR="008F0FDB" w:rsidRPr="001A7B4B" w:rsidRDefault="008F0FDB" w:rsidP="00665383">
            <w:pPr>
              <w:pStyle w:val="Normalheadingblue"/>
              <w:spacing w:before="0" w:after="0"/>
              <w:rPr>
                <w:rFonts w:cs="Arial"/>
                <w:b w:val="0"/>
                <w:color w:val="auto"/>
                <w:szCs w:val="22"/>
              </w:rPr>
            </w:pPr>
            <w:r w:rsidRPr="001A7B4B">
              <w:rPr>
                <w:rFonts w:cs="Arial"/>
                <w:b w:val="0"/>
                <w:color w:val="auto"/>
                <w:szCs w:val="22"/>
              </w:rPr>
              <w:t>Fixings: plugs, screws, cavity fixings, anchor bolts</w:t>
            </w:r>
          </w:p>
          <w:p w14:paraId="28448D49" w14:textId="77777777" w:rsidR="008F0FDB" w:rsidRPr="001A7B4B" w:rsidRDefault="008F0FDB" w:rsidP="00665383">
            <w:pPr>
              <w:pStyle w:val="Normalheadingblue"/>
              <w:spacing w:before="0" w:after="0"/>
              <w:rPr>
                <w:rFonts w:cs="Arial"/>
                <w:b w:val="0"/>
                <w:color w:val="auto"/>
                <w:szCs w:val="22"/>
              </w:rPr>
            </w:pPr>
            <w:r w:rsidRPr="001A7B4B">
              <w:rPr>
                <w:rFonts w:cs="Arial"/>
                <w:b w:val="0"/>
                <w:color w:val="auto"/>
                <w:szCs w:val="22"/>
              </w:rPr>
              <w:t>Pipework: copper, plastic, waste, rainwater</w:t>
            </w:r>
          </w:p>
          <w:p w14:paraId="68ECF3FF" w14:textId="77777777" w:rsidR="008F0FDB" w:rsidRPr="001A7B4B" w:rsidRDefault="008F0FDB" w:rsidP="00665383">
            <w:pPr>
              <w:pStyle w:val="Normalheadingblue"/>
              <w:spacing w:before="0" w:after="0"/>
              <w:rPr>
                <w:rFonts w:cs="Arial"/>
                <w:b w:val="0"/>
                <w:color w:val="auto"/>
                <w:szCs w:val="22"/>
              </w:rPr>
            </w:pPr>
            <w:r w:rsidRPr="001A7B4B">
              <w:rPr>
                <w:rFonts w:cs="Arial"/>
                <w:b w:val="0"/>
                <w:color w:val="auto"/>
                <w:szCs w:val="22"/>
              </w:rPr>
              <w:t>Simulated wall panels (block, plasterboard, timber)</w:t>
            </w:r>
          </w:p>
          <w:p w14:paraId="32A85086" w14:textId="57F80BA9" w:rsidR="008F0FDB" w:rsidRPr="001A7B4B" w:rsidRDefault="008F0FDB" w:rsidP="00665383">
            <w:pPr>
              <w:pStyle w:val="Normalheadingblue"/>
              <w:spacing w:before="0" w:after="0"/>
              <w:rPr>
                <w:rFonts w:cs="Arial"/>
                <w:b w:val="0"/>
                <w:color w:val="auto"/>
                <w:szCs w:val="22"/>
              </w:rPr>
            </w:pPr>
            <w:r w:rsidRPr="001A7B4B">
              <w:rPr>
                <w:rFonts w:cs="Arial"/>
                <w:b w:val="0"/>
                <w:color w:val="auto"/>
                <w:szCs w:val="22"/>
              </w:rPr>
              <w:t>Tools: drills, screwdrivers, PPE</w:t>
            </w:r>
          </w:p>
          <w:p w14:paraId="7E25F2D4" w14:textId="77777777" w:rsidR="00E26094" w:rsidRPr="001A7B4B" w:rsidRDefault="008F0FDB" w:rsidP="00665383">
            <w:pPr>
              <w:pStyle w:val="Normalheadingblue"/>
              <w:spacing w:before="0" w:after="0"/>
              <w:rPr>
                <w:rFonts w:cs="Arial"/>
                <w:color w:val="auto"/>
                <w:szCs w:val="22"/>
              </w:rPr>
            </w:pPr>
            <w:r w:rsidRPr="001A7B4B">
              <w:rPr>
                <w:rFonts w:cs="Arial"/>
                <w:b w:val="0"/>
                <w:color w:val="auto"/>
                <w:szCs w:val="22"/>
              </w:rPr>
              <w:t>Visual aids and quiz handouts/digital tools</w:t>
            </w:r>
            <w:r w:rsidR="00E26094" w:rsidRPr="001A7B4B">
              <w:rPr>
                <w:rFonts w:cs="Arial"/>
                <w:color w:val="auto"/>
                <w:szCs w:val="22"/>
              </w:rPr>
              <w:br/>
            </w:r>
          </w:p>
        </w:tc>
        <w:tc>
          <w:tcPr>
            <w:tcW w:w="2246" w:type="dxa"/>
          </w:tcPr>
          <w:p w14:paraId="10E19A2B" w14:textId="77777777" w:rsidR="00DD207A" w:rsidRDefault="008A57D2" w:rsidP="00BD5994">
            <w:pPr>
              <w:spacing w:before="0" w:after="0"/>
            </w:pPr>
            <w:r>
              <w:lastRenderedPageBreak/>
              <w:t>Matching task</w:t>
            </w:r>
            <w:r>
              <w:br/>
            </w:r>
            <w:r>
              <w:br/>
              <w:t>Q&amp;A</w:t>
            </w:r>
            <w:r>
              <w:br/>
            </w:r>
            <w:r>
              <w:br/>
              <w:t>Fixing task</w:t>
            </w:r>
            <w:r>
              <w:br/>
            </w:r>
            <w:r>
              <w:br/>
              <w:t>Quick quiz</w:t>
            </w:r>
            <w:r>
              <w:br/>
              <w:t xml:space="preserve">English skills (reading, writing, </w:t>
            </w:r>
            <w:r>
              <w:lastRenderedPageBreak/>
              <w:t>technical vocabulary)</w:t>
            </w:r>
          </w:p>
        </w:tc>
      </w:tr>
      <w:tr w:rsidR="00E26094" w:rsidRPr="00634DF8" w14:paraId="6E2B67E9" w14:textId="77777777" w:rsidTr="24BA986D">
        <w:trPr>
          <w:trHeight w:val="300"/>
          <w:jc w:val="center"/>
        </w:trPr>
        <w:tc>
          <w:tcPr>
            <w:tcW w:w="1297" w:type="dxa"/>
          </w:tcPr>
          <w:p w14:paraId="7CE6FC4E" w14:textId="77777777" w:rsidR="00E26094" w:rsidRPr="001A7B4B" w:rsidRDefault="00E26094" w:rsidP="00E26094">
            <w:pPr>
              <w:jc w:val="center"/>
              <w:rPr>
                <w:rFonts w:cs="Arial"/>
                <w:b/>
                <w:bCs/>
                <w:szCs w:val="22"/>
              </w:rPr>
            </w:pPr>
            <w:r w:rsidRPr="001A7B4B">
              <w:rPr>
                <w:rFonts w:cs="Arial"/>
                <w:b/>
                <w:bCs/>
                <w:szCs w:val="22"/>
              </w:rPr>
              <w:lastRenderedPageBreak/>
              <w:t>25-26</w:t>
            </w:r>
          </w:p>
          <w:p w14:paraId="446A327F" w14:textId="77777777" w:rsidR="00E26094" w:rsidRPr="001A7B4B" w:rsidRDefault="00E26094" w:rsidP="00E26094">
            <w:pPr>
              <w:jc w:val="center"/>
              <w:rPr>
                <w:rFonts w:cs="Arial"/>
                <w:szCs w:val="22"/>
              </w:rPr>
            </w:pPr>
            <w:r w:rsidRPr="001A7B4B">
              <w:rPr>
                <w:rFonts w:cs="Arial"/>
                <w:szCs w:val="22"/>
              </w:rPr>
              <w:t>6 hours</w:t>
            </w:r>
          </w:p>
        </w:tc>
        <w:tc>
          <w:tcPr>
            <w:tcW w:w="2199" w:type="dxa"/>
          </w:tcPr>
          <w:p w14:paraId="39201D36" w14:textId="77777777" w:rsidR="00E26094" w:rsidRPr="001A7B4B" w:rsidRDefault="00E26094" w:rsidP="00E26094">
            <w:pPr>
              <w:pStyle w:val="Normalheadingblack"/>
              <w:rPr>
                <w:rFonts w:cs="Arial"/>
                <w:lang w:eastAsia="en-GB"/>
              </w:rPr>
            </w:pPr>
            <w:r w:rsidRPr="001A7B4B">
              <w:rPr>
                <w:rFonts w:cs="Arial"/>
                <w:lang w:eastAsia="en-GB"/>
              </w:rPr>
              <w:t>Outcome 1 – Plumbing and heating common knowledge criteria</w:t>
            </w:r>
          </w:p>
          <w:p w14:paraId="200D69C0" w14:textId="77777777" w:rsidR="00E26094" w:rsidRPr="001A7B4B" w:rsidRDefault="00E26094" w:rsidP="00E26094">
            <w:pPr>
              <w:pStyle w:val="Normalheadingblack"/>
              <w:rPr>
                <w:rFonts w:cs="Arial"/>
                <w:lang w:eastAsia="en-GB"/>
              </w:rPr>
            </w:pPr>
          </w:p>
          <w:p w14:paraId="3D9EA904" w14:textId="77777777" w:rsidR="00E26094" w:rsidRPr="001A7B4B" w:rsidRDefault="00E26094" w:rsidP="00E26094">
            <w:pPr>
              <w:pStyle w:val="Normalheadingblack"/>
              <w:rPr>
                <w:rFonts w:cs="Arial"/>
                <w:lang w:eastAsia="en-GB"/>
              </w:rPr>
            </w:pPr>
            <w:r w:rsidRPr="001A7B4B">
              <w:rPr>
                <w:rFonts w:cs="Arial"/>
                <w:lang w:eastAsia="en-GB"/>
              </w:rPr>
              <w:t>Outcome 2 Install plumbing and heating systems</w:t>
            </w:r>
          </w:p>
          <w:p w14:paraId="0AC6D61F" w14:textId="77777777" w:rsidR="00E26094" w:rsidRPr="001A7B4B" w:rsidRDefault="00E26094" w:rsidP="00E26094">
            <w:pPr>
              <w:pStyle w:val="Normalheadingblack"/>
              <w:rPr>
                <w:rFonts w:cs="Arial"/>
                <w:lang w:eastAsia="en-GB"/>
              </w:rPr>
            </w:pPr>
          </w:p>
          <w:p w14:paraId="09112AAC" w14:textId="77777777" w:rsidR="00E26094" w:rsidRPr="001A7B4B" w:rsidRDefault="00E26094" w:rsidP="00E26094">
            <w:pPr>
              <w:pStyle w:val="Normalheadingblack"/>
              <w:rPr>
                <w:rFonts w:cs="Arial"/>
                <w:szCs w:val="22"/>
                <w:lang w:eastAsia="en-GB"/>
              </w:rPr>
            </w:pPr>
          </w:p>
        </w:tc>
        <w:tc>
          <w:tcPr>
            <w:tcW w:w="3135" w:type="dxa"/>
          </w:tcPr>
          <w:p w14:paraId="729EBFEE" w14:textId="77777777" w:rsidR="00E26094" w:rsidRPr="001A7B4B" w:rsidRDefault="00E26094" w:rsidP="00E165F9">
            <w:pPr>
              <w:pStyle w:val="Normalheadingblack"/>
              <w:spacing w:before="0" w:after="0"/>
              <w:rPr>
                <w:b w:val="0"/>
              </w:rPr>
            </w:pPr>
            <w:r w:rsidRPr="001A7B4B">
              <w:rPr>
                <w:b w:val="0"/>
              </w:rPr>
              <w:t>S2.4 Mark out requirements</w:t>
            </w:r>
          </w:p>
          <w:p w14:paraId="4F35F72F" w14:textId="77777777" w:rsidR="009103D6" w:rsidRPr="001A7B4B" w:rsidRDefault="009103D6" w:rsidP="00E165F9">
            <w:pPr>
              <w:pStyle w:val="Normalheadingblack"/>
              <w:spacing w:before="0" w:after="0"/>
              <w:rPr>
                <w:b w:val="0"/>
              </w:rPr>
            </w:pPr>
          </w:p>
          <w:p w14:paraId="6458AB4D" w14:textId="77777777" w:rsidR="00E26094" w:rsidRPr="001A7B4B" w:rsidRDefault="002503D7" w:rsidP="00E165F9">
            <w:pPr>
              <w:pStyle w:val="Normalheadingblack"/>
              <w:spacing w:before="0" w:after="0"/>
              <w:rPr>
                <w:b w:val="0"/>
              </w:rPr>
            </w:pPr>
            <w:r w:rsidRPr="001A7B4B">
              <w:rPr>
                <w:rFonts w:cs="Arial"/>
                <w:b w:val="0"/>
                <w:szCs w:val="22"/>
              </w:rPr>
              <w:t>K1.29 Types of support, fittings and fixings</w:t>
            </w:r>
            <w:r w:rsidRPr="001A7B4B">
              <w:rPr>
                <w:b w:val="0"/>
              </w:rPr>
              <w:t xml:space="preserve"> </w:t>
            </w:r>
          </w:p>
          <w:p w14:paraId="38B09206" w14:textId="77777777" w:rsidR="002503D7" w:rsidRPr="001A7B4B" w:rsidRDefault="002503D7" w:rsidP="00E165F9">
            <w:pPr>
              <w:pStyle w:val="Normalheadingblack"/>
              <w:spacing w:before="0" w:after="0"/>
              <w:rPr>
                <w:b w:val="0"/>
              </w:rPr>
            </w:pPr>
          </w:p>
          <w:p w14:paraId="68DEBCFB" w14:textId="77777777" w:rsidR="002503D7" w:rsidRPr="001A7B4B" w:rsidRDefault="002503D7" w:rsidP="00E165F9">
            <w:pPr>
              <w:pStyle w:val="Normalheadingblack"/>
              <w:spacing w:before="0" w:after="0"/>
              <w:rPr>
                <w:b w:val="0"/>
              </w:rPr>
            </w:pPr>
            <w:r w:rsidRPr="001A7B4B">
              <w:rPr>
                <w:b w:val="0"/>
              </w:rPr>
              <w:t>S2.9 Install clips/brackets to different types of building fabric</w:t>
            </w:r>
          </w:p>
          <w:p w14:paraId="4404C9FE" w14:textId="77777777" w:rsidR="00E26094" w:rsidRPr="001A7B4B" w:rsidRDefault="00E26094" w:rsidP="00E26094">
            <w:pPr>
              <w:pStyle w:val="Normalheadingblack"/>
              <w:rPr>
                <w:rFonts w:cs="Arial"/>
                <w:b w:val="0"/>
                <w:szCs w:val="22"/>
              </w:rPr>
            </w:pPr>
          </w:p>
        </w:tc>
        <w:tc>
          <w:tcPr>
            <w:tcW w:w="5785" w:type="dxa"/>
          </w:tcPr>
          <w:p w14:paraId="709B926A" w14:textId="2CF4070A" w:rsidR="00E26094" w:rsidRPr="001A7B4B" w:rsidRDefault="00E26094" w:rsidP="00E434A1">
            <w:pPr>
              <w:pStyle w:val="Normalheadingblue"/>
              <w:spacing w:before="0" w:after="0"/>
              <w:rPr>
                <w:rFonts w:cs="Arial"/>
                <w:color w:val="auto"/>
                <w:szCs w:val="22"/>
              </w:rPr>
            </w:pPr>
            <w:r w:rsidRPr="001A7B4B">
              <w:rPr>
                <w:rFonts w:cs="Arial"/>
                <w:color w:val="auto"/>
                <w:szCs w:val="22"/>
              </w:rPr>
              <w:t>Activities</w:t>
            </w:r>
            <w:r w:rsidR="00E165F9" w:rsidRPr="001A7B4B">
              <w:rPr>
                <w:rFonts w:cs="Arial"/>
                <w:color w:val="auto"/>
                <w:szCs w:val="22"/>
              </w:rPr>
              <w:t>:</w:t>
            </w:r>
          </w:p>
          <w:p w14:paraId="1B4CDD94" w14:textId="77777777" w:rsidR="00E26094" w:rsidRPr="001A7B4B" w:rsidRDefault="00E26094" w:rsidP="00E434A1">
            <w:pPr>
              <w:pStyle w:val="Normalheadingblue"/>
              <w:spacing w:before="0" w:after="0"/>
              <w:rPr>
                <w:rFonts w:cs="Arial"/>
                <w:color w:val="auto"/>
                <w:szCs w:val="22"/>
              </w:rPr>
            </w:pPr>
            <w:r w:rsidRPr="001A7B4B">
              <w:rPr>
                <w:rFonts w:cs="Arial"/>
                <w:color w:val="auto"/>
                <w:szCs w:val="22"/>
              </w:rPr>
              <w:t>Starter task example:</w:t>
            </w:r>
          </w:p>
          <w:p w14:paraId="6EDD2DFC" w14:textId="7F9160B3" w:rsidR="00E26094" w:rsidRPr="001A7B4B" w:rsidRDefault="00E26094" w:rsidP="00E434A1">
            <w:pPr>
              <w:pStyle w:val="Normalheadingblue"/>
              <w:spacing w:before="0" w:after="0"/>
              <w:rPr>
                <w:rFonts w:cs="Arial"/>
                <w:b w:val="0"/>
                <w:color w:val="auto"/>
                <w:szCs w:val="22"/>
              </w:rPr>
            </w:pPr>
            <w:r w:rsidRPr="001A7B4B">
              <w:rPr>
                <w:rFonts w:cs="Arial"/>
                <w:b w:val="0"/>
                <w:color w:val="auto"/>
                <w:szCs w:val="22"/>
              </w:rPr>
              <w:t>Recap task – Q&amp;A based on previous practical session and the cutting of different materials</w:t>
            </w:r>
            <w:r w:rsidR="00E165F9" w:rsidRPr="001A7B4B">
              <w:rPr>
                <w:rFonts w:cs="Arial"/>
                <w:b w:val="0"/>
                <w:color w:val="auto"/>
                <w:szCs w:val="22"/>
              </w:rPr>
              <w:t>.</w:t>
            </w:r>
          </w:p>
          <w:p w14:paraId="2665C66E" w14:textId="77777777" w:rsidR="00E434A1" w:rsidRPr="001A7B4B" w:rsidRDefault="00E434A1" w:rsidP="00E434A1">
            <w:pPr>
              <w:pStyle w:val="Normalheadingblue"/>
              <w:spacing w:before="0" w:after="0"/>
              <w:rPr>
                <w:rFonts w:cs="Arial"/>
                <w:b w:val="0"/>
                <w:color w:val="auto"/>
                <w:szCs w:val="22"/>
              </w:rPr>
            </w:pPr>
          </w:p>
          <w:p w14:paraId="363A17BB" w14:textId="6BE5637F" w:rsidR="00E26094" w:rsidRPr="001A7B4B" w:rsidRDefault="00E26094" w:rsidP="00E434A1">
            <w:pPr>
              <w:pStyle w:val="Normalheadingblue"/>
              <w:spacing w:before="0" w:after="0"/>
              <w:rPr>
                <w:rFonts w:cs="Arial"/>
                <w:color w:val="auto"/>
                <w:szCs w:val="22"/>
              </w:rPr>
            </w:pPr>
            <w:r w:rsidRPr="001A7B4B">
              <w:rPr>
                <w:rFonts w:cs="Arial"/>
                <w:color w:val="auto"/>
                <w:szCs w:val="22"/>
              </w:rPr>
              <w:t>Delivery</w:t>
            </w:r>
            <w:r w:rsidR="00E165F9" w:rsidRPr="001A7B4B">
              <w:rPr>
                <w:rFonts w:cs="Arial"/>
                <w:color w:val="auto"/>
                <w:szCs w:val="22"/>
              </w:rPr>
              <w:t xml:space="preserve"> focus</w:t>
            </w:r>
            <w:r w:rsidRPr="001A7B4B">
              <w:rPr>
                <w:rFonts w:cs="Arial"/>
                <w:color w:val="auto"/>
                <w:szCs w:val="22"/>
              </w:rPr>
              <w:t>:</w:t>
            </w:r>
          </w:p>
          <w:p w14:paraId="278128F4" w14:textId="2ACE47D1" w:rsidR="009D1D9A" w:rsidRPr="001A7B4B" w:rsidRDefault="009D1D9A" w:rsidP="002C017C">
            <w:pPr>
              <w:pStyle w:val="Normalheadingblue"/>
              <w:numPr>
                <w:ilvl w:val="0"/>
                <w:numId w:val="4"/>
              </w:numPr>
              <w:spacing w:before="0" w:after="0"/>
              <w:rPr>
                <w:rFonts w:cs="Arial"/>
                <w:b w:val="0"/>
                <w:color w:val="auto"/>
                <w:szCs w:val="22"/>
              </w:rPr>
            </w:pPr>
            <w:r w:rsidRPr="001A7B4B">
              <w:rPr>
                <w:rFonts w:cs="Arial"/>
                <w:color w:val="auto"/>
                <w:szCs w:val="22"/>
              </w:rPr>
              <w:t>Practical session</w:t>
            </w:r>
            <w:r w:rsidRPr="001A7B4B">
              <w:rPr>
                <w:rFonts w:cs="Arial"/>
                <w:b w:val="0"/>
                <w:color w:val="auto"/>
                <w:szCs w:val="22"/>
              </w:rPr>
              <w:t xml:space="preserve"> to allow </w:t>
            </w:r>
            <w:r w:rsidR="00F502C8" w:rsidRPr="001A7B4B">
              <w:rPr>
                <w:rFonts w:cs="Arial"/>
                <w:b w:val="0"/>
                <w:color w:val="auto"/>
                <w:szCs w:val="22"/>
              </w:rPr>
              <w:t>students</w:t>
            </w:r>
            <w:r w:rsidRPr="001A7B4B">
              <w:rPr>
                <w:rFonts w:cs="Arial"/>
                <w:b w:val="0"/>
                <w:color w:val="auto"/>
                <w:szCs w:val="22"/>
              </w:rPr>
              <w:t xml:space="preserve"> to develop their practical skills based on previous session.</w:t>
            </w:r>
          </w:p>
          <w:p w14:paraId="03446978" w14:textId="3BABDBD8" w:rsidR="009D1D9A" w:rsidRPr="001A7B4B" w:rsidRDefault="00116A2E" w:rsidP="002C017C">
            <w:pPr>
              <w:pStyle w:val="Normalheadingblue"/>
              <w:numPr>
                <w:ilvl w:val="0"/>
                <w:numId w:val="4"/>
              </w:numPr>
              <w:spacing w:before="0" w:after="0"/>
              <w:rPr>
                <w:rFonts w:cs="Arial"/>
                <w:b w:val="0"/>
                <w:color w:val="auto"/>
                <w:szCs w:val="22"/>
              </w:rPr>
            </w:pPr>
            <w:r w:rsidRPr="001A7B4B">
              <w:rPr>
                <w:rFonts w:cs="Arial"/>
                <w:b w:val="0"/>
                <w:color w:val="auto"/>
                <w:szCs w:val="22"/>
              </w:rPr>
              <w:t>Students</w:t>
            </w:r>
            <w:r w:rsidR="009D1D9A" w:rsidRPr="001A7B4B">
              <w:rPr>
                <w:rFonts w:cs="Arial"/>
                <w:b w:val="0"/>
                <w:color w:val="auto"/>
                <w:szCs w:val="22"/>
              </w:rPr>
              <w:t xml:space="preserve"> are to work in pairs or as directed by tutor to install a range of brackets, clips and materials into a range of surface types.</w:t>
            </w:r>
          </w:p>
          <w:p w14:paraId="728EE3CD" w14:textId="77777777" w:rsidR="00E26094" w:rsidRPr="001A7B4B" w:rsidRDefault="009D1D9A" w:rsidP="002C017C">
            <w:pPr>
              <w:pStyle w:val="Normalheadingblue"/>
              <w:numPr>
                <w:ilvl w:val="0"/>
                <w:numId w:val="4"/>
              </w:numPr>
              <w:spacing w:before="0" w:after="0"/>
              <w:rPr>
                <w:rFonts w:cs="Arial"/>
                <w:b w:val="0"/>
                <w:color w:val="auto"/>
                <w:szCs w:val="22"/>
              </w:rPr>
            </w:pPr>
            <w:r w:rsidRPr="001A7B4B">
              <w:rPr>
                <w:rFonts w:cs="Arial"/>
                <w:b w:val="0"/>
                <w:color w:val="auto"/>
                <w:szCs w:val="22"/>
              </w:rPr>
              <w:t>Work to set dimensions and specification as directed by tutor.</w:t>
            </w:r>
          </w:p>
          <w:p w14:paraId="6EC62D0D" w14:textId="77777777" w:rsidR="00E26094" w:rsidRPr="001A7B4B" w:rsidRDefault="00E26094" w:rsidP="00E434A1">
            <w:pPr>
              <w:pStyle w:val="Normalheadingblue"/>
              <w:spacing w:before="0" w:after="0"/>
              <w:rPr>
                <w:rFonts w:cs="Arial"/>
                <w:color w:val="auto"/>
                <w:szCs w:val="22"/>
              </w:rPr>
            </w:pPr>
          </w:p>
          <w:p w14:paraId="43BB4D20" w14:textId="542CF191" w:rsidR="00E26094" w:rsidRPr="001A7B4B" w:rsidRDefault="00E26094" w:rsidP="00E434A1">
            <w:pPr>
              <w:pStyle w:val="Normalheadingblue"/>
              <w:spacing w:before="0" w:after="0"/>
              <w:rPr>
                <w:rFonts w:cs="Arial"/>
                <w:color w:val="auto"/>
                <w:szCs w:val="22"/>
              </w:rPr>
            </w:pPr>
            <w:r w:rsidRPr="001A7B4B">
              <w:rPr>
                <w:rFonts w:cs="Arial"/>
                <w:color w:val="auto"/>
                <w:szCs w:val="22"/>
              </w:rPr>
              <w:t xml:space="preserve">Knowledge </w:t>
            </w:r>
            <w:r w:rsidR="00E434A1" w:rsidRPr="001A7B4B">
              <w:rPr>
                <w:rFonts w:cs="Arial"/>
                <w:color w:val="auto"/>
                <w:szCs w:val="22"/>
              </w:rPr>
              <w:t>C</w:t>
            </w:r>
            <w:r w:rsidRPr="001A7B4B">
              <w:rPr>
                <w:rFonts w:cs="Arial"/>
                <w:color w:val="auto"/>
                <w:szCs w:val="22"/>
              </w:rPr>
              <w:t>heck example:</w:t>
            </w:r>
          </w:p>
          <w:p w14:paraId="038A92C7" w14:textId="77777777" w:rsidR="00E26094" w:rsidRPr="001A7B4B" w:rsidRDefault="00E26094" w:rsidP="00E434A1">
            <w:pPr>
              <w:pStyle w:val="Normalheadingblue"/>
              <w:spacing w:before="0" w:after="0"/>
              <w:rPr>
                <w:rFonts w:cs="Arial"/>
                <w:b w:val="0"/>
                <w:color w:val="auto"/>
                <w:szCs w:val="22"/>
              </w:rPr>
            </w:pPr>
            <w:r w:rsidRPr="001A7B4B">
              <w:rPr>
                <w:rFonts w:cs="Arial"/>
                <w:b w:val="0"/>
                <w:color w:val="auto"/>
                <w:szCs w:val="22"/>
              </w:rPr>
              <w:lastRenderedPageBreak/>
              <w:t>Peer marking of set tasks to a given measurement with feedback given by peers.</w:t>
            </w:r>
          </w:p>
          <w:p w14:paraId="762DA113" w14:textId="77777777" w:rsidR="00E26094" w:rsidRPr="001A7B4B" w:rsidRDefault="00E26094" w:rsidP="00E434A1">
            <w:pPr>
              <w:pStyle w:val="Normalheadingblue"/>
              <w:spacing w:before="0" w:after="0"/>
              <w:rPr>
                <w:rFonts w:cs="Arial"/>
                <w:color w:val="auto"/>
                <w:szCs w:val="22"/>
              </w:rPr>
            </w:pPr>
          </w:p>
          <w:p w14:paraId="4F894C5D" w14:textId="4B1DC0F0" w:rsidR="00E26094" w:rsidRPr="001A7B4B" w:rsidRDefault="00E26094" w:rsidP="00E434A1">
            <w:pPr>
              <w:pStyle w:val="Normalheadingblue"/>
              <w:spacing w:before="0" w:after="0"/>
              <w:rPr>
                <w:rFonts w:cs="Arial"/>
                <w:color w:val="auto"/>
                <w:szCs w:val="22"/>
              </w:rPr>
            </w:pPr>
            <w:r w:rsidRPr="001A7B4B">
              <w:rPr>
                <w:rFonts w:cs="Arial"/>
                <w:color w:val="auto"/>
                <w:szCs w:val="22"/>
              </w:rPr>
              <w:t>Resources</w:t>
            </w:r>
            <w:r w:rsidR="00E434A1" w:rsidRPr="001A7B4B">
              <w:rPr>
                <w:rFonts w:cs="Arial"/>
                <w:color w:val="auto"/>
                <w:szCs w:val="22"/>
              </w:rPr>
              <w:t>:</w:t>
            </w:r>
          </w:p>
          <w:p w14:paraId="61436C5E" w14:textId="4BE255BA" w:rsidR="00E26094" w:rsidRPr="001A7B4B" w:rsidRDefault="009F5408" w:rsidP="00E434A1">
            <w:pPr>
              <w:pStyle w:val="Normalbulletlist"/>
              <w:numPr>
                <w:ilvl w:val="0"/>
                <w:numId w:val="0"/>
              </w:numPr>
              <w:ind w:left="284" w:hanging="284"/>
              <w:rPr>
                <w:rStyle w:val="scxw239528614"/>
                <w:rFonts w:cs="Arial"/>
                <w:szCs w:val="22"/>
                <w:shd w:val="clear" w:color="auto" w:fill="FFFFFF"/>
              </w:rPr>
            </w:pPr>
            <w:r w:rsidRPr="001A7B4B">
              <w:rPr>
                <w:rStyle w:val="normaltextrun"/>
                <w:rFonts w:cs="Arial"/>
                <w:szCs w:val="22"/>
                <w:shd w:val="clear" w:color="auto" w:fill="FFFFFF"/>
                <w:lang w:val="en-US"/>
              </w:rPr>
              <w:t>M</w:t>
            </w:r>
            <w:r w:rsidR="00E26094" w:rsidRPr="001A7B4B">
              <w:rPr>
                <w:rStyle w:val="normaltextrun"/>
                <w:rFonts w:cs="Arial"/>
                <w:szCs w:val="22"/>
                <w:shd w:val="clear" w:color="auto" w:fill="FFFFFF"/>
                <w:lang w:val="en-US"/>
              </w:rPr>
              <w:t>easuring tape</w:t>
            </w:r>
            <w:r w:rsidR="00E26094" w:rsidRPr="001A7B4B">
              <w:rPr>
                <w:rStyle w:val="scxw239528614"/>
                <w:rFonts w:cs="Arial"/>
                <w:szCs w:val="22"/>
                <w:shd w:val="clear" w:color="auto" w:fill="FFFFFF"/>
              </w:rPr>
              <w:t> </w:t>
            </w:r>
          </w:p>
          <w:p w14:paraId="72A13128" w14:textId="1E82AC6B" w:rsidR="00E26094" w:rsidRPr="001A7B4B" w:rsidRDefault="009F5408" w:rsidP="00E434A1">
            <w:pPr>
              <w:pStyle w:val="Normalbulletlist"/>
              <w:numPr>
                <w:ilvl w:val="0"/>
                <w:numId w:val="0"/>
              </w:numPr>
              <w:ind w:left="284" w:hanging="284"/>
              <w:rPr>
                <w:rStyle w:val="scxw239528614"/>
                <w:rFonts w:cs="Arial"/>
                <w:szCs w:val="22"/>
                <w:shd w:val="clear" w:color="auto" w:fill="FFFFFF"/>
              </w:rPr>
            </w:pPr>
            <w:r w:rsidRPr="001A7B4B">
              <w:rPr>
                <w:rStyle w:val="normaltextrun"/>
                <w:rFonts w:cs="Arial"/>
                <w:szCs w:val="22"/>
                <w:shd w:val="clear" w:color="auto" w:fill="FFFFFF"/>
                <w:lang w:val="en-US"/>
              </w:rPr>
              <w:t>M</w:t>
            </w:r>
            <w:r w:rsidR="00E26094" w:rsidRPr="001A7B4B">
              <w:rPr>
                <w:rStyle w:val="normaltextrun"/>
                <w:rFonts w:cs="Arial"/>
                <w:szCs w:val="22"/>
                <w:shd w:val="clear" w:color="auto" w:fill="FFFFFF"/>
                <w:lang w:val="en-US"/>
              </w:rPr>
              <w:t>arker</w:t>
            </w:r>
            <w:r w:rsidR="00E26094" w:rsidRPr="001A7B4B">
              <w:rPr>
                <w:rStyle w:val="scxw239528614"/>
                <w:rFonts w:cs="Arial"/>
                <w:szCs w:val="22"/>
                <w:shd w:val="clear" w:color="auto" w:fill="FFFFFF"/>
              </w:rPr>
              <w:t> </w:t>
            </w:r>
          </w:p>
          <w:p w14:paraId="2CE7B1A9" w14:textId="77777777" w:rsidR="00E26094" w:rsidRPr="001A7B4B" w:rsidRDefault="00E26094" w:rsidP="00E434A1">
            <w:pPr>
              <w:pStyle w:val="Normalbulletlist"/>
              <w:numPr>
                <w:ilvl w:val="0"/>
                <w:numId w:val="0"/>
              </w:numPr>
              <w:ind w:left="284" w:hanging="284"/>
              <w:rPr>
                <w:rStyle w:val="normaltextrun"/>
                <w:rFonts w:cs="Arial"/>
                <w:szCs w:val="22"/>
                <w:shd w:val="clear" w:color="auto" w:fill="FFFFFF"/>
                <w:lang w:val="en-US"/>
              </w:rPr>
            </w:pPr>
            <w:r w:rsidRPr="001A7B4B">
              <w:rPr>
                <w:rStyle w:val="normaltextrun"/>
                <w:rFonts w:cs="Arial"/>
                <w:szCs w:val="22"/>
                <w:shd w:val="clear" w:color="auto" w:fill="FFFFFF"/>
                <w:lang w:val="en-US"/>
              </w:rPr>
              <w:t>Cutting tools</w:t>
            </w:r>
          </w:p>
          <w:p w14:paraId="4F976A0C" w14:textId="7F0F4610" w:rsidR="00E26094" w:rsidRPr="001A7B4B" w:rsidRDefault="009F5408" w:rsidP="00E434A1">
            <w:pPr>
              <w:pStyle w:val="Normalbulletlist"/>
              <w:numPr>
                <w:ilvl w:val="0"/>
                <w:numId w:val="0"/>
              </w:numPr>
              <w:ind w:left="284" w:hanging="284"/>
              <w:rPr>
                <w:rStyle w:val="scxw239528614"/>
                <w:rFonts w:cs="Arial"/>
                <w:szCs w:val="22"/>
                <w:shd w:val="clear" w:color="auto" w:fill="FFFFFF"/>
              </w:rPr>
            </w:pPr>
            <w:r w:rsidRPr="001A7B4B">
              <w:rPr>
                <w:rStyle w:val="normaltextrun"/>
                <w:rFonts w:cs="Arial"/>
                <w:szCs w:val="22"/>
                <w:shd w:val="clear" w:color="auto" w:fill="FFFFFF"/>
                <w:lang w:val="en-US"/>
              </w:rPr>
              <w:t>P</w:t>
            </w:r>
            <w:r w:rsidR="00E26094" w:rsidRPr="001A7B4B">
              <w:rPr>
                <w:rStyle w:val="normaltextrun"/>
                <w:rFonts w:cs="Arial"/>
                <w:szCs w:val="22"/>
                <w:shd w:val="clear" w:color="auto" w:fill="FFFFFF"/>
                <w:lang w:val="en-US"/>
              </w:rPr>
              <w:t>ipe cutter</w:t>
            </w:r>
            <w:r w:rsidR="00E26094" w:rsidRPr="001A7B4B">
              <w:rPr>
                <w:rStyle w:val="scxw239528614"/>
                <w:rFonts w:cs="Arial"/>
                <w:szCs w:val="22"/>
                <w:shd w:val="clear" w:color="auto" w:fill="FFFFFF"/>
              </w:rPr>
              <w:t> </w:t>
            </w:r>
          </w:p>
          <w:p w14:paraId="7ECC3D66" w14:textId="7BAC3840" w:rsidR="00E26094" w:rsidRPr="001A7B4B" w:rsidRDefault="009F5408" w:rsidP="00E434A1">
            <w:pPr>
              <w:pStyle w:val="Normalbulletlist"/>
              <w:numPr>
                <w:ilvl w:val="0"/>
                <w:numId w:val="0"/>
              </w:numPr>
              <w:ind w:left="284" w:hanging="284"/>
              <w:rPr>
                <w:rStyle w:val="scxw239528614"/>
                <w:rFonts w:cs="Arial"/>
                <w:szCs w:val="22"/>
                <w:shd w:val="clear" w:color="auto" w:fill="FFFFFF"/>
              </w:rPr>
            </w:pPr>
            <w:r w:rsidRPr="001A7B4B">
              <w:rPr>
                <w:rStyle w:val="normaltextrun"/>
                <w:rFonts w:cs="Arial"/>
                <w:szCs w:val="22"/>
                <w:shd w:val="clear" w:color="auto" w:fill="FFFFFF"/>
                <w:lang w:val="en-US"/>
              </w:rPr>
              <w:t>H</w:t>
            </w:r>
            <w:r w:rsidR="00E26094" w:rsidRPr="001A7B4B">
              <w:rPr>
                <w:rStyle w:val="normaltextrun"/>
                <w:rFonts w:cs="Arial"/>
                <w:szCs w:val="22"/>
                <w:shd w:val="clear" w:color="auto" w:fill="FFFFFF"/>
                <w:lang w:val="en-US"/>
              </w:rPr>
              <w:t>acksaw</w:t>
            </w:r>
            <w:r w:rsidR="00E26094" w:rsidRPr="001A7B4B">
              <w:rPr>
                <w:rStyle w:val="scxw239528614"/>
                <w:rFonts w:cs="Arial"/>
                <w:szCs w:val="22"/>
                <w:shd w:val="clear" w:color="auto" w:fill="FFFFFF"/>
              </w:rPr>
              <w:t> </w:t>
            </w:r>
          </w:p>
          <w:p w14:paraId="7C5C7999" w14:textId="5283FB60" w:rsidR="00E26094" w:rsidRPr="001A7B4B" w:rsidRDefault="009F5408" w:rsidP="00E434A1">
            <w:pPr>
              <w:pStyle w:val="Normalbulletlist"/>
              <w:numPr>
                <w:ilvl w:val="0"/>
                <w:numId w:val="0"/>
              </w:numPr>
              <w:ind w:left="284" w:hanging="284"/>
              <w:rPr>
                <w:rStyle w:val="normaltextrun"/>
                <w:rFonts w:cs="Arial"/>
                <w:szCs w:val="22"/>
                <w:shd w:val="clear" w:color="auto" w:fill="FFFFFF"/>
                <w:lang w:val="en-US"/>
              </w:rPr>
            </w:pPr>
            <w:r w:rsidRPr="001A7B4B">
              <w:rPr>
                <w:rStyle w:val="normaltextrun"/>
                <w:rFonts w:cs="Arial"/>
                <w:szCs w:val="22"/>
                <w:shd w:val="clear" w:color="auto" w:fill="FFFFFF"/>
                <w:lang w:val="en-US"/>
              </w:rPr>
              <w:t>T</w:t>
            </w:r>
            <w:r w:rsidR="00E26094" w:rsidRPr="001A7B4B">
              <w:rPr>
                <w:rStyle w:val="normaltextrun"/>
                <w:rFonts w:cs="Arial"/>
                <w:szCs w:val="22"/>
                <w:shd w:val="clear" w:color="auto" w:fill="FFFFFF"/>
                <w:lang w:val="en-US"/>
              </w:rPr>
              <w:t>ube cutter</w:t>
            </w:r>
          </w:p>
          <w:p w14:paraId="7AFA65EC" w14:textId="751558E4" w:rsidR="00E26094" w:rsidRPr="001A7B4B" w:rsidRDefault="00E26094" w:rsidP="00E434A1">
            <w:pPr>
              <w:pStyle w:val="Normalheadingblue"/>
              <w:spacing w:before="0" w:after="0"/>
              <w:rPr>
                <w:rFonts w:cs="Arial"/>
                <w:b w:val="0"/>
                <w:bCs/>
                <w:color w:val="auto"/>
                <w:szCs w:val="22"/>
              </w:rPr>
            </w:pPr>
            <w:r w:rsidRPr="001A7B4B">
              <w:rPr>
                <w:rFonts w:cs="Arial"/>
                <w:b w:val="0"/>
                <w:bCs/>
                <w:color w:val="auto"/>
                <w:szCs w:val="22"/>
              </w:rPr>
              <w:t>PPE</w:t>
            </w:r>
            <w:r w:rsidRPr="001A7B4B">
              <w:rPr>
                <w:rFonts w:cs="Arial"/>
                <w:b w:val="0"/>
                <w:bCs/>
                <w:color w:val="auto"/>
                <w:szCs w:val="22"/>
              </w:rPr>
              <w:br/>
            </w:r>
          </w:p>
        </w:tc>
        <w:tc>
          <w:tcPr>
            <w:tcW w:w="2246" w:type="dxa"/>
          </w:tcPr>
          <w:p w14:paraId="73250485" w14:textId="77777777" w:rsidR="00DD207A" w:rsidRDefault="008A57D2" w:rsidP="007B1C4B">
            <w:pPr>
              <w:spacing w:before="0" w:after="0"/>
            </w:pPr>
            <w:r>
              <w:lastRenderedPageBreak/>
              <w:t>Q&amp;A</w:t>
            </w:r>
            <w:r>
              <w:br/>
            </w:r>
            <w:r>
              <w:br/>
              <w:t>Install clips, brackets and fixings</w:t>
            </w:r>
            <w:r>
              <w:br/>
            </w:r>
            <w:r>
              <w:br/>
              <w:t>Peer marking exercise</w:t>
            </w:r>
            <w:r>
              <w:br/>
              <w:t>English skills (reading, writing, technical vocabulary)</w:t>
            </w:r>
          </w:p>
        </w:tc>
      </w:tr>
      <w:tr w:rsidR="002267BA" w:rsidRPr="00634DF8" w14:paraId="4E4CB8F5" w14:textId="77777777" w:rsidTr="24BA986D">
        <w:trPr>
          <w:trHeight w:val="300"/>
          <w:jc w:val="center"/>
        </w:trPr>
        <w:tc>
          <w:tcPr>
            <w:tcW w:w="1297" w:type="dxa"/>
          </w:tcPr>
          <w:p w14:paraId="123E50C1" w14:textId="77777777" w:rsidR="002267BA" w:rsidRPr="001A7B4B" w:rsidRDefault="00ED01FF" w:rsidP="002267BA">
            <w:pPr>
              <w:jc w:val="center"/>
              <w:rPr>
                <w:rFonts w:cs="Arial"/>
                <w:b/>
                <w:bCs/>
                <w:szCs w:val="22"/>
              </w:rPr>
            </w:pPr>
            <w:r w:rsidRPr="001A7B4B">
              <w:rPr>
                <w:rFonts w:cs="Arial"/>
                <w:b/>
                <w:bCs/>
                <w:szCs w:val="22"/>
              </w:rPr>
              <w:t>27</w:t>
            </w:r>
          </w:p>
          <w:p w14:paraId="1681B0AB" w14:textId="77777777" w:rsidR="002267BA" w:rsidRPr="001A7B4B" w:rsidRDefault="00ED01FF" w:rsidP="002267BA">
            <w:pPr>
              <w:jc w:val="center"/>
              <w:rPr>
                <w:rFonts w:cs="Arial"/>
                <w:szCs w:val="22"/>
              </w:rPr>
            </w:pPr>
            <w:r w:rsidRPr="001A7B4B">
              <w:rPr>
                <w:rFonts w:cs="Arial"/>
                <w:szCs w:val="22"/>
              </w:rPr>
              <w:t>3</w:t>
            </w:r>
            <w:r w:rsidR="002267BA" w:rsidRPr="001A7B4B">
              <w:rPr>
                <w:rFonts w:cs="Arial"/>
                <w:szCs w:val="22"/>
              </w:rPr>
              <w:t xml:space="preserve"> hours</w:t>
            </w:r>
          </w:p>
          <w:p w14:paraId="7BACC05F" w14:textId="44717CEC" w:rsidR="007F76C8" w:rsidRPr="001A7B4B" w:rsidRDefault="007F76C8" w:rsidP="002267BA">
            <w:pPr>
              <w:jc w:val="center"/>
              <w:rPr>
                <w:rFonts w:cs="Arial"/>
                <w:b/>
                <w:bCs/>
                <w:szCs w:val="22"/>
              </w:rPr>
            </w:pPr>
            <w:r w:rsidRPr="001A7B4B">
              <w:rPr>
                <w:rFonts w:cs="Arial"/>
                <w:b/>
                <w:bCs/>
                <w:szCs w:val="22"/>
                <w:highlight w:val="yellow"/>
              </w:rPr>
              <w:t xml:space="preserve">PPT </w:t>
            </w:r>
            <w:r w:rsidR="002A7C34" w:rsidRPr="001A7B4B">
              <w:rPr>
                <w:rFonts w:cs="Arial"/>
                <w:b/>
                <w:bCs/>
                <w:szCs w:val="22"/>
                <w:highlight w:val="yellow"/>
              </w:rPr>
              <w:t>available</w:t>
            </w:r>
          </w:p>
        </w:tc>
        <w:tc>
          <w:tcPr>
            <w:tcW w:w="2199" w:type="dxa"/>
          </w:tcPr>
          <w:p w14:paraId="2D5CE88F" w14:textId="77777777" w:rsidR="00D50469" w:rsidRPr="001A7B4B" w:rsidRDefault="00D50469" w:rsidP="00D50469">
            <w:pPr>
              <w:pStyle w:val="Normalheadingblack"/>
              <w:rPr>
                <w:rFonts w:cs="Arial"/>
                <w:lang w:eastAsia="en-GB"/>
              </w:rPr>
            </w:pPr>
            <w:r w:rsidRPr="001A7B4B">
              <w:rPr>
                <w:rFonts w:cs="Arial"/>
                <w:lang w:eastAsia="en-GB"/>
              </w:rPr>
              <w:t>Outcome 1 – Plumbing and heating common knowledge criteria</w:t>
            </w:r>
          </w:p>
          <w:p w14:paraId="60528D17" w14:textId="77777777" w:rsidR="002267BA" w:rsidRPr="001A7B4B" w:rsidRDefault="002267BA" w:rsidP="002267BA">
            <w:pPr>
              <w:pStyle w:val="Normalheadingblack"/>
              <w:rPr>
                <w:rFonts w:cs="Arial"/>
                <w:szCs w:val="22"/>
                <w:lang w:eastAsia="en-GB"/>
              </w:rPr>
            </w:pPr>
          </w:p>
          <w:p w14:paraId="59FB8EB6" w14:textId="77777777" w:rsidR="00D50469" w:rsidRPr="001A7B4B" w:rsidRDefault="00D50469" w:rsidP="00D50469">
            <w:pPr>
              <w:pStyle w:val="Normalheadingblack"/>
              <w:rPr>
                <w:rFonts w:cs="Arial"/>
                <w:lang w:eastAsia="en-GB"/>
              </w:rPr>
            </w:pPr>
            <w:r w:rsidRPr="001A7B4B">
              <w:rPr>
                <w:rFonts w:cs="Arial"/>
                <w:lang w:eastAsia="en-GB"/>
              </w:rPr>
              <w:t>Outcome 2 Install plumbing and heating systems</w:t>
            </w:r>
          </w:p>
          <w:p w14:paraId="229EB06A" w14:textId="77777777" w:rsidR="00D50469" w:rsidRPr="001A7B4B" w:rsidRDefault="00D50469" w:rsidP="002267BA">
            <w:pPr>
              <w:pStyle w:val="Normalheadingblack"/>
              <w:rPr>
                <w:rFonts w:cs="Arial"/>
                <w:szCs w:val="22"/>
                <w:lang w:eastAsia="en-GB"/>
              </w:rPr>
            </w:pPr>
          </w:p>
        </w:tc>
        <w:tc>
          <w:tcPr>
            <w:tcW w:w="3135" w:type="dxa"/>
          </w:tcPr>
          <w:p w14:paraId="3CE2933F" w14:textId="77777777" w:rsidR="002267BA" w:rsidRPr="001A7B4B" w:rsidRDefault="00D50469" w:rsidP="005374AF">
            <w:pPr>
              <w:spacing w:before="0" w:after="0"/>
              <w:rPr>
                <w:rFonts w:cs="Arial"/>
                <w:szCs w:val="22"/>
                <w:shd w:val="clear" w:color="auto" w:fill="FFFFFF"/>
              </w:rPr>
            </w:pPr>
            <w:r w:rsidRPr="001A7B4B">
              <w:rPr>
                <w:rFonts w:cs="Arial"/>
                <w:szCs w:val="22"/>
                <w:shd w:val="clear" w:color="auto" w:fill="FFFFFF"/>
              </w:rPr>
              <w:t>K1.30 Plumbing and heating drawing symbols and markings</w:t>
            </w:r>
          </w:p>
          <w:p w14:paraId="5B37AF54" w14:textId="77777777" w:rsidR="00D50469" w:rsidRPr="001A7B4B" w:rsidRDefault="00D50469" w:rsidP="005374AF">
            <w:pPr>
              <w:spacing w:before="0" w:after="0"/>
              <w:rPr>
                <w:rFonts w:cs="Arial"/>
              </w:rPr>
            </w:pPr>
          </w:p>
          <w:p w14:paraId="024E0262" w14:textId="77777777" w:rsidR="00D50469" w:rsidRPr="001A7B4B" w:rsidRDefault="00D50469" w:rsidP="005374AF">
            <w:pPr>
              <w:spacing w:before="0" w:after="0"/>
              <w:rPr>
                <w:rFonts w:cs="Arial"/>
              </w:rPr>
            </w:pPr>
            <w:r w:rsidRPr="001A7B4B">
              <w:rPr>
                <w:rFonts w:cs="Arial"/>
              </w:rPr>
              <w:t>K1.31 Types of documentation</w:t>
            </w:r>
          </w:p>
          <w:p w14:paraId="05BE2D6A" w14:textId="77777777" w:rsidR="00D50469" w:rsidRPr="001A7B4B" w:rsidRDefault="00D50469" w:rsidP="005374AF">
            <w:pPr>
              <w:spacing w:before="0" w:after="0"/>
              <w:rPr>
                <w:rFonts w:cs="Arial"/>
              </w:rPr>
            </w:pPr>
          </w:p>
          <w:p w14:paraId="6BE0FDBF" w14:textId="77777777" w:rsidR="00D50469" w:rsidRPr="001A7B4B" w:rsidRDefault="00D50469" w:rsidP="005374AF">
            <w:pPr>
              <w:spacing w:before="0" w:after="0"/>
              <w:rPr>
                <w:rFonts w:cs="Arial"/>
              </w:rPr>
            </w:pPr>
            <w:r w:rsidRPr="001A7B4B">
              <w:rPr>
                <w:rFonts w:cs="Arial"/>
              </w:rPr>
              <w:t>S2.21 Interpret information provided</w:t>
            </w:r>
          </w:p>
        </w:tc>
        <w:tc>
          <w:tcPr>
            <w:tcW w:w="5785" w:type="dxa"/>
          </w:tcPr>
          <w:p w14:paraId="3385D5A1" w14:textId="5FAFC8A7" w:rsidR="002267BA" w:rsidRPr="001A7B4B" w:rsidRDefault="002267BA" w:rsidP="006C24A2">
            <w:pPr>
              <w:pStyle w:val="Normalheadingblue"/>
              <w:spacing w:before="0" w:after="0"/>
              <w:rPr>
                <w:rFonts w:cs="Arial"/>
                <w:color w:val="auto"/>
                <w:szCs w:val="22"/>
              </w:rPr>
            </w:pPr>
            <w:r w:rsidRPr="001A7B4B">
              <w:rPr>
                <w:rFonts w:cs="Arial"/>
                <w:color w:val="auto"/>
                <w:szCs w:val="22"/>
              </w:rPr>
              <w:t>Activities</w:t>
            </w:r>
            <w:r w:rsidR="00603397" w:rsidRPr="001A7B4B">
              <w:rPr>
                <w:rFonts w:cs="Arial"/>
                <w:color w:val="auto"/>
                <w:szCs w:val="22"/>
              </w:rPr>
              <w:t>:</w:t>
            </w:r>
          </w:p>
          <w:p w14:paraId="30615975" w14:textId="77777777" w:rsidR="002267BA" w:rsidRPr="001A7B4B" w:rsidRDefault="002267BA" w:rsidP="006C24A2">
            <w:pPr>
              <w:pStyle w:val="Normalheadingblue"/>
              <w:spacing w:before="0" w:after="0"/>
              <w:rPr>
                <w:rFonts w:cs="Arial"/>
                <w:color w:val="auto"/>
                <w:szCs w:val="22"/>
              </w:rPr>
            </w:pPr>
            <w:r w:rsidRPr="001A7B4B">
              <w:rPr>
                <w:rFonts w:cs="Arial"/>
                <w:color w:val="auto"/>
                <w:szCs w:val="22"/>
              </w:rPr>
              <w:t>Starter task example:</w:t>
            </w:r>
          </w:p>
          <w:p w14:paraId="21B19A6C" w14:textId="3907B29E" w:rsidR="002267BA" w:rsidRPr="001A7B4B" w:rsidRDefault="00ED01FF" w:rsidP="006C24A2">
            <w:pPr>
              <w:pStyle w:val="Normalheadingblue"/>
              <w:spacing w:before="0" w:after="0"/>
              <w:rPr>
                <w:rFonts w:cs="Arial"/>
                <w:b w:val="0"/>
                <w:color w:val="auto"/>
                <w:szCs w:val="22"/>
              </w:rPr>
            </w:pPr>
            <w:r w:rsidRPr="001A7B4B">
              <w:rPr>
                <w:rFonts w:cs="Arial"/>
                <w:b w:val="0"/>
                <w:color w:val="auto"/>
                <w:szCs w:val="22"/>
              </w:rPr>
              <w:t xml:space="preserve">Start session by asking </w:t>
            </w:r>
            <w:r w:rsidR="00F502C8" w:rsidRPr="001A7B4B">
              <w:rPr>
                <w:rFonts w:cs="Arial"/>
                <w:b w:val="0"/>
                <w:color w:val="auto"/>
                <w:szCs w:val="22"/>
              </w:rPr>
              <w:t>students</w:t>
            </w:r>
            <w:r w:rsidRPr="001A7B4B">
              <w:rPr>
                <w:rFonts w:cs="Arial"/>
                <w:b w:val="0"/>
                <w:color w:val="auto"/>
                <w:szCs w:val="22"/>
              </w:rPr>
              <w:t xml:space="preserve"> to list 5 documents they may come across in the workplace, work in pairs or small groups.</w:t>
            </w:r>
          </w:p>
          <w:p w14:paraId="357DEE90" w14:textId="77777777" w:rsidR="002267BA" w:rsidRPr="001A7B4B" w:rsidRDefault="002267BA" w:rsidP="006C24A2">
            <w:pPr>
              <w:pStyle w:val="Normalheadingblue"/>
              <w:spacing w:before="0" w:after="0"/>
              <w:rPr>
                <w:rFonts w:cs="Arial"/>
                <w:color w:val="auto"/>
                <w:szCs w:val="22"/>
              </w:rPr>
            </w:pPr>
          </w:p>
          <w:p w14:paraId="3B35CF2C" w14:textId="07F27B7C" w:rsidR="002267BA" w:rsidRPr="001A7B4B" w:rsidRDefault="002267BA" w:rsidP="006C24A2">
            <w:pPr>
              <w:pStyle w:val="Normalheadingblue"/>
              <w:spacing w:before="0" w:after="0"/>
              <w:rPr>
                <w:rFonts w:cs="Arial"/>
                <w:color w:val="auto"/>
                <w:szCs w:val="22"/>
              </w:rPr>
            </w:pPr>
            <w:r w:rsidRPr="001A7B4B">
              <w:rPr>
                <w:rFonts w:cs="Arial"/>
                <w:color w:val="auto"/>
                <w:szCs w:val="22"/>
              </w:rPr>
              <w:t>Delivery</w:t>
            </w:r>
            <w:r w:rsidR="005374AF" w:rsidRPr="001A7B4B">
              <w:rPr>
                <w:rFonts w:cs="Arial"/>
                <w:color w:val="auto"/>
                <w:szCs w:val="22"/>
              </w:rPr>
              <w:t xml:space="preserve"> focus</w:t>
            </w:r>
            <w:r w:rsidRPr="001A7B4B">
              <w:rPr>
                <w:rFonts w:cs="Arial"/>
                <w:color w:val="auto"/>
                <w:szCs w:val="22"/>
              </w:rPr>
              <w:t>:</w:t>
            </w:r>
          </w:p>
          <w:p w14:paraId="5712E5C6" w14:textId="78BBB2D8" w:rsidR="00EF4E81" w:rsidRPr="001A7B4B" w:rsidRDefault="00164210" w:rsidP="006C24A2">
            <w:pPr>
              <w:pStyle w:val="Normalheadingblue"/>
              <w:spacing w:before="0" w:after="0"/>
              <w:rPr>
                <w:rFonts w:cs="Arial"/>
                <w:b w:val="0"/>
                <w:bCs/>
                <w:color w:val="auto"/>
                <w:szCs w:val="22"/>
              </w:rPr>
            </w:pPr>
            <w:r w:rsidRPr="001A7B4B">
              <w:rPr>
                <w:rFonts w:cs="Arial"/>
                <w:b w:val="0"/>
                <w:bCs/>
                <w:color w:val="auto"/>
                <w:szCs w:val="22"/>
              </w:rPr>
              <w:t xml:space="preserve">Using PowerPoint </w:t>
            </w:r>
            <w:r w:rsidR="00EF4E81" w:rsidRPr="00811B5D">
              <w:rPr>
                <w:rFonts w:cs="Arial"/>
                <w:color w:val="auto"/>
                <w:szCs w:val="22"/>
                <w:highlight w:val="yellow"/>
              </w:rPr>
              <w:t>K1.30 Drawing Types and Drawing Symbols</w:t>
            </w:r>
            <w:r w:rsidRPr="001A7B4B">
              <w:rPr>
                <w:rFonts w:cs="Arial"/>
                <w:b w:val="0"/>
                <w:bCs/>
                <w:color w:val="auto"/>
                <w:szCs w:val="22"/>
              </w:rPr>
              <w:t>, deliver the following content:</w:t>
            </w:r>
          </w:p>
          <w:p w14:paraId="1A59A20E" w14:textId="4403A1F0" w:rsidR="00ED01FF" w:rsidRPr="001A7B4B" w:rsidRDefault="009D1D9A" w:rsidP="002C017C">
            <w:pPr>
              <w:pStyle w:val="Normalheadingblue"/>
              <w:numPr>
                <w:ilvl w:val="0"/>
                <w:numId w:val="4"/>
              </w:numPr>
              <w:spacing w:before="0" w:after="0"/>
              <w:rPr>
                <w:rFonts w:cs="Arial"/>
                <w:b w:val="0"/>
                <w:color w:val="auto"/>
                <w:szCs w:val="22"/>
              </w:rPr>
            </w:pPr>
            <w:r w:rsidRPr="001A7B4B">
              <w:rPr>
                <w:rFonts w:cs="Arial"/>
                <w:color w:val="auto"/>
                <w:szCs w:val="22"/>
              </w:rPr>
              <w:t>Working drawings and symbols</w:t>
            </w:r>
            <w:r w:rsidR="006C24A2" w:rsidRPr="001A7B4B">
              <w:rPr>
                <w:rFonts w:cs="Arial"/>
                <w:b w:val="0"/>
                <w:color w:val="auto"/>
                <w:szCs w:val="22"/>
              </w:rPr>
              <w:t xml:space="preserve">: </w:t>
            </w:r>
            <w:r w:rsidR="00ED01FF" w:rsidRPr="001A7B4B">
              <w:rPr>
                <w:rFonts w:cs="Arial"/>
                <w:b w:val="0"/>
                <w:color w:val="auto"/>
                <w:szCs w:val="22"/>
              </w:rPr>
              <w:t>Introduce a range of drawing examples</w:t>
            </w:r>
            <w:r w:rsidR="006C24A2" w:rsidRPr="001A7B4B">
              <w:rPr>
                <w:rFonts w:cs="Arial"/>
                <w:b w:val="0"/>
                <w:color w:val="auto"/>
                <w:szCs w:val="22"/>
              </w:rPr>
              <w:t>,</w:t>
            </w:r>
            <w:r w:rsidR="00ED01FF" w:rsidRPr="001A7B4B">
              <w:rPr>
                <w:rFonts w:cs="Arial"/>
                <w:b w:val="0"/>
                <w:color w:val="auto"/>
                <w:szCs w:val="22"/>
              </w:rPr>
              <w:t xml:space="preserve"> such as Installation, as fitted and schematics to examine as a class.</w:t>
            </w:r>
          </w:p>
          <w:p w14:paraId="7BAAA91B" w14:textId="77777777" w:rsidR="00ED01FF" w:rsidRPr="001A7B4B" w:rsidRDefault="00ED01FF" w:rsidP="002C017C">
            <w:pPr>
              <w:pStyle w:val="Normalheadingblue"/>
              <w:numPr>
                <w:ilvl w:val="0"/>
                <w:numId w:val="4"/>
              </w:numPr>
              <w:spacing w:before="0" w:after="0"/>
              <w:rPr>
                <w:rFonts w:cs="Arial"/>
                <w:b w:val="0"/>
                <w:color w:val="auto"/>
                <w:szCs w:val="22"/>
              </w:rPr>
            </w:pPr>
            <w:r w:rsidRPr="001A7B4B">
              <w:rPr>
                <w:rFonts w:cs="Arial"/>
                <w:b w:val="0"/>
                <w:color w:val="auto"/>
                <w:szCs w:val="22"/>
              </w:rPr>
              <w:t>Discuss the role of the drawings and information found within the drawing such as titles, revision and scale.</w:t>
            </w:r>
          </w:p>
          <w:p w14:paraId="5D266F96" w14:textId="77777777" w:rsidR="00ED01FF" w:rsidRPr="001A7B4B" w:rsidRDefault="00ED01FF" w:rsidP="006C24A2">
            <w:pPr>
              <w:pStyle w:val="Normalheadingblue"/>
              <w:spacing w:before="0" w:after="0"/>
              <w:rPr>
                <w:rFonts w:cs="Arial"/>
                <w:b w:val="0"/>
                <w:color w:val="auto"/>
                <w:szCs w:val="22"/>
              </w:rPr>
            </w:pPr>
          </w:p>
          <w:p w14:paraId="2693B439" w14:textId="77777777" w:rsidR="002267BA" w:rsidRPr="001A7B4B" w:rsidRDefault="00ED01FF" w:rsidP="002C017C">
            <w:pPr>
              <w:pStyle w:val="Normalheadingblue"/>
              <w:numPr>
                <w:ilvl w:val="0"/>
                <w:numId w:val="4"/>
              </w:numPr>
              <w:spacing w:before="0" w:after="0"/>
              <w:rPr>
                <w:rFonts w:cs="Arial"/>
                <w:b w:val="0"/>
                <w:color w:val="auto"/>
                <w:szCs w:val="22"/>
              </w:rPr>
            </w:pPr>
            <w:r w:rsidRPr="001A7B4B">
              <w:rPr>
                <w:rFonts w:cs="Arial"/>
                <w:b w:val="0"/>
                <w:color w:val="auto"/>
                <w:szCs w:val="22"/>
              </w:rPr>
              <w:lastRenderedPageBreak/>
              <w:t>Tutor to use PPT Presentation to help deliver information on the symbols found on a range of drawing types.</w:t>
            </w:r>
          </w:p>
          <w:p w14:paraId="0B75A34F" w14:textId="77777777" w:rsidR="002267BA" w:rsidRPr="001A7B4B" w:rsidRDefault="002267BA" w:rsidP="006C24A2">
            <w:pPr>
              <w:pStyle w:val="Normalheadingblue"/>
              <w:spacing w:before="0" w:after="0"/>
              <w:rPr>
                <w:rFonts w:cs="Arial"/>
                <w:color w:val="auto"/>
                <w:szCs w:val="22"/>
              </w:rPr>
            </w:pPr>
          </w:p>
          <w:p w14:paraId="101ECB24" w14:textId="056FF92B" w:rsidR="002267BA" w:rsidRPr="001A7B4B" w:rsidRDefault="002267BA" w:rsidP="006C24A2">
            <w:pPr>
              <w:pStyle w:val="Normalheadingblue"/>
              <w:spacing w:before="0" w:after="0"/>
              <w:rPr>
                <w:rFonts w:cs="Arial"/>
                <w:color w:val="auto"/>
                <w:szCs w:val="22"/>
              </w:rPr>
            </w:pPr>
            <w:r w:rsidRPr="001A7B4B">
              <w:rPr>
                <w:rFonts w:cs="Arial"/>
                <w:color w:val="auto"/>
                <w:szCs w:val="22"/>
              </w:rPr>
              <w:t xml:space="preserve">Knowledge </w:t>
            </w:r>
            <w:r w:rsidR="006C24A2" w:rsidRPr="001A7B4B">
              <w:rPr>
                <w:rFonts w:cs="Arial"/>
                <w:color w:val="auto"/>
                <w:szCs w:val="22"/>
              </w:rPr>
              <w:t>C</w:t>
            </w:r>
            <w:r w:rsidRPr="001A7B4B">
              <w:rPr>
                <w:rFonts w:cs="Arial"/>
                <w:color w:val="auto"/>
                <w:szCs w:val="22"/>
              </w:rPr>
              <w:t>heck example:</w:t>
            </w:r>
          </w:p>
          <w:p w14:paraId="0863D190" w14:textId="2F586ACC" w:rsidR="00D50469" w:rsidRPr="001A7B4B" w:rsidRDefault="00D50469" w:rsidP="00603397">
            <w:pPr>
              <w:pStyle w:val="Normalheadingblue"/>
              <w:spacing w:before="0" w:after="0"/>
              <w:rPr>
                <w:rFonts w:cs="Arial"/>
                <w:b w:val="0"/>
                <w:color w:val="auto"/>
                <w:szCs w:val="22"/>
              </w:rPr>
            </w:pPr>
            <w:r w:rsidRPr="001A7B4B">
              <w:rPr>
                <w:rFonts w:cs="Arial"/>
                <w:b w:val="0"/>
                <w:color w:val="auto"/>
                <w:szCs w:val="22"/>
              </w:rPr>
              <w:t xml:space="preserve">Set a range of questions based on the different symbols found within the drawings for </w:t>
            </w:r>
            <w:r w:rsidR="00F502C8" w:rsidRPr="001A7B4B">
              <w:rPr>
                <w:rFonts w:cs="Arial"/>
                <w:b w:val="0"/>
                <w:color w:val="auto"/>
                <w:szCs w:val="22"/>
              </w:rPr>
              <w:t>students</w:t>
            </w:r>
            <w:r w:rsidRPr="001A7B4B">
              <w:rPr>
                <w:rFonts w:cs="Arial"/>
                <w:b w:val="0"/>
                <w:color w:val="auto"/>
                <w:szCs w:val="22"/>
              </w:rPr>
              <w:t xml:space="preserve"> to attempt before discussing as a class</w:t>
            </w:r>
            <w:r w:rsidR="006E654B">
              <w:rPr>
                <w:rFonts w:cs="Arial"/>
                <w:b w:val="0"/>
                <w:color w:val="auto"/>
                <w:szCs w:val="22"/>
              </w:rPr>
              <w:t>.</w:t>
            </w:r>
          </w:p>
          <w:p w14:paraId="786B3E9A" w14:textId="77777777" w:rsidR="002267BA" w:rsidRPr="001A7B4B" w:rsidRDefault="002267BA" w:rsidP="006C24A2">
            <w:pPr>
              <w:pStyle w:val="Normalheadingblue"/>
              <w:spacing w:before="0" w:after="0"/>
              <w:rPr>
                <w:rFonts w:cs="Arial"/>
                <w:color w:val="auto"/>
                <w:szCs w:val="22"/>
              </w:rPr>
            </w:pPr>
          </w:p>
          <w:p w14:paraId="454D8A1D" w14:textId="33B6A6D6" w:rsidR="002267BA" w:rsidRPr="001A7B4B" w:rsidRDefault="002267BA" w:rsidP="006C24A2">
            <w:pPr>
              <w:pStyle w:val="Normalheadingblue"/>
              <w:spacing w:before="0" w:after="0"/>
              <w:rPr>
                <w:rFonts w:cs="Arial"/>
                <w:color w:val="auto"/>
                <w:szCs w:val="22"/>
              </w:rPr>
            </w:pPr>
            <w:r w:rsidRPr="001A7B4B">
              <w:rPr>
                <w:rFonts w:cs="Arial"/>
                <w:color w:val="auto"/>
                <w:szCs w:val="22"/>
              </w:rPr>
              <w:t>Resources</w:t>
            </w:r>
            <w:r w:rsidR="006C24A2" w:rsidRPr="001A7B4B">
              <w:rPr>
                <w:rFonts w:cs="Arial"/>
                <w:color w:val="auto"/>
                <w:szCs w:val="22"/>
              </w:rPr>
              <w:t>:</w:t>
            </w:r>
          </w:p>
          <w:p w14:paraId="4AB8513A" w14:textId="77777777" w:rsidR="00D50469" w:rsidRPr="001A7B4B" w:rsidRDefault="00D50469" w:rsidP="006C24A2">
            <w:pPr>
              <w:pStyle w:val="Normalheadingblue"/>
              <w:spacing w:before="0" w:after="0"/>
              <w:rPr>
                <w:rFonts w:cs="Arial"/>
                <w:b w:val="0"/>
                <w:color w:val="auto"/>
                <w:szCs w:val="22"/>
              </w:rPr>
            </w:pPr>
            <w:r w:rsidRPr="001A7B4B">
              <w:rPr>
                <w:rFonts w:cs="Arial"/>
                <w:b w:val="0"/>
                <w:color w:val="auto"/>
                <w:szCs w:val="22"/>
              </w:rPr>
              <w:t>Range of drawing types</w:t>
            </w:r>
          </w:p>
          <w:p w14:paraId="1C10FDFB" w14:textId="7BD81827" w:rsidR="002267BA" w:rsidRPr="001A7B4B" w:rsidRDefault="00763103" w:rsidP="006C24A2">
            <w:pPr>
              <w:pStyle w:val="Normalheadingblue"/>
              <w:spacing w:before="0" w:after="0"/>
              <w:rPr>
                <w:rFonts w:cs="Arial"/>
                <w:color w:val="auto"/>
                <w:szCs w:val="22"/>
              </w:rPr>
            </w:pPr>
            <w:r w:rsidRPr="001A7B4B">
              <w:rPr>
                <w:rFonts w:cs="Arial"/>
                <w:b w:val="0"/>
                <w:color w:val="auto"/>
                <w:szCs w:val="22"/>
              </w:rPr>
              <w:t>PowerPoint</w:t>
            </w:r>
            <w:r w:rsidR="00807298" w:rsidRPr="001A7B4B">
              <w:rPr>
                <w:rFonts w:cs="Arial"/>
                <w:b w:val="0"/>
                <w:color w:val="auto"/>
                <w:szCs w:val="22"/>
              </w:rPr>
              <w:t xml:space="preserve">: </w:t>
            </w:r>
            <w:r w:rsidR="00807298" w:rsidRPr="001A7B4B">
              <w:rPr>
                <w:rFonts w:cs="Arial"/>
                <w:bCs/>
                <w:color w:val="auto"/>
                <w:szCs w:val="22"/>
              </w:rPr>
              <w:t>K1.30 Drawing Types and Drawing Symbols</w:t>
            </w:r>
            <w:r w:rsidR="002267BA" w:rsidRPr="001A7B4B">
              <w:rPr>
                <w:rFonts w:cs="Arial"/>
                <w:color w:val="auto"/>
                <w:szCs w:val="22"/>
              </w:rPr>
              <w:br/>
            </w:r>
          </w:p>
        </w:tc>
        <w:tc>
          <w:tcPr>
            <w:tcW w:w="2246" w:type="dxa"/>
          </w:tcPr>
          <w:p w14:paraId="52EC4CD7" w14:textId="77777777" w:rsidR="00DD207A" w:rsidRDefault="008A57D2" w:rsidP="00603397">
            <w:pPr>
              <w:spacing w:before="0" w:after="0"/>
            </w:pPr>
            <w:r>
              <w:lastRenderedPageBreak/>
              <w:t>List documents</w:t>
            </w:r>
            <w:r>
              <w:br/>
            </w:r>
            <w:r>
              <w:br/>
              <w:t>Knowledge questions</w:t>
            </w:r>
            <w:r>
              <w:br/>
              <w:t>English skills (reading, writing, technical vocabulary)</w:t>
            </w:r>
          </w:p>
        </w:tc>
      </w:tr>
      <w:tr w:rsidR="009D1D9A" w:rsidRPr="00634DF8" w14:paraId="3A44B37D" w14:textId="77777777" w:rsidTr="24BA986D">
        <w:trPr>
          <w:trHeight w:val="300"/>
          <w:jc w:val="center"/>
        </w:trPr>
        <w:tc>
          <w:tcPr>
            <w:tcW w:w="1297" w:type="dxa"/>
          </w:tcPr>
          <w:p w14:paraId="70607B93" w14:textId="77777777" w:rsidR="009D1D9A" w:rsidRPr="001A7B4B" w:rsidRDefault="009D1D9A" w:rsidP="009D1D9A">
            <w:pPr>
              <w:jc w:val="center"/>
              <w:rPr>
                <w:rFonts w:cs="Arial"/>
                <w:b/>
                <w:bCs/>
                <w:szCs w:val="22"/>
              </w:rPr>
            </w:pPr>
            <w:r w:rsidRPr="001A7B4B">
              <w:rPr>
                <w:rFonts w:cs="Arial"/>
                <w:b/>
                <w:bCs/>
                <w:szCs w:val="22"/>
              </w:rPr>
              <w:t>28</w:t>
            </w:r>
          </w:p>
          <w:p w14:paraId="407197CF" w14:textId="77777777" w:rsidR="009D1D9A" w:rsidRPr="001A7B4B" w:rsidRDefault="009D1D9A" w:rsidP="009D1D9A">
            <w:pPr>
              <w:jc w:val="center"/>
              <w:rPr>
                <w:rFonts w:cs="Arial"/>
                <w:szCs w:val="22"/>
              </w:rPr>
            </w:pPr>
            <w:r w:rsidRPr="001A7B4B">
              <w:rPr>
                <w:rFonts w:cs="Arial"/>
                <w:szCs w:val="22"/>
              </w:rPr>
              <w:t>3 hours</w:t>
            </w:r>
          </w:p>
        </w:tc>
        <w:tc>
          <w:tcPr>
            <w:tcW w:w="2199" w:type="dxa"/>
          </w:tcPr>
          <w:p w14:paraId="60D9BF22" w14:textId="77777777" w:rsidR="009D1D9A" w:rsidRPr="001A7B4B" w:rsidRDefault="009D1D9A" w:rsidP="009D1D9A">
            <w:pPr>
              <w:pStyle w:val="Normalheadingblack"/>
              <w:rPr>
                <w:rFonts w:cs="Arial"/>
                <w:lang w:eastAsia="en-GB"/>
              </w:rPr>
            </w:pPr>
            <w:r w:rsidRPr="001A7B4B">
              <w:rPr>
                <w:rFonts w:cs="Arial"/>
                <w:lang w:eastAsia="en-GB"/>
              </w:rPr>
              <w:t>Outcome 1 – Plumbing and heating common knowledge criteria</w:t>
            </w:r>
          </w:p>
          <w:p w14:paraId="1C865A83" w14:textId="77777777" w:rsidR="009D1D9A" w:rsidRPr="001A7B4B" w:rsidRDefault="009D1D9A" w:rsidP="009D1D9A">
            <w:pPr>
              <w:pStyle w:val="Normalheadingblack"/>
              <w:rPr>
                <w:rFonts w:cs="Arial"/>
                <w:szCs w:val="22"/>
                <w:lang w:eastAsia="en-GB"/>
              </w:rPr>
            </w:pPr>
          </w:p>
          <w:p w14:paraId="694B214A" w14:textId="77777777" w:rsidR="009D1D9A" w:rsidRPr="001A7B4B" w:rsidRDefault="009D1D9A" w:rsidP="009D1D9A">
            <w:pPr>
              <w:pStyle w:val="Normalheadingblack"/>
              <w:rPr>
                <w:rFonts w:cs="Arial"/>
                <w:lang w:eastAsia="en-GB"/>
              </w:rPr>
            </w:pPr>
            <w:r w:rsidRPr="001A7B4B">
              <w:rPr>
                <w:rFonts w:cs="Arial"/>
                <w:lang w:eastAsia="en-GB"/>
              </w:rPr>
              <w:t>Outcome 2 Install plumbing and heating systems</w:t>
            </w:r>
          </w:p>
          <w:p w14:paraId="0248FB96" w14:textId="77777777" w:rsidR="009D1D9A" w:rsidRPr="001A7B4B" w:rsidRDefault="009D1D9A" w:rsidP="009D1D9A">
            <w:pPr>
              <w:pStyle w:val="Normalheadingblack"/>
              <w:rPr>
                <w:rFonts w:cs="Arial"/>
                <w:szCs w:val="22"/>
                <w:lang w:eastAsia="en-GB"/>
              </w:rPr>
            </w:pPr>
          </w:p>
        </w:tc>
        <w:tc>
          <w:tcPr>
            <w:tcW w:w="3135" w:type="dxa"/>
          </w:tcPr>
          <w:p w14:paraId="23824DE8" w14:textId="75F86B2A" w:rsidR="009D1D9A" w:rsidRPr="001A7B4B" w:rsidRDefault="009D1D9A" w:rsidP="002A7C34">
            <w:pPr>
              <w:spacing w:before="0" w:after="0"/>
              <w:rPr>
                <w:rFonts w:cs="Arial"/>
                <w:szCs w:val="22"/>
                <w:shd w:val="clear" w:color="auto" w:fill="FFFFFF"/>
              </w:rPr>
            </w:pPr>
            <w:r w:rsidRPr="001A7B4B">
              <w:rPr>
                <w:rFonts w:cs="Arial"/>
                <w:szCs w:val="22"/>
                <w:shd w:val="clear" w:color="auto" w:fill="FFFFFF"/>
              </w:rPr>
              <w:t>K1.30 Plumbing and heating drawing symbols and markings</w:t>
            </w:r>
          </w:p>
          <w:p w14:paraId="262BF235" w14:textId="77777777" w:rsidR="002A7C34" w:rsidRPr="001A7B4B" w:rsidRDefault="002A7C34" w:rsidP="002A7C34">
            <w:pPr>
              <w:spacing w:before="0" w:after="0"/>
              <w:rPr>
                <w:rFonts w:cs="Arial"/>
                <w:szCs w:val="22"/>
                <w:shd w:val="clear" w:color="auto" w:fill="FFFFFF"/>
              </w:rPr>
            </w:pPr>
          </w:p>
          <w:p w14:paraId="58F374BA" w14:textId="77777777" w:rsidR="009D1D9A" w:rsidRPr="001A7B4B" w:rsidRDefault="009D1D9A" w:rsidP="002A7C34">
            <w:pPr>
              <w:spacing w:before="0" w:after="0"/>
              <w:rPr>
                <w:rFonts w:cs="Arial"/>
              </w:rPr>
            </w:pPr>
            <w:r w:rsidRPr="001A7B4B">
              <w:rPr>
                <w:rFonts w:cs="Arial"/>
              </w:rPr>
              <w:t>K1.31 Types of documentation</w:t>
            </w:r>
          </w:p>
          <w:p w14:paraId="0ED1ED4C" w14:textId="77777777" w:rsidR="009D1D9A" w:rsidRPr="001A7B4B" w:rsidRDefault="009D1D9A" w:rsidP="002A7C34">
            <w:pPr>
              <w:spacing w:before="0" w:after="0"/>
              <w:rPr>
                <w:rFonts w:cs="Arial"/>
              </w:rPr>
            </w:pPr>
          </w:p>
          <w:p w14:paraId="26893B67" w14:textId="77777777" w:rsidR="009D1D9A" w:rsidRPr="001A7B4B" w:rsidRDefault="009D1D9A" w:rsidP="002A7C34">
            <w:pPr>
              <w:pStyle w:val="Normalheadingblack"/>
              <w:spacing w:before="0" w:after="0"/>
              <w:rPr>
                <w:rFonts w:cs="Arial"/>
                <w:b w:val="0"/>
                <w:szCs w:val="22"/>
              </w:rPr>
            </w:pPr>
            <w:r w:rsidRPr="001A7B4B">
              <w:rPr>
                <w:rFonts w:cs="Arial"/>
                <w:b w:val="0"/>
              </w:rPr>
              <w:t>S2.21 Interpret information provided</w:t>
            </w:r>
          </w:p>
        </w:tc>
        <w:tc>
          <w:tcPr>
            <w:tcW w:w="5785" w:type="dxa"/>
          </w:tcPr>
          <w:p w14:paraId="39FE01A3" w14:textId="4BDE15AE" w:rsidR="009D1D9A" w:rsidRPr="001A7B4B" w:rsidRDefault="009D1D9A" w:rsidP="00072298">
            <w:pPr>
              <w:pStyle w:val="Normalheadingblue"/>
              <w:spacing w:before="0" w:after="0"/>
              <w:rPr>
                <w:rFonts w:cs="Arial"/>
                <w:color w:val="auto"/>
                <w:szCs w:val="22"/>
              </w:rPr>
            </w:pPr>
            <w:r w:rsidRPr="001A7B4B">
              <w:rPr>
                <w:rFonts w:cs="Arial"/>
                <w:color w:val="auto"/>
                <w:szCs w:val="22"/>
              </w:rPr>
              <w:t>Activities</w:t>
            </w:r>
            <w:r w:rsidR="002A7C34" w:rsidRPr="001A7B4B">
              <w:rPr>
                <w:rFonts w:cs="Arial"/>
                <w:color w:val="auto"/>
                <w:szCs w:val="22"/>
              </w:rPr>
              <w:t>:</w:t>
            </w:r>
          </w:p>
          <w:p w14:paraId="6091AAA5" w14:textId="77777777" w:rsidR="009D1D9A" w:rsidRPr="001A7B4B" w:rsidRDefault="009D1D9A" w:rsidP="00072298">
            <w:pPr>
              <w:pStyle w:val="Normalheadingblue"/>
              <w:spacing w:before="0" w:after="0"/>
              <w:rPr>
                <w:rFonts w:cs="Arial"/>
                <w:color w:val="auto"/>
                <w:szCs w:val="22"/>
              </w:rPr>
            </w:pPr>
            <w:r w:rsidRPr="001A7B4B">
              <w:rPr>
                <w:rFonts w:cs="Arial"/>
                <w:color w:val="auto"/>
                <w:szCs w:val="22"/>
              </w:rPr>
              <w:t>Starter task example:</w:t>
            </w:r>
          </w:p>
          <w:p w14:paraId="4F4C7360" w14:textId="6E05F2D1" w:rsidR="009D1D9A" w:rsidRPr="001A7B4B" w:rsidRDefault="009D1D9A" w:rsidP="00072298">
            <w:pPr>
              <w:pStyle w:val="Normalheadingblue"/>
              <w:spacing w:before="0" w:after="0"/>
              <w:rPr>
                <w:rFonts w:cs="Arial"/>
                <w:b w:val="0"/>
                <w:color w:val="auto"/>
                <w:szCs w:val="22"/>
              </w:rPr>
            </w:pPr>
            <w:r w:rsidRPr="001A7B4B">
              <w:rPr>
                <w:rFonts w:cs="Arial"/>
                <w:b w:val="0"/>
                <w:color w:val="auto"/>
                <w:szCs w:val="22"/>
              </w:rPr>
              <w:t xml:space="preserve">Knowledge recap – </w:t>
            </w:r>
            <w:r w:rsidR="00F502C8" w:rsidRPr="001A7B4B">
              <w:rPr>
                <w:rFonts w:cs="Arial"/>
                <w:b w:val="0"/>
                <w:color w:val="auto"/>
                <w:szCs w:val="22"/>
              </w:rPr>
              <w:t>students</w:t>
            </w:r>
            <w:r w:rsidRPr="001A7B4B">
              <w:rPr>
                <w:rFonts w:cs="Arial"/>
                <w:b w:val="0"/>
                <w:color w:val="auto"/>
                <w:szCs w:val="22"/>
              </w:rPr>
              <w:t xml:space="preserve"> to state one thing each they can remember from the previous session</w:t>
            </w:r>
            <w:r w:rsidR="006E654B">
              <w:rPr>
                <w:rFonts w:cs="Arial"/>
                <w:b w:val="0"/>
                <w:color w:val="auto"/>
                <w:szCs w:val="22"/>
              </w:rPr>
              <w:t>.</w:t>
            </w:r>
          </w:p>
          <w:p w14:paraId="42F3183F" w14:textId="77777777" w:rsidR="009D1D9A" w:rsidRPr="001A7B4B" w:rsidRDefault="009D1D9A" w:rsidP="00072298">
            <w:pPr>
              <w:pStyle w:val="Normalheadingblue"/>
              <w:spacing w:before="0" w:after="0"/>
              <w:rPr>
                <w:rFonts w:cs="Arial"/>
                <w:color w:val="auto"/>
                <w:szCs w:val="22"/>
              </w:rPr>
            </w:pPr>
          </w:p>
          <w:p w14:paraId="3046E89A" w14:textId="2CB248AF" w:rsidR="009D1D9A" w:rsidRPr="001A7B4B" w:rsidRDefault="009D1D9A" w:rsidP="00072298">
            <w:pPr>
              <w:pStyle w:val="Normalheadingblue"/>
              <w:spacing w:before="0" w:after="0"/>
              <w:rPr>
                <w:rFonts w:cs="Arial"/>
                <w:color w:val="auto"/>
                <w:szCs w:val="22"/>
              </w:rPr>
            </w:pPr>
            <w:r w:rsidRPr="001A7B4B">
              <w:rPr>
                <w:rFonts w:cs="Arial"/>
                <w:color w:val="auto"/>
                <w:szCs w:val="22"/>
              </w:rPr>
              <w:t>Delivery</w:t>
            </w:r>
            <w:r w:rsidR="002A7C34" w:rsidRPr="001A7B4B">
              <w:rPr>
                <w:rFonts w:cs="Arial"/>
                <w:color w:val="auto"/>
                <w:szCs w:val="22"/>
              </w:rPr>
              <w:t xml:space="preserve"> focus</w:t>
            </w:r>
            <w:r w:rsidRPr="001A7B4B">
              <w:rPr>
                <w:rFonts w:cs="Arial"/>
                <w:color w:val="auto"/>
                <w:szCs w:val="22"/>
              </w:rPr>
              <w:t>:</w:t>
            </w:r>
          </w:p>
          <w:p w14:paraId="21BF9236" w14:textId="31D8FAD8" w:rsidR="009D1D9A" w:rsidRPr="001A7B4B" w:rsidRDefault="009D1D9A" w:rsidP="002C017C">
            <w:pPr>
              <w:pStyle w:val="Normalheadingblue"/>
              <w:numPr>
                <w:ilvl w:val="0"/>
                <w:numId w:val="4"/>
              </w:numPr>
              <w:spacing w:before="0" w:after="0"/>
              <w:rPr>
                <w:rFonts w:cs="Arial"/>
                <w:color w:val="auto"/>
                <w:szCs w:val="22"/>
              </w:rPr>
            </w:pPr>
            <w:r w:rsidRPr="001A7B4B">
              <w:rPr>
                <w:rFonts w:cs="Arial"/>
                <w:color w:val="auto"/>
                <w:szCs w:val="22"/>
              </w:rPr>
              <w:t xml:space="preserve">Working drawings and symbols - </w:t>
            </w:r>
            <w:r w:rsidRPr="001A7B4B">
              <w:rPr>
                <w:rFonts w:cs="Arial"/>
                <w:b w:val="0"/>
                <w:color w:val="auto"/>
                <w:szCs w:val="22"/>
              </w:rPr>
              <w:t xml:space="preserve">Distribute drawing paper and scale rulers. Set task for </w:t>
            </w:r>
            <w:r w:rsidR="00F502C8" w:rsidRPr="001A7B4B">
              <w:rPr>
                <w:rFonts w:cs="Arial"/>
                <w:b w:val="0"/>
                <w:color w:val="auto"/>
                <w:szCs w:val="22"/>
              </w:rPr>
              <w:t>students</w:t>
            </w:r>
            <w:r w:rsidRPr="001A7B4B">
              <w:rPr>
                <w:rFonts w:cs="Arial"/>
                <w:b w:val="0"/>
                <w:color w:val="auto"/>
                <w:szCs w:val="22"/>
              </w:rPr>
              <w:t xml:space="preserve"> to identify a small pipework installation in the workshop / centre and represent it using a scale drawing as directed by tutor.</w:t>
            </w:r>
          </w:p>
          <w:p w14:paraId="4D58DE15" w14:textId="67894BF1" w:rsidR="009D1D9A" w:rsidRPr="001A7B4B" w:rsidRDefault="009D1D9A" w:rsidP="002C017C">
            <w:pPr>
              <w:pStyle w:val="Normalheadingblue"/>
              <w:numPr>
                <w:ilvl w:val="0"/>
                <w:numId w:val="4"/>
              </w:numPr>
              <w:spacing w:before="0" w:after="0"/>
              <w:rPr>
                <w:rFonts w:cs="Arial"/>
                <w:b w:val="0"/>
                <w:color w:val="auto"/>
                <w:szCs w:val="22"/>
              </w:rPr>
            </w:pPr>
            <w:r w:rsidRPr="001A7B4B">
              <w:rPr>
                <w:rFonts w:cs="Arial"/>
                <w:b w:val="0"/>
                <w:color w:val="auto"/>
                <w:szCs w:val="22"/>
              </w:rPr>
              <w:t xml:space="preserve">Give </w:t>
            </w:r>
            <w:r w:rsidR="00F502C8" w:rsidRPr="001A7B4B">
              <w:rPr>
                <w:rFonts w:cs="Arial"/>
                <w:b w:val="0"/>
                <w:color w:val="auto"/>
                <w:szCs w:val="22"/>
              </w:rPr>
              <w:t>students</w:t>
            </w:r>
            <w:r w:rsidRPr="001A7B4B">
              <w:rPr>
                <w:rFonts w:cs="Arial"/>
                <w:b w:val="0"/>
                <w:color w:val="auto"/>
                <w:szCs w:val="22"/>
              </w:rPr>
              <w:t xml:space="preserve"> time to produce and ensure they include the relevant drawing symbols.</w:t>
            </w:r>
          </w:p>
          <w:p w14:paraId="654CBBDF" w14:textId="77777777" w:rsidR="009D1D9A" w:rsidRPr="001A7B4B" w:rsidRDefault="009D1D9A" w:rsidP="00072298">
            <w:pPr>
              <w:pStyle w:val="Normalheadingblue"/>
              <w:spacing w:before="0" w:after="0"/>
              <w:ind w:left="284"/>
              <w:rPr>
                <w:rFonts w:cs="Arial"/>
                <w:color w:val="auto"/>
                <w:szCs w:val="22"/>
              </w:rPr>
            </w:pPr>
          </w:p>
          <w:p w14:paraId="4BD03799" w14:textId="77777777" w:rsidR="009D1D9A" w:rsidRPr="001A7B4B" w:rsidRDefault="009D1D9A" w:rsidP="00072298">
            <w:pPr>
              <w:pStyle w:val="Normalheadingblue"/>
              <w:spacing w:before="0" w:after="0"/>
              <w:rPr>
                <w:rFonts w:cs="Arial"/>
                <w:color w:val="auto"/>
                <w:szCs w:val="22"/>
              </w:rPr>
            </w:pPr>
          </w:p>
          <w:p w14:paraId="0DF1BD67" w14:textId="0F3FEE5A" w:rsidR="009D1D9A" w:rsidRPr="001A7B4B" w:rsidRDefault="009D1D9A" w:rsidP="00072298">
            <w:pPr>
              <w:pStyle w:val="Normalheadingblue"/>
              <w:spacing w:before="0" w:after="0"/>
              <w:rPr>
                <w:rFonts w:cs="Arial"/>
                <w:color w:val="auto"/>
                <w:szCs w:val="22"/>
              </w:rPr>
            </w:pPr>
            <w:r w:rsidRPr="001A7B4B">
              <w:rPr>
                <w:rFonts w:cs="Arial"/>
                <w:color w:val="auto"/>
                <w:szCs w:val="22"/>
              </w:rPr>
              <w:t xml:space="preserve">Knowledge </w:t>
            </w:r>
            <w:r w:rsidR="00072298" w:rsidRPr="001A7B4B">
              <w:rPr>
                <w:rFonts w:cs="Arial"/>
                <w:color w:val="auto"/>
                <w:szCs w:val="22"/>
              </w:rPr>
              <w:t>C</w:t>
            </w:r>
            <w:r w:rsidRPr="001A7B4B">
              <w:rPr>
                <w:rFonts w:cs="Arial"/>
                <w:color w:val="auto"/>
                <w:szCs w:val="22"/>
              </w:rPr>
              <w:t>heck example:</w:t>
            </w:r>
          </w:p>
          <w:p w14:paraId="0DFBE393" w14:textId="3E4E83D6" w:rsidR="009D1D9A" w:rsidRPr="001A7B4B" w:rsidRDefault="009D1D9A" w:rsidP="00072298">
            <w:pPr>
              <w:pStyle w:val="Normalheadingblue"/>
              <w:spacing w:before="0" w:after="0"/>
              <w:rPr>
                <w:rFonts w:cs="Arial"/>
                <w:b w:val="0"/>
                <w:color w:val="auto"/>
                <w:szCs w:val="22"/>
              </w:rPr>
            </w:pPr>
            <w:r w:rsidRPr="001A7B4B">
              <w:rPr>
                <w:rFonts w:cs="Arial"/>
                <w:b w:val="0"/>
                <w:color w:val="auto"/>
                <w:szCs w:val="22"/>
              </w:rPr>
              <w:t xml:space="preserve">Peer marking review. </w:t>
            </w:r>
            <w:r w:rsidR="00116A2E" w:rsidRPr="001A7B4B">
              <w:rPr>
                <w:rFonts w:cs="Arial"/>
                <w:b w:val="0"/>
                <w:color w:val="auto"/>
                <w:szCs w:val="22"/>
              </w:rPr>
              <w:t>Students</w:t>
            </w:r>
            <w:r w:rsidRPr="001A7B4B">
              <w:rPr>
                <w:rFonts w:cs="Arial"/>
                <w:b w:val="0"/>
                <w:color w:val="auto"/>
                <w:szCs w:val="22"/>
              </w:rPr>
              <w:t xml:space="preserve"> to peer review </w:t>
            </w:r>
            <w:r w:rsidR="00804067" w:rsidRPr="001A7B4B">
              <w:rPr>
                <w:rFonts w:cs="Arial"/>
                <w:b w:val="0"/>
                <w:color w:val="auto"/>
                <w:szCs w:val="22"/>
              </w:rPr>
              <w:t>others' drawings and provide feedback on how they could improve in a tutor-led</w:t>
            </w:r>
            <w:r w:rsidRPr="001A7B4B">
              <w:rPr>
                <w:rFonts w:cs="Arial"/>
                <w:b w:val="0"/>
                <w:color w:val="auto"/>
                <w:szCs w:val="22"/>
              </w:rPr>
              <w:t xml:space="preserve"> session.</w:t>
            </w:r>
          </w:p>
          <w:p w14:paraId="13563900" w14:textId="77777777" w:rsidR="009D1D9A" w:rsidRPr="001A7B4B" w:rsidRDefault="009D1D9A" w:rsidP="00072298">
            <w:pPr>
              <w:pStyle w:val="Normalheadingblue"/>
              <w:spacing w:before="0" w:after="0"/>
              <w:rPr>
                <w:rFonts w:cs="Arial"/>
                <w:color w:val="auto"/>
                <w:szCs w:val="22"/>
              </w:rPr>
            </w:pPr>
          </w:p>
          <w:p w14:paraId="6DD56A1F" w14:textId="22A7B6E2" w:rsidR="009D1D9A" w:rsidRPr="001A7B4B" w:rsidRDefault="009D1D9A" w:rsidP="00072298">
            <w:pPr>
              <w:pStyle w:val="Normalheadingblue"/>
              <w:spacing w:before="0" w:after="0"/>
              <w:rPr>
                <w:rFonts w:cs="Arial"/>
                <w:color w:val="auto"/>
                <w:szCs w:val="22"/>
              </w:rPr>
            </w:pPr>
            <w:r w:rsidRPr="001A7B4B">
              <w:rPr>
                <w:rFonts w:cs="Arial"/>
                <w:color w:val="auto"/>
                <w:szCs w:val="22"/>
              </w:rPr>
              <w:t>Resources</w:t>
            </w:r>
            <w:r w:rsidR="00072298" w:rsidRPr="001A7B4B">
              <w:rPr>
                <w:rFonts w:cs="Arial"/>
                <w:color w:val="auto"/>
                <w:szCs w:val="22"/>
              </w:rPr>
              <w:t>:</w:t>
            </w:r>
          </w:p>
          <w:p w14:paraId="2F551F26" w14:textId="77777777" w:rsidR="009D1D9A" w:rsidRPr="001A7B4B" w:rsidRDefault="009D1D9A" w:rsidP="00072298">
            <w:pPr>
              <w:pStyle w:val="Normalheadingblue"/>
              <w:spacing w:before="0" w:after="0"/>
              <w:rPr>
                <w:rFonts w:cs="Arial"/>
                <w:b w:val="0"/>
                <w:color w:val="auto"/>
                <w:szCs w:val="22"/>
              </w:rPr>
            </w:pPr>
            <w:r w:rsidRPr="001A7B4B">
              <w:rPr>
                <w:rFonts w:cs="Arial"/>
                <w:b w:val="0"/>
                <w:color w:val="auto"/>
                <w:szCs w:val="22"/>
              </w:rPr>
              <w:t>Examples of working drawings</w:t>
            </w:r>
          </w:p>
          <w:p w14:paraId="6F98C041" w14:textId="77777777" w:rsidR="009D1D9A" w:rsidRPr="001A7B4B" w:rsidRDefault="009D1D9A" w:rsidP="00072298">
            <w:pPr>
              <w:pStyle w:val="Normalheadingblue"/>
              <w:spacing w:before="0" w:after="0"/>
              <w:rPr>
                <w:rFonts w:cs="Arial"/>
                <w:b w:val="0"/>
                <w:color w:val="auto"/>
                <w:szCs w:val="22"/>
              </w:rPr>
            </w:pPr>
            <w:r w:rsidRPr="001A7B4B">
              <w:rPr>
                <w:rFonts w:cs="Arial"/>
                <w:b w:val="0"/>
                <w:color w:val="auto"/>
                <w:szCs w:val="22"/>
              </w:rPr>
              <w:t>Drawing paper</w:t>
            </w:r>
          </w:p>
          <w:p w14:paraId="52147A71" w14:textId="77777777" w:rsidR="009D1D9A" w:rsidRPr="001A7B4B" w:rsidRDefault="009D1D9A" w:rsidP="00072298">
            <w:pPr>
              <w:pStyle w:val="Normalheadingblue"/>
              <w:spacing w:before="0" w:after="0"/>
              <w:rPr>
                <w:rFonts w:cs="Arial"/>
                <w:b w:val="0"/>
                <w:color w:val="auto"/>
                <w:szCs w:val="22"/>
              </w:rPr>
            </w:pPr>
            <w:r w:rsidRPr="001A7B4B">
              <w:rPr>
                <w:rFonts w:cs="Arial"/>
                <w:b w:val="0"/>
                <w:color w:val="auto"/>
                <w:szCs w:val="22"/>
              </w:rPr>
              <w:t>Scale rulers</w:t>
            </w:r>
          </w:p>
          <w:p w14:paraId="76AA3290" w14:textId="790FBE78" w:rsidR="006121D0" w:rsidRPr="001A7B4B" w:rsidRDefault="009D1D9A" w:rsidP="00072298">
            <w:pPr>
              <w:pStyle w:val="Normalheadingblue"/>
              <w:spacing w:before="0" w:after="0"/>
              <w:rPr>
                <w:rFonts w:cs="Arial"/>
                <w:color w:val="auto"/>
                <w:szCs w:val="22"/>
              </w:rPr>
            </w:pPr>
            <w:r w:rsidRPr="001A7B4B">
              <w:rPr>
                <w:rFonts w:cs="Arial"/>
                <w:b w:val="0"/>
                <w:color w:val="auto"/>
                <w:szCs w:val="22"/>
              </w:rPr>
              <w:t>Tape measures</w:t>
            </w:r>
            <w:r w:rsidRPr="001A7B4B">
              <w:rPr>
                <w:rFonts w:cs="Arial"/>
                <w:color w:val="auto"/>
                <w:szCs w:val="22"/>
              </w:rPr>
              <w:br/>
            </w:r>
          </w:p>
        </w:tc>
        <w:tc>
          <w:tcPr>
            <w:tcW w:w="2246" w:type="dxa"/>
          </w:tcPr>
          <w:p w14:paraId="7A62C5A1" w14:textId="77777777" w:rsidR="00DD207A" w:rsidRDefault="00DD207A"/>
        </w:tc>
      </w:tr>
      <w:tr w:rsidR="002267BA" w:rsidRPr="00634DF8" w14:paraId="6161D3B7" w14:textId="77777777" w:rsidTr="24BA986D">
        <w:trPr>
          <w:trHeight w:val="300"/>
          <w:jc w:val="center"/>
        </w:trPr>
        <w:tc>
          <w:tcPr>
            <w:tcW w:w="1297" w:type="dxa"/>
          </w:tcPr>
          <w:p w14:paraId="78A6A1F1" w14:textId="77777777" w:rsidR="002267BA" w:rsidRPr="001A7B4B" w:rsidRDefault="009D1D9A" w:rsidP="002267BA">
            <w:pPr>
              <w:jc w:val="center"/>
              <w:rPr>
                <w:rFonts w:cs="Arial"/>
                <w:b/>
                <w:bCs/>
                <w:szCs w:val="22"/>
              </w:rPr>
            </w:pPr>
            <w:r w:rsidRPr="001A7B4B">
              <w:rPr>
                <w:rFonts w:cs="Arial"/>
                <w:b/>
                <w:bCs/>
                <w:szCs w:val="22"/>
              </w:rPr>
              <w:t>29</w:t>
            </w:r>
          </w:p>
          <w:p w14:paraId="4F4EACD4" w14:textId="77777777" w:rsidR="002267BA" w:rsidRPr="001A7B4B" w:rsidRDefault="009D1D9A" w:rsidP="002267BA">
            <w:pPr>
              <w:jc w:val="center"/>
              <w:rPr>
                <w:rFonts w:cs="Arial"/>
                <w:szCs w:val="22"/>
              </w:rPr>
            </w:pPr>
            <w:r w:rsidRPr="001A7B4B">
              <w:rPr>
                <w:rFonts w:cs="Arial"/>
                <w:szCs w:val="22"/>
              </w:rPr>
              <w:t>3</w:t>
            </w:r>
            <w:r w:rsidR="002267BA" w:rsidRPr="001A7B4B">
              <w:rPr>
                <w:rFonts w:cs="Arial"/>
                <w:szCs w:val="22"/>
              </w:rPr>
              <w:t xml:space="preserve"> hours</w:t>
            </w:r>
          </w:p>
          <w:p w14:paraId="2B9F8B18" w14:textId="693955FE" w:rsidR="00A255E0" w:rsidRPr="001A7B4B" w:rsidRDefault="00334EFE" w:rsidP="002267BA">
            <w:pPr>
              <w:jc w:val="center"/>
              <w:rPr>
                <w:rFonts w:cs="Arial"/>
                <w:b/>
                <w:bCs/>
                <w:szCs w:val="22"/>
              </w:rPr>
            </w:pPr>
            <w:r w:rsidRPr="001A7B4B">
              <w:rPr>
                <w:rFonts w:cs="Arial"/>
                <w:b/>
                <w:bCs/>
                <w:szCs w:val="22"/>
                <w:highlight w:val="yellow"/>
              </w:rPr>
              <w:t xml:space="preserve">PPT </w:t>
            </w:r>
            <w:r w:rsidR="002A7C34" w:rsidRPr="001A7B4B">
              <w:rPr>
                <w:rFonts w:cs="Arial"/>
                <w:b/>
                <w:bCs/>
                <w:szCs w:val="22"/>
                <w:highlight w:val="yellow"/>
              </w:rPr>
              <w:t>available</w:t>
            </w:r>
          </w:p>
        </w:tc>
        <w:tc>
          <w:tcPr>
            <w:tcW w:w="2199" w:type="dxa"/>
          </w:tcPr>
          <w:p w14:paraId="22A7EAF7" w14:textId="77777777" w:rsidR="00105193" w:rsidRPr="001A7B4B" w:rsidRDefault="00105193" w:rsidP="00105193">
            <w:pPr>
              <w:pStyle w:val="Normalheadingblack"/>
              <w:rPr>
                <w:rFonts w:cs="Arial"/>
                <w:lang w:eastAsia="en-GB"/>
              </w:rPr>
            </w:pPr>
            <w:r w:rsidRPr="001A7B4B">
              <w:rPr>
                <w:rFonts w:cs="Arial"/>
                <w:lang w:eastAsia="en-GB"/>
              </w:rPr>
              <w:t>Outcome 1 – Plumbing and heating common knowledge criteria</w:t>
            </w:r>
          </w:p>
          <w:p w14:paraId="1EEDD801" w14:textId="77777777" w:rsidR="002267BA" w:rsidRPr="001A7B4B" w:rsidRDefault="002267BA" w:rsidP="002267BA">
            <w:pPr>
              <w:pStyle w:val="Normalheadingblack"/>
              <w:rPr>
                <w:rFonts w:cs="Arial"/>
                <w:szCs w:val="22"/>
                <w:lang w:eastAsia="en-GB"/>
              </w:rPr>
            </w:pPr>
          </w:p>
        </w:tc>
        <w:tc>
          <w:tcPr>
            <w:tcW w:w="3135" w:type="dxa"/>
          </w:tcPr>
          <w:p w14:paraId="258462C6" w14:textId="72010554" w:rsidR="00105193" w:rsidRPr="001A7B4B" w:rsidRDefault="00105193" w:rsidP="00105193">
            <w:pPr>
              <w:rPr>
                <w:rFonts w:cs="Arial"/>
              </w:rPr>
            </w:pPr>
            <w:r w:rsidRPr="001A7B4B">
              <w:rPr>
                <w:rFonts w:cs="Arial"/>
              </w:rPr>
              <w:t>K1.31 Types of</w:t>
            </w:r>
            <w:r w:rsidR="0041733B" w:rsidRPr="001A7B4B">
              <w:rPr>
                <w:rFonts w:cs="Arial"/>
              </w:rPr>
              <w:t xml:space="preserve"> </w:t>
            </w:r>
            <w:r w:rsidRPr="001A7B4B">
              <w:rPr>
                <w:rFonts w:cs="Arial"/>
              </w:rPr>
              <w:t>documentation</w:t>
            </w:r>
          </w:p>
          <w:p w14:paraId="62CE198C" w14:textId="77777777" w:rsidR="002267BA" w:rsidRPr="001A7B4B" w:rsidRDefault="002267BA" w:rsidP="002267BA">
            <w:pPr>
              <w:pStyle w:val="Normalheadingblack"/>
              <w:rPr>
                <w:rFonts w:cs="Arial"/>
                <w:szCs w:val="22"/>
              </w:rPr>
            </w:pPr>
          </w:p>
        </w:tc>
        <w:tc>
          <w:tcPr>
            <w:tcW w:w="5785" w:type="dxa"/>
          </w:tcPr>
          <w:p w14:paraId="63469A9F" w14:textId="0271E3DA" w:rsidR="002267BA" w:rsidRPr="001A7B4B" w:rsidRDefault="002267BA" w:rsidP="007A44AB">
            <w:pPr>
              <w:pStyle w:val="Normalheadingblue"/>
              <w:spacing w:before="0" w:after="0"/>
              <w:rPr>
                <w:rFonts w:cs="Arial"/>
                <w:color w:val="auto"/>
                <w:szCs w:val="22"/>
              </w:rPr>
            </w:pPr>
            <w:r w:rsidRPr="001A7B4B">
              <w:rPr>
                <w:rFonts w:cs="Arial"/>
                <w:color w:val="auto"/>
                <w:szCs w:val="22"/>
              </w:rPr>
              <w:t>Activitie</w:t>
            </w:r>
            <w:r w:rsidR="008618D9" w:rsidRPr="001A7B4B">
              <w:rPr>
                <w:rFonts w:cs="Arial"/>
                <w:color w:val="auto"/>
                <w:szCs w:val="22"/>
              </w:rPr>
              <w:t>s:</w:t>
            </w:r>
          </w:p>
          <w:p w14:paraId="26A6C19F" w14:textId="77777777" w:rsidR="002267BA" w:rsidRPr="001A7B4B" w:rsidRDefault="002267BA" w:rsidP="007A44AB">
            <w:pPr>
              <w:pStyle w:val="Normalheadingblue"/>
              <w:spacing w:before="0" w:after="0"/>
              <w:rPr>
                <w:rFonts w:cs="Arial"/>
                <w:color w:val="auto"/>
                <w:szCs w:val="22"/>
              </w:rPr>
            </w:pPr>
            <w:r w:rsidRPr="001A7B4B">
              <w:rPr>
                <w:rFonts w:cs="Arial"/>
                <w:color w:val="auto"/>
                <w:szCs w:val="22"/>
              </w:rPr>
              <w:t>Starter task example:</w:t>
            </w:r>
          </w:p>
          <w:p w14:paraId="61FB3D8C" w14:textId="73916949" w:rsidR="00A15764" w:rsidRPr="001A7B4B" w:rsidRDefault="00285522" w:rsidP="007A44AB">
            <w:pPr>
              <w:pStyle w:val="Normalheadingblue"/>
              <w:spacing w:before="0" w:after="0"/>
              <w:rPr>
                <w:color w:val="auto"/>
              </w:rPr>
            </w:pPr>
            <w:r w:rsidRPr="001A7B4B">
              <w:rPr>
                <w:rFonts w:cs="Arial"/>
                <w:b w:val="0"/>
                <w:color w:val="auto"/>
                <w:szCs w:val="22"/>
              </w:rPr>
              <w:t xml:space="preserve">Introduce </w:t>
            </w:r>
            <w:r w:rsidR="00F502C8" w:rsidRPr="001A7B4B">
              <w:rPr>
                <w:rFonts w:cs="Arial"/>
                <w:b w:val="0"/>
                <w:color w:val="auto"/>
                <w:szCs w:val="22"/>
              </w:rPr>
              <w:t>students</w:t>
            </w:r>
            <w:r w:rsidRPr="001A7B4B">
              <w:rPr>
                <w:rFonts w:cs="Arial"/>
                <w:b w:val="0"/>
                <w:color w:val="auto"/>
                <w:szCs w:val="22"/>
              </w:rPr>
              <w:t xml:space="preserve"> to useful and relevant website such as </w:t>
            </w:r>
            <w:hyperlink r:id="rId21" w:history="1">
              <w:r w:rsidRPr="001A7B4B">
                <w:rPr>
                  <w:rStyle w:val="Hyperlink"/>
                  <w:rFonts w:cs="Arial"/>
                  <w:b w:val="0"/>
                  <w:color w:val="auto"/>
                  <w:szCs w:val="22"/>
                </w:rPr>
                <w:t>www.theengineeringmindset.com</w:t>
              </w:r>
            </w:hyperlink>
            <w:r w:rsidRPr="001A7B4B">
              <w:rPr>
                <w:rFonts w:cs="Arial"/>
                <w:b w:val="0"/>
                <w:color w:val="auto"/>
                <w:szCs w:val="22"/>
              </w:rPr>
              <w:t xml:space="preserve"> and </w:t>
            </w:r>
            <w:r w:rsidR="00C32875" w:rsidRPr="001A7B4B">
              <w:rPr>
                <w:rFonts w:cs="Arial"/>
                <w:b w:val="0"/>
                <w:color w:val="auto"/>
                <w:szCs w:val="22"/>
              </w:rPr>
              <w:t>YouTube</w:t>
            </w:r>
            <w:r w:rsidRPr="001A7B4B">
              <w:rPr>
                <w:rFonts w:cs="Arial"/>
                <w:b w:val="0"/>
                <w:color w:val="auto"/>
                <w:szCs w:val="22"/>
              </w:rPr>
              <w:t xml:space="preserve"> channels such as </w:t>
            </w:r>
            <w:hyperlink r:id="rId22" w:history="1">
              <w:r w:rsidRPr="001A7B4B">
                <w:rPr>
                  <w:rStyle w:val="Hyperlink"/>
                  <w:b w:val="0"/>
                  <w:color w:val="auto"/>
                </w:rPr>
                <w:t>(2) The B1M - YouTube</w:t>
              </w:r>
            </w:hyperlink>
          </w:p>
          <w:p w14:paraId="3D5336AB" w14:textId="7079E9CB" w:rsidR="000571DF" w:rsidRPr="001A7B4B" w:rsidRDefault="000571DF" w:rsidP="007A44AB">
            <w:pPr>
              <w:pStyle w:val="Normalheadingblue"/>
              <w:spacing w:before="0" w:after="0"/>
              <w:rPr>
                <w:rFonts w:cs="Arial"/>
                <w:b w:val="0"/>
                <w:color w:val="auto"/>
                <w:szCs w:val="22"/>
              </w:rPr>
            </w:pPr>
            <w:r w:rsidRPr="001A7B4B">
              <w:rPr>
                <w:bCs/>
                <w:color w:val="auto"/>
              </w:rPr>
              <w:t>Alternative:</w:t>
            </w:r>
            <w:r w:rsidRPr="001A7B4B">
              <w:rPr>
                <w:b w:val="0"/>
                <w:color w:val="auto"/>
              </w:rPr>
              <w:t xml:space="preserve"> </w:t>
            </w:r>
            <w:r w:rsidR="006123E2" w:rsidRPr="001A7B4B">
              <w:rPr>
                <w:b w:val="0"/>
                <w:color w:val="auto"/>
              </w:rPr>
              <w:t>Ask students if they have ever had to complete or follow a risk assessment or method statement.</w:t>
            </w:r>
            <w:r w:rsidR="00A15764" w:rsidRPr="001A7B4B">
              <w:rPr>
                <w:b w:val="0"/>
                <w:color w:val="auto"/>
              </w:rPr>
              <w:t xml:space="preserve"> Have a brief class discussion to establish prior experience.</w:t>
            </w:r>
            <w:r w:rsidR="006123E2" w:rsidRPr="001A7B4B">
              <w:rPr>
                <w:b w:val="0"/>
                <w:color w:val="auto"/>
              </w:rPr>
              <w:t xml:space="preserve"> </w:t>
            </w:r>
          </w:p>
          <w:p w14:paraId="59425926" w14:textId="77777777" w:rsidR="002267BA" w:rsidRPr="001A7B4B" w:rsidRDefault="002267BA" w:rsidP="007A44AB">
            <w:pPr>
              <w:pStyle w:val="Normalheadingblue"/>
              <w:spacing w:before="0" w:after="0"/>
              <w:rPr>
                <w:rFonts w:cs="Arial"/>
                <w:color w:val="auto"/>
                <w:szCs w:val="22"/>
              </w:rPr>
            </w:pPr>
          </w:p>
          <w:p w14:paraId="6162E5AA" w14:textId="4EC1F990" w:rsidR="002267BA" w:rsidRPr="001A7B4B" w:rsidRDefault="002267BA" w:rsidP="007A44AB">
            <w:pPr>
              <w:pStyle w:val="Normalheadingblue"/>
              <w:spacing w:before="0" w:after="0"/>
              <w:rPr>
                <w:rFonts w:cs="Arial"/>
                <w:color w:val="auto"/>
                <w:szCs w:val="22"/>
              </w:rPr>
            </w:pPr>
            <w:r w:rsidRPr="001A7B4B">
              <w:rPr>
                <w:rFonts w:cs="Arial"/>
                <w:color w:val="auto"/>
                <w:szCs w:val="22"/>
              </w:rPr>
              <w:t>Delivery</w:t>
            </w:r>
            <w:r w:rsidR="008618D9" w:rsidRPr="001A7B4B">
              <w:rPr>
                <w:rFonts w:cs="Arial"/>
                <w:color w:val="auto"/>
                <w:szCs w:val="22"/>
              </w:rPr>
              <w:t xml:space="preserve"> focus</w:t>
            </w:r>
            <w:r w:rsidRPr="001A7B4B">
              <w:rPr>
                <w:rFonts w:cs="Arial"/>
                <w:color w:val="auto"/>
                <w:szCs w:val="22"/>
              </w:rPr>
              <w:t>:</w:t>
            </w:r>
          </w:p>
          <w:p w14:paraId="6BDBE3D1" w14:textId="1655F13C" w:rsidR="004834F1" w:rsidRPr="001A7B4B" w:rsidRDefault="004834F1" w:rsidP="007A44AB">
            <w:pPr>
              <w:pStyle w:val="Normalheadingblue"/>
              <w:spacing w:before="0" w:after="0"/>
              <w:rPr>
                <w:rFonts w:cs="Arial"/>
                <w:b w:val="0"/>
                <w:bCs/>
                <w:color w:val="auto"/>
                <w:szCs w:val="22"/>
              </w:rPr>
            </w:pPr>
            <w:r w:rsidRPr="001A7B4B">
              <w:rPr>
                <w:rFonts w:cs="Arial"/>
                <w:b w:val="0"/>
                <w:bCs/>
                <w:color w:val="auto"/>
                <w:szCs w:val="22"/>
              </w:rPr>
              <w:t xml:space="preserve">Using PowerPoint </w:t>
            </w:r>
            <w:r w:rsidRPr="00811B5D">
              <w:rPr>
                <w:rFonts w:cs="Arial"/>
                <w:color w:val="auto"/>
                <w:szCs w:val="22"/>
                <w:highlight w:val="yellow"/>
              </w:rPr>
              <w:t>K1.31 Risk assessments and method statements</w:t>
            </w:r>
            <w:r w:rsidRPr="001A7B4B">
              <w:rPr>
                <w:rFonts w:cs="Arial"/>
                <w:b w:val="0"/>
                <w:bCs/>
                <w:color w:val="auto"/>
                <w:szCs w:val="22"/>
              </w:rPr>
              <w:t>, deliver the following content:</w:t>
            </w:r>
          </w:p>
          <w:p w14:paraId="2A1182F3" w14:textId="77777777" w:rsidR="00196FA6" w:rsidRPr="001A7B4B" w:rsidRDefault="00196FA6" w:rsidP="002C017C">
            <w:pPr>
              <w:pStyle w:val="Normalheadingblue"/>
              <w:numPr>
                <w:ilvl w:val="0"/>
                <w:numId w:val="4"/>
              </w:numPr>
              <w:spacing w:before="0" w:after="0"/>
              <w:rPr>
                <w:rFonts w:cs="Arial"/>
                <w:b w:val="0"/>
                <w:color w:val="auto"/>
                <w:szCs w:val="22"/>
              </w:rPr>
            </w:pPr>
            <w:r w:rsidRPr="001A7B4B">
              <w:rPr>
                <w:rFonts w:cs="Arial"/>
                <w:color w:val="auto"/>
                <w:szCs w:val="22"/>
              </w:rPr>
              <w:t xml:space="preserve">Risk assessments and method statements – </w:t>
            </w:r>
            <w:r w:rsidRPr="001A7B4B">
              <w:rPr>
                <w:rFonts w:cs="Arial"/>
                <w:b w:val="0"/>
                <w:color w:val="auto"/>
                <w:szCs w:val="22"/>
              </w:rPr>
              <w:t xml:space="preserve">Tutor to discuss the importance of RAMS and how they impact planning of the work program. </w:t>
            </w:r>
          </w:p>
          <w:p w14:paraId="7CD97618" w14:textId="77777777" w:rsidR="008A1D94" w:rsidRPr="001A7B4B" w:rsidRDefault="008A1D94" w:rsidP="007A44AB">
            <w:pPr>
              <w:pStyle w:val="Normalheadingblue"/>
              <w:spacing w:before="0" w:after="0"/>
              <w:rPr>
                <w:rFonts w:cs="Arial"/>
                <w:color w:val="auto"/>
                <w:szCs w:val="22"/>
              </w:rPr>
            </w:pPr>
          </w:p>
          <w:p w14:paraId="05A87635" w14:textId="3C30B87E" w:rsidR="00196FA6" w:rsidRPr="001A7B4B" w:rsidRDefault="008A1D94" w:rsidP="002C017C">
            <w:pPr>
              <w:pStyle w:val="Normalheadingblue"/>
              <w:numPr>
                <w:ilvl w:val="0"/>
                <w:numId w:val="4"/>
              </w:numPr>
              <w:spacing w:before="0" w:after="0"/>
              <w:rPr>
                <w:rFonts w:cs="Arial"/>
                <w:b w:val="0"/>
                <w:color w:val="auto"/>
                <w:szCs w:val="22"/>
              </w:rPr>
            </w:pPr>
            <w:r w:rsidRPr="001A7B4B">
              <w:rPr>
                <w:rFonts w:cs="Arial"/>
                <w:b w:val="0"/>
                <w:color w:val="auto"/>
                <w:szCs w:val="22"/>
              </w:rPr>
              <w:t xml:space="preserve">Tutor to use </w:t>
            </w:r>
            <w:r w:rsidR="00763103" w:rsidRPr="001A7B4B">
              <w:rPr>
                <w:rFonts w:cs="Arial"/>
                <w:b w:val="0"/>
                <w:color w:val="auto"/>
                <w:szCs w:val="22"/>
              </w:rPr>
              <w:t>PowerPoint</w:t>
            </w:r>
            <w:r w:rsidRPr="001A7B4B">
              <w:rPr>
                <w:rFonts w:cs="Arial"/>
                <w:b w:val="0"/>
                <w:color w:val="auto"/>
                <w:szCs w:val="22"/>
              </w:rPr>
              <w:t xml:space="preserve"> presentation to </w:t>
            </w:r>
            <w:r w:rsidR="009D59B0" w:rsidRPr="001A7B4B">
              <w:rPr>
                <w:rFonts w:cs="Arial"/>
                <w:b w:val="0"/>
                <w:color w:val="auto"/>
                <w:szCs w:val="22"/>
              </w:rPr>
              <w:t>deliver processes involved in producing Risk assessments and method statements.</w:t>
            </w:r>
          </w:p>
          <w:p w14:paraId="5B6EBC99" w14:textId="3CED3704" w:rsidR="002267BA" w:rsidRPr="001A7B4B" w:rsidRDefault="00285522" w:rsidP="002C017C">
            <w:pPr>
              <w:pStyle w:val="Normalheadingblue"/>
              <w:numPr>
                <w:ilvl w:val="0"/>
                <w:numId w:val="4"/>
              </w:numPr>
              <w:spacing w:before="0" w:after="0"/>
              <w:rPr>
                <w:rFonts w:cs="Arial"/>
                <w:b w:val="0"/>
                <w:color w:val="auto"/>
                <w:szCs w:val="22"/>
              </w:rPr>
            </w:pPr>
            <w:r w:rsidRPr="001A7B4B">
              <w:rPr>
                <w:rFonts w:cs="Arial"/>
                <w:b w:val="0"/>
                <w:color w:val="auto"/>
                <w:szCs w:val="22"/>
              </w:rPr>
              <w:t xml:space="preserve">Tutor to distribute </w:t>
            </w:r>
            <w:proofErr w:type="gramStart"/>
            <w:r w:rsidRPr="001A7B4B">
              <w:rPr>
                <w:rFonts w:cs="Arial"/>
                <w:b w:val="0"/>
                <w:color w:val="auto"/>
                <w:szCs w:val="22"/>
              </w:rPr>
              <w:t>a number of</w:t>
            </w:r>
            <w:proofErr w:type="gramEnd"/>
            <w:r w:rsidRPr="001A7B4B">
              <w:rPr>
                <w:rFonts w:cs="Arial"/>
                <w:b w:val="0"/>
                <w:color w:val="auto"/>
                <w:szCs w:val="22"/>
              </w:rPr>
              <w:t xml:space="preserve"> examples, some strong and some weak. </w:t>
            </w:r>
            <w:r w:rsidR="00116A2E" w:rsidRPr="001A7B4B">
              <w:rPr>
                <w:rFonts w:cs="Arial"/>
                <w:b w:val="0"/>
                <w:color w:val="auto"/>
                <w:szCs w:val="22"/>
              </w:rPr>
              <w:t>Students</w:t>
            </w:r>
            <w:r w:rsidRPr="001A7B4B">
              <w:rPr>
                <w:rFonts w:cs="Arial"/>
                <w:b w:val="0"/>
                <w:color w:val="auto"/>
                <w:szCs w:val="22"/>
              </w:rPr>
              <w:t xml:space="preserve"> are to examine as small groups and then feedback into group discussion to summarise findings.</w:t>
            </w:r>
          </w:p>
          <w:p w14:paraId="424617FE" w14:textId="77777777" w:rsidR="00285522" w:rsidRPr="001A7B4B" w:rsidRDefault="00285522" w:rsidP="002C017C">
            <w:pPr>
              <w:pStyle w:val="Normalheadingblue"/>
              <w:numPr>
                <w:ilvl w:val="0"/>
                <w:numId w:val="4"/>
              </w:numPr>
              <w:spacing w:before="0" w:after="0"/>
              <w:rPr>
                <w:rFonts w:cs="Arial"/>
                <w:b w:val="0"/>
                <w:color w:val="auto"/>
                <w:szCs w:val="22"/>
              </w:rPr>
            </w:pPr>
            <w:r w:rsidRPr="001A7B4B">
              <w:rPr>
                <w:rFonts w:cs="Arial"/>
                <w:b w:val="0"/>
                <w:color w:val="auto"/>
                <w:szCs w:val="22"/>
              </w:rPr>
              <w:t>Tutor to discuss how a Risk assessment is produced and follow worked example as a class.</w:t>
            </w:r>
          </w:p>
          <w:p w14:paraId="7B8BC3FF" w14:textId="77777777" w:rsidR="002267BA" w:rsidRPr="001A7B4B" w:rsidRDefault="002267BA" w:rsidP="007A44AB">
            <w:pPr>
              <w:pStyle w:val="Normalheadingblue"/>
              <w:spacing w:before="0" w:after="0"/>
              <w:rPr>
                <w:rFonts w:cs="Arial"/>
                <w:color w:val="auto"/>
                <w:szCs w:val="22"/>
              </w:rPr>
            </w:pPr>
          </w:p>
          <w:p w14:paraId="3BEB1914" w14:textId="7B3A3EB8" w:rsidR="002267BA" w:rsidRPr="001A7B4B" w:rsidRDefault="002267BA" w:rsidP="007A44AB">
            <w:pPr>
              <w:pStyle w:val="Normalheadingblue"/>
              <w:spacing w:before="0" w:after="0"/>
              <w:rPr>
                <w:rFonts w:cs="Arial"/>
                <w:color w:val="auto"/>
                <w:szCs w:val="22"/>
              </w:rPr>
            </w:pPr>
            <w:r w:rsidRPr="001A7B4B">
              <w:rPr>
                <w:rFonts w:cs="Arial"/>
                <w:color w:val="auto"/>
                <w:szCs w:val="22"/>
              </w:rPr>
              <w:t xml:space="preserve">Knowledge </w:t>
            </w:r>
            <w:r w:rsidR="008618D9" w:rsidRPr="001A7B4B">
              <w:rPr>
                <w:rFonts w:cs="Arial"/>
                <w:color w:val="auto"/>
                <w:szCs w:val="22"/>
              </w:rPr>
              <w:t>C</w:t>
            </w:r>
            <w:r w:rsidRPr="001A7B4B">
              <w:rPr>
                <w:rFonts w:cs="Arial"/>
                <w:color w:val="auto"/>
                <w:szCs w:val="22"/>
              </w:rPr>
              <w:t>heck example:</w:t>
            </w:r>
          </w:p>
          <w:p w14:paraId="452DEF74" w14:textId="0FB6BBF9" w:rsidR="002267BA" w:rsidRPr="001A7B4B" w:rsidRDefault="00116A2E" w:rsidP="002C017C">
            <w:pPr>
              <w:pStyle w:val="Normalheadingblue"/>
              <w:numPr>
                <w:ilvl w:val="0"/>
                <w:numId w:val="4"/>
              </w:numPr>
              <w:spacing w:before="0" w:after="0"/>
              <w:rPr>
                <w:rFonts w:cs="Arial"/>
                <w:b w:val="0"/>
                <w:color w:val="auto"/>
                <w:szCs w:val="22"/>
              </w:rPr>
            </w:pPr>
            <w:r w:rsidRPr="001A7B4B">
              <w:rPr>
                <w:rFonts w:cs="Arial"/>
                <w:b w:val="0"/>
                <w:color w:val="auto"/>
                <w:szCs w:val="22"/>
              </w:rPr>
              <w:t>Students</w:t>
            </w:r>
            <w:r w:rsidR="00285522" w:rsidRPr="001A7B4B">
              <w:rPr>
                <w:rFonts w:cs="Arial"/>
                <w:b w:val="0"/>
                <w:color w:val="auto"/>
                <w:szCs w:val="22"/>
              </w:rPr>
              <w:t xml:space="preserve"> to produce a simple method statement for a proposed activity following the risk assessment provided by the tutor. </w:t>
            </w:r>
          </w:p>
          <w:p w14:paraId="0E481128" w14:textId="77777777" w:rsidR="00285522" w:rsidRPr="001A7B4B" w:rsidRDefault="00285522" w:rsidP="002C017C">
            <w:pPr>
              <w:pStyle w:val="Normalheadingblue"/>
              <w:numPr>
                <w:ilvl w:val="0"/>
                <w:numId w:val="4"/>
              </w:numPr>
              <w:spacing w:before="0" w:after="0"/>
              <w:rPr>
                <w:rFonts w:cs="Arial"/>
                <w:b w:val="0"/>
                <w:color w:val="auto"/>
                <w:szCs w:val="22"/>
              </w:rPr>
            </w:pPr>
            <w:r w:rsidRPr="001A7B4B">
              <w:rPr>
                <w:rFonts w:cs="Arial"/>
                <w:b w:val="0"/>
                <w:color w:val="auto"/>
                <w:szCs w:val="22"/>
              </w:rPr>
              <w:t>On completion teams to swap and peer mark before discussing as a group.</w:t>
            </w:r>
          </w:p>
          <w:p w14:paraId="7DC6E11A" w14:textId="77777777" w:rsidR="002267BA" w:rsidRPr="001A7B4B" w:rsidRDefault="002267BA" w:rsidP="007A44AB">
            <w:pPr>
              <w:pStyle w:val="Normalheadingblue"/>
              <w:spacing w:before="0" w:after="0"/>
              <w:rPr>
                <w:rFonts w:cs="Arial"/>
                <w:color w:val="auto"/>
                <w:szCs w:val="22"/>
              </w:rPr>
            </w:pPr>
          </w:p>
          <w:p w14:paraId="51B69DC7" w14:textId="048521E4" w:rsidR="002267BA" w:rsidRPr="001A7B4B" w:rsidRDefault="002267BA" w:rsidP="007A44AB">
            <w:pPr>
              <w:pStyle w:val="Normalheadingblue"/>
              <w:spacing w:before="0" w:after="0"/>
              <w:rPr>
                <w:rFonts w:cs="Arial"/>
                <w:color w:val="auto"/>
                <w:szCs w:val="22"/>
              </w:rPr>
            </w:pPr>
            <w:r w:rsidRPr="001A7B4B">
              <w:rPr>
                <w:rFonts w:cs="Arial"/>
                <w:color w:val="auto"/>
                <w:szCs w:val="22"/>
              </w:rPr>
              <w:t>Resources</w:t>
            </w:r>
            <w:r w:rsidR="008618D9" w:rsidRPr="001A7B4B">
              <w:rPr>
                <w:rFonts w:cs="Arial"/>
                <w:color w:val="auto"/>
                <w:szCs w:val="22"/>
              </w:rPr>
              <w:t>:</w:t>
            </w:r>
          </w:p>
          <w:p w14:paraId="65CFB488" w14:textId="7A8F7925" w:rsidR="009D59B0" w:rsidRPr="001A7B4B" w:rsidRDefault="00763103" w:rsidP="007A44AB">
            <w:pPr>
              <w:pStyle w:val="Normalheadingblue"/>
              <w:spacing w:before="0" w:after="0"/>
              <w:rPr>
                <w:rFonts w:cs="Arial"/>
                <w:bCs/>
                <w:color w:val="auto"/>
                <w:szCs w:val="22"/>
              </w:rPr>
            </w:pPr>
            <w:r w:rsidRPr="001A7B4B">
              <w:rPr>
                <w:rFonts w:cs="Arial"/>
                <w:b w:val="0"/>
                <w:color w:val="auto"/>
                <w:szCs w:val="22"/>
              </w:rPr>
              <w:t>PowerPoint</w:t>
            </w:r>
            <w:r w:rsidR="00F65D73" w:rsidRPr="001A7B4B">
              <w:rPr>
                <w:rFonts w:cs="Arial"/>
                <w:b w:val="0"/>
                <w:color w:val="auto"/>
                <w:szCs w:val="22"/>
              </w:rPr>
              <w:t xml:space="preserve">: </w:t>
            </w:r>
            <w:r w:rsidR="00F65D73" w:rsidRPr="001A7B4B">
              <w:rPr>
                <w:rFonts w:cs="Arial"/>
                <w:bCs/>
                <w:color w:val="auto"/>
                <w:szCs w:val="22"/>
              </w:rPr>
              <w:t>K1.31 Risk assessments and method statements</w:t>
            </w:r>
          </w:p>
          <w:p w14:paraId="6C4DAC0E" w14:textId="77777777" w:rsidR="002267BA" w:rsidRPr="001A7B4B" w:rsidRDefault="009D59B0" w:rsidP="007A44AB">
            <w:pPr>
              <w:pStyle w:val="Normalheadingblue"/>
              <w:spacing w:before="0" w:after="0"/>
              <w:rPr>
                <w:rFonts w:cs="Arial"/>
                <w:color w:val="auto"/>
                <w:szCs w:val="22"/>
              </w:rPr>
            </w:pPr>
            <w:r w:rsidRPr="001A7B4B">
              <w:rPr>
                <w:rFonts w:cs="Arial"/>
                <w:b w:val="0"/>
                <w:color w:val="auto"/>
                <w:szCs w:val="22"/>
              </w:rPr>
              <w:t>Examples of RAMS</w:t>
            </w:r>
            <w:r w:rsidR="002267BA" w:rsidRPr="001A7B4B">
              <w:rPr>
                <w:rFonts w:cs="Arial"/>
                <w:color w:val="auto"/>
                <w:szCs w:val="22"/>
              </w:rPr>
              <w:br/>
            </w:r>
          </w:p>
        </w:tc>
        <w:tc>
          <w:tcPr>
            <w:tcW w:w="2246" w:type="dxa"/>
          </w:tcPr>
          <w:p w14:paraId="7ACE8F71" w14:textId="77777777" w:rsidR="00DD207A" w:rsidRDefault="008A57D2">
            <w:r>
              <w:lastRenderedPageBreak/>
              <w:t>Identify good and bad practice in RAMS</w:t>
            </w:r>
            <w:r>
              <w:br/>
            </w:r>
            <w:r>
              <w:br/>
              <w:t>Produce simple method statement</w:t>
            </w:r>
          </w:p>
        </w:tc>
      </w:tr>
      <w:tr w:rsidR="00625790" w:rsidRPr="00634DF8" w14:paraId="67F3A772" w14:textId="77777777" w:rsidTr="24BA986D">
        <w:trPr>
          <w:trHeight w:val="300"/>
          <w:jc w:val="center"/>
        </w:trPr>
        <w:tc>
          <w:tcPr>
            <w:tcW w:w="1297" w:type="dxa"/>
          </w:tcPr>
          <w:p w14:paraId="01040274" w14:textId="77777777" w:rsidR="00625790" w:rsidRPr="001A7B4B" w:rsidRDefault="00625790" w:rsidP="00625790">
            <w:pPr>
              <w:jc w:val="center"/>
              <w:rPr>
                <w:rFonts w:cs="Arial"/>
                <w:szCs w:val="22"/>
              </w:rPr>
            </w:pPr>
            <w:r w:rsidRPr="001A7B4B">
              <w:rPr>
                <w:rFonts w:cs="Arial"/>
                <w:szCs w:val="22"/>
              </w:rPr>
              <w:t>30</w:t>
            </w:r>
          </w:p>
          <w:p w14:paraId="4806CC1C" w14:textId="77777777" w:rsidR="00625790" w:rsidRPr="001A7B4B" w:rsidRDefault="00625790" w:rsidP="00625790">
            <w:pPr>
              <w:jc w:val="center"/>
              <w:rPr>
                <w:rFonts w:cs="Arial"/>
                <w:szCs w:val="22"/>
              </w:rPr>
            </w:pPr>
            <w:r w:rsidRPr="001A7B4B">
              <w:rPr>
                <w:rFonts w:cs="Arial"/>
                <w:szCs w:val="22"/>
              </w:rPr>
              <w:t>3 hours</w:t>
            </w:r>
          </w:p>
          <w:p w14:paraId="11DECFFF" w14:textId="7EAA7C88" w:rsidR="00991AD2" w:rsidRPr="001A7B4B" w:rsidRDefault="00991AD2" w:rsidP="00625790">
            <w:pPr>
              <w:jc w:val="center"/>
              <w:rPr>
                <w:rFonts w:cs="Arial"/>
                <w:b/>
                <w:bCs/>
                <w:szCs w:val="22"/>
              </w:rPr>
            </w:pPr>
            <w:r w:rsidRPr="001A7B4B">
              <w:rPr>
                <w:rFonts w:cs="Arial"/>
                <w:b/>
                <w:bCs/>
                <w:szCs w:val="22"/>
                <w:highlight w:val="yellow"/>
              </w:rPr>
              <w:t xml:space="preserve">PPT </w:t>
            </w:r>
            <w:r w:rsidR="006121D0" w:rsidRPr="001A7B4B">
              <w:rPr>
                <w:rFonts w:cs="Arial"/>
                <w:b/>
                <w:bCs/>
                <w:szCs w:val="22"/>
                <w:highlight w:val="yellow"/>
              </w:rPr>
              <w:t>available</w:t>
            </w:r>
          </w:p>
        </w:tc>
        <w:tc>
          <w:tcPr>
            <w:tcW w:w="2199" w:type="dxa"/>
          </w:tcPr>
          <w:p w14:paraId="2BDE116D" w14:textId="77777777" w:rsidR="00625790" w:rsidRPr="001A7B4B" w:rsidRDefault="00625790" w:rsidP="00625790">
            <w:pPr>
              <w:pStyle w:val="Normalheadingblack"/>
              <w:rPr>
                <w:rFonts w:cs="Arial"/>
                <w:lang w:eastAsia="en-GB"/>
              </w:rPr>
            </w:pPr>
            <w:r w:rsidRPr="001A7B4B">
              <w:rPr>
                <w:rFonts w:cs="Arial"/>
                <w:lang w:eastAsia="en-GB"/>
              </w:rPr>
              <w:t>Outcome 1 – Plumbing and heating common knowledge criteria</w:t>
            </w:r>
          </w:p>
          <w:p w14:paraId="014F52E3" w14:textId="77777777" w:rsidR="00625790" w:rsidRPr="001A7B4B" w:rsidRDefault="00625790" w:rsidP="00625790">
            <w:pPr>
              <w:pStyle w:val="Normalheadingblack"/>
              <w:rPr>
                <w:rFonts w:cs="Arial"/>
                <w:szCs w:val="22"/>
                <w:lang w:eastAsia="en-GB"/>
              </w:rPr>
            </w:pPr>
          </w:p>
        </w:tc>
        <w:tc>
          <w:tcPr>
            <w:tcW w:w="3135" w:type="dxa"/>
          </w:tcPr>
          <w:p w14:paraId="5B2B86D9" w14:textId="77777777" w:rsidR="00625790" w:rsidRPr="001A7B4B" w:rsidRDefault="00625790" w:rsidP="00625790">
            <w:pPr>
              <w:rPr>
                <w:rFonts w:cs="Arial"/>
              </w:rPr>
            </w:pPr>
            <w:r w:rsidRPr="001A7B4B">
              <w:rPr>
                <w:rFonts w:cs="Arial"/>
              </w:rPr>
              <w:lastRenderedPageBreak/>
              <w:t>K1.31 Types of documentation</w:t>
            </w:r>
          </w:p>
          <w:p w14:paraId="2FE113C1" w14:textId="77777777" w:rsidR="00625790" w:rsidRPr="001A7B4B" w:rsidRDefault="00625790" w:rsidP="00625790">
            <w:pPr>
              <w:pStyle w:val="Normalheadingblack"/>
              <w:rPr>
                <w:rFonts w:cs="Arial"/>
                <w:szCs w:val="22"/>
              </w:rPr>
            </w:pPr>
          </w:p>
        </w:tc>
        <w:tc>
          <w:tcPr>
            <w:tcW w:w="5785" w:type="dxa"/>
          </w:tcPr>
          <w:p w14:paraId="1AEDCEBD" w14:textId="6D7869A3" w:rsidR="00625790" w:rsidRPr="001A7B4B" w:rsidRDefault="00625790" w:rsidP="006121D0">
            <w:pPr>
              <w:pStyle w:val="Normalheadingblue"/>
              <w:spacing w:before="0" w:after="0"/>
              <w:rPr>
                <w:rFonts w:cs="Arial"/>
                <w:color w:val="auto"/>
                <w:szCs w:val="22"/>
              </w:rPr>
            </w:pPr>
            <w:r w:rsidRPr="001A7B4B">
              <w:rPr>
                <w:rFonts w:cs="Arial"/>
                <w:color w:val="auto"/>
                <w:szCs w:val="22"/>
              </w:rPr>
              <w:t>Activities</w:t>
            </w:r>
            <w:r w:rsidR="006121D0" w:rsidRPr="001A7B4B">
              <w:rPr>
                <w:rFonts w:cs="Arial"/>
                <w:color w:val="auto"/>
                <w:szCs w:val="22"/>
              </w:rPr>
              <w:t>:</w:t>
            </w:r>
          </w:p>
          <w:p w14:paraId="3020F457" w14:textId="77777777" w:rsidR="00625790" w:rsidRPr="001A7B4B" w:rsidRDefault="00625790" w:rsidP="006121D0">
            <w:pPr>
              <w:pStyle w:val="Normalheadingblue"/>
              <w:spacing w:before="0" w:after="0"/>
              <w:rPr>
                <w:rFonts w:cs="Arial"/>
                <w:color w:val="auto"/>
                <w:szCs w:val="22"/>
              </w:rPr>
            </w:pPr>
            <w:r w:rsidRPr="001A7B4B">
              <w:rPr>
                <w:rFonts w:cs="Arial"/>
                <w:color w:val="auto"/>
                <w:szCs w:val="22"/>
              </w:rPr>
              <w:t>Starter task example:</w:t>
            </w:r>
          </w:p>
          <w:p w14:paraId="70B8FDAB" w14:textId="1977C2D6" w:rsidR="00B73992" w:rsidRPr="001A7B4B" w:rsidRDefault="00625790" w:rsidP="00117AED">
            <w:pPr>
              <w:pStyle w:val="Normalheadingblue"/>
              <w:spacing w:before="0" w:after="0"/>
              <w:rPr>
                <w:rFonts w:cs="Arial"/>
                <w:b w:val="0"/>
                <w:color w:val="auto"/>
                <w:szCs w:val="22"/>
              </w:rPr>
            </w:pPr>
            <w:r w:rsidRPr="001A7B4B">
              <w:rPr>
                <w:rFonts w:cs="Arial"/>
                <w:b w:val="0"/>
                <w:color w:val="auto"/>
                <w:szCs w:val="22"/>
              </w:rPr>
              <w:t xml:space="preserve">Start session by asking </w:t>
            </w:r>
            <w:r w:rsidR="00F502C8" w:rsidRPr="001A7B4B">
              <w:rPr>
                <w:rFonts w:cs="Arial"/>
                <w:b w:val="0"/>
                <w:color w:val="auto"/>
                <w:szCs w:val="22"/>
              </w:rPr>
              <w:t>students</w:t>
            </w:r>
            <w:r w:rsidRPr="001A7B4B">
              <w:rPr>
                <w:rFonts w:cs="Arial"/>
                <w:b w:val="0"/>
                <w:color w:val="auto"/>
                <w:szCs w:val="22"/>
              </w:rPr>
              <w:t xml:space="preserve"> to list 5 trade operations that may be present in a new build home and one task each trade may carry out. Discuss as a group.</w:t>
            </w:r>
          </w:p>
          <w:p w14:paraId="53FB5C90" w14:textId="76F51094" w:rsidR="00AC78D7" w:rsidRPr="001A7B4B" w:rsidRDefault="00AC78D7" w:rsidP="006121D0">
            <w:pPr>
              <w:pStyle w:val="Normalheadingblue"/>
              <w:spacing w:before="0" w:after="0"/>
              <w:ind w:left="3"/>
              <w:rPr>
                <w:rFonts w:cs="Arial"/>
                <w:b w:val="0"/>
                <w:color w:val="auto"/>
                <w:szCs w:val="22"/>
              </w:rPr>
            </w:pPr>
            <w:r w:rsidRPr="001A7B4B">
              <w:rPr>
                <w:rFonts w:cs="Arial"/>
                <w:bCs/>
                <w:color w:val="auto"/>
                <w:szCs w:val="22"/>
              </w:rPr>
              <w:lastRenderedPageBreak/>
              <w:t>Alternative:</w:t>
            </w:r>
            <w:r w:rsidRPr="001A7B4B">
              <w:rPr>
                <w:rFonts w:cs="Arial"/>
                <w:b w:val="0"/>
                <w:color w:val="auto"/>
                <w:szCs w:val="22"/>
              </w:rPr>
              <w:t xml:space="preserve"> Ask students to name three tools or documents they would use when planning work tasks, and why planning </w:t>
            </w:r>
            <w:r w:rsidR="00B73992" w:rsidRPr="001A7B4B">
              <w:rPr>
                <w:rFonts w:cs="Arial"/>
                <w:b w:val="0"/>
                <w:color w:val="auto"/>
                <w:szCs w:val="22"/>
              </w:rPr>
              <w:t>is critical to the success of a plumbing project</w:t>
            </w:r>
            <w:r w:rsidRPr="001A7B4B">
              <w:rPr>
                <w:rFonts w:cs="Arial"/>
                <w:b w:val="0"/>
                <w:color w:val="auto"/>
                <w:szCs w:val="22"/>
              </w:rPr>
              <w:t>.</w:t>
            </w:r>
          </w:p>
          <w:p w14:paraId="721BD609" w14:textId="77777777" w:rsidR="00625790" w:rsidRPr="001A7B4B" w:rsidRDefault="00625790" w:rsidP="006121D0">
            <w:pPr>
              <w:pStyle w:val="Normalheadingblue"/>
              <w:spacing w:before="0" w:after="0"/>
              <w:rPr>
                <w:rFonts w:cs="Arial"/>
                <w:color w:val="auto"/>
                <w:szCs w:val="22"/>
              </w:rPr>
            </w:pPr>
          </w:p>
          <w:p w14:paraId="30EF11C7" w14:textId="0AB037C1" w:rsidR="00625790" w:rsidRPr="001A7B4B" w:rsidRDefault="00625790" w:rsidP="006121D0">
            <w:pPr>
              <w:pStyle w:val="Normalheadingblue"/>
              <w:spacing w:before="0" w:after="0"/>
              <w:rPr>
                <w:rFonts w:cs="Arial"/>
                <w:color w:val="auto"/>
                <w:szCs w:val="22"/>
              </w:rPr>
            </w:pPr>
            <w:r w:rsidRPr="001A7B4B">
              <w:rPr>
                <w:rFonts w:cs="Arial"/>
                <w:color w:val="auto"/>
                <w:szCs w:val="22"/>
              </w:rPr>
              <w:t>Delivery</w:t>
            </w:r>
            <w:r w:rsidR="006121D0" w:rsidRPr="001A7B4B">
              <w:rPr>
                <w:rFonts w:cs="Arial"/>
                <w:color w:val="auto"/>
                <w:szCs w:val="22"/>
              </w:rPr>
              <w:t xml:space="preserve"> focus</w:t>
            </w:r>
            <w:r w:rsidRPr="001A7B4B">
              <w:rPr>
                <w:rFonts w:cs="Arial"/>
                <w:color w:val="auto"/>
                <w:szCs w:val="22"/>
              </w:rPr>
              <w:t>:</w:t>
            </w:r>
          </w:p>
          <w:p w14:paraId="79B9F973" w14:textId="18D1FE9F" w:rsidR="00521828" w:rsidRPr="001A7B4B" w:rsidRDefault="00521828" w:rsidP="006121D0">
            <w:pPr>
              <w:pStyle w:val="Normalheadingblue"/>
              <w:spacing w:before="0" w:after="0"/>
              <w:rPr>
                <w:rFonts w:cs="Arial"/>
                <w:b w:val="0"/>
                <w:bCs/>
                <w:color w:val="auto"/>
                <w:szCs w:val="22"/>
              </w:rPr>
            </w:pPr>
            <w:r w:rsidRPr="001A7B4B">
              <w:rPr>
                <w:rFonts w:cs="Arial"/>
                <w:b w:val="0"/>
                <w:bCs/>
                <w:color w:val="auto"/>
                <w:szCs w:val="22"/>
              </w:rPr>
              <w:t>Using PowerPoint</w:t>
            </w:r>
            <w:r w:rsidRPr="001A7B4B">
              <w:rPr>
                <w:rFonts w:cs="Arial"/>
                <w:color w:val="auto"/>
                <w:szCs w:val="22"/>
              </w:rPr>
              <w:t xml:space="preserve"> </w:t>
            </w:r>
            <w:r w:rsidRPr="00811B5D">
              <w:rPr>
                <w:rFonts w:cs="Arial"/>
                <w:color w:val="auto"/>
                <w:szCs w:val="22"/>
                <w:highlight w:val="yellow"/>
              </w:rPr>
              <w:t>K1.31 Work programmes including Gantt charts and Critical path planning</w:t>
            </w:r>
            <w:r w:rsidRPr="001A7B4B">
              <w:rPr>
                <w:rFonts w:cs="Arial"/>
                <w:b w:val="0"/>
                <w:bCs/>
                <w:color w:val="auto"/>
                <w:szCs w:val="22"/>
              </w:rPr>
              <w:t>, deliver the following content:</w:t>
            </w:r>
          </w:p>
          <w:p w14:paraId="6944C00E" w14:textId="49DFBC49" w:rsidR="00625790" w:rsidRPr="001A7B4B" w:rsidRDefault="00625790"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Tutor to discuss the purpose and use of work programmes within a construction project</w:t>
            </w:r>
            <w:r w:rsidR="006C21B3" w:rsidRPr="001A7B4B">
              <w:rPr>
                <w:rFonts w:cs="Arial"/>
                <w:b w:val="0"/>
                <w:color w:val="auto"/>
                <w:szCs w:val="22"/>
              </w:rPr>
              <w:t xml:space="preserve"> using </w:t>
            </w:r>
            <w:r w:rsidR="00763103" w:rsidRPr="001A7B4B">
              <w:rPr>
                <w:rFonts w:cs="Arial"/>
                <w:b w:val="0"/>
                <w:color w:val="auto"/>
                <w:szCs w:val="22"/>
              </w:rPr>
              <w:t>PowerPoint</w:t>
            </w:r>
            <w:r w:rsidR="006C21B3" w:rsidRPr="001A7B4B">
              <w:rPr>
                <w:rFonts w:cs="Arial"/>
                <w:b w:val="0"/>
                <w:color w:val="auto"/>
                <w:szCs w:val="22"/>
              </w:rPr>
              <w:t xml:space="preserve"> presentation.</w:t>
            </w:r>
          </w:p>
          <w:p w14:paraId="0D88D372" w14:textId="77777777" w:rsidR="00625790" w:rsidRPr="001A7B4B" w:rsidRDefault="00625790"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Distribute and examine a range of programmes including Gannt charts.</w:t>
            </w:r>
          </w:p>
          <w:p w14:paraId="552487A4" w14:textId="77777777" w:rsidR="00625790" w:rsidRPr="001A7B4B" w:rsidRDefault="00625790"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Discuss the term ‘Critical path’ and examine this within an example of a programme.</w:t>
            </w:r>
          </w:p>
          <w:p w14:paraId="75748680" w14:textId="77777777" w:rsidR="00625790" w:rsidRPr="001A7B4B" w:rsidRDefault="00625790"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Discuss the terms ‘productive’ and ‘non-productive’ in relation to work planning.</w:t>
            </w:r>
          </w:p>
          <w:p w14:paraId="1258DA3C" w14:textId="77777777" w:rsidR="00625790" w:rsidRPr="001A7B4B" w:rsidRDefault="00625790"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Introduce the term ‘BIM’ and discuss how this is used to monitor work programs.</w:t>
            </w:r>
          </w:p>
          <w:p w14:paraId="75B8DB7A" w14:textId="77777777" w:rsidR="00625790" w:rsidRPr="001A7B4B" w:rsidRDefault="00625790" w:rsidP="006121D0">
            <w:pPr>
              <w:pStyle w:val="Normalheadingblue"/>
              <w:spacing w:before="0" w:after="0"/>
              <w:ind w:left="284"/>
              <w:rPr>
                <w:rFonts w:cs="Arial"/>
                <w:color w:val="auto"/>
                <w:szCs w:val="22"/>
              </w:rPr>
            </w:pPr>
          </w:p>
          <w:p w14:paraId="6668A85B" w14:textId="060B5C24" w:rsidR="00625790" w:rsidRPr="001A7B4B" w:rsidRDefault="00625790" w:rsidP="006121D0">
            <w:pPr>
              <w:pStyle w:val="Normalheadingblue"/>
              <w:spacing w:before="0" w:after="0"/>
              <w:rPr>
                <w:rFonts w:cs="Arial"/>
                <w:color w:val="auto"/>
                <w:szCs w:val="22"/>
              </w:rPr>
            </w:pPr>
            <w:r w:rsidRPr="001A7B4B">
              <w:rPr>
                <w:rFonts w:cs="Arial"/>
                <w:color w:val="auto"/>
                <w:szCs w:val="22"/>
              </w:rPr>
              <w:t xml:space="preserve">Knowledge </w:t>
            </w:r>
            <w:r w:rsidR="006121D0" w:rsidRPr="001A7B4B">
              <w:rPr>
                <w:rFonts w:cs="Arial"/>
                <w:color w:val="auto"/>
                <w:szCs w:val="22"/>
              </w:rPr>
              <w:t>C</w:t>
            </w:r>
            <w:r w:rsidRPr="001A7B4B">
              <w:rPr>
                <w:rFonts w:cs="Arial"/>
                <w:color w:val="auto"/>
                <w:szCs w:val="22"/>
              </w:rPr>
              <w:t>heck example:</w:t>
            </w:r>
          </w:p>
          <w:p w14:paraId="580F869F" w14:textId="33780C6A" w:rsidR="00625790" w:rsidRPr="001A7B4B" w:rsidRDefault="00625790"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 xml:space="preserve">Set task for </w:t>
            </w:r>
            <w:r w:rsidR="00F502C8" w:rsidRPr="001A7B4B">
              <w:rPr>
                <w:rFonts w:cs="Arial"/>
                <w:b w:val="0"/>
                <w:color w:val="auto"/>
                <w:szCs w:val="22"/>
              </w:rPr>
              <w:t>students</w:t>
            </w:r>
            <w:r w:rsidRPr="001A7B4B">
              <w:rPr>
                <w:rFonts w:cs="Arial"/>
                <w:b w:val="0"/>
                <w:color w:val="auto"/>
                <w:szCs w:val="22"/>
              </w:rPr>
              <w:t xml:space="preserve"> to produce a simple work programme which includes a small number of trades such as installing a new bathroom. Allow </w:t>
            </w:r>
            <w:r w:rsidR="00F502C8" w:rsidRPr="001A7B4B">
              <w:rPr>
                <w:rFonts w:cs="Arial"/>
                <w:b w:val="0"/>
                <w:color w:val="auto"/>
                <w:szCs w:val="22"/>
              </w:rPr>
              <w:t>students</w:t>
            </w:r>
            <w:r w:rsidRPr="001A7B4B">
              <w:rPr>
                <w:rFonts w:cs="Arial"/>
                <w:b w:val="0"/>
                <w:color w:val="auto"/>
                <w:szCs w:val="22"/>
              </w:rPr>
              <w:t xml:space="preserve"> time to complete and discuss the outcome in the next session.</w:t>
            </w:r>
          </w:p>
          <w:p w14:paraId="66AC5A40" w14:textId="77777777" w:rsidR="00625790" w:rsidRPr="001A7B4B" w:rsidRDefault="00625790" w:rsidP="006121D0">
            <w:pPr>
              <w:pStyle w:val="Normalheadingblue"/>
              <w:spacing w:before="0" w:after="0"/>
              <w:rPr>
                <w:rFonts w:cs="Arial"/>
                <w:color w:val="auto"/>
                <w:szCs w:val="22"/>
              </w:rPr>
            </w:pPr>
          </w:p>
          <w:p w14:paraId="7D0F36F1" w14:textId="7CDA8AC5" w:rsidR="00625790" w:rsidRPr="001A7B4B" w:rsidRDefault="00625790" w:rsidP="006121D0">
            <w:pPr>
              <w:pStyle w:val="Normalheadingblue"/>
              <w:spacing w:before="0" w:after="0"/>
              <w:rPr>
                <w:rFonts w:cs="Arial"/>
                <w:color w:val="auto"/>
                <w:szCs w:val="22"/>
              </w:rPr>
            </w:pPr>
            <w:r w:rsidRPr="001A7B4B">
              <w:rPr>
                <w:rFonts w:cs="Arial"/>
                <w:color w:val="auto"/>
                <w:szCs w:val="22"/>
              </w:rPr>
              <w:lastRenderedPageBreak/>
              <w:t>Resources</w:t>
            </w:r>
            <w:r w:rsidR="006121D0" w:rsidRPr="001A7B4B">
              <w:rPr>
                <w:rFonts w:cs="Arial"/>
                <w:color w:val="auto"/>
                <w:szCs w:val="22"/>
              </w:rPr>
              <w:t>:</w:t>
            </w:r>
          </w:p>
          <w:p w14:paraId="42541324" w14:textId="77777777" w:rsidR="00CF15AD" w:rsidRPr="001A7B4B" w:rsidRDefault="00763103" w:rsidP="006121D0">
            <w:pPr>
              <w:pStyle w:val="Normalheadingblue"/>
              <w:spacing w:before="0" w:after="0"/>
              <w:rPr>
                <w:rFonts w:cs="Arial"/>
                <w:b w:val="0"/>
                <w:color w:val="auto"/>
                <w:szCs w:val="22"/>
              </w:rPr>
            </w:pPr>
            <w:r w:rsidRPr="001A7B4B">
              <w:rPr>
                <w:rFonts w:cs="Arial"/>
                <w:b w:val="0"/>
                <w:color w:val="auto"/>
                <w:szCs w:val="22"/>
              </w:rPr>
              <w:t>PowerPoint</w:t>
            </w:r>
            <w:r w:rsidR="00C32237" w:rsidRPr="001A7B4B">
              <w:rPr>
                <w:rFonts w:cs="Arial"/>
                <w:b w:val="0"/>
                <w:color w:val="auto"/>
                <w:szCs w:val="22"/>
              </w:rPr>
              <w:t>:</w:t>
            </w:r>
            <w:r w:rsidR="00CF15AD" w:rsidRPr="001A7B4B">
              <w:rPr>
                <w:rFonts w:cs="Arial"/>
                <w:b w:val="0"/>
                <w:color w:val="auto"/>
                <w:szCs w:val="22"/>
              </w:rPr>
              <w:t xml:space="preserve"> </w:t>
            </w:r>
            <w:r w:rsidR="00C32237" w:rsidRPr="001A7B4B">
              <w:rPr>
                <w:rFonts w:cs="Arial"/>
                <w:bCs/>
                <w:color w:val="auto"/>
                <w:szCs w:val="22"/>
              </w:rPr>
              <w:t>K1.31 Work programmes including Gantt charts and Critical path planning</w:t>
            </w:r>
          </w:p>
          <w:p w14:paraId="7BABB208" w14:textId="77C6C8C8" w:rsidR="00625790" w:rsidRPr="001A7B4B" w:rsidRDefault="00625790" w:rsidP="006121D0">
            <w:pPr>
              <w:pStyle w:val="Normalheadingblue"/>
              <w:spacing w:before="0" w:after="0"/>
              <w:rPr>
                <w:rFonts w:cs="Arial"/>
                <w:b w:val="0"/>
                <w:color w:val="auto"/>
                <w:szCs w:val="22"/>
              </w:rPr>
            </w:pPr>
            <w:r w:rsidRPr="001A7B4B">
              <w:rPr>
                <w:rFonts w:cs="Arial"/>
                <w:b w:val="0"/>
                <w:color w:val="auto"/>
                <w:szCs w:val="22"/>
              </w:rPr>
              <w:t>Examples of work programmes / Gan</w:t>
            </w:r>
            <w:r w:rsidR="00CF15AD" w:rsidRPr="001A7B4B">
              <w:rPr>
                <w:rFonts w:cs="Arial"/>
                <w:b w:val="0"/>
                <w:color w:val="auto"/>
                <w:szCs w:val="22"/>
              </w:rPr>
              <w:t>t</w:t>
            </w:r>
            <w:r w:rsidRPr="001A7B4B">
              <w:rPr>
                <w:rFonts w:cs="Arial"/>
                <w:b w:val="0"/>
                <w:color w:val="auto"/>
                <w:szCs w:val="22"/>
              </w:rPr>
              <w:t>t Charts</w:t>
            </w:r>
          </w:p>
          <w:p w14:paraId="04D9C8A8" w14:textId="227A4151" w:rsidR="00625790" w:rsidRPr="001A7B4B" w:rsidRDefault="00625790" w:rsidP="006121D0">
            <w:pPr>
              <w:pStyle w:val="Normalheadingblue"/>
              <w:spacing w:before="0" w:after="0"/>
              <w:rPr>
                <w:rFonts w:cs="Arial"/>
                <w:color w:val="auto"/>
                <w:szCs w:val="22"/>
              </w:rPr>
            </w:pPr>
          </w:p>
        </w:tc>
        <w:tc>
          <w:tcPr>
            <w:tcW w:w="2246" w:type="dxa"/>
          </w:tcPr>
          <w:p w14:paraId="31F3904D" w14:textId="77EFFF8E" w:rsidR="00DD207A" w:rsidRDefault="008A57D2" w:rsidP="006121D0">
            <w:pPr>
              <w:spacing w:before="0" w:after="0"/>
            </w:pPr>
            <w:r>
              <w:lastRenderedPageBreak/>
              <w:t>Q&amp;A</w:t>
            </w:r>
            <w:r>
              <w:br/>
            </w:r>
            <w:r>
              <w:br/>
              <w:t>Produce simple work programme</w:t>
            </w:r>
            <w:r>
              <w:br/>
              <w:t xml:space="preserve">Maths skills </w:t>
            </w:r>
            <w:r>
              <w:lastRenderedPageBreak/>
              <w:t>(measurement, scale, calculation, costing)</w:t>
            </w:r>
            <w:r>
              <w:br/>
              <w:t>English skills (reading, writing, technical vocabulary)</w:t>
            </w:r>
          </w:p>
        </w:tc>
      </w:tr>
      <w:tr w:rsidR="0042725F" w:rsidRPr="00634DF8" w14:paraId="7129C4EE" w14:textId="77777777" w:rsidTr="24BA986D">
        <w:trPr>
          <w:trHeight w:val="300"/>
          <w:jc w:val="center"/>
        </w:trPr>
        <w:tc>
          <w:tcPr>
            <w:tcW w:w="1297" w:type="dxa"/>
          </w:tcPr>
          <w:p w14:paraId="096BB994" w14:textId="77777777" w:rsidR="0042725F" w:rsidRPr="001A7B4B" w:rsidRDefault="0042725F" w:rsidP="0042725F">
            <w:pPr>
              <w:jc w:val="center"/>
              <w:rPr>
                <w:rFonts w:cs="Arial"/>
                <w:b/>
                <w:bCs/>
                <w:szCs w:val="22"/>
              </w:rPr>
            </w:pPr>
            <w:r w:rsidRPr="001A7B4B">
              <w:rPr>
                <w:rFonts w:cs="Arial"/>
                <w:b/>
                <w:bCs/>
                <w:szCs w:val="22"/>
              </w:rPr>
              <w:lastRenderedPageBreak/>
              <w:t>31</w:t>
            </w:r>
          </w:p>
          <w:p w14:paraId="04BB0B3B" w14:textId="77777777" w:rsidR="0042725F" w:rsidRPr="001A7B4B" w:rsidRDefault="0042725F" w:rsidP="0042725F">
            <w:pPr>
              <w:jc w:val="center"/>
              <w:rPr>
                <w:rFonts w:cs="Arial"/>
                <w:szCs w:val="22"/>
              </w:rPr>
            </w:pPr>
            <w:r w:rsidRPr="001A7B4B">
              <w:rPr>
                <w:rFonts w:cs="Arial"/>
                <w:szCs w:val="22"/>
              </w:rPr>
              <w:t>3 hours</w:t>
            </w:r>
          </w:p>
        </w:tc>
        <w:tc>
          <w:tcPr>
            <w:tcW w:w="2199" w:type="dxa"/>
          </w:tcPr>
          <w:p w14:paraId="16AA8D36" w14:textId="77777777" w:rsidR="0042725F" w:rsidRPr="001A7B4B" w:rsidRDefault="0042725F" w:rsidP="0042725F">
            <w:pPr>
              <w:pStyle w:val="Normalheadingblack"/>
              <w:rPr>
                <w:rFonts w:cs="Arial"/>
                <w:lang w:eastAsia="en-GB"/>
              </w:rPr>
            </w:pPr>
            <w:r w:rsidRPr="001A7B4B">
              <w:rPr>
                <w:rFonts w:cs="Arial"/>
                <w:lang w:eastAsia="en-GB"/>
              </w:rPr>
              <w:t>Outcome 1 – Plumbing and heating common knowledge criteria</w:t>
            </w:r>
          </w:p>
          <w:p w14:paraId="27F7FBA1" w14:textId="77777777" w:rsidR="0042725F" w:rsidRPr="001A7B4B" w:rsidRDefault="0042725F" w:rsidP="0042725F">
            <w:pPr>
              <w:pStyle w:val="Normalheadingblack"/>
              <w:rPr>
                <w:rFonts w:cs="Arial"/>
                <w:szCs w:val="22"/>
                <w:lang w:eastAsia="en-GB"/>
              </w:rPr>
            </w:pPr>
          </w:p>
        </w:tc>
        <w:tc>
          <w:tcPr>
            <w:tcW w:w="3135" w:type="dxa"/>
          </w:tcPr>
          <w:p w14:paraId="6F7D0D00" w14:textId="77777777" w:rsidR="0042725F" w:rsidRPr="001A7B4B" w:rsidRDefault="0042725F" w:rsidP="0042725F">
            <w:pPr>
              <w:rPr>
                <w:rFonts w:cs="Arial"/>
              </w:rPr>
            </w:pPr>
            <w:r w:rsidRPr="001A7B4B">
              <w:rPr>
                <w:rFonts w:cs="Arial"/>
              </w:rPr>
              <w:t>K1.31 Types of documentation</w:t>
            </w:r>
          </w:p>
          <w:p w14:paraId="2B68BE13" w14:textId="77777777" w:rsidR="0042725F" w:rsidRPr="001A7B4B" w:rsidRDefault="0042725F" w:rsidP="0042725F">
            <w:pPr>
              <w:pStyle w:val="Normalheadingblack"/>
              <w:rPr>
                <w:rFonts w:cs="Arial"/>
                <w:szCs w:val="22"/>
              </w:rPr>
            </w:pPr>
          </w:p>
        </w:tc>
        <w:tc>
          <w:tcPr>
            <w:tcW w:w="5785" w:type="dxa"/>
          </w:tcPr>
          <w:p w14:paraId="6D763D98" w14:textId="1EC97B41" w:rsidR="0042725F" w:rsidRPr="001A7B4B" w:rsidRDefault="0042725F" w:rsidP="0062723C">
            <w:pPr>
              <w:pStyle w:val="Normalheadingblue"/>
              <w:spacing w:before="0" w:after="0"/>
              <w:rPr>
                <w:rFonts w:cs="Arial"/>
                <w:color w:val="auto"/>
                <w:szCs w:val="22"/>
              </w:rPr>
            </w:pPr>
            <w:r w:rsidRPr="001A7B4B">
              <w:rPr>
                <w:rFonts w:cs="Arial"/>
                <w:color w:val="auto"/>
                <w:szCs w:val="22"/>
              </w:rPr>
              <w:t>Activities</w:t>
            </w:r>
            <w:r w:rsidR="007E2A28" w:rsidRPr="001A7B4B">
              <w:rPr>
                <w:rFonts w:cs="Arial"/>
                <w:color w:val="auto"/>
                <w:szCs w:val="22"/>
              </w:rPr>
              <w:t>:</w:t>
            </w:r>
          </w:p>
          <w:p w14:paraId="6C25D6F1" w14:textId="77777777" w:rsidR="0042725F" w:rsidRPr="001A7B4B" w:rsidRDefault="0042725F" w:rsidP="0062723C">
            <w:pPr>
              <w:pStyle w:val="Normalheadingblue"/>
              <w:spacing w:before="0" w:after="0"/>
              <w:rPr>
                <w:rFonts w:cs="Arial"/>
                <w:color w:val="auto"/>
                <w:szCs w:val="22"/>
              </w:rPr>
            </w:pPr>
            <w:r w:rsidRPr="001A7B4B">
              <w:rPr>
                <w:rFonts w:cs="Arial"/>
                <w:color w:val="auto"/>
                <w:szCs w:val="22"/>
              </w:rPr>
              <w:t>Starter task example:</w:t>
            </w:r>
          </w:p>
          <w:p w14:paraId="02B3DCF5" w14:textId="0A085F63" w:rsidR="0042725F" w:rsidRPr="001A7B4B" w:rsidRDefault="0042725F" w:rsidP="0062723C">
            <w:pPr>
              <w:pStyle w:val="Normalheadingblue"/>
              <w:spacing w:before="0" w:after="0"/>
              <w:ind w:left="3"/>
              <w:rPr>
                <w:rFonts w:cs="Arial"/>
                <w:b w:val="0"/>
                <w:color w:val="auto"/>
                <w:szCs w:val="22"/>
              </w:rPr>
            </w:pPr>
            <w:r w:rsidRPr="001A7B4B">
              <w:rPr>
                <w:rFonts w:cs="Arial"/>
                <w:b w:val="0"/>
                <w:color w:val="auto"/>
                <w:szCs w:val="22"/>
              </w:rPr>
              <w:t xml:space="preserve">Look at BIM software and examples of BIM such as </w:t>
            </w:r>
            <w:hyperlink r:id="rId23" w:history="1">
              <w:r w:rsidRPr="001A7B4B">
                <w:rPr>
                  <w:rStyle w:val="Hyperlink"/>
                  <w:b w:val="0"/>
                  <w:color w:val="auto"/>
                </w:rPr>
                <w:t xml:space="preserve">(3) What Is BIM (Building Information </w:t>
              </w:r>
              <w:r w:rsidR="00C32875" w:rsidRPr="001A7B4B">
                <w:rPr>
                  <w:rStyle w:val="Hyperlink"/>
                  <w:b w:val="0"/>
                  <w:color w:val="auto"/>
                </w:rPr>
                <w:t>Modelling</w:t>
              </w:r>
              <w:r w:rsidRPr="001A7B4B">
                <w:rPr>
                  <w:rStyle w:val="Hyperlink"/>
                  <w:b w:val="0"/>
                  <w:color w:val="auto"/>
                </w:rPr>
                <w:t>)? - YouTube</w:t>
              </w:r>
            </w:hyperlink>
          </w:p>
          <w:p w14:paraId="49304ACA" w14:textId="77777777" w:rsidR="0042725F" w:rsidRPr="001A7B4B" w:rsidRDefault="0042725F" w:rsidP="0062723C">
            <w:pPr>
              <w:pStyle w:val="Normalheadingblue"/>
              <w:spacing w:before="0" w:after="0"/>
              <w:rPr>
                <w:rFonts w:cs="Arial"/>
                <w:color w:val="auto"/>
                <w:szCs w:val="22"/>
              </w:rPr>
            </w:pPr>
          </w:p>
          <w:p w14:paraId="367DD282" w14:textId="34AFA4F8" w:rsidR="0042725F" w:rsidRPr="001A7B4B" w:rsidRDefault="0042725F" w:rsidP="0062723C">
            <w:pPr>
              <w:pStyle w:val="Normalheadingblue"/>
              <w:spacing w:before="0" w:after="0"/>
              <w:rPr>
                <w:rFonts w:cs="Arial"/>
                <w:color w:val="auto"/>
                <w:szCs w:val="22"/>
              </w:rPr>
            </w:pPr>
            <w:r w:rsidRPr="001A7B4B">
              <w:rPr>
                <w:rFonts w:cs="Arial"/>
                <w:color w:val="auto"/>
                <w:szCs w:val="22"/>
              </w:rPr>
              <w:t>Delivery</w:t>
            </w:r>
            <w:r w:rsidR="007E2A28" w:rsidRPr="001A7B4B">
              <w:rPr>
                <w:rFonts w:cs="Arial"/>
                <w:color w:val="auto"/>
                <w:szCs w:val="22"/>
              </w:rPr>
              <w:t xml:space="preserve"> focus</w:t>
            </w:r>
            <w:r w:rsidRPr="001A7B4B">
              <w:rPr>
                <w:rFonts w:cs="Arial"/>
                <w:color w:val="auto"/>
                <w:szCs w:val="22"/>
              </w:rPr>
              <w:t>:</w:t>
            </w:r>
          </w:p>
          <w:p w14:paraId="14019CAC" w14:textId="2EF62E3C" w:rsidR="0042725F" w:rsidRPr="001A7B4B" w:rsidRDefault="0042725F" w:rsidP="002C017C">
            <w:pPr>
              <w:pStyle w:val="Normalheadingblue"/>
              <w:numPr>
                <w:ilvl w:val="0"/>
                <w:numId w:val="4"/>
              </w:numPr>
              <w:spacing w:before="0" w:after="0"/>
              <w:ind w:left="284" w:hanging="284"/>
              <w:rPr>
                <w:rFonts w:cs="Arial"/>
                <w:b w:val="0"/>
                <w:color w:val="auto"/>
                <w:szCs w:val="22"/>
              </w:rPr>
            </w:pPr>
            <w:r w:rsidRPr="001A7B4B">
              <w:rPr>
                <w:rFonts w:cs="Arial"/>
                <w:color w:val="auto"/>
                <w:szCs w:val="22"/>
              </w:rPr>
              <w:t>Work programmes continued</w:t>
            </w:r>
            <w:r w:rsidRPr="001A7B4B">
              <w:rPr>
                <w:rFonts w:cs="Arial"/>
                <w:b w:val="0"/>
                <w:color w:val="auto"/>
                <w:szCs w:val="22"/>
              </w:rPr>
              <w:t xml:space="preserve"> – </w:t>
            </w:r>
            <w:r w:rsidR="00116A2E" w:rsidRPr="001A7B4B">
              <w:rPr>
                <w:rFonts w:cs="Arial"/>
                <w:b w:val="0"/>
                <w:color w:val="auto"/>
                <w:szCs w:val="22"/>
              </w:rPr>
              <w:t>Students</w:t>
            </w:r>
            <w:r w:rsidRPr="001A7B4B">
              <w:rPr>
                <w:rFonts w:cs="Arial"/>
                <w:b w:val="0"/>
                <w:color w:val="auto"/>
                <w:szCs w:val="22"/>
              </w:rPr>
              <w:t xml:space="preserve"> are to complete the work from previous session where they were producing a work programme / Gannt chart for a small project.</w:t>
            </w:r>
          </w:p>
          <w:p w14:paraId="1CE424FD" w14:textId="77777777" w:rsidR="0042725F" w:rsidRPr="001A7B4B" w:rsidRDefault="0042725F"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Tutor to show pre worked example of a solution to the programme and discuss and a class.</w:t>
            </w:r>
          </w:p>
          <w:p w14:paraId="776BC1B8" w14:textId="360BA5F4" w:rsidR="0042725F" w:rsidRPr="001A7B4B" w:rsidRDefault="0042725F"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 xml:space="preserve">Introduce the term ‘Specification’ and ask </w:t>
            </w:r>
            <w:r w:rsidR="00F502C8" w:rsidRPr="001A7B4B">
              <w:rPr>
                <w:rFonts w:cs="Arial"/>
                <w:b w:val="0"/>
                <w:color w:val="auto"/>
                <w:szCs w:val="22"/>
              </w:rPr>
              <w:t>students</w:t>
            </w:r>
            <w:r w:rsidRPr="001A7B4B">
              <w:rPr>
                <w:rFonts w:cs="Arial"/>
                <w:b w:val="0"/>
                <w:color w:val="auto"/>
                <w:szCs w:val="22"/>
              </w:rPr>
              <w:t xml:space="preserve"> to identify the term. </w:t>
            </w:r>
          </w:p>
          <w:p w14:paraId="7BF39871" w14:textId="77777777" w:rsidR="0042725F" w:rsidRPr="001A7B4B" w:rsidRDefault="0042725F"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 xml:space="preserve">Show examples of specifications from P&amp;H projects and examine the content and scope of these as a group. </w:t>
            </w:r>
          </w:p>
          <w:p w14:paraId="757256CF" w14:textId="77777777" w:rsidR="0042725F" w:rsidRPr="001A7B4B" w:rsidRDefault="0042725F" w:rsidP="0062723C">
            <w:pPr>
              <w:pStyle w:val="Normalheadingblue"/>
              <w:spacing w:before="0" w:after="0"/>
              <w:rPr>
                <w:rFonts w:cs="Arial"/>
                <w:color w:val="auto"/>
                <w:szCs w:val="22"/>
              </w:rPr>
            </w:pPr>
          </w:p>
          <w:p w14:paraId="3E793BD6" w14:textId="4BE99E9A" w:rsidR="0042725F" w:rsidRPr="001A7B4B" w:rsidRDefault="0042725F" w:rsidP="0062723C">
            <w:pPr>
              <w:pStyle w:val="Normalheadingblue"/>
              <w:spacing w:before="0" w:after="0"/>
              <w:rPr>
                <w:rFonts w:cs="Arial"/>
                <w:color w:val="auto"/>
                <w:szCs w:val="22"/>
              </w:rPr>
            </w:pPr>
            <w:r w:rsidRPr="001A7B4B">
              <w:rPr>
                <w:rFonts w:cs="Arial"/>
                <w:color w:val="auto"/>
                <w:szCs w:val="22"/>
              </w:rPr>
              <w:t xml:space="preserve">Knowledge </w:t>
            </w:r>
            <w:r w:rsidR="007E2A28" w:rsidRPr="001A7B4B">
              <w:rPr>
                <w:rFonts w:cs="Arial"/>
                <w:color w:val="auto"/>
                <w:szCs w:val="22"/>
              </w:rPr>
              <w:t>C</w:t>
            </w:r>
            <w:r w:rsidRPr="001A7B4B">
              <w:rPr>
                <w:rFonts w:cs="Arial"/>
                <w:color w:val="auto"/>
                <w:szCs w:val="22"/>
              </w:rPr>
              <w:t>heck example:</w:t>
            </w:r>
          </w:p>
          <w:p w14:paraId="4BF9454D" w14:textId="206401B8" w:rsidR="0042725F" w:rsidRPr="001A7B4B" w:rsidRDefault="0042725F" w:rsidP="0062723C">
            <w:pPr>
              <w:pStyle w:val="Normalheadingblue"/>
              <w:spacing w:before="0" w:after="0"/>
              <w:rPr>
                <w:rFonts w:cs="Arial"/>
                <w:b w:val="0"/>
                <w:color w:val="auto"/>
                <w:szCs w:val="22"/>
              </w:rPr>
            </w:pPr>
            <w:r w:rsidRPr="001A7B4B">
              <w:rPr>
                <w:rFonts w:cs="Arial"/>
                <w:b w:val="0"/>
                <w:color w:val="auto"/>
                <w:szCs w:val="22"/>
              </w:rPr>
              <w:t xml:space="preserve">Set task for </w:t>
            </w:r>
            <w:r w:rsidR="00F502C8" w:rsidRPr="001A7B4B">
              <w:rPr>
                <w:rFonts w:cs="Arial"/>
                <w:b w:val="0"/>
                <w:color w:val="auto"/>
                <w:szCs w:val="22"/>
              </w:rPr>
              <w:t>students</w:t>
            </w:r>
            <w:r w:rsidRPr="001A7B4B">
              <w:rPr>
                <w:rFonts w:cs="Arial"/>
                <w:b w:val="0"/>
                <w:color w:val="auto"/>
                <w:szCs w:val="22"/>
              </w:rPr>
              <w:t xml:space="preserve"> to produce a simple specification including materials and workmanship for the bathroom project in previous session. </w:t>
            </w:r>
            <w:r w:rsidR="00116A2E" w:rsidRPr="001A7B4B">
              <w:rPr>
                <w:rFonts w:cs="Arial"/>
                <w:b w:val="0"/>
                <w:color w:val="auto"/>
                <w:szCs w:val="22"/>
              </w:rPr>
              <w:t>Students</w:t>
            </w:r>
            <w:r w:rsidRPr="001A7B4B">
              <w:rPr>
                <w:rFonts w:cs="Arial"/>
                <w:b w:val="0"/>
                <w:color w:val="auto"/>
                <w:szCs w:val="22"/>
              </w:rPr>
              <w:t xml:space="preserve"> to produce a suitable materials and workmanship specification as </w:t>
            </w:r>
            <w:r w:rsidRPr="001A7B4B">
              <w:rPr>
                <w:rFonts w:cs="Arial"/>
                <w:b w:val="0"/>
                <w:color w:val="auto"/>
                <w:szCs w:val="22"/>
              </w:rPr>
              <w:lastRenderedPageBreak/>
              <w:t>directed by tutor. On completion use peer marking and tutor led discussion to review work.</w:t>
            </w:r>
          </w:p>
          <w:p w14:paraId="34E47C88" w14:textId="77777777" w:rsidR="0042725F" w:rsidRPr="001A7B4B" w:rsidRDefault="0042725F" w:rsidP="0062723C">
            <w:pPr>
              <w:pStyle w:val="Normalheadingblue"/>
              <w:spacing w:before="0" w:after="0"/>
              <w:rPr>
                <w:rFonts w:cs="Arial"/>
                <w:color w:val="auto"/>
                <w:szCs w:val="22"/>
              </w:rPr>
            </w:pPr>
          </w:p>
          <w:p w14:paraId="3C8A33EA" w14:textId="5C766684" w:rsidR="0042725F" w:rsidRPr="001A7B4B" w:rsidRDefault="0042725F" w:rsidP="0062723C">
            <w:pPr>
              <w:pStyle w:val="Normalheadingblue"/>
              <w:spacing w:before="0" w:after="0"/>
              <w:rPr>
                <w:rFonts w:cs="Arial"/>
                <w:color w:val="auto"/>
                <w:szCs w:val="22"/>
              </w:rPr>
            </w:pPr>
            <w:r w:rsidRPr="001A7B4B">
              <w:rPr>
                <w:rFonts w:cs="Arial"/>
                <w:color w:val="auto"/>
                <w:szCs w:val="22"/>
              </w:rPr>
              <w:t>Resources</w:t>
            </w:r>
            <w:r w:rsidR="007E2A28" w:rsidRPr="001A7B4B">
              <w:rPr>
                <w:rFonts w:cs="Arial"/>
                <w:color w:val="auto"/>
                <w:szCs w:val="22"/>
              </w:rPr>
              <w:t>:</w:t>
            </w:r>
          </w:p>
          <w:p w14:paraId="04391EB8" w14:textId="77777777" w:rsidR="0042725F" w:rsidRPr="001A7B4B" w:rsidRDefault="0042725F" w:rsidP="00D35B61">
            <w:pPr>
              <w:pStyle w:val="Normalheadingblue"/>
              <w:spacing w:before="0" w:after="0"/>
              <w:rPr>
                <w:rFonts w:cs="Arial"/>
                <w:b w:val="0"/>
                <w:color w:val="auto"/>
                <w:szCs w:val="22"/>
              </w:rPr>
            </w:pPr>
            <w:r w:rsidRPr="001A7B4B">
              <w:rPr>
                <w:rFonts w:cs="Arial"/>
                <w:b w:val="0"/>
                <w:color w:val="auto"/>
                <w:szCs w:val="22"/>
              </w:rPr>
              <w:t xml:space="preserve">Examples of Job </w:t>
            </w:r>
            <w:r w:rsidR="007E2A28" w:rsidRPr="001A7B4B">
              <w:rPr>
                <w:rFonts w:cs="Arial"/>
                <w:b w:val="0"/>
                <w:color w:val="auto"/>
                <w:szCs w:val="22"/>
              </w:rPr>
              <w:t>Specifications</w:t>
            </w:r>
          </w:p>
          <w:p w14:paraId="350A488C" w14:textId="6509A7E4" w:rsidR="00D35B61" w:rsidRPr="001A7B4B" w:rsidRDefault="00D35B61" w:rsidP="00D35B61">
            <w:pPr>
              <w:pStyle w:val="Normalheadingblue"/>
              <w:spacing w:before="0" w:after="0"/>
              <w:rPr>
                <w:rFonts w:cs="Arial"/>
                <w:b w:val="0"/>
                <w:color w:val="auto"/>
                <w:szCs w:val="22"/>
              </w:rPr>
            </w:pPr>
          </w:p>
        </w:tc>
        <w:tc>
          <w:tcPr>
            <w:tcW w:w="2246" w:type="dxa"/>
          </w:tcPr>
          <w:p w14:paraId="668E0384" w14:textId="77777777" w:rsidR="00DD207A" w:rsidRDefault="008A57D2" w:rsidP="0062723C">
            <w:pPr>
              <w:spacing w:before="0" w:after="0"/>
            </w:pPr>
            <w:r>
              <w:lastRenderedPageBreak/>
              <w:t>Produce simple specification</w:t>
            </w:r>
            <w:r>
              <w:br/>
              <w:t>English skills (reading, writing, technical vocabulary)</w:t>
            </w:r>
          </w:p>
        </w:tc>
      </w:tr>
      <w:tr w:rsidR="006C084A" w:rsidRPr="00634DF8" w14:paraId="33FB339F" w14:textId="77777777" w:rsidTr="24BA986D">
        <w:trPr>
          <w:trHeight w:val="300"/>
          <w:jc w:val="center"/>
        </w:trPr>
        <w:tc>
          <w:tcPr>
            <w:tcW w:w="1297" w:type="dxa"/>
          </w:tcPr>
          <w:p w14:paraId="6A74C077" w14:textId="77777777" w:rsidR="006C084A" w:rsidRPr="001A7B4B" w:rsidRDefault="006C084A" w:rsidP="006C084A">
            <w:pPr>
              <w:jc w:val="center"/>
              <w:rPr>
                <w:rFonts w:cs="Arial"/>
                <w:b/>
                <w:bCs/>
                <w:szCs w:val="22"/>
              </w:rPr>
            </w:pPr>
            <w:r w:rsidRPr="001A7B4B">
              <w:rPr>
                <w:rFonts w:cs="Arial"/>
                <w:b/>
                <w:bCs/>
                <w:szCs w:val="22"/>
              </w:rPr>
              <w:t>32</w:t>
            </w:r>
          </w:p>
          <w:p w14:paraId="1C08858D" w14:textId="77777777" w:rsidR="006C084A" w:rsidRPr="001A7B4B" w:rsidRDefault="006C084A" w:rsidP="006C084A">
            <w:pPr>
              <w:jc w:val="center"/>
              <w:rPr>
                <w:rFonts w:cs="Arial"/>
                <w:szCs w:val="22"/>
              </w:rPr>
            </w:pPr>
            <w:r w:rsidRPr="001A7B4B">
              <w:rPr>
                <w:rFonts w:cs="Arial"/>
                <w:szCs w:val="22"/>
              </w:rPr>
              <w:t>3 hours</w:t>
            </w:r>
          </w:p>
        </w:tc>
        <w:tc>
          <w:tcPr>
            <w:tcW w:w="2199" w:type="dxa"/>
          </w:tcPr>
          <w:p w14:paraId="0DF8306B" w14:textId="77777777" w:rsidR="006C084A" w:rsidRPr="001A7B4B" w:rsidRDefault="006C084A" w:rsidP="006C084A">
            <w:pPr>
              <w:pStyle w:val="Normalheadingblack"/>
              <w:rPr>
                <w:rFonts w:cs="Arial"/>
                <w:lang w:eastAsia="en-GB"/>
              </w:rPr>
            </w:pPr>
            <w:r w:rsidRPr="001A7B4B">
              <w:rPr>
                <w:rFonts w:cs="Arial"/>
                <w:lang w:eastAsia="en-GB"/>
              </w:rPr>
              <w:t>Outcome 1 – Plumbing and heating common knowledge criteria</w:t>
            </w:r>
          </w:p>
          <w:p w14:paraId="05662336" w14:textId="77777777" w:rsidR="006C084A" w:rsidRPr="001A7B4B" w:rsidRDefault="006C084A" w:rsidP="006C084A">
            <w:pPr>
              <w:pStyle w:val="Normalheadingblack"/>
              <w:rPr>
                <w:rFonts w:cs="Arial"/>
                <w:szCs w:val="22"/>
                <w:lang w:eastAsia="en-GB"/>
              </w:rPr>
            </w:pPr>
          </w:p>
        </w:tc>
        <w:tc>
          <w:tcPr>
            <w:tcW w:w="3135" w:type="dxa"/>
          </w:tcPr>
          <w:p w14:paraId="3A6173C8" w14:textId="77777777" w:rsidR="006C084A" w:rsidRPr="001A7B4B" w:rsidRDefault="006C084A" w:rsidP="006C084A">
            <w:pPr>
              <w:rPr>
                <w:rFonts w:cs="Arial"/>
              </w:rPr>
            </w:pPr>
            <w:r w:rsidRPr="001A7B4B">
              <w:rPr>
                <w:rFonts w:cs="Arial"/>
              </w:rPr>
              <w:t>K1.31 Types of documentation</w:t>
            </w:r>
          </w:p>
          <w:p w14:paraId="47A39D17" w14:textId="77777777" w:rsidR="006C084A" w:rsidRPr="001A7B4B" w:rsidRDefault="006C084A" w:rsidP="006C084A">
            <w:pPr>
              <w:pStyle w:val="Normalheadingblack"/>
              <w:rPr>
                <w:rFonts w:cs="Arial"/>
                <w:szCs w:val="22"/>
              </w:rPr>
            </w:pPr>
          </w:p>
        </w:tc>
        <w:tc>
          <w:tcPr>
            <w:tcW w:w="5785" w:type="dxa"/>
          </w:tcPr>
          <w:p w14:paraId="0B8FAF58" w14:textId="76F40171" w:rsidR="006C084A" w:rsidRPr="001A7B4B" w:rsidRDefault="006C084A" w:rsidP="00D35B61">
            <w:pPr>
              <w:pStyle w:val="Normalheadingblue"/>
              <w:spacing w:before="0" w:after="0"/>
              <w:rPr>
                <w:rFonts w:cs="Arial"/>
                <w:color w:val="auto"/>
                <w:szCs w:val="22"/>
              </w:rPr>
            </w:pPr>
            <w:r w:rsidRPr="001A7B4B">
              <w:rPr>
                <w:rFonts w:cs="Arial"/>
                <w:color w:val="auto"/>
                <w:szCs w:val="22"/>
              </w:rPr>
              <w:t>Activities</w:t>
            </w:r>
            <w:r w:rsidR="00D35B61" w:rsidRPr="001A7B4B">
              <w:rPr>
                <w:rFonts w:cs="Arial"/>
                <w:color w:val="auto"/>
                <w:szCs w:val="22"/>
              </w:rPr>
              <w:t>:</w:t>
            </w:r>
          </w:p>
          <w:p w14:paraId="22467CE4" w14:textId="77777777" w:rsidR="006C084A" w:rsidRPr="001A7B4B" w:rsidRDefault="006C084A" w:rsidP="00D35B61">
            <w:pPr>
              <w:pStyle w:val="Normalheadingblue"/>
              <w:spacing w:before="0" w:after="0"/>
              <w:rPr>
                <w:rFonts w:cs="Arial"/>
                <w:color w:val="auto"/>
                <w:szCs w:val="22"/>
              </w:rPr>
            </w:pPr>
            <w:r w:rsidRPr="001A7B4B">
              <w:rPr>
                <w:rFonts w:cs="Arial"/>
                <w:color w:val="auto"/>
                <w:szCs w:val="22"/>
              </w:rPr>
              <w:t>Starter task example:</w:t>
            </w:r>
          </w:p>
          <w:p w14:paraId="0531F9F8" w14:textId="7640885F" w:rsidR="006C084A" w:rsidRPr="001A7B4B" w:rsidRDefault="006C084A" w:rsidP="002C017C">
            <w:pPr>
              <w:pStyle w:val="Normalheadingblue"/>
              <w:numPr>
                <w:ilvl w:val="0"/>
                <w:numId w:val="4"/>
              </w:numPr>
              <w:spacing w:before="0" w:after="0"/>
              <w:rPr>
                <w:rFonts w:cs="Arial"/>
                <w:b w:val="0"/>
                <w:color w:val="auto"/>
                <w:szCs w:val="22"/>
              </w:rPr>
            </w:pPr>
            <w:r w:rsidRPr="001A7B4B">
              <w:rPr>
                <w:rFonts w:cs="Arial"/>
                <w:b w:val="0"/>
                <w:color w:val="auto"/>
                <w:szCs w:val="22"/>
              </w:rPr>
              <w:t xml:space="preserve">Group task – match the statements to the document. Share cards with statements based on Invoices, quotes and estimates. </w:t>
            </w:r>
            <w:r w:rsidR="00116A2E" w:rsidRPr="001A7B4B">
              <w:rPr>
                <w:rFonts w:cs="Arial"/>
                <w:b w:val="0"/>
                <w:color w:val="auto"/>
                <w:szCs w:val="22"/>
              </w:rPr>
              <w:t>Students</w:t>
            </w:r>
            <w:r w:rsidRPr="001A7B4B">
              <w:rPr>
                <w:rFonts w:cs="Arial"/>
                <w:b w:val="0"/>
                <w:color w:val="auto"/>
                <w:szCs w:val="22"/>
              </w:rPr>
              <w:t xml:space="preserve"> try to identify the statement with the document. This can be repeated at end of session to see how learning has taken place.</w:t>
            </w:r>
          </w:p>
          <w:p w14:paraId="694F48FA" w14:textId="77777777" w:rsidR="006C084A" w:rsidRPr="001A7B4B" w:rsidRDefault="006C084A" w:rsidP="00D35B61">
            <w:pPr>
              <w:pStyle w:val="Normalheadingblue"/>
              <w:spacing w:before="0" w:after="0"/>
              <w:rPr>
                <w:rFonts w:cs="Arial"/>
                <w:color w:val="auto"/>
                <w:szCs w:val="22"/>
              </w:rPr>
            </w:pPr>
          </w:p>
          <w:p w14:paraId="66CB3980" w14:textId="09254C7D" w:rsidR="006C084A" w:rsidRPr="001A7B4B" w:rsidRDefault="006C084A" w:rsidP="00D35B61">
            <w:pPr>
              <w:pStyle w:val="Normalheadingblue"/>
              <w:spacing w:before="0" w:after="0"/>
              <w:rPr>
                <w:rFonts w:cs="Arial"/>
                <w:color w:val="auto"/>
                <w:szCs w:val="22"/>
              </w:rPr>
            </w:pPr>
            <w:r w:rsidRPr="001A7B4B">
              <w:rPr>
                <w:rFonts w:cs="Arial"/>
                <w:color w:val="auto"/>
                <w:szCs w:val="22"/>
              </w:rPr>
              <w:t>Delivery</w:t>
            </w:r>
            <w:r w:rsidR="00D35B61" w:rsidRPr="001A7B4B">
              <w:rPr>
                <w:rFonts w:cs="Arial"/>
                <w:color w:val="auto"/>
                <w:szCs w:val="22"/>
              </w:rPr>
              <w:t xml:space="preserve"> focus</w:t>
            </w:r>
            <w:r w:rsidRPr="001A7B4B">
              <w:rPr>
                <w:rFonts w:cs="Arial"/>
                <w:color w:val="auto"/>
                <w:szCs w:val="22"/>
              </w:rPr>
              <w:t>:</w:t>
            </w:r>
          </w:p>
          <w:p w14:paraId="1D69CE80" w14:textId="77777777" w:rsidR="006C084A" w:rsidRPr="001A7B4B" w:rsidRDefault="006C084A" w:rsidP="002C017C">
            <w:pPr>
              <w:pStyle w:val="Normalheadingblue"/>
              <w:numPr>
                <w:ilvl w:val="0"/>
                <w:numId w:val="4"/>
              </w:numPr>
              <w:spacing w:before="0" w:after="0"/>
              <w:rPr>
                <w:rFonts w:cs="Arial"/>
                <w:b w:val="0"/>
                <w:color w:val="auto"/>
                <w:szCs w:val="22"/>
              </w:rPr>
            </w:pPr>
            <w:r w:rsidRPr="001A7B4B">
              <w:rPr>
                <w:rFonts w:cs="Arial"/>
                <w:b w:val="0"/>
                <w:color w:val="auto"/>
                <w:szCs w:val="22"/>
              </w:rPr>
              <w:t>Quotes, estimates and invoices – Tutor to deliver content using examples of each document and the role of each in the project.</w:t>
            </w:r>
          </w:p>
          <w:p w14:paraId="7F23C6A8" w14:textId="77777777" w:rsidR="006C084A" w:rsidRPr="001A7B4B" w:rsidRDefault="006C084A" w:rsidP="002C017C">
            <w:pPr>
              <w:pStyle w:val="Normalheadingblue"/>
              <w:numPr>
                <w:ilvl w:val="0"/>
                <w:numId w:val="4"/>
              </w:numPr>
              <w:spacing w:before="0" w:after="0"/>
              <w:rPr>
                <w:rFonts w:cs="Arial"/>
                <w:b w:val="0"/>
                <w:color w:val="auto"/>
                <w:szCs w:val="22"/>
              </w:rPr>
            </w:pPr>
            <w:r w:rsidRPr="001A7B4B">
              <w:rPr>
                <w:rFonts w:cs="Arial"/>
                <w:b w:val="0"/>
                <w:color w:val="auto"/>
                <w:szCs w:val="22"/>
              </w:rPr>
              <w:t>Tutor to distribute examples of each and discuss the content including how and when they are used.</w:t>
            </w:r>
          </w:p>
          <w:p w14:paraId="1A892A26" w14:textId="78E49584" w:rsidR="006C084A" w:rsidRPr="001A7B4B" w:rsidRDefault="006C084A" w:rsidP="002C017C">
            <w:pPr>
              <w:pStyle w:val="Normalheadingblue"/>
              <w:numPr>
                <w:ilvl w:val="0"/>
                <w:numId w:val="4"/>
              </w:numPr>
              <w:spacing w:before="0" w:after="0"/>
              <w:rPr>
                <w:rFonts w:cs="Arial"/>
                <w:b w:val="0"/>
                <w:color w:val="auto"/>
                <w:szCs w:val="22"/>
              </w:rPr>
            </w:pPr>
            <w:r w:rsidRPr="001A7B4B">
              <w:rPr>
                <w:rFonts w:cs="Arial"/>
                <w:b w:val="0"/>
                <w:color w:val="auto"/>
                <w:szCs w:val="22"/>
              </w:rPr>
              <w:t xml:space="preserve">Set task for </w:t>
            </w:r>
            <w:r w:rsidR="00F502C8" w:rsidRPr="001A7B4B">
              <w:rPr>
                <w:rFonts w:cs="Arial"/>
                <w:b w:val="0"/>
                <w:color w:val="auto"/>
                <w:szCs w:val="22"/>
              </w:rPr>
              <w:t>students</w:t>
            </w:r>
            <w:r w:rsidRPr="001A7B4B">
              <w:rPr>
                <w:rFonts w:cs="Arial"/>
                <w:b w:val="0"/>
                <w:color w:val="auto"/>
                <w:szCs w:val="22"/>
              </w:rPr>
              <w:t xml:space="preserve"> to identify good and bad practice on examples and discuss in group discussion.</w:t>
            </w:r>
          </w:p>
          <w:p w14:paraId="1B1C4AF8" w14:textId="77777777" w:rsidR="006C084A" w:rsidRPr="001A7B4B" w:rsidRDefault="006C084A" w:rsidP="00D35B61">
            <w:pPr>
              <w:pStyle w:val="Normalheadingblue"/>
              <w:spacing w:before="0" w:after="0"/>
              <w:rPr>
                <w:rFonts w:cs="Arial"/>
                <w:color w:val="auto"/>
                <w:szCs w:val="22"/>
              </w:rPr>
            </w:pPr>
          </w:p>
          <w:p w14:paraId="2774CFE8" w14:textId="71338EEF" w:rsidR="006C084A" w:rsidRPr="001A7B4B" w:rsidRDefault="006C084A" w:rsidP="00D35B61">
            <w:pPr>
              <w:pStyle w:val="Normalheadingblue"/>
              <w:spacing w:before="0" w:after="0"/>
              <w:rPr>
                <w:rFonts w:cs="Arial"/>
                <w:color w:val="auto"/>
                <w:szCs w:val="22"/>
              </w:rPr>
            </w:pPr>
            <w:r w:rsidRPr="001A7B4B">
              <w:rPr>
                <w:rFonts w:cs="Arial"/>
                <w:color w:val="auto"/>
                <w:szCs w:val="22"/>
              </w:rPr>
              <w:t xml:space="preserve">Knowledge </w:t>
            </w:r>
            <w:r w:rsidR="00D35B61" w:rsidRPr="001A7B4B">
              <w:rPr>
                <w:rFonts w:cs="Arial"/>
                <w:color w:val="auto"/>
                <w:szCs w:val="22"/>
              </w:rPr>
              <w:t>C</w:t>
            </w:r>
            <w:r w:rsidRPr="001A7B4B">
              <w:rPr>
                <w:rFonts w:cs="Arial"/>
                <w:color w:val="auto"/>
                <w:szCs w:val="22"/>
              </w:rPr>
              <w:t>heck example:</w:t>
            </w:r>
          </w:p>
          <w:p w14:paraId="4758B985" w14:textId="2B989BB1" w:rsidR="006C084A" w:rsidRPr="001A7B4B" w:rsidRDefault="006C084A" w:rsidP="002C017C">
            <w:pPr>
              <w:pStyle w:val="Normalheadingblue"/>
              <w:numPr>
                <w:ilvl w:val="0"/>
                <w:numId w:val="4"/>
              </w:numPr>
              <w:spacing w:before="0" w:after="0"/>
              <w:rPr>
                <w:rFonts w:cs="Arial"/>
                <w:b w:val="0"/>
                <w:color w:val="auto"/>
                <w:szCs w:val="22"/>
              </w:rPr>
            </w:pPr>
            <w:r w:rsidRPr="001A7B4B">
              <w:rPr>
                <w:rFonts w:cs="Arial"/>
                <w:b w:val="0"/>
                <w:color w:val="auto"/>
                <w:szCs w:val="22"/>
              </w:rPr>
              <w:t xml:space="preserve">Set task for </w:t>
            </w:r>
            <w:r w:rsidR="00F502C8" w:rsidRPr="001A7B4B">
              <w:rPr>
                <w:rFonts w:cs="Arial"/>
                <w:b w:val="0"/>
                <w:color w:val="auto"/>
                <w:szCs w:val="22"/>
              </w:rPr>
              <w:t>students</w:t>
            </w:r>
            <w:r w:rsidRPr="001A7B4B">
              <w:rPr>
                <w:rFonts w:cs="Arial"/>
                <w:b w:val="0"/>
                <w:color w:val="auto"/>
                <w:szCs w:val="22"/>
              </w:rPr>
              <w:t xml:space="preserve"> to produce a simple estimate and quote for a small job such as the replacement of </w:t>
            </w:r>
            <w:r w:rsidRPr="001A7B4B">
              <w:rPr>
                <w:rFonts w:cs="Arial"/>
                <w:b w:val="0"/>
                <w:color w:val="auto"/>
                <w:szCs w:val="22"/>
              </w:rPr>
              <w:lastRenderedPageBreak/>
              <w:t>a WC. This can be done individually or in pairs as required. On completion carry out peer marking and group feedback.</w:t>
            </w:r>
          </w:p>
          <w:p w14:paraId="31D1ECAC" w14:textId="77777777" w:rsidR="006C084A" w:rsidRPr="001A7B4B" w:rsidRDefault="006C084A" w:rsidP="00D35B61">
            <w:pPr>
              <w:pStyle w:val="Normalheadingblue"/>
              <w:spacing w:before="0" w:after="0"/>
              <w:rPr>
                <w:rFonts w:cs="Arial"/>
                <w:color w:val="auto"/>
                <w:szCs w:val="22"/>
              </w:rPr>
            </w:pPr>
          </w:p>
          <w:p w14:paraId="5D7155A7" w14:textId="4512FE9B" w:rsidR="006C084A" w:rsidRPr="001A7B4B" w:rsidRDefault="006C084A" w:rsidP="00D35B61">
            <w:pPr>
              <w:pStyle w:val="Normalheadingblue"/>
              <w:spacing w:before="0" w:after="0"/>
              <w:rPr>
                <w:rFonts w:cs="Arial"/>
                <w:color w:val="auto"/>
                <w:szCs w:val="22"/>
              </w:rPr>
            </w:pPr>
            <w:r w:rsidRPr="001A7B4B">
              <w:rPr>
                <w:rFonts w:cs="Arial"/>
                <w:color w:val="auto"/>
                <w:szCs w:val="22"/>
              </w:rPr>
              <w:t>Resources</w:t>
            </w:r>
            <w:r w:rsidR="00D35B61" w:rsidRPr="001A7B4B">
              <w:rPr>
                <w:rFonts w:cs="Arial"/>
                <w:color w:val="auto"/>
                <w:szCs w:val="22"/>
              </w:rPr>
              <w:t>:</w:t>
            </w:r>
          </w:p>
          <w:p w14:paraId="5FEFD955" w14:textId="77777777" w:rsidR="006C084A" w:rsidRPr="001A7B4B" w:rsidRDefault="006C084A" w:rsidP="00D35B61">
            <w:pPr>
              <w:pStyle w:val="Normalheadingblue"/>
              <w:spacing w:before="0" w:after="0"/>
              <w:rPr>
                <w:rFonts w:cs="Arial"/>
                <w:b w:val="0"/>
                <w:color w:val="auto"/>
                <w:szCs w:val="22"/>
              </w:rPr>
            </w:pPr>
            <w:r w:rsidRPr="001A7B4B">
              <w:rPr>
                <w:rFonts w:cs="Arial"/>
                <w:b w:val="0"/>
                <w:color w:val="auto"/>
                <w:szCs w:val="22"/>
              </w:rPr>
              <w:t>Examples of quotes, estimates and invoices</w:t>
            </w:r>
          </w:p>
          <w:p w14:paraId="0F7180C7" w14:textId="69CF247D" w:rsidR="006C084A" w:rsidRPr="001A7B4B" w:rsidRDefault="006C084A" w:rsidP="00D35B61">
            <w:pPr>
              <w:pStyle w:val="Normalheadingblue"/>
              <w:spacing w:before="0" w:after="0"/>
              <w:rPr>
                <w:rFonts w:cs="Arial"/>
                <w:color w:val="auto"/>
                <w:szCs w:val="22"/>
              </w:rPr>
            </w:pPr>
          </w:p>
        </w:tc>
        <w:tc>
          <w:tcPr>
            <w:tcW w:w="2246" w:type="dxa"/>
          </w:tcPr>
          <w:p w14:paraId="1065FF2E" w14:textId="77777777" w:rsidR="00DD207A" w:rsidRDefault="008A57D2">
            <w:r>
              <w:lastRenderedPageBreak/>
              <w:t xml:space="preserve">Q&amp;A </w:t>
            </w:r>
            <w:r>
              <w:br/>
            </w:r>
            <w:r>
              <w:br/>
              <w:t>Group task</w:t>
            </w:r>
            <w:r>
              <w:br/>
            </w:r>
            <w:r>
              <w:br/>
              <w:t>Identify good and bad practice</w:t>
            </w:r>
            <w:r>
              <w:br/>
            </w:r>
            <w:r>
              <w:br/>
              <w:t>Produce simple estimate and quote</w:t>
            </w:r>
            <w:r>
              <w:br/>
              <w:t>Maths skills (measurement, scale, calculation, costing)</w:t>
            </w:r>
            <w:r>
              <w:br/>
              <w:t>English skills (reading, writing, technical vocabulary)</w:t>
            </w:r>
          </w:p>
        </w:tc>
      </w:tr>
      <w:tr w:rsidR="00B71CD1" w:rsidRPr="00634DF8" w14:paraId="75699163" w14:textId="77777777" w:rsidTr="24BA986D">
        <w:trPr>
          <w:trHeight w:val="300"/>
          <w:jc w:val="center"/>
        </w:trPr>
        <w:tc>
          <w:tcPr>
            <w:tcW w:w="1297" w:type="dxa"/>
          </w:tcPr>
          <w:p w14:paraId="46F81F2C" w14:textId="77777777" w:rsidR="00B71CD1" w:rsidRPr="001A7B4B" w:rsidRDefault="00B71CD1" w:rsidP="00B71CD1">
            <w:pPr>
              <w:jc w:val="center"/>
              <w:rPr>
                <w:rFonts w:cs="Arial"/>
                <w:szCs w:val="22"/>
              </w:rPr>
            </w:pPr>
            <w:r w:rsidRPr="001A7B4B">
              <w:rPr>
                <w:rFonts w:cs="Arial"/>
                <w:szCs w:val="22"/>
              </w:rPr>
              <w:t>33</w:t>
            </w:r>
          </w:p>
          <w:p w14:paraId="37D0AE9B" w14:textId="77777777" w:rsidR="00B71CD1" w:rsidRPr="001A7B4B" w:rsidRDefault="00B71CD1" w:rsidP="00B71CD1">
            <w:pPr>
              <w:jc w:val="center"/>
              <w:rPr>
                <w:rFonts w:cs="Arial"/>
                <w:szCs w:val="22"/>
              </w:rPr>
            </w:pPr>
            <w:r w:rsidRPr="001A7B4B">
              <w:rPr>
                <w:rFonts w:cs="Arial"/>
                <w:szCs w:val="22"/>
              </w:rPr>
              <w:t>3 hours</w:t>
            </w:r>
          </w:p>
        </w:tc>
        <w:tc>
          <w:tcPr>
            <w:tcW w:w="2199" w:type="dxa"/>
          </w:tcPr>
          <w:p w14:paraId="5BC73F0F" w14:textId="77777777" w:rsidR="00B71CD1" w:rsidRPr="001A7B4B" w:rsidRDefault="00B71CD1" w:rsidP="00B71CD1">
            <w:pPr>
              <w:pStyle w:val="Normalheadingblack"/>
              <w:rPr>
                <w:rFonts w:cs="Arial"/>
                <w:lang w:eastAsia="en-GB"/>
              </w:rPr>
            </w:pPr>
            <w:r w:rsidRPr="001A7B4B">
              <w:rPr>
                <w:rFonts w:cs="Arial"/>
                <w:lang w:eastAsia="en-GB"/>
              </w:rPr>
              <w:t>Outcome 1 – Plumbing and heating common knowledge criteria</w:t>
            </w:r>
          </w:p>
          <w:p w14:paraId="05CAF89F" w14:textId="77777777" w:rsidR="00B71CD1" w:rsidRPr="001A7B4B" w:rsidRDefault="00B71CD1" w:rsidP="00B71CD1">
            <w:pPr>
              <w:pStyle w:val="Normalheadingblack"/>
              <w:rPr>
                <w:rFonts w:cs="Arial"/>
                <w:szCs w:val="22"/>
                <w:lang w:eastAsia="en-GB"/>
              </w:rPr>
            </w:pPr>
          </w:p>
        </w:tc>
        <w:tc>
          <w:tcPr>
            <w:tcW w:w="3135" w:type="dxa"/>
          </w:tcPr>
          <w:p w14:paraId="56B09AE4" w14:textId="77777777" w:rsidR="00B71CD1" w:rsidRPr="001A7B4B" w:rsidRDefault="00B71CD1" w:rsidP="00B71CD1">
            <w:pPr>
              <w:rPr>
                <w:rFonts w:cs="Arial"/>
              </w:rPr>
            </w:pPr>
            <w:r w:rsidRPr="001A7B4B">
              <w:rPr>
                <w:rFonts w:cs="Arial"/>
              </w:rPr>
              <w:t>K1.31 Types of documentation</w:t>
            </w:r>
          </w:p>
          <w:p w14:paraId="50330055" w14:textId="77777777" w:rsidR="00B71CD1" w:rsidRPr="001A7B4B" w:rsidRDefault="00B71CD1" w:rsidP="00B71CD1">
            <w:pPr>
              <w:pStyle w:val="Normalheadingblack"/>
              <w:rPr>
                <w:rFonts w:cs="Arial"/>
                <w:szCs w:val="22"/>
              </w:rPr>
            </w:pPr>
          </w:p>
        </w:tc>
        <w:tc>
          <w:tcPr>
            <w:tcW w:w="5785" w:type="dxa"/>
          </w:tcPr>
          <w:p w14:paraId="4FA09F1C" w14:textId="04BE497B" w:rsidR="00B71CD1" w:rsidRPr="001A7B4B" w:rsidRDefault="00B71CD1" w:rsidP="00D35B61">
            <w:pPr>
              <w:pStyle w:val="Normalheadingblue"/>
              <w:spacing w:before="0" w:after="0"/>
              <w:rPr>
                <w:rFonts w:cs="Arial"/>
                <w:color w:val="auto"/>
                <w:szCs w:val="22"/>
              </w:rPr>
            </w:pPr>
            <w:r w:rsidRPr="001A7B4B">
              <w:rPr>
                <w:rFonts w:cs="Arial"/>
                <w:color w:val="auto"/>
                <w:szCs w:val="22"/>
              </w:rPr>
              <w:t>Activities</w:t>
            </w:r>
            <w:r w:rsidR="00D35B61" w:rsidRPr="001A7B4B">
              <w:rPr>
                <w:rFonts w:cs="Arial"/>
                <w:color w:val="auto"/>
                <w:szCs w:val="22"/>
              </w:rPr>
              <w:t>:</w:t>
            </w:r>
          </w:p>
          <w:p w14:paraId="34470F19" w14:textId="77777777" w:rsidR="00B71CD1" w:rsidRPr="001A7B4B" w:rsidRDefault="00B71CD1" w:rsidP="00D35B61">
            <w:pPr>
              <w:pStyle w:val="Normalheadingblue"/>
              <w:spacing w:before="0" w:after="0"/>
              <w:rPr>
                <w:rFonts w:cs="Arial"/>
                <w:color w:val="auto"/>
                <w:szCs w:val="22"/>
              </w:rPr>
            </w:pPr>
            <w:r w:rsidRPr="001A7B4B">
              <w:rPr>
                <w:rFonts w:cs="Arial"/>
                <w:color w:val="auto"/>
                <w:szCs w:val="22"/>
              </w:rPr>
              <w:t>Starter task example:</w:t>
            </w:r>
          </w:p>
          <w:p w14:paraId="251B03E8" w14:textId="58AD6319" w:rsidR="00B71CD1" w:rsidRPr="001A7B4B" w:rsidRDefault="00B71CD1" w:rsidP="00D35B61">
            <w:pPr>
              <w:pStyle w:val="Normalheadingblue"/>
              <w:spacing w:before="0" w:after="0"/>
              <w:rPr>
                <w:rFonts w:cs="Arial"/>
                <w:b w:val="0"/>
                <w:color w:val="auto"/>
                <w:szCs w:val="22"/>
              </w:rPr>
            </w:pPr>
            <w:r w:rsidRPr="001A7B4B">
              <w:rPr>
                <w:rFonts w:cs="Arial"/>
                <w:b w:val="0"/>
                <w:color w:val="auto"/>
                <w:szCs w:val="22"/>
              </w:rPr>
              <w:t xml:space="preserve">Introduce a new organisation relevant to the industry such as CIPHE by showing </w:t>
            </w:r>
            <w:r w:rsidR="00F502C8" w:rsidRPr="001A7B4B">
              <w:rPr>
                <w:rFonts w:cs="Arial"/>
                <w:b w:val="0"/>
                <w:color w:val="auto"/>
                <w:szCs w:val="22"/>
              </w:rPr>
              <w:t>students</w:t>
            </w:r>
            <w:r w:rsidRPr="001A7B4B">
              <w:rPr>
                <w:rFonts w:cs="Arial"/>
                <w:b w:val="0"/>
                <w:color w:val="auto"/>
                <w:szCs w:val="22"/>
              </w:rPr>
              <w:t xml:space="preserve"> the website and the role </w:t>
            </w:r>
            <w:hyperlink r:id="rId24" w:history="1">
              <w:r w:rsidRPr="001A7B4B">
                <w:rPr>
                  <w:rStyle w:val="Hyperlink"/>
                  <w:b w:val="0"/>
                  <w:color w:val="auto"/>
                </w:rPr>
                <w:t>Consumer advice | Professionalism | CIPHE</w:t>
              </w:r>
            </w:hyperlink>
          </w:p>
          <w:p w14:paraId="18719C3F" w14:textId="77777777" w:rsidR="00B71CD1" w:rsidRPr="001A7B4B" w:rsidRDefault="00B71CD1" w:rsidP="00D35B61">
            <w:pPr>
              <w:pStyle w:val="Normalheadingblue"/>
              <w:spacing w:before="0" w:after="0"/>
              <w:rPr>
                <w:rFonts w:cs="Arial"/>
                <w:color w:val="auto"/>
                <w:szCs w:val="22"/>
              </w:rPr>
            </w:pPr>
          </w:p>
          <w:p w14:paraId="5983E2DE" w14:textId="2534ABE1" w:rsidR="00B71CD1" w:rsidRPr="001A7B4B" w:rsidRDefault="00B71CD1" w:rsidP="00D35B61">
            <w:pPr>
              <w:pStyle w:val="Normalheadingblue"/>
              <w:spacing w:before="0" w:after="0"/>
              <w:rPr>
                <w:rFonts w:cs="Arial"/>
                <w:color w:val="auto"/>
                <w:szCs w:val="22"/>
              </w:rPr>
            </w:pPr>
            <w:r w:rsidRPr="001A7B4B">
              <w:rPr>
                <w:rFonts w:cs="Arial"/>
                <w:color w:val="auto"/>
                <w:szCs w:val="22"/>
              </w:rPr>
              <w:t>Delivery</w:t>
            </w:r>
            <w:r w:rsidR="00D35B61" w:rsidRPr="001A7B4B">
              <w:rPr>
                <w:rFonts w:cs="Arial"/>
                <w:color w:val="auto"/>
                <w:szCs w:val="22"/>
              </w:rPr>
              <w:t xml:space="preserve"> focus</w:t>
            </w:r>
            <w:r w:rsidRPr="001A7B4B">
              <w:rPr>
                <w:rFonts w:cs="Arial"/>
                <w:color w:val="auto"/>
                <w:szCs w:val="22"/>
              </w:rPr>
              <w:t>:</w:t>
            </w:r>
          </w:p>
          <w:p w14:paraId="33A35184" w14:textId="77777777" w:rsidR="00B71CD1" w:rsidRPr="001A7B4B" w:rsidRDefault="00B71CD1" w:rsidP="002C017C">
            <w:pPr>
              <w:pStyle w:val="Normalheadingblue"/>
              <w:numPr>
                <w:ilvl w:val="0"/>
                <w:numId w:val="4"/>
              </w:numPr>
              <w:spacing w:before="0" w:after="0"/>
              <w:rPr>
                <w:rFonts w:cs="Arial"/>
                <w:b w:val="0"/>
                <w:color w:val="auto"/>
                <w:szCs w:val="22"/>
              </w:rPr>
            </w:pPr>
            <w:r w:rsidRPr="001A7B4B">
              <w:rPr>
                <w:rFonts w:cs="Arial"/>
                <w:color w:val="auto"/>
                <w:szCs w:val="22"/>
              </w:rPr>
              <w:t xml:space="preserve">Maintenance records, commissioning records and delivery notes – </w:t>
            </w:r>
            <w:r w:rsidRPr="001A7B4B">
              <w:rPr>
                <w:rFonts w:cs="Arial"/>
                <w:b w:val="0"/>
                <w:color w:val="auto"/>
                <w:szCs w:val="22"/>
              </w:rPr>
              <w:t>Tutor to deliver content using examples of each of the documents.</w:t>
            </w:r>
          </w:p>
          <w:p w14:paraId="1B7AF9E4" w14:textId="77777777" w:rsidR="00B71CD1" w:rsidRPr="001A7B4B" w:rsidRDefault="00B71CD1" w:rsidP="002C017C">
            <w:pPr>
              <w:pStyle w:val="Normalheadingblue"/>
              <w:numPr>
                <w:ilvl w:val="0"/>
                <w:numId w:val="4"/>
              </w:numPr>
              <w:spacing w:before="0" w:after="0"/>
              <w:rPr>
                <w:rFonts w:cs="Arial"/>
                <w:b w:val="0"/>
                <w:color w:val="auto"/>
                <w:szCs w:val="22"/>
              </w:rPr>
            </w:pPr>
            <w:r w:rsidRPr="001A7B4B">
              <w:rPr>
                <w:rFonts w:cs="Arial"/>
                <w:b w:val="0"/>
                <w:color w:val="auto"/>
                <w:szCs w:val="22"/>
              </w:rPr>
              <w:t>Discuss their roles within the project and the information contained within each.</w:t>
            </w:r>
          </w:p>
          <w:p w14:paraId="57D15780" w14:textId="66405F8F" w:rsidR="00B71CD1" w:rsidRPr="001A7B4B" w:rsidRDefault="00B71CD1" w:rsidP="002C017C">
            <w:pPr>
              <w:pStyle w:val="Normalheadingblue"/>
              <w:numPr>
                <w:ilvl w:val="0"/>
                <w:numId w:val="4"/>
              </w:numPr>
              <w:spacing w:before="0" w:after="0"/>
              <w:rPr>
                <w:rFonts w:cs="Arial"/>
                <w:b w:val="0"/>
                <w:color w:val="auto"/>
                <w:szCs w:val="22"/>
              </w:rPr>
            </w:pPr>
            <w:r w:rsidRPr="001A7B4B">
              <w:rPr>
                <w:rFonts w:cs="Arial"/>
                <w:b w:val="0"/>
                <w:color w:val="auto"/>
                <w:szCs w:val="22"/>
              </w:rPr>
              <w:t xml:space="preserve">Distribute examples for </w:t>
            </w:r>
            <w:r w:rsidR="00F502C8" w:rsidRPr="001A7B4B">
              <w:rPr>
                <w:rFonts w:cs="Arial"/>
                <w:b w:val="0"/>
                <w:color w:val="auto"/>
                <w:szCs w:val="22"/>
              </w:rPr>
              <w:t>students</w:t>
            </w:r>
            <w:r w:rsidRPr="001A7B4B">
              <w:rPr>
                <w:rFonts w:cs="Arial"/>
                <w:b w:val="0"/>
                <w:color w:val="auto"/>
                <w:szCs w:val="22"/>
              </w:rPr>
              <w:t xml:space="preserve"> to examine and discuss their importance including when they should be used, where they should be kept and the importance of the customer during handover.</w:t>
            </w:r>
          </w:p>
          <w:p w14:paraId="1516A1C5" w14:textId="77777777" w:rsidR="00B71CD1" w:rsidRPr="001A7B4B" w:rsidRDefault="00B71CD1" w:rsidP="002C017C">
            <w:pPr>
              <w:pStyle w:val="Normalheadingblue"/>
              <w:numPr>
                <w:ilvl w:val="0"/>
                <w:numId w:val="4"/>
              </w:numPr>
              <w:spacing w:before="0" w:after="0"/>
              <w:rPr>
                <w:rFonts w:cs="Arial"/>
                <w:b w:val="0"/>
                <w:color w:val="auto"/>
                <w:szCs w:val="22"/>
              </w:rPr>
            </w:pPr>
            <w:r w:rsidRPr="001A7B4B">
              <w:rPr>
                <w:rFonts w:cs="Arial"/>
                <w:b w:val="0"/>
                <w:color w:val="auto"/>
                <w:szCs w:val="22"/>
              </w:rPr>
              <w:t>Discuss how delivery notes should be checked against actual quantities for accuracy.</w:t>
            </w:r>
          </w:p>
          <w:p w14:paraId="2054577B" w14:textId="77777777" w:rsidR="00B71CD1" w:rsidRPr="001A7B4B" w:rsidRDefault="00B71CD1" w:rsidP="00D35B61">
            <w:pPr>
              <w:pStyle w:val="Normalheadingblue"/>
              <w:spacing w:before="0" w:after="0"/>
              <w:rPr>
                <w:rFonts w:cs="Arial"/>
                <w:color w:val="auto"/>
                <w:szCs w:val="22"/>
              </w:rPr>
            </w:pPr>
          </w:p>
          <w:p w14:paraId="5EACD00A" w14:textId="486DE26C" w:rsidR="00B71CD1" w:rsidRPr="001A7B4B" w:rsidRDefault="00B71CD1" w:rsidP="00D35B61">
            <w:pPr>
              <w:pStyle w:val="Normalheadingblue"/>
              <w:spacing w:before="0" w:after="0"/>
              <w:rPr>
                <w:rFonts w:cs="Arial"/>
                <w:color w:val="auto"/>
                <w:szCs w:val="22"/>
              </w:rPr>
            </w:pPr>
            <w:r w:rsidRPr="001A7B4B">
              <w:rPr>
                <w:rFonts w:cs="Arial"/>
                <w:color w:val="auto"/>
                <w:szCs w:val="22"/>
              </w:rPr>
              <w:t xml:space="preserve">Knowledge </w:t>
            </w:r>
            <w:r w:rsidR="00D35B61" w:rsidRPr="001A7B4B">
              <w:rPr>
                <w:rFonts w:cs="Arial"/>
                <w:color w:val="auto"/>
                <w:szCs w:val="22"/>
              </w:rPr>
              <w:t>C</w:t>
            </w:r>
            <w:r w:rsidRPr="001A7B4B">
              <w:rPr>
                <w:rFonts w:cs="Arial"/>
                <w:color w:val="auto"/>
                <w:szCs w:val="22"/>
              </w:rPr>
              <w:t>heck example:</w:t>
            </w:r>
          </w:p>
          <w:p w14:paraId="26B5FEFA" w14:textId="6AA1815E" w:rsidR="00B71CD1" w:rsidRPr="001A7B4B" w:rsidRDefault="00B71CD1" w:rsidP="00D35B61">
            <w:pPr>
              <w:pStyle w:val="Normalheadingblue"/>
              <w:spacing w:before="0" w:after="0"/>
              <w:rPr>
                <w:rFonts w:cs="Arial"/>
                <w:b w:val="0"/>
                <w:color w:val="auto"/>
                <w:szCs w:val="22"/>
              </w:rPr>
            </w:pPr>
            <w:r w:rsidRPr="001A7B4B">
              <w:rPr>
                <w:rFonts w:cs="Arial"/>
                <w:b w:val="0"/>
                <w:color w:val="auto"/>
                <w:szCs w:val="22"/>
              </w:rPr>
              <w:lastRenderedPageBreak/>
              <w:t xml:space="preserve">Quick quiz – 15 question MCQ based on </w:t>
            </w:r>
            <w:r w:rsidR="001F2FCE" w:rsidRPr="001A7B4B">
              <w:rPr>
                <w:rFonts w:cs="Arial"/>
                <w:b w:val="0"/>
                <w:color w:val="auto"/>
                <w:szCs w:val="22"/>
              </w:rPr>
              <w:t>today’s</w:t>
            </w:r>
            <w:r w:rsidRPr="001A7B4B">
              <w:rPr>
                <w:rFonts w:cs="Arial"/>
                <w:b w:val="0"/>
                <w:color w:val="auto"/>
                <w:szCs w:val="22"/>
              </w:rPr>
              <w:t xml:space="preserve"> session. On completion discuss answers in tutor led discussion.</w:t>
            </w:r>
          </w:p>
          <w:p w14:paraId="2F039384" w14:textId="77777777" w:rsidR="00B71CD1" w:rsidRPr="001A7B4B" w:rsidRDefault="00B71CD1" w:rsidP="00D35B61">
            <w:pPr>
              <w:pStyle w:val="Normalheadingblue"/>
              <w:spacing w:before="0" w:after="0"/>
              <w:rPr>
                <w:rFonts w:cs="Arial"/>
                <w:color w:val="auto"/>
                <w:szCs w:val="22"/>
              </w:rPr>
            </w:pPr>
          </w:p>
          <w:p w14:paraId="373EE880" w14:textId="3A941F07" w:rsidR="00B71CD1" w:rsidRPr="001A7B4B" w:rsidRDefault="00B71CD1" w:rsidP="00D35B61">
            <w:pPr>
              <w:pStyle w:val="Normalheadingblue"/>
              <w:spacing w:before="0" w:after="0"/>
              <w:rPr>
                <w:rFonts w:cs="Arial"/>
                <w:color w:val="auto"/>
                <w:szCs w:val="22"/>
              </w:rPr>
            </w:pPr>
            <w:r w:rsidRPr="001A7B4B">
              <w:rPr>
                <w:rFonts w:cs="Arial"/>
                <w:color w:val="auto"/>
                <w:szCs w:val="22"/>
              </w:rPr>
              <w:t>Resources</w:t>
            </w:r>
            <w:r w:rsidR="00D35B61" w:rsidRPr="001A7B4B">
              <w:rPr>
                <w:rFonts w:cs="Arial"/>
                <w:color w:val="auto"/>
                <w:szCs w:val="22"/>
              </w:rPr>
              <w:t>:</w:t>
            </w:r>
          </w:p>
          <w:p w14:paraId="036A3D29" w14:textId="77777777" w:rsidR="00B71CD1" w:rsidRPr="001A7B4B" w:rsidRDefault="00B71CD1" w:rsidP="00D35B61">
            <w:pPr>
              <w:pStyle w:val="Normalheadingblue"/>
              <w:spacing w:before="0" w:after="0"/>
              <w:rPr>
                <w:rFonts w:cs="Arial"/>
                <w:b w:val="0"/>
                <w:color w:val="auto"/>
                <w:szCs w:val="22"/>
              </w:rPr>
            </w:pPr>
            <w:r w:rsidRPr="001A7B4B">
              <w:rPr>
                <w:rFonts w:cs="Arial"/>
                <w:b w:val="0"/>
                <w:color w:val="auto"/>
                <w:szCs w:val="22"/>
              </w:rPr>
              <w:t>Examples of Delivery notes, maintenance records and commissioning records</w:t>
            </w:r>
          </w:p>
          <w:p w14:paraId="1DB90C63" w14:textId="77777777" w:rsidR="00B71CD1" w:rsidRPr="001A7B4B" w:rsidRDefault="00B71CD1" w:rsidP="00D35B61">
            <w:pPr>
              <w:pStyle w:val="Normalheadingblue"/>
              <w:spacing w:before="0" w:after="0"/>
              <w:rPr>
                <w:rFonts w:cs="Arial"/>
                <w:color w:val="auto"/>
                <w:szCs w:val="22"/>
              </w:rPr>
            </w:pPr>
            <w:r w:rsidRPr="001A7B4B">
              <w:rPr>
                <w:rFonts w:cs="Arial"/>
                <w:b w:val="0"/>
                <w:color w:val="auto"/>
                <w:szCs w:val="22"/>
              </w:rPr>
              <w:t>Quick quiz</w:t>
            </w:r>
            <w:r w:rsidRPr="001A7B4B">
              <w:rPr>
                <w:rFonts w:cs="Arial"/>
                <w:color w:val="auto"/>
                <w:szCs w:val="22"/>
              </w:rPr>
              <w:br/>
            </w:r>
          </w:p>
        </w:tc>
        <w:tc>
          <w:tcPr>
            <w:tcW w:w="2246" w:type="dxa"/>
          </w:tcPr>
          <w:p w14:paraId="5F1CF82C" w14:textId="77777777" w:rsidR="00DD207A" w:rsidRDefault="008A57D2">
            <w:r>
              <w:lastRenderedPageBreak/>
              <w:t>Q&amp;A</w:t>
            </w:r>
            <w:r>
              <w:br/>
            </w:r>
            <w:r>
              <w:br/>
              <w:t>Quick quiz</w:t>
            </w:r>
            <w:r>
              <w:br/>
              <w:t>English skills (reading, writing, technical vocabulary)</w:t>
            </w:r>
          </w:p>
        </w:tc>
      </w:tr>
      <w:tr w:rsidR="002267BA" w:rsidRPr="00634DF8" w14:paraId="67FD6ACF" w14:textId="77777777" w:rsidTr="24BA986D">
        <w:trPr>
          <w:trHeight w:val="300"/>
          <w:jc w:val="center"/>
        </w:trPr>
        <w:tc>
          <w:tcPr>
            <w:tcW w:w="1297" w:type="dxa"/>
          </w:tcPr>
          <w:p w14:paraId="6DFB8843" w14:textId="77777777" w:rsidR="002267BA" w:rsidRPr="00634DF8" w:rsidRDefault="00B71CD1" w:rsidP="002267BA">
            <w:pPr>
              <w:jc w:val="center"/>
              <w:rPr>
                <w:rFonts w:cs="Arial"/>
                <w:szCs w:val="22"/>
              </w:rPr>
            </w:pPr>
            <w:r>
              <w:rPr>
                <w:rFonts w:cs="Arial"/>
                <w:szCs w:val="22"/>
              </w:rPr>
              <w:t>34-35</w:t>
            </w:r>
          </w:p>
          <w:p w14:paraId="65A75192" w14:textId="77777777" w:rsidR="002267BA" w:rsidRPr="00634DF8" w:rsidRDefault="00B71CD1" w:rsidP="002267BA">
            <w:pPr>
              <w:jc w:val="center"/>
              <w:rPr>
                <w:rFonts w:cs="Arial"/>
                <w:szCs w:val="22"/>
              </w:rPr>
            </w:pPr>
            <w:r>
              <w:rPr>
                <w:rFonts w:cs="Arial"/>
                <w:szCs w:val="22"/>
              </w:rPr>
              <w:t>6</w:t>
            </w:r>
            <w:r w:rsidR="002267BA" w:rsidRPr="00634DF8">
              <w:rPr>
                <w:rFonts w:cs="Arial"/>
                <w:szCs w:val="22"/>
              </w:rPr>
              <w:t xml:space="preserve"> hours</w:t>
            </w:r>
          </w:p>
        </w:tc>
        <w:tc>
          <w:tcPr>
            <w:tcW w:w="2199" w:type="dxa"/>
          </w:tcPr>
          <w:p w14:paraId="5EF14925" w14:textId="77777777" w:rsidR="00E75229" w:rsidRPr="001A7B4B" w:rsidRDefault="00E75229" w:rsidP="00E75229">
            <w:pPr>
              <w:pStyle w:val="Normalheadingblack"/>
              <w:rPr>
                <w:rFonts w:cs="Arial"/>
                <w:lang w:eastAsia="en-GB"/>
              </w:rPr>
            </w:pPr>
            <w:r w:rsidRPr="001A7B4B">
              <w:rPr>
                <w:rFonts w:cs="Arial"/>
                <w:lang w:eastAsia="en-GB"/>
              </w:rPr>
              <w:t>Outcome 2 Install plumbing and heating systems</w:t>
            </w:r>
          </w:p>
          <w:p w14:paraId="698FFAFD" w14:textId="77777777" w:rsidR="002267BA" w:rsidRPr="001A7B4B" w:rsidRDefault="002267BA" w:rsidP="002267BA">
            <w:pPr>
              <w:pStyle w:val="Normalheadingblack"/>
              <w:rPr>
                <w:rFonts w:cs="Arial"/>
                <w:szCs w:val="22"/>
                <w:lang w:eastAsia="en-GB"/>
              </w:rPr>
            </w:pPr>
          </w:p>
        </w:tc>
        <w:tc>
          <w:tcPr>
            <w:tcW w:w="3135" w:type="dxa"/>
          </w:tcPr>
          <w:p w14:paraId="539CA0FD" w14:textId="77777777" w:rsidR="002267BA" w:rsidRPr="001A7B4B" w:rsidRDefault="00E75229" w:rsidP="002267BA">
            <w:pPr>
              <w:pStyle w:val="Normalheadingblack"/>
              <w:rPr>
                <w:rFonts w:cs="Arial"/>
                <w:b w:val="0"/>
                <w:szCs w:val="22"/>
              </w:rPr>
            </w:pPr>
            <w:r w:rsidRPr="001A7B4B">
              <w:rPr>
                <w:rFonts w:cs="Arial"/>
                <w:b w:val="0"/>
                <w:szCs w:val="22"/>
              </w:rPr>
              <w:t>S2.3 Measure site requirements and materials</w:t>
            </w:r>
          </w:p>
        </w:tc>
        <w:tc>
          <w:tcPr>
            <w:tcW w:w="5785" w:type="dxa"/>
          </w:tcPr>
          <w:p w14:paraId="3AD8E506" w14:textId="283C238A" w:rsidR="002267BA" w:rsidRPr="001A7B4B" w:rsidRDefault="002267BA" w:rsidP="00D35B61">
            <w:pPr>
              <w:pStyle w:val="Normalheadingblue"/>
              <w:spacing w:before="0" w:after="0"/>
              <w:rPr>
                <w:rFonts w:cs="Arial"/>
                <w:color w:val="auto"/>
                <w:szCs w:val="22"/>
              </w:rPr>
            </w:pPr>
            <w:r w:rsidRPr="001A7B4B">
              <w:rPr>
                <w:rFonts w:cs="Arial"/>
                <w:color w:val="auto"/>
                <w:szCs w:val="22"/>
              </w:rPr>
              <w:t>Activities</w:t>
            </w:r>
            <w:r w:rsidR="009E6BAD" w:rsidRPr="001A7B4B">
              <w:rPr>
                <w:rFonts w:cs="Arial"/>
                <w:color w:val="auto"/>
                <w:szCs w:val="22"/>
              </w:rPr>
              <w:t>:</w:t>
            </w:r>
          </w:p>
          <w:p w14:paraId="293126C4" w14:textId="77777777" w:rsidR="002267BA" w:rsidRPr="001A7B4B" w:rsidRDefault="002267BA" w:rsidP="00D35B61">
            <w:pPr>
              <w:pStyle w:val="Normalheadingblue"/>
              <w:spacing w:before="0" w:after="0"/>
              <w:rPr>
                <w:rFonts w:cs="Arial"/>
                <w:color w:val="auto"/>
                <w:szCs w:val="22"/>
              </w:rPr>
            </w:pPr>
            <w:r w:rsidRPr="001A7B4B">
              <w:rPr>
                <w:rFonts w:cs="Arial"/>
                <w:color w:val="auto"/>
                <w:szCs w:val="22"/>
              </w:rPr>
              <w:t>Starter task example:</w:t>
            </w:r>
          </w:p>
          <w:p w14:paraId="24BD182C" w14:textId="77777777" w:rsidR="009E6BAD" w:rsidRPr="001A7B4B" w:rsidRDefault="00E75229" w:rsidP="00D35B61">
            <w:pPr>
              <w:pStyle w:val="Normalheadingblue"/>
              <w:spacing w:before="0" w:after="0"/>
              <w:rPr>
                <w:rFonts w:cs="Arial"/>
                <w:b w:val="0"/>
                <w:color w:val="auto"/>
                <w:szCs w:val="22"/>
              </w:rPr>
            </w:pPr>
            <w:r w:rsidRPr="001A7B4B">
              <w:rPr>
                <w:rFonts w:cs="Arial"/>
                <w:b w:val="0"/>
                <w:color w:val="auto"/>
                <w:szCs w:val="22"/>
              </w:rPr>
              <w:t xml:space="preserve">Recap by asking </w:t>
            </w:r>
            <w:r w:rsidR="00F502C8" w:rsidRPr="001A7B4B">
              <w:rPr>
                <w:rFonts w:cs="Arial"/>
                <w:b w:val="0"/>
                <w:color w:val="auto"/>
                <w:szCs w:val="22"/>
              </w:rPr>
              <w:t>students</w:t>
            </w:r>
            <w:r w:rsidRPr="001A7B4B">
              <w:rPr>
                <w:rFonts w:cs="Arial"/>
                <w:b w:val="0"/>
                <w:color w:val="auto"/>
                <w:szCs w:val="22"/>
              </w:rPr>
              <w:t xml:space="preserve"> to state items of information found in a site drawing before nominating a peer to do the same.</w:t>
            </w:r>
          </w:p>
          <w:p w14:paraId="2EC51A3D" w14:textId="77777777" w:rsidR="009E6BAD" w:rsidRPr="001A7B4B" w:rsidRDefault="009E6BAD" w:rsidP="00D35B61">
            <w:pPr>
              <w:pStyle w:val="Normalheadingblue"/>
              <w:spacing w:before="0" w:after="0"/>
              <w:rPr>
                <w:rFonts w:cs="Arial"/>
                <w:b w:val="0"/>
                <w:color w:val="auto"/>
                <w:szCs w:val="22"/>
              </w:rPr>
            </w:pPr>
          </w:p>
          <w:p w14:paraId="7AB23F29" w14:textId="055526FB" w:rsidR="002267BA" w:rsidRPr="001A7B4B" w:rsidRDefault="002267BA" w:rsidP="00D35B61">
            <w:pPr>
              <w:pStyle w:val="Normalheadingblue"/>
              <w:spacing w:before="0" w:after="0"/>
              <w:rPr>
                <w:rFonts w:cs="Arial"/>
                <w:b w:val="0"/>
                <w:color w:val="auto"/>
                <w:szCs w:val="22"/>
              </w:rPr>
            </w:pPr>
            <w:r w:rsidRPr="001A7B4B">
              <w:rPr>
                <w:rFonts w:cs="Arial"/>
                <w:color w:val="auto"/>
                <w:szCs w:val="22"/>
              </w:rPr>
              <w:t>Delivery</w:t>
            </w:r>
            <w:r w:rsidR="009E6BAD" w:rsidRPr="001A7B4B">
              <w:rPr>
                <w:rFonts w:cs="Arial"/>
                <w:color w:val="auto"/>
                <w:szCs w:val="22"/>
              </w:rPr>
              <w:t xml:space="preserve"> focus</w:t>
            </w:r>
            <w:r w:rsidRPr="001A7B4B">
              <w:rPr>
                <w:rFonts w:cs="Arial"/>
                <w:color w:val="auto"/>
                <w:szCs w:val="22"/>
              </w:rPr>
              <w:t>:</w:t>
            </w:r>
          </w:p>
          <w:p w14:paraId="380D9800" w14:textId="3B0BF896" w:rsidR="002267BA" w:rsidRPr="001A7B4B" w:rsidRDefault="000D3A29" w:rsidP="002C017C">
            <w:pPr>
              <w:pStyle w:val="Normalheadingblue"/>
              <w:numPr>
                <w:ilvl w:val="0"/>
                <w:numId w:val="4"/>
              </w:numPr>
              <w:spacing w:before="0" w:after="0"/>
              <w:rPr>
                <w:rFonts w:cs="Arial"/>
                <w:color w:val="auto"/>
                <w:szCs w:val="22"/>
              </w:rPr>
            </w:pPr>
            <w:r w:rsidRPr="001A7B4B">
              <w:rPr>
                <w:rFonts w:cs="Arial"/>
                <w:color w:val="auto"/>
                <w:szCs w:val="22"/>
              </w:rPr>
              <w:t xml:space="preserve">Measure site requirements and materials </w:t>
            </w:r>
            <w:r w:rsidRPr="001A7B4B">
              <w:rPr>
                <w:rFonts w:cs="Arial"/>
                <w:b w:val="0"/>
                <w:color w:val="auto"/>
                <w:szCs w:val="22"/>
              </w:rPr>
              <w:t>– In this session tutor will deliver information regarding the process of quantifying materials from installation drawings by ‘taking off’ from a site drawing.</w:t>
            </w:r>
          </w:p>
          <w:p w14:paraId="7C8D027A" w14:textId="77777777" w:rsidR="002267BA" w:rsidRPr="001A7B4B" w:rsidRDefault="000D3A29" w:rsidP="002C017C">
            <w:pPr>
              <w:pStyle w:val="Normalheadingblue"/>
              <w:numPr>
                <w:ilvl w:val="0"/>
                <w:numId w:val="4"/>
              </w:numPr>
              <w:spacing w:before="0" w:after="0"/>
              <w:rPr>
                <w:rFonts w:cs="Arial"/>
                <w:b w:val="0"/>
                <w:color w:val="auto"/>
                <w:szCs w:val="22"/>
              </w:rPr>
            </w:pPr>
            <w:r w:rsidRPr="001A7B4B">
              <w:rPr>
                <w:rFonts w:cs="Arial"/>
                <w:b w:val="0"/>
                <w:color w:val="auto"/>
                <w:szCs w:val="22"/>
              </w:rPr>
              <w:t>Tutor to discuss the impact of poor estimation and how quantifying materials accurately can lead to efficiency for contractor and client.</w:t>
            </w:r>
          </w:p>
          <w:p w14:paraId="48A4F14A" w14:textId="77777777" w:rsidR="000D3A29" w:rsidRPr="001A7B4B" w:rsidRDefault="00E75229" w:rsidP="002C017C">
            <w:pPr>
              <w:pStyle w:val="Normalheadingblue"/>
              <w:numPr>
                <w:ilvl w:val="0"/>
                <w:numId w:val="4"/>
              </w:numPr>
              <w:spacing w:before="0" w:after="0"/>
              <w:rPr>
                <w:rFonts w:cs="Arial"/>
                <w:b w:val="0"/>
                <w:color w:val="auto"/>
                <w:szCs w:val="22"/>
              </w:rPr>
            </w:pPr>
            <w:r w:rsidRPr="001A7B4B">
              <w:rPr>
                <w:rFonts w:cs="Arial"/>
                <w:b w:val="0"/>
                <w:color w:val="auto"/>
                <w:szCs w:val="22"/>
              </w:rPr>
              <w:t>Distribute</w:t>
            </w:r>
            <w:r w:rsidR="000D3A29" w:rsidRPr="001A7B4B">
              <w:rPr>
                <w:rFonts w:cs="Arial"/>
                <w:b w:val="0"/>
                <w:color w:val="auto"/>
                <w:szCs w:val="22"/>
              </w:rPr>
              <w:t xml:space="preserve"> copies of a site drawing and a simple job specification to each learner. Give each learner a scale ruler.</w:t>
            </w:r>
          </w:p>
          <w:p w14:paraId="7AC97E2B" w14:textId="77777777" w:rsidR="000D3A29" w:rsidRPr="001A7B4B" w:rsidRDefault="000D3A29" w:rsidP="002C017C">
            <w:pPr>
              <w:pStyle w:val="Normalheadingblue"/>
              <w:numPr>
                <w:ilvl w:val="0"/>
                <w:numId w:val="4"/>
              </w:numPr>
              <w:spacing w:before="0" w:after="0"/>
              <w:rPr>
                <w:rFonts w:cs="Arial"/>
                <w:b w:val="0"/>
                <w:color w:val="auto"/>
                <w:szCs w:val="22"/>
              </w:rPr>
            </w:pPr>
            <w:r w:rsidRPr="001A7B4B">
              <w:rPr>
                <w:rFonts w:cs="Arial"/>
                <w:b w:val="0"/>
                <w:color w:val="auto"/>
                <w:szCs w:val="22"/>
              </w:rPr>
              <w:lastRenderedPageBreak/>
              <w:t>Tutor to demonstrate the use of scale in measuring a given section of pipework in a worked example with class.</w:t>
            </w:r>
          </w:p>
          <w:p w14:paraId="1EFA331B" w14:textId="77777777" w:rsidR="00E75229" w:rsidRPr="001A7B4B" w:rsidRDefault="00E75229" w:rsidP="002C017C">
            <w:pPr>
              <w:pStyle w:val="Normalheadingblue"/>
              <w:numPr>
                <w:ilvl w:val="0"/>
                <w:numId w:val="4"/>
              </w:numPr>
              <w:spacing w:before="0" w:after="0"/>
              <w:rPr>
                <w:rFonts w:cs="Arial"/>
                <w:b w:val="0"/>
                <w:color w:val="auto"/>
                <w:szCs w:val="22"/>
              </w:rPr>
            </w:pPr>
            <w:r w:rsidRPr="001A7B4B">
              <w:rPr>
                <w:rFonts w:cs="Arial"/>
                <w:b w:val="0"/>
                <w:color w:val="auto"/>
                <w:szCs w:val="22"/>
              </w:rPr>
              <w:t>Breakout to workshop to demonstrate the use of measuring devices to measure space.</w:t>
            </w:r>
          </w:p>
          <w:p w14:paraId="7F875378" w14:textId="71C8EC17" w:rsidR="000D3A29" w:rsidRPr="001A7B4B" w:rsidRDefault="00116A2E" w:rsidP="002C017C">
            <w:pPr>
              <w:pStyle w:val="Normalheadingblue"/>
              <w:numPr>
                <w:ilvl w:val="0"/>
                <w:numId w:val="4"/>
              </w:numPr>
              <w:spacing w:before="0" w:after="0"/>
              <w:rPr>
                <w:rFonts w:cs="Arial"/>
                <w:b w:val="0"/>
                <w:color w:val="auto"/>
                <w:szCs w:val="22"/>
              </w:rPr>
            </w:pPr>
            <w:r w:rsidRPr="001A7B4B">
              <w:rPr>
                <w:rFonts w:cs="Arial"/>
                <w:b w:val="0"/>
                <w:color w:val="auto"/>
                <w:szCs w:val="22"/>
              </w:rPr>
              <w:t>Students</w:t>
            </w:r>
            <w:r w:rsidR="000D3A29" w:rsidRPr="001A7B4B">
              <w:rPr>
                <w:rFonts w:cs="Arial"/>
                <w:b w:val="0"/>
                <w:color w:val="auto"/>
                <w:szCs w:val="22"/>
              </w:rPr>
              <w:t xml:space="preserve"> to identify other sections of pipe or materials in drawing using the specified scale as directed by tutor.</w:t>
            </w:r>
          </w:p>
          <w:p w14:paraId="059A196F" w14:textId="77777777" w:rsidR="000D3A29" w:rsidRPr="001A7B4B" w:rsidRDefault="000D3A29" w:rsidP="002C017C">
            <w:pPr>
              <w:pStyle w:val="Normalheadingblue"/>
              <w:numPr>
                <w:ilvl w:val="0"/>
                <w:numId w:val="4"/>
              </w:numPr>
              <w:spacing w:before="0" w:after="0"/>
              <w:rPr>
                <w:rFonts w:cs="Arial"/>
                <w:b w:val="0"/>
                <w:color w:val="auto"/>
                <w:szCs w:val="22"/>
              </w:rPr>
            </w:pPr>
            <w:r w:rsidRPr="001A7B4B">
              <w:rPr>
                <w:rFonts w:cs="Arial"/>
                <w:b w:val="0"/>
                <w:color w:val="auto"/>
                <w:szCs w:val="22"/>
              </w:rPr>
              <w:t>Discuss how the specification is then used to identify the specific material standard and type along with the drawing so that quotations can be produced.</w:t>
            </w:r>
          </w:p>
          <w:p w14:paraId="03CE6E1A" w14:textId="20082CAA" w:rsidR="000D3A29" w:rsidRPr="001A7B4B" w:rsidRDefault="000D3A29" w:rsidP="002C017C">
            <w:pPr>
              <w:pStyle w:val="Normalheadingblue"/>
              <w:numPr>
                <w:ilvl w:val="0"/>
                <w:numId w:val="4"/>
              </w:numPr>
              <w:spacing w:before="0" w:after="0"/>
              <w:rPr>
                <w:rFonts w:cs="Arial"/>
                <w:b w:val="0"/>
                <w:color w:val="auto"/>
                <w:szCs w:val="22"/>
              </w:rPr>
            </w:pPr>
            <w:r w:rsidRPr="001A7B4B">
              <w:rPr>
                <w:rFonts w:cs="Arial"/>
                <w:b w:val="0"/>
                <w:color w:val="auto"/>
                <w:szCs w:val="22"/>
              </w:rPr>
              <w:t xml:space="preserve">Tutor to set task for </w:t>
            </w:r>
            <w:r w:rsidR="00F502C8" w:rsidRPr="001A7B4B">
              <w:rPr>
                <w:rFonts w:cs="Arial"/>
                <w:b w:val="0"/>
                <w:color w:val="auto"/>
                <w:szCs w:val="22"/>
              </w:rPr>
              <w:t>students</w:t>
            </w:r>
            <w:r w:rsidRPr="001A7B4B">
              <w:rPr>
                <w:rFonts w:cs="Arial"/>
                <w:b w:val="0"/>
                <w:color w:val="auto"/>
                <w:szCs w:val="22"/>
              </w:rPr>
              <w:t xml:space="preserve"> in small groups. </w:t>
            </w:r>
            <w:r w:rsidR="00116A2E" w:rsidRPr="001A7B4B">
              <w:rPr>
                <w:rFonts w:cs="Arial"/>
                <w:b w:val="0"/>
                <w:color w:val="auto"/>
                <w:szCs w:val="22"/>
              </w:rPr>
              <w:t>Students</w:t>
            </w:r>
            <w:r w:rsidRPr="001A7B4B">
              <w:rPr>
                <w:rFonts w:cs="Arial"/>
                <w:b w:val="0"/>
                <w:color w:val="auto"/>
                <w:szCs w:val="22"/>
              </w:rPr>
              <w:t xml:space="preserve"> are to be given a fresh drawing and specification and complete a </w:t>
            </w:r>
            <w:proofErr w:type="spellStart"/>
            <w:r w:rsidRPr="001A7B4B">
              <w:rPr>
                <w:rFonts w:cs="Arial"/>
                <w:b w:val="0"/>
                <w:color w:val="auto"/>
                <w:szCs w:val="22"/>
              </w:rPr>
              <w:t>take off</w:t>
            </w:r>
            <w:proofErr w:type="spellEnd"/>
            <w:r w:rsidRPr="001A7B4B">
              <w:rPr>
                <w:rFonts w:cs="Arial"/>
                <w:b w:val="0"/>
                <w:color w:val="auto"/>
                <w:szCs w:val="22"/>
              </w:rPr>
              <w:t>. They are then to produce a materials list.</w:t>
            </w:r>
          </w:p>
          <w:p w14:paraId="21628675" w14:textId="6269AC12" w:rsidR="000D3A29" w:rsidRPr="001A7B4B" w:rsidRDefault="000D3A29" w:rsidP="002C017C">
            <w:pPr>
              <w:pStyle w:val="Normalheadingblue"/>
              <w:numPr>
                <w:ilvl w:val="0"/>
                <w:numId w:val="4"/>
              </w:numPr>
              <w:spacing w:before="0" w:after="0"/>
              <w:rPr>
                <w:rFonts w:cs="Arial"/>
                <w:b w:val="0"/>
                <w:color w:val="auto"/>
                <w:szCs w:val="22"/>
              </w:rPr>
            </w:pPr>
            <w:r w:rsidRPr="001A7B4B">
              <w:rPr>
                <w:rFonts w:cs="Arial"/>
                <w:b w:val="0"/>
                <w:color w:val="auto"/>
                <w:szCs w:val="22"/>
              </w:rPr>
              <w:t xml:space="preserve">Allow </w:t>
            </w:r>
            <w:r w:rsidR="00F502C8" w:rsidRPr="001A7B4B">
              <w:rPr>
                <w:rFonts w:cs="Arial"/>
                <w:b w:val="0"/>
                <w:color w:val="auto"/>
                <w:szCs w:val="22"/>
              </w:rPr>
              <w:t>students</w:t>
            </w:r>
            <w:r w:rsidRPr="001A7B4B">
              <w:rPr>
                <w:rFonts w:cs="Arial"/>
                <w:b w:val="0"/>
                <w:color w:val="auto"/>
                <w:szCs w:val="22"/>
              </w:rPr>
              <w:t xml:space="preserve"> access to plumbing catalogues or online resources to then complete a price list and quotation for the project.</w:t>
            </w:r>
          </w:p>
          <w:p w14:paraId="60BA4286" w14:textId="77777777" w:rsidR="002267BA" w:rsidRPr="001A7B4B" w:rsidRDefault="002267BA" w:rsidP="00D35B61">
            <w:pPr>
              <w:pStyle w:val="Normalheadingblue"/>
              <w:spacing w:before="0" w:after="0"/>
              <w:rPr>
                <w:rFonts w:cs="Arial"/>
                <w:color w:val="auto"/>
                <w:szCs w:val="22"/>
              </w:rPr>
            </w:pPr>
          </w:p>
          <w:p w14:paraId="6496FF4C" w14:textId="6ED696B4" w:rsidR="002267BA" w:rsidRPr="001A7B4B" w:rsidRDefault="002267BA" w:rsidP="00D35B61">
            <w:pPr>
              <w:pStyle w:val="Normalheadingblue"/>
              <w:spacing w:before="0" w:after="0"/>
              <w:rPr>
                <w:rFonts w:cs="Arial"/>
                <w:color w:val="auto"/>
                <w:szCs w:val="22"/>
              </w:rPr>
            </w:pPr>
            <w:r w:rsidRPr="001A7B4B">
              <w:rPr>
                <w:rFonts w:cs="Arial"/>
                <w:color w:val="auto"/>
                <w:szCs w:val="22"/>
              </w:rPr>
              <w:t xml:space="preserve">Knowledge </w:t>
            </w:r>
            <w:r w:rsidR="009E6BAD" w:rsidRPr="001A7B4B">
              <w:rPr>
                <w:rFonts w:cs="Arial"/>
                <w:color w:val="auto"/>
                <w:szCs w:val="22"/>
              </w:rPr>
              <w:t>C</w:t>
            </w:r>
            <w:r w:rsidRPr="001A7B4B">
              <w:rPr>
                <w:rFonts w:cs="Arial"/>
                <w:color w:val="auto"/>
                <w:szCs w:val="22"/>
              </w:rPr>
              <w:t>heck example:</w:t>
            </w:r>
          </w:p>
          <w:p w14:paraId="0FCCE0AD" w14:textId="77777777" w:rsidR="002267BA" w:rsidRPr="001A7B4B" w:rsidRDefault="000D3A29" w:rsidP="009E6BAD">
            <w:pPr>
              <w:pStyle w:val="Normalheadingblue"/>
              <w:spacing w:before="0" w:after="0"/>
              <w:rPr>
                <w:rFonts w:cs="Arial"/>
                <w:b w:val="0"/>
                <w:color w:val="auto"/>
                <w:szCs w:val="22"/>
              </w:rPr>
            </w:pPr>
            <w:r w:rsidRPr="001A7B4B">
              <w:rPr>
                <w:rFonts w:cs="Arial"/>
                <w:b w:val="0"/>
                <w:color w:val="auto"/>
                <w:szCs w:val="22"/>
              </w:rPr>
              <w:t>Peer marking and discussion of the project led by tutor. Discuss and compare the quotations and take offs and how teams could have improve their accuracy.</w:t>
            </w:r>
          </w:p>
          <w:p w14:paraId="41D40D10" w14:textId="77777777" w:rsidR="002267BA" w:rsidRPr="001A7B4B" w:rsidRDefault="002267BA" w:rsidP="00D35B61">
            <w:pPr>
              <w:pStyle w:val="Normalheadingblue"/>
              <w:spacing w:before="0" w:after="0"/>
              <w:rPr>
                <w:rFonts w:cs="Arial"/>
                <w:color w:val="auto"/>
                <w:szCs w:val="22"/>
              </w:rPr>
            </w:pPr>
          </w:p>
          <w:p w14:paraId="7F05EBD6" w14:textId="39607AE4" w:rsidR="002267BA" w:rsidRPr="001A7B4B" w:rsidRDefault="002267BA" w:rsidP="00D35B61">
            <w:pPr>
              <w:pStyle w:val="Normalheadingblue"/>
              <w:spacing w:before="0" w:after="0"/>
              <w:rPr>
                <w:rFonts w:cs="Arial"/>
                <w:color w:val="auto"/>
                <w:szCs w:val="22"/>
              </w:rPr>
            </w:pPr>
            <w:r w:rsidRPr="001A7B4B">
              <w:rPr>
                <w:rFonts w:cs="Arial"/>
                <w:color w:val="auto"/>
                <w:szCs w:val="22"/>
              </w:rPr>
              <w:t>Resources</w:t>
            </w:r>
            <w:r w:rsidR="009E6BAD" w:rsidRPr="001A7B4B">
              <w:rPr>
                <w:rFonts w:cs="Arial"/>
                <w:color w:val="auto"/>
                <w:szCs w:val="22"/>
              </w:rPr>
              <w:t>:</w:t>
            </w:r>
          </w:p>
          <w:p w14:paraId="21356675" w14:textId="77777777" w:rsidR="000D3A29" w:rsidRPr="001A7B4B" w:rsidRDefault="000D3A29" w:rsidP="00D35B61">
            <w:pPr>
              <w:pStyle w:val="Normalheadingblue"/>
              <w:spacing w:before="0" w:after="0"/>
              <w:rPr>
                <w:rFonts w:cs="Arial"/>
                <w:b w:val="0"/>
                <w:color w:val="auto"/>
                <w:szCs w:val="22"/>
              </w:rPr>
            </w:pPr>
            <w:r w:rsidRPr="001A7B4B">
              <w:rPr>
                <w:rFonts w:cs="Arial"/>
                <w:b w:val="0"/>
                <w:color w:val="auto"/>
                <w:szCs w:val="22"/>
              </w:rPr>
              <w:t>Examples of site drawings</w:t>
            </w:r>
          </w:p>
          <w:p w14:paraId="18A857C5" w14:textId="77777777" w:rsidR="000D3A29" w:rsidRPr="001A7B4B" w:rsidRDefault="000D3A29" w:rsidP="00D35B61">
            <w:pPr>
              <w:pStyle w:val="Normalheadingblue"/>
              <w:spacing w:before="0" w:after="0"/>
              <w:rPr>
                <w:rFonts w:cs="Arial"/>
                <w:b w:val="0"/>
                <w:color w:val="auto"/>
                <w:szCs w:val="22"/>
              </w:rPr>
            </w:pPr>
            <w:r w:rsidRPr="001A7B4B">
              <w:rPr>
                <w:rFonts w:cs="Arial"/>
                <w:b w:val="0"/>
                <w:color w:val="auto"/>
                <w:szCs w:val="22"/>
              </w:rPr>
              <w:t>Examples of specification</w:t>
            </w:r>
          </w:p>
          <w:p w14:paraId="0D3BDC10" w14:textId="77777777" w:rsidR="002267BA" w:rsidRPr="001A7B4B" w:rsidRDefault="000D3A29" w:rsidP="00D35B61">
            <w:pPr>
              <w:pStyle w:val="Normalheadingblue"/>
              <w:spacing w:before="0" w:after="0"/>
              <w:rPr>
                <w:rFonts w:cs="Arial"/>
                <w:color w:val="auto"/>
                <w:szCs w:val="22"/>
              </w:rPr>
            </w:pPr>
            <w:r w:rsidRPr="001A7B4B">
              <w:rPr>
                <w:rFonts w:cs="Arial"/>
                <w:b w:val="0"/>
                <w:color w:val="auto"/>
                <w:szCs w:val="22"/>
              </w:rPr>
              <w:lastRenderedPageBreak/>
              <w:t>Scale rulers</w:t>
            </w:r>
            <w:r w:rsidR="002267BA" w:rsidRPr="001A7B4B">
              <w:rPr>
                <w:rFonts w:cs="Arial"/>
                <w:color w:val="auto"/>
                <w:szCs w:val="22"/>
              </w:rPr>
              <w:br/>
            </w:r>
          </w:p>
        </w:tc>
        <w:tc>
          <w:tcPr>
            <w:tcW w:w="2246" w:type="dxa"/>
          </w:tcPr>
          <w:p w14:paraId="4C760DD4" w14:textId="77777777" w:rsidR="00DD207A" w:rsidRDefault="008A57D2">
            <w:r>
              <w:lastRenderedPageBreak/>
              <w:t>Q&amp;A</w:t>
            </w:r>
            <w:r>
              <w:br/>
            </w:r>
            <w:r>
              <w:br/>
              <w:t>Take off materials</w:t>
            </w:r>
            <w:r>
              <w:br/>
            </w:r>
            <w:r>
              <w:br/>
              <w:t>Produce quote</w:t>
            </w:r>
            <w:r>
              <w:br/>
              <w:t>Maths skills (measurement, scale, calculation, costing)</w:t>
            </w:r>
            <w:r>
              <w:br/>
              <w:t>English skills (reading, writing, technical vocabulary)</w:t>
            </w:r>
          </w:p>
        </w:tc>
      </w:tr>
      <w:tr w:rsidR="00E75229" w:rsidRPr="00634DF8" w14:paraId="1DC3E86E" w14:textId="77777777" w:rsidTr="24BA986D">
        <w:trPr>
          <w:trHeight w:val="300"/>
          <w:jc w:val="center"/>
        </w:trPr>
        <w:tc>
          <w:tcPr>
            <w:tcW w:w="1297" w:type="dxa"/>
          </w:tcPr>
          <w:p w14:paraId="7FF77D82" w14:textId="77777777" w:rsidR="00E75229" w:rsidRPr="00634DF8" w:rsidRDefault="00E75229" w:rsidP="00E75229">
            <w:pPr>
              <w:jc w:val="center"/>
              <w:rPr>
                <w:rFonts w:cs="Arial"/>
                <w:szCs w:val="22"/>
              </w:rPr>
            </w:pPr>
            <w:r>
              <w:rPr>
                <w:rFonts w:cs="Arial"/>
                <w:szCs w:val="22"/>
              </w:rPr>
              <w:lastRenderedPageBreak/>
              <w:t>36</w:t>
            </w:r>
          </w:p>
          <w:p w14:paraId="5496DD29" w14:textId="77777777" w:rsidR="00E75229" w:rsidRPr="00634DF8" w:rsidRDefault="00E75229" w:rsidP="00E75229">
            <w:pPr>
              <w:jc w:val="center"/>
              <w:rPr>
                <w:rFonts w:cs="Arial"/>
                <w:szCs w:val="22"/>
              </w:rPr>
            </w:pPr>
            <w:r>
              <w:rPr>
                <w:rFonts w:cs="Arial"/>
                <w:szCs w:val="22"/>
              </w:rPr>
              <w:t>3</w:t>
            </w:r>
            <w:r w:rsidRPr="00634DF8">
              <w:rPr>
                <w:rFonts w:cs="Arial"/>
                <w:szCs w:val="22"/>
              </w:rPr>
              <w:t xml:space="preserve"> hours</w:t>
            </w:r>
          </w:p>
        </w:tc>
        <w:tc>
          <w:tcPr>
            <w:tcW w:w="2199" w:type="dxa"/>
          </w:tcPr>
          <w:p w14:paraId="3AAF4E54" w14:textId="77777777" w:rsidR="00E75229" w:rsidRPr="001A7B4B" w:rsidRDefault="00E75229" w:rsidP="00E75229">
            <w:pPr>
              <w:pStyle w:val="Normalheadingblack"/>
              <w:rPr>
                <w:rFonts w:cs="Arial"/>
                <w:lang w:eastAsia="en-GB"/>
              </w:rPr>
            </w:pPr>
            <w:r w:rsidRPr="001A7B4B">
              <w:rPr>
                <w:rFonts w:cs="Arial"/>
                <w:lang w:eastAsia="en-GB"/>
              </w:rPr>
              <w:t>Outcome 1 – Plumbing and heating common knowledge criteria</w:t>
            </w:r>
          </w:p>
          <w:p w14:paraId="725CBD96" w14:textId="77777777" w:rsidR="00E75229" w:rsidRPr="001A7B4B" w:rsidRDefault="00E75229" w:rsidP="00E75229">
            <w:pPr>
              <w:pStyle w:val="Normalheadingblack"/>
              <w:rPr>
                <w:rFonts w:cs="Arial"/>
                <w:lang w:eastAsia="en-GB"/>
              </w:rPr>
            </w:pPr>
          </w:p>
          <w:p w14:paraId="6AE211DC" w14:textId="77777777" w:rsidR="00E75229" w:rsidRPr="001A7B4B" w:rsidRDefault="00E75229" w:rsidP="00E75229">
            <w:pPr>
              <w:pStyle w:val="Normalheadingblack"/>
              <w:rPr>
                <w:rFonts w:cs="Arial"/>
                <w:lang w:eastAsia="en-GB"/>
              </w:rPr>
            </w:pPr>
            <w:r w:rsidRPr="001A7B4B">
              <w:rPr>
                <w:rFonts w:cs="Arial"/>
                <w:lang w:eastAsia="en-GB"/>
              </w:rPr>
              <w:t>Outcome 2 Install plumbing and heating systems</w:t>
            </w:r>
          </w:p>
          <w:p w14:paraId="7DD41430" w14:textId="77777777" w:rsidR="00E75229" w:rsidRPr="001A7B4B" w:rsidRDefault="00E75229" w:rsidP="00E75229">
            <w:pPr>
              <w:pStyle w:val="Normalheadingblack"/>
              <w:rPr>
                <w:rFonts w:cs="Arial"/>
                <w:lang w:eastAsia="en-GB"/>
              </w:rPr>
            </w:pPr>
          </w:p>
          <w:p w14:paraId="4C176B99" w14:textId="77777777" w:rsidR="00E75229" w:rsidRPr="001A7B4B" w:rsidRDefault="00E75229" w:rsidP="00E75229">
            <w:pPr>
              <w:pStyle w:val="Normalheadingblack"/>
              <w:rPr>
                <w:rFonts w:cs="Arial"/>
                <w:b w:val="0"/>
                <w:szCs w:val="22"/>
                <w:lang w:eastAsia="en-GB"/>
              </w:rPr>
            </w:pPr>
          </w:p>
        </w:tc>
        <w:tc>
          <w:tcPr>
            <w:tcW w:w="3135" w:type="dxa"/>
          </w:tcPr>
          <w:p w14:paraId="3987B7A8" w14:textId="77777777" w:rsidR="00E75229" w:rsidRPr="001A7B4B" w:rsidRDefault="00E75229" w:rsidP="00E75229">
            <w:pPr>
              <w:pStyle w:val="Normalheadingblack"/>
              <w:rPr>
                <w:rFonts w:cs="Arial"/>
                <w:b w:val="0"/>
                <w:lang w:eastAsia="en-GB"/>
              </w:rPr>
            </w:pPr>
            <w:r w:rsidRPr="001A7B4B">
              <w:rPr>
                <w:rFonts w:cs="Arial"/>
                <w:b w:val="0"/>
                <w:lang w:eastAsia="en-GB"/>
              </w:rPr>
              <w:t>K1.30, K1.31, S2.21, S2.3</w:t>
            </w:r>
          </w:p>
          <w:p w14:paraId="269D712A" w14:textId="77777777" w:rsidR="00E75229" w:rsidRPr="001A7B4B" w:rsidRDefault="00E75229" w:rsidP="00E75229">
            <w:pPr>
              <w:rPr>
                <w:rFonts w:ascii="Calibri" w:eastAsia="Calibri" w:hAnsi="Calibri" w:cs="Calibri"/>
                <w:b/>
                <w:szCs w:val="22"/>
              </w:rPr>
            </w:pPr>
          </w:p>
          <w:p w14:paraId="010B1687" w14:textId="77777777" w:rsidR="00E75229" w:rsidRPr="001A7B4B" w:rsidRDefault="00E75229" w:rsidP="00E75229">
            <w:pPr>
              <w:pStyle w:val="Normalheadingblack"/>
              <w:rPr>
                <w:rFonts w:cs="Arial"/>
                <w:b w:val="0"/>
                <w:szCs w:val="22"/>
              </w:rPr>
            </w:pPr>
          </w:p>
        </w:tc>
        <w:tc>
          <w:tcPr>
            <w:tcW w:w="5785" w:type="dxa"/>
          </w:tcPr>
          <w:p w14:paraId="216BEA59" w14:textId="77777777" w:rsidR="00E75229" w:rsidRPr="001A7B4B" w:rsidRDefault="00E75229" w:rsidP="009E6BAD">
            <w:pPr>
              <w:pStyle w:val="Normalheadingblue"/>
              <w:spacing w:before="0" w:after="0"/>
              <w:rPr>
                <w:rFonts w:cs="Arial"/>
                <w:b w:val="0"/>
                <w:color w:val="auto"/>
              </w:rPr>
            </w:pPr>
            <w:r w:rsidRPr="001A7B4B">
              <w:rPr>
                <w:rFonts w:cs="Arial"/>
                <w:b w:val="0"/>
                <w:color w:val="auto"/>
              </w:rPr>
              <w:t xml:space="preserve">A </w:t>
            </w:r>
            <w:proofErr w:type="spellStart"/>
            <w:r w:rsidRPr="001A7B4B">
              <w:rPr>
                <w:rFonts w:cs="Arial"/>
                <w:b w:val="0"/>
                <w:color w:val="auto"/>
              </w:rPr>
              <w:t>self study</w:t>
            </w:r>
            <w:proofErr w:type="spellEnd"/>
            <w:r w:rsidRPr="001A7B4B">
              <w:rPr>
                <w:rFonts w:cs="Arial"/>
                <w:b w:val="0"/>
                <w:color w:val="auto"/>
              </w:rPr>
              <w:t xml:space="preserve"> and reflection session has been added here as the formal Information and data element of the delivery is completed. </w:t>
            </w:r>
          </w:p>
          <w:p w14:paraId="440A1FBD" w14:textId="60234D5E" w:rsidR="00E75229" w:rsidRPr="001A7B4B" w:rsidRDefault="00E75229" w:rsidP="009E6BAD">
            <w:pPr>
              <w:pStyle w:val="Normalheadingblue"/>
              <w:spacing w:before="0" w:after="0"/>
              <w:rPr>
                <w:rFonts w:cs="Arial"/>
                <w:b w:val="0"/>
                <w:color w:val="auto"/>
                <w:szCs w:val="22"/>
              </w:rPr>
            </w:pPr>
            <w:r w:rsidRPr="001A7B4B">
              <w:rPr>
                <w:rFonts w:cs="Arial"/>
                <w:b w:val="0"/>
                <w:color w:val="auto"/>
              </w:rPr>
              <w:t xml:space="preserve">This time may be used for tutors to assess knowledge and understanding of the content covered so far, offer feedback or for </w:t>
            </w:r>
            <w:r w:rsidR="00F502C8" w:rsidRPr="001A7B4B">
              <w:rPr>
                <w:rFonts w:cs="Arial"/>
                <w:b w:val="0"/>
                <w:color w:val="auto"/>
              </w:rPr>
              <w:t>students</w:t>
            </w:r>
            <w:r w:rsidRPr="001A7B4B">
              <w:rPr>
                <w:rFonts w:cs="Arial"/>
                <w:b w:val="0"/>
                <w:color w:val="auto"/>
              </w:rPr>
              <w:t xml:space="preserve"> to complete their own reflection or deeper study.</w:t>
            </w:r>
          </w:p>
        </w:tc>
        <w:tc>
          <w:tcPr>
            <w:tcW w:w="2246" w:type="dxa"/>
          </w:tcPr>
          <w:p w14:paraId="53707EF9" w14:textId="77777777" w:rsidR="00DD207A" w:rsidRDefault="00DD207A"/>
        </w:tc>
      </w:tr>
      <w:tr w:rsidR="002267BA" w:rsidRPr="00634DF8" w14:paraId="3FF4F565" w14:textId="77777777" w:rsidTr="24BA986D">
        <w:trPr>
          <w:trHeight w:val="300"/>
          <w:jc w:val="center"/>
        </w:trPr>
        <w:tc>
          <w:tcPr>
            <w:tcW w:w="1297" w:type="dxa"/>
          </w:tcPr>
          <w:p w14:paraId="7FB892DB" w14:textId="77777777" w:rsidR="002267BA" w:rsidRPr="00634DF8" w:rsidRDefault="00E75229" w:rsidP="002267BA">
            <w:pPr>
              <w:jc w:val="center"/>
              <w:rPr>
                <w:rFonts w:cs="Arial"/>
                <w:szCs w:val="22"/>
              </w:rPr>
            </w:pPr>
            <w:r>
              <w:rPr>
                <w:rFonts w:cs="Arial"/>
                <w:szCs w:val="22"/>
              </w:rPr>
              <w:t>37</w:t>
            </w:r>
          </w:p>
          <w:p w14:paraId="38A1AE00" w14:textId="77777777" w:rsidR="002267BA" w:rsidRDefault="00E75229" w:rsidP="002267BA">
            <w:pPr>
              <w:jc w:val="center"/>
              <w:rPr>
                <w:rFonts w:cs="Arial"/>
                <w:szCs w:val="22"/>
              </w:rPr>
            </w:pPr>
            <w:r>
              <w:rPr>
                <w:rFonts w:cs="Arial"/>
                <w:szCs w:val="22"/>
              </w:rPr>
              <w:t>3</w:t>
            </w:r>
            <w:r w:rsidR="002267BA" w:rsidRPr="00634DF8">
              <w:rPr>
                <w:rFonts w:cs="Arial"/>
                <w:szCs w:val="22"/>
              </w:rPr>
              <w:t xml:space="preserve"> hours</w:t>
            </w:r>
          </w:p>
          <w:p w14:paraId="66E6E606" w14:textId="18C17400" w:rsidR="007C6A9B" w:rsidRPr="007C6A9B" w:rsidRDefault="007C6A9B" w:rsidP="002267BA">
            <w:pPr>
              <w:jc w:val="center"/>
              <w:rPr>
                <w:rFonts w:cs="Arial"/>
                <w:b/>
                <w:bCs/>
                <w:szCs w:val="22"/>
              </w:rPr>
            </w:pPr>
            <w:r w:rsidRPr="007C6A9B">
              <w:rPr>
                <w:rFonts w:cs="Arial"/>
                <w:b/>
                <w:bCs/>
                <w:szCs w:val="22"/>
                <w:highlight w:val="yellow"/>
              </w:rPr>
              <w:t>PPT available</w:t>
            </w:r>
          </w:p>
        </w:tc>
        <w:tc>
          <w:tcPr>
            <w:tcW w:w="2199" w:type="dxa"/>
          </w:tcPr>
          <w:p w14:paraId="431367CB" w14:textId="77777777" w:rsidR="00E86881" w:rsidRPr="001A7B4B" w:rsidRDefault="00E86881" w:rsidP="00E86881">
            <w:pPr>
              <w:pStyle w:val="Normalheadingblack"/>
              <w:rPr>
                <w:rFonts w:cs="Arial"/>
                <w:lang w:eastAsia="en-GB"/>
              </w:rPr>
            </w:pPr>
            <w:r w:rsidRPr="001A7B4B">
              <w:rPr>
                <w:rFonts w:cs="Arial"/>
                <w:lang w:eastAsia="en-GB"/>
              </w:rPr>
              <w:t>Outcome 1 – Plumbing and heating common knowledge criteria</w:t>
            </w:r>
          </w:p>
          <w:p w14:paraId="5A81BB00" w14:textId="77777777" w:rsidR="00E86881" w:rsidRPr="001A7B4B" w:rsidRDefault="00E86881" w:rsidP="00E86881">
            <w:pPr>
              <w:pStyle w:val="Normalheadingblack"/>
              <w:rPr>
                <w:rFonts w:cs="Arial"/>
                <w:lang w:eastAsia="en-GB"/>
              </w:rPr>
            </w:pPr>
          </w:p>
          <w:p w14:paraId="3DEFCA30" w14:textId="77777777" w:rsidR="00E86881" w:rsidRPr="001A7B4B" w:rsidRDefault="00E86881" w:rsidP="00E86881">
            <w:pPr>
              <w:pStyle w:val="Normalheadingblack"/>
              <w:rPr>
                <w:rFonts w:cs="Arial"/>
                <w:lang w:eastAsia="en-GB"/>
              </w:rPr>
            </w:pPr>
            <w:r w:rsidRPr="001A7B4B">
              <w:rPr>
                <w:rFonts w:cs="Arial"/>
                <w:lang w:eastAsia="en-GB"/>
              </w:rPr>
              <w:t>Outcome 2 Install plumbing and heating systems</w:t>
            </w:r>
          </w:p>
          <w:p w14:paraId="332C6F73" w14:textId="77777777" w:rsidR="002267BA" w:rsidRPr="001A7B4B" w:rsidRDefault="002267BA" w:rsidP="002267BA">
            <w:pPr>
              <w:pStyle w:val="Normalheadingblack"/>
              <w:rPr>
                <w:rFonts w:cs="Arial"/>
                <w:szCs w:val="22"/>
                <w:lang w:eastAsia="en-GB"/>
              </w:rPr>
            </w:pPr>
          </w:p>
        </w:tc>
        <w:tc>
          <w:tcPr>
            <w:tcW w:w="3135" w:type="dxa"/>
          </w:tcPr>
          <w:p w14:paraId="4ABC6AB7" w14:textId="77777777" w:rsidR="002267BA" w:rsidRPr="001A7B4B" w:rsidRDefault="00E86881" w:rsidP="002267BA">
            <w:pPr>
              <w:pStyle w:val="Normalheadingblack"/>
              <w:rPr>
                <w:rFonts w:cs="Arial"/>
                <w:b w:val="0"/>
                <w:szCs w:val="22"/>
              </w:rPr>
            </w:pPr>
            <w:r w:rsidRPr="001A7B4B">
              <w:rPr>
                <w:rFonts w:cs="Arial"/>
                <w:b w:val="0"/>
                <w:szCs w:val="22"/>
              </w:rPr>
              <w:t>K1.32 Bending techniques</w:t>
            </w:r>
          </w:p>
          <w:p w14:paraId="3956C373" w14:textId="77777777" w:rsidR="00E86881" w:rsidRPr="001A7B4B" w:rsidRDefault="00E86881" w:rsidP="002267BA">
            <w:pPr>
              <w:pStyle w:val="Normalheadingblack"/>
              <w:rPr>
                <w:rFonts w:cs="Arial"/>
                <w:b w:val="0"/>
                <w:szCs w:val="22"/>
              </w:rPr>
            </w:pPr>
          </w:p>
          <w:p w14:paraId="5094EBDE" w14:textId="77777777" w:rsidR="00E86881" w:rsidRPr="001A7B4B" w:rsidRDefault="00E86881" w:rsidP="002267BA">
            <w:pPr>
              <w:pStyle w:val="Normalheadingblack"/>
              <w:rPr>
                <w:rFonts w:cs="Arial"/>
                <w:b w:val="0"/>
                <w:szCs w:val="22"/>
              </w:rPr>
            </w:pPr>
            <w:r w:rsidRPr="001A7B4B">
              <w:rPr>
                <w:rFonts w:cs="Arial"/>
                <w:b w:val="0"/>
                <w:szCs w:val="22"/>
              </w:rPr>
              <w:t>S2.6 Prefabricate bends by bending to shape</w:t>
            </w:r>
          </w:p>
        </w:tc>
        <w:tc>
          <w:tcPr>
            <w:tcW w:w="5785" w:type="dxa"/>
          </w:tcPr>
          <w:p w14:paraId="7C297C5C" w14:textId="7F1D9023" w:rsidR="002267BA" w:rsidRPr="001A7B4B" w:rsidRDefault="002267BA" w:rsidP="007C6A9B">
            <w:pPr>
              <w:pStyle w:val="Normalheadingblue"/>
              <w:spacing w:before="0" w:after="0"/>
              <w:rPr>
                <w:rFonts w:cs="Arial"/>
                <w:color w:val="auto"/>
                <w:szCs w:val="22"/>
              </w:rPr>
            </w:pPr>
            <w:r w:rsidRPr="001A7B4B">
              <w:rPr>
                <w:rFonts w:cs="Arial"/>
                <w:color w:val="auto"/>
                <w:szCs w:val="22"/>
              </w:rPr>
              <w:t>Activities</w:t>
            </w:r>
            <w:r w:rsidR="007C6A9B" w:rsidRPr="001A7B4B">
              <w:rPr>
                <w:rFonts w:cs="Arial"/>
                <w:color w:val="auto"/>
                <w:szCs w:val="22"/>
              </w:rPr>
              <w:t>:</w:t>
            </w:r>
          </w:p>
          <w:p w14:paraId="5E94D805" w14:textId="77777777" w:rsidR="002267BA" w:rsidRPr="001A7B4B" w:rsidRDefault="002267BA" w:rsidP="007C6A9B">
            <w:pPr>
              <w:pStyle w:val="Normalheadingblue"/>
              <w:spacing w:before="0" w:after="0"/>
              <w:rPr>
                <w:rFonts w:cs="Arial"/>
                <w:color w:val="auto"/>
                <w:szCs w:val="22"/>
              </w:rPr>
            </w:pPr>
            <w:r w:rsidRPr="001A7B4B">
              <w:rPr>
                <w:rFonts w:cs="Arial"/>
                <w:color w:val="auto"/>
                <w:szCs w:val="22"/>
              </w:rPr>
              <w:t>Starter task example:</w:t>
            </w:r>
          </w:p>
          <w:p w14:paraId="0F3028BD" w14:textId="77777777" w:rsidR="002267BA" w:rsidRPr="001A7B4B" w:rsidRDefault="005867FE" w:rsidP="007C6A9B">
            <w:pPr>
              <w:pStyle w:val="Normalheadingblue"/>
              <w:spacing w:before="0" w:after="0"/>
              <w:rPr>
                <w:rFonts w:cs="Arial"/>
                <w:b w:val="0"/>
                <w:color w:val="auto"/>
                <w:szCs w:val="22"/>
              </w:rPr>
            </w:pPr>
            <w:r w:rsidRPr="001A7B4B">
              <w:rPr>
                <w:rFonts w:cs="Arial"/>
                <w:b w:val="0"/>
                <w:color w:val="auto"/>
                <w:szCs w:val="22"/>
              </w:rPr>
              <w:t>Classroom discussion – what is the benefit of forming a bend rather than using a fitting?</w:t>
            </w:r>
          </w:p>
          <w:p w14:paraId="459783DF" w14:textId="77777777" w:rsidR="002267BA" w:rsidRPr="001A7B4B" w:rsidRDefault="002267BA" w:rsidP="007C6A9B">
            <w:pPr>
              <w:pStyle w:val="Normalheadingblue"/>
              <w:spacing w:before="0" w:after="0"/>
              <w:rPr>
                <w:rFonts w:cs="Arial"/>
                <w:color w:val="auto"/>
                <w:szCs w:val="22"/>
              </w:rPr>
            </w:pPr>
          </w:p>
          <w:p w14:paraId="15315256" w14:textId="6657D236" w:rsidR="002267BA" w:rsidRPr="001A7B4B" w:rsidRDefault="002267BA" w:rsidP="007C6A9B">
            <w:pPr>
              <w:pStyle w:val="Normalheadingblue"/>
              <w:spacing w:before="0" w:after="0"/>
              <w:rPr>
                <w:rFonts w:cs="Arial"/>
                <w:color w:val="auto"/>
                <w:szCs w:val="22"/>
              </w:rPr>
            </w:pPr>
            <w:r w:rsidRPr="001A7B4B">
              <w:rPr>
                <w:rFonts w:cs="Arial"/>
                <w:color w:val="auto"/>
                <w:szCs w:val="22"/>
              </w:rPr>
              <w:t>Delivery</w:t>
            </w:r>
            <w:r w:rsidR="007C6A9B" w:rsidRPr="001A7B4B">
              <w:rPr>
                <w:rFonts w:cs="Arial"/>
                <w:color w:val="auto"/>
                <w:szCs w:val="22"/>
              </w:rPr>
              <w:t xml:space="preserve"> focus</w:t>
            </w:r>
            <w:r w:rsidRPr="001A7B4B">
              <w:rPr>
                <w:rFonts w:cs="Arial"/>
                <w:color w:val="auto"/>
                <w:szCs w:val="22"/>
              </w:rPr>
              <w:t>:</w:t>
            </w:r>
          </w:p>
          <w:p w14:paraId="20306E82" w14:textId="088EF188" w:rsidR="002267BA" w:rsidRPr="001A7B4B" w:rsidRDefault="006B7172" w:rsidP="007C6A9B">
            <w:pPr>
              <w:pStyle w:val="Normalheadingblue"/>
              <w:spacing w:before="0" w:after="0"/>
              <w:rPr>
                <w:rFonts w:cs="Arial"/>
                <w:color w:val="auto"/>
                <w:szCs w:val="22"/>
              </w:rPr>
            </w:pPr>
            <w:r w:rsidRPr="001A7B4B">
              <w:rPr>
                <w:rFonts w:cs="Arial"/>
                <w:b w:val="0"/>
                <w:bCs/>
                <w:color w:val="auto"/>
                <w:szCs w:val="22"/>
              </w:rPr>
              <w:t>Using PowerPoint</w:t>
            </w:r>
            <w:r w:rsidRPr="001A7B4B">
              <w:rPr>
                <w:rFonts w:cs="Arial"/>
                <w:color w:val="auto"/>
                <w:szCs w:val="22"/>
              </w:rPr>
              <w:t xml:space="preserve"> </w:t>
            </w:r>
            <w:r w:rsidRPr="00811B5D">
              <w:rPr>
                <w:rFonts w:cs="Arial"/>
                <w:color w:val="auto"/>
                <w:szCs w:val="22"/>
                <w:highlight w:val="yellow"/>
              </w:rPr>
              <w:t>K1.32 Bending techniques 90 degree bends</w:t>
            </w:r>
            <w:r w:rsidR="00DD6473" w:rsidRPr="001A7B4B">
              <w:rPr>
                <w:rFonts w:cs="Arial"/>
                <w:b w:val="0"/>
                <w:bCs/>
                <w:color w:val="auto"/>
                <w:szCs w:val="22"/>
              </w:rPr>
              <w:t>, deliver the following content:</w:t>
            </w:r>
          </w:p>
          <w:p w14:paraId="7D0C2CB7" w14:textId="77777777" w:rsidR="002267BA" w:rsidRPr="001A7B4B" w:rsidRDefault="002267BA" w:rsidP="007C6A9B">
            <w:pPr>
              <w:pStyle w:val="Normalheadingblue"/>
              <w:spacing w:before="0" w:after="0"/>
              <w:ind w:left="284"/>
              <w:rPr>
                <w:rFonts w:cs="Arial"/>
                <w:color w:val="auto"/>
                <w:szCs w:val="22"/>
              </w:rPr>
            </w:pPr>
          </w:p>
          <w:p w14:paraId="571C7139" w14:textId="77777777" w:rsidR="002267BA" w:rsidRPr="001A7B4B" w:rsidRDefault="005867FE" w:rsidP="002C017C">
            <w:pPr>
              <w:pStyle w:val="Normalheadingblue"/>
              <w:numPr>
                <w:ilvl w:val="0"/>
                <w:numId w:val="4"/>
              </w:numPr>
              <w:spacing w:before="0" w:after="0"/>
              <w:rPr>
                <w:rFonts w:cs="Arial"/>
                <w:b w:val="0"/>
                <w:color w:val="auto"/>
                <w:szCs w:val="22"/>
              </w:rPr>
            </w:pPr>
            <w:r w:rsidRPr="001A7B4B">
              <w:rPr>
                <w:rFonts w:cs="Arial"/>
                <w:b w:val="0"/>
                <w:color w:val="auto"/>
                <w:szCs w:val="22"/>
              </w:rPr>
              <w:t xml:space="preserve">Tutor to explain the processes involved including the practical process of using both spring and machines to bend, the use of </w:t>
            </w:r>
            <w:r w:rsidR="00E86881" w:rsidRPr="001A7B4B">
              <w:rPr>
                <w:rFonts w:cs="Arial"/>
                <w:b w:val="0"/>
                <w:color w:val="auto"/>
                <w:szCs w:val="22"/>
              </w:rPr>
              <w:t xml:space="preserve">angle finders and the measurements and marks to be made to ensure </w:t>
            </w:r>
            <w:r w:rsidR="00E86881" w:rsidRPr="001A7B4B">
              <w:rPr>
                <w:rFonts w:cs="Arial"/>
                <w:b w:val="0"/>
                <w:color w:val="auto"/>
                <w:szCs w:val="22"/>
              </w:rPr>
              <w:lastRenderedPageBreak/>
              <w:t>bends can be completed from centre to end accurately.</w:t>
            </w:r>
          </w:p>
          <w:p w14:paraId="79308493" w14:textId="74FCE170" w:rsidR="00E86881" w:rsidRPr="001A7B4B" w:rsidRDefault="00E86881" w:rsidP="002C017C">
            <w:pPr>
              <w:pStyle w:val="Normalheadingblue"/>
              <w:numPr>
                <w:ilvl w:val="0"/>
                <w:numId w:val="4"/>
              </w:numPr>
              <w:spacing w:before="0" w:after="0"/>
              <w:rPr>
                <w:rFonts w:cs="Arial"/>
                <w:b w:val="0"/>
                <w:color w:val="auto"/>
                <w:szCs w:val="22"/>
              </w:rPr>
            </w:pPr>
            <w:r w:rsidRPr="001A7B4B">
              <w:rPr>
                <w:rFonts w:cs="Arial"/>
                <w:b w:val="0"/>
                <w:color w:val="auto"/>
                <w:szCs w:val="22"/>
              </w:rPr>
              <w:t xml:space="preserve">Tutor to demonstrate the process and allow </w:t>
            </w:r>
            <w:r w:rsidR="00F502C8" w:rsidRPr="001A7B4B">
              <w:rPr>
                <w:rFonts w:cs="Arial"/>
                <w:b w:val="0"/>
                <w:color w:val="auto"/>
                <w:szCs w:val="22"/>
              </w:rPr>
              <w:t>students</w:t>
            </w:r>
            <w:r w:rsidRPr="001A7B4B">
              <w:rPr>
                <w:rFonts w:cs="Arial"/>
                <w:b w:val="0"/>
                <w:color w:val="auto"/>
                <w:szCs w:val="22"/>
              </w:rPr>
              <w:t xml:space="preserve"> to pull a spring bend or machine bend as required.</w:t>
            </w:r>
          </w:p>
          <w:p w14:paraId="555AF8AE" w14:textId="77777777" w:rsidR="00E86881" w:rsidRPr="001A7B4B" w:rsidRDefault="00E86881" w:rsidP="007C6A9B">
            <w:pPr>
              <w:pStyle w:val="Normalheadingblue"/>
              <w:spacing w:before="0" w:after="0"/>
              <w:rPr>
                <w:rFonts w:cs="Arial"/>
                <w:color w:val="auto"/>
                <w:szCs w:val="22"/>
              </w:rPr>
            </w:pPr>
          </w:p>
          <w:p w14:paraId="1E032007" w14:textId="5A784E2C" w:rsidR="002267BA" w:rsidRPr="001A7B4B" w:rsidRDefault="002267BA" w:rsidP="007C6A9B">
            <w:pPr>
              <w:pStyle w:val="Normalheadingblue"/>
              <w:spacing w:before="0" w:after="0"/>
              <w:rPr>
                <w:rFonts w:cs="Arial"/>
                <w:color w:val="auto"/>
                <w:szCs w:val="22"/>
              </w:rPr>
            </w:pPr>
            <w:r w:rsidRPr="001A7B4B">
              <w:rPr>
                <w:rFonts w:cs="Arial"/>
                <w:color w:val="auto"/>
                <w:szCs w:val="22"/>
              </w:rPr>
              <w:t xml:space="preserve">Knowledge </w:t>
            </w:r>
            <w:r w:rsidR="007C6A9B" w:rsidRPr="001A7B4B">
              <w:rPr>
                <w:rFonts w:cs="Arial"/>
                <w:color w:val="auto"/>
                <w:szCs w:val="22"/>
              </w:rPr>
              <w:t>C</w:t>
            </w:r>
            <w:r w:rsidRPr="001A7B4B">
              <w:rPr>
                <w:rFonts w:cs="Arial"/>
                <w:color w:val="auto"/>
                <w:szCs w:val="22"/>
              </w:rPr>
              <w:t>heck example:</w:t>
            </w:r>
          </w:p>
          <w:p w14:paraId="78F066D6" w14:textId="660A9E31" w:rsidR="002267BA" w:rsidRPr="001A7B4B" w:rsidRDefault="00E86881" w:rsidP="007C6A9B">
            <w:pPr>
              <w:pStyle w:val="Normalheadingblue"/>
              <w:spacing w:before="0" w:after="0"/>
              <w:rPr>
                <w:rFonts w:cs="Arial"/>
                <w:b w:val="0"/>
                <w:color w:val="auto"/>
                <w:szCs w:val="22"/>
              </w:rPr>
            </w:pPr>
            <w:r w:rsidRPr="001A7B4B">
              <w:rPr>
                <w:rFonts w:cs="Arial"/>
                <w:b w:val="0"/>
                <w:color w:val="auto"/>
                <w:szCs w:val="22"/>
              </w:rPr>
              <w:t>Knowledge check – questions on the bending process, safety and the marking of pipework to form accurate bends</w:t>
            </w:r>
            <w:r w:rsidR="00124662">
              <w:rPr>
                <w:rFonts w:cs="Arial"/>
                <w:b w:val="0"/>
                <w:color w:val="auto"/>
                <w:szCs w:val="22"/>
              </w:rPr>
              <w:t>.</w:t>
            </w:r>
          </w:p>
          <w:p w14:paraId="39A605B8" w14:textId="77777777" w:rsidR="002267BA" w:rsidRPr="001A7B4B" w:rsidRDefault="002267BA" w:rsidP="007C6A9B">
            <w:pPr>
              <w:pStyle w:val="Normalheadingblue"/>
              <w:spacing w:before="0" w:after="0"/>
              <w:rPr>
                <w:rFonts w:cs="Arial"/>
                <w:color w:val="auto"/>
                <w:szCs w:val="22"/>
              </w:rPr>
            </w:pPr>
          </w:p>
          <w:p w14:paraId="313645ED" w14:textId="0B70B2C7" w:rsidR="002267BA" w:rsidRPr="001A7B4B" w:rsidRDefault="002267BA" w:rsidP="007C6A9B">
            <w:pPr>
              <w:pStyle w:val="Normalheadingblue"/>
              <w:spacing w:before="0" w:after="0"/>
              <w:rPr>
                <w:rFonts w:cs="Arial"/>
                <w:color w:val="auto"/>
                <w:szCs w:val="22"/>
              </w:rPr>
            </w:pPr>
            <w:r w:rsidRPr="001A7B4B">
              <w:rPr>
                <w:rFonts w:cs="Arial"/>
                <w:color w:val="auto"/>
                <w:szCs w:val="22"/>
              </w:rPr>
              <w:t>Resources</w:t>
            </w:r>
            <w:r w:rsidR="007C6A9B" w:rsidRPr="001A7B4B">
              <w:rPr>
                <w:rFonts w:cs="Arial"/>
                <w:color w:val="auto"/>
                <w:szCs w:val="22"/>
              </w:rPr>
              <w:t>:</w:t>
            </w:r>
          </w:p>
          <w:p w14:paraId="0A256606" w14:textId="11369652" w:rsidR="00E86881" w:rsidRPr="001A7B4B" w:rsidRDefault="00763103" w:rsidP="007C6A9B">
            <w:pPr>
              <w:pStyle w:val="Normalheadingblue"/>
              <w:spacing w:before="0" w:after="0"/>
              <w:rPr>
                <w:rFonts w:cs="Arial"/>
                <w:b w:val="0"/>
                <w:color w:val="auto"/>
                <w:szCs w:val="22"/>
              </w:rPr>
            </w:pPr>
            <w:r w:rsidRPr="001A7B4B">
              <w:rPr>
                <w:rFonts w:cs="Arial"/>
                <w:b w:val="0"/>
                <w:color w:val="auto"/>
                <w:szCs w:val="22"/>
              </w:rPr>
              <w:t>PowerPoint</w:t>
            </w:r>
            <w:r w:rsidR="00C47FD2" w:rsidRPr="001A7B4B">
              <w:rPr>
                <w:rFonts w:cs="Arial"/>
                <w:b w:val="0"/>
                <w:color w:val="auto"/>
                <w:szCs w:val="22"/>
              </w:rPr>
              <w:t xml:space="preserve">: </w:t>
            </w:r>
            <w:r w:rsidR="00C47FD2" w:rsidRPr="001A7B4B">
              <w:rPr>
                <w:rFonts w:cs="Arial"/>
                <w:color w:val="auto"/>
                <w:szCs w:val="22"/>
              </w:rPr>
              <w:t>K1.32 Bending techniques 90 degree bends</w:t>
            </w:r>
          </w:p>
          <w:p w14:paraId="57C7AE3F" w14:textId="77777777" w:rsidR="00E86881" w:rsidRPr="001A7B4B" w:rsidRDefault="00E86881" w:rsidP="007C6A9B">
            <w:pPr>
              <w:pStyle w:val="Normalheadingblue"/>
              <w:spacing w:before="0" w:after="0"/>
              <w:rPr>
                <w:rFonts w:cs="Arial"/>
                <w:b w:val="0"/>
                <w:color w:val="auto"/>
                <w:szCs w:val="22"/>
              </w:rPr>
            </w:pPr>
            <w:r w:rsidRPr="001A7B4B">
              <w:rPr>
                <w:rFonts w:cs="Arial"/>
                <w:b w:val="0"/>
                <w:color w:val="auto"/>
                <w:szCs w:val="22"/>
              </w:rPr>
              <w:t>Copper pipe</w:t>
            </w:r>
          </w:p>
          <w:p w14:paraId="22749E53" w14:textId="77777777" w:rsidR="00E86881" w:rsidRPr="001A7B4B" w:rsidRDefault="00E86881" w:rsidP="007C6A9B">
            <w:pPr>
              <w:pStyle w:val="Normalheadingblue"/>
              <w:spacing w:before="0" w:after="0"/>
              <w:rPr>
                <w:rFonts w:cs="Arial"/>
                <w:b w:val="0"/>
                <w:color w:val="auto"/>
                <w:szCs w:val="22"/>
              </w:rPr>
            </w:pPr>
            <w:r w:rsidRPr="001A7B4B">
              <w:rPr>
                <w:rFonts w:cs="Arial"/>
                <w:b w:val="0"/>
                <w:color w:val="auto"/>
                <w:szCs w:val="22"/>
              </w:rPr>
              <w:t>Spring benders</w:t>
            </w:r>
          </w:p>
          <w:p w14:paraId="6EEA9E28" w14:textId="77777777" w:rsidR="00E86881" w:rsidRPr="001A7B4B" w:rsidRDefault="00E86881" w:rsidP="007C6A9B">
            <w:pPr>
              <w:pStyle w:val="Normalheadingblue"/>
              <w:spacing w:before="0" w:after="0"/>
              <w:rPr>
                <w:rFonts w:cs="Arial"/>
                <w:b w:val="0"/>
                <w:color w:val="auto"/>
                <w:szCs w:val="22"/>
              </w:rPr>
            </w:pPr>
            <w:r w:rsidRPr="001A7B4B">
              <w:rPr>
                <w:rFonts w:cs="Arial"/>
                <w:b w:val="0"/>
                <w:color w:val="auto"/>
                <w:szCs w:val="22"/>
              </w:rPr>
              <w:t>Angle finder</w:t>
            </w:r>
          </w:p>
          <w:p w14:paraId="39C253BA" w14:textId="77777777" w:rsidR="00E86881" w:rsidRPr="001A7B4B" w:rsidRDefault="00E86881" w:rsidP="007C6A9B">
            <w:pPr>
              <w:pStyle w:val="Normalheadingblue"/>
              <w:spacing w:before="0" w:after="0"/>
              <w:rPr>
                <w:rFonts w:cs="Arial"/>
                <w:b w:val="0"/>
                <w:color w:val="auto"/>
                <w:szCs w:val="22"/>
              </w:rPr>
            </w:pPr>
            <w:r w:rsidRPr="001A7B4B">
              <w:rPr>
                <w:rFonts w:cs="Arial"/>
                <w:b w:val="0"/>
                <w:color w:val="auto"/>
                <w:szCs w:val="22"/>
              </w:rPr>
              <w:t>Tape measure</w:t>
            </w:r>
          </w:p>
          <w:p w14:paraId="6F12CF53" w14:textId="77777777" w:rsidR="002267BA" w:rsidRPr="001A7B4B" w:rsidRDefault="00E86881" w:rsidP="007C6A9B">
            <w:pPr>
              <w:pStyle w:val="Normalheadingblue"/>
              <w:spacing w:before="0" w:after="0"/>
              <w:rPr>
                <w:rFonts w:cs="Arial"/>
                <w:color w:val="auto"/>
                <w:szCs w:val="22"/>
              </w:rPr>
            </w:pPr>
            <w:r w:rsidRPr="001A7B4B">
              <w:rPr>
                <w:rFonts w:cs="Arial"/>
                <w:b w:val="0"/>
                <w:color w:val="auto"/>
                <w:szCs w:val="22"/>
              </w:rPr>
              <w:t>Machine bender</w:t>
            </w:r>
            <w:r w:rsidR="002267BA" w:rsidRPr="001A7B4B">
              <w:rPr>
                <w:rFonts w:cs="Arial"/>
                <w:color w:val="auto"/>
                <w:szCs w:val="22"/>
              </w:rPr>
              <w:br/>
            </w:r>
          </w:p>
        </w:tc>
        <w:tc>
          <w:tcPr>
            <w:tcW w:w="2246" w:type="dxa"/>
          </w:tcPr>
          <w:p w14:paraId="3FA88B4E" w14:textId="77777777" w:rsidR="00DD207A" w:rsidRDefault="008A57D2">
            <w:r>
              <w:lastRenderedPageBreak/>
              <w:t>Form a spring or machine bend</w:t>
            </w:r>
            <w:r>
              <w:br/>
            </w:r>
            <w:r>
              <w:br/>
              <w:t>Knowledge test</w:t>
            </w:r>
            <w:r>
              <w:br/>
              <w:t>English skills (reading, writing, technical vocabulary)</w:t>
            </w:r>
          </w:p>
        </w:tc>
      </w:tr>
      <w:tr w:rsidR="00E86881" w:rsidRPr="00634DF8" w14:paraId="2A6D2675" w14:textId="77777777" w:rsidTr="24BA986D">
        <w:trPr>
          <w:trHeight w:val="300"/>
          <w:jc w:val="center"/>
        </w:trPr>
        <w:tc>
          <w:tcPr>
            <w:tcW w:w="1297" w:type="dxa"/>
          </w:tcPr>
          <w:p w14:paraId="3376F72A" w14:textId="77777777" w:rsidR="00E86881" w:rsidRPr="00634DF8" w:rsidRDefault="00E86881" w:rsidP="00E86881">
            <w:pPr>
              <w:jc w:val="center"/>
              <w:rPr>
                <w:rFonts w:cs="Arial"/>
                <w:szCs w:val="22"/>
              </w:rPr>
            </w:pPr>
            <w:r>
              <w:rPr>
                <w:rFonts w:cs="Arial"/>
                <w:szCs w:val="22"/>
              </w:rPr>
              <w:t>38</w:t>
            </w:r>
          </w:p>
          <w:p w14:paraId="75F4C711" w14:textId="77777777" w:rsidR="00E86881" w:rsidRPr="00634DF8" w:rsidRDefault="00E86881" w:rsidP="00E86881">
            <w:pPr>
              <w:jc w:val="center"/>
              <w:rPr>
                <w:rFonts w:cs="Arial"/>
                <w:szCs w:val="22"/>
              </w:rPr>
            </w:pPr>
            <w:r>
              <w:rPr>
                <w:rFonts w:cs="Arial"/>
                <w:szCs w:val="22"/>
              </w:rPr>
              <w:t>3</w:t>
            </w:r>
            <w:r w:rsidRPr="00634DF8">
              <w:rPr>
                <w:rFonts w:cs="Arial"/>
                <w:szCs w:val="22"/>
              </w:rPr>
              <w:t xml:space="preserve"> hours</w:t>
            </w:r>
          </w:p>
        </w:tc>
        <w:tc>
          <w:tcPr>
            <w:tcW w:w="2199" w:type="dxa"/>
          </w:tcPr>
          <w:p w14:paraId="4A85DBF3" w14:textId="77777777" w:rsidR="00E86881" w:rsidRPr="001A7B4B" w:rsidRDefault="00E86881" w:rsidP="00E86881">
            <w:pPr>
              <w:pStyle w:val="Normalheadingblack"/>
              <w:rPr>
                <w:rFonts w:cs="Arial"/>
                <w:lang w:eastAsia="en-GB"/>
              </w:rPr>
            </w:pPr>
            <w:r w:rsidRPr="001A7B4B">
              <w:rPr>
                <w:rFonts w:cs="Arial"/>
                <w:lang w:eastAsia="en-GB"/>
              </w:rPr>
              <w:t>Outcome 1 – Plumbing and heating common knowledge criteria</w:t>
            </w:r>
          </w:p>
          <w:p w14:paraId="0C53CE06" w14:textId="77777777" w:rsidR="00E86881" w:rsidRPr="001A7B4B" w:rsidRDefault="00E86881" w:rsidP="00E86881">
            <w:pPr>
              <w:pStyle w:val="Normalheadingblack"/>
              <w:rPr>
                <w:rFonts w:cs="Arial"/>
                <w:lang w:eastAsia="en-GB"/>
              </w:rPr>
            </w:pPr>
          </w:p>
          <w:p w14:paraId="0613805E" w14:textId="77777777" w:rsidR="00E86881" w:rsidRPr="001A7B4B" w:rsidRDefault="00E86881" w:rsidP="00E86881">
            <w:pPr>
              <w:pStyle w:val="Normalheadingblack"/>
              <w:rPr>
                <w:rFonts w:cs="Arial"/>
                <w:lang w:eastAsia="en-GB"/>
              </w:rPr>
            </w:pPr>
            <w:r w:rsidRPr="001A7B4B">
              <w:rPr>
                <w:rFonts w:cs="Arial"/>
                <w:lang w:eastAsia="en-GB"/>
              </w:rPr>
              <w:t>Outcome 2 Install plumbing and heating systems</w:t>
            </w:r>
          </w:p>
          <w:p w14:paraId="353054DD" w14:textId="77777777" w:rsidR="00E86881" w:rsidRPr="001A7B4B" w:rsidRDefault="00E86881" w:rsidP="00E86881">
            <w:pPr>
              <w:pStyle w:val="Normalheadingblack"/>
              <w:rPr>
                <w:rFonts w:cs="Arial"/>
                <w:szCs w:val="22"/>
                <w:lang w:eastAsia="en-GB"/>
              </w:rPr>
            </w:pPr>
          </w:p>
        </w:tc>
        <w:tc>
          <w:tcPr>
            <w:tcW w:w="3135" w:type="dxa"/>
          </w:tcPr>
          <w:p w14:paraId="1A347D67" w14:textId="77777777" w:rsidR="00E86881" w:rsidRPr="001A7B4B" w:rsidRDefault="00E86881" w:rsidP="00E86881">
            <w:pPr>
              <w:pStyle w:val="Normalheadingblack"/>
              <w:rPr>
                <w:rFonts w:cs="Arial"/>
                <w:b w:val="0"/>
                <w:szCs w:val="22"/>
              </w:rPr>
            </w:pPr>
            <w:r w:rsidRPr="001A7B4B">
              <w:rPr>
                <w:rFonts w:cs="Arial"/>
                <w:b w:val="0"/>
                <w:szCs w:val="22"/>
              </w:rPr>
              <w:lastRenderedPageBreak/>
              <w:t>K1.32 Bending techniques</w:t>
            </w:r>
          </w:p>
          <w:p w14:paraId="6ABB8719" w14:textId="77777777" w:rsidR="00E86881" w:rsidRPr="001A7B4B" w:rsidRDefault="00E86881" w:rsidP="00E86881">
            <w:pPr>
              <w:pStyle w:val="Normalheadingblack"/>
              <w:rPr>
                <w:rFonts w:cs="Arial"/>
                <w:b w:val="0"/>
                <w:szCs w:val="22"/>
              </w:rPr>
            </w:pPr>
          </w:p>
          <w:p w14:paraId="373AAA24" w14:textId="77777777" w:rsidR="00E86881" w:rsidRPr="001A7B4B" w:rsidRDefault="00E86881" w:rsidP="00E86881">
            <w:pPr>
              <w:pStyle w:val="Normalheadingblack"/>
              <w:rPr>
                <w:rFonts w:cs="Arial"/>
                <w:b w:val="0"/>
                <w:szCs w:val="22"/>
              </w:rPr>
            </w:pPr>
            <w:r w:rsidRPr="001A7B4B">
              <w:rPr>
                <w:rFonts w:cs="Arial"/>
                <w:b w:val="0"/>
                <w:szCs w:val="22"/>
              </w:rPr>
              <w:t>S2.6 Prefabricate bends by bending to shape</w:t>
            </w:r>
          </w:p>
        </w:tc>
        <w:tc>
          <w:tcPr>
            <w:tcW w:w="5785" w:type="dxa"/>
          </w:tcPr>
          <w:p w14:paraId="27CCD219" w14:textId="4A241D35" w:rsidR="00E86881" w:rsidRPr="001A7B4B" w:rsidRDefault="00E86881" w:rsidP="00A23DFE">
            <w:pPr>
              <w:pStyle w:val="Normalheadingblue"/>
              <w:spacing w:before="0" w:after="0"/>
              <w:rPr>
                <w:rFonts w:cs="Arial"/>
                <w:color w:val="auto"/>
                <w:szCs w:val="22"/>
              </w:rPr>
            </w:pPr>
            <w:r w:rsidRPr="001A7B4B">
              <w:rPr>
                <w:rFonts w:cs="Arial"/>
                <w:color w:val="auto"/>
                <w:szCs w:val="22"/>
              </w:rPr>
              <w:t>Activities</w:t>
            </w:r>
            <w:r w:rsidR="00A23DFE" w:rsidRPr="001A7B4B">
              <w:rPr>
                <w:rFonts w:cs="Arial"/>
                <w:color w:val="auto"/>
                <w:szCs w:val="22"/>
              </w:rPr>
              <w:t>:</w:t>
            </w:r>
          </w:p>
          <w:p w14:paraId="77A4D009" w14:textId="77777777" w:rsidR="00E86881" w:rsidRPr="001A7B4B" w:rsidRDefault="00E86881" w:rsidP="00A23DFE">
            <w:pPr>
              <w:pStyle w:val="Normalheadingblue"/>
              <w:spacing w:before="0" w:after="0"/>
              <w:rPr>
                <w:rFonts w:cs="Arial"/>
                <w:color w:val="auto"/>
                <w:szCs w:val="22"/>
              </w:rPr>
            </w:pPr>
            <w:r w:rsidRPr="001A7B4B">
              <w:rPr>
                <w:rFonts w:cs="Arial"/>
                <w:color w:val="auto"/>
                <w:szCs w:val="22"/>
              </w:rPr>
              <w:t>Starter task example:</w:t>
            </w:r>
          </w:p>
          <w:p w14:paraId="08CDEA00" w14:textId="4063B4F0" w:rsidR="00E86881" w:rsidRPr="001A7B4B" w:rsidRDefault="00116A2E" w:rsidP="00A23DFE">
            <w:pPr>
              <w:pStyle w:val="Normalheadingblue"/>
              <w:spacing w:before="0" w:after="0"/>
              <w:rPr>
                <w:rFonts w:cs="Arial"/>
                <w:b w:val="0"/>
                <w:color w:val="auto"/>
                <w:szCs w:val="22"/>
              </w:rPr>
            </w:pPr>
            <w:r w:rsidRPr="001A7B4B">
              <w:rPr>
                <w:rFonts w:cs="Arial"/>
                <w:b w:val="0"/>
                <w:color w:val="auto"/>
                <w:szCs w:val="22"/>
              </w:rPr>
              <w:t>Students</w:t>
            </w:r>
            <w:r w:rsidR="00E86881" w:rsidRPr="001A7B4B">
              <w:rPr>
                <w:rFonts w:cs="Arial"/>
                <w:b w:val="0"/>
                <w:color w:val="auto"/>
                <w:szCs w:val="22"/>
              </w:rPr>
              <w:t xml:space="preserve"> to state a fact remembered from previous session before nominating a peer to do the same</w:t>
            </w:r>
            <w:r w:rsidR="00124662">
              <w:rPr>
                <w:rFonts w:cs="Arial"/>
                <w:b w:val="0"/>
                <w:color w:val="auto"/>
                <w:szCs w:val="22"/>
              </w:rPr>
              <w:t>.</w:t>
            </w:r>
          </w:p>
          <w:p w14:paraId="5E96B7DF" w14:textId="77777777" w:rsidR="00E86881" w:rsidRPr="001A7B4B" w:rsidRDefault="00E86881" w:rsidP="00A23DFE">
            <w:pPr>
              <w:pStyle w:val="Normalheadingblue"/>
              <w:spacing w:before="0" w:after="0"/>
              <w:rPr>
                <w:rFonts w:cs="Arial"/>
                <w:color w:val="auto"/>
                <w:szCs w:val="22"/>
              </w:rPr>
            </w:pPr>
          </w:p>
          <w:p w14:paraId="6EF75829" w14:textId="19279074" w:rsidR="00E86881" w:rsidRPr="001A7B4B" w:rsidRDefault="00E86881" w:rsidP="00A23DFE">
            <w:pPr>
              <w:pStyle w:val="Normalheadingblue"/>
              <w:spacing w:before="0" w:after="0"/>
              <w:rPr>
                <w:rFonts w:cs="Arial"/>
                <w:color w:val="auto"/>
                <w:szCs w:val="22"/>
              </w:rPr>
            </w:pPr>
            <w:r w:rsidRPr="001A7B4B">
              <w:rPr>
                <w:rFonts w:cs="Arial"/>
                <w:color w:val="auto"/>
                <w:szCs w:val="22"/>
              </w:rPr>
              <w:t>Delivery</w:t>
            </w:r>
            <w:r w:rsidR="00A23DFE" w:rsidRPr="001A7B4B">
              <w:rPr>
                <w:rFonts w:cs="Arial"/>
                <w:color w:val="auto"/>
                <w:szCs w:val="22"/>
              </w:rPr>
              <w:t xml:space="preserve"> focus</w:t>
            </w:r>
            <w:r w:rsidRPr="001A7B4B">
              <w:rPr>
                <w:rFonts w:cs="Arial"/>
                <w:color w:val="auto"/>
                <w:szCs w:val="22"/>
              </w:rPr>
              <w:t>:</w:t>
            </w:r>
          </w:p>
          <w:p w14:paraId="21FE1D79" w14:textId="22D85F90" w:rsidR="00E86881" w:rsidRPr="001A7B4B" w:rsidRDefault="00E86881"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 xml:space="preserve">Practical session forming 90 degree bends in copper pipework – </w:t>
            </w:r>
            <w:r w:rsidR="00116A2E" w:rsidRPr="001A7B4B">
              <w:rPr>
                <w:rFonts w:cs="Arial"/>
                <w:b w:val="0"/>
                <w:color w:val="auto"/>
                <w:szCs w:val="22"/>
              </w:rPr>
              <w:t>Students</w:t>
            </w:r>
            <w:r w:rsidRPr="001A7B4B">
              <w:rPr>
                <w:rFonts w:cs="Arial"/>
                <w:b w:val="0"/>
                <w:color w:val="auto"/>
                <w:szCs w:val="22"/>
              </w:rPr>
              <w:t xml:space="preserve"> will have the opportunity to progress from the previous session.</w:t>
            </w:r>
          </w:p>
          <w:p w14:paraId="2CBD791C" w14:textId="4A382626" w:rsidR="00E86881" w:rsidRPr="001A7B4B" w:rsidRDefault="00E86881"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lastRenderedPageBreak/>
              <w:t xml:space="preserve">Tutor to distribute practical task guide and set task for </w:t>
            </w:r>
            <w:r w:rsidR="00F502C8" w:rsidRPr="001A7B4B">
              <w:rPr>
                <w:rFonts w:cs="Arial"/>
                <w:b w:val="0"/>
                <w:color w:val="auto"/>
                <w:szCs w:val="22"/>
              </w:rPr>
              <w:t>students</w:t>
            </w:r>
            <w:r w:rsidRPr="001A7B4B">
              <w:rPr>
                <w:rFonts w:cs="Arial"/>
                <w:b w:val="0"/>
                <w:color w:val="auto"/>
                <w:szCs w:val="22"/>
              </w:rPr>
              <w:t xml:space="preserve"> to produce 90 degree bends to a set dimension.</w:t>
            </w:r>
          </w:p>
          <w:p w14:paraId="7BDBEBF4" w14:textId="77777777" w:rsidR="00E86881" w:rsidRPr="001A7B4B" w:rsidRDefault="00E86881"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On completion measure for accuracy and discuss how bends can be improved.</w:t>
            </w:r>
          </w:p>
          <w:p w14:paraId="47435407" w14:textId="77777777" w:rsidR="00E86881" w:rsidRPr="001A7B4B" w:rsidRDefault="00E86881" w:rsidP="00A23DFE">
            <w:pPr>
              <w:pStyle w:val="Normalheadingblue"/>
              <w:spacing w:before="0" w:after="0"/>
              <w:rPr>
                <w:rFonts w:cs="Arial"/>
                <w:color w:val="auto"/>
                <w:szCs w:val="22"/>
              </w:rPr>
            </w:pPr>
          </w:p>
          <w:p w14:paraId="7CFB6F8C" w14:textId="53115EBD" w:rsidR="00E86881" w:rsidRPr="001A7B4B" w:rsidRDefault="00E86881" w:rsidP="00A23DFE">
            <w:pPr>
              <w:pStyle w:val="Normalheadingblue"/>
              <w:spacing w:before="0" w:after="0"/>
              <w:rPr>
                <w:rFonts w:cs="Arial"/>
                <w:color w:val="auto"/>
                <w:szCs w:val="22"/>
              </w:rPr>
            </w:pPr>
            <w:r w:rsidRPr="001A7B4B">
              <w:rPr>
                <w:rFonts w:cs="Arial"/>
                <w:color w:val="auto"/>
                <w:szCs w:val="22"/>
              </w:rPr>
              <w:t xml:space="preserve">Knowledge </w:t>
            </w:r>
            <w:r w:rsidR="00A23DFE" w:rsidRPr="001A7B4B">
              <w:rPr>
                <w:rFonts w:cs="Arial"/>
                <w:color w:val="auto"/>
                <w:szCs w:val="22"/>
              </w:rPr>
              <w:t>C</w:t>
            </w:r>
            <w:r w:rsidRPr="001A7B4B">
              <w:rPr>
                <w:rFonts w:cs="Arial"/>
                <w:color w:val="auto"/>
                <w:szCs w:val="22"/>
              </w:rPr>
              <w:t>heck example:</w:t>
            </w:r>
          </w:p>
          <w:p w14:paraId="54F35A59" w14:textId="77777777" w:rsidR="00E86881" w:rsidRPr="001A7B4B" w:rsidRDefault="00C113F9" w:rsidP="00A23DFE">
            <w:pPr>
              <w:pStyle w:val="Normalheadingblue"/>
              <w:spacing w:before="0" w:after="0"/>
              <w:rPr>
                <w:rFonts w:cs="Arial"/>
                <w:b w:val="0"/>
                <w:color w:val="auto"/>
                <w:szCs w:val="22"/>
              </w:rPr>
            </w:pPr>
            <w:r w:rsidRPr="001A7B4B">
              <w:rPr>
                <w:rFonts w:cs="Arial"/>
                <w:b w:val="0"/>
                <w:color w:val="auto"/>
                <w:szCs w:val="22"/>
              </w:rPr>
              <w:t>Peer marking of completed work – produce 90 degree bends</w:t>
            </w:r>
          </w:p>
          <w:p w14:paraId="16DDF85A" w14:textId="77777777" w:rsidR="00E86881" w:rsidRPr="001A7B4B" w:rsidRDefault="00E86881" w:rsidP="00A23DFE">
            <w:pPr>
              <w:pStyle w:val="Normalheadingblue"/>
              <w:spacing w:before="0" w:after="0"/>
              <w:rPr>
                <w:rFonts w:cs="Arial"/>
                <w:color w:val="auto"/>
                <w:szCs w:val="22"/>
              </w:rPr>
            </w:pPr>
          </w:p>
          <w:p w14:paraId="5C8D5D60" w14:textId="60E79222" w:rsidR="00E86881" w:rsidRPr="001A7B4B" w:rsidRDefault="00E86881" w:rsidP="00A23DFE">
            <w:pPr>
              <w:pStyle w:val="Normalheadingblue"/>
              <w:spacing w:before="0" w:after="0"/>
              <w:rPr>
                <w:rFonts w:cs="Arial"/>
                <w:color w:val="auto"/>
                <w:szCs w:val="22"/>
              </w:rPr>
            </w:pPr>
            <w:r w:rsidRPr="001A7B4B">
              <w:rPr>
                <w:rFonts w:cs="Arial"/>
                <w:color w:val="auto"/>
                <w:szCs w:val="22"/>
              </w:rPr>
              <w:t>Resources</w:t>
            </w:r>
            <w:r w:rsidR="00A23DFE" w:rsidRPr="001A7B4B">
              <w:rPr>
                <w:rFonts w:cs="Arial"/>
                <w:color w:val="auto"/>
                <w:szCs w:val="22"/>
              </w:rPr>
              <w:t>:</w:t>
            </w:r>
          </w:p>
          <w:p w14:paraId="36440D0F" w14:textId="77777777" w:rsidR="00C113F9" w:rsidRPr="001A7B4B" w:rsidRDefault="00C113F9" w:rsidP="00A23DFE">
            <w:pPr>
              <w:pStyle w:val="Normalheadingblue"/>
              <w:spacing w:before="0" w:after="0"/>
              <w:rPr>
                <w:rFonts w:cs="Arial"/>
                <w:b w:val="0"/>
                <w:color w:val="auto"/>
                <w:szCs w:val="22"/>
              </w:rPr>
            </w:pPr>
            <w:r w:rsidRPr="001A7B4B">
              <w:rPr>
                <w:rFonts w:cs="Arial"/>
                <w:b w:val="0"/>
                <w:color w:val="auto"/>
                <w:szCs w:val="22"/>
              </w:rPr>
              <w:t>Copper pipe</w:t>
            </w:r>
          </w:p>
          <w:p w14:paraId="6BB5C27A" w14:textId="77777777" w:rsidR="00C113F9" w:rsidRPr="001A7B4B" w:rsidRDefault="00C113F9" w:rsidP="00A23DFE">
            <w:pPr>
              <w:pStyle w:val="Normalheadingblue"/>
              <w:spacing w:before="0" w:after="0"/>
              <w:rPr>
                <w:rFonts w:cs="Arial"/>
                <w:b w:val="0"/>
                <w:color w:val="auto"/>
                <w:szCs w:val="22"/>
              </w:rPr>
            </w:pPr>
            <w:r w:rsidRPr="001A7B4B">
              <w:rPr>
                <w:rFonts w:cs="Arial"/>
                <w:b w:val="0"/>
                <w:color w:val="auto"/>
                <w:szCs w:val="22"/>
              </w:rPr>
              <w:t>Spring benders</w:t>
            </w:r>
          </w:p>
          <w:p w14:paraId="36F2ADD8" w14:textId="77777777" w:rsidR="00C113F9" w:rsidRPr="001A7B4B" w:rsidRDefault="00C113F9" w:rsidP="00A23DFE">
            <w:pPr>
              <w:pStyle w:val="Normalheadingblue"/>
              <w:spacing w:before="0" w:after="0"/>
              <w:rPr>
                <w:rFonts w:cs="Arial"/>
                <w:b w:val="0"/>
                <w:color w:val="auto"/>
                <w:szCs w:val="22"/>
              </w:rPr>
            </w:pPr>
            <w:r w:rsidRPr="001A7B4B">
              <w:rPr>
                <w:rFonts w:cs="Arial"/>
                <w:b w:val="0"/>
                <w:color w:val="auto"/>
                <w:szCs w:val="22"/>
              </w:rPr>
              <w:t>Angle finder</w:t>
            </w:r>
          </w:p>
          <w:p w14:paraId="17040420" w14:textId="77777777" w:rsidR="00C113F9" w:rsidRPr="001A7B4B" w:rsidRDefault="00C113F9" w:rsidP="00A23DFE">
            <w:pPr>
              <w:pStyle w:val="Normalheadingblue"/>
              <w:spacing w:before="0" w:after="0"/>
              <w:rPr>
                <w:rFonts w:cs="Arial"/>
                <w:b w:val="0"/>
                <w:color w:val="auto"/>
                <w:szCs w:val="22"/>
              </w:rPr>
            </w:pPr>
            <w:r w:rsidRPr="001A7B4B">
              <w:rPr>
                <w:rFonts w:cs="Arial"/>
                <w:b w:val="0"/>
                <w:color w:val="auto"/>
                <w:szCs w:val="22"/>
              </w:rPr>
              <w:t>Tape measure</w:t>
            </w:r>
          </w:p>
          <w:p w14:paraId="101EEC23" w14:textId="77777777" w:rsidR="00E86881" w:rsidRPr="001A7B4B" w:rsidRDefault="00C113F9" w:rsidP="00A23DFE">
            <w:pPr>
              <w:pStyle w:val="Normalheadingblue"/>
              <w:spacing w:before="0" w:after="0"/>
              <w:rPr>
                <w:rFonts w:cs="Arial"/>
                <w:color w:val="auto"/>
                <w:szCs w:val="22"/>
              </w:rPr>
            </w:pPr>
            <w:r w:rsidRPr="001A7B4B">
              <w:rPr>
                <w:rFonts w:cs="Arial"/>
                <w:b w:val="0"/>
                <w:color w:val="auto"/>
                <w:szCs w:val="22"/>
              </w:rPr>
              <w:t>Machine bender</w:t>
            </w:r>
            <w:r w:rsidR="00E86881" w:rsidRPr="001A7B4B">
              <w:rPr>
                <w:rFonts w:cs="Arial"/>
                <w:color w:val="auto"/>
                <w:szCs w:val="22"/>
              </w:rPr>
              <w:br/>
            </w:r>
          </w:p>
        </w:tc>
        <w:tc>
          <w:tcPr>
            <w:tcW w:w="2246" w:type="dxa"/>
          </w:tcPr>
          <w:p w14:paraId="0D55AA26" w14:textId="77777777" w:rsidR="00DD207A" w:rsidRDefault="008A57D2">
            <w:r>
              <w:lastRenderedPageBreak/>
              <w:t>Produce 90 degree bends</w:t>
            </w:r>
          </w:p>
        </w:tc>
      </w:tr>
      <w:tr w:rsidR="00C113F9" w:rsidRPr="00634DF8" w14:paraId="79186EE6" w14:textId="77777777" w:rsidTr="24BA986D">
        <w:trPr>
          <w:trHeight w:val="300"/>
          <w:jc w:val="center"/>
        </w:trPr>
        <w:tc>
          <w:tcPr>
            <w:tcW w:w="1297" w:type="dxa"/>
          </w:tcPr>
          <w:p w14:paraId="38692840" w14:textId="77777777" w:rsidR="00C113F9" w:rsidRPr="00634DF8" w:rsidRDefault="00C113F9" w:rsidP="00C113F9">
            <w:pPr>
              <w:jc w:val="center"/>
              <w:rPr>
                <w:rFonts w:cs="Arial"/>
                <w:szCs w:val="22"/>
              </w:rPr>
            </w:pPr>
            <w:r>
              <w:rPr>
                <w:rFonts w:cs="Arial"/>
                <w:szCs w:val="22"/>
              </w:rPr>
              <w:t>39</w:t>
            </w:r>
          </w:p>
          <w:p w14:paraId="61CC3B75" w14:textId="77777777" w:rsidR="00C113F9" w:rsidRDefault="00C113F9" w:rsidP="00C113F9">
            <w:pPr>
              <w:jc w:val="center"/>
              <w:rPr>
                <w:rFonts w:cs="Arial"/>
                <w:szCs w:val="22"/>
              </w:rPr>
            </w:pPr>
            <w:r>
              <w:rPr>
                <w:rFonts w:cs="Arial"/>
                <w:szCs w:val="22"/>
              </w:rPr>
              <w:t>3</w:t>
            </w:r>
            <w:r w:rsidRPr="00634DF8">
              <w:rPr>
                <w:rFonts w:cs="Arial"/>
                <w:szCs w:val="22"/>
              </w:rPr>
              <w:t xml:space="preserve"> hours</w:t>
            </w:r>
          </w:p>
          <w:p w14:paraId="3539FF9C" w14:textId="3D420026" w:rsidR="00781431" w:rsidRPr="00781431" w:rsidRDefault="00781431" w:rsidP="00C113F9">
            <w:pPr>
              <w:jc w:val="center"/>
              <w:rPr>
                <w:rFonts w:cs="Arial"/>
                <w:b/>
                <w:bCs/>
                <w:szCs w:val="22"/>
              </w:rPr>
            </w:pPr>
            <w:r w:rsidRPr="00781431">
              <w:rPr>
                <w:rFonts w:cs="Arial"/>
                <w:b/>
                <w:bCs/>
                <w:szCs w:val="22"/>
                <w:highlight w:val="yellow"/>
              </w:rPr>
              <w:t>PPT available</w:t>
            </w:r>
          </w:p>
        </w:tc>
        <w:tc>
          <w:tcPr>
            <w:tcW w:w="2199" w:type="dxa"/>
          </w:tcPr>
          <w:p w14:paraId="0D0FCDC8" w14:textId="77777777" w:rsidR="00C113F9" w:rsidRPr="001A7B4B" w:rsidRDefault="00C113F9" w:rsidP="00C113F9">
            <w:pPr>
              <w:pStyle w:val="Normalheadingblack"/>
              <w:rPr>
                <w:rFonts w:cs="Arial"/>
                <w:lang w:eastAsia="en-GB"/>
              </w:rPr>
            </w:pPr>
            <w:r w:rsidRPr="001A7B4B">
              <w:rPr>
                <w:rFonts w:cs="Arial"/>
                <w:lang w:eastAsia="en-GB"/>
              </w:rPr>
              <w:t>Outcome 1 – Plumbing and heating common knowledge criteria</w:t>
            </w:r>
          </w:p>
          <w:p w14:paraId="3256176C" w14:textId="77777777" w:rsidR="00C113F9" w:rsidRPr="001A7B4B" w:rsidRDefault="00C113F9" w:rsidP="00C113F9">
            <w:pPr>
              <w:pStyle w:val="Normalheadingblack"/>
              <w:rPr>
                <w:rFonts w:cs="Arial"/>
                <w:lang w:eastAsia="en-GB"/>
              </w:rPr>
            </w:pPr>
          </w:p>
          <w:p w14:paraId="2BCD52B1" w14:textId="77777777" w:rsidR="00C113F9" w:rsidRPr="001A7B4B" w:rsidRDefault="00C113F9" w:rsidP="00C113F9">
            <w:pPr>
              <w:pStyle w:val="Normalheadingblack"/>
              <w:rPr>
                <w:rFonts w:cs="Arial"/>
                <w:lang w:eastAsia="en-GB"/>
              </w:rPr>
            </w:pPr>
            <w:r w:rsidRPr="001A7B4B">
              <w:rPr>
                <w:rFonts w:cs="Arial"/>
                <w:lang w:eastAsia="en-GB"/>
              </w:rPr>
              <w:t>Outcome 2 Install plumbing and heating systems</w:t>
            </w:r>
          </w:p>
          <w:p w14:paraId="7EEA1C93" w14:textId="77777777" w:rsidR="00C113F9" w:rsidRPr="001A7B4B" w:rsidRDefault="00C113F9" w:rsidP="00C113F9">
            <w:pPr>
              <w:pStyle w:val="Normalheadingblack"/>
              <w:rPr>
                <w:rFonts w:cs="Arial"/>
                <w:szCs w:val="22"/>
                <w:lang w:eastAsia="en-GB"/>
              </w:rPr>
            </w:pPr>
          </w:p>
        </w:tc>
        <w:tc>
          <w:tcPr>
            <w:tcW w:w="3135" w:type="dxa"/>
          </w:tcPr>
          <w:p w14:paraId="76573028" w14:textId="77777777" w:rsidR="00C113F9" w:rsidRPr="001A7B4B" w:rsidRDefault="00C113F9" w:rsidP="00C113F9">
            <w:pPr>
              <w:pStyle w:val="Normalheadingblack"/>
              <w:rPr>
                <w:rFonts w:cs="Arial"/>
                <w:b w:val="0"/>
                <w:szCs w:val="22"/>
              </w:rPr>
            </w:pPr>
            <w:r w:rsidRPr="001A7B4B">
              <w:rPr>
                <w:rFonts w:cs="Arial"/>
                <w:b w:val="0"/>
                <w:szCs w:val="22"/>
              </w:rPr>
              <w:t>K1.32 Bending techniques</w:t>
            </w:r>
          </w:p>
          <w:p w14:paraId="09DF5902" w14:textId="77777777" w:rsidR="00C113F9" w:rsidRPr="001A7B4B" w:rsidRDefault="00C113F9" w:rsidP="00C113F9">
            <w:pPr>
              <w:pStyle w:val="Normalheadingblack"/>
              <w:rPr>
                <w:rFonts w:cs="Arial"/>
                <w:b w:val="0"/>
                <w:szCs w:val="22"/>
              </w:rPr>
            </w:pPr>
          </w:p>
          <w:p w14:paraId="5866598C" w14:textId="77777777" w:rsidR="00C113F9" w:rsidRPr="001A7B4B" w:rsidRDefault="00C113F9" w:rsidP="00C113F9">
            <w:pPr>
              <w:pStyle w:val="Normalheadingblack"/>
              <w:rPr>
                <w:rFonts w:cs="Arial"/>
                <w:szCs w:val="22"/>
              </w:rPr>
            </w:pPr>
            <w:r w:rsidRPr="001A7B4B">
              <w:rPr>
                <w:rFonts w:cs="Arial"/>
                <w:b w:val="0"/>
                <w:szCs w:val="22"/>
              </w:rPr>
              <w:t>S2.6 Prefabricate bends by bending to shape</w:t>
            </w:r>
          </w:p>
        </w:tc>
        <w:tc>
          <w:tcPr>
            <w:tcW w:w="5785" w:type="dxa"/>
          </w:tcPr>
          <w:p w14:paraId="6986360F" w14:textId="1E16F837" w:rsidR="00C113F9" w:rsidRPr="001A7B4B" w:rsidRDefault="00C113F9" w:rsidP="00D20311">
            <w:pPr>
              <w:pStyle w:val="Normalheadingblue"/>
              <w:spacing w:before="0" w:after="0"/>
              <w:rPr>
                <w:rFonts w:cs="Arial"/>
                <w:color w:val="auto"/>
                <w:szCs w:val="22"/>
              </w:rPr>
            </w:pPr>
            <w:r w:rsidRPr="001A7B4B">
              <w:rPr>
                <w:rFonts w:cs="Arial"/>
                <w:color w:val="auto"/>
                <w:szCs w:val="22"/>
              </w:rPr>
              <w:t>Activities</w:t>
            </w:r>
            <w:r w:rsidR="00592B70" w:rsidRPr="001A7B4B">
              <w:rPr>
                <w:rFonts w:cs="Arial"/>
                <w:color w:val="auto"/>
                <w:szCs w:val="22"/>
              </w:rPr>
              <w:t>:</w:t>
            </w:r>
          </w:p>
          <w:p w14:paraId="5CD4D45C" w14:textId="77777777" w:rsidR="00C113F9" w:rsidRPr="001A7B4B" w:rsidRDefault="00C113F9" w:rsidP="00D20311">
            <w:pPr>
              <w:pStyle w:val="Normalheadingblue"/>
              <w:spacing w:before="0" w:after="0"/>
              <w:rPr>
                <w:rFonts w:cs="Arial"/>
                <w:color w:val="auto"/>
                <w:szCs w:val="22"/>
              </w:rPr>
            </w:pPr>
            <w:r w:rsidRPr="001A7B4B">
              <w:rPr>
                <w:rFonts w:cs="Arial"/>
                <w:color w:val="auto"/>
                <w:szCs w:val="22"/>
              </w:rPr>
              <w:t>Starter task example:</w:t>
            </w:r>
          </w:p>
          <w:p w14:paraId="6BE3B160" w14:textId="433DDC6B" w:rsidR="00C113F9" w:rsidRPr="001A7B4B" w:rsidRDefault="00C113F9" w:rsidP="00592B70">
            <w:pPr>
              <w:pStyle w:val="Normalheadingblue"/>
              <w:spacing w:before="0" w:after="0"/>
              <w:rPr>
                <w:rFonts w:cs="Arial"/>
                <w:b w:val="0"/>
                <w:color w:val="auto"/>
                <w:szCs w:val="22"/>
              </w:rPr>
            </w:pPr>
            <w:r w:rsidRPr="001A7B4B">
              <w:rPr>
                <w:rFonts w:cs="Arial"/>
                <w:b w:val="0"/>
                <w:color w:val="auto"/>
                <w:szCs w:val="22"/>
              </w:rPr>
              <w:t xml:space="preserve">Introduce manufacturers websites relating to bending tools and equipment to make </w:t>
            </w:r>
            <w:r w:rsidR="00F502C8" w:rsidRPr="001A7B4B">
              <w:rPr>
                <w:rFonts w:cs="Arial"/>
                <w:b w:val="0"/>
                <w:color w:val="auto"/>
                <w:szCs w:val="22"/>
              </w:rPr>
              <w:t>students</w:t>
            </w:r>
            <w:r w:rsidRPr="001A7B4B">
              <w:rPr>
                <w:rFonts w:cs="Arial"/>
                <w:b w:val="0"/>
                <w:color w:val="auto"/>
                <w:szCs w:val="22"/>
              </w:rPr>
              <w:t xml:space="preserve"> aware of available equipment.</w:t>
            </w:r>
          </w:p>
          <w:p w14:paraId="3A9641CE" w14:textId="20CBF10C" w:rsidR="00E029DD" w:rsidRPr="001A7B4B" w:rsidRDefault="00E029DD" w:rsidP="00592B70">
            <w:pPr>
              <w:pStyle w:val="Normalheadingblue"/>
              <w:spacing w:before="0" w:after="0"/>
              <w:rPr>
                <w:rFonts w:cs="Arial"/>
                <w:b w:val="0"/>
                <w:color w:val="auto"/>
                <w:szCs w:val="22"/>
              </w:rPr>
            </w:pPr>
            <w:r w:rsidRPr="001A7B4B">
              <w:rPr>
                <w:rFonts w:cs="Arial"/>
                <w:bCs/>
                <w:color w:val="auto"/>
                <w:szCs w:val="22"/>
              </w:rPr>
              <w:t>Alternative:</w:t>
            </w:r>
            <w:r w:rsidRPr="001A7B4B">
              <w:rPr>
                <w:rFonts w:cs="Arial"/>
                <w:b w:val="0"/>
                <w:color w:val="auto"/>
                <w:szCs w:val="22"/>
              </w:rPr>
              <w:t xml:space="preserve"> Ask students what might happen</w:t>
            </w:r>
            <w:r w:rsidR="00B6596F" w:rsidRPr="001A7B4B">
              <w:rPr>
                <w:rFonts w:cs="Arial"/>
                <w:b w:val="0"/>
                <w:color w:val="auto"/>
                <w:szCs w:val="22"/>
              </w:rPr>
              <w:t xml:space="preserve"> if a copper pipe bend is made too sharply without the correct tool.</w:t>
            </w:r>
          </w:p>
          <w:p w14:paraId="1918958E" w14:textId="77777777" w:rsidR="00C113F9" w:rsidRPr="001A7B4B" w:rsidRDefault="00C113F9" w:rsidP="00D20311">
            <w:pPr>
              <w:pStyle w:val="Normalheadingblue"/>
              <w:spacing w:before="0" w:after="0"/>
              <w:rPr>
                <w:rFonts w:cs="Arial"/>
                <w:color w:val="auto"/>
                <w:szCs w:val="22"/>
              </w:rPr>
            </w:pPr>
          </w:p>
          <w:p w14:paraId="09C60328" w14:textId="704A070C" w:rsidR="00C113F9" w:rsidRPr="001A7B4B" w:rsidRDefault="00C113F9" w:rsidP="00D20311">
            <w:pPr>
              <w:pStyle w:val="Normalheadingblue"/>
              <w:spacing w:before="0" w:after="0"/>
              <w:rPr>
                <w:rFonts w:cs="Arial"/>
                <w:color w:val="auto"/>
                <w:szCs w:val="22"/>
              </w:rPr>
            </w:pPr>
            <w:r w:rsidRPr="001A7B4B">
              <w:rPr>
                <w:rFonts w:cs="Arial"/>
                <w:color w:val="auto"/>
                <w:szCs w:val="22"/>
              </w:rPr>
              <w:t>Delivery</w:t>
            </w:r>
            <w:r w:rsidR="00592B70" w:rsidRPr="001A7B4B">
              <w:rPr>
                <w:rFonts w:cs="Arial"/>
                <w:color w:val="auto"/>
                <w:szCs w:val="22"/>
              </w:rPr>
              <w:t xml:space="preserve"> focus</w:t>
            </w:r>
            <w:r w:rsidRPr="001A7B4B">
              <w:rPr>
                <w:rFonts w:cs="Arial"/>
                <w:color w:val="auto"/>
                <w:szCs w:val="22"/>
              </w:rPr>
              <w:t>:</w:t>
            </w:r>
          </w:p>
          <w:p w14:paraId="51B69A9A" w14:textId="16B582F3" w:rsidR="00C113F9" w:rsidRPr="001A7B4B" w:rsidRDefault="002B0BDB" w:rsidP="002B0BDB">
            <w:pPr>
              <w:pStyle w:val="Normalheadingblue"/>
              <w:spacing w:before="0" w:after="0"/>
              <w:rPr>
                <w:rFonts w:cs="Arial"/>
                <w:b w:val="0"/>
                <w:bCs/>
                <w:color w:val="auto"/>
                <w:szCs w:val="22"/>
              </w:rPr>
            </w:pPr>
            <w:r w:rsidRPr="001A7B4B">
              <w:rPr>
                <w:rFonts w:cs="Arial"/>
                <w:b w:val="0"/>
                <w:bCs/>
                <w:color w:val="auto"/>
                <w:szCs w:val="22"/>
              </w:rPr>
              <w:t>Using PowerPoint</w:t>
            </w:r>
            <w:r w:rsidRPr="001A7B4B">
              <w:rPr>
                <w:rFonts w:cs="Arial"/>
                <w:color w:val="auto"/>
                <w:szCs w:val="22"/>
              </w:rPr>
              <w:t xml:space="preserve"> </w:t>
            </w:r>
            <w:r w:rsidRPr="00811B5D">
              <w:rPr>
                <w:rFonts w:cs="Arial"/>
                <w:color w:val="auto"/>
                <w:szCs w:val="22"/>
                <w:highlight w:val="yellow"/>
              </w:rPr>
              <w:t>K1.3</w:t>
            </w:r>
            <w:r w:rsidR="00A43858" w:rsidRPr="00811B5D">
              <w:rPr>
                <w:rFonts w:cs="Arial"/>
                <w:color w:val="auto"/>
                <w:szCs w:val="22"/>
                <w:highlight w:val="yellow"/>
              </w:rPr>
              <w:t>2</w:t>
            </w:r>
            <w:r w:rsidRPr="00811B5D">
              <w:rPr>
                <w:rFonts w:cs="Arial"/>
                <w:color w:val="auto"/>
                <w:szCs w:val="22"/>
                <w:highlight w:val="yellow"/>
              </w:rPr>
              <w:t xml:space="preserve"> </w:t>
            </w:r>
            <w:r w:rsidR="00A43858" w:rsidRPr="00811B5D">
              <w:rPr>
                <w:rFonts w:cs="Arial"/>
                <w:color w:val="auto"/>
                <w:szCs w:val="22"/>
                <w:highlight w:val="yellow"/>
              </w:rPr>
              <w:t>Copper pipe bending, offsets and passovers</w:t>
            </w:r>
            <w:r w:rsidRPr="001A7B4B">
              <w:rPr>
                <w:rFonts w:cs="Arial"/>
                <w:b w:val="0"/>
                <w:bCs/>
                <w:color w:val="auto"/>
                <w:szCs w:val="22"/>
              </w:rPr>
              <w:t>, deliver the following content:</w:t>
            </w:r>
          </w:p>
          <w:p w14:paraId="1DE86974" w14:textId="77777777" w:rsidR="00A43858" w:rsidRPr="001A7B4B" w:rsidRDefault="00A43858" w:rsidP="002B0BDB">
            <w:pPr>
              <w:pStyle w:val="Normalheadingblue"/>
              <w:spacing w:before="0" w:after="0"/>
              <w:rPr>
                <w:rFonts w:cs="Arial"/>
                <w:b w:val="0"/>
                <w:bCs/>
                <w:color w:val="auto"/>
                <w:szCs w:val="22"/>
              </w:rPr>
            </w:pPr>
          </w:p>
          <w:p w14:paraId="6555FA02" w14:textId="77777777" w:rsidR="00C113F9" w:rsidRPr="001A7B4B" w:rsidRDefault="00C113F9" w:rsidP="002C017C">
            <w:pPr>
              <w:pStyle w:val="Normalheadingblue"/>
              <w:numPr>
                <w:ilvl w:val="0"/>
                <w:numId w:val="4"/>
              </w:numPr>
              <w:spacing w:before="0" w:after="0"/>
              <w:rPr>
                <w:rFonts w:cs="Arial"/>
                <w:b w:val="0"/>
                <w:color w:val="auto"/>
                <w:szCs w:val="22"/>
              </w:rPr>
            </w:pPr>
            <w:r w:rsidRPr="001A7B4B">
              <w:rPr>
                <w:rFonts w:cs="Arial"/>
                <w:b w:val="0"/>
                <w:color w:val="auto"/>
                <w:szCs w:val="22"/>
              </w:rPr>
              <w:t>Tutor to explain the processes involved including the practical process used to produce the bends, the use of angle finders and the measurements and marks to be made to ensure bends can be completed with correct travel and offset.</w:t>
            </w:r>
          </w:p>
          <w:p w14:paraId="2E65066E" w14:textId="77777777" w:rsidR="00C113F9" w:rsidRPr="001A7B4B" w:rsidRDefault="00C113F9" w:rsidP="002C017C">
            <w:pPr>
              <w:pStyle w:val="Normalheadingblue"/>
              <w:numPr>
                <w:ilvl w:val="0"/>
                <w:numId w:val="4"/>
              </w:numPr>
              <w:spacing w:before="0" w:after="0"/>
              <w:rPr>
                <w:rFonts w:cs="Arial"/>
                <w:b w:val="0"/>
                <w:color w:val="auto"/>
                <w:szCs w:val="22"/>
              </w:rPr>
            </w:pPr>
            <w:r w:rsidRPr="001A7B4B">
              <w:rPr>
                <w:rFonts w:cs="Arial"/>
                <w:b w:val="0"/>
                <w:color w:val="auto"/>
                <w:szCs w:val="22"/>
              </w:rPr>
              <w:t>Discuss the angles such as 30 degree and 45 degree and the calculation to work out travel such as 1.414 x offset for 45 degree.</w:t>
            </w:r>
          </w:p>
          <w:p w14:paraId="74B46C6B" w14:textId="59AB883A" w:rsidR="00C113F9" w:rsidRPr="001A7B4B" w:rsidRDefault="00C113F9" w:rsidP="002C017C">
            <w:pPr>
              <w:pStyle w:val="Normalheadingblue"/>
              <w:numPr>
                <w:ilvl w:val="0"/>
                <w:numId w:val="4"/>
              </w:numPr>
              <w:spacing w:before="0" w:after="0"/>
              <w:rPr>
                <w:rFonts w:cs="Arial"/>
                <w:b w:val="0"/>
                <w:color w:val="auto"/>
                <w:szCs w:val="22"/>
              </w:rPr>
            </w:pPr>
            <w:r w:rsidRPr="001A7B4B">
              <w:rPr>
                <w:rFonts w:cs="Arial"/>
                <w:b w:val="0"/>
                <w:color w:val="auto"/>
                <w:szCs w:val="22"/>
              </w:rPr>
              <w:t xml:space="preserve">Tutor to demonstrate the process and allow </w:t>
            </w:r>
            <w:r w:rsidR="00F502C8" w:rsidRPr="001A7B4B">
              <w:rPr>
                <w:rFonts w:cs="Arial"/>
                <w:b w:val="0"/>
                <w:color w:val="auto"/>
                <w:szCs w:val="22"/>
              </w:rPr>
              <w:t>students</w:t>
            </w:r>
            <w:r w:rsidRPr="001A7B4B">
              <w:rPr>
                <w:rFonts w:cs="Arial"/>
                <w:b w:val="0"/>
                <w:color w:val="auto"/>
                <w:szCs w:val="22"/>
              </w:rPr>
              <w:t xml:space="preserve"> to attempt a small offset or Passover.</w:t>
            </w:r>
          </w:p>
          <w:p w14:paraId="48B0497E" w14:textId="77777777" w:rsidR="00C113F9" w:rsidRPr="001A7B4B" w:rsidRDefault="00C113F9" w:rsidP="00D20311">
            <w:pPr>
              <w:pStyle w:val="Normalheadingblue"/>
              <w:spacing w:before="0" w:after="0"/>
              <w:rPr>
                <w:rFonts w:cs="Arial"/>
                <w:color w:val="auto"/>
                <w:szCs w:val="22"/>
              </w:rPr>
            </w:pPr>
          </w:p>
          <w:p w14:paraId="2E005418" w14:textId="6E36FF8E" w:rsidR="00C113F9" w:rsidRPr="001A7B4B" w:rsidRDefault="00C113F9" w:rsidP="00D20311">
            <w:pPr>
              <w:pStyle w:val="Normalheadingblue"/>
              <w:spacing w:before="0" w:after="0"/>
              <w:rPr>
                <w:rFonts w:cs="Arial"/>
                <w:color w:val="auto"/>
                <w:szCs w:val="22"/>
              </w:rPr>
            </w:pPr>
            <w:r w:rsidRPr="001A7B4B">
              <w:rPr>
                <w:rFonts w:cs="Arial"/>
                <w:color w:val="auto"/>
                <w:szCs w:val="22"/>
              </w:rPr>
              <w:t xml:space="preserve">Knowledge </w:t>
            </w:r>
            <w:r w:rsidR="00370F95" w:rsidRPr="001A7B4B">
              <w:rPr>
                <w:rFonts w:cs="Arial"/>
                <w:color w:val="auto"/>
                <w:szCs w:val="22"/>
              </w:rPr>
              <w:t>C</w:t>
            </w:r>
            <w:r w:rsidRPr="001A7B4B">
              <w:rPr>
                <w:rFonts w:cs="Arial"/>
                <w:color w:val="auto"/>
                <w:szCs w:val="22"/>
              </w:rPr>
              <w:t>heck example:</w:t>
            </w:r>
          </w:p>
          <w:p w14:paraId="5DA6F715" w14:textId="77777777" w:rsidR="00C113F9" w:rsidRPr="001A7B4B" w:rsidRDefault="00C113F9" w:rsidP="00370F95">
            <w:pPr>
              <w:pStyle w:val="Normalheadingblue"/>
              <w:spacing w:before="0" w:after="0"/>
              <w:rPr>
                <w:rFonts w:cs="Arial"/>
                <w:b w:val="0"/>
                <w:color w:val="auto"/>
                <w:szCs w:val="22"/>
              </w:rPr>
            </w:pPr>
            <w:r w:rsidRPr="001A7B4B">
              <w:rPr>
                <w:rFonts w:cs="Arial"/>
                <w:b w:val="0"/>
                <w:color w:val="auto"/>
                <w:szCs w:val="22"/>
              </w:rPr>
              <w:t>Knowledge check – questions on the bending process, safety and the marking of pipework to form accurate bends</w:t>
            </w:r>
          </w:p>
          <w:p w14:paraId="6961BCB7" w14:textId="77777777" w:rsidR="00C113F9" w:rsidRPr="001A7B4B" w:rsidRDefault="00C113F9" w:rsidP="00D20311">
            <w:pPr>
              <w:pStyle w:val="Normalheadingblue"/>
              <w:spacing w:before="0" w:after="0"/>
              <w:rPr>
                <w:rFonts w:cs="Arial"/>
                <w:color w:val="auto"/>
                <w:szCs w:val="22"/>
              </w:rPr>
            </w:pPr>
          </w:p>
          <w:p w14:paraId="65919B62" w14:textId="25DE540A" w:rsidR="00C113F9" w:rsidRPr="001A7B4B" w:rsidRDefault="00C113F9" w:rsidP="00D20311">
            <w:pPr>
              <w:pStyle w:val="Normalheadingblue"/>
              <w:spacing w:before="0" w:after="0"/>
              <w:rPr>
                <w:rFonts w:cs="Arial"/>
                <w:color w:val="auto"/>
                <w:szCs w:val="22"/>
              </w:rPr>
            </w:pPr>
            <w:r w:rsidRPr="001A7B4B">
              <w:rPr>
                <w:rFonts w:cs="Arial"/>
                <w:color w:val="auto"/>
                <w:szCs w:val="22"/>
              </w:rPr>
              <w:t>Resources</w:t>
            </w:r>
            <w:r w:rsidR="001E7736" w:rsidRPr="001A7B4B">
              <w:rPr>
                <w:rFonts w:cs="Arial"/>
                <w:color w:val="auto"/>
                <w:szCs w:val="22"/>
              </w:rPr>
              <w:t>:</w:t>
            </w:r>
          </w:p>
          <w:p w14:paraId="1E02F5D1" w14:textId="58E35B2E" w:rsidR="00C113F9" w:rsidRPr="001A7B4B" w:rsidRDefault="00763103" w:rsidP="00D20311">
            <w:pPr>
              <w:pStyle w:val="Normalheadingblue"/>
              <w:spacing w:before="0" w:after="0"/>
              <w:rPr>
                <w:rFonts w:cs="Arial"/>
                <w:b w:val="0"/>
                <w:color w:val="auto"/>
                <w:szCs w:val="22"/>
              </w:rPr>
            </w:pPr>
            <w:r w:rsidRPr="001A7B4B">
              <w:rPr>
                <w:rFonts w:cs="Arial"/>
                <w:b w:val="0"/>
                <w:color w:val="auto"/>
                <w:szCs w:val="22"/>
              </w:rPr>
              <w:t>PowerPoint</w:t>
            </w:r>
            <w:r w:rsidR="00B6596F" w:rsidRPr="001A7B4B">
              <w:rPr>
                <w:rFonts w:cs="Arial"/>
                <w:b w:val="0"/>
                <w:color w:val="auto"/>
                <w:szCs w:val="22"/>
              </w:rPr>
              <w:t xml:space="preserve">: </w:t>
            </w:r>
            <w:r w:rsidR="00B6596F" w:rsidRPr="001A7B4B">
              <w:rPr>
                <w:rFonts w:cs="Arial"/>
                <w:color w:val="auto"/>
                <w:szCs w:val="22"/>
              </w:rPr>
              <w:t>K1.32 Copper pipe bending, offsets and passovers</w:t>
            </w:r>
          </w:p>
          <w:p w14:paraId="729D0606" w14:textId="77777777" w:rsidR="00C113F9" w:rsidRPr="001A7B4B" w:rsidRDefault="00C113F9" w:rsidP="00D20311">
            <w:pPr>
              <w:pStyle w:val="Normalheadingblue"/>
              <w:spacing w:before="0" w:after="0"/>
              <w:rPr>
                <w:rFonts w:cs="Arial"/>
                <w:b w:val="0"/>
                <w:color w:val="auto"/>
                <w:szCs w:val="22"/>
              </w:rPr>
            </w:pPr>
            <w:r w:rsidRPr="001A7B4B">
              <w:rPr>
                <w:rFonts w:cs="Arial"/>
                <w:b w:val="0"/>
                <w:color w:val="auto"/>
                <w:szCs w:val="22"/>
              </w:rPr>
              <w:t>Copper pipe</w:t>
            </w:r>
          </w:p>
          <w:p w14:paraId="0CFD0FBD" w14:textId="77777777" w:rsidR="00C113F9" w:rsidRPr="001A7B4B" w:rsidRDefault="00C113F9" w:rsidP="00D20311">
            <w:pPr>
              <w:pStyle w:val="Normalheadingblue"/>
              <w:spacing w:before="0" w:after="0"/>
              <w:rPr>
                <w:rFonts w:cs="Arial"/>
                <w:b w:val="0"/>
                <w:color w:val="auto"/>
                <w:szCs w:val="22"/>
              </w:rPr>
            </w:pPr>
            <w:r w:rsidRPr="001A7B4B">
              <w:rPr>
                <w:rFonts w:cs="Arial"/>
                <w:b w:val="0"/>
                <w:color w:val="auto"/>
                <w:szCs w:val="22"/>
              </w:rPr>
              <w:t>Spring benders</w:t>
            </w:r>
          </w:p>
          <w:p w14:paraId="63518D5D" w14:textId="77777777" w:rsidR="00C113F9" w:rsidRPr="001A7B4B" w:rsidRDefault="00C113F9" w:rsidP="00D20311">
            <w:pPr>
              <w:pStyle w:val="Normalheadingblue"/>
              <w:spacing w:before="0" w:after="0"/>
              <w:rPr>
                <w:rFonts w:cs="Arial"/>
                <w:b w:val="0"/>
                <w:color w:val="auto"/>
                <w:szCs w:val="22"/>
              </w:rPr>
            </w:pPr>
            <w:r w:rsidRPr="001A7B4B">
              <w:rPr>
                <w:rFonts w:cs="Arial"/>
                <w:b w:val="0"/>
                <w:color w:val="auto"/>
                <w:szCs w:val="22"/>
              </w:rPr>
              <w:t>Angle finder</w:t>
            </w:r>
          </w:p>
          <w:p w14:paraId="4AA92278" w14:textId="77777777" w:rsidR="00C113F9" w:rsidRPr="001A7B4B" w:rsidRDefault="00C113F9" w:rsidP="00D20311">
            <w:pPr>
              <w:pStyle w:val="Normalheadingblue"/>
              <w:spacing w:before="0" w:after="0"/>
              <w:rPr>
                <w:rFonts w:cs="Arial"/>
                <w:b w:val="0"/>
                <w:color w:val="auto"/>
                <w:szCs w:val="22"/>
              </w:rPr>
            </w:pPr>
            <w:r w:rsidRPr="001A7B4B">
              <w:rPr>
                <w:rFonts w:cs="Arial"/>
                <w:b w:val="0"/>
                <w:color w:val="auto"/>
                <w:szCs w:val="22"/>
              </w:rPr>
              <w:t>Tape measure</w:t>
            </w:r>
          </w:p>
          <w:p w14:paraId="559C2ED5" w14:textId="77777777" w:rsidR="00C113F9" w:rsidRPr="001A7B4B" w:rsidRDefault="00C113F9" w:rsidP="00D20311">
            <w:pPr>
              <w:pStyle w:val="Normalheadingblue"/>
              <w:spacing w:before="0" w:after="0"/>
              <w:rPr>
                <w:rFonts w:cs="Arial"/>
                <w:color w:val="auto"/>
                <w:szCs w:val="22"/>
              </w:rPr>
            </w:pPr>
            <w:r w:rsidRPr="001A7B4B">
              <w:rPr>
                <w:rFonts w:cs="Arial"/>
                <w:b w:val="0"/>
                <w:color w:val="auto"/>
                <w:szCs w:val="22"/>
              </w:rPr>
              <w:t>Machine bender</w:t>
            </w:r>
            <w:r w:rsidRPr="001A7B4B">
              <w:rPr>
                <w:rFonts w:cs="Arial"/>
                <w:color w:val="auto"/>
                <w:szCs w:val="22"/>
              </w:rPr>
              <w:br/>
            </w:r>
          </w:p>
        </w:tc>
        <w:tc>
          <w:tcPr>
            <w:tcW w:w="2246" w:type="dxa"/>
          </w:tcPr>
          <w:p w14:paraId="63BD8807" w14:textId="77777777" w:rsidR="00DD207A" w:rsidRDefault="008A57D2">
            <w:r>
              <w:lastRenderedPageBreak/>
              <w:t>Form an offset or passover</w:t>
            </w:r>
            <w:r>
              <w:br/>
            </w:r>
            <w:r>
              <w:br/>
              <w:t>Knowledge test</w:t>
            </w:r>
            <w:r>
              <w:br/>
              <w:t>English skills (reading, writing, technical vocabulary)</w:t>
            </w:r>
          </w:p>
        </w:tc>
      </w:tr>
      <w:tr w:rsidR="00C113F9" w:rsidRPr="00634DF8" w14:paraId="54278FB3" w14:textId="77777777" w:rsidTr="24BA986D">
        <w:trPr>
          <w:trHeight w:val="300"/>
          <w:jc w:val="center"/>
        </w:trPr>
        <w:tc>
          <w:tcPr>
            <w:tcW w:w="1297" w:type="dxa"/>
          </w:tcPr>
          <w:p w14:paraId="39635F26" w14:textId="77777777" w:rsidR="00C113F9" w:rsidRPr="00634DF8" w:rsidRDefault="00C113F9" w:rsidP="00C113F9">
            <w:pPr>
              <w:jc w:val="center"/>
              <w:rPr>
                <w:rFonts w:cs="Arial"/>
                <w:szCs w:val="22"/>
              </w:rPr>
            </w:pPr>
            <w:r>
              <w:rPr>
                <w:rFonts w:cs="Arial"/>
                <w:szCs w:val="22"/>
              </w:rPr>
              <w:t>40</w:t>
            </w:r>
          </w:p>
          <w:p w14:paraId="3445F65E" w14:textId="77777777" w:rsidR="00C113F9" w:rsidRPr="00634DF8" w:rsidRDefault="00C113F9" w:rsidP="00C113F9">
            <w:pPr>
              <w:jc w:val="center"/>
              <w:rPr>
                <w:rFonts w:cs="Arial"/>
                <w:szCs w:val="22"/>
              </w:rPr>
            </w:pPr>
            <w:r>
              <w:rPr>
                <w:rFonts w:cs="Arial"/>
                <w:szCs w:val="22"/>
              </w:rPr>
              <w:lastRenderedPageBreak/>
              <w:t>3</w:t>
            </w:r>
            <w:r w:rsidRPr="00634DF8">
              <w:rPr>
                <w:rFonts w:cs="Arial"/>
                <w:szCs w:val="22"/>
              </w:rPr>
              <w:t xml:space="preserve"> hours</w:t>
            </w:r>
          </w:p>
        </w:tc>
        <w:tc>
          <w:tcPr>
            <w:tcW w:w="2199" w:type="dxa"/>
          </w:tcPr>
          <w:p w14:paraId="7B094B83" w14:textId="77777777" w:rsidR="00C113F9" w:rsidRPr="001A7B4B" w:rsidRDefault="00C113F9" w:rsidP="00C113F9">
            <w:pPr>
              <w:pStyle w:val="Normalheadingblack"/>
              <w:rPr>
                <w:rFonts w:cs="Arial"/>
                <w:lang w:eastAsia="en-GB"/>
              </w:rPr>
            </w:pPr>
            <w:r w:rsidRPr="001A7B4B">
              <w:rPr>
                <w:rFonts w:cs="Arial"/>
                <w:lang w:eastAsia="en-GB"/>
              </w:rPr>
              <w:lastRenderedPageBreak/>
              <w:t xml:space="preserve">Outcome 1 – Plumbing and </w:t>
            </w:r>
            <w:r w:rsidRPr="001A7B4B">
              <w:rPr>
                <w:rFonts w:cs="Arial"/>
                <w:lang w:eastAsia="en-GB"/>
              </w:rPr>
              <w:lastRenderedPageBreak/>
              <w:t>heating common knowledge criteria</w:t>
            </w:r>
          </w:p>
          <w:p w14:paraId="2EA2D8DA" w14:textId="77777777" w:rsidR="00C113F9" w:rsidRPr="001A7B4B" w:rsidRDefault="00C113F9" w:rsidP="00C113F9">
            <w:pPr>
              <w:pStyle w:val="Normalheadingblack"/>
              <w:rPr>
                <w:rFonts w:cs="Arial"/>
                <w:lang w:eastAsia="en-GB"/>
              </w:rPr>
            </w:pPr>
          </w:p>
          <w:p w14:paraId="3865EB34" w14:textId="77777777" w:rsidR="00C113F9" w:rsidRPr="001A7B4B" w:rsidRDefault="00C113F9" w:rsidP="00C113F9">
            <w:pPr>
              <w:pStyle w:val="Normalheadingblack"/>
              <w:rPr>
                <w:rFonts w:cs="Arial"/>
                <w:lang w:eastAsia="en-GB"/>
              </w:rPr>
            </w:pPr>
            <w:r w:rsidRPr="001A7B4B">
              <w:rPr>
                <w:rFonts w:cs="Arial"/>
                <w:lang w:eastAsia="en-GB"/>
              </w:rPr>
              <w:t>Outcome 2 Install plumbing and heating systems</w:t>
            </w:r>
          </w:p>
          <w:p w14:paraId="38FCF2B9" w14:textId="77777777" w:rsidR="00C113F9" w:rsidRPr="001A7B4B" w:rsidRDefault="00C113F9" w:rsidP="00C113F9">
            <w:pPr>
              <w:pStyle w:val="Normalheadingblack"/>
              <w:rPr>
                <w:rFonts w:cs="Arial"/>
                <w:szCs w:val="22"/>
                <w:lang w:eastAsia="en-GB"/>
              </w:rPr>
            </w:pPr>
          </w:p>
        </w:tc>
        <w:tc>
          <w:tcPr>
            <w:tcW w:w="3135" w:type="dxa"/>
          </w:tcPr>
          <w:p w14:paraId="5AF86BF6" w14:textId="77777777" w:rsidR="00C113F9" w:rsidRPr="001A7B4B" w:rsidRDefault="00C113F9" w:rsidP="00C113F9">
            <w:pPr>
              <w:pStyle w:val="Normalheadingblack"/>
              <w:rPr>
                <w:rFonts w:cs="Arial"/>
                <w:b w:val="0"/>
                <w:szCs w:val="22"/>
              </w:rPr>
            </w:pPr>
            <w:r w:rsidRPr="001A7B4B">
              <w:rPr>
                <w:rFonts w:cs="Arial"/>
                <w:b w:val="0"/>
                <w:szCs w:val="22"/>
              </w:rPr>
              <w:lastRenderedPageBreak/>
              <w:t>K1.32 Bending techniques</w:t>
            </w:r>
          </w:p>
          <w:p w14:paraId="0752A485" w14:textId="77777777" w:rsidR="00C113F9" w:rsidRPr="001A7B4B" w:rsidRDefault="00C113F9" w:rsidP="00C113F9">
            <w:pPr>
              <w:pStyle w:val="Normalheadingblack"/>
              <w:rPr>
                <w:rFonts w:cs="Arial"/>
                <w:b w:val="0"/>
                <w:szCs w:val="22"/>
              </w:rPr>
            </w:pPr>
          </w:p>
          <w:p w14:paraId="087E483A" w14:textId="77777777" w:rsidR="00C113F9" w:rsidRPr="001A7B4B" w:rsidRDefault="00C113F9" w:rsidP="00C113F9">
            <w:pPr>
              <w:pStyle w:val="Normalheadingblack"/>
              <w:rPr>
                <w:rFonts w:cs="Arial"/>
                <w:b w:val="0"/>
                <w:szCs w:val="22"/>
              </w:rPr>
            </w:pPr>
            <w:r w:rsidRPr="001A7B4B">
              <w:rPr>
                <w:rFonts w:cs="Arial"/>
                <w:b w:val="0"/>
                <w:szCs w:val="22"/>
              </w:rPr>
              <w:t>S2.6 Prefabricate bends by bending to shape</w:t>
            </w:r>
          </w:p>
        </w:tc>
        <w:tc>
          <w:tcPr>
            <w:tcW w:w="5785" w:type="dxa"/>
          </w:tcPr>
          <w:p w14:paraId="6FA59E9A" w14:textId="20AE2FE6" w:rsidR="00C113F9" w:rsidRPr="001A7B4B" w:rsidRDefault="00C113F9" w:rsidP="009876E6">
            <w:pPr>
              <w:pStyle w:val="Normalheadingblue"/>
              <w:spacing w:before="0" w:after="0"/>
              <w:rPr>
                <w:rFonts w:cs="Arial"/>
                <w:color w:val="auto"/>
                <w:szCs w:val="22"/>
              </w:rPr>
            </w:pPr>
            <w:r w:rsidRPr="001A7B4B">
              <w:rPr>
                <w:rFonts w:cs="Arial"/>
                <w:color w:val="auto"/>
                <w:szCs w:val="22"/>
              </w:rPr>
              <w:lastRenderedPageBreak/>
              <w:t>Activities</w:t>
            </w:r>
            <w:r w:rsidR="009876E6" w:rsidRPr="001A7B4B">
              <w:rPr>
                <w:rFonts w:cs="Arial"/>
                <w:color w:val="auto"/>
                <w:szCs w:val="22"/>
              </w:rPr>
              <w:t>:</w:t>
            </w:r>
          </w:p>
          <w:p w14:paraId="2050F286" w14:textId="77777777" w:rsidR="00C113F9" w:rsidRPr="001A7B4B" w:rsidRDefault="00C113F9" w:rsidP="009876E6">
            <w:pPr>
              <w:pStyle w:val="Normalheadingblue"/>
              <w:spacing w:before="0" w:after="0"/>
              <w:rPr>
                <w:rFonts w:cs="Arial"/>
                <w:color w:val="auto"/>
                <w:szCs w:val="22"/>
              </w:rPr>
            </w:pPr>
            <w:r w:rsidRPr="001A7B4B">
              <w:rPr>
                <w:rFonts w:cs="Arial"/>
                <w:color w:val="auto"/>
                <w:szCs w:val="22"/>
              </w:rPr>
              <w:t>Starter task example:</w:t>
            </w:r>
          </w:p>
          <w:p w14:paraId="5C74BB12" w14:textId="0A3F6143" w:rsidR="00C113F9" w:rsidRPr="001A7B4B" w:rsidRDefault="00116A2E" w:rsidP="009876E6">
            <w:pPr>
              <w:pStyle w:val="Normalheadingblue"/>
              <w:spacing w:before="0" w:after="0"/>
              <w:rPr>
                <w:rFonts w:cs="Arial"/>
                <w:b w:val="0"/>
                <w:color w:val="auto"/>
                <w:szCs w:val="22"/>
              </w:rPr>
            </w:pPr>
            <w:r w:rsidRPr="001A7B4B">
              <w:rPr>
                <w:rFonts w:cs="Arial"/>
                <w:b w:val="0"/>
                <w:color w:val="auto"/>
                <w:szCs w:val="22"/>
              </w:rPr>
              <w:lastRenderedPageBreak/>
              <w:t>Students</w:t>
            </w:r>
            <w:r w:rsidR="00C113F9" w:rsidRPr="001A7B4B">
              <w:rPr>
                <w:rFonts w:cs="Arial"/>
                <w:b w:val="0"/>
                <w:color w:val="auto"/>
                <w:szCs w:val="22"/>
              </w:rPr>
              <w:t xml:space="preserve"> to state a fact remembered from previous session before nominating a peer to do the same</w:t>
            </w:r>
          </w:p>
          <w:p w14:paraId="05398AD1" w14:textId="77777777" w:rsidR="00C113F9" w:rsidRPr="001A7B4B" w:rsidRDefault="00C113F9" w:rsidP="009876E6">
            <w:pPr>
              <w:pStyle w:val="Normalheadingblue"/>
              <w:spacing w:before="0" w:after="0"/>
              <w:rPr>
                <w:rFonts w:cs="Arial"/>
                <w:color w:val="auto"/>
                <w:szCs w:val="22"/>
              </w:rPr>
            </w:pPr>
          </w:p>
          <w:p w14:paraId="0F153E84" w14:textId="7FC78866" w:rsidR="00C113F9" w:rsidRPr="001A7B4B" w:rsidRDefault="00C113F9" w:rsidP="009876E6">
            <w:pPr>
              <w:pStyle w:val="Normalheadingblue"/>
              <w:spacing w:before="0" w:after="0"/>
              <w:rPr>
                <w:rFonts w:cs="Arial"/>
                <w:color w:val="auto"/>
                <w:szCs w:val="22"/>
              </w:rPr>
            </w:pPr>
            <w:r w:rsidRPr="001A7B4B">
              <w:rPr>
                <w:rFonts w:cs="Arial"/>
                <w:color w:val="auto"/>
                <w:szCs w:val="22"/>
              </w:rPr>
              <w:t>Delivery</w:t>
            </w:r>
            <w:r w:rsidR="009876E6" w:rsidRPr="001A7B4B">
              <w:rPr>
                <w:rFonts w:cs="Arial"/>
                <w:color w:val="auto"/>
                <w:szCs w:val="22"/>
              </w:rPr>
              <w:t xml:space="preserve"> focus</w:t>
            </w:r>
            <w:r w:rsidRPr="001A7B4B">
              <w:rPr>
                <w:rFonts w:cs="Arial"/>
                <w:color w:val="auto"/>
                <w:szCs w:val="22"/>
              </w:rPr>
              <w:t>:</w:t>
            </w:r>
          </w:p>
          <w:p w14:paraId="3D0BF644" w14:textId="0924A6DC" w:rsidR="00C113F9" w:rsidRPr="001A7B4B" w:rsidRDefault="00C113F9"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 xml:space="preserve">Practical session forming </w:t>
            </w:r>
            <w:r w:rsidR="00434CBC" w:rsidRPr="001A7B4B">
              <w:rPr>
                <w:rFonts w:cs="Arial"/>
                <w:b w:val="0"/>
                <w:color w:val="auto"/>
                <w:szCs w:val="22"/>
              </w:rPr>
              <w:t>offsets and passovers</w:t>
            </w:r>
            <w:r w:rsidRPr="001A7B4B">
              <w:rPr>
                <w:rFonts w:cs="Arial"/>
                <w:b w:val="0"/>
                <w:color w:val="auto"/>
                <w:szCs w:val="22"/>
              </w:rPr>
              <w:t xml:space="preserve"> in copper pipework – </w:t>
            </w:r>
            <w:r w:rsidR="00116A2E" w:rsidRPr="001A7B4B">
              <w:rPr>
                <w:rFonts w:cs="Arial"/>
                <w:b w:val="0"/>
                <w:color w:val="auto"/>
                <w:szCs w:val="22"/>
              </w:rPr>
              <w:t>Students</w:t>
            </w:r>
            <w:r w:rsidRPr="001A7B4B">
              <w:rPr>
                <w:rFonts w:cs="Arial"/>
                <w:b w:val="0"/>
                <w:color w:val="auto"/>
                <w:szCs w:val="22"/>
              </w:rPr>
              <w:t xml:space="preserve"> will have the opportunity to progress from the previous session.</w:t>
            </w:r>
          </w:p>
          <w:p w14:paraId="0EF35DE8" w14:textId="29B3EDE0" w:rsidR="00C113F9" w:rsidRPr="001A7B4B" w:rsidRDefault="00C113F9"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 xml:space="preserve">Tutor to distribute practical task guide and set task for </w:t>
            </w:r>
            <w:r w:rsidR="00F502C8" w:rsidRPr="001A7B4B">
              <w:rPr>
                <w:rFonts w:cs="Arial"/>
                <w:b w:val="0"/>
                <w:color w:val="auto"/>
                <w:szCs w:val="22"/>
              </w:rPr>
              <w:t>students</w:t>
            </w:r>
            <w:r w:rsidRPr="001A7B4B">
              <w:rPr>
                <w:rFonts w:cs="Arial"/>
                <w:b w:val="0"/>
                <w:color w:val="auto"/>
                <w:szCs w:val="22"/>
              </w:rPr>
              <w:t xml:space="preserve"> to produce</w:t>
            </w:r>
            <w:r w:rsidR="00434CBC" w:rsidRPr="001A7B4B">
              <w:rPr>
                <w:rFonts w:cs="Arial"/>
                <w:b w:val="0"/>
                <w:color w:val="auto"/>
                <w:szCs w:val="22"/>
              </w:rPr>
              <w:t xml:space="preserve"> </w:t>
            </w:r>
            <w:r w:rsidRPr="001A7B4B">
              <w:rPr>
                <w:rFonts w:cs="Arial"/>
                <w:b w:val="0"/>
                <w:color w:val="auto"/>
                <w:szCs w:val="22"/>
              </w:rPr>
              <w:t>bends to a set dimension.</w:t>
            </w:r>
          </w:p>
          <w:p w14:paraId="29664089" w14:textId="77777777" w:rsidR="00C113F9" w:rsidRPr="001A7B4B" w:rsidRDefault="00C113F9"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On completion measure for accuracy and discuss how bends can be improved.</w:t>
            </w:r>
          </w:p>
          <w:p w14:paraId="24D76186" w14:textId="77777777" w:rsidR="00C113F9" w:rsidRPr="001A7B4B" w:rsidRDefault="00C113F9" w:rsidP="009876E6">
            <w:pPr>
              <w:pStyle w:val="Normalheadingblue"/>
              <w:spacing w:before="0" w:after="0"/>
              <w:rPr>
                <w:rFonts w:cs="Arial"/>
                <w:color w:val="auto"/>
                <w:szCs w:val="22"/>
              </w:rPr>
            </w:pPr>
          </w:p>
          <w:p w14:paraId="75C51EC7" w14:textId="439273B9" w:rsidR="00C113F9" w:rsidRPr="001A7B4B" w:rsidRDefault="00C113F9" w:rsidP="009876E6">
            <w:pPr>
              <w:pStyle w:val="Normalheadingblue"/>
              <w:spacing w:before="0" w:after="0"/>
              <w:rPr>
                <w:rFonts w:cs="Arial"/>
                <w:color w:val="auto"/>
                <w:szCs w:val="22"/>
              </w:rPr>
            </w:pPr>
            <w:r w:rsidRPr="001A7B4B">
              <w:rPr>
                <w:rFonts w:cs="Arial"/>
                <w:color w:val="auto"/>
                <w:szCs w:val="22"/>
              </w:rPr>
              <w:t xml:space="preserve">Knowledge </w:t>
            </w:r>
            <w:r w:rsidR="009876E6" w:rsidRPr="001A7B4B">
              <w:rPr>
                <w:rFonts w:cs="Arial"/>
                <w:color w:val="auto"/>
                <w:szCs w:val="22"/>
              </w:rPr>
              <w:t>C</w:t>
            </w:r>
            <w:r w:rsidRPr="001A7B4B">
              <w:rPr>
                <w:rFonts w:cs="Arial"/>
                <w:color w:val="auto"/>
                <w:szCs w:val="22"/>
              </w:rPr>
              <w:t>heck example:</w:t>
            </w:r>
          </w:p>
          <w:p w14:paraId="263AB4FA" w14:textId="77777777" w:rsidR="00C113F9" w:rsidRPr="001A7B4B" w:rsidRDefault="00C113F9" w:rsidP="009876E6">
            <w:pPr>
              <w:pStyle w:val="Normalheadingblue"/>
              <w:spacing w:before="0" w:after="0"/>
              <w:rPr>
                <w:rFonts w:cs="Arial"/>
                <w:color w:val="auto"/>
                <w:szCs w:val="22"/>
              </w:rPr>
            </w:pPr>
            <w:r w:rsidRPr="001A7B4B">
              <w:rPr>
                <w:rFonts w:cs="Arial"/>
                <w:b w:val="0"/>
                <w:color w:val="auto"/>
                <w:szCs w:val="22"/>
              </w:rPr>
              <w:t xml:space="preserve">Peer marking of completed work – </w:t>
            </w:r>
            <w:r w:rsidR="00434CBC" w:rsidRPr="001A7B4B">
              <w:rPr>
                <w:rFonts w:cs="Arial"/>
                <w:b w:val="0"/>
                <w:color w:val="auto"/>
                <w:szCs w:val="22"/>
              </w:rPr>
              <w:t>Produce offsets and passovers</w:t>
            </w:r>
            <w:r w:rsidR="00434CBC" w:rsidRPr="001A7B4B">
              <w:rPr>
                <w:rFonts w:cs="Arial"/>
                <w:color w:val="auto"/>
                <w:szCs w:val="22"/>
              </w:rPr>
              <w:t xml:space="preserve"> </w:t>
            </w:r>
          </w:p>
          <w:p w14:paraId="5F27AF9F" w14:textId="77777777" w:rsidR="009876E6" w:rsidRPr="001A7B4B" w:rsidRDefault="009876E6" w:rsidP="009876E6">
            <w:pPr>
              <w:pStyle w:val="Normalheadingblue"/>
              <w:spacing w:before="0" w:after="0"/>
              <w:rPr>
                <w:rFonts w:cs="Arial"/>
                <w:color w:val="auto"/>
                <w:szCs w:val="22"/>
              </w:rPr>
            </w:pPr>
          </w:p>
          <w:p w14:paraId="353D97E3" w14:textId="10894C84" w:rsidR="00C113F9" w:rsidRPr="001A7B4B" w:rsidRDefault="00C113F9" w:rsidP="009876E6">
            <w:pPr>
              <w:pStyle w:val="Normalheadingblue"/>
              <w:spacing w:before="0" w:after="0"/>
              <w:rPr>
                <w:rFonts w:cs="Arial"/>
                <w:color w:val="auto"/>
                <w:szCs w:val="22"/>
              </w:rPr>
            </w:pPr>
            <w:r w:rsidRPr="001A7B4B">
              <w:rPr>
                <w:rFonts w:cs="Arial"/>
                <w:color w:val="auto"/>
                <w:szCs w:val="22"/>
              </w:rPr>
              <w:t>Resources</w:t>
            </w:r>
            <w:r w:rsidR="009876E6" w:rsidRPr="001A7B4B">
              <w:rPr>
                <w:rFonts w:cs="Arial"/>
                <w:color w:val="auto"/>
                <w:szCs w:val="22"/>
              </w:rPr>
              <w:t>:</w:t>
            </w:r>
          </w:p>
          <w:p w14:paraId="16F8BABB" w14:textId="77777777" w:rsidR="00C113F9" w:rsidRPr="001A7B4B" w:rsidRDefault="00C113F9" w:rsidP="009876E6">
            <w:pPr>
              <w:pStyle w:val="Normalheadingblue"/>
              <w:spacing w:before="0" w:after="0"/>
              <w:rPr>
                <w:rFonts w:cs="Arial"/>
                <w:b w:val="0"/>
                <w:color w:val="auto"/>
                <w:szCs w:val="22"/>
              </w:rPr>
            </w:pPr>
            <w:r w:rsidRPr="001A7B4B">
              <w:rPr>
                <w:rFonts w:cs="Arial"/>
                <w:b w:val="0"/>
                <w:color w:val="auto"/>
                <w:szCs w:val="22"/>
              </w:rPr>
              <w:t>Copper pipe</w:t>
            </w:r>
          </w:p>
          <w:p w14:paraId="5F20548D" w14:textId="77777777" w:rsidR="00C113F9" w:rsidRPr="001A7B4B" w:rsidRDefault="00C113F9" w:rsidP="009876E6">
            <w:pPr>
              <w:pStyle w:val="Normalheadingblue"/>
              <w:spacing w:before="0" w:after="0"/>
              <w:rPr>
                <w:rFonts w:cs="Arial"/>
                <w:b w:val="0"/>
                <w:color w:val="auto"/>
                <w:szCs w:val="22"/>
              </w:rPr>
            </w:pPr>
            <w:r w:rsidRPr="001A7B4B">
              <w:rPr>
                <w:rFonts w:cs="Arial"/>
                <w:b w:val="0"/>
                <w:color w:val="auto"/>
                <w:szCs w:val="22"/>
              </w:rPr>
              <w:t>Spring benders</w:t>
            </w:r>
          </w:p>
          <w:p w14:paraId="76587D09" w14:textId="77777777" w:rsidR="00C113F9" w:rsidRPr="001A7B4B" w:rsidRDefault="00C113F9" w:rsidP="009876E6">
            <w:pPr>
              <w:pStyle w:val="Normalheadingblue"/>
              <w:spacing w:before="0" w:after="0"/>
              <w:rPr>
                <w:rFonts w:cs="Arial"/>
                <w:b w:val="0"/>
                <w:color w:val="auto"/>
                <w:szCs w:val="22"/>
              </w:rPr>
            </w:pPr>
            <w:r w:rsidRPr="001A7B4B">
              <w:rPr>
                <w:rFonts w:cs="Arial"/>
                <w:b w:val="0"/>
                <w:color w:val="auto"/>
                <w:szCs w:val="22"/>
              </w:rPr>
              <w:t>Angle finder</w:t>
            </w:r>
          </w:p>
          <w:p w14:paraId="3BC1BDFA" w14:textId="77777777" w:rsidR="00C113F9" w:rsidRPr="001A7B4B" w:rsidRDefault="00C113F9" w:rsidP="009876E6">
            <w:pPr>
              <w:pStyle w:val="Normalheadingblue"/>
              <w:spacing w:before="0" w:after="0"/>
              <w:rPr>
                <w:rFonts w:cs="Arial"/>
                <w:b w:val="0"/>
                <w:color w:val="auto"/>
                <w:szCs w:val="22"/>
              </w:rPr>
            </w:pPr>
            <w:r w:rsidRPr="001A7B4B">
              <w:rPr>
                <w:rFonts w:cs="Arial"/>
                <w:b w:val="0"/>
                <w:color w:val="auto"/>
                <w:szCs w:val="22"/>
              </w:rPr>
              <w:t>Tape measure</w:t>
            </w:r>
          </w:p>
          <w:p w14:paraId="12A1F577" w14:textId="77777777" w:rsidR="004B6442" w:rsidRPr="001A7B4B" w:rsidRDefault="00C113F9" w:rsidP="009876E6">
            <w:pPr>
              <w:pStyle w:val="Normalheadingblue"/>
              <w:spacing w:before="0" w:after="0"/>
              <w:rPr>
                <w:rFonts w:cs="Arial"/>
                <w:b w:val="0"/>
                <w:color w:val="auto"/>
                <w:szCs w:val="22"/>
              </w:rPr>
            </w:pPr>
            <w:r w:rsidRPr="001A7B4B">
              <w:rPr>
                <w:rFonts w:cs="Arial"/>
                <w:b w:val="0"/>
                <w:color w:val="auto"/>
                <w:szCs w:val="22"/>
              </w:rPr>
              <w:t>Machine bender</w:t>
            </w:r>
          </w:p>
          <w:p w14:paraId="37FC988C" w14:textId="5823D4E9" w:rsidR="00C113F9" w:rsidRPr="001A7B4B" w:rsidRDefault="00C113F9" w:rsidP="009876E6">
            <w:pPr>
              <w:pStyle w:val="Normalheadingblue"/>
              <w:spacing w:before="0" w:after="0"/>
              <w:rPr>
                <w:rFonts w:cs="Arial"/>
                <w:color w:val="auto"/>
                <w:szCs w:val="22"/>
              </w:rPr>
            </w:pPr>
          </w:p>
        </w:tc>
        <w:tc>
          <w:tcPr>
            <w:tcW w:w="2246" w:type="dxa"/>
          </w:tcPr>
          <w:p w14:paraId="70750401" w14:textId="77777777" w:rsidR="00DD207A" w:rsidRDefault="008A57D2">
            <w:r>
              <w:lastRenderedPageBreak/>
              <w:t>Produce offsets and passovers</w:t>
            </w:r>
          </w:p>
        </w:tc>
      </w:tr>
      <w:tr w:rsidR="002267BA" w:rsidRPr="00634DF8" w14:paraId="491D6301" w14:textId="77777777" w:rsidTr="24BA986D">
        <w:trPr>
          <w:trHeight w:val="300"/>
          <w:jc w:val="center"/>
        </w:trPr>
        <w:tc>
          <w:tcPr>
            <w:tcW w:w="1297" w:type="dxa"/>
          </w:tcPr>
          <w:p w14:paraId="0CC0B141" w14:textId="77777777" w:rsidR="002267BA" w:rsidRPr="00634DF8" w:rsidRDefault="005867FE" w:rsidP="002267BA">
            <w:pPr>
              <w:jc w:val="center"/>
              <w:rPr>
                <w:rFonts w:cs="Arial"/>
                <w:szCs w:val="22"/>
              </w:rPr>
            </w:pPr>
            <w:r>
              <w:rPr>
                <w:rFonts w:cs="Arial"/>
                <w:szCs w:val="22"/>
              </w:rPr>
              <w:t>41</w:t>
            </w:r>
          </w:p>
          <w:p w14:paraId="575CBB51" w14:textId="77777777" w:rsidR="002267BA" w:rsidRPr="00634DF8" w:rsidRDefault="005867FE" w:rsidP="002267BA">
            <w:pPr>
              <w:jc w:val="center"/>
              <w:rPr>
                <w:rFonts w:cs="Arial"/>
                <w:szCs w:val="22"/>
              </w:rPr>
            </w:pPr>
            <w:r>
              <w:rPr>
                <w:rFonts w:cs="Arial"/>
                <w:szCs w:val="22"/>
              </w:rPr>
              <w:t>3</w:t>
            </w:r>
            <w:r w:rsidR="002267BA" w:rsidRPr="00634DF8">
              <w:rPr>
                <w:rFonts w:cs="Arial"/>
                <w:szCs w:val="22"/>
              </w:rPr>
              <w:t xml:space="preserve"> hours</w:t>
            </w:r>
          </w:p>
        </w:tc>
        <w:tc>
          <w:tcPr>
            <w:tcW w:w="2199" w:type="dxa"/>
          </w:tcPr>
          <w:p w14:paraId="1B8AEED1" w14:textId="77777777" w:rsidR="00434CBC" w:rsidRPr="001A7B4B" w:rsidRDefault="00434CBC" w:rsidP="00434CBC">
            <w:pPr>
              <w:pStyle w:val="Normalheadingblack"/>
              <w:rPr>
                <w:rFonts w:cs="Arial"/>
                <w:lang w:eastAsia="en-GB"/>
              </w:rPr>
            </w:pPr>
            <w:r w:rsidRPr="001A7B4B">
              <w:rPr>
                <w:rFonts w:cs="Arial"/>
                <w:lang w:eastAsia="en-GB"/>
              </w:rPr>
              <w:t>Outcome 1 – Plumbing and heating common knowledge criteria</w:t>
            </w:r>
          </w:p>
          <w:p w14:paraId="3BF879FA" w14:textId="77777777" w:rsidR="002267BA" w:rsidRPr="001A7B4B" w:rsidRDefault="002267BA" w:rsidP="002267BA">
            <w:pPr>
              <w:pStyle w:val="Normalheadingblack"/>
              <w:rPr>
                <w:rFonts w:cs="Arial"/>
                <w:szCs w:val="22"/>
                <w:lang w:eastAsia="en-GB"/>
              </w:rPr>
            </w:pPr>
          </w:p>
          <w:p w14:paraId="466C528C" w14:textId="77777777" w:rsidR="004278C1" w:rsidRPr="001A7B4B" w:rsidRDefault="004278C1" w:rsidP="004278C1">
            <w:pPr>
              <w:pStyle w:val="Normalheadingblack"/>
              <w:rPr>
                <w:rFonts w:cs="Arial"/>
                <w:lang w:eastAsia="en-GB"/>
              </w:rPr>
            </w:pPr>
            <w:r w:rsidRPr="001A7B4B">
              <w:rPr>
                <w:rFonts w:cs="Arial"/>
                <w:lang w:eastAsia="en-GB"/>
              </w:rPr>
              <w:t>Outcome 2 Install plumbing and heating systems</w:t>
            </w:r>
          </w:p>
          <w:p w14:paraId="44A79FD3" w14:textId="77777777" w:rsidR="004278C1" w:rsidRPr="001A7B4B" w:rsidRDefault="004278C1" w:rsidP="002267BA">
            <w:pPr>
              <w:pStyle w:val="Normalheadingblack"/>
              <w:rPr>
                <w:rFonts w:cs="Arial"/>
                <w:szCs w:val="22"/>
                <w:lang w:eastAsia="en-GB"/>
              </w:rPr>
            </w:pPr>
          </w:p>
        </w:tc>
        <w:tc>
          <w:tcPr>
            <w:tcW w:w="3135" w:type="dxa"/>
          </w:tcPr>
          <w:p w14:paraId="6DAB28C2" w14:textId="77777777" w:rsidR="00434CBC" w:rsidRPr="001A7B4B" w:rsidRDefault="00434CBC" w:rsidP="00434CBC">
            <w:pPr>
              <w:pStyle w:val="Normalheadingblack"/>
              <w:rPr>
                <w:rFonts w:cs="Arial"/>
                <w:b w:val="0"/>
                <w:szCs w:val="22"/>
              </w:rPr>
            </w:pPr>
            <w:r w:rsidRPr="001A7B4B">
              <w:rPr>
                <w:rFonts w:cs="Arial"/>
                <w:b w:val="0"/>
                <w:szCs w:val="22"/>
              </w:rPr>
              <w:lastRenderedPageBreak/>
              <w:t>K1.32 Bending techniques</w:t>
            </w:r>
          </w:p>
          <w:p w14:paraId="5A4782C7" w14:textId="77777777" w:rsidR="00434CBC" w:rsidRPr="001A7B4B" w:rsidRDefault="00434CBC" w:rsidP="00434CBC">
            <w:pPr>
              <w:pStyle w:val="Normalheadingblack"/>
              <w:rPr>
                <w:rFonts w:cs="Arial"/>
                <w:b w:val="0"/>
                <w:szCs w:val="22"/>
              </w:rPr>
            </w:pPr>
          </w:p>
          <w:p w14:paraId="0470E024" w14:textId="77777777" w:rsidR="002267BA" w:rsidRPr="001A7B4B" w:rsidRDefault="00434CBC" w:rsidP="00434CBC">
            <w:pPr>
              <w:pStyle w:val="Normalheadingblack"/>
              <w:rPr>
                <w:rFonts w:cs="Arial"/>
                <w:b w:val="0"/>
                <w:szCs w:val="22"/>
              </w:rPr>
            </w:pPr>
            <w:r w:rsidRPr="001A7B4B">
              <w:rPr>
                <w:rFonts w:cs="Arial"/>
                <w:b w:val="0"/>
                <w:szCs w:val="22"/>
              </w:rPr>
              <w:t>S2.6 Prefabricate bends by bending to shape</w:t>
            </w:r>
          </w:p>
          <w:p w14:paraId="7953825E" w14:textId="77777777" w:rsidR="00434CBC" w:rsidRPr="001A7B4B" w:rsidRDefault="00434CBC" w:rsidP="00434CBC">
            <w:pPr>
              <w:pStyle w:val="Normalheadingblack"/>
              <w:rPr>
                <w:rFonts w:cs="Arial"/>
                <w:b w:val="0"/>
                <w:szCs w:val="22"/>
              </w:rPr>
            </w:pPr>
          </w:p>
          <w:p w14:paraId="13BD4052" w14:textId="77777777" w:rsidR="00434CBC" w:rsidRPr="001A7B4B" w:rsidRDefault="00434CBC" w:rsidP="00434CBC">
            <w:pPr>
              <w:pStyle w:val="Normalheadingblack"/>
              <w:rPr>
                <w:rFonts w:cs="Arial"/>
                <w:b w:val="0"/>
                <w:szCs w:val="22"/>
              </w:rPr>
            </w:pPr>
            <w:r w:rsidRPr="001A7B4B">
              <w:rPr>
                <w:rFonts w:cs="Arial"/>
                <w:b w:val="0"/>
                <w:szCs w:val="22"/>
              </w:rPr>
              <w:t>S2.10 Install pipework relevant to type of system</w:t>
            </w:r>
          </w:p>
        </w:tc>
        <w:tc>
          <w:tcPr>
            <w:tcW w:w="5785" w:type="dxa"/>
          </w:tcPr>
          <w:p w14:paraId="201770CF" w14:textId="5FB42F22" w:rsidR="002267BA" w:rsidRPr="001A7B4B" w:rsidRDefault="002267BA" w:rsidP="00ED0521">
            <w:pPr>
              <w:pStyle w:val="Normalheadingblue"/>
              <w:spacing w:before="0" w:after="0"/>
              <w:rPr>
                <w:rFonts w:cs="Arial"/>
                <w:color w:val="auto"/>
                <w:szCs w:val="22"/>
              </w:rPr>
            </w:pPr>
            <w:r w:rsidRPr="001A7B4B">
              <w:rPr>
                <w:rFonts w:cs="Arial"/>
                <w:color w:val="auto"/>
                <w:szCs w:val="22"/>
              </w:rPr>
              <w:lastRenderedPageBreak/>
              <w:t>Activities</w:t>
            </w:r>
            <w:r w:rsidR="00ED0521" w:rsidRPr="001A7B4B">
              <w:rPr>
                <w:rFonts w:cs="Arial"/>
                <w:color w:val="auto"/>
                <w:szCs w:val="22"/>
              </w:rPr>
              <w:t>:</w:t>
            </w:r>
          </w:p>
          <w:p w14:paraId="3E4F7BDB" w14:textId="77777777" w:rsidR="002267BA" w:rsidRPr="001A7B4B" w:rsidRDefault="002267BA" w:rsidP="00ED0521">
            <w:pPr>
              <w:pStyle w:val="Normalheadingblue"/>
              <w:spacing w:before="0" w:after="0"/>
              <w:rPr>
                <w:rFonts w:cs="Arial"/>
                <w:color w:val="auto"/>
                <w:szCs w:val="22"/>
              </w:rPr>
            </w:pPr>
            <w:r w:rsidRPr="001A7B4B">
              <w:rPr>
                <w:rFonts w:cs="Arial"/>
                <w:color w:val="auto"/>
                <w:szCs w:val="22"/>
              </w:rPr>
              <w:t>Starter task example:</w:t>
            </w:r>
          </w:p>
          <w:p w14:paraId="0A4F656A" w14:textId="44433879" w:rsidR="002267BA" w:rsidRPr="001A7B4B" w:rsidRDefault="00434CBC" w:rsidP="00ED0521">
            <w:pPr>
              <w:pStyle w:val="Normalheadingblue"/>
              <w:spacing w:before="0" w:after="0"/>
              <w:ind w:left="3"/>
              <w:rPr>
                <w:rFonts w:cs="Arial"/>
                <w:b w:val="0"/>
                <w:color w:val="auto"/>
                <w:szCs w:val="22"/>
              </w:rPr>
            </w:pPr>
            <w:r w:rsidRPr="001A7B4B">
              <w:rPr>
                <w:rFonts w:cs="Arial"/>
                <w:b w:val="0"/>
                <w:color w:val="auto"/>
                <w:szCs w:val="22"/>
              </w:rPr>
              <w:t xml:space="preserve">Recap session – </w:t>
            </w:r>
            <w:r w:rsidR="00F502C8" w:rsidRPr="001A7B4B">
              <w:rPr>
                <w:rFonts w:cs="Arial"/>
                <w:b w:val="0"/>
                <w:color w:val="auto"/>
                <w:szCs w:val="22"/>
              </w:rPr>
              <w:t>students</w:t>
            </w:r>
            <w:r w:rsidRPr="001A7B4B">
              <w:rPr>
                <w:rFonts w:cs="Arial"/>
                <w:b w:val="0"/>
                <w:color w:val="auto"/>
                <w:szCs w:val="22"/>
              </w:rPr>
              <w:t xml:space="preserve"> to list types of fitting suitable for use with Plastic pressure pipe. Discuss as group.</w:t>
            </w:r>
          </w:p>
          <w:p w14:paraId="22F259B8" w14:textId="77777777" w:rsidR="002267BA" w:rsidRPr="001A7B4B" w:rsidRDefault="002267BA" w:rsidP="00ED0521">
            <w:pPr>
              <w:pStyle w:val="Normalheadingblue"/>
              <w:spacing w:before="0" w:after="0"/>
              <w:rPr>
                <w:rFonts w:cs="Arial"/>
                <w:color w:val="auto"/>
                <w:szCs w:val="22"/>
              </w:rPr>
            </w:pPr>
          </w:p>
          <w:p w14:paraId="4668A2E3" w14:textId="4DFF5609" w:rsidR="002267BA" w:rsidRPr="001A7B4B" w:rsidRDefault="002267BA" w:rsidP="00ED0521">
            <w:pPr>
              <w:pStyle w:val="Normalheadingblue"/>
              <w:spacing w:before="0" w:after="0"/>
              <w:rPr>
                <w:rFonts w:cs="Arial"/>
                <w:color w:val="auto"/>
                <w:szCs w:val="22"/>
              </w:rPr>
            </w:pPr>
            <w:r w:rsidRPr="001A7B4B">
              <w:rPr>
                <w:rFonts w:cs="Arial"/>
                <w:color w:val="auto"/>
                <w:szCs w:val="22"/>
              </w:rPr>
              <w:lastRenderedPageBreak/>
              <w:t>Delivery</w:t>
            </w:r>
            <w:r w:rsidR="00ED0521" w:rsidRPr="001A7B4B">
              <w:rPr>
                <w:rFonts w:cs="Arial"/>
                <w:color w:val="auto"/>
                <w:szCs w:val="22"/>
              </w:rPr>
              <w:t xml:space="preserve"> focus</w:t>
            </w:r>
            <w:r w:rsidRPr="001A7B4B">
              <w:rPr>
                <w:rFonts w:cs="Arial"/>
                <w:color w:val="auto"/>
                <w:szCs w:val="22"/>
              </w:rPr>
              <w:t>:</w:t>
            </w:r>
          </w:p>
          <w:p w14:paraId="373DBD66" w14:textId="77777777" w:rsidR="005867FE" w:rsidRPr="001A7B4B" w:rsidRDefault="005867FE" w:rsidP="002C017C">
            <w:pPr>
              <w:pStyle w:val="Normalheadingblue"/>
              <w:numPr>
                <w:ilvl w:val="0"/>
                <w:numId w:val="4"/>
              </w:numPr>
              <w:spacing w:before="0" w:after="0"/>
              <w:rPr>
                <w:rFonts w:cs="Arial"/>
                <w:b w:val="0"/>
                <w:color w:val="auto"/>
                <w:szCs w:val="22"/>
              </w:rPr>
            </w:pPr>
            <w:r w:rsidRPr="001A7B4B">
              <w:rPr>
                <w:rFonts w:cs="Arial"/>
                <w:color w:val="auto"/>
                <w:szCs w:val="22"/>
              </w:rPr>
              <w:t xml:space="preserve">Cabling and forming of plastic pipework </w:t>
            </w:r>
            <w:r w:rsidR="008934F1" w:rsidRPr="001A7B4B">
              <w:rPr>
                <w:rFonts w:cs="Arial"/>
                <w:color w:val="auto"/>
                <w:szCs w:val="22"/>
              </w:rPr>
              <w:t>–</w:t>
            </w:r>
            <w:r w:rsidR="00434CBC" w:rsidRPr="001A7B4B">
              <w:rPr>
                <w:rFonts w:cs="Arial"/>
                <w:color w:val="auto"/>
                <w:szCs w:val="22"/>
              </w:rPr>
              <w:t xml:space="preserve"> </w:t>
            </w:r>
            <w:r w:rsidR="008934F1" w:rsidRPr="001A7B4B">
              <w:rPr>
                <w:rFonts w:cs="Arial"/>
                <w:b w:val="0"/>
                <w:color w:val="auto"/>
                <w:szCs w:val="22"/>
              </w:rPr>
              <w:t xml:space="preserve">Tutor to demonstrate the </w:t>
            </w:r>
            <w:r w:rsidR="004B6442" w:rsidRPr="001A7B4B">
              <w:rPr>
                <w:rFonts w:cs="Arial"/>
                <w:b w:val="0"/>
                <w:color w:val="auto"/>
                <w:szCs w:val="22"/>
              </w:rPr>
              <w:t xml:space="preserve">techniques used to bend plastic pressure pipework. </w:t>
            </w:r>
          </w:p>
          <w:p w14:paraId="5697D136" w14:textId="77777777" w:rsidR="004B6442" w:rsidRPr="001A7B4B" w:rsidRDefault="004B6442" w:rsidP="002C017C">
            <w:pPr>
              <w:pStyle w:val="Normalheadingblue"/>
              <w:numPr>
                <w:ilvl w:val="0"/>
                <w:numId w:val="4"/>
              </w:numPr>
              <w:spacing w:before="0" w:after="0"/>
              <w:rPr>
                <w:rFonts w:cs="Arial"/>
                <w:b w:val="0"/>
                <w:color w:val="auto"/>
                <w:szCs w:val="22"/>
              </w:rPr>
            </w:pPr>
            <w:r w:rsidRPr="001A7B4B">
              <w:rPr>
                <w:rFonts w:cs="Arial"/>
                <w:b w:val="0"/>
                <w:color w:val="auto"/>
                <w:szCs w:val="22"/>
              </w:rPr>
              <w:t>Distribute pipework examples, clips and supports for use with plastic pressure pipe.</w:t>
            </w:r>
          </w:p>
          <w:p w14:paraId="1941F8AF" w14:textId="117137E7" w:rsidR="004B6442" w:rsidRPr="001A7B4B" w:rsidRDefault="004B6442" w:rsidP="002C017C">
            <w:pPr>
              <w:pStyle w:val="Normalheadingblue"/>
              <w:numPr>
                <w:ilvl w:val="0"/>
                <w:numId w:val="4"/>
              </w:numPr>
              <w:spacing w:before="0" w:after="0"/>
              <w:rPr>
                <w:rFonts w:cs="Arial"/>
                <w:b w:val="0"/>
                <w:color w:val="auto"/>
                <w:szCs w:val="22"/>
              </w:rPr>
            </w:pPr>
            <w:r w:rsidRPr="001A7B4B">
              <w:rPr>
                <w:rFonts w:cs="Arial"/>
                <w:b w:val="0"/>
                <w:color w:val="auto"/>
                <w:szCs w:val="22"/>
              </w:rPr>
              <w:t xml:space="preserve">Show </w:t>
            </w:r>
            <w:r w:rsidR="00F502C8" w:rsidRPr="001A7B4B">
              <w:rPr>
                <w:rFonts w:cs="Arial"/>
                <w:b w:val="0"/>
                <w:color w:val="auto"/>
                <w:szCs w:val="22"/>
              </w:rPr>
              <w:t>students</w:t>
            </w:r>
            <w:r w:rsidRPr="001A7B4B">
              <w:rPr>
                <w:rFonts w:cs="Arial"/>
                <w:b w:val="0"/>
                <w:color w:val="auto"/>
                <w:szCs w:val="22"/>
              </w:rPr>
              <w:t xml:space="preserve"> the protective plates available for use when notching joists and discuss maximum clipping distances.</w:t>
            </w:r>
          </w:p>
          <w:p w14:paraId="12EE12EA" w14:textId="77777777" w:rsidR="004B6442" w:rsidRPr="001A7B4B" w:rsidRDefault="004B6442" w:rsidP="002C017C">
            <w:pPr>
              <w:pStyle w:val="Normalheadingblue"/>
              <w:numPr>
                <w:ilvl w:val="0"/>
                <w:numId w:val="4"/>
              </w:numPr>
              <w:spacing w:before="0" w:after="0"/>
              <w:rPr>
                <w:rFonts w:cs="Arial"/>
                <w:b w:val="0"/>
                <w:color w:val="auto"/>
                <w:szCs w:val="22"/>
              </w:rPr>
            </w:pPr>
            <w:r w:rsidRPr="001A7B4B">
              <w:rPr>
                <w:rFonts w:cs="Arial"/>
                <w:b w:val="0"/>
                <w:color w:val="auto"/>
                <w:szCs w:val="22"/>
              </w:rPr>
              <w:t>Discuss the dimensions and diameters of holes in joists.</w:t>
            </w:r>
          </w:p>
          <w:p w14:paraId="52585D78" w14:textId="77777777" w:rsidR="002267BA" w:rsidRPr="001A7B4B" w:rsidRDefault="002267BA" w:rsidP="00ED0521">
            <w:pPr>
              <w:pStyle w:val="Normalheadingblue"/>
              <w:spacing w:before="0" w:after="0"/>
              <w:rPr>
                <w:rFonts w:cs="Arial"/>
                <w:color w:val="auto"/>
                <w:szCs w:val="22"/>
              </w:rPr>
            </w:pPr>
          </w:p>
          <w:p w14:paraId="2306A2DB" w14:textId="1E3D01AA" w:rsidR="002267BA" w:rsidRPr="001A7B4B" w:rsidRDefault="002267BA" w:rsidP="00ED0521">
            <w:pPr>
              <w:pStyle w:val="Normalheadingblue"/>
              <w:spacing w:before="0" w:after="0"/>
              <w:rPr>
                <w:rFonts w:cs="Arial"/>
                <w:color w:val="auto"/>
                <w:szCs w:val="22"/>
              </w:rPr>
            </w:pPr>
            <w:r w:rsidRPr="001A7B4B">
              <w:rPr>
                <w:rFonts w:cs="Arial"/>
                <w:color w:val="auto"/>
                <w:szCs w:val="22"/>
              </w:rPr>
              <w:t xml:space="preserve">Knowledge </w:t>
            </w:r>
            <w:r w:rsidR="00ED0521" w:rsidRPr="001A7B4B">
              <w:rPr>
                <w:rFonts w:cs="Arial"/>
                <w:color w:val="auto"/>
                <w:szCs w:val="22"/>
              </w:rPr>
              <w:t>C</w:t>
            </w:r>
            <w:r w:rsidRPr="001A7B4B">
              <w:rPr>
                <w:rFonts w:cs="Arial"/>
                <w:color w:val="auto"/>
                <w:szCs w:val="22"/>
              </w:rPr>
              <w:t>heck example:</w:t>
            </w:r>
          </w:p>
          <w:p w14:paraId="50A2725D" w14:textId="56EE20CC" w:rsidR="002267BA" w:rsidRPr="001A7B4B" w:rsidRDefault="004B6442" w:rsidP="00ED0521">
            <w:pPr>
              <w:pStyle w:val="Normalheadingblue"/>
              <w:spacing w:before="0" w:after="0"/>
              <w:rPr>
                <w:rFonts w:cs="Arial"/>
                <w:b w:val="0"/>
                <w:color w:val="auto"/>
                <w:szCs w:val="22"/>
              </w:rPr>
            </w:pPr>
            <w:r w:rsidRPr="001A7B4B">
              <w:rPr>
                <w:rFonts w:cs="Arial"/>
                <w:b w:val="0"/>
                <w:color w:val="auto"/>
                <w:szCs w:val="22"/>
              </w:rPr>
              <w:t xml:space="preserve">Set task for </w:t>
            </w:r>
            <w:r w:rsidR="00F502C8" w:rsidRPr="001A7B4B">
              <w:rPr>
                <w:rFonts w:cs="Arial"/>
                <w:b w:val="0"/>
                <w:color w:val="auto"/>
                <w:szCs w:val="22"/>
              </w:rPr>
              <w:t>students</w:t>
            </w:r>
            <w:r w:rsidRPr="001A7B4B">
              <w:rPr>
                <w:rFonts w:cs="Arial"/>
                <w:b w:val="0"/>
                <w:color w:val="auto"/>
                <w:szCs w:val="22"/>
              </w:rPr>
              <w:t xml:space="preserve"> to mark suitable areas for drilling and notching on a given joist. </w:t>
            </w:r>
            <w:r w:rsidR="00116A2E" w:rsidRPr="001A7B4B">
              <w:rPr>
                <w:rFonts w:cs="Arial"/>
                <w:b w:val="0"/>
                <w:color w:val="auto"/>
                <w:szCs w:val="22"/>
              </w:rPr>
              <w:t>Students</w:t>
            </w:r>
            <w:r w:rsidRPr="001A7B4B">
              <w:rPr>
                <w:rFonts w:cs="Arial"/>
                <w:b w:val="0"/>
                <w:color w:val="auto"/>
                <w:szCs w:val="22"/>
              </w:rPr>
              <w:t xml:space="preserve"> to drill, notch and cable the plastic pipework into the given joist.</w:t>
            </w:r>
          </w:p>
          <w:p w14:paraId="030A4C94" w14:textId="77777777" w:rsidR="002267BA" w:rsidRPr="001A7B4B" w:rsidRDefault="002267BA" w:rsidP="00ED0521">
            <w:pPr>
              <w:pStyle w:val="Normalheadingblue"/>
              <w:spacing w:before="0" w:after="0"/>
              <w:rPr>
                <w:rFonts w:cs="Arial"/>
                <w:color w:val="auto"/>
                <w:szCs w:val="22"/>
              </w:rPr>
            </w:pPr>
          </w:p>
          <w:p w14:paraId="3D2887BB" w14:textId="5F831CAF" w:rsidR="002267BA" w:rsidRPr="001A7B4B" w:rsidRDefault="002267BA" w:rsidP="00ED0521">
            <w:pPr>
              <w:pStyle w:val="Normalheadingblue"/>
              <w:spacing w:before="0" w:after="0"/>
              <w:rPr>
                <w:rFonts w:cs="Arial"/>
                <w:color w:val="auto"/>
                <w:szCs w:val="22"/>
              </w:rPr>
            </w:pPr>
            <w:r w:rsidRPr="001A7B4B">
              <w:rPr>
                <w:rFonts w:cs="Arial"/>
                <w:color w:val="auto"/>
                <w:szCs w:val="22"/>
              </w:rPr>
              <w:t>Resources</w:t>
            </w:r>
            <w:r w:rsidR="00ED0521" w:rsidRPr="001A7B4B">
              <w:rPr>
                <w:rFonts w:cs="Arial"/>
                <w:color w:val="auto"/>
                <w:szCs w:val="22"/>
              </w:rPr>
              <w:t>:</w:t>
            </w:r>
          </w:p>
          <w:p w14:paraId="56EBF317" w14:textId="77777777" w:rsidR="004B6442" w:rsidRPr="001A7B4B" w:rsidRDefault="004B6442" w:rsidP="00ED0521">
            <w:pPr>
              <w:pStyle w:val="Normalheadingblue"/>
              <w:spacing w:before="0" w:after="0"/>
              <w:rPr>
                <w:rFonts w:cs="Arial"/>
                <w:b w:val="0"/>
                <w:color w:val="auto"/>
                <w:szCs w:val="22"/>
              </w:rPr>
            </w:pPr>
            <w:r w:rsidRPr="001A7B4B">
              <w:rPr>
                <w:rFonts w:cs="Arial"/>
                <w:b w:val="0"/>
                <w:color w:val="auto"/>
                <w:szCs w:val="22"/>
              </w:rPr>
              <w:t>Plastic pressure pipe</w:t>
            </w:r>
          </w:p>
          <w:p w14:paraId="34D9A840" w14:textId="77777777" w:rsidR="004B6442" w:rsidRPr="001A7B4B" w:rsidRDefault="004B6442" w:rsidP="00ED0521">
            <w:pPr>
              <w:pStyle w:val="Normalheadingblue"/>
              <w:spacing w:before="0" w:after="0"/>
              <w:rPr>
                <w:rFonts w:cs="Arial"/>
                <w:b w:val="0"/>
                <w:color w:val="auto"/>
                <w:szCs w:val="22"/>
              </w:rPr>
            </w:pPr>
            <w:r w:rsidRPr="001A7B4B">
              <w:rPr>
                <w:rFonts w:cs="Arial"/>
                <w:b w:val="0"/>
                <w:color w:val="auto"/>
                <w:szCs w:val="22"/>
              </w:rPr>
              <w:t>Tape measures</w:t>
            </w:r>
          </w:p>
          <w:p w14:paraId="1D18727F" w14:textId="77777777" w:rsidR="004B6442" w:rsidRPr="001A7B4B" w:rsidRDefault="004B6442" w:rsidP="00ED0521">
            <w:pPr>
              <w:pStyle w:val="Normalheadingblue"/>
              <w:spacing w:before="0" w:after="0"/>
              <w:rPr>
                <w:rFonts w:cs="Arial"/>
                <w:b w:val="0"/>
                <w:color w:val="auto"/>
                <w:szCs w:val="22"/>
              </w:rPr>
            </w:pPr>
            <w:r w:rsidRPr="001A7B4B">
              <w:rPr>
                <w:rFonts w:cs="Arial"/>
                <w:b w:val="0"/>
                <w:color w:val="auto"/>
                <w:szCs w:val="22"/>
              </w:rPr>
              <w:t>Timber for joist</w:t>
            </w:r>
          </w:p>
          <w:p w14:paraId="4DED4468" w14:textId="77777777" w:rsidR="004B6442" w:rsidRPr="001A7B4B" w:rsidRDefault="004B6442" w:rsidP="00ED0521">
            <w:pPr>
              <w:pStyle w:val="Normalheadingblue"/>
              <w:spacing w:before="0" w:after="0"/>
              <w:rPr>
                <w:rFonts w:cs="Arial"/>
                <w:b w:val="0"/>
                <w:color w:val="auto"/>
                <w:szCs w:val="22"/>
              </w:rPr>
            </w:pPr>
            <w:r w:rsidRPr="001A7B4B">
              <w:rPr>
                <w:rFonts w:cs="Arial"/>
                <w:b w:val="0"/>
                <w:color w:val="auto"/>
                <w:szCs w:val="22"/>
              </w:rPr>
              <w:t>Clips and plates</w:t>
            </w:r>
          </w:p>
          <w:p w14:paraId="2266348E" w14:textId="77777777" w:rsidR="002267BA" w:rsidRPr="001A7B4B" w:rsidRDefault="004B6442" w:rsidP="00ED0521">
            <w:pPr>
              <w:pStyle w:val="Normalheadingblue"/>
              <w:spacing w:before="0" w:after="0"/>
              <w:rPr>
                <w:rFonts w:cs="Arial"/>
                <w:color w:val="auto"/>
                <w:szCs w:val="22"/>
              </w:rPr>
            </w:pPr>
            <w:r w:rsidRPr="001A7B4B">
              <w:rPr>
                <w:rFonts w:cs="Arial"/>
                <w:b w:val="0"/>
                <w:color w:val="auto"/>
                <w:szCs w:val="22"/>
              </w:rPr>
              <w:t>Drills</w:t>
            </w:r>
            <w:r w:rsidR="002267BA" w:rsidRPr="001A7B4B">
              <w:rPr>
                <w:rFonts w:cs="Arial"/>
                <w:color w:val="auto"/>
                <w:szCs w:val="22"/>
              </w:rPr>
              <w:br/>
            </w:r>
          </w:p>
        </w:tc>
        <w:tc>
          <w:tcPr>
            <w:tcW w:w="2246" w:type="dxa"/>
          </w:tcPr>
          <w:p w14:paraId="45FAFF35" w14:textId="77777777" w:rsidR="00DD207A" w:rsidRDefault="008A57D2">
            <w:r>
              <w:lastRenderedPageBreak/>
              <w:t>Q&amp;A – plastic pressure pipe recap</w:t>
            </w:r>
            <w:r>
              <w:br/>
            </w:r>
            <w:r>
              <w:br/>
            </w:r>
            <w:r>
              <w:br/>
              <w:t xml:space="preserve">Install plastic pipe in </w:t>
            </w:r>
            <w:r>
              <w:lastRenderedPageBreak/>
              <w:t>joists</w:t>
            </w:r>
            <w:r>
              <w:br/>
            </w:r>
            <w:r>
              <w:br/>
              <w:t>Drill and notch in suitable zones</w:t>
            </w:r>
            <w:r>
              <w:br/>
              <w:t>English skills (reading, writing, technical vocabulary)</w:t>
            </w:r>
          </w:p>
        </w:tc>
      </w:tr>
      <w:tr w:rsidR="002267BA" w:rsidRPr="00634DF8" w14:paraId="0525F3EE" w14:textId="77777777" w:rsidTr="24BA986D">
        <w:trPr>
          <w:trHeight w:val="300"/>
          <w:jc w:val="center"/>
        </w:trPr>
        <w:tc>
          <w:tcPr>
            <w:tcW w:w="1297" w:type="dxa"/>
          </w:tcPr>
          <w:p w14:paraId="076BF389" w14:textId="77777777" w:rsidR="002267BA" w:rsidRPr="00634DF8" w:rsidRDefault="00434CBC" w:rsidP="002267BA">
            <w:pPr>
              <w:jc w:val="center"/>
              <w:rPr>
                <w:rFonts w:cs="Arial"/>
                <w:szCs w:val="22"/>
              </w:rPr>
            </w:pPr>
            <w:r>
              <w:rPr>
                <w:rFonts w:cs="Arial"/>
                <w:szCs w:val="22"/>
              </w:rPr>
              <w:lastRenderedPageBreak/>
              <w:t>42</w:t>
            </w:r>
          </w:p>
          <w:p w14:paraId="73E4E880" w14:textId="1F2EE46D" w:rsidR="00BA6D6D" w:rsidRDefault="00434CBC" w:rsidP="00BA6D6D">
            <w:pPr>
              <w:jc w:val="center"/>
              <w:rPr>
                <w:rFonts w:cs="Arial"/>
                <w:szCs w:val="22"/>
              </w:rPr>
            </w:pPr>
            <w:r>
              <w:rPr>
                <w:rFonts w:cs="Arial"/>
                <w:szCs w:val="22"/>
              </w:rPr>
              <w:t>3</w:t>
            </w:r>
            <w:r w:rsidR="002267BA" w:rsidRPr="00634DF8">
              <w:rPr>
                <w:rFonts w:cs="Arial"/>
                <w:szCs w:val="22"/>
              </w:rPr>
              <w:t xml:space="preserve"> hours</w:t>
            </w:r>
          </w:p>
          <w:p w14:paraId="536A7DE6" w14:textId="462936F0" w:rsidR="00BA6D6D" w:rsidRPr="00BA6D6D" w:rsidRDefault="00BA6D6D" w:rsidP="00BA6D6D">
            <w:pPr>
              <w:jc w:val="center"/>
              <w:rPr>
                <w:rFonts w:cs="Arial"/>
                <w:b/>
                <w:bCs/>
                <w:szCs w:val="22"/>
              </w:rPr>
            </w:pPr>
            <w:r w:rsidRPr="00BA6D6D">
              <w:rPr>
                <w:rFonts w:cs="Arial"/>
                <w:b/>
                <w:bCs/>
                <w:szCs w:val="22"/>
                <w:highlight w:val="yellow"/>
              </w:rPr>
              <w:lastRenderedPageBreak/>
              <w:t>PPT available</w:t>
            </w:r>
          </w:p>
        </w:tc>
        <w:tc>
          <w:tcPr>
            <w:tcW w:w="2199" w:type="dxa"/>
          </w:tcPr>
          <w:p w14:paraId="376CC40F" w14:textId="77777777" w:rsidR="00434CBC" w:rsidRPr="001A7B4B" w:rsidRDefault="00434CBC" w:rsidP="00434CBC">
            <w:pPr>
              <w:pStyle w:val="Normalheadingblack"/>
              <w:rPr>
                <w:rFonts w:cs="Arial"/>
                <w:lang w:eastAsia="en-GB"/>
              </w:rPr>
            </w:pPr>
            <w:r w:rsidRPr="001A7B4B">
              <w:rPr>
                <w:rFonts w:cs="Arial"/>
                <w:lang w:eastAsia="en-GB"/>
              </w:rPr>
              <w:lastRenderedPageBreak/>
              <w:t>Outcome 1 – Plumbing and heating common knowledge criteria</w:t>
            </w:r>
          </w:p>
          <w:p w14:paraId="62AA55AE" w14:textId="77777777" w:rsidR="00FF104D" w:rsidRPr="001A7B4B" w:rsidRDefault="00FF104D" w:rsidP="00434CBC">
            <w:pPr>
              <w:pStyle w:val="Normalheadingblack"/>
              <w:rPr>
                <w:rFonts w:cs="Arial"/>
                <w:lang w:eastAsia="en-GB"/>
              </w:rPr>
            </w:pPr>
          </w:p>
          <w:p w14:paraId="3BA5D312" w14:textId="77777777" w:rsidR="00FF104D" w:rsidRPr="001A7B4B" w:rsidRDefault="00FF104D" w:rsidP="00434CBC">
            <w:pPr>
              <w:pStyle w:val="Normalheadingblack"/>
              <w:rPr>
                <w:rFonts w:cs="Arial"/>
                <w:lang w:eastAsia="en-GB"/>
              </w:rPr>
            </w:pPr>
          </w:p>
          <w:p w14:paraId="639F31BA" w14:textId="77777777" w:rsidR="002267BA" w:rsidRPr="001A7B4B" w:rsidRDefault="002267BA" w:rsidP="002267BA">
            <w:pPr>
              <w:pStyle w:val="Normalheadingblack"/>
              <w:rPr>
                <w:rFonts w:cs="Arial"/>
                <w:szCs w:val="22"/>
                <w:lang w:eastAsia="en-GB"/>
              </w:rPr>
            </w:pPr>
          </w:p>
        </w:tc>
        <w:tc>
          <w:tcPr>
            <w:tcW w:w="3135" w:type="dxa"/>
          </w:tcPr>
          <w:p w14:paraId="6D43A4C1" w14:textId="77777777" w:rsidR="002267BA" w:rsidRPr="001A7B4B" w:rsidRDefault="00434CBC" w:rsidP="002267BA">
            <w:pPr>
              <w:pStyle w:val="Normalheadingblack"/>
              <w:rPr>
                <w:rFonts w:cs="Arial"/>
                <w:b w:val="0"/>
                <w:szCs w:val="22"/>
              </w:rPr>
            </w:pPr>
            <w:r w:rsidRPr="001A7B4B">
              <w:rPr>
                <w:rFonts w:cs="Arial"/>
                <w:b w:val="0"/>
                <w:szCs w:val="22"/>
              </w:rPr>
              <w:lastRenderedPageBreak/>
              <w:t>K1.34 Impact of installation activities</w:t>
            </w:r>
          </w:p>
          <w:p w14:paraId="57146770" w14:textId="77777777" w:rsidR="00FF104D" w:rsidRPr="001A7B4B" w:rsidRDefault="00FF104D" w:rsidP="002267BA">
            <w:pPr>
              <w:pStyle w:val="Normalheadingblack"/>
              <w:rPr>
                <w:rFonts w:cs="Arial"/>
                <w:szCs w:val="22"/>
              </w:rPr>
            </w:pPr>
          </w:p>
          <w:p w14:paraId="44D1201C" w14:textId="77777777" w:rsidR="00FF104D" w:rsidRPr="001A7B4B" w:rsidRDefault="00FF104D" w:rsidP="002267BA">
            <w:pPr>
              <w:pStyle w:val="Normalheadingblack"/>
              <w:rPr>
                <w:rFonts w:cs="Arial"/>
                <w:szCs w:val="22"/>
              </w:rPr>
            </w:pPr>
          </w:p>
        </w:tc>
        <w:tc>
          <w:tcPr>
            <w:tcW w:w="5785" w:type="dxa"/>
          </w:tcPr>
          <w:p w14:paraId="43E46BC1" w14:textId="78D355E9" w:rsidR="002267BA" w:rsidRPr="001A7B4B" w:rsidRDefault="002267BA" w:rsidP="00875D10">
            <w:pPr>
              <w:pStyle w:val="Normalheadingblue"/>
              <w:spacing w:before="0" w:after="0"/>
              <w:rPr>
                <w:rFonts w:cs="Arial"/>
                <w:color w:val="auto"/>
                <w:szCs w:val="22"/>
              </w:rPr>
            </w:pPr>
            <w:r w:rsidRPr="001A7B4B">
              <w:rPr>
                <w:rFonts w:cs="Arial"/>
                <w:color w:val="auto"/>
                <w:szCs w:val="22"/>
              </w:rPr>
              <w:lastRenderedPageBreak/>
              <w:t>Activities</w:t>
            </w:r>
            <w:r w:rsidR="00875D10" w:rsidRPr="001A7B4B">
              <w:rPr>
                <w:rFonts w:cs="Arial"/>
                <w:color w:val="auto"/>
                <w:szCs w:val="22"/>
              </w:rPr>
              <w:t>:</w:t>
            </w:r>
          </w:p>
          <w:p w14:paraId="2D06A986" w14:textId="77777777" w:rsidR="002267BA" w:rsidRPr="001A7B4B" w:rsidRDefault="002267BA" w:rsidP="00875D10">
            <w:pPr>
              <w:pStyle w:val="Normalheadingblue"/>
              <w:spacing w:before="0" w:after="0"/>
              <w:rPr>
                <w:rFonts w:cs="Arial"/>
                <w:color w:val="auto"/>
                <w:szCs w:val="22"/>
              </w:rPr>
            </w:pPr>
            <w:r w:rsidRPr="001A7B4B">
              <w:rPr>
                <w:rFonts w:cs="Arial"/>
                <w:color w:val="auto"/>
                <w:szCs w:val="22"/>
              </w:rPr>
              <w:t>Starter task example:</w:t>
            </w:r>
          </w:p>
          <w:p w14:paraId="73A24E6C" w14:textId="779786C7" w:rsidR="002267BA" w:rsidRPr="001A7B4B" w:rsidRDefault="00116A2E" w:rsidP="00FD15EC">
            <w:pPr>
              <w:pStyle w:val="Normalheadingblue"/>
              <w:spacing w:before="0" w:after="0"/>
              <w:ind w:left="3"/>
              <w:rPr>
                <w:rFonts w:cs="Arial"/>
                <w:b w:val="0"/>
                <w:color w:val="auto"/>
                <w:szCs w:val="22"/>
              </w:rPr>
            </w:pPr>
            <w:r w:rsidRPr="001A7B4B">
              <w:rPr>
                <w:rFonts w:cs="Arial"/>
                <w:b w:val="0"/>
                <w:color w:val="auto"/>
                <w:szCs w:val="22"/>
              </w:rPr>
              <w:t>Students</w:t>
            </w:r>
            <w:r w:rsidR="00FD73D3" w:rsidRPr="001A7B4B">
              <w:rPr>
                <w:rFonts w:cs="Arial"/>
                <w:b w:val="0"/>
                <w:color w:val="auto"/>
                <w:szCs w:val="22"/>
              </w:rPr>
              <w:t xml:space="preserve"> to complete quick quiz – joist notching and drilling locations. Spend 5-10 minutes on recap quiz</w:t>
            </w:r>
            <w:r w:rsidR="006E7353" w:rsidRPr="001A7B4B">
              <w:rPr>
                <w:rFonts w:cs="Arial"/>
                <w:b w:val="0"/>
                <w:color w:val="auto"/>
                <w:szCs w:val="22"/>
              </w:rPr>
              <w:t>.</w:t>
            </w:r>
          </w:p>
          <w:p w14:paraId="10E32F5B" w14:textId="38684952" w:rsidR="006E7353" w:rsidRPr="001A7B4B" w:rsidRDefault="006E7353" w:rsidP="00FD15EC">
            <w:pPr>
              <w:pStyle w:val="Normalheadingblue"/>
              <w:spacing w:before="0" w:after="0"/>
              <w:ind w:left="3"/>
              <w:rPr>
                <w:rFonts w:cs="Arial"/>
                <w:b w:val="0"/>
                <w:color w:val="auto"/>
                <w:szCs w:val="22"/>
              </w:rPr>
            </w:pPr>
            <w:r w:rsidRPr="001A7B4B">
              <w:rPr>
                <w:rFonts w:cs="Arial"/>
                <w:bCs/>
                <w:color w:val="auto"/>
                <w:szCs w:val="22"/>
              </w:rPr>
              <w:lastRenderedPageBreak/>
              <w:t>Alternative:</w:t>
            </w:r>
            <w:r w:rsidRPr="001A7B4B">
              <w:rPr>
                <w:rFonts w:cs="Arial"/>
                <w:b w:val="0"/>
                <w:color w:val="auto"/>
                <w:szCs w:val="22"/>
              </w:rPr>
              <w:t xml:space="preserve"> Ask students if they can think of any time when an installation or building service activity affected </w:t>
            </w:r>
            <w:r w:rsidR="007D7AB1" w:rsidRPr="001A7B4B">
              <w:rPr>
                <w:rFonts w:cs="Arial"/>
                <w:b w:val="0"/>
                <w:color w:val="auto"/>
                <w:szCs w:val="22"/>
              </w:rPr>
              <w:t>their</w:t>
            </w:r>
            <w:r w:rsidRPr="001A7B4B">
              <w:rPr>
                <w:rFonts w:cs="Arial"/>
                <w:b w:val="0"/>
                <w:color w:val="auto"/>
                <w:szCs w:val="22"/>
              </w:rPr>
              <w:t xml:space="preserve"> home or school</w:t>
            </w:r>
            <w:r w:rsidR="007D7AB1" w:rsidRPr="001A7B4B">
              <w:rPr>
                <w:rFonts w:cs="Arial"/>
                <w:b w:val="0"/>
                <w:color w:val="auto"/>
                <w:szCs w:val="22"/>
              </w:rPr>
              <w:t>.</w:t>
            </w:r>
          </w:p>
          <w:p w14:paraId="34A76FC9" w14:textId="77777777" w:rsidR="002267BA" w:rsidRPr="001A7B4B" w:rsidRDefault="002267BA" w:rsidP="00875D10">
            <w:pPr>
              <w:pStyle w:val="Normalheadingblue"/>
              <w:spacing w:before="0" w:after="0"/>
              <w:rPr>
                <w:rFonts w:cs="Arial"/>
                <w:color w:val="auto"/>
                <w:szCs w:val="22"/>
              </w:rPr>
            </w:pPr>
          </w:p>
          <w:p w14:paraId="1BF83727" w14:textId="08C30AF1" w:rsidR="002267BA" w:rsidRPr="001A7B4B" w:rsidRDefault="002267BA" w:rsidP="00875D10">
            <w:pPr>
              <w:pStyle w:val="Normalheadingblue"/>
              <w:spacing w:before="0" w:after="0"/>
              <w:rPr>
                <w:rFonts w:cs="Arial"/>
                <w:color w:val="auto"/>
                <w:szCs w:val="22"/>
              </w:rPr>
            </w:pPr>
            <w:r w:rsidRPr="001A7B4B">
              <w:rPr>
                <w:rFonts w:cs="Arial"/>
                <w:color w:val="auto"/>
                <w:szCs w:val="22"/>
              </w:rPr>
              <w:t>Delivery</w:t>
            </w:r>
            <w:r w:rsidR="007D7AB1" w:rsidRPr="001A7B4B">
              <w:rPr>
                <w:rFonts w:cs="Arial"/>
                <w:color w:val="auto"/>
                <w:szCs w:val="22"/>
              </w:rPr>
              <w:t xml:space="preserve"> focus</w:t>
            </w:r>
            <w:r w:rsidRPr="001A7B4B">
              <w:rPr>
                <w:rFonts w:cs="Arial"/>
                <w:color w:val="auto"/>
                <w:szCs w:val="22"/>
              </w:rPr>
              <w:t>:</w:t>
            </w:r>
          </w:p>
          <w:p w14:paraId="6EFEC4B3" w14:textId="1FDD922F" w:rsidR="00E736ED" w:rsidRPr="001A7B4B" w:rsidRDefault="00E736ED" w:rsidP="00010858">
            <w:pPr>
              <w:pStyle w:val="Default"/>
              <w:rPr>
                <w:bCs/>
                <w:color w:val="auto"/>
                <w:sz w:val="22"/>
                <w:szCs w:val="22"/>
              </w:rPr>
            </w:pPr>
            <w:r w:rsidRPr="001A7B4B">
              <w:rPr>
                <w:bCs/>
                <w:color w:val="auto"/>
                <w:sz w:val="22"/>
                <w:szCs w:val="22"/>
              </w:rPr>
              <w:t>Using PowerPoint</w:t>
            </w:r>
            <w:r w:rsidRPr="001A7B4B">
              <w:rPr>
                <w:b/>
                <w:color w:val="auto"/>
                <w:sz w:val="22"/>
                <w:szCs w:val="22"/>
              </w:rPr>
              <w:t xml:space="preserve"> </w:t>
            </w:r>
            <w:r w:rsidR="00BE10D1" w:rsidRPr="00811B5D">
              <w:rPr>
                <w:b/>
                <w:color w:val="auto"/>
                <w:sz w:val="22"/>
                <w:szCs w:val="22"/>
                <w:highlight w:val="yellow"/>
              </w:rPr>
              <w:t>K1.34 Potential impacts of installation activities on customers</w:t>
            </w:r>
            <w:r w:rsidR="00BE10D1" w:rsidRPr="001A7B4B">
              <w:rPr>
                <w:bCs/>
                <w:color w:val="auto"/>
                <w:sz w:val="22"/>
                <w:szCs w:val="22"/>
              </w:rPr>
              <w:t>,</w:t>
            </w:r>
            <w:r w:rsidRPr="001A7B4B">
              <w:rPr>
                <w:b/>
                <w:color w:val="auto"/>
                <w:sz w:val="22"/>
                <w:szCs w:val="22"/>
              </w:rPr>
              <w:t xml:space="preserve"> </w:t>
            </w:r>
            <w:r w:rsidRPr="001A7B4B">
              <w:rPr>
                <w:bCs/>
                <w:color w:val="auto"/>
                <w:sz w:val="22"/>
                <w:szCs w:val="22"/>
              </w:rPr>
              <w:t>deliver the following content:</w:t>
            </w:r>
          </w:p>
          <w:p w14:paraId="1660E479" w14:textId="515E2DFC" w:rsidR="004B6442" w:rsidRPr="001A7B4B" w:rsidRDefault="004B6442" w:rsidP="002C017C">
            <w:pPr>
              <w:pStyle w:val="Default"/>
              <w:numPr>
                <w:ilvl w:val="0"/>
                <w:numId w:val="174"/>
              </w:numPr>
              <w:rPr>
                <w:color w:val="auto"/>
                <w:sz w:val="22"/>
                <w:szCs w:val="22"/>
              </w:rPr>
            </w:pPr>
            <w:r w:rsidRPr="001A7B4B">
              <w:rPr>
                <w:color w:val="auto"/>
                <w:sz w:val="22"/>
                <w:szCs w:val="22"/>
              </w:rPr>
              <w:t xml:space="preserve">isolation of services </w:t>
            </w:r>
          </w:p>
          <w:p w14:paraId="1E29A96F" w14:textId="2517060C" w:rsidR="004B6442" w:rsidRPr="001A7B4B" w:rsidRDefault="004B6442" w:rsidP="002C017C">
            <w:pPr>
              <w:pStyle w:val="Default"/>
              <w:numPr>
                <w:ilvl w:val="0"/>
                <w:numId w:val="174"/>
              </w:numPr>
              <w:rPr>
                <w:color w:val="auto"/>
                <w:sz w:val="22"/>
                <w:szCs w:val="22"/>
              </w:rPr>
            </w:pPr>
            <w:r w:rsidRPr="001A7B4B">
              <w:rPr>
                <w:color w:val="auto"/>
                <w:sz w:val="22"/>
                <w:szCs w:val="22"/>
              </w:rPr>
              <w:t xml:space="preserve">preparation of temporary services – providing water during temporary loss </w:t>
            </w:r>
          </w:p>
          <w:p w14:paraId="5B728806" w14:textId="781C0A61" w:rsidR="004B6442" w:rsidRPr="001A7B4B" w:rsidRDefault="004B6442" w:rsidP="002C017C">
            <w:pPr>
              <w:pStyle w:val="Default"/>
              <w:numPr>
                <w:ilvl w:val="0"/>
                <w:numId w:val="174"/>
              </w:numPr>
              <w:rPr>
                <w:color w:val="auto"/>
                <w:sz w:val="22"/>
                <w:szCs w:val="22"/>
              </w:rPr>
            </w:pPr>
            <w:r w:rsidRPr="001A7B4B">
              <w:rPr>
                <w:color w:val="auto"/>
                <w:sz w:val="22"/>
                <w:szCs w:val="22"/>
              </w:rPr>
              <w:t xml:space="preserve">completing work out of hours or when unoccupied – cost related disability (no sanitation services). </w:t>
            </w:r>
          </w:p>
          <w:p w14:paraId="53D942C4" w14:textId="77777777" w:rsidR="004B6442" w:rsidRPr="001A7B4B" w:rsidRDefault="004B6442" w:rsidP="00875D10">
            <w:pPr>
              <w:pStyle w:val="Default"/>
              <w:rPr>
                <w:color w:val="auto"/>
                <w:sz w:val="22"/>
                <w:szCs w:val="22"/>
              </w:rPr>
            </w:pPr>
            <w:r w:rsidRPr="001A7B4B">
              <w:rPr>
                <w:color w:val="auto"/>
                <w:sz w:val="22"/>
                <w:szCs w:val="22"/>
              </w:rPr>
              <w:t xml:space="preserve">Impact: </w:t>
            </w:r>
          </w:p>
          <w:p w14:paraId="50E34B51" w14:textId="23583B6F" w:rsidR="004B6442" w:rsidRPr="001A7B4B" w:rsidRDefault="004B6442" w:rsidP="002C017C">
            <w:pPr>
              <w:pStyle w:val="Default"/>
              <w:numPr>
                <w:ilvl w:val="0"/>
                <w:numId w:val="175"/>
              </w:numPr>
              <w:rPr>
                <w:color w:val="auto"/>
                <w:sz w:val="22"/>
                <w:szCs w:val="22"/>
              </w:rPr>
            </w:pPr>
            <w:r w:rsidRPr="001A7B4B">
              <w:rPr>
                <w:color w:val="auto"/>
                <w:sz w:val="22"/>
                <w:szCs w:val="22"/>
              </w:rPr>
              <w:t xml:space="preserve">no water </w:t>
            </w:r>
          </w:p>
          <w:p w14:paraId="3ACD54C4" w14:textId="0AECE65F" w:rsidR="004B6442" w:rsidRPr="001A7B4B" w:rsidRDefault="004B6442" w:rsidP="002C017C">
            <w:pPr>
              <w:pStyle w:val="Default"/>
              <w:numPr>
                <w:ilvl w:val="0"/>
                <w:numId w:val="175"/>
              </w:numPr>
              <w:rPr>
                <w:color w:val="auto"/>
                <w:sz w:val="22"/>
                <w:szCs w:val="22"/>
              </w:rPr>
            </w:pPr>
            <w:r w:rsidRPr="001A7B4B">
              <w:rPr>
                <w:color w:val="auto"/>
                <w:sz w:val="22"/>
                <w:szCs w:val="22"/>
              </w:rPr>
              <w:t xml:space="preserve">temporary loss of water </w:t>
            </w:r>
          </w:p>
          <w:p w14:paraId="2D245483" w14:textId="2FE26BE4" w:rsidR="002267BA" w:rsidRPr="001A7B4B" w:rsidRDefault="004B6442" w:rsidP="002C017C">
            <w:pPr>
              <w:pStyle w:val="Default"/>
              <w:numPr>
                <w:ilvl w:val="0"/>
                <w:numId w:val="175"/>
              </w:numPr>
              <w:rPr>
                <w:color w:val="auto"/>
                <w:sz w:val="22"/>
                <w:szCs w:val="22"/>
              </w:rPr>
            </w:pPr>
            <w:r w:rsidRPr="001A7B4B">
              <w:rPr>
                <w:color w:val="auto"/>
                <w:sz w:val="22"/>
                <w:szCs w:val="22"/>
              </w:rPr>
              <w:t>delayed arrival of resource or materials.</w:t>
            </w:r>
          </w:p>
          <w:p w14:paraId="65CAFB3B" w14:textId="77777777" w:rsidR="002267BA" w:rsidRPr="001A7B4B" w:rsidRDefault="002267BA" w:rsidP="00875D10">
            <w:pPr>
              <w:pStyle w:val="Normalheadingblue"/>
              <w:spacing w:before="0" w:after="0"/>
              <w:rPr>
                <w:rFonts w:cs="Arial"/>
                <w:color w:val="auto"/>
                <w:szCs w:val="22"/>
              </w:rPr>
            </w:pPr>
          </w:p>
          <w:p w14:paraId="3714F7E0" w14:textId="02737F02" w:rsidR="002267BA" w:rsidRPr="001A7B4B" w:rsidRDefault="002267BA" w:rsidP="00875D10">
            <w:pPr>
              <w:pStyle w:val="Normalheadingblue"/>
              <w:spacing w:before="0" w:after="0"/>
              <w:rPr>
                <w:rFonts w:cs="Arial"/>
                <w:color w:val="auto"/>
                <w:szCs w:val="22"/>
              </w:rPr>
            </w:pPr>
            <w:r w:rsidRPr="001A7B4B">
              <w:rPr>
                <w:rFonts w:cs="Arial"/>
                <w:color w:val="auto"/>
                <w:szCs w:val="22"/>
              </w:rPr>
              <w:t xml:space="preserve">Knowledge </w:t>
            </w:r>
            <w:r w:rsidR="009F1FA2" w:rsidRPr="001A7B4B">
              <w:rPr>
                <w:rFonts w:cs="Arial"/>
                <w:color w:val="auto"/>
                <w:szCs w:val="22"/>
              </w:rPr>
              <w:t>C</w:t>
            </w:r>
            <w:r w:rsidRPr="001A7B4B">
              <w:rPr>
                <w:rFonts w:cs="Arial"/>
                <w:color w:val="auto"/>
                <w:szCs w:val="22"/>
              </w:rPr>
              <w:t>heck example:</w:t>
            </w:r>
          </w:p>
          <w:p w14:paraId="3A76265D" w14:textId="54FF8134" w:rsidR="002267BA" w:rsidRPr="001A7B4B" w:rsidRDefault="00FD73D3" w:rsidP="00875D10">
            <w:pPr>
              <w:pStyle w:val="Normalheadingblue"/>
              <w:spacing w:before="0" w:after="0"/>
              <w:rPr>
                <w:rFonts w:cs="Arial"/>
                <w:b w:val="0"/>
                <w:color w:val="auto"/>
                <w:szCs w:val="22"/>
              </w:rPr>
            </w:pPr>
            <w:r w:rsidRPr="001A7B4B">
              <w:rPr>
                <w:rFonts w:cs="Arial"/>
                <w:b w:val="0"/>
                <w:color w:val="auto"/>
                <w:szCs w:val="22"/>
              </w:rPr>
              <w:t xml:space="preserve">Scenario based activity – </w:t>
            </w:r>
            <w:r w:rsidR="00F502C8" w:rsidRPr="001A7B4B">
              <w:rPr>
                <w:rFonts w:cs="Arial"/>
                <w:b w:val="0"/>
                <w:color w:val="auto"/>
                <w:szCs w:val="22"/>
              </w:rPr>
              <w:t>students</w:t>
            </w:r>
            <w:r w:rsidRPr="001A7B4B">
              <w:rPr>
                <w:rFonts w:cs="Arial"/>
                <w:b w:val="0"/>
                <w:color w:val="auto"/>
                <w:szCs w:val="22"/>
              </w:rPr>
              <w:t xml:space="preserve"> are given an example of a project where disruption occurs and in small teams suggest activities and responses to resolve. Discuss as tutor led discussion.</w:t>
            </w:r>
          </w:p>
          <w:p w14:paraId="61AA9D64" w14:textId="77777777" w:rsidR="002267BA" w:rsidRPr="001A7B4B" w:rsidRDefault="002267BA" w:rsidP="00875D10">
            <w:pPr>
              <w:pStyle w:val="Normalheadingblue"/>
              <w:spacing w:before="0" w:after="0"/>
              <w:rPr>
                <w:rFonts w:cs="Arial"/>
                <w:color w:val="auto"/>
                <w:szCs w:val="22"/>
              </w:rPr>
            </w:pPr>
          </w:p>
          <w:p w14:paraId="6964FCD6" w14:textId="7E726707" w:rsidR="002267BA" w:rsidRPr="001A7B4B" w:rsidRDefault="002267BA" w:rsidP="00875D10">
            <w:pPr>
              <w:pStyle w:val="Normalheadingblue"/>
              <w:spacing w:before="0" w:after="0"/>
              <w:rPr>
                <w:rFonts w:cs="Arial"/>
                <w:color w:val="auto"/>
                <w:szCs w:val="22"/>
              </w:rPr>
            </w:pPr>
            <w:r w:rsidRPr="001A7B4B">
              <w:rPr>
                <w:rFonts w:cs="Arial"/>
                <w:color w:val="auto"/>
                <w:szCs w:val="22"/>
              </w:rPr>
              <w:t>Resources</w:t>
            </w:r>
            <w:r w:rsidR="00875D10" w:rsidRPr="001A7B4B">
              <w:rPr>
                <w:rFonts w:cs="Arial"/>
                <w:color w:val="auto"/>
                <w:szCs w:val="22"/>
              </w:rPr>
              <w:t>:</w:t>
            </w:r>
          </w:p>
          <w:p w14:paraId="62449314" w14:textId="4F1C0B70" w:rsidR="00FF104D" w:rsidRPr="001A7B4B" w:rsidRDefault="00763103" w:rsidP="00875D10">
            <w:pPr>
              <w:pStyle w:val="Normalheadingblue"/>
              <w:spacing w:before="0" w:after="0"/>
              <w:rPr>
                <w:rFonts w:cs="Arial"/>
                <w:b w:val="0"/>
                <w:color w:val="auto"/>
                <w:szCs w:val="22"/>
              </w:rPr>
            </w:pPr>
            <w:r w:rsidRPr="001A7B4B">
              <w:rPr>
                <w:rFonts w:cs="Arial"/>
                <w:b w:val="0"/>
                <w:color w:val="auto"/>
                <w:szCs w:val="22"/>
              </w:rPr>
              <w:t>PowerPoint</w:t>
            </w:r>
            <w:r w:rsidR="009F1FA2" w:rsidRPr="001A7B4B">
              <w:rPr>
                <w:rFonts w:cs="Arial"/>
                <w:b w:val="0"/>
                <w:color w:val="auto"/>
                <w:szCs w:val="22"/>
              </w:rPr>
              <w:t xml:space="preserve">: </w:t>
            </w:r>
            <w:r w:rsidR="009F1FA2" w:rsidRPr="001A7B4B">
              <w:rPr>
                <w:rFonts w:cs="Arial"/>
                <w:bCs/>
                <w:color w:val="auto"/>
                <w:szCs w:val="22"/>
              </w:rPr>
              <w:t>K1.34 Potential impacts of installation activities on customers</w:t>
            </w:r>
          </w:p>
          <w:p w14:paraId="7BCB5156" w14:textId="77777777" w:rsidR="002267BA" w:rsidRPr="001A7B4B" w:rsidRDefault="00FF104D" w:rsidP="00875D10">
            <w:pPr>
              <w:pStyle w:val="Normalheadingblue"/>
              <w:spacing w:before="0" w:after="0"/>
              <w:rPr>
                <w:rFonts w:cs="Arial"/>
                <w:color w:val="auto"/>
                <w:szCs w:val="22"/>
              </w:rPr>
            </w:pPr>
            <w:r w:rsidRPr="001A7B4B">
              <w:rPr>
                <w:rFonts w:cs="Arial"/>
                <w:b w:val="0"/>
                <w:color w:val="auto"/>
                <w:szCs w:val="22"/>
              </w:rPr>
              <w:lastRenderedPageBreak/>
              <w:t>Scenario activity</w:t>
            </w:r>
            <w:r w:rsidR="002267BA" w:rsidRPr="001A7B4B">
              <w:rPr>
                <w:rFonts w:cs="Arial"/>
                <w:color w:val="auto"/>
                <w:szCs w:val="22"/>
              </w:rPr>
              <w:br/>
            </w:r>
          </w:p>
        </w:tc>
        <w:tc>
          <w:tcPr>
            <w:tcW w:w="2246" w:type="dxa"/>
          </w:tcPr>
          <w:p w14:paraId="41FC3FBC" w14:textId="77777777" w:rsidR="00DD207A" w:rsidRDefault="008A57D2">
            <w:r>
              <w:lastRenderedPageBreak/>
              <w:t>Recap quiz</w:t>
            </w:r>
            <w:r>
              <w:br/>
            </w:r>
            <w:r>
              <w:br/>
            </w:r>
            <w:r>
              <w:br/>
              <w:t>Scenario activity</w:t>
            </w:r>
            <w:r>
              <w:br/>
            </w:r>
            <w:r>
              <w:lastRenderedPageBreak/>
              <w:t>English skills (reading, writing, technical vocabulary)</w:t>
            </w:r>
          </w:p>
        </w:tc>
      </w:tr>
      <w:tr w:rsidR="002267BA" w:rsidRPr="00634DF8" w14:paraId="78637D6D" w14:textId="77777777" w:rsidTr="24BA986D">
        <w:trPr>
          <w:trHeight w:val="300"/>
          <w:jc w:val="center"/>
        </w:trPr>
        <w:tc>
          <w:tcPr>
            <w:tcW w:w="1297" w:type="dxa"/>
          </w:tcPr>
          <w:p w14:paraId="1C0BA2C4" w14:textId="77777777" w:rsidR="002267BA" w:rsidRPr="00634DF8" w:rsidRDefault="009B6476" w:rsidP="002267BA">
            <w:pPr>
              <w:jc w:val="center"/>
              <w:rPr>
                <w:rFonts w:cs="Arial"/>
                <w:szCs w:val="22"/>
              </w:rPr>
            </w:pPr>
            <w:r>
              <w:rPr>
                <w:rFonts w:cs="Arial"/>
                <w:szCs w:val="22"/>
              </w:rPr>
              <w:lastRenderedPageBreak/>
              <w:t>43</w:t>
            </w:r>
          </w:p>
          <w:p w14:paraId="0570009D" w14:textId="77777777" w:rsidR="002267BA" w:rsidRPr="00634DF8" w:rsidRDefault="009B6476" w:rsidP="002267BA">
            <w:pPr>
              <w:jc w:val="center"/>
              <w:rPr>
                <w:rFonts w:cs="Arial"/>
                <w:szCs w:val="22"/>
              </w:rPr>
            </w:pPr>
            <w:r>
              <w:rPr>
                <w:rFonts w:cs="Arial"/>
                <w:szCs w:val="22"/>
              </w:rPr>
              <w:t>3</w:t>
            </w:r>
            <w:r w:rsidR="002267BA" w:rsidRPr="00634DF8">
              <w:rPr>
                <w:rFonts w:cs="Arial"/>
                <w:szCs w:val="22"/>
              </w:rPr>
              <w:t xml:space="preserve"> hours</w:t>
            </w:r>
          </w:p>
        </w:tc>
        <w:tc>
          <w:tcPr>
            <w:tcW w:w="2199" w:type="dxa"/>
          </w:tcPr>
          <w:p w14:paraId="34D43E7C" w14:textId="77777777" w:rsidR="00FF104D" w:rsidRPr="001A7B4B" w:rsidRDefault="00FF104D" w:rsidP="00FF104D">
            <w:pPr>
              <w:pStyle w:val="Normalheadingblack"/>
              <w:rPr>
                <w:rFonts w:cs="Arial"/>
                <w:lang w:eastAsia="en-GB"/>
              </w:rPr>
            </w:pPr>
            <w:r w:rsidRPr="001A7B4B">
              <w:rPr>
                <w:rFonts w:cs="Arial"/>
                <w:lang w:eastAsia="en-GB"/>
              </w:rPr>
              <w:t>Outcome 1 – Plumbing and heating common knowledge criteria</w:t>
            </w:r>
          </w:p>
          <w:p w14:paraId="4D6DDE68" w14:textId="77777777" w:rsidR="002267BA" w:rsidRPr="001A7B4B" w:rsidRDefault="002267BA" w:rsidP="002267BA">
            <w:pPr>
              <w:pStyle w:val="Normalheadingblack"/>
              <w:rPr>
                <w:rFonts w:cs="Arial"/>
                <w:szCs w:val="22"/>
                <w:lang w:eastAsia="en-GB"/>
              </w:rPr>
            </w:pPr>
          </w:p>
          <w:p w14:paraId="0AFA20F0" w14:textId="77777777" w:rsidR="004278C1" w:rsidRPr="001A7B4B" w:rsidRDefault="004278C1" w:rsidP="004278C1">
            <w:pPr>
              <w:pStyle w:val="Normalheadingblack"/>
              <w:rPr>
                <w:rFonts w:cs="Arial"/>
                <w:lang w:eastAsia="en-GB"/>
              </w:rPr>
            </w:pPr>
            <w:r w:rsidRPr="001A7B4B">
              <w:rPr>
                <w:rFonts w:cs="Arial"/>
                <w:lang w:eastAsia="en-GB"/>
              </w:rPr>
              <w:t>Outcome 2 Install plumbing and heating systems</w:t>
            </w:r>
          </w:p>
          <w:p w14:paraId="38CE52E8" w14:textId="77777777" w:rsidR="004278C1" w:rsidRPr="001A7B4B" w:rsidRDefault="004278C1" w:rsidP="002267BA">
            <w:pPr>
              <w:pStyle w:val="Normalheadingblack"/>
              <w:rPr>
                <w:rFonts w:cs="Arial"/>
                <w:szCs w:val="22"/>
                <w:lang w:eastAsia="en-GB"/>
              </w:rPr>
            </w:pPr>
          </w:p>
        </w:tc>
        <w:tc>
          <w:tcPr>
            <w:tcW w:w="3135" w:type="dxa"/>
          </w:tcPr>
          <w:p w14:paraId="5E4F5F34" w14:textId="77777777" w:rsidR="002267BA" w:rsidRPr="001A7B4B" w:rsidRDefault="00FF104D" w:rsidP="002267BA">
            <w:pPr>
              <w:pStyle w:val="Normalheadingblack"/>
              <w:rPr>
                <w:rFonts w:cs="Arial"/>
                <w:b w:val="0"/>
                <w:szCs w:val="22"/>
              </w:rPr>
            </w:pPr>
            <w:r w:rsidRPr="001A7B4B">
              <w:rPr>
                <w:rFonts w:cs="Arial"/>
                <w:b w:val="0"/>
                <w:szCs w:val="22"/>
              </w:rPr>
              <w:t>K1.33 Connection techniques</w:t>
            </w:r>
          </w:p>
          <w:p w14:paraId="26042E53" w14:textId="77777777" w:rsidR="004278C1" w:rsidRPr="001A7B4B" w:rsidRDefault="004278C1" w:rsidP="002267BA">
            <w:pPr>
              <w:pStyle w:val="Normalheadingblack"/>
              <w:rPr>
                <w:rFonts w:cs="Arial"/>
                <w:b w:val="0"/>
                <w:szCs w:val="22"/>
              </w:rPr>
            </w:pPr>
          </w:p>
          <w:p w14:paraId="0971F73A" w14:textId="77777777" w:rsidR="004278C1" w:rsidRPr="001A7B4B" w:rsidRDefault="004278C1" w:rsidP="002267BA">
            <w:pPr>
              <w:pStyle w:val="Normalheadingblack"/>
              <w:rPr>
                <w:rFonts w:cs="Arial"/>
                <w:b w:val="0"/>
                <w:szCs w:val="22"/>
              </w:rPr>
            </w:pPr>
            <w:r w:rsidRPr="001A7B4B">
              <w:rPr>
                <w:rFonts w:cs="Arial"/>
                <w:b w:val="0"/>
                <w:szCs w:val="22"/>
              </w:rPr>
              <w:t>S2.10 Install pipework relevant to type of system</w:t>
            </w:r>
          </w:p>
        </w:tc>
        <w:tc>
          <w:tcPr>
            <w:tcW w:w="5785" w:type="dxa"/>
          </w:tcPr>
          <w:p w14:paraId="78A8AC18" w14:textId="60270BE8" w:rsidR="002267BA" w:rsidRPr="001A7B4B" w:rsidRDefault="002267BA" w:rsidP="00010858">
            <w:pPr>
              <w:pStyle w:val="Normalheadingblue"/>
              <w:spacing w:before="0" w:after="0"/>
              <w:rPr>
                <w:rFonts w:cs="Arial"/>
                <w:color w:val="auto"/>
                <w:szCs w:val="22"/>
              </w:rPr>
            </w:pPr>
            <w:r w:rsidRPr="001A7B4B">
              <w:rPr>
                <w:rFonts w:cs="Arial"/>
                <w:color w:val="auto"/>
                <w:szCs w:val="22"/>
              </w:rPr>
              <w:t>Activities</w:t>
            </w:r>
            <w:r w:rsidR="00010858" w:rsidRPr="001A7B4B">
              <w:rPr>
                <w:rFonts w:cs="Arial"/>
                <w:color w:val="auto"/>
                <w:szCs w:val="22"/>
              </w:rPr>
              <w:t>:</w:t>
            </w:r>
          </w:p>
          <w:p w14:paraId="79DF03D6" w14:textId="77777777" w:rsidR="002267BA" w:rsidRPr="001A7B4B" w:rsidRDefault="002267BA" w:rsidP="00010858">
            <w:pPr>
              <w:pStyle w:val="Normalheadingblue"/>
              <w:spacing w:before="0" w:after="0"/>
              <w:rPr>
                <w:rFonts w:cs="Arial"/>
                <w:color w:val="auto"/>
                <w:szCs w:val="22"/>
              </w:rPr>
            </w:pPr>
            <w:r w:rsidRPr="001A7B4B">
              <w:rPr>
                <w:rFonts w:cs="Arial"/>
                <w:color w:val="auto"/>
                <w:szCs w:val="22"/>
              </w:rPr>
              <w:t>Starter task example:</w:t>
            </w:r>
          </w:p>
          <w:p w14:paraId="7BA310F7" w14:textId="77777777" w:rsidR="002267BA" w:rsidRPr="001A7B4B" w:rsidRDefault="00FF104D" w:rsidP="00614490">
            <w:pPr>
              <w:pStyle w:val="Normalheadingblue"/>
              <w:spacing w:before="0" w:after="0"/>
              <w:ind w:left="3"/>
              <w:rPr>
                <w:rFonts w:cs="Arial"/>
                <w:b w:val="0"/>
                <w:color w:val="auto"/>
                <w:szCs w:val="22"/>
              </w:rPr>
            </w:pPr>
            <w:r w:rsidRPr="001A7B4B">
              <w:rPr>
                <w:rFonts w:cs="Arial"/>
                <w:b w:val="0"/>
                <w:color w:val="auto"/>
                <w:szCs w:val="22"/>
              </w:rPr>
              <w:t>Quick quiz – Identify a range of fitting types using a worksheet or range of fittings in class. Discuss the answers as a group.</w:t>
            </w:r>
          </w:p>
          <w:p w14:paraId="39CEC70C" w14:textId="77777777" w:rsidR="002267BA" w:rsidRPr="001A7B4B" w:rsidRDefault="002267BA" w:rsidP="00010858">
            <w:pPr>
              <w:pStyle w:val="Normalheadingblue"/>
              <w:spacing w:before="0" w:after="0"/>
              <w:rPr>
                <w:rFonts w:cs="Arial"/>
                <w:color w:val="auto"/>
                <w:szCs w:val="22"/>
              </w:rPr>
            </w:pPr>
          </w:p>
          <w:p w14:paraId="4CB6DFD1" w14:textId="37EC5CCA" w:rsidR="00FF104D" w:rsidRPr="001A7B4B" w:rsidRDefault="002267BA" w:rsidP="00010858">
            <w:pPr>
              <w:pStyle w:val="Normalheadingblue"/>
              <w:spacing w:before="0" w:after="0"/>
              <w:rPr>
                <w:rFonts w:cs="Arial"/>
                <w:color w:val="auto"/>
                <w:szCs w:val="22"/>
              </w:rPr>
            </w:pPr>
            <w:r w:rsidRPr="001A7B4B">
              <w:rPr>
                <w:rFonts w:cs="Arial"/>
                <w:color w:val="auto"/>
                <w:szCs w:val="22"/>
              </w:rPr>
              <w:t>Delivery</w:t>
            </w:r>
            <w:r w:rsidR="00614490" w:rsidRPr="001A7B4B">
              <w:rPr>
                <w:rFonts w:cs="Arial"/>
                <w:color w:val="auto"/>
                <w:szCs w:val="22"/>
              </w:rPr>
              <w:t xml:space="preserve"> focus</w:t>
            </w:r>
            <w:r w:rsidRPr="001A7B4B">
              <w:rPr>
                <w:rFonts w:cs="Arial"/>
                <w:color w:val="auto"/>
                <w:szCs w:val="22"/>
              </w:rPr>
              <w:t>:</w:t>
            </w:r>
          </w:p>
          <w:p w14:paraId="1EB52135" w14:textId="77777777" w:rsidR="00FF104D" w:rsidRPr="001A7B4B" w:rsidRDefault="00FF104D" w:rsidP="00010858">
            <w:pPr>
              <w:pStyle w:val="Normalheadingblue"/>
              <w:spacing w:before="0" w:after="0"/>
              <w:rPr>
                <w:rFonts w:cs="Arial"/>
                <w:b w:val="0"/>
                <w:color w:val="auto"/>
                <w:szCs w:val="22"/>
              </w:rPr>
            </w:pPr>
            <w:r w:rsidRPr="001A7B4B">
              <w:rPr>
                <w:rFonts w:cs="Arial"/>
                <w:color w:val="auto"/>
                <w:szCs w:val="22"/>
              </w:rPr>
              <w:t xml:space="preserve">Connection techniques – </w:t>
            </w:r>
            <w:r w:rsidRPr="001A7B4B">
              <w:rPr>
                <w:rFonts w:cs="Arial"/>
                <w:b w:val="0"/>
                <w:color w:val="auto"/>
                <w:szCs w:val="22"/>
              </w:rPr>
              <w:t>Revisiting the jointing and connection methods used in plumbing and introducing the terms ‘First fix’ and ‘Second fix’ and discuss the processes.</w:t>
            </w:r>
          </w:p>
          <w:p w14:paraId="25C79E49" w14:textId="77777777" w:rsidR="00FF104D" w:rsidRPr="001A7B4B" w:rsidRDefault="00FF104D" w:rsidP="00010858">
            <w:pPr>
              <w:pStyle w:val="Normalheadingblue"/>
              <w:spacing w:before="0" w:after="0"/>
              <w:rPr>
                <w:rFonts w:cs="Arial"/>
                <w:color w:val="auto"/>
                <w:szCs w:val="22"/>
              </w:rPr>
            </w:pPr>
          </w:p>
          <w:p w14:paraId="76101A8D" w14:textId="77777777" w:rsidR="00FF104D" w:rsidRPr="001A7B4B" w:rsidRDefault="00FF104D" w:rsidP="00010858">
            <w:pPr>
              <w:pStyle w:val="Default"/>
              <w:rPr>
                <w:color w:val="auto"/>
                <w:sz w:val="22"/>
                <w:szCs w:val="22"/>
              </w:rPr>
            </w:pPr>
            <w:r w:rsidRPr="001A7B4B">
              <w:rPr>
                <w:color w:val="auto"/>
                <w:sz w:val="22"/>
                <w:szCs w:val="22"/>
              </w:rPr>
              <w:t xml:space="preserve">Solder and solder ring should be lead-free. </w:t>
            </w:r>
          </w:p>
          <w:p w14:paraId="62D790BA" w14:textId="77777777" w:rsidR="00FF104D" w:rsidRPr="001A7B4B" w:rsidRDefault="00FF104D" w:rsidP="00010858">
            <w:pPr>
              <w:pStyle w:val="Default"/>
              <w:rPr>
                <w:color w:val="auto"/>
                <w:sz w:val="22"/>
                <w:szCs w:val="22"/>
              </w:rPr>
            </w:pPr>
            <w:r w:rsidRPr="001A7B4B">
              <w:rPr>
                <w:color w:val="auto"/>
                <w:sz w:val="22"/>
                <w:szCs w:val="22"/>
              </w:rPr>
              <w:t xml:space="preserve">Copper pipe: </w:t>
            </w:r>
          </w:p>
          <w:p w14:paraId="02D81301" w14:textId="3188E7AC" w:rsidR="00FF104D" w:rsidRPr="001A7B4B" w:rsidRDefault="00FF104D" w:rsidP="002C017C">
            <w:pPr>
              <w:pStyle w:val="Default"/>
              <w:numPr>
                <w:ilvl w:val="0"/>
                <w:numId w:val="183"/>
              </w:numPr>
              <w:rPr>
                <w:color w:val="auto"/>
                <w:sz w:val="22"/>
                <w:szCs w:val="22"/>
              </w:rPr>
            </w:pPr>
            <w:r w:rsidRPr="001A7B4B">
              <w:rPr>
                <w:color w:val="auto"/>
                <w:sz w:val="22"/>
                <w:szCs w:val="22"/>
              </w:rPr>
              <w:t xml:space="preserve">solder ring and end feed (lead free) </w:t>
            </w:r>
          </w:p>
          <w:p w14:paraId="365DC243" w14:textId="6C2C7943" w:rsidR="00FF104D" w:rsidRPr="001A7B4B" w:rsidRDefault="00FF104D" w:rsidP="002C017C">
            <w:pPr>
              <w:pStyle w:val="Default"/>
              <w:numPr>
                <w:ilvl w:val="0"/>
                <w:numId w:val="183"/>
              </w:numPr>
              <w:rPr>
                <w:color w:val="auto"/>
                <w:sz w:val="22"/>
                <w:szCs w:val="22"/>
              </w:rPr>
            </w:pPr>
            <w:r w:rsidRPr="001A7B4B">
              <w:rPr>
                <w:color w:val="auto"/>
                <w:sz w:val="22"/>
                <w:szCs w:val="22"/>
              </w:rPr>
              <w:t xml:space="preserve">compression (type A and B) </w:t>
            </w:r>
          </w:p>
          <w:p w14:paraId="45F26753" w14:textId="0134FFFF" w:rsidR="00FF104D" w:rsidRPr="001A7B4B" w:rsidRDefault="00FF104D" w:rsidP="002C017C">
            <w:pPr>
              <w:pStyle w:val="Default"/>
              <w:numPr>
                <w:ilvl w:val="0"/>
                <w:numId w:val="183"/>
              </w:numPr>
              <w:rPr>
                <w:color w:val="auto"/>
                <w:sz w:val="22"/>
                <w:szCs w:val="22"/>
              </w:rPr>
            </w:pPr>
            <w:r w:rsidRPr="001A7B4B">
              <w:rPr>
                <w:color w:val="auto"/>
                <w:sz w:val="22"/>
                <w:szCs w:val="22"/>
              </w:rPr>
              <w:t xml:space="preserve">push-fit </w:t>
            </w:r>
          </w:p>
          <w:p w14:paraId="7F72A39B" w14:textId="694D8877" w:rsidR="00FF104D" w:rsidRPr="001A7B4B" w:rsidRDefault="00FF104D" w:rsidP="002C017C">
            <w:pPr>
              <w:pStyle w:val="Default"/>
              <w:numPr>
                <w:ilvl w:val="0"/>
                <w:numId w:val="183"/>
              </w:numPr>
              <w:rPr>
                <w:color w:val="auto"/>
                <w:sz w:val="22"/>
                <w:szCs w:val="22"/>
              </w:rPr>
            </w:pPr>
            <w:proofErr w:type="gramStart"/>
            <w:r w:rsidRPr="001A7B4B">
              <w:rPr>
                <w:color w:val="auto"/>
                <w:sz w:val="22"/>
                <w:szCs w:val="22"/>
              </w:rPr>
              <w:t>press-fit</w:t>
            </w:r>
            <w:proofErr w:type="gramEnd"/>
            <w:r w:rsidRPr="001A7B4B">
              <w:rPr>
                <w:color w:val="auto"/>
                <w:sz w:val="22"/>
                <w:szCs w:val="22"/>
              </w:rPr>
              <w:t xml:space="preserve">. </w:t>
            </w:r>
          </w:p>
          <w:p w14:paraId="6BFB63F2" w14:textId="77777777" w:rsidR="00FF104D" w:rsidRPr="001A7B4B" w:rsidRDefault="00FF104D" w:rsidP="00010858">
            <w:pPr>
              <w:pStyle w:val="Default"/>
              <w:rPr>
                <w:color w:val="auto"/>
                <w:sz w:val="22"/>
                <w:szCs w:val="22"/>
              </w:rPr>
            </w:pPr>
          </w:p>
          <w:p w14:paraId="263637D2" w14:textId="77777777" w:rsidR="00FF104D" w:rsidRPr="001A7B4B" w:rsidRDefault="00FF104D" w:rsidP="00010858">
            <w:pPr>
              <w:pStyle w:val="Default"/>
              <w:rPr>
                <w:color w:val="auto"/>
                <w:sz w:val="22"/>
                <w:szCs w:val="22"/>
              </w:rPr>
            </w:pPr>
            <w:r w:rsidRPr="001A7B4B">
              <w:rPr>
                <w:color w:val="auto"/>
                <w:sz w:val="22"/>
                <w:szCs w:val="22"/>
              </w:rPr>
              <w:t xml:space="preserve">Plastic pressure pipe: </w:t>
            </w:r>
          </w:p>
          <w:p w14:paraId="09084557" w14:textId="100C22C2" w:rsidR="00FF104D" w:rsidRPr="001A7B4B" w:rsidRDefault="00FF104D" w:rsidP="002C017C">
            <w:pPr>
              <w:pStyle w:val="Default"/>
              <w:numPr>
                <w:ilvl w:val="0"/>
                <w:numId w:val="184"/>
              </w:numPr>
              <w:rPr>
                <w:color w:val="auto"/>
                <w:sz w:val="22"/>
                <w:szCs w:val="22"/>
              </w:rPr>
            </w:pPr>
            <w:r w:rsidRPr="001A7B4B">
              <w:rPr>
                <w:color w:val="auto"/>
                <w:sz w:val="22"/>
                <w:szCs w:val="22"/>
              </w:rPr>
              <w:t xml:space="preserve">push fit </w:t>
            </w:r>
          </w:p>
          <w:p w14:paraId="1D58CA1D" w14:textId="3C9E29EB" w:rsidR="00FF104D" w:rsidRPr="001A7B4B" w:rsidRDefault="00FF104D" w:rsidP="002C017C">
            <w:pPr>
              <w:pStyle w:val="Default"/>
              <w:numPr>
                <w:ilvl w:val="0"/>
                <w:numId w:val="184"/>
              </w:numPr>
              <w:rPr>
                <w:color w:val="auto"/>
                <w:sz w:val="22"/>
                <w:szCs w:val="22"/>
              </w:rPr>
            </w:pPr>
            <w:r w:rsidRPr="001A7B4B">
              <w:rPr>
                <w:color w:val="auto"/>
                <w:sz w:val="22"/>
                <w:szCs w:val="22"/>
              </w:rPr>
              <w:t xml:space="preserve">compression </w:t>
            </w:r>
          </w:p>
          <w:p w14:paraId="724E7427" w14:textId="1ABAF41D" w:rsidR="00FF104D" w:rsidRPr="001A7B4B" w:rsidRDefault="00FF104D" w:rsidP="002C017C">
            <w:pPr>
              <w:pStyle w:val="Default"/>
              <w:numPr>
                <w:ilvl w:val="0"/>
                <w:numId w:val="184"/>
              </w:numPr>
              <w:rPr>
                <w:color w:val="auto"/>
                <w:sz w:val="22"/>
                <w:szCs w:val="22"/>
              </w:rPr>
            </w:pPr>
            <w:r w:rsidRPr="001A7B4B">
              <w:rPr>
                <w:color w:val="auto"/>
                <w:sz w:val="22"/>
                <w:szCs w:val="22"/>
              </w:rPr>
              <w:t xml:space="preserve">proprietary </w:t>
            </w:r>
          </w:p>
          <w:p w14:paraId="46CAF028" w14:textId="1133CAEA" w:rsidR="00FF104D" w:rsidRPr="001A7B4B" w:rsidRDefault="00FF104D" w:rsidP="002C017C">
            <w:pPr>
              <w:pStyle w:val="Default"/>
              <w:numPr>
                <w:ilvl w:val="0"/>
                <w:numId w:val="184"/>
              </w:numPr>
              <w:rPr>
                <w:color w:val="auto"/>
                <w:sz w:val="22"/>
                <w:szCs w:val="22"/>
              </w:rPr>
            </w:pPr>
            <w:r w:rsidRPr="001A7B4B">
              <w:rPr>
                <w:color w:val="auto"/>
                <w:sz w:val="22"/>
                <w:szCs w:val="22"/>
              </w:rPr>
              <w:t xml:space="preserve">copper and MDPE. </w:t>
            </w:r>
          </w:p>
          <w:p w14:paraId="726C0F43" w14:textId="77777777" w:rsidR="00FF104D" w:rsidRPr="001A7B4B" w:rsidRDefault="00FF104D" w:rsidP="00010858">
            <w:pPr>
              <w:pStyle w:val="Default"/>
              <w:rPr>
                <w:color w:val="auto"/>
                <w:sz w:val="22"/>
                <w:szCs w:val="22"/>
              </w:rPr>
            </w:pPr>
          </w:p>
          <w:p w14:paraId="36926A49" w14:textId="77777777" w:rsidR="00FF104D" w:rsidRPr="001A7B4B" w:rsidRDefault="00FF104D" w:rsidP="00010858">
            <w:pPr>
              <w:pStyle w:val="Default"/>
              <w:rPr>
                <w:color w:val="auto"/>
                <w:sz w:val="22"/>
                <w:szCs w:val="22"/>
              </w:rPr>
            </w:pPr>
            <w:r w:rsidRPr="001A7B4B">
              <w:rPr>
                <w:color w:val="auto"/>
                <w:sz w:val="22"/>
                <w:szCs w:val="22"/>
              </w:rPr>
              <w:t xml:space="preserve">Plastic jointing (sanitary): </w:t>
            </w:r>
          </w:p>
          <w:p w14:paraId="2A04508E" w14:textId="6850C89A" w:rsidR="00FF104D" w:rsidRPr="001A7B4B" w:rsidRDefault="00FF104D" w:rsidP="002C017C">
            <w:pPr>
              <w:pStyle w:val="Default"/>
              <w:numPr>
                <w:ilvl w:val="0"/>
                <w:numId w:val="185"/>
              </w:numPr>
              <w:rPr>
                <w:color w:val="auto"/>
                <w:sz w:val="22"/>
                <w:szCs w:val="22"/>
              </w:rPr>
            </w:pPr>
            <w:r w:rsidRPr="001A7B4B">
              <w:rPr>
                <w:color w:val="auto"/>
                <w:sz w:val="22"/>
                <w:szCs w:val="22"/>
              </w:rPr>
              <w:lastRenderedPageBreak/>
              <w:t xml:space="preserve">ring seal </w:t>
            </w:r>
          </w:p>
          <w:p w14:paraId="02932FDB" w14:textId="7E2CA345" w:rsidR="00FF104D" w:rsidRPr="001A7B4B" w:rsidRDefault="00FF104D" w:rsidP="002C017C">
            <w:pPr>
              <w:pStyle w:val="Default"/>
              <w:numPr>
                <w:ilvl w:val="0"/>
                <w:numId w:val="185"/>
              </w:numPr>
              <w:rPr>
                <w:color w:val="auto"/>
                <w:sz w:val="22"/>
                <w:szCs w:val="22"/>
              </w:rPr>
            </w:pPr>
            <w:r w:rsidRPr="001A7B4B">
              <w:rPr>
                <w:color w:val="auto"/>
                <w:sz w:val="22"/>
                <w:szCs w:val="22"/>
              </w:rPr>
              <w:t xml:space="preserve">compression </w:t>
            </w:r>
          </w:p>
          <w:p w14:paraId="639F96FC" w14:textId="11807A6A" w:rsidR="00FF104D" w:rsidRPr="001A7B4B" w:rsidRDefault="00FF104D" w:rsidP="002C017C">
            <w:pPr>
              <w:pStyle w:val="Default"/>
              <w:numPr>
                <w:ilvl w:val="0"/>
                <w:numId w:val="185"/>
              </w:numPr>
              <w:rPr>
                <w:color w:val="auto"/>
                <w:sz w:val="22"/>
                <w:szCs w:val="22"/>
              </w:rPr>
            </w:pPr>
            <w:r w:rsidRPr="001A7B4B">
              <w:rPr>
                <w:color w:val="auto"/>
                <w:sz w:val="22"/>
                <w:szCs w:val="22"/>
              </w:rPr>
              <w:t xml:space="preserve">solvent. </w:t>
            </w:r>
          </w:p>
          <w:p w14:paraId="7C7024C0" w14:textId="77777777" w:rsidR="00FF104D" w:rsidRPr="001A7B4B" w:rsidRDefault="00FF104D" w:rsidP="00010858">
            <w:pPr>
              <w:pStyle w:val="Normalheadingblue"/>
              <w:spacing w:before="0" w:after="0"/>
              <w:rPr>
                <w:rFonts w:cs="Arial"/>
                <w:color w:val="auto"/>
                <w:szCs w:val="22"/>
              </w:rPr>
            </w:pPr>
          </w:p>
          <w:p w14:paraId="753EDD79" w14:textId="21A59FEA" w:rsidR="002267BA" w:rsidRPr="001A7B4B" w:rsidRDefault="00FF104D" w:rsidP="00010858">
            <w:pPr>
              <w:pStyle w:val="Normalheadingblue"/>
              <w:spacing w:before="0" w:after="0"/>
              <w:rPr>
                <w:rFonts w:cs="Arial"/>
                <w:color w:val="auto"/>
                <w:szCs w:val="22"/>
              </w:rPr>
            </w:pPr>
            <w:r w:rsidRPr="001A7B4B">
              <w:rPr>
                <w:rFonts w:cs="Arial"/>
                <w:color w:val="auto"/>
                <w:szCs w:val="22"/>
              </w:rPr>
              <w:t xml:space="preserve">Practical – </w:t>
            </w:r>
            <w:r w:rsidRPr="001A7B4B">
              <w:rPr>
                <w:rFonts w:cs="Arial"/>
                <w:b w:val="0"/>
                <w:color w:val="auto"/>
                <w:szCs w:val="22"/>
              </w:rPr>
              <w:t xml:space="preserve">Allow </w:t>
            </w:r>
            <w:r w:rsidR="00F502C8" w:rsidRPr="001A7B4B">
              <w:rPr>
                <w:rFonts w:cs="Arial"/>
                <w:b w:val="0"/>
                <w:color w:val="auto"/>
                <w:szCs w:val="22"/>
              </w:rPr>
              <w:t>students</w:t>
            </w:r>
            <w:r w:rsidRPr="001A7B4B">
              <w:rPr>
                <w:rFonts w:cs="Arial"/>
                <w:b w:val="0"/>
                <w:color w:val="auto"/>
                <w:szCs w:val="22"/>
              </w:rPr>
              <w:t xml:space="preserve"> to practice making connections to appliances and equipment such as Pumps, blending valves, WHB, WC, Shower valves etc using a range of connection types listed above.</w:t>
            </w:r>
          </w:p>
          <w:p w14:paraId="07C35163" w14:textId="77777777" w:rsidR="002267BA" w:rsidRPr="001A7B4B" w:rsidRDefault="002267BA" w:rsidP="00010858">
            <w:pPr>
              <w:pStyle w:val="Normalheadingblue"/>
              <w:spacing w:before="0" w:after="0"/>
              <w:rPr>
                <w:rFonts w:cs="Arial"/>
                <w:color w:val="auto"/>
                <w:szCs w:val="22"/>
              </w:rPr>
            </w:pPr>
          </w:p>
          <w:p w14:paraId="6B160221" w14:textId="11AED820" w:rsidR="002267BA" w:rsidRPr="001A7B4B" w:rsidRDefault="002267BA" w:rsidP="00010858">
            <w:pPr>
              <w:pStyle w:val="Normalheadingblue"/>
              <w:spacing w:before="0" w:after="0"/>
              <w:rPr>
                <w:rFonts w:cs="Arial"/>
                <w:color w:val="auto"/>
                <w:szCs w:val="22"/>
              </w:rPr>
            </w:pPr>
            <w:r w:rsidRPr="001A7B4B">
              <w:rPr>
                <w:rFonts w:cs="Arial"/>
                <w:color w:val="auto"/>
                <w:szCs w:val="22"/>
              </w:rPr>
              <w:t>Resources</w:t>
            </w:r>
            <w:r w:rsidR="00614490" w:rsidRPr="001A7B4B">
              <w:rPr>
                <w:rFonts w:cs="Arial"/>
                <w:color w:val="auto"/>
                <w:szCs w:val="22"/>
              </w:rPr>
              <w:t>:</w:t>
            </w:r>
          </w:p>
          <w:p w14:paraId="465C8A8C" w14:textId="77777777" w:rsidR="00FF104D" w:rsidRPr="001A7B4B" w:rsidRDefault="00FF104D" w:rsidP="00010858">
            <w:pPr>
              <w:pStyle w:val="Normalheadingblue"/>
              <w:spacing w:before="0" w:after="0"/>
              <w:rPr>
                <w:rFonts w:cs="Arial"/>
                <w:b w:val="0"/>
                <w:color w:val="auto"/>
                <w:szCs w:val="22"/>
              </w:rPr>
            </w:pPr>
            <w:r w:rsidRPr="001A7B4B">
              <w:rPr>
                <w:rFonts w:cs="Arial"/>
                <w:b w:val="0"/>
                <w:color w:val="auto"/>
                <w:szCs w:val="22"/>
              </w:rPr>
              <w:t>Range of fitting types</w:t>
            </w:r>
          </w:p>
          <w:p w14:paraId="673BFFB0" w14:textId="77777777" w:rsidR="00FF104D" w:rsidRPr="001A7B4B" w:rsidRDefault="00FF104D" w:rsidP="00010858">
            <w:pPr>
              <w:pStyle w:val="Normalheadingblue"/>
              <w:spacing w:before="0" w:after="0"/>
              <w:rPr>
                <w:rFonts w:cs="Arial"/>
                <w:b w:val="0"/>
                <w:color w:val="auto"/>
                <w:szCs w:val="22"/>
              </w:rPr>
            </w:pPr>
            <w:r w:rsidRPr="001A7B4B">
              <w:rPr>
                <w:rFonts w:cs="Arial"/>
                <w:b w:val="0"/>
                <w:color w:val="auto"/>
                <w:szCs w:val="22"/>
              </w:rPr>
              <w:t>Examples of components and equipment to make connections to</w:t>
            </w:r>
          </w:p>
          <w:p w14:paraId="03CCF32F" w14:textId="77777777" w:rsidR="002267BA" w:rsidRPr="001A7B4B" w:rsidRDefault="00FF104D" w:rsidP="00010858">
            <w:pPr>
              <w:pStyle w:val="Normalheadingblue"/>
              <w:spacing w:before="0" w:after="0"/>
              <w:rPr>
                <w:rFonts w:cs="Arial"/>
                <w:color w:val="auto"/>
                <w:szCs w:val="22"/>
              </w:rPr>
            </w:pPr>
            <w:r w:rsidRPr="001A7B4B">
              <w:rPr>
                <w:rFonts w:cs="Arial"/>
                <w:b w:val="0"/>
                <w:color w:val="auto"/>
                <w:szCs w:val="22"/>
              </w:rPr>
              <w:t>Tools and equipment</w:t>
            </w:r>
            <w:r w:rsidR="002267BA" w:rsidRPr="001A7B4B">
              <w:rPr>
                <w:rFonts w:cs="Arial"/>
                <w:color w:val="auto"/>
                <w:szCs w:val="22"/>
              </w:rPr>
              <w:br/>
            </w:r>
          </w:p>
        </w:tc>
        <w:tc>
          <w:tcPr>
            <w:tcW w:w="2246" w:type="dxa"/>
          </w:tcPr>
          <w:p w14:paraId="689A094B" w14:textId="77777777" w:rsidR="00DD207A" w:rsidRDefault="008A57D2">
            <w:r>
              <w:lastRenderedPageBreak/>
              <w:t>Identify fittings quiz</w:t>
            </w:r>
            <w:r>
              <w:br/>
            </w:r>
            <w:r>
              <w:br/>
              <w:t>Make connections practical task</w:t>
            </w:r>
            <w:r>
              <w:br/>
              <w:t>English skills (reading, writing, technical vocabulary)</w:t>
            </w:r>
          </w:p>
        </w:tc>
      </w:tr>
      <w:tr w:rsidR="002267BA" w:rsidRPr="00634DF8" w14:paraId="1F0CD86D" w14:textId="77777777" w:rsidTr="24BA986D">
        <w:trPr>
          <w:trHeight w:val="300"/>
          <w:jc w:val="center"/>
        </w:trPr>
        <w:tc>
          <w:tcPr>
            <w:tcW w:w="1297" w:type="dxa"/>
          </w:tcPr>
          <w:p w14:paraId="1BCFB01E" w14:textId="77777777" w:rsidR="002267BA" w:rsidRPr="00634DF8" w:rsidRDefault="004278C1" w:rsidP="002267BA">
            <w:pPr>
              <w:jc w:val="center"/>
              <w:rPr>
                <w:rFonts w:cs="Arial"/>
                <w:szCs w:val="22"/>
              </w:rPr>
            </w:pPr>
            <w:r>
              <w:rPr>
                <w:rFonts w:cs="Arial"/>
                <w:szCs w:val="22"/>
              </w:rPr>
              <w:t>44-45</w:t>
            </w:r>
          </w:p>
          <w:p w14:paraId="09A42992" w14:textId="77777777" w:rsidR="002267BA" w:rsidRPr="00634DF8" w:rsidRDefault="004278C1" w:rsidP="002267BA">
            <w:pPr>
              <w:jc w:val="center"/>
              <w:rPr>
                <w:rFonts w:cs="Arial"/>
                <w:szCs w:val="22"/>
              </w:rPr>
            </w:pPr>
            <w:r>
              <w:rPr>
                <w:rFonts w:cs="Arial"/>
                <w:szCs w:val="22"/>
              </w:rPr>
              <w:t>6</w:t>
            </w:r>
            <w:r w:rsidR="002267BA" w:rsidRPr="00634DF8">
              <w:rPr>
                <w:rFonts w:cs="Arial"/>
                <w:szCs w:val="22"/>
              </w:rPr>
              <w:t xml:space="preserve"> hours</w:t>
            </w:r>
          </w:p>
        </w:tc>
        <w:tc>
          <w:tcPr>
            <w:tcW w:w="2199" w:type="dxa"/>
          </w:tcPr>
          <w:p w14:paraId="79DB8221" w14:textId="77777777" w:rsidR="009D5FA9" w:rsidRPr="001A7B4B" w:rsidRDefault="009D5FA9" w:rsidP="009D5FA9">
            <w:pPr>
              <w:pStyle w:val="Normalheadingblack"/>
              <w:rPr>
                <w:rFonts w:cs="Arial"/>
                <w:lang w:eastAsia="en-GB"/>
              </w:rPr>
            </w:pPr>
            <w:r w:rsidRPr="001A7B4B">
              <w:rPr>
                <w:rFonts w:cs="Arial"/>
                <w:lang w:eastAsia="en-GB"/>
              </w:rPr>
              <w:t>Outcome 1 – Plumbing and heating common knowledge criteria</w:t>
            </w:r>
          </w:p>
          <w:p w14:paraId="751C1FC0" w14:textId="77777777" w:rsidR="009D5FA9" w:rsidRPr="001A7B4B" w:rsidRDefault="009D5FA9" w:rsidP="009D5FA9">
            <w:pPr>
              <w:pStyle w:val="Normalheadingblack"/>
              <w:rPr>
                <w:rFonts w:cs="Arial"/>
                <w:szCs w:val="22"/>
                <w:lang w:eastAsia="en-GB"/>
              </w:rPr>
            </w:pPr>
          </w:p>
          <w:p w14:paraId="52FAFB04" w14:textId="77777777" w:rsidR="009D5FA9" w:rsidRPr="001A7B4B" w:rsidRDefault="009D5FA9" w:rsidP="009D5FA9">
            <w:pPr>
              <w:pStyle w:val="Normalheadingblack"/>
              <w:rPr>
                <w:rFonts w:cs="Arial"/>
                <w:lang w:eastAsia="en-GB"/>
              </w:rPr>
            </w:pPr>
            <w:r w:rsidRPr="001A7B4B">
              <w:rPr>
                <w:rFonts w:cs="Arial"/>
                <w:lang w:eastAsia="en-GB"/>
              </w:rPr>
              <w:t>Outcome 2 Install plumbing and heating systems</w:t>
            </w:r>
          </w:p>
          <w:p w14:paraId="017CA272" w14:textId="77777777" w:rsidR="002267BA" w:rsidRPr="001A7B4B" w:rsidRDefault="002267BA" w:rsidP="002267BA">
            <w:pPr>
              <w:pStyle w:val="Normalheadingblack"/>
              <w:rPr>
                <w:rFonts w:cs="Arial"/>
                <w:szCs w:val="22"/>
                <w:lang w:eastAsia="en-GB"/>
              </w:rPr>
            </w:pPr>
          </w:p>
        </w:tc>
        <w:tc>
          <w:tcPr>
            <w:tcW w:w="3135" w:type="dxa"/>
          </w:tcPr>
          <w:p w14:paraId="2570A8A9" w14:textId="77777777" w:rsidR="009D5FA9" w:rsidRPr="001A7B4B" w:rsidRDefault="009D5FA9" w:rsidP="009D5FA9">
            <w:pPr>
              <w:pStyle w:val="Normalheadingblack"/>
              <w:rPr>
                <w:rFonts w:cs="Arial"/>
                <w:b w:val="0"/>
                <w:szCs w:val="22"/>
              </w:rPr>
            </w:pPr>
            <w:r w:rsidRPr="001A7B4B">
              <w:rPr>
                <w:rFonts w:cs="Arial"/>
                <w:b w:val="0"/>
                <w:szCs w:val="22"/>
              </w:rPr>
              <w:t>K1.33 Connection techniques</w:t>
            </w:r>
          </w:p>
          <w:p w14:paraId="6E032C8A" w14:textId="77777777" w:rsidR="009D5FA9" w:rsidRPr="001A7B4B" w:rsidRDefault="009D5FA9" w:rsidP="009D5FA9">
            <w:pPr>
              <w:pStyle w:val="Normalheadingblack"/>
              <w:rPr>
                <w:rFonts w:cs="Arial"/>
                <w:b w:val="0"/>
                <w:szCs w:val="22"/>
              </w:rPr>
            </w:pPr>
          </w:p>
          <w:p w14:paraId="0AD0AAFA" w14:textId="77777777" w:rsidR="002267BA" w:rsidRPr="001A7B4B" w:rsidRDefault="009D5FA9" w:rsidP="009D5FA9">
            <w:pPr>
              <w:pStyle w:val="Normalheadingblack"/>
              <w:rPr>
                <w:rFonts w:cs="Arial"/>
                <w:b w:val="0"/>
                <w:szCs w:val="22"/>
              </w:rPr>
            </w:pPr>
            <w:r w:rsidRPr="001A7B4B">
              <w:rPr>
                <w:rFonts w:cs="Arial"/>
                <w:b w:val="0"/>
                <w:szCs w:val="22"/>
              </w:rPr>
              <w:t>S2.10 Install pipework relevant to type of system</w:t>
            </w:r>
          </w:p>
          <w:p w14:paraId="023BE5DB" w14:textId="77777777" w:rsidR="009D5FA9" w:rsidRPr="001A7B4B" w:rsidRDefault="009D5FA9" w:rsidP="009D5FA9">
            <w:pPr>
              <w:pStyle w:val="Normalheadingblack"/>
              <w:rPr>
                <w:rFonts w:cs="Arial"/>
                <w:b w:val="0"/>
                <w:szCs w:val="22"/>
              </w:rPr>
            </w:pPr>
          </w:p>
          <w:p w14:paraId="4EEDBC67" w14:textId="77777777" w:rsidR="009D5FA9" w:rsidRPr="001A7B4B" w:rsidRDefault="009D5FA9" w:rsidP="009D5FA9">
            <w:pPr>
              <w:pStyle w:val="Normalheadingblack"/>
              <w:rPr>
                <w:rFonts w:cs="Arial"/>
                <w:b w:val="0"/>
                <w:szCs w:val="22"/>
              </w:rPr>
            </w:pPr>
            <w:r w:rsidRPr="001A7B4B">
              <w:rPr>
                <w:rFonts w:cs="Arial"/>
                <w:b w:val="0"/>
                <w:szCs w:val="22"/>
              </w:rPr>
              <w:t>S2.11 Install heating appliances</w:t>
            </w:r>
          </w:p>
        </w:tc>
        <w:tc>
          <w:tcPr>
            <w:tcW w:w="5785" w:type="dxa"/>
          </w:tcPr>
          <w:p w14:paraId="68F55EA6" w14:textId="169BC533" w:rsidR="002267BA" w:rsidRPr="001A7B4B" w:rsidRDefault="002267BA" w:rsidP="005B0E35">
            <w:pPr>
              <w:pStyle w:val="Normalheadingblue"/>
              <w:spacing w:before="0" w:after="0"/>
              <w:rPr>
                <w:rFonts w:cs="Arial"/>
                <w:color w:val="auto"/>
                <w:szCs w:val="22"/>
              </w:rPr>
            </w:pPr>
            <w:r w:rsidRPr="001A7B4B">
              <w:rPr>
                <w:rFonts w:cs="Arial"/>
                <w:color w:val="auto"/>
                <w:szCs w:val="22"/>
              </w:rPr>
              <w:t>Activities</w:t>
            </w:r>
            <w:r w:rsidR="005B0E35" w:rsidRPr="001A7B4B">
              <w:rPr>
                <w:rFonts w:cs="Arial"/>
                <w:color w:val="auto"/>
                <w:szCs w:val="22"/>
              </w:rPr>
              <w:t>:</w:t>
            </w:r>
          </w:p>
          <w:p w14:paraId="283CEB4F" w14:textId="77777777" w:rsidR="002267BA" w:rsidRPr="001A7B4B" w:rsidRDefault="002267BA" w:rsidP="005B0E35">
            <w:pPr>
              <w:pStyle w:val="Normalheadingblue"/>
              <w:spacing w:before="0" w:after="0"/>
              <w:rPr>
                <w:rFonts w:cs="Arial"/>
                <w:color w:val="auto"/>
                <w:szCs w:val="22"/>
              </w:rPr>
            </w:pPr>
            <w:r w:rsidRPr="001A7B4B">
              <w:rPr>
                <w:rFonts w:cs="Arial"/>
                <w:color w:val="auto"/>
                <w:szCs w:val="22"/>
              </w:rPr>
              <w:t>Starter task example:</w:t>
            </w:r>
          </w:p>
          <w:p w14:paraId="441C09D8" w14:textId="77777777" w:rsidR="002267BA" w:rsidRPr="001A7B4B" w:rsidRDefault="009D5FA9" w:rsidP="00901AEF">
            <w:pPr>
              <w:pStyle w:val="Normalheadingblue"/>
              <w:spacing w:before="0" w:after="0"/>
              <w:ind w:left="3"/>
              <w:rPr>
                <w:rFonts w:cs="Arial"/>
                <w:b w:val="0"/>
                <w:color w:val="auto"/>
                <w:szCs w:val="22"/>
              </w:rPr>
            </w:pPr>
            <w:r w:rsidRPr="001A7B4B">
              <w:rPr>
                <w:rFonts w:cs="Arial"/>
                <w:b w:val="0"/>
                <w:color w:val="auto"/>
                <w:szCs w:val="22"/>
              </w:rPr>
              <w:t>Toolbox talk – nominate learner(s) to discuss the safety requirements for use of a particular tool or process.</w:t>
            </w:r>
          </w:p>
          <w:p w14:paraId="02B27CA3" w14:textId="77777777" w:rsidR="002267BA" w:rsidRPr="001A7B4B" w:rsidRDefault="002267BA" w:rsidP="005B0E35">
            <w:pPr>
              <w:pStyle w:val="Normalheadingblue"/>
              <w:spacing w:before="0" w:after="0"/>
              <w:rPr>
                <w:rFonts w:cs="Arial"/>
                <w:color w:val="auto"/>
                <w:szCs w:val="22"/>
              </w:rPr>
            </w:pPr>
          </w:p>
          <w:p w14:paraId="1464328A" w14:textId="3E620135" w:rsidR="002267BA" w:rsidRPr="001A7B4B" w:rsidRDefault="002267BA" w:rsidP="005B0E35">
            <w:pPr>
              <w:pStyle w:val="Normalheadingblue"/>
              <w:spacing w:before="0" w:after="0"/>
              <w:rPr>
                <w:rFonts w:cs="Arial"/>
                <w:color w:val="auto"/>
                <w:szCs w:val="22"/>
              </w:rPr>
            </w:pPr>
            <w:r w:rsidRPr="001A7B4B">
              <w:rPr>
                <w:rFonts w:cs="Arial"/>
                <w:color w:val="auto"/>
                <w:szCs w:val="22"/>
              </w:rPr>
              <w:t>Delivery</w:t>
            </w:r>
            <w:r w:rsidR="00901AEF" w:rsidRPr="001A7B4B">
              <w:rPr>
                <w:rFonts w:cs="Arial"/>
                <w:color w:val="auto"/>
                <w:szCs w:val="22"/>
              </w:rPr>
              <w:t xml:space="preserve"> focus</w:t>
            </w:r>
            <w:r w:rsidRPr="001A7B4B">
              <w:rPr>
                <w:rFonts w:cs="Arial"/>
                <w:color w:val="auto"/>
                <w:szCs w:val="22"/>
              </w:rPr>
              <w:t>:</w:t>
            </w:r>
          </w:p>
          <w:p w14:paraId="62F389E3" w14:textId="299E9056" w:rsidR="002267BA" w:rsidRPr="001A7B4B" w:rsidRDefault="004278C1" w:rsidP="005B0E35">
            <w:pPr>
              <w:pStyle w:val="Normalheadingblue"/>
              <w:spacing w:before="0" w:after="0"/>
              <w:rPr>
                <w:rFonts w:cs="Arial"/>
                <w:color w:val="auto"/>
                <w:szCs w:val="22"/>
              </w:rPr>
            </w:pPr>
            <w:r w:rsidRPr="001A7B4B">
              <w:rPr>
                <w:rFonts w:cs="Arial"/>
                <w:color w:val="auto"/>
                <w:szCs w:val="22"/>
              </w:rPr>
              <w:t xml:space="preserve">Install heating appliances and Make connections – </w:t>
            </w:r>
            <w:r w:rsidRPr="001A7B4B">
              <w:rPr>
                <w:rFonts w:cs="Arial"/>
                <w:b w:val="0"/>
                <w:color w:val="auto"/>
                <w:szCs w:val="22"/>
              </w:rPr>
              <w:t xml:space="preserve">continuing from previous session, this session allows </w:t>
            </w:r>
            <w:r w:rsidR="00F502C8" w:rsidRPr="001A7B4B">
              <w:rPr>
                <w:rFonts w:cs="Arial"/>
                <w:b w:val="0"/>
                <w:color w:val="auto"/>
                <w:szCs w:val="22"/>
              </w:rPr>
              <w:t>students</w:t>
            </w:r>
            <w:r w:rsidRPr="001A7B4B">
              <w:rPr>
                <w:rFonts w:cs="Arial"/>
                <w:b w:val="0"/>
                <w:color w:val="auto"/>
                <w:szCs w:val="22"/>
              </w:rPr>
              <w:t xml:space="preserve"> to practice making </w:t>
            </w:r>
            <w:r w:rsidR="0048697E" w:rsidRPr="001A7B4B">
              <w:rPr>
                <w:rFonts w:cs="Arial"/>
                <w:b w:val="0"/>
                <w:color w:val="auto"/>
                <w:szCs w:val="22"/>
              </w:rPr>
              <w:t>second</w:t>
            </w:r>
            <w:r w:rsidRPr="001A7B4B">
              <w:rPr>
                <w:rFonts w:cs="Arial"/>
                <w:b w:val="0"/>
                <w:color w:val="auto"/>
                <w:szCs w:val="22"/>
              </w:rPr>
              <w:t xml:space="preserve"> fix connections and connecting to equipment and appliances, particularly boilers.</w:t>
            </w:r>
          </w:p>
          <w:p w14:paraId="33FDAB52" w14:textId="77777777" w:rsidR="002267BA" w:rsidRPr="001A7B4B" w:rsidRDefault="004278C1"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 xml:space="preserve">Tutor to demonstrate the process of hanging a boiler using boiler jig. </w:t>
            </w:r>
          </w:p>
          <w:p w14:paraId="25A24B2C" w14:textId="35393428" w:rsidR="009D5FA9" w:rsidRPr="001A7B4B" w:rsidRDefault="009D5FA9"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lastRenderedPageBreak/>
              <w:t xml:space="preserve">Distribute </w:t>
            </w:r>
            <w:proofErr w:type="spellStart"/>
            <w:r w:rsidRPr="001A7B4B">
              <w:rPr>
                <w:rFonts w:cs="Arial"/>
                <w:b w:val="0"/>
                <w:color w:val="auto"/>
                <w:szCs w:val="22"/>
              </w:rPr>
              <w:t>manufacturers</w:t>
            </w:r>
            <w:proofErr w:type="spellEnd"/>
            <w:r w:rsidRPr="001A7B4B">
              <w:rPr>
                <w:rFonts w:cs="Arial"/>
                <w:b w:val="0"/>
                <w:color w:val="auto"/>
                <w:szCs w:val="22"/>
              </w:rPr>
              <w:t xml:space="preserve"> instructions for </w:t>
            </w:r>
            <w:r w:rsidR="00F502C8" w:rsidRPr="001A7B4B">
              <w:rPr>
                <w:rFonts w:cs="Arial"/>
                <w:b w:val="0"/>
                <w:color w:val="auto"/>
                <w:szCs w:val="22"/>
              </w:rPr>
              <w:t>students</w:t>
            </w:r>
            <w:r w:rsidRPr="001A7B4B">
              <w:rPr>
                <w:rFonts w:cs="Arial"/>
                <w:b w:val="0"/>
                <w:color w:val="auto"/>
                <w:szCs w:val="22"/>
              </w:rPr>
              <w:t xml:space="preserve"> to examine and discuss.</w:t>
            </w:r>
          </w:p>
          <w:p w14:paraId="5E2A9D6A" w14:textId="77777777" w:rsidR="004278C1" w:rsidRPr="001A7B4B" w:rsidRDefault="004278C1"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Demonstrate the template use and the marking of fixings.</w:t>
            </w:r>
          </w:p>
          <w:p w14:paraId="23E5E1D2" w14:textId="77777777" w:rsidR="004278C1" w:rsidRPr="001A7B4B" w:rsidRDefault="004278C1"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Show process of fixing, levelling and hanging the boiler securely.</w:t>
            </w:r>
          </w:p>
          <w:p w14:paraId="451507DC" w14:textId="77777777" w:rsidR="004278C1" w:rsidRPr="001A7B4B" w:rsidRDefault="004278C1"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Demonstrate and discuss the connections to the boiler and the types of fitting and seals required.</w:t>
            </w:r>
          </w:p>
          <w:p w14:paraId="52DB6334" w14:textId="77777777" w:rsidR="002267BA" w:rsidRPr="001A7B4B" w:rsidRDefault="007B52F6" w:rsidP="002C017C">
            <w:pPr>
              <w:pStyle w:val="Normalheadingblue"/>
              <w:numPr>
                <w:ilvl w:val="0"/>
                <w:numId w:val="4"/>
              </w:numPr>
              <w:spacing w:before="0" w:after="0"/>
              <w:rPr>
                <w:rFonts w:cs="Arial"/>
                <w:b w:val="0"/>
                <w:color w:val="auto"/>
                <w:szCs w:val="22"/>
              </w:rPr>
            </w:pPr>
            <w:r w:rsidRPr="001A7B4B">
              <w:rPr>
                <w:rFonts w:cs="Arial"/>
                <w:b w:val="0"/>
                <w:color w:val="auto"/>
                <w:szCs w:val="22"/>
              </w:rPr>
              <w:t xml:space="preserve">Tutor to introduce </w:t>
            </w:r>
            <w:r w:rsidR="004278C1" w:rsidRPr="001A7B4B">
              <w:rPr>
                <w:rFonts w:cs="Arial"/>
                <w:b w:val="0"/>
                <w:color w:val="auto"/>
                <w:szCs w:val="22"/>
              </w:rPr>
              <w:t>Practical task</w:t>
            </w:r>
            <w:r w:rsidR="002267BA" w:rsidRPr="001A7B4B">
              <w:rPr>
                <w:rFonts w:cs="Arial"/>
                <w:b w:val="0"/>
                <w:color w:val="auto"/>
                <w:szCs w:val="22"/>
              </w:rPr>
              <w:t xml:space="preserve"> example:</w:t>
            </w:r>
          </w:p>
          <w:p w14:paraId="4579AB64" w14:textId="0E4B9A72" w:rsidR="002267BA" w:rsidRPr="001A7B4B" w:rsidRDefault="004278C1"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 xml:space="preserve">In pairs of small groups, </w:t>
            </w:r>
            <w:r w:rsidR="00F502C8" w:rsidRPr="001A7B4B">
              <w:rPr>
                <w:rFonts w:cs="Arial"/>
                <w:b w:val="0"/>
                <w:color w:val="auto"/>
                <w:szCs w:val="22"/>
              </w:rPr>
              <w:t>students</w:t>
            </w:r>
            <w:r w:rsidRPr="001A7B4B">
              <w:rPr>
                <w:rFonts w:cs="Arial"/>
                <w:b w:val="0"/>
                <w:color w:val="auto"/>
                <w:szCs w:val="22"/>
              </w:rPr>
              <w:t xml:space="preserve"> are to use a template and boiler jig to mount and fix a boiler to the wall.</w:t>
            </w:r>
          </w:p>
          <w:p w14:paraId="67B0EB93" w14:textId="51E9810D" w:rsidR="004278C1" w:rsidRPr="001A7B4B" w:rsidRDefault="004278C1"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 xml:space="preserve">Set task for </w:t>
            </w:r>
            <w:r w:rsidR="00F502C8" w:rsidRPr="001A7B4B">
              <w:rPr>
                <w:rFonts w:cs="Arial"/>
                <w:b w:val="0"/>
                <w:color w:val="auto"/>
                <w:szCs w:val="22"/>
              </w:rPr>
              <w:t>students</w:t>
            </w:r>
            <w:r w:rsidRPr="001A7B4B">
              <w:rPr>
                <w:rFonts w:cs="Arial"/>
                <w:b w:val="0"/>
                <w:color w:val="auto"/>
                <w:szCs w:val="22"/>
              </w:rPr>
              <w:t xml:space="preserve"> to then make connections from the boiler into a short piece of pipe in a clip.</w:t>
            </w:r>
          </w:p>
          <w:p w14:paraId="094A54DA" w14:textId="77777777" w:rsidR="004278C1" w:rsidRPr="001A7B4B" w:rsidRDefault="004278C1" w:rsidP="002C017C">
            <w:pPr>
              <w:pStyle w:val="Normalheadingblue"/>
              <w:numPr>
                <w:ilvl w:val="0"/>
                <w:numId w:val="4"/>
              </w:numPr>
              <w:spacing w:before="0" w:after="0"/>
              <w:ind w:left="284" w:hanging="284"/>
              <w:rPr>
                <w:rFonts w:cs="Arial"/>
                <w:b w:val="0"/>
                <w:color w:val="auto"/>
                <w:szCs w:val="22"/>
              </w:rPr>
            </w:pPr>
            <w:r w:rsidRPr="001A7B4B">
              <w:rPr>
                <w:rFonts w:cs="Arial"/>
                <w:b w:val="0"/>
                <w:color w:val="auto"/>
                <w:szCs w:val="22"/>
              </w:rPr>
              <w:t>On completion discuss each installation and groups to make suggestions on how each installation could be improved.</w:t>
            </w:r>
          </w:p>
          <w:p w14:paraId="03A5D8A2" w14:textId="77777777" w:rsidR="002267BA" w:rsidRPr="001A7B4B" w:rsidRDefault="002267BA" w:rsidP="005B0E35">
            <w:pPr>
              <w:pStyle w:val="Normalheadingblue"/>
              <w:spacing w:before="0" w:after="0"/>
              <w:rPr>
                <w:rFonts w:cs="Arial"/>
                <w:color w:val="auto"/>
                <w:szCs w:val="22"/>
              </w:rPr>
            </w:pPr>
          </w:p>
          <w:p w14:paraId="0C74837D" w14:textId="148C770F" w:rsidR="002267BA" w:rsidRPr="001A7B4B" w:rsidRDefault="002267BA" w:rsidP="005B0E35">
            <w:pPr>
              <w:pStyle w:val="Normalheadingblue"/>
              <w:spacing w:before="0" w:after="0"/>
              <w:rPr>
                <w:rFonts w:cs="Arial"/>
                <w:color w:val="auto"/>
                <w:szCs w:val="22"/>
              </w:rPr>
            </w:pPr>
            <w:r w:rsidRPr="001A7B4B">
              <w:rPr>
                <w:rFonts w:cs="Arial"/>
                <w:color w:val="auto"/>
                <w:szCs w:val="22"/>
              </w:rPr>
              <w:t>Resources</w:t>
            </w:r>
            <w:r w:rsidR="00901AEF" w:rsidRPr="001A7B4B">
              <w:rPr>
                <w:rFonts w:cs="Arial"/>
                <w:color w:val="auto"/>
                <w:szCs w:val="22"/>
              </w:rPr>
              <w:t>:</w:t>
            </w:r>
          </w:p>
          <w:p w14:paraId="6CE51492" w14:textId="77777777" w:rsidR="009D5FA9" w:rsidRPr="001A7B4B" w:rsidRDefault="009D5FA9" w:rsidP="005B0E35">
            <w:pPr>
              <w:pStyle w:val="Normalheadingblue"/>
              <w:spacing w:before="0" w:after="0"/>
              <w:rPr>
                <w:rFonts w:cs="Arial"/>
                <w:b w:val="0"/>
                <w:color w:val="auto"/>
                <w:szCs w:val="22"/>
              </w:rPr>
            </w:pPr>
            <w:r w:rsidRPr="001A7B4B">
              <w:rPr>
                <w:rFonts w:cs="Arial"/>
                <w:b w:val="0"/>
                <w:color w:val="auto"/>
                <w:szCs w:val="22"/>
              </w:rPr>
              <w:t>Boiler installation manuals</w:t>
            </w:r>
          </w:p>
          <w:p w14:paraId="2B530DCA" w14:textId="77777777" w:rsidR="009D5FA9" w:rsidRPr="001A7B4B" w:rsidRDefault="009D5FA9" w:rsidP="005B0E35">
            <w:pPr>
              <w:pStyle w:val="Normalheadingblue"/>
              <w:spacing w:before="0" w:after="0"/>
              <w:rPr>
                <w:rFonts w:cs="Arial"/>
                <w:b w:val="0"/>
                <w:color w:val="auto"/>
                <w:szCs w:val="22"/>
              </w:rPr>
            </w:pPr>
            <w:r w:rsidRPr="001A7B4B">
              <w:rPr>
                <w:rFonts w:cs="Arial"/>
                <w:b w:val="0"/>
                <w:color w:val="auto"/>
                <w:szCs w:val="22"/>
              </w:rPr>
              <w:t>Boiler jigs</w:t>
            </w:r>
          </w:p>
          <w:p w14:paraId="2C44D5D3" w14:textId="77777777" w:rsidR="009D5FA9" w:rsidRPr="001A7B4B" w:rsidRDefault="009D5FA9" w:rsidP="005B0E35">
            <w:pPr>
              <w:pStyle w:val="Normalheadingblue"/>
              <w:spacing w:before="0" w:after="0"/>
              <w:rPr>
                <w:rFonts w:cs="Arial"/>
                <w:b w:val="0"/>
                <w:color w:val="auto"/>
                <w:szCs w:val="22"/>
              </w:rPr>
            </w:pPr>
            <w:r w:rsidRPr="001A7B4B">
              <w:rPr>
                <w:rFonts w:cs="Arial"/>
                <w:b w:val="0"/>
                <w:color w:val="auto"/>
                <w:szCs w:val="22"/>
              </w:rPr>
              <w:t>Tools and equipment</w:t>
            </w:r>
          </w:p>
          <w:p w14:paraId="67CBD884" w14:textId="77777777" w:rsidR="009D5FA9" w:rsidRPr="001A7B4B" w:rsidRDefault="009D5FA9" w:rsidP="005B0E35">
            <w:pPr>
              <w:pStyle w:val="Normalheadingblue"/>
              <w:spacing w:before="0" w:after="0"/>
              <w:rPr>
                <w:rFonts w:cs="Arial"/>
                <w:b w:val="0"/>
                <w:color w:val="auto"/>
                <w:szCs w:val="22"/>
              </w:rPr>
            </w:pPr>
            <w:r w:rsidRPr="001A7B4B">
              <w:rPr>
                <w:rFonts w:cs="Arial"/>
                <w:b w:val="0"/>
                <w:color w:val="auto"/>
                <w:szCs w:val="22"/>
              </w:rPr>
              <w:t>Templates</w:t>
            </w:r>
          </w:p>
          <w:p w14:paraId="123E2A21" w14:textId="77777777" w:rsidR="002267BA" w:rsidRPr="001A7B4B" w:rsidRDefault="009D5FA9" w:rsidP="005B0E35">
            <w:pPr>
              <w:pStyle w:val="Normalheadingblue"/>
              <w:spacing w:before="0" w:after="0"/>
              <w:rPr>
                <w:rFonts w:cs="Arial"/>
                <w:color w:val="auto"/>
                <w:szCs w:val="22"/>
              </w:rPr>
            </w:pPr>
            <w:r w:rsidRPr="001A7B4B">
              <w:rPr>
                <w:rFonts w:cs="Arial"/>
                <w:b w:val="0"/>
                <w:color w:val="auto"/>
                <w:szCs w:val="22"/>
              </w:rPr>
              <w:t>Fixings</w:t>
            </w:r>
            <w:r w:rsidR="002267BA" w:rsidRPr="001A7B4B">
              <w:rPr>
                <w:rFonts w:cs="Arial"/>
                <w:color w:val="auto"/>
                <w:szCs w:val="22"/>
              </w:rPr>
              <w:br/>
            </w:r>
          </w:p>
        </w:tc>
        <w:tc>
          <w:tcPr>
            <w:tcW w:w="2246" w:type="dxa"/>
          </w:tcPr>
          <w:p w14:paraId="75E2F639" w14:textId="77777777" w:rsidR="00DD207A" w:rsidRDefault="008A57D2">
            <w:r>
              <w:lastRenderedPageBreak/>
              <w:t>Practical installation of boiler</w:t>
            </w:r>
          </w:p>
        </w:tc>
      </w:tr>
      <w:tr w:rsidR="002267BA" w:rsidRPr="00634DF8" w14:paraId="17528713" w14:textId="77777777" w:rsidTr="24BA986D">
        <w:trPr>
          <w:trHeight w:val="300"/>
          <w:jc w:val="center"/>
        </w:trPr>
        <w:tc>
          <w:tcPr>
            <w:tcW w:w="1297" w:type="dxa"/>
          </w:tcPr>
          <w:p w14:paraId="4AD7A0D8" w14:textId="77777777" w:rsidR="002267BA" w:rsidRPr="00634DF8" w:rsidRDefault="009D5FA9" w:rsidP="002267BA">
            <w:pPr>
              <w:jc w:val="center"/>
              <w:rPr>
                <w:rFonts w:cs="Arial"/>
                <w:szCs w:val="22"/>
              </w:rPr>
            </w:pPr>
            <w:r>
              <w:rPr>
                <w:rFonts w:cs="Arial"/>
                <w:szCs w:val="22"/>
              </w:rPr>
              <w:t>46</w:t>
            </w:r>
          </w:p>
          <w:p w14:paraId="5E014803" w14:textId="77777777" w:rsidR="002267BA" w:rsidRDefault="009D5FA9" w:rsidP="002267BA">
            <w:pPr>
              <w:jc w:val="center"/>
              <w:rPr>
                <w:rFonts w:cs="Arial"/>
                <w:szCs w:val="22"/>
              </w:rPr>
            </w:pPr>
            <w:r>
              <w:rPr>
                <w:rFonts w:cs="Arial"/>
                <w:szCs w:val="22"/>
              </w:rPr>
              <w:t>3</w:t>
            </w:r>
            <w:r w:rsidR="002267BA" w:rsidRPr="00634DF8">
              <w:rPr>
                <w:rFonts w:cs="Arial"/>
                <w:szCs w:val="22"/>
              </w:rPr>
              <w:t xml:space="preserve"> hours</w:t>
            </w:r>
          </w:p>
          <w:p w14:paraId="4D4250BD" w14:textId="335975B3" w:rsidR="004C7734" w:rsidRPr="004C7734" w:rsidRDefault="004C7734" w:rsidP="002267BA">
            <w:pPr>
              <w:jc w:val="center"/>
              <w:rPr>
                <w:rFonts w:cs="Arial"/>
                <w:b/>
                <w:bCs/>
                <w:szCs w:val="22"/>
              </w:rPr>
            </w:pPr>
            <w:r w:rsidRPr="004C7734">
              <w:rPr>
                <w:rFonts w:cs="Arial"/>
                <w:b/>
                <w:bCs/>
                <w:szCs w:val="22"/>
                <w:highlight w:val="yellow"/>
              </w:rPr>
              <w:lastRenderedPageBreak/>
              <w:t>PPT available</w:t>
            </w:r>
          </w:p>
        </w:tc>
        <w:tc>
          <w:tcPr>
            <w:tcW w:w="2199" w:type="dxa"/>
          </w:tcPr>
          <w:p w14:paraId="04204D70" w14:textId="77777777" w:rsidR="00A01C1C" w:rsidRPr="001A7B4B" w:rsidRDefault="00A01C1C" w:rsidP="00A01C1C">
            <w:pPr>
              <w:pStyle w:val="Normalheadingblack"/>
              <w:rPr>
                <w:rFonts w:cs="Arial"/>
                <w:lang w:eastAsia="en-GB"/>
              </w:rPr>
            </w:pPr>
            <w:r w:rsidRPr="001A7B4B">
              <w:rPr>
                <w:rFonts w:cs="Arial"/>
                <w:lang w:eastAsia="en-GB"/>
              </w:rPr>
              <w:lastRenderedPageBreak/>
              <w:t xml:space="preserve">Outcome 1 – Plumbing and </w:t>
            </w:r>
            <w:r w:rsidRPr="001A7B4B">
              <w:rPr>
                <w:rFonts w:cs="Arial"/>
                <w:lang w:eastAsia="en-GB"/>
              </w:rPr>
              <w:lastRenderedPageBreak/>
              <w:t>heating common knowledge criteria</w:t>
            </w:r>
          </w:p>
          <w:p w14:paraId="66476EF1" w14:textId="77777777" w:rsidR="00A01C1C" w:rsidRPr="001A7B4B" w:rsidRDefault="00A01C1C" w:rsidP="00A01C1C">
            <w:pPr>
              <w:pStyle w:val="Normalheadingblack"/>
              <w:rPr>
                <w:rFonts w:cs="Arial"/>
                <w:szCs w:val="22"/>
                <w:lang w:eastAsia="en-GB"/>
              </w:rPr>
            </w:pPr>
          </w:p>
          <w:p w14:paraId="5D7808AA" w14:textId="77777777" w:rsidR="00A01C1C" w:rsidRPr="001A7B4B" w:rsidRDefault="00A01C1C" w:rsidP="00A01C1C">
            <w:pPr>
              <w:pStyle w:val="Normalheadingblack"/>
              <w:rPr>
                <w:rFonts w:cs="Arial"/>
                <w:lang w:eastAsia="en-GB"/>
              </w:rPr>
            </w:pPr>
            <w:r w:rsidRPr="001A7B4B">
              <w:rPr>
                <w:rFonts w:cs="Arial"/>
                <w:lang w:eastAsia="en-GB"/>
              </w:rPr>
              <w:t>Outcome 2 Install plumbing and heating systems</w:t>
            </w:r>
          </w:p>
          <w:p w14:paraId="60F137EC" w14:textId="77777777" w:rsidR="002267BA" w:rsidRPr="001A7B4B" w:rsidRDefault="002267BA" w:rsidP="002267BA">
            <w:pPr>
              <w:pStyle w:val="Normalheadingblack"/>
              <w:rPr>
                <w:rFonts w:cs="Arial"/>
                <w:szCs w:val="22"/>
                <w:lang w:eastAsia="en-GB"/>
              </w:rPr>
            </w:pPr>
          </w:p>
        </w:tc>
        <w:tc>
          <w:tcPr>
            <w:tcW w:w="3135" w:type="dxa"/>
          </w:tcPr>
          <w:p w14:paraId="20FB5498" w14:textId="77777777" w:rsidR="002267BA" w:rsidRPr="001A7B4B" w:rsidRDefault="009D5FA9" w:rsidP="002267BA">
            <w:pPr>
              <w:pStyle w:val="Normalheadingblack"/>
              <w:rPr>
                <w:rFonts w:cs="Arial"/>
                <w:b w:val="0"/>
                <w:bCs/>
                <w:szCs w:val="22"/>
              </w:rPr>
            </w:pPr>
            <w:r w:rsidRPr="001A7B4B">
              <w:rPr>
                <w:rFonts w:cs="Arial"/>
                <w:b w:val="0"/>
                <w:bCs/>
                <w:szCs w:val="22"/>
              </w:rPr>
              <w:lastRenderedPageBreak/>
              <w:t>S2.15 Install thermal insulation materials</w:t>
            </w:r>
          </w:p>
          <w:p w14:paraId="64E9085C" w14:textId="77777777" w:rsidR="00A01C1C" w:rsidRPr="001A7B4B" w:rsidRDefault="00A01C1C" w:rsidP="002267BA">
            <w:pPr>
              <w:pStyle w:val="Normalheadingblack"/>
              <w:rPr>
                <w:rFonts w:cs="Arial"/>
                <w:b w:val="0"/>
                <w:bCs/>
                <w:szCs w:val="22"/>
              </w:rPr>
            </w:pPr>
          </w:p>
          <w:p w14:paraId="5AF293A7" w14:textId="77777777" w:rsidR="00A01C1C" w:rsidRPr="001A7B4B" w:rsidRDefault="00A01C1C" w:rsidP="00A01C1C">
            <w:pPr>
              <w:pStyle w:val="Default"/>
              <w:rPr>
                <w:bCs/>
                <w:color w:val="auto"/>
                <w:szCs w:val="22"/>
              </w:rPr>
            </w:pPr>
            <w:r w:rsidRPr="001A7B4B">
              <w:rPr>
                <w:bCs/>
                <w:color w:val="auto"/>
                <w:sz w:val="22"/>
                <w:szCs w:val="22"/>
              </w:rPr>
              <w:t xml:space="preserve">K1.19 Types of insulation materials </w:t>
            </w:r>
          </w:p>
          <w:p w14:paraId="27174C87" w14:textId="77777777" w:rsidR="00A01C1C" w:rsidRPr="001A7B4B" w:rsidRDefault="00A01C1C" w:rsidP="002267BA">
            <w:pPr>
              <w:pStyle w:val="Normalheadingblack"/>
              <w:rPr>
                <w:rFonts w:cs="Arial"/>
                <w:szCs w:val="22"/>
              </w:rPr>
            </w:pPr>
          </w:p>
        </w:tc>
        <w:tc>
          <w:tcPr>
            <w:tcW w:w="5785" w:type="dxa"/>
          </w:tcPr>
          <w:p w14:paraId="7752629E" w14:textId="552563AB" w:rsidR="002267BA" w:rsidRPr="001A7B4B" w:rsidRDefault="002267BA" w:rsidP="00234315">
            <w:pPr>
              <w:pStyle w:val="Normalheadingblue"/>
              <w:spacing w:before="0" w:after="0"/>
              <w:rPr>
                <w:rFonts w:cs="Arial"/>
                <w:color w:val="auto"/>
                <w:szCs w:val="22"/>
              </w:rPr>
            </w:pPr>
            <w:r w:rsidRPr="001A7B4B">
              <w:rPr>
                <w:rFonts w:cs="Arial"/>
                <w:color w:val="auto"/>
                <w:szCs w:val="22"/>
              </w:rPr>
              <w:lastRenderedPageBreak/>
              <w:t>Activities</w:t>
            </w:r>
            <w:r w:rsidR="00F2149B" w:rsidRPr="001A7B4B">
              <w:rPr>
                <w:rFonts w:cs="Arial"/>
                <w:color w:val="auto"/>
                <w:szCs w:val="22"/>
              </w:rPr>
              <w:t>:</w:t>
            </w:r>
          </w:p>
          <w:p w14:paraId="2E9E2EBA" w14:textId="77777777" w:rsidR="002267BA" w:rsidRPr="001A7B4B" w:rsidRDefault="002267BA" w:rsidP="00234315">
            <w:pPr>
              <w:pStyle w:val="Normalheadingblue"/>
              <w:spacing w:before="0" w:after="0"/>
              <w:rPr>
                <w:rFonts w:cs="Arial"/>
                <w:color w:val="auto"/>
                <w:szCs w:val="22"/>
              </w:rPr>
            </w:pPr>
            <w:r w:rsidRPr="001A7B4B">
              <w:rPr>
                <w:rFonts w:cs="Arial"/>
                <w:color w:val="auto"/>
                <w:szCs w:val="22"/>
              </w:rPr>
              <w:t>Starter task example:</w:t>
            </w:r>
          </w:p>
          <w:p w14:paraId="711BE942" w14:textId="1AD411A1" w:rsidR="0048697E" w:rsidRPr="001A7B4B" w:rsidRDefault="009C57D4" w:rsidP="0048697E">
            <w:pPr>
              <w:pStyle w:val="Normalheadingblue"/>
              <w:spacing w:before="0" w:after="0"/>
              <w:ind w:left="3"/>
              <w:rPr>
                <w:rFonts w:cs="Arial"/>
                <w:b w:val="0"/>
                <w:color w:val="auto"/>
                <w:szCs w:val="22"/>
              </w:rPr>
            </w:pPr>
            <w:r w:rsidRPr="001A7B4B">
              <w:rPr>
                <w:rFonts w:cs="Arial"/>
                <w:b w:val="0"/>
                <w:color w:val="auto"/>
                <w:szCs w:val="22"/>
              </w:rPr>
              <w:lastRenderedPageBreak/>
              <w:t>Classroom discussion – How does heat transfer? Tutor led discussion.</w:t>
            </w:r>
          </w:p>
          <w:p w14:paraId="28B7EA83" w14:textId="0D8B3E2E" w:rsidR="00CE5FBA" w:rsidRPr="001A7B4B" w:rsidRDefault="00CE5FBA" w:rsidP="00F2149B">
            <w:pPr>
              <w:pStyle w:val="Normalheadingblue"/>
              <w:spacing w:before="0" w:after="0"/>
              <w:ind w:left="3"/>
              <w:rPr>
                <w:rFonts w:cs="Arial"/>
                <w:b w:val="0"/>
                <w:color w:val="auto"/>
                <w:szCs w:val="22"/>
              </w:rPr>
            </w:pPr>
            <w:r w:rsidRPr="001A7B4B">
              <w:rPr>
                <w:rFonts w:cs="Arial"/>
                <w:bCs/>
                <w:color w:val="auto"/>
                <w:szCs w:val="22"/>
              </w:rPr>
              <w:t>Alternative:</w:t>
            </w:r>
            <w:r w:rsidRPr="001A7B4B">
              <w:rPr>
                <w:rFonts w:cs="Arial"/>
                <w:b w:val="0"/>
                <w:color w:val="auto"/>
                <w:szCs w:val="22"/>
              </w:rPr>
              <w:t xml:space="preserve"> Ask students what types of insulation materials </w:t>
            </w:r>
            <w:r w:rsidR="007C5000" w:rsidRPr="001A7B4B">
              <w:rPr>
                <w:rFonts w:cs="Arial"/>
                <w:b w:val="0"/>
                <w:color w:val="auto"/>
                <w:szCs w:val="22"/>
              </w:rPr>
              <w:t>they’re</w:t>
            </w:r>
            <w:r w:rsidRPr="001A7B4B">
              <w:rPr>
                <w:rFonts w:cs="Arial"/>
                <w:b w:val="0"/>
                <w:color w:val="auto"/>
                <w:szCs w:val="22"/>
              </w:rPr>
              <w:t xml:space="preserve"> familiar with in buildings</w:t>
            </w:r>
            <w:r w:rsidR="007C5000" w:rsidRPr="001A7B4B">
              <w:rPr>
                <w:rFonts w:cs="Arial"/>
                <w:b w:val="0"/>
                <w:color w:val="auto"/>
                <w:szCs w:val="22"/>
              </w:rPr>
              <w:t>.</w:t>
            </w:r>
          </w:p>
          <w:p w14:paraId="358F02F6" w14:textId="77777777" w:rsidR="002267BA" w:rsidRPr="001A7B4B" w:rsidRDefault="002267BA" w:rsidP="00234315">
            <w:pPr>
              <w:pStyle w:val="Normalheadingblue"/>
              <w:spacing w:before="0" w:after="0"/>
              <w:rPr>
                <w:rFonts w:cs="Arial"/>
                <w:color w:val="auto"/>
                <w:szCs w:val="22"/>
              </w:rPr>
            </w:pPr>
          </w:p>
          <w:p w14:paraId="4A71582E" w14:textId="658B56FB" w:rsidR="002267BA" w:rsidRPr="001A7B4B" w:rsidRDefault="002267BA" w:rsidP="00234315">
            <w:pPr>
              <w:pStyle w:val="Normalheadingblue"/>
              <w:spacing w:before="0" w:after="0"/>
              <w:rPr>
                <w:rFonts w:cs="Arial"/>
                <w:color w:val="auto"/>
                <w:szCs w:val="22"/>
              </w:rPr>
            </w:pPr>
            <w:r w:rsidRPr="001A7B4B">
              <w:rPr>
                <w:rFonts w:cs="Arial"/>
                <w:color w:val="auto"/>
                <w:szCs w:val="22"/>
              </w:rPr>
              <w:t>Delivery</w:t>
            </w:r>
            <w:r w:rsidR="00F2149B" w:rsidRPr="001A7B4B">
              <w:rPr>
                <w:rFonts w:cs="Arial"/>
                <w:color w:val="auto"/>
                <w:szCs w:val="22"/>
              </w:rPr>
              <w:t xml:space="preserve"> focus</w:t>
            </w:r>
            <w:r w:rsidRPr="001A7B4B">
              <w:rPr>
                <w:rFonts w:cs="Arial"/>
                <w:color w:val="auto"/>
                <w:szCs w:val="22"/>
              </w:rPr>
              <w:t>:</w:t>
            </w:r>
          </w:p>
          <w:p w14:paraId="696175C7" w14:textId="04118617" w:rsidR="00F87110" w:rsidRPr="001A7B4B" w:rsidRDefault="00F87110" w:rsidP="00234315">
            <w:pPr>
              <w:pStyle w:val="Normalheadingblue"/>
              <w:spacing w:before="0" w:after="0"/>
              <w:rPr>
                <w:rFonts w:cs="Arial"/>
                <w:b w:val="0"/>
                <w:bCs/>
                <w:color w:val="auto"/>
                <w:szCs w:val="22"/>
              </w:rPr>
            </w:pPr>
            <w:r w:rsidRPr="001A7B4B">
              <w:rPr>
                <w:rFonts w:cs="Arial"/>
                <w:b w:val="0"/>
                <w:bCs/>
                <w:color w:val="auto"/>
                <w:szCs w:val="22"/>
              </w:rPr>
              <w:t>Using PowerPoint</w:t>
            </w:r>
            <w:r w:rsidRPr="001A7B4B">
              <w:rPr>
                <w:rFonts w:cs="Arial"/>
                <w:color w:val="auto"/>
                <w:szCs w:val="22"/>
              </w:rPr>
              <w:t xml:space="preserve"> </w:t>
            </w:r>
            <w:r w:rsidR="00520398" w:rsidRPr="00811B5D">
              <w:rPr>
                <w:rFonts w:cs="Arial"/>
                <w:color w:val="auto"/>
                <w:szCs w:val="22"/>
                <w:highlight w:val="yellow"/>
              </w:rPr>
              <w:t>K1.19 Install thermal insulation materials</w:t>
            </w:r>
            <w:r w:rsidRPr="001A7B4B">
              <w:rPr>
                <w:rFonts w:cs="Arial"/>
                <w:b w:val="0"/>
                <w:bCs/>
                <w:color w:val="auto"/>
                <w:szCs w:val="22"/>
              </w:rPr>
              <w:t>, deliver the following content:</w:t>
            </w:r>
          </w:p>
          <w:p w14:paraId="4C845190" w14:textId="77777777" w:rsidR="00F87110" w:rsidRPr="001A7B4B" w:rsidRDefault="00F87110" w:rsidP="00234315">
            <w:pPr>
              <w:pStyle w:val="Normalheadingblue"/>
              <w:spacing w:before="0" w:after="0"/>
              <w:rPr>
                <w:color w:val="auto"/>
                <w:szCs w:val="22"/>
              </w:rPr>
            </w:pPr>
          </w:p>
          <w:p w14:paraId="29276902" w14:textId="5AF0373F" w:rsidR="009D5FA9" w:rsidRPr="001A7B4B" w:rsidRDefault="009D5FA9" w:rsidP="00234315">
            <w:pPr>
              <w:pStyle w:val="Normalheadingblue"/>
              <w:spacing w:before="0" w:after="0"/>
              <w:rPr>
                <w:color w:val="auto"/>
                <w:szCs w:val="22"/>
              </w:rPr>
            </w:pPr>
            <w:r w:rsidRPr="001A7B4B">
              <w:rPr>
                <w:b w:val="0"/>
                <w:color w:val="auto"/>
                <w:szCs w:val="22"/>
              </w:rPr>
              <w:t>Thermal insulation materials:</w:t>
            </w:r>
            <w:r w:rsidRPr="001A7B4B">
              <w:rPr>
                <w:color w:val="auto"/>
                <w:szCs w:val="22"/>
              </w:rPr>
              <w:t xml:space="preserve"> </w:t>
            </w:r>
          </w:p>
          <w:p w14:paraId="67F435FC" w14:textId="5B3DFCF6" w:rsidR="009D5FA9" w:rsidRPr="001A7B4B" w:rsidRDefault="009D5FA9" w:rsidP="002C017C">
            <w:pPr>
              <w:pStyle w:val="Default"/>
              <w:numPr>
                <w:ilvl w:val="0"/>
                <w:numId w:val="176"/>
              </w:numPr>
              <w:rPr>
                <w:color w:val="auto"/>
                <w:sz w:val="22"/>
                <w:szCs w:val="22"/>
              </w:rPr>
            </w:pPr>
            <w:r w:rsidRPr="001A7B4B">
              <w:rPr>
                <w:color w:val="auto"/>
                <w:sz w:val="22"/>
                <w:szCs w:val="22"/>
              </w:rPr>
              <w:t xml:space="preserve">polyisocyanurate foam </w:t>
            </w:r>
          </w:p>
          <w:p w14:paraId="1EC7F099" w14:textId="741E5962" w:rsidR="009D5FA9" w:rsidRPr="001A7B4B" w:rsidRDefault="009D5FA9" w:rsidP="002C017C">
            <w:pPr>
              <w:pStyle w:val="Default"/>
              <w:numPr>
                <w:ilvl w:val="0"/>
                <w:numId w:val="176"/>
              </w:numPr>
              <w:rPr>
                <w:color w:val="auto"/>
                <w:sz w:val="22"/>
                <w:szCs w:val="22"/>
              </w:rPr>
            </w:pPr>
            <w:r w:rsidRPr="001A7B4B">
              <w:rPr>
                <w:color w:val="auto"/>
                <w:sz w:val="22"/>
                <w:szCs w:val="22"/>
              </w:rPr>
              <w:t xml:space="preserve">PVC foam </w:t>
            </w:r>
          </w:p>
          <w:p w14:paraId="7765CE35" w14:textId="4B57F3A5" w:rsidR="009D5FA9" w:rsidRPr="001A7B4B" w:rsidRDefault="009D5FA9" w:rsidP="002C017C">
            <w:pPr>
              <w:pStyle w:val="Default"/>
              <w:numPr>
                <w:ilvl w:val="0"/>
                <w:numId w:val="176"/>
              </w:numPr>
              <w:rPr>
                <w:color w:val="auto"/>
                <w:sz w:val="20"/>
                <w:szCs w:val="20"/>
              </w:rPr>
            </w:pPr>
            <w:r w:rsidRPr="001A7B4B">
              <w:rPr>
                <w:color w:val="auto"/>
                <w:sz w:val="20"/>
                <w:szCs w:val="20"/>
              </w:rPr>
              <w:t xml:space="preserve">polyethylene foam. </w:t>
            </w:r>
          </w:p>
          <w:p w14:paraId="26DB0CCF" w14:textId="77777777" w:rsidR="009D5FA9" w:rsidRPr="001A7B4B" w:rsidRDefault="009D5FA9" w:rsidP="00234315">
            <w:pPr>
              <w:pStyle w:val="Normalheadingblue"/>
              <w:spacing w:before="0" w:after="0"/>
              <w:rPr>
                <w:rFonts w:cs="Arial"/>
                <w:color w:val="auto"/>
                <w:szCs w:val="22"/>
              </w:rPr>
            </w:pPr>
          </w:p>
          <w:p w14:paraId="27110CED" w14:textId="10CB1807" w:rsidR="009D5FA9" w:rsidRPr="001A7B4B" w:rsidRDefault="009C57D4" w:rsidP="00234315">
            <w:pPr>
              <w:pStyle w:val="Normalheadingblue"/>
              <w:spacing w:before="0" w:after="0"/>
              <w:rPr>
                <w:rFonts w:cs="Arial"/>
                <w:color w:val="auto"/>
                <w:szCs w:val="22"/>
              </w:rPr>
            </w:pPr>
            <w:r w:rsidRPr="001A7B4B">
              <w:rPr>
                <w:rFonts w:cs="Arial"/>
                <w:color w:val="auto"/>
                <w:szCs w:val="22"/>
              </w:rPr>
              <w:t>Practical task</w:t>
            </w:r>
            <w:r w:rsidR="009D5FA9" w:rsidRPr="001A7B4B">
              <w:rPr>
                <w:rFonts w:cs="Arial"/>
                <w:color w:val="auto"/>
                <w:szCs w:val="22"/>
              </w:rPr>
              <w:t xml:space="preserve"> example:</w:t>
            </w:r>
          </w:p>
          <w:p w14:paraId="54299572" w14:textId="144F9725" w:rsidR="002267BA" w:rsidRPr="001A7B4B" w:rsidRDefault="009D5FA9" w:rsidP="00F87110">
            <w:pPr>
              <w:pStyle w:val="Normalheadingblue"/>
              <w:spacing w:before="0" w:after="0"/>
              <w:rPr>
                <w:rFonts w:cs="Arial"/>
                <w:b w:val="0"/>
                <w:color w:val="auto"/>
                <w:szCs w:val="22"/>
              </w:rPr>
            </w:pPr>
            <w:r w:rsidRPr="001A7B4B">
              <w:rPr>
                <w:rFonts w:cs="Arial"/>
                <w:b w:val="0"/>
                <w:color w:val="auto"/>
                <w:szCs w:val="22"/>
              </w:rPr>
              <w:t>Give pra</w:t>
            </w:r>
            <w:r w:rsidR="009C57D4" w:rsidRPr="001A7B4B">
              <w:rPr>
                <w:rFonts w:cs="Arial"/>
                <w:b w:val="0"/>
                <w:color w:val="auto"/>
                <w:szCs w:val="22"/>
              </w:rPr>
              <w:t>c</w:t>
            </w:r>
            <w:r w:rsidRPr="001A7B4B">
              <w:rPr>
                <w:rFonts w:cs="Arial"/>
                <w:b w:val="0"/>
                <w:color w:val="auto"/>
                <w:szCs w:val="22"/>
              </w:rPr>
              <w:t xml:space="preserve">tical demonstration of how basic joints are cut and then allow </w:t>
            </w:r>
            <w:r w:rsidR="00F502C8" w:rsidRPr="001A7B4B">
              <w:rPr>
                <w:rFonts w:cs="Arial"/>
                <w:b w:val="0"/>
                <w:color w:val="auto"/>
                <w:szCs w:val="22"/>
              </w:rPr>
              <w:t>students</w:t>
            </w:r>
            <w:r w:rsidRPr="001A7B4B">
              <w:rPr>
                <w:rFonts w:cs="Arial"/>
                <w:b w:val="0"/>
                <w:color w:val="auto"/>
                <w:szCs w:val="22"/>
              </w:rPr>
              <w:t xml:space="preserve"> to practice this on the previously installed boiler jig pipework from previous sessions</w:t>
            </w:r>
            <w:r w:rsidR="009C57D4" w:rsidRPr="001A7B4B">
              <w:rPr>
                <w:rFonts w:cs="Arial"/>
                <w:b w:val="0"/>
                <w:color w:val="auto"/>
                <w:szCs w:val="22"/>
              </w:rPr>
              <w:t xml:space="preserve"> using relevant insulation type.</w:t>
            </w:r>
          </w:p>
          <w:p w14:paraId="5AFA498F" w14:textId="77777777" w:rsidR="002267BA" w:rsidRPr="001A7B4B" w:rsidRDefault="002267BA" w:rsidP="00234315">
            <w:pPr>
              <w:pStyle w:val="Normalheadingblue"/>
              <w:spacing w:before="0" w:after="0"/>
              <w:rPr>
                <w:rFonts w:cs="Arial"/>
                <w:color w:val="auto"/>
                <w:szCs w:val="22"/>
              </w:rPr>
            </w:pPr>
          </w:p>
          <w:p w14:paraId="4EE4CA8A" w14:textId="417AC49B" w:rsidR="002267BA" w:rsidRPr="001A7B4B" w:rsidRDefault="002267BA" w:rsidP="00234315">
            <w:pPr>
              <w:pStyle w:val="Normalheadingblue"/>
              <w:spacing w:before="0" w:after="0"/>
              <w:rPr>
                <w:rFonts w:cs="Arial"/>
                <w:color w:val="auto"/>
                <w:szCs w:val="22"/>
              </w:rPr>
            </w:pPr>
            <w:r w:rsidRPr="001A7B4B">
              <w:rPr>
                <w:rFonts w:cs="Arial"/>
                <w:color w:val="auto"/>
                <w:szCs w:val="22"/>
              </w:rPr>
              <w:t>Resources</w:t>
            </w:r>
            <w:r w:rsidR="00F2149B" w:rsidRPr="001A7B4B">
              <w:rPr>
                <w:rFonts w:cs="Arial"/>
                <w:color w:val="auto"/>
                <w:szCs w:val="22"/>
              </w:rPr>
              <w:t>:</w:t>
            </w:r>
          </w:p>
          <w:p w14:paraId="3A3AF6EF" w14:textId="6E772C9B" w:rsidR="009C57D4" w:rsidRPr="001A7B4B" w:rsidRDefault="00763103" w:rsidP="00234315">
            <w:pPr>
              <w:pStyle w:val="Normalheadingblue"/>
              <w:spacing w:before="0" w:after="0"/>
              <w:rPr>
                <w:rFonts w:cs="Arial"/>
                <w:b w:val="0"/>
                <w:color w:val="auto"/>
                <w:szCs w:val="22"/>
              </w:rPr>
            </w:pPr>
            <w:r w:rsidRPr="001A7B4B">
              <w:rPr>
                <w:rFonts w:cs="Arial"/>
                <w:b w:val="0"/>
                <w:color w:val="auto"/>
                <w:szCs w:val="22"/>
              </w:rPr>
              <w:t>PowerPoint</w:t>
            </w:r>
            <w:r w:rsidR="00520398" w:rsidRPr="001A7B4B">
              <w:rPr>
                <w:rFonts w:cs="Arial"/>
                <w:b w:val="0"/>
                <w:color w:val="auto"/>
                <w:szCs w:val="22"/>
              </w:rPr>
              <w:t xml:space="preserve">: </w:t>
            </w:r>
            <w:r w:rsidR="00520398" w:rsidRPr="001A7B4B">
              <w:rPr>
                <w:rFonts w:cs="Arial"/>
                <w:color w:val="auto"/>
                <w:szCs w:val="22"/>
              </w:rPr>
              <w:t>K1.19 Install thermal insulation materials</w:t>
            </w:r>
          </w:p>
          <w:p w14:paraId="032010C2" w14:textId="77777777" w:rsidR="009C57D4" w:rsidRPr="001A7B4B" w:rsidRDefault="009C57D4" w:rsidP="00234315">
            <w:pPr>
              <w:pStyle w:val="Normalheadingblue"/>
              <w:spacing w:before="0" w:after="0"/>
              <w:rPr>
                <w:rFonts w:cs="Arial"/>
                <w:b w:val="0"/>
                <w:color w:val="auto"/>
                <w:szCs w:val="22"/>
              </w:rPr>
            </w:pPr>
            <w:r w:rsidRPr="001A7B4B">
              <w:rPr>
                <w:rFonts w:cs="Arial"/>
                <w:b w:val="0"/>
                <w:color w:val="auto"/>
                <w:szCs w:val="22"/>
              </w:rPr>
              <w:t>Examples of pipe insulation</w:t>
            </w:r>
          </w:p>
          <w:p w14:paraId="002FA577" w14:textId="77777777" w:rsidR="009C57D4" w:rsidRPr="001A7B4B" w:rsidRDefault="009C57D4" w:rsidP="00234315">
            <w:pPr>
              <w:pStyle w:val="Normalheadingblue"/>
              <w:spacing w:before="0" w:after="0"/>
              <w:rPr>
                <w:rFonts w:cs="Arial"/>
                <w:b w:val="0"/>
                <w:color w:val="auto"/>
                <w:szCs w:val="22"/>
              </w:rPr>
            </w:pPr>
            <w:r w:rsidRPr="001A7B4B">
              <w:rPr>
                <w:rFonts w:cs="Arial"/>
                <w:b w:val="0"/>
                <w:color w:val="auto"/>
                <w:szCs w:val="22"/>
              </w:rPr>
              <w:t>Hacksaws</w:t>
            </w:r>
          </w:p>
          <w:p w14:paraId="3EEB888B" w14:textId="77777777" w:rsidR="009C57D4" w:rsidRPr="001A7B4B" w:rsidRDefault="009C57D4" w:rsidP="00234315">
            <w:pPr>
              <w:pStyle w:val="Normalheadingblue"/>
              <w:spacing w:before="0" w:after="0"/>
              <w:rPr>
                <w:rFonts w:cs="Arial"/>
                <w:b w:val="0"/>
                <w:color w:val="auto"/>
                <w:szCs w:val="22"/>
              </w:rPr>
            </w:pPr>
            <w:r w:rsidRPr="001A7B4B">
              <w:rPr>
                <w:rFonts w:cs="Arial"/>
                <w:b w:val="0"/>
                <w:color w:val="auto"/>
                <w:szCs w:val="22"/>
              </w:rPr>
              <w:t>Tape measures</w:t>
            </w:r>
          </w:p>
          <w:p w14:paraId="6CE223D0" w14:textId="77777777" w:rsidR="002267BA" w:rsidRPr="001A7B4B" w:rsidRDefault="009C57D4" w:rsidP="00234315">
            <w:pPr>
              <w:pStyle w:val="Normalheadingblue"/>
              <w:spacing w:before="0" w:after="0"/>
              <w:rPr>
                <w:rFonts w:cs="Arial"/>
                <w:color w:val="auto"/>
                <w:szCs w:val="22"/>
              </w:rPr>
            </w:pPr>
            <w:r w:rsidRPr="001A7B4B">
              <w:rPr>
                <w:rFonts w:cs="Arial"/>
                <w:b w:val="0"/>
                <w:color w:val="auto"/>
                <w:szCs w:val="22"/>
              </w:rPr>
              <w:t>Insulation jointing tape</w:t>
            </w:r>
            <w:r w:rsidR="002267BA" w:rsidRPr="001A7B4B">
              <w:rPr>
                <w:rFonts w:cs="Arial"/>
                <w:color w:val="auto"/>
                <w:szCs w:val="22"/>
              </w:rPr>
              <w:br/>
            </w:r>
          </w:p>
        </w:tc>
        <w:tc>
          <w:tcPr>
            <w:tcW w:w="2246" w:type="dxa"/>
          </w:tcPr>
          <w:p w14:paraId="3A84E503" w14:textId="77777777" w:rsidR="00DD207A" w:rsidRDefault="008A57D2">
            <w:r>
              <w:lastRenderedPageBreak/>
              <w:t>Q&amp;A</w:t>
            </w:r>
            <w:r>
              <w:br/>
            </w:r>
            <w:r>
              <w:br/>
            </w:r>
            <w:r>
              <w:br/>
            </w:r>
            <w:r>
              <w:lastRenderedPageBreak/>
              <w:t>Practical installation task</w:t>
            </w:r>
            <w:r>
              <w:br/>
              <w:t>English skills (reading, writing, technical vocabulary)</w:t>
            </w:r>
          </w:p>
        </w:tc>
      </w:tr>
      <w:tr w:rsidR="002267BA" w:rsidRPr="00634DF8" w14:paraId="76BA592B" w14:textId="77777777" w:rsidTr="24BA986D">
        <w:trPr>
          <w:trHeight w:val="300"/>
          <w:jc w:val="center"/>
        </w:trPr>
        <w:tc>
          <w:tcPr>
            <w:tcW w:w="1297" w:type="dxa"/>
          </w:tcPr>
          <w:p w14:paraId="5414955B" w14:textId="77777777" w:rsidR="002267BA" w:rsidRPr="00634DF8" w:rsidRDefault="009C57D4" w:rsidP="002267BA">
            <w:pPr>
              <w:jc w:val="center"/>
              <w:rPr>
                <w:rFonts w:cs="Arial"/>
                <w:szCs w:val="22"/>
              </w:rPr>
            </w:pPr>
            <w:r>
              <w:rPr>
                <w:rFonts w:cs="Arial"/>
                <w:szCs w:val="22"/>
              </w:rPr>
              <w:lastRenderedPageBreak/>
              <w:t>47</w:t>
            </w:r>
          </w:p>
          <w:p w14:paraId="5E6768EC" w14:textId="77777777" w:rsidR="002267BA" w:rsidRDefault="009C57D4" w:rsidP="002267BA">
            <w:pPr>
              <w:jc w:val="center"/>
              <w:rPr>
                <w:rFonts w:cs="Arial"/>
                <w:szCs w:val="22"/>
              </w:rPr>
            </w:pPr>
            <w:r>
              <w:rPr>
                <w:rFonts w:cs="Arial"/>
                <w:szCs w:val="22"/>
              </w:rPr>
              <w:t>3</w:t>
            </w:r>
            <w:r w:rsidR="002267BA" w:rsidRPr="00634DF8">
              <w:rPr>
                <w:rFonts w:cs="Arial"/>
                <w:szCs w:val="22"/>
              </w:rPr>
              <w:t xml:space="preserve"> hours</w:t>
            </w:r>
          </w:p>
          <w:p w14:paraId="34B29967" w14:textId="375EF2F4" w:rsidR="00432C17" w:rsidRPr="00634DF8" w:rsidRDefault="00432C17" w:rsidP="002267BA">
            <w:pPr>
              <w:jc w:val="center"/>
              <w:rPr>
                <w:rFonts w:cs="Arial"/>
                <w:szCs w:val="22"/>
              </w:rPr>
            </w:pPr>
          </w:p>
        </w:tc>
        <w:tc>
          <w:tcPr>
            <w:tcW w:w="2199" w:type="dxa"/>
          </w:tcPr>
          <w:p w14:paraId="42B3D9FC" w14:textId="77777777" w:rsidR="000554B6" w:rsidRPr="001A7B4B" w:rsidRDefault="000554B6" w:rsidP="000554B6">
            <w:pPr>
              <w:pStyle w:val="Normalheadingblack"/>
              <w:rPr>
                <w:rFonts w:cs="Arial"/>
                <w:lang w:eastAsia="en-GB"/>
              </w:rPr>
            </w:pPr>
            <w:r w:rsidRPr="001A7B4B">
              <w:rPr>
                <w:rFonts w:cs="Arial"/>
                <w:lang w:eastAsia="en-GB"/>
              </w:rPr>
              <w:t>Outcome 1 – Plumbing and heating common knowledge criteria</w:t>
            </w:r>
          </w:p>
          <w:p w14:paraId="08BE8306" w14:textId="77777777" w:rsidR="000554B6" w:rsidRPr="001A7B4B" w:rsidRDefault="000554B6" w:rsidP="000554B6">
            <w:pPr>
              <w:pStyle w:val="Normalheadingblack"/>
              <w:rPr>
                <w:rFonts w:cs="Arial"/>
                <w:szCs w:val="22"/>
                <w:lang w:eastAsia="en-GB"/>
              </w:rPr>
            </w:pPr>
          </w:p>
          <w:p w14:paraId="0FB534EE" w14:textId="77777777" w:rsidR="002267BA" w:rsidRPr="001A7B4B" w:rsidRDefault="002267BA" w:rsidP="000554B6">
            <w:pPr>
              <w:pStyle w:val="Normalheadingblack"/>
              <w:rPr>
                <w:rFonts w:cs="Arial"/>
                <w:szCs w:val="22"/>
                <w:lang w:eastAsia="en-GB"/>
              </w:rPr>
            </w:pPr>
          </w:p>
        </w:tc>
        <w:tc>
          <w:tcPr>
            <w:tcW w:w="3135" w:type="dxa"/>
          </w:tcPr>
          <w:p w14:paraId="35BC4755" w14:textId="77777777" w:rsidR="002267BA" w:rsidRPr="001A7B4B" w:rsidRDefault="000554B6" w:rsidP="002267BA">
            <w:pPr>
              <w:pStyle w:val="Normalheadingblack"/>
              <w:rPr>
                <w:rFonts w:cs="Arial"/>
                <w:b w:val="0"/>
                <w:szCs w:val="22"/>
              </w:rPr>
            </w:pPr>
            <w:r w:rsidRPr="001A7B4B">
              <w:rPr>
                <w:rFonts w:cs="Arial"/>
                <w:b w:val="0"/>
                <w:szCs w:val="22"/>
              </w:rPr>
              <w:t>K1.15 Metric and imperial dimensions</w:t>
            </w:r>
          </w:p>
          <w:p w14:paraId="13095C8D" w14:textId="77777777" w:rsidR="000554B6" w:rsidRPr="001A7B4B" w:rsidRDefault="000554B6" w:rsidP="002267BA">
            <w:pPr>
              <w:pStyle w:val="Normalheadingblack"/>
              <w:rPr>
                <w:rFonts w:cs="Arial"/>
                <w:b w:val="0"/>
                <w:szCs w:val="22"/>
              </w:rPr>
            </w:pPr>
          </w:p>
          <w:p w14:paraId="69304A70" w14:textId="77777777" w:rsidR="000554B6" w:rsidRPr="001A7B4B" w:rsidRDefault="000554B6" w:rsidP="002267BA">
            <w:pPr>
              <w:pStyle w:val="Normalheadingblack"/>
              <w:rPr>
                <w:rFonts w:cs="Arial"/>
                <w:b w:val="0"/>
                <w:szCs w:val="22"/>
              </w:rPr>
            </w:pPr>
            <w:r w:rsidRPr="001A7B4B">
              <w:rPr>
                <w:rFonts w:cs="Arial"/>
                <w:b w:val="0"/>
                <w:szCs w:val="22"/>
              </w:rPr>
              <w:t>K1.21</w:t>
            </w:r>
            <w:r w:rsidRPr="001A7B4B">
              <w:rPr>
                <w:b w:val="0"/>
              </w:rPr>
              <w:t xml:space="preserve"> </w:t>
            </w:r>
            <w:r w:rsidRPr="001A7B4B">
              <w:rPr>
                <w:rFonts w:cs="Arial"/>
                <w:b w:val="0"/>
                <w:szCs w:val="22"/>
              </w:rPr>
              <w:t>Scientific principles and concepts of heating engineering</w:t>
            </w:r>
          </w:p>
        </w:tc>
        <w:tc>
          <w:tcPr>
            <w:tcW w:w="5785" w:type="dxa"/>
          </w:tcPr>
          <w:p w14:paraId="50CA4634" w14:textId="29CD5F8D" w:rsidR="002267BA" w:rsidRPr="001A7B4B" w:rsidRDefault="002267BA" w:rsidP="00901AEF">
            <w:pPr>
              <w:pStyle w:val="Normalheadingblue"/>
              <w:spacing w:before="0" w:after="0"/>
              <w:rPr>
                <w:rFonts w:cs="Arial"/>
                <w:color w:val="auto"/>
                <w:szCs w:val="22"/>
              </w:rPr>
            </w:pPr>
            <w:r w:rsidRPr="001A7B4B">
              <w:rPr>
                <w:rFonts w:cs="Arial"/>
                <w:color w:val="auto"/>
                <w:szCs w:val="22"/>
              </w:rPr>
              <w:t>Activities</w:t>
            </w:r>
            <w:r w:rsidR="00901AEF" w:rsidRPr="001A7B4B">
              <w:rPr>
                <w:rFonts w:cs="Arial"/>
                <w:color w:val="auto"/>
                <w:szCs w:val="22"/>
              </w:rPr>
              <w:t>:</w:t>
            </w:r>
          </w:p>
          <w:p w14:paraId="7AF41187" w14:textId="77777777" w:rsidR="002267BA" w:rsidRPr="001A7B4B" w:rsidRDefault="002267BA" w:rsidP="00901AEF">
            <w:pPr>
              <w:pStyle w:val="Normalheadingblue"/>
              <w:spacing w:before="0" w:after="0"/>
              <w:rPr>
                <w:rFonts w:cs="Arial"/>
                <w:color w:val="auto"/>
                <w:szCs w:val="22"/>
              </w:rPr>
            </w:pPr>
            <w:r w:rsidRPr="001A7B4B">
              <w:rPr>
                <w:rFonts w:cs="Arial"/>
                <w:color w:val="auto"/>
                <w:szCs w:val="22"/>
              </w:rPr>
              <w:t>Starter task example:</w:t>
            </w:r>
          </w:p>
          <w:p w14:paraId="005163AE" w14:textId="77777777" w:rsidR="002267BA" w:rsidRPr="001A7B4B" w:rsidRDefault="009C57D4" w:rsidP="002C017C">
            <w:pPr>
              <w:pStyle w:val="Normalheadingblue"/>
              <w:numPr>
                <w:ilvl w:val="0"/>
                <w:numId w:val="4"/>
              </w:numPr>
              <w:spacing w:before="0" w:after="0"/>
              <w:rPr>
                <w:rFonts w:cs="Arial"/>
                <w:b w:val="0"/>
                <w:color w:val="auto"/>
                <w:szCs w:val="22"/>
              </w:rPr>
            </w:pPr>
            <w:r w:rsidRPr="001A7B4B">
              <w:rPr>
                <w:rFonts w:cs="Arial"/>
                <w:b w:val="0"/>
                <w:color w:val="auto"/>
                <w:szCs w:val="22"/>
              </w:rPr>
              <w:t>Introduction to new topic – Scientific principles, discuss the content included in the next phase of delivery.</w:t>
            </w:r>
          </w:p>
          <w:p w14:paraId="4D69B299" w14:textId="0A9040CA" w:rsidR="009C57D4" w:rsidRPr="001A7B4B" w:rsidRDefault="009C57D4" w:rsidP="002C017C">
            <w:pPr>
              <w:pStyle w:val="paragraph"/>
              <w:numPr>
                <w:ilvl w:val="0"/>
                <w:numId w:val="4"/>
              </w:numPr>
              <w:spacing w:before="0" w:beforeAutospacing="0" w:after="0" w:afterAutospacing="0"/>
              <w:textAlignment w:val="baseline"/>
              <w:rPr>
                <w:rFonts w:ascii="Arial" w:hAnsi="Arial" w:cs="Arial"/>
                <w:sz w:val="22"/>
                <w:szCs w:val="22"/>
              </w:rPr>
            </w:pPr>
            <w:r w:rsidRPr="001A7B4B">
              <w:rPr>
                <w:rStyle w:val="normaltextrun"/>
                <w:rFonts w:ascii="Arial" w:hAnsi="Arial" w:cs="Arial"/>
                <w:sz w:val="22"/>
                <w:szCs w:val="22"/>
              </w:rPr>
              <w:t>Starter task -</w:t>
            </w:r>
            <w:r w:rsidR="000554B6" w:rsidRPr="001A7B4B">
              <w:rPr>
                <w:rStyle w:val="normaltextrun"/>
                <w:rFonts w:ascii="Arial" w:hAnsi="Arial" w:cs="Arial"/>
                <w:sz w:val="22"/>
                <w:szCs w:val="22"/>
              </w:rPr>
              <w:t xml:space="preserve"> </w:t>
            </w:r>
            <w:r w:rsidR="00116A2E" w:rsidRPr="001A7B4B">
              <w:rPr>
                <w:rStyle w:val="normaltextrun"/>
                <w:rFonts w:ascii="Arial" w:hAnsi="Arial" w:cs="Arial"/>
                <w:sz w:val="22"/>
                <w:szCs w:val="22"/>
              </w:rPr>
              <w:t>Students</w:t>
            </w:r>
            <w:r w:rsidRPr="001A7B4B">
              <w:rPr>
                <w:rStyle w:val="normaltextrun"/>
                <w:rFonts w:ascii="Arial" w:hAnsi="Arial" w:cs="Arial"/>
                <w:sz w:val="22"/>
                <w:szCs w:val="22"/>
              </w:rPr>
              <w:t xml:space="preserve"> to offer examples of measurements t</w:t>
            </w:r>
            <w:r w:rsidRPr="001A7B4B">
              <w:rPr>
                <w:rStyle w:val="normaltextrun"/>
                <w:rFonts w:ascii="Arial" w:hAnsi="Arial"/>
                <w:sz w:val="22"/>
              </w:rPr>
              <w:t xml:space="preserve">hat might be </w:t>
            </w:r>
            <w:r w:rsidRPr="001A7B4B">
              <w:rPr>
                <w:rStyle w:val="normaltextrun"/>
                <w:rFonts w:ascii="Arial" w:hAnsi="Arial" w:cs="Arial"/>
                <w:sz w:val="22"/>
                <w:szCs w:val="22"/>
              </w:rPr>
              <w:t>used within the workplace.</w:t>
            </w:r>
            <w:r w:rsidRPr="001A7B4B">
              <w:rPr>
                <w:rStyle w:val="eop"/>
                <w:rFonts w:ascii="Arial" w:hAnsi="Arial" w:cs="Arial"/>
                <w:sz w:val="22"/>
                <w:szCs w:val="22"/>
              </w:rPr>
              <w:t> </w:t>
            </w:r>
          </w:p>
          <w:p w14:paraId="6AF56DC0" w14:textId="77777777" w:rsidR="002267BA" w:rsidRPr="001A7B4B" w:rsidRDefault="002267BA" w:rsidP="00901AEF">
            <w:pPr>
              <w:pStyle w:val="Normalheadingblue"/>
              <w:spacing w:before="0" w:after="0"/>
              <w:rPr>
                <w:rFonts w:cs="Arial"/>
                <w:color w:val="auto"/>
                <w:szCs w:val="22"/>
              </w:rPr>
            </w:pPr>
          </w:p>
          <w:p w14:paraId="2788F946" w14:textId="42E47BBB" w:rsidR="002267BA" w:rsidRPr="001A7B4B" w:rsidRDefault="002267BA" w:rsidP="00901AEF">
            <w:pPr>
              <w:pStyle w:val="Normalheadingblue"/>
              <w:spacing w:before="0" w:after="0"/>
              <w:rPr>
                <w:rFonts w:cs="Arial"/>
                <w:color w:val="auto"/>
                <w:szCs w:val="22"/>
              </w:rPr>
            </w:pPr>
            <w:r w:rsidRPr="001A7B4B">
              <w:rPr>
                <w:rFonts w:cs="Arial"/>
                <w:color w:val="auto"/>
                <w:szCs w:val="22"/>
              </w:rPr>
              <w:t>Delivery</w:t>
            </w:r>
            <w:r w:rsidR="00901AEF" w:rsidRPr="001A7B4B">
              <w:rPr>
                <w:rFonts w:cs="Arial"/>
                <w:color w:val="auto"/>
                <w:szCs w:val="22"/>
              </w:rPr>
              <w:t xml:space="preserve"> focus</w:t>
            </w:r>
            <w:r w:rsidRPr="001A7B4B">
              <w:rPr>
                <w:rFonts w:cs="Arial"/>
                <w:color w:val="auto"/>
                <w:szCs w:val="22"/>
              </w:rPr>
              <w:t>:</w:t>
            </w:r>
          </w:p>
          <w:p w14:paraId="4CCFC3A7" w14:textId="509B5DEC" w:rsidR="009C57D4" w:rsidRPr="001A7B4B" w:rsidRDefault="000554B6" w:rsidP="002C017C">
            <w:pPr>
              <w:pStyle w:val="paragraph"/>
              <w:numPr>
                <w:ilvl w:val="0"/>
                <w:numId w:val="4"/>
              </w:numPr>
              <w:spacing w:before="0" w:beforeAutospacing="0" w:after="0" w:afterAutospacing="0"/>
              <w:textAlignment w:val="baseline"/>
              <w:rPr>
                <w:rStyle w:val="normaltextrun"/>
                <w:rFonts w:ascii="Arial" w:hAnsi="Arial" w:cs="Arial"/>
                <w:sz w:val="22"/>
                <w:szCs w:val="22"/>
              </w:rPr>
            </w:pPr>
            <w:r w:rsidRPr="001A7B4B">
              <w:rPr>
                <w:rStyle w:val="normaltextrun"/>
                <w:rFonts w:ascii="Arial" w:hAnsi="Arial" w:cs="Arial"/>
                <w:sz w:val="22"/>
                <w:szCs w:val="22"/>
              </w:rPr>
              <w:t>Deliver the range of SI Units used within industry:</w:t>
            </w:r>
          </w:p>
          <w:p w14:paraId="5991B39C" w14:textId="77777777" w:rsidR="009C57D4" w:rsidRPr="001A7B4B" w:rsidRDefault="009C57D4" w:rsidP="002C017C">
            <w:pPr>
              <w:pStyle w:val="paragraph"/>
              <w:numPr>
                <w:ilvl w:val="0"/>
                <w:numId w:val="4"/>
              </w:numPr>
              <w:spacing w:before="0" w:beforeAutospacing="0" w:after="0" w:afterAutospacing="0"/>
              <w:textAlignment w:val="baseline"/>
              <w:rPr>
                <w:rFonts w:ascii="Arial" w:hAnsi="Arial" w:cs="Arial"/>
                <w:sz w:val="22"/>
                <w:szCs w:val="22"/>
              </w:rPr>
            </w:pPr>
            <w:r w:rsidRPr="001A7B4B">
              <w:rPr>
                <w:rStyle w:val="normaltextrun"/>
                <w:rFonts w:ascii="Arial" w:hAnsi="Arial" w:cs="Arial"/>
                <w:sz w:val="22"/>
                <w:szCs w:val="22"/>
              </w:rPr>
              <w:t>metre (length) m</w:t>
            </w:r>
            <w:r w:rsidRPr="001A7B4B">
              <w:rPr>
                <w:rStyle w:val="eop"/>
                <w:rFonts w:ascii="Arial" w:hAnsi="Arial" w:cs="Arial"/>
                <w:sz w:val="22"/>
                <w:szCs w:val="22"/>
              </w:rPr>
              <w:t> </w:t>
            </w:r>
          </w:p>
          <w:p w14:paraId="45A44EA0" w14:textId="77777777" w:rsidR="009C57D4" w:rsidRPr="001A7B4B" w:rsidRDefault="009C57D4" w:rsidP="002C017C">
            <w:pPr>
              <w:pStyle w:val="paragraph"/>
              <w:numPr>
                <w:ilvl w:val="0"/>
                <w:numId w:val="4"/>
              </w:numPr>
              <w:spacing w:before="0" w:beforeAutospacing="0" w:after="0" w:afterAutospacing="0"/>
              <w:textAlignment w:val="baseline"/>
              <w:rPr>
                <w:rFonts w:ascii="Arial" w:hAnsi="Arial" w:cs="Arial"/>
                <w:sz w:val="22"/>
                <w:szCs w:val="22"/>
              </w:rPr>
            </w:pPr>
            <w:r w:rsidRPr="001A7B4B">
              <w:rPr>
                <w:rStyle w:val="normaltextrun"/>
                <w:rFonts w:ascii="Arial" w:hAnsi="Arial" w:cs="Arial"/>
                <w:sz w:val="22"/>
                <w:szCs w:val="22"/>
              </w:rPr>
              <w:t>kilogram (mass) kg</w:t>
            </w:r>
            <w:r w:rsidRPr="001A7B4B">
              <w:rPr>
                <w:rStyle w:val="eop"/>
                <w:rFonts w:ascii="Arial" w:hAnsi="Arial" w:cs="Arial"/>
                <w:sz w:val="22"/>
                <w:szCs w:val="22"/>
              </w:rPr>
              <w:t> </w:t>
            </w:r>
          </w:p>
          <w:p w14:paraId="4B6919A1" w14:textId="77777777" w:rsidR="009C57D4" w:rsidRPr="001A7B4B" w:rsidRDefault="009C57D4" w:rsidP="002C017C">
            <w:pPr>
              <w:pStyle w:val="paragraph"/>
              <w:numPr>
                <w:ilvl w:val="0"/>
                <w:numId w:val="4"/>
              </w:numPr>
              <w:spacing w:before="0" w:beforeAutospacing="0" w:after="0" w:afterAutospacing="0"/>
              <w:textAlignment w:val="baseline"/>
              <w:rPr>
                <w:rFonts w:ascii="Arial" w:hAnsi="Arial" w:cs="Arial"/>
                <w:sz w:val="22"/>
                <w:szCs w:val="22"/>
              </w:rPr>
            </w:pPr>
            <w:r w:rsidRPr="001A7B4B">
              <w:rPr>
                <w:rStyle w:val="normaltextrun"/>
                <w:rFonts w:ascii="Arial" w:hAnsi="Arial" w:cs="Arial"/>
                <w:sz w:val="22"/>
                <w:szCs w:val="22"/>
              </w:rPr>
              <w:t>second (time) s</w:t>
            </w:r>
            <w:r w:rsidRPr="001A7B4B">
              <w:rPr>
                <w:rStyle w:val="eop"/>
                <w:rFonts w:ascii="Arial" w:hAnsi="Arial" w:cs="Arial"/>
                <w:sz w:val="22"/>
                <w:szCs w:val="22"/>
              </w:rPr>
              <w:t> </w:t>
            </w:r>
          </w:p>
          <w:p w14:paraId="1A091699" w14:textId="77777777" w:rsidR="009C57D4" w:rsidRPr="001A7B4B" w:rsidRDefault="009C57D4" w:rsidP="002C017C">
            <w:pPr>
              <w:pStyle w:val="paragraph"/>
              <w:numPr>
                <w:ilvl w:val="0"/>
                <w:numId w:val="4"/>
              </w:numPr>
              <w:spacing w:before="0" w:beforeAutospacing="0" w:after="0" w:afterAutospacing="0"/>
              <w:textAlignment w:val="baseline"/>
              <w:rPr>
                <w:rFonts w:ascii="Arial" w:hAnsi="Arial" w:cs="Arial"/>
                <w:sz w:val="22"/>
                <w:szCs w:val="22"/>
              </w:rPr>
            </w:pPr>
            <w:r w:rsidRPr="001A7B4B">
              <w:rPr>
                <w:rStyle w:val="normaltextrun"/>
                <w:rFonts w:ascii="Arial" w:hAnsi="Arial" w:cs="Arial"/>
                <w:sz w:val="22"/>
                <w:szCs w:val="22"/>
              </w:rPr>
              <w:t>Kelvin (temperature) </w:t>
            </w:r>
            <w:r w:rsidRPr="001A7B4B">
              <w:rPr>
                <w:rStyle w:val="eop"/>
                <w:rFonts w:ascii="Arial" w:hAnsi="Arial" w:cs="Arial"/>
                <w:sz w:val="22"/>
                <w:szCs w:val="22"/>
              </w:rPr>
              <w:t> </w:t>
            </w:r>
          </w:p>
          <w:p w14:paraId="69B4AEA4" w14:textId="77777777" w:rsidR="009C57D4" w:rsidRPr="001A7B4B" w:rsidRDefault="009C57D4" w:rsidP="002C017C">
            <w:pPr>
              <w:pStyle w:val="paragraph"/>
              <w:numPr>
                <w:ilvl w:val="0"/>
                <w:numId w:val="4"/>
              </w:numPr>
              <w:spacing w:before="0" w:beforeAutospacing="0" w:after="0" w:afterAutospacing="0"/>
              <w:textAlignment w:val="baseline"/>
              <w:rPr>
                <w:rFonts w:ascii="Arial" w:hAnsi="Arial" w:cs="Arial"/>
                <w:sz w:val="22"/>
                <w:szCs w:val="22"/>
              </w:rPr>
            </w:pPr>
            <w:r w:rsidRPr="001A7B4B">
              <w:rPr>
                <w:rStyle w:val="normaltextrun"/>
                <w:rFonts w:ascii="Arial" w:hAnsi="Arial" w:cs="Arial"/>
                <w:sz w:val="22"/>
                <w:szCs w:val="22"/>
              </w:rPr>
              <w:t>Pascals</w:t>
            </w:r>
            <w:r w:rsidRPr="001A7B4B">
              <w:rPr>
                <w:rStyle w:val="eop"/>
                <w:rFonts w:ascii="Arial" w:hAnsi="Arial" w:cs="Arial"/>
                <w:sz w:val="22"/>
                <w:szCs w:val="22"/>
              </w:rPr>
              <w:t> </w:t>
            </w:r>
          </w:p>
          <w:p w14:paraId="539CB938" w14:textId="77777777" w:rsidR="002267BA" w:rsidRPr="001A7B4B" w:rsidRDefault="009C57D4" w:rsidP="002C017C">
            <w:pPr>
              <w:pStyle w:val="paragraph"/>
              <w:numPr>
                <w:ilvl w:val="0"/>
                <w:numId w:val="4"/>
              </w:numPr>
              <w:spacing w:before="0" w:beforeAutospacing="0" w:after="0" w:afterAutospacing="0"/>
              <w:textAlignment w:val="baseline"/>
              <w:rPr>
                <w:rFonts w:ascii="Arial" w:hAnsi="Arial" w:cs="Arial"/>
                <w:sz w:val="22"/>
                <w:szCs w:val="22"/>
              </w:rPr>
            </w:pPr>
            <w:r w:rsidRPr="001A7B4B">
              <w:rPr>
                <w:rStyle w:val="normaltextrun"/>
                <w:rFonts w:ascii="Arial" w:hAnsi="Arial" w:cs="Arial"/>
                <w:sz w:val="22"/>
                <w:szCs w:val="22"/>
              </w:rPr>
              <w:t>bar. </w:t>
            </w:r>
            <w:r w:rsidRPr="001A7B4B">
              <w:rPr>
                <w:rStyle w:val="eop"/>
                <w:rFonts w:ascii="Arial" w:hAnsi="Arial" w:cs="Arial"/>
                <w:sz w:val="22"/>
                <w:szCs w:val="22"/>
              </w:rPr>
              <w:t> </w:t>
            </w:r>
          </w:p>
          <w:p w14:paraId="3E7A8BE9" w14:textId="77777777" w:rsidR="002267BA" w:rsidRPr="001A7B4B" w:rsidRDefault="002267BA" w:rsidP="00901AEF">
            <w:pPr>
              <w:pStyle w:val="Normalheadingblue"/>
              <w:spacing w:before="0" w:after="0"/>
              <w:rPr>
                <w:rFonts w:cs="Arial"/>
                <w:color w:val="auto"/>
                <w:szCs w:val="22"/>
              </w:rPr>
            </w:pPr>
          </w:p>
          <w:p w14:paraId="7E563911" w14:textId="030936D7" w:rsidR="002267BA" w:rsidRPr="001A7B4B" w:rsidRDefault="002267BA" w:rsidP="00901AEF">
            <w:pPr>
              <w:pStyle w:val="Normalheadingblue"/>
              <w:spacing w:before="0" w:after="0"/>
              <w:rPr>
                <w:rFonts w:cs="Arial"/>
                <w:color w:val="auto"/>
                <w:szCs w:val="22"/>
              </w:rPr>
            </w:pPr>
            <w:r w:rsidRPr="001A7B4B">
              <w:rPr>
                <w:rFonts w:cs="Arial"/>
                <w:color w:val="auto"/>
                <w:szCs w:val="22"/>
              </w:rPr>
              <w:t xml:space="preserve">Knowledge </w:t>
            </w:r>
            <w:r w:rsidR="00901AEF" w:rsidRPr="001A7B4B">
              <w:rPr>
                <w:rFonts w:cs="Arial"/>
                <w:color w:val="auto"/>
                <w:szCs w:val="22"/>
              </w:rPr>
              <w:t>C</w:t>
            </w:r>
            <w:r w:rsidRPr="001A7B4B">
              <w:rPr>
                <w:rFonts w:cs="Arial"/>
                <w:color w:val="auto"/>
                <w:szCs w:val="22"/>
              </w:rPr>
              <w:t>heck example:</w:t>
            </w:r>
          </w:p>
          <w:p w14:paraId="4CD82FB2" w14:textId="047B985B" w:rsidR="002267BA" w:rsidRPr="001A7B4B" w:rsidRDefault="000554B6" w:rsidP="002C017C">
            <w:pPr>
              <w:pStyle w:val="Normalheadingblue"/>
              <w:numPr>
                <w:ilvl w:val="0"/>
                <w:numId w:val="4"/>
              </w:numPr>
              <w:spacing w:before="0" w:after="0"/>
              <w:rPr>
                <w:rFonts w:cs="Arial"/>
                <w:b w:val="0"/>
                <w:color w:val="auto"/>
                <w:szCs w:val="22"/>
              </w:rPr>
            </w:pPr>
            <w:r w:rsidRPr="001A7B4B">
              <w:rPr>
                <w:rFonts w:cs="Arial"/>
                <w:b w:val="0"/>
                <w:color w:val="auto"/>
                <w:szCs w:val="22"/>
              </w:rPr>
              <w:t xml:space="preserve">Distribute short knowledge check paper and allow </w:t>
            </w:r>
            <w:r w:rsidR="00F502C8" w:rsidRPr="001A7B4B">
              <w:rPr>
                <w:rFonts w:cs="Arial"/>
                <w:b w:val="0"/>
                <w:color w:val="auto"/>
                <w:szCs w:val="22"/>
              </w:rPr>
              <w:t>students</w:t>
            </w:r>
            <w:r w:rsidRPr="001A7B4B">
              <w:rPr>
                <w:rFonts w:cs="Arial"/>
                <w:b w:val="0"/>
                <w:color w:val="auto"/>
                <w:szCs w:val="22"/>
              </w:rPr>
              <w:t xml:space="preserve"> to complete individually before discussing answers in tutor led feedback session.</w:t>
            </w:r>
          </w:p>
          <w:p w14:paraId="1CAA9682" w14:textId="77777777" w:rsidR="002267BA" w:rsidRPr="001A7B4B" w:rsidRDefault="002267BA" w:rsidP="00901AEF">
            <w:pPr>
              <w:pStyle w:val="Normalheadingblue"/>
              <w:spacing w:before="0" w:after="0"/>
              <w:rPr>
                <w:rFonts w:cs="Arial"/>
                <w:color w:val="auto"/>
                <w:szCs w:val="22"/>
              </w:rPr>
            </w:pPr>
          </w:p>
          <w:p w14:paraId="575CC0B5" w14:textId="13897D12" w:rsidR="002267BA" w:rsidRPr="001A7B4B" w:rsidRDefault="002267BA" w:rsidP="00901AEF">
            <w:pPr>
              <w:pStyle w:val="Normalheadingblue"/>
              <w:spacing w:before="0" w:after="0"/>
              <w:rPr>
                <w:rFonts w:cs="Arial"/>
                <w:color w:val="auto"/>
                <w:szCs w:val="22"/>
              </w:rPr>
            </w:pPr>
            <w:r w:rsidRPr="001A7B4B">
              <w:rPr>
                <w:rFonts w:cs="Arial"/>
                <w:color w:val="auto"/>
                <w:szCs w:val="22"/>
              </w:rPr>
              <w:t>Resources</w:t>
            </w:r>
            <w:r w:rsidR="00901AEF" w:rsidRPr="001A7B4B">
              <w:rPr>
                <w:rFonts w:cs="Arial"/>
                <w:color w:val="auto"/>
                <w:szCs w:val="22"/>
              </w:rPr>
              <w:t>:</w:t>
            </w:r>
          </w:p>
          <w:p w14:paraId="3AD57B02" w14:textId="77777777" w:rsidR="002267BA" w:rsidRPr="001A7B4B" w:rsidRDefault="000554B6" w:rsidP="00901AEF">
            <w:pPr>
              <w:pStyle w:val="Normalheadingblue"/>
              <w:spacing w:before="0" w:after="0"/>
              <w:rPr>
                <w:rFonts w:cs="Arial"/>
                <w:color w:val="auto"/>
                <w:szCs w:val="22"/>
              </w:rPr>
            </w:pPr>
            <w:r w:rsidRPr="001A7B4B">
              <w:rPr>
                <w:rFonts w:cs="Arial"/>
                <w:b w:val="0"/>
                <w:color w:val="auto"/>
                <w:szCs w:val="22"/>
              </w:rPr>
              <w:t>Knowledge check test</w:t>
            </w:r>
            <w:r w:rsidR="002267BA" w:rsidRPr="001A7B4B">
              <w:rPr>
                <w:rFonts w:cs="Arial"/>
                <w:color w:val="auto"/>
                <w:szCs w:val="22"/>
              </w:rPr>
              <w:br/>
            </w:r>
          </w:p>
        </w:tc>
        <w:tc>
          <w:tcPr>
            <w:tcW w:w="2246" w:type="dxa"/>
          </w:tcPr>
          <w:p w14:paraId="2ADCE142" w14:textId="77777777" w:rsidR="00DD207A" w:rsidRDefault="008A57D2">
            <w:r>
              <w:t>Q&amp;A</w:t>
            </w:r>
            <w:r>
              <w:br/>
            </w:r>
            <w:r>
              <w:br/>
              <w:t>Knowledge test</w:t>
            </w:r>
            <w:r>
              <w:br/>
              <w:t>English skills (reading, writing, technical vocabulary)</w:t>
            </w:r>
          </w:p>
        </w:tc>
      </w:tr>
      <w:tr w:rsidR="002267BA" w:rsidRPr="00634DF8" w14:paraId="780FEEA3" w14:textId="77777777" w:rsidTr="24BA986D">
        <w:trPr>
          <w:trHeight w:val="300"/>
          <w:jc w:val="center"/>
        </w:trPr>
        <w:tc>
          <w:tcPr>
            <w:tcW w:w="1297" w:type="dxa"/>
          </w:tcPr>
          <w:p w14:paraId="65FBCFAA" w14:textId="77777777" w:rsidR="002267BA" w:rsidRPr="00634DF8" w:rsidRDefault="000554B6" w:rsidP="002267BA">
            <w:pPr>
              <w:jc w:val="center"/>
              <w:rPr>
                <w:rFonts w:cs="Arial"/>
                <w:szCs w:val="22"/>
              </w:rPr>
            </w:pPr>
            <w:r>
              <w:rPr>
                <w:rFonts w:cs="Arial"/>
                <w:szCs w:val="22"/>
              </w:rPr>
              <w:lastRenderedPageBreak/>
              <w:t>48</w:t>
            </w:r>
          </w:p>
          <w:p w14:paraId="3B349B7F" w14:textId="77777777" w:rsidR="002267BA" w:rsidRDefault="000554B6" w:rsidP="002267BA">
            <w:pPr>
              <w:jc w:val="center"/>
              <w:rPr>
                <w:rFonts w:cs="Arial"/>
                <w:szCs w:val="22"/>
              </w:rPr>
            </w:pPr>
            <w:r>
              <w:rPr>
                <w:rFonts w:cs="Arial"/>
                <w:szCs w:val="22"/>
              </w:rPr>
              <w:t>3</w:t>
            </w:r>
            <w:r w:rsidR="002267BA" w:rsidRPr="00634DF8">
              <w:rPr>
                <w:rFonts w:cs="Arial"/>
                <w:szCs w:val="22"/>
              </w:rPr>
              <w:t xml:space="preserve"> hours</w:t>
            </w:r>
          </w:p>
          <w:p w14:paraId="085A8F24" w14:textId="087ECE02" w:rsidR="008E55DC" w:rsidRPr="00634DF8" w:rsidRDefault="008E55DC" w:rsidP="002267BA">
            <w:pPr>
              <w:jc w:val="center"/>
              <w:rPr>
                <w:rFonts w:cs="Arial"/>
                <w:szCs w:val="22"/>
              </w:rPr>
            </w:pPr>
          </w:p>
        </w:tc>
        <w:tc>
          <w:tcPr>
            <w:tcW w:w="2199" w:type="dxa"/>
          </w:tcPr>
          <w:p w14:paraId="15321E83" w14:textId="77777777" w:rsidR="006C5927" w:rsidRPr="001A7B4B" w:rsidRDefault="006C5927" w:rsidP="006C5927">
            <w:pPr>
              <w:pStyle w:val="Normalheadingblack"/>
              <w:rPr>
                <w:rFonts w:cs="Arial"/>
                <w:lang w:eastAsia="en-GB"/>
              </w:rPr>
            </w:pPr>
            <w:r w:rsidRPr="001A7B4B">
              <w:rPr>
                <w:rFonts w:cs="Arial"/>
                <w:lang w:eastAsia="en-GB"/>
              </w:rPr>
              <w:t>Outcome 1 – Plumbing and heating common knowledge criteria</w:t>
            </w:r>
          </w:p>
          <w:p w14:paraId="3EC9578A" w14:textId="77777777" w:rsidR="002267BA" w:rsidRPr="001A7B4B" w:rsidRDefault="002267BA" w:rsidP="002267BA">
            <w:pPr>
              <w:pStyle w:val="Normalheadingblack"/>
              <w:rPr>
                <w:rFonts w:cs="Arial"/>
                <w:szCs w:val="22"/>
                <w:lang w:eastAsia="en-GB"/>
              </w:rPr>
            </w:pPr>
          </w:p>
        </w:tc>
        <w:tc>
          <w:tcPr>
            <w:tcW w:w="3135" w:type="dxa"/>
          </w:tcPr>
          <w:p w14:paraId="4D301BB4" w14:textId="77777777" w:rsidR="002267BA" w:rsidRPr="001A7B4B" w:rsidRDefault="006C5927" w:rsidP="002267BA">
            <w:pPr>
              <w:pStyle w:val="Normalheadingblack"/>
              <w:rPr>
                <w:rFonts w:cs="Arial"/>
                <w:b w:val="0"/>
                <w:szCs w:val="22"/>
              </w:rPr>
            </w:pPr>
            <w:r w:rsidRPr="001A7B4B">
              <w:rPr>
                <w:rFonts w:cs="Arial"/>
                <w:b w:val="0"/>
                <w:szCs w:val="22"/>
              </w:rPr>
              <w:t>K1.16 Scientific principles and concepts to plumbing engineering</w:t>
            </w:r>
          </w:p>
        </w:tc>
        <w:tc>
          <w:tcPr>
            <w:tcW w:w="5785" w:type="dxa"/>
          </w:tcPr>
          <w:p w14:paraId="268AB7FC" w14:textId="776332E9" w:rsidR="002267BA" w:rsidRPr="001A7B4B" w:rsidRDefault="002267BA" w:rsidP="0071521F">
            <w:pPr>
              <w:pStyle w:val="Normalheadingblue"/>
              <w:spacing w:before="0" w:after="0"/>
              <w:rPr>
                <w:rFonts w:cs="Arial"/>
                <w:color w:val="auto"/>
                <w:szCs w:val="22"/>
              </w:rPr>
            </w:pPr>
            <w:r w:rsidRPr="001A7B4B">
              <w:rPr>
                <w:rFonts w:cs="Arial"/>
                <w:color w:val="auto"/>
                <w:szCs w:val="22"/>
              </w:rPr>
              <w:t>Activities</w:t>
            </w:r>
            <w:r w:rsidR="0071521F" w:rsidRPr="001A7B4B">
              <w:rPr>
                <w:rFonts w:cs="Arial"/>
                <w:color w:val="auto"/>
                <w:szCs w:val="22"/>
              </w:rPr>
              <w:t>:</w:t>
            </w:r>
          </w:p>
          <w:p w14:paraId="32C10ECC" w14:textId="77777777" w:rsidR="002267BA" w:rsidRPr="001A7B4B" w:rsidRDefault="002267BA" w:rsidP="0071521F">
            <w:pPr>
              <w:pStyle w:val="Normalheadingblue"/>
              <w:spacing w:before="0" w:after="0"/>
              <w:rPr>
                <w:rFonts w:cs="Arial"/>
                <w:color w:val="auto"/>
                <w:szCs w:val="22"/>
              </w:rPr>
            </w:pPr>
            <w:r w:rsidRPr="001A7B4B">
              <w:rPr>
                <w:rFonts w:cs="Arial"/>
                <w:color w:val="auto"/>
                <w:szCs w:val="22"/>
              </w:rPr>
              <w:t>Starter task example:</w:t>
            </w:r>
          </w:p>
          <w:p w14:paraId="33617031" w14:textId="0A3A1E1E" w:rsidR="002267BA" w:rsidRPr="001A7B4B" w:rsidRDefault="00CD0FBB" w:rsidP="0071521F">
            <w:pPr>
              <w:pStyle w:val="Normalheadingblue"/>
              <w:spacing w:before="0" w:after="0"/>
              <w:ind w:left="3"/>
              <w:rPr>
                <w:rFonts w:cs="Arial"/>
                <w:b w:val="0"/>
                <w:color w:val="auto"/>
                <w:szCs w:val="22"/>
              </w:rPr>
            </w:pPr>
            <w:r w:rsidRPr="001A7B4B">
              <w:rPr>
                <w:rFonts w:cs="Arial"/>
                <w:b w:val="0"/>
                <w:color w:val="auto"/>
                <w:szCs w:val="22"/>
              </w:rPr>
              <w:t xml:space="preserve">Recap, </w:t>
            </w:r>
            <w:r w:rsidR="00F502C8" w:rsidRPr="001A7B4B">
              <w:rPr>
                <w:rFonts w:cs="Arial"/>
                <w:b w:val="0"/>
                <w:color w:val="auto"/>
                <w:szCs w:val="22"/>
              </w:rPr>
              <w:t>students</w:t>
            </w:r>
            <w:r w:rsidRPr="001A7B4B">
              <w:rPr>
                <w:rFonts w:cs="Arial"/>
                <w:b w:val="0"/>
                <w:color w:val="auto"/>
                <w:szCs w:val="22"/>
              </w:rPr>
              <w:t xml:space="preserve"> to state one fact each relating to SI units and derived SI units from previous session.</w:t>
            </w:r>
          </w:p>
          <w:p w14:paraId="3C19D79A" w14:textId="77777777" w:rsidR="002267BA" w:rsidRPr="001A7B4B" w:rsidRDefault="002267BA" w:rsidP="0071521F">
            <w:pPr>
              <w:pStyle w:val="Normalheadingblue"/>
              <w:spacing w:before="0" w:after="0"/>
              <w:rPr>
                <w:rFonts w:cs="Arial"/>
                <w:color w:val="auto"/>
                <w:szCs w:val="22"/>
              </w:rPr>
            </w:pPr>
          </w:p>
          <w:p w14:paraId="763D5D4A" w14:textId="69606766" w:rsidR="002267BA" w:rsidRPr="001A7B4B" w:rsidRDefault="002267BA" w:rsidP="0071521F">
            <w:pPr>
              <w:pStyle w:val="Normalheadingblue"/>
              <w:spacing w:before="0" w:after="0"/>
              <w:rPr>
                <w:rFonts w:cs="Arial"/>
                <w:color w:val="auto"/>
                <w:szCs w:val="22"/>
              </w:rPr>
            </w:pPr>
            <w:r w:rsidRPr="001A7B4B">
              <w:rPr>
                <w:rFonts w:cs="Arial"/>
                <w:color w:val="auto"/>
                <w:szCs w:val="22"/>
              </w:rPr>
              <w:t>Delivery</w:t>
            </w:r>
            <w:r w:rsidR="0071521F" w:rsidRPr="001A7B4B">
              <w:rPr>
                <w:rFonts w:cs="Arial"/>
                <w:color w:val="auto"/>
                <w:szCs w:val="22"/>
              </w:rPr>
              <w:t xml:space="preserve"> focus</w:t>
            </w:r>
            <w:r w:rsidRPr="001A7B4B">
              <w:rPr>
                <w:rFonts w:cs="Arial"/>
                <w:color w:val="auto"/>
                <w:szCs w:val="22"/>
              </w:rPr>
              <w:t>:</w:t>
            </w:r>
          </w:p>
          <w:p w14:paraId="098DC64C" w14:textId="1C844BF6" w:rsidR="006C5927" w:rsidRPr="001A7B4B" w:rsidRDefault="006C5927" w:rsidP="002C017C">
            <w:pPr>
              <w:pStyle w:val="ListParagraph"/>
              <w:numPr>
                <w:ilvl w:val="0"/>
                <w:numId w:val="4"/>
              </w:numPr>
              <w:spacing w:before="0" w:after="0" w:line="240" w:lineRule="auto"/>
              <w:contextualSpacing w:val="0"/>
              <w:textAlignment w:val="baseline"/>
              <w:rPr>
                <w:rFonts w:eastAsia="Times New Roman" w:cs="Arial"/>
                <w:szCs w:val="22"/>
                <w:lang w:eastAsia="en-GB"/>
              </w:rPr>
            </w:pPr>
            <w:r w:rsidRPr="001A7B4B">
              <w:rPr>
                <w:rFonts w:eastAsia="Times New Roman" w:cs="Arial"/>
                <w:szCs w:val="22"/>
                <w:lang w:eastAsia="en-GB"/>
              </w:rPr>
              <w:t xml:space="preserve">Tutor to facilitate a group discussion on how to compare other materials to air and how they react or respond, </w:t>
            </w:r>
            <w:r w:rsidR="00C32875" w:rsidRPr="001A7B4B">
              <w:rPr>
                <w:rFonts w:eastAsia="Times New Roman" w:cs="Arial"/>
                <w:szCs w:val="22"/>
                <w:lang w:eastAsia="en-GB"/>
              </w:rPr>
              <w:t>e.g.</w:t>
            </w:r>
            <w:r w:rsidRPr="001A7B4B">
              <w:rPr>
                <w:rFonts w:eastAsia="Times New Roman" w:cs="Arial"/>
                <w:szCs w:val="22"/>
                <w:lang w:eastAsia="en-GB"/>
              </w:rPr>
              <w:t xml:space="preserve"> NG would </w:t>
            </w:r>
            <w:proofErr w:type="gramStart"/>
            <w:r w:rsidRPr="001A7B4B">
              <w:rPr>
                <w:rFonts w:eastAsia="Times New Roman" w:cs="Arial"/>
                <w:szCs w:val="22"/>
                <w:lang w:eastAsia="en-GB"/>
              </w:rPr>
              <w:t>rise</w:t>
            </w:r>
            <w:proofErr w:type="gramEnd"/>
            <w:r w:rsidRPr="001A7B4B">
              <w:rPr>
                <w:rFonts w:eastAsia="Times New Roman" w:cs="Arial"/>
                <w:szCs w:val="22"/>
                <w:lang w:eastAsia="en-GB"/>
              </w:rPr>
              <w:t xml:space="preserve"> and LPG would sink.</w:t>
            </w:r>
          </w:p>
          <w:p w14:paraId="1EFD041D" w14:textId="1F874B0B" w:rsidR="006C5927" w:rsidRPr="001A7B4B" w:rsidRDefault="006C5927" w:rsidP="002C017C">
            <w:pPr>
              <w:pStyle w:val="ListParagraph"/>
              <w:numPr>
                <w:ilvl w:val="0"/>
                <w:numId w:val="4"/>
              </w:numPr>
              <w:spacing w:before="0" w:after="0" w:line="240" w:lineRule="auto"/>
              <w:contextualSpacing w:val="0"/>
              <w:textAlignment w:val="baseline"/>
              <w:rPr>
                <w:rFonts w:eastAsia="Times New Roman" w:cs="Arial"/>
                <w:szCs w:val="22"/>
                <w:lang w:eastAsia="en-GB"/>
              </w:rPr>
            </w:pPr>
            <w:r w:rsidRPr="001A7B4B">
              <w:rPr>
                <w:rFonts w:eastAsia="Times New Roman" w:cs="Arial"/>
                <w:szCs w:val="22"/>
                <w:lang w:eastAsia="en-GB"/>
              </w:rPr>
              <w:t xml:space="preserve">Tutor to </w:t>
            </w:r>
            <w:r w:rsidRPr="001A7B4B">
              <w:rPr>
                <w:rFonts w:eastAsia="Times New Roman" w:cs="Arial"/>
                <w:bCs/>
                <w:szCs w:val="22"/>
                <w:lang w:eastAsia="en-GB"/>
              </w:rPr>
              <w:t>review</w:t>
            </w:r>
            <w:r w:rsidRPr="001A7B4B">
              <w:rPr>
                <w:rFonts w:eastAsia="Times New Roman" w:cs="Arial"/>
                <w:szCs w:val="22"/>
                <w:lang w:eastAsia="en-GB"/>
              </w:rPr>
              <w:t xml:space="preserve"> </w:t>
            </w:r>
            <w:r w:rsidR="00F502C8" w:rsidRPr="001A7B4B">
              <w:rPr>
                <w:rFonts w:eastAsia="Times New Roman" w:cs="Arial"/>
                <w:szCs w:val="22"/>
                <w:lang w:eastAsia="en-GB"/>
              </w:rPr>
              <w:t>students</w:t>
            </w:r>
            <w:r w:rsidRPr="001A7B4B">
              <w:rPr>
                <w:rFonts w:eastAsia="Times New Roman" w:cs="Arial"/>
                <w:szCs w:val="22"/>
                <w:lang w:eastAsia="en-GB"/>
              </w:rPr>
              <w:t>’ response in notes and their discussions. </w:t>
            </w:r>
          </w:p>
          <w:p w14:paraId="6B939058" w14:textId="699927D8" w:rsidR="006C5927" w:rsidRPr="001A7B4B" w:rsidRDefault="006C5927" w:rsidP="002C017C">
            <w:pPr>
              <w:pStyle w:val="ListParagraph"/>
              <w:numPr>
                <w:ilvl w:val="0"/>
                <w:numId w:val="4"/>
              </w:numPr>
              <w:spacing w:before="0" w:after="0" w:line="240" w:lineRule="auto"/>
              <w:contextualSpacing w:val="0"/>
              <w:textAlignment w:val="baseline"/>
              <w:rPr>
                <w:rFonts w:eastAsia="Times New Roman" w:cs="Arial"/>
                <w:szCs w:val="22"/>
                <w:lang w:eastAsia="en-GB"/>
              </w:rPr>
            </w:pPr>
            <w:r w:rsidRPr="001A7B4B">
              <w:rPr>
                <w:rFonts w:eastAsia="Times New Roman" w:cs="Arial"/>
                <w:szCs w:val="22"/>
                <w:lang w:eastAsia="en-GB"/>
              </w:rPr>
              <w:t xml:space="preserve">In pairs, </w:t>
            </w:r>
            <w:r w:rsidR="00F502C8" w:rsidRPr="001A7B4B">
              <w:rPr>
                <w:rFonts w:eastAsia="Times New Roman" w:cs="Arial"/>
                <w:szCs w:val="22"/>
                <w:lang w:eastAsia="en-GB"/>
              </w:rPr>
              <w:t>students</w:t>
            </w:r>
            <w:r w:rsidRPr="001A7B4B">
              <w:rPr>
                <w:rFonts w:eastAsia="Times New Roman" w:cs="Arial"/>
                <w:szCs w:val="22"/>
                <w:lang w:eastAsia="en-GB"/>
              </w:rPr>
              <w:t xml:space="preserve"> to identify a scenario where a gas leak would present different hazards depending on its individual SG.</w:t>
            </w:r>
          </w:p>
          <w:p w14:paraId="17156892" w14:textId="716A737E" w:rsidR="006C5927" w:rsidRPr="001A7B4B" w:rsidRDefault="006C5927" w:rsidP="002C017C">
            <w:pPr>
              <w:pStyle w:val="ListParagraph"/>
              <w:numPr>
                <w:ilvl w:val="0"/>
                <w:numId w:val="4"/>
              </w:numPr>
              <w:spacing w:before="0" w:after="0" w:line="240" w:lineRule="auto"/>
              <w:contextualSpacing w:val="0"/>
              <w:textAlignment w:val="baseline"/>
              <w:rPr>
                <w:rFonts w:eastAsia="Times New Roman" w:cs="Arial"/>
                <w:szCs w:val="22"/>
                <w:lang w:eastAsia="en-GB"/>
              </w:rPr>
            </w:pPr>
            <w:r w:rsidRPr="001A7B4B">
              <w:rPr>
                <w:rFonts w:eastAsia="Times New Roman" w:cs="Arial"/>
                <w:szCs w:val="22"/>
                <w:lang w:eastAsia="en-GB"/>
              </w:rPr>
              <w:t xml:space="preserve">Tutor to analyse the outcome of </w:t>
            </w:r>
            <w:r w:rsidR="00F502C8" w:rsidRPr="001A7B4B">
              <w:rPr>
                <w:rFonts w:eastAsia="Times New Roman" w:cs="Arial"/>
                <w:szCs w:val="22"/>
                <w:lang w:eastAsia="en-GB"/>
              </w:rPr>
              <w:t>students</w:t>
            </w:r>
            <w:r w:rsidRPr="001A7B4B">
              <w:rPr>
                <w:rFonts w:eastAsia="Times New Roman" w:cs="Arial"/>
                <w:szCs w:val="22"/>
                <w:lang w:eastAsia="en-GB"/>
              </w:rPr>
              <w:t xml:space="preserve"> discussing scenario in pairs. </w:t>
            </w:r>
          </w:p>
          <w:p w14:paraId="2B597265" w14:textId="4AA05D28" w:rsidR="006C5927" w:rsidRPr="001A7B4B" w:rsidRDefault="006C5927" w:rsidP="002C017C">
            <w:pPr>
              <w:pStyle w:val="ListParagraph"/>
              <w:numPr>
                <w:ilvl w:val="0"/>
                <w:numId w:val="4"/>
              </w:numPr>
              <w:spacing w:before="0" w:after="0" w:line="240" w:lineRule="auto"/>
              <w:contextualSpacing w:val="0"/>
              <w:textAlignment w:val="baseline"/>
              <w:rPr>
                <w:rFonts w:eastAsia="Times New Roman" w:cs="Arial"/>
                <w:szCs w:val="22"/>
                <w:lang w:eastAsia="en-GB"/>
              </w:rPr>
            </w:pPr>
            <w:r w:rsidRPr="001A7B4B">
              <w:rPr>
                <w:rFonts w:eastAsia="Times New Roman" w:cs="Arial"/>
                <w:szCs w:val="22"/>
                <w:lang w:eastAsia="en-GB"/>
              </w:rPr>
              <w:t xml:space="preserve">As a class, </w:t>
            </w:r>
            <w:r w:rsidR="00F502C8" w:rsidRPr="001A7B4B">
              <w:rPr>
                <w:rFonts w:eastAsia="Times New Roman" w:cs="Arial"/>
                <w:szCs w:val="22"/>
                <w:lang w:eastAsia="en-GB"/>
              </w:rPr>
              <w:t>students</w:t>
            </w:r>
            <w:r w:rsidRPr="001A7B4B">
              <w:rPr>
                <w:rFonts w:eastAsia="Times New Roman" w:cs="Arial"/>
                <w:szCs w:val="22"/>
                <w:lang w:eastAsia="en-GB"/>
              </w:rPr>
              <w:t xml:space="preserve"> to explain how to calculate density and apply this to solid materials and the interaction with water, </w:t>
            </w:r>
            <w:r w:rsidR="00C32875" w:rsidRPr="001A7B4B">
              <w:rPr>
                <w:rFonts w:eastAsia="Times New Roman" w:cs="Arial"/>
                <w:szCs w:val="22"/>
                <w:lang w:eastAsia="en-GB"/>
              </w:rPr>
              <w:t>e.g.</w:t>
            </w:r>
            <w:r w:rsidRPr="001A7B4B">
              <w:rPr>
                <w:rFonts w:eastAsia="Times New Roman" w:cs="Arial"/>
                <w:szCs w:val="22"/>
                <w:lang w:eastAsia="en-GB"/>
              </w:rPr>
              <w:t xml:space="preserve"> float or sink?</w:t>
            </w:r>
          </w:p>
          <w:p w14:paraId="3B186C97" w14:textId="77777777" w:rsidR="002267BA" w:rsidRPr="001A7B4B" w:rsidRDefault="002267BA" w:rsidP="0071521F">
            <w:pPr>
              <w:pStyle w:val="Normalheadingblue"/>
              <w:spacing w:before="0" w:after="0"/>
              <w:rPr>
                <w:rFonts w:cs="Arial"/>
                <w:color w:val="auto"/>
                <w:szCs w:val="22"/>
              </w:rPr>
            </w:pPr>
          </w:p>
          <w:p w14:paraId="330AA563" w14:textId="67D28673" w:rsidR="002267BA" w:rsidRPr="001A7B4B" w:rsidRDefault="002267BA" w:rsidP="0071521F">
            <w:pPr>
              <w:pStyle w:val="Normalheadingblue"/>
              <w:spacing w:before="0" w:after="0"/>
              <w:rPr>
                <w:rFonts w:cs="Arial"/>
                <w:color w:val="auto"/>
                <w:szCs w:val="22"/>
              </w:rPr>
            </w:pPr>
            <w:r w:rsidRPr="001A7B4B">
              <w:rPr>
                <w:rFonts w:cs="Arial"/>
                <w:color w:val="auto"/>
                <w:szCs w:val="22"/>
              </w:rPr>
              <w:t xml:space="preserve">Knowledge </w:t>
            </w:r>
            <w:r w:rsidR="0071521F" w:rsidRPr="001A7B4B">
              <w:rPr>
                <w:rFonts w:cs="Arial"/>
                <w:color w:val="auto"/>
                <w:szCs w:val="22"/>
              </w:rPr>
              <w:t>C</w:t>
            </w:r>
            <w:r w:rsidRPr="001A7B4B">
              <w:rPr>
                <w:rFonts w:cs="Arial"/>
                <w:color w:val="auto"/>
                <w:szCs w:val="22"/>
              </w:rPr>
              <w:t>heck example:</w:t>
            </w:r>
          </w:p>
          <w:p w14:paraId="3A779A36" w14:textId="0208C3ED" w:rsidR="002267BA" w:rsidRPr="001A7B4B" w:rsidRDefault="00CD0FBB" w:rsidP="0071521F">
            <w:pPr>
              <w:pStyle w:val="Normalheadingblue"/>
              <w:spacing w:before="0" w:after="0"/>
              <w:rPr>
                <w:rFonts w:cs="Arial"/>
                <w:b w:val="0"/>
                <w:color w:val="auto"/>
                <w:szCs w:val="22"/>
              </w:rPr>
            </w:pPr>
            <w:r w:rsidRPr="001A7B4B">
              <w:rPr>
                <w:rFonts w:cs="Arial"/>
                <w:b w:val="0"/>
                <w:color w:val="auto"/>
                <w:szCs w:val="22"/>
              </w:rPr>
              <w:t xml:space="preserve">MCQ knowledge check – </w:t>
            </w:r>
            <w:r w:rsidR="00F502C8" w:rsidRPr="001A7B4B">
              <w:rPr>
                <w:rFonts w:cs="Arial"/>
                <w:b w:val="0"/>
                <w:color w:val="auto"/>
                <w:szCs w:val="22"/>
              </w:rPr>
              <w:t>students</w:t>
            </w:r>
            <w:r w:rsidRPr="001A7B4B">
              <w:rPr>
                <w:rFonts w:cs="Arial"/>
                <w:b w:val="0"/>
                <w:color w:val="auto"/>
                <w:szCs w:val="22"/>
              </w:rPr>
              <w:t xml:space="preserve"> to complete individually before peer marking.</w:t>
            </w:r>
          </w:p>
          <w:p w14:paraId="1963DBE4" w14:textId="77777777" w:rsidR="002267BA" w:rsidRPr="001A7B4B" w:rsidRDefault="002267BA" w:rsidP="0071521F">
            <w:pPr>
              <w:pStyle w:val="Normalheadingblue"/>
              <w:spacing w:before="0" w:after="0"/>
              <w:rPr>
                <w:rFonts w:cs="Arial"/>
                <w:color w:val="auto"/>
                <w:szCs w:val="22"/>
              </w:rPr>
            </w:pPr>
          </w:p>
          <w:p w14:paraId="26F77E3D" w14:textId="68D5BD0C" w:rsidR="002267BA" w:rsidRPr="001A7B4B" w:rsidRDefault="002267BA" w:rsidP="0071521F">
            <w:pPr>
              <w:pStyle w:val="Normalheadingblue"/>
              <w:spacing w:before="0" w:after="0"/>
              <w:rPr>
                <w:rFonts w:cs="Arial"/>
                <w:color w:val="auto"/>
                <w:szCs w:val="22"/>
              </w:rPr>
            </w:pPr>
            <w:r w:rsidRPr="001A7B4B">
              <w:rPr>
                <w:rFonts w:cs="Arial"/>
                <w:color w:val="auto"/>
                <w:szCs w:val="22"/>
              </w:rPr>
              <w:t>Resources</w:t>
            </w:r>
            <w:r w:rsidR="0071521F" w:rsidRPr="001A7B4B">
              <w:rPr>
                <w:rFonts w:cs="Arial"/>
                <w:color w:val="auto"/>
                <w:szCs w:val="22"/>
              </w:rPr>
              <w:t>:</w:t>
            </w:r>
          </w:p>
          <w:p w14:paraId="07277069" w14:textId="77777777" w:rsidR="002267BA" w:rsidRPr="001A7B4B" w:rsidRDefault="00CD0FBB" w:rsidP="0071521F">
            <w:pPr>
              <w:pStyle w:val="Normalheadingblue"/>
              <w:spacing w:before="0" w:after="0"/>
              <w:rPr>
                <w:rFonts w:cs="Arial"/>
                <w:b w:val="0"/>
                <w:color w:val="auto"/>
                <w:szCs w:val="22"/>
              </w:rPr>
            </w:pPr>
            <w:r w:rsidRPr="001A7B4B">
              <w:rPr>
                <w:rFonts w:cs="Arial"/>
                <w:b w:val="0"/>
                <w:color w:val="auto"/>
                <w:szCs w:val="22"/>
              </w:rPr>
              <w:t>MCQ knowledge test questions</w:t>
            </w:r>
            <w:r w:rsidR="002267BA" w:rsidRPr="001A7B4B">
              <w:rPr>
                <w:rFonts w:cs="Arial"/>
                <w:b w:val="0"/>
                <w:color w:val="auto"/>
                <w:szCs w:val="22"/>
              </w:rPr>
              <w:br/>
            </w:r>
          </w:p>
        </w:tc>
        <w:tc>
          <w:tcPr>
            <w:tcW w:w="2246" w:type="dxa"/>
          </w:tcPr>
          <w:p w14:paraId="0F101C07" w14:textId="77777777" w:rsidR="00DD207A" w:rsidRDefault="008A57D2">
            <w:r>
              <w:t>Q&amp;A</w:t>
            </w:r>
            <w:r>
              <w:br/>
            </w:r>
            <w:r>
              <w:br/>
              <w:t>Group scenario task</w:t>
            </w:r>
            <w:r>
              <w:br/>
            </w:r>
            <w:r>
              <w:br/>
              <w:t>Knowledge test</w:t>
            </w:r>
            <w:r>
              <w:br/>
              <w:t>English skills (reading, writing, technical vocabulary)</w:t>
            </w:r>
          </w:p>
        </w:tc>
      </w:tr>
      <w:tr w:rsidR="006C5927" w:rsidRPr="00634DF8" w14:paraId="0CFDDD60" w14:textId="77777777" w:rsidTr="24BA986D">
        <w:trPr>
          <w:trHeight w:val="300"/>
          <w:jc w:val="center"/>
        </w:trPr>
        <w:tc>
          <w:tcPr>
            <w:tcW w:w="1297" w:type="dxa"/>
          </w:tcPr>
          <w:p w14:paraId="1642E8F7" w14:textId="77777777" w:rsidR="006C5927" w:rsidRDefault="006C5927" w:rsidP="006C5927">
            <w:pPr>
              <w:jc w:val="center"/>
              <w:rPr>
                <w:rFonts w:cs="Arial"/>
                <w:szCs w:val="22"/>
              </w:rPr>
            </w:pPr>
            <w:bookmarkStart w:id="0" w:name="_Hlk199142738"/>
            <w:bookmarkStart w:id="1" w:name="_Hlk199142754"/>
            <w:r>
              <w:rPr>
                <w:rFonts w:cs="Arial"/>
                <w:szCs w:val="22"/>
              </w:rPr>
              <w:lastRenderedPageBreak/>
              <w:t>49</w:t>
            </w:r>
          </w:p>
          <w:p w14:paraId="030C7DC3" w14:textId="77777777" w:rsidR="006C5927" w:rsidRDefault="006C5927" w:rsidP="006C5927">
            <w:pPr>
              <w:jc w:val="center"/>
              <w:rPr>
                <w:rFonts w:cs="Arial"/>
                <w:szCs w:val="22"/>
              </w:rPr>
            </w:pPr>
            <w:r>
              <w:rPr>
                <w:rFonts w:cs="Arial"/>
                <w:szCs w:val="22"/>
              </w:rPr>
              <w:t>3 hours</w:t>
            </w:r>
          </w:p>
          <w:p w14:paraId="1FF0080D" w14:textId="52C20973" w:rsidR="008E55DC" w:rsidRDefault="008E55DC" w:rsidP="006C5927">
            <w:pPr>
              <w:jc w:val="center"/>
              <w:rPr>
                <w:rFonts w:cs="Arial"/>
                <w:szCs w:val="22"/>
              </w:rPr>
            </w:pPr>
          </w:p>
        </w:tc>
        <w:tc>
          <w:tcPr>
            <w:tcW w:w="2199" w:type="dxa"/>
          </w:tcPr>
          <w:p w14:paraId="567196AA" w14:textId="77777777" w:rsidR="006C5927" w:rsidRPr="001A7B4B" w:rsidRDefault="006C5927" w:rsidP="006C5927">
            <w:pPr>
              <w:pStyle w:val="Normalheadingblack"/>
              <w:rPr>
                <w:rFonts w:cs="Arial"/>
                <w:lang w:eastAsia="en-GB"/>
              </w:rPr>
            </w:pPr>
            <w:r w:rsidRPr="001A7B4B">
              <w:rPr>
                <w:rFonts w:cs="Arial"/>
                <w:lang w:eastAsia="en-GB"/>
              </w:rPr>
              <w:t>Outcome 1 – Plumbing and heating common knowledge criteria</w:t>
            </w:r>
          </w:p>
          <w:p w14:paraId="5EADDD95" w14:textId="77777777" w:rsidR="006C5927" w:rsidRPr="001A7B4B" w:rsidRDefault="006C5927" w:rsidP="006C5927">
            <w:pPr>
              <w:pStyle w:val="Normalheadingblack"/>
              <w:rPr>
                <w:rFonts w:cs="Arial"/>
                <w:lang w:eastAsia="en-GB"/>
              </w:rPr>
            </w:pPr>
          </w:p>
        </w:tc>
        <w:tc>
          <w:tcPr>
            <w:tcW w:w="3135" w:type="dxa"/>
          </w:tcPr>
          <w:p w14:paraId="4F1A9790" w14:textId="77777777" w:rsidR="006C5927" w:rsidRPr="001A7B4B" w:rsidRDefault="006C5927" w:rsidP="006C5927">
            <w:pPr>
              <w:pStyle w:val="Normalheadingblack"/>
              <w:rPr>
                <w:rFonts w:cs="Arial"/>
                <w:b w:val="0"/>
                <w:szCs w:val="22"/>
              </w:rPr>
            </w:pPr>
            <w:r w:rsidRPr="001A7B4B">
              <w:rPr>
                <w:rFonts w:cs="Arial"/>
                <w:b w:val="0"/>
                <w:szCs w:val="22"/>
              </w:rPr>
              <w:t>K1.16 Scientific principles and concepts to plumbing engineering</w:t>
            </w:r>
          </w:p>
        </w:tc>
        <w:tc>
          <w:tcPr>
            <w:tcW w:w="5785" w:type="dxa"/>
          </w:tcPr>
          <w:p w14:paraId="781EFC07" w14:textId="5EAEA3B8" w:rsidR="00CD0FBB" w:rsidRPr="001A7B4B" w:rsidRDefault="00CD0FBB" w:rsidP="0071521F">
            <w:pPr>
              <w:pStyle w:val="Default"/>
              <w:rPr>
                <w:b/>
                <w:color w:val="auto"/>
                <w:sz w:val="22"/>
                <w:szCs w:val="22"/>
              </w:rPr>
            </w:pPr>
            <w:r w:rsidRPr="001A7B4B">
              <w:rPr>
                <w:b/>
                <w:color w:val="auto"/>
                <w:sz w:val="22"/>
                <w:szCs w:val="22"/>
              </w:rPr>
              <w:t>Activities</w:t>
            </w:r>
            <w:r w:rsidR="0071521F" w:rsidRPr="001A7B4B">
              <w:rPr>
                <w:b/>
                <w:color w:val="auto"/>
                <w:sz w:val="22"/>
                <w:szCs w:val="22"/>
              </w:rPr>
              <w:t>:</w:t>
            </w:r>
          </w:p>
          <w:p w14:paraId="57B796A5" w14:textId="77777777" w:rsidR="00CD0FBB" w:rsidRPr="001A7B4B" w:rsidRDefault="00CD0FBB" w:rsidP="0071521F">
            <w:pPr>
              <w:pStyle w:val="Default"/>
              <w:rPr>
                <w:b/>
                <w:color w:val="auto"/>
                <w:sz w:val="22"/>
                <w:szCs w:val="22"/>
              </w:rPr>
            </w:pPr>
            <w:r w:rsidRPr="001A7B4B">
              <w:rPr>
                <w:b/>
                <w:color w:val="auto"/>
                <w:sz w:val="22"/>
                <w:szCs w:val="22"/>
              </w:rPr>
              <w:t>Starter task example:</w:t>
            </w:r>
          </w:p>
          <w:p w14:paraId="391B2CC1" w14:textId="312D54A4" w:rsidR="00CD0FBB" w:rsidRPr="001A7B4B" w:rsidRDefault="00610D60" w:rsidP="0071521F">
            <w:pPr>
              <w:pStyle w:val="Default"/>
              <w:rPr>
                <w:b/>
                <w:color w:val="auto"/>
                <w:sz w:val="22"/>
                <w:szCs w:val="22"/>
              </w:rPr>
            </w:pPr>
            <w:r w:rsidRPr="001A7B4B">
              <w:rPr>
                <w:color w:val="auto"/>
                <w:sz w:val="22"/>
                <w:szCs w:val="22"/>
              </w:rPr>
              <w:t xml:space="preserve">Introduce </w:t>
            </w:r>
            <w:r w:rsidR="00F502C8" w:rsidRPr="001A7B4B">
              <w:rPr>
                <w:color w:val="auto"/>
                <w:sz w:val="22"/>
                <w:szCs w:val="22"/>
              </w:rPr>
              <w:t>students</w:t>
            </w:r>
            <w:r w:rsidRPr="001A7B4B">
              <w:rPr>
                <w:color w:val="auto"/>
                <w:sz w:val="22"/>
                <w:szCs w:val="22"/>
              </w:rPr>
              <w:t xml:space="preserve"> to oils through short video such as</w:t>
            </w:r>
            <w:r w:rsidRPr="001A7B4B">
              <w:rPr>
                <w:b/>
                <w:color w:val="auto"/>
                <w:sz w:val="22"/>
                <w:szCs w:val="22"/>
              </w:rPr>
              <w:t xml:space="preserve"> </w:t>
            </w:r>
            <w:hyperlink r:id="rId25" w:history="1">
              <w:r w:rsidRPr="001A7B4B">
                <w:rPr>
                  <w:rStyle w:val="Hyperlink"/>
                  <w:color w:val="auto"/>
                  <w:sz w:val="22"/>
                  <w:szCs w:val="22"/>
                </w:rPr>
                <w:t>(10) Petroleum refining processes explained simply - YouTube</w:t>
              </w:r>
            </w:hyperlink>
          </w:p>
          <w:p w14:paraId="6290C8C5" w14:textId="77777777" w:rsidR="00CD0FBB" w:rsidRPr="001A7B4B" w:rsidRDefault="00CD0FBB" w:rsidP="0071521F">
            <w:pPr>
              <w:pStyle w:val="Default"/>
              <w:rPr>
                <w:b/>
                <w:color w:val="auto"/>
                <w:sz w:val="22"/>
                <w:szCs w:val="22"/>
              </w:rPr>
            </w:pPr>
          </w:p>
          <w:p w14:paraId="6773138B" w14:textId="2D97108C" w:rsidR="00CD0FBB" w:rsidRPr="001A7B4B" w:rsidRDefault="00CD0FBB" w:rsidP="0071521F">
            <w:pPr>
              <w:pStyle w:val="Default"/>
              <w:rPr>
                <w:b/>
                <w:color w:val="auto"/>
                <w:sz w:val="22"/>
                <w:szCs w:val="22"/>
              </w:rPr>
            </w:pPr>
            <w:r w:rsidRPr="001A7B4B">
              <w:rPr>
                <w:b/>
                <w:color w:val="auto"/>
                <w:sz w:val="22"/>
                <w:szCs w:val="22"/>
              </w:rPr>
              <w:t>Delivery</w:t>
            </w:r>
            <w:r w:rsidR="0071521F" w:rsidRPr="001A7B4B">
              <w:rPr>
                <w:b/>
                <w:color w:val="auto"/>
                <w:sz w:val="22"/>
                <w:szCs w:val="22"/>
              </w:rPr>
              <w:t xml:space="preserve"> focus</w:t>
            </w:r>
            <w:r w:rsidRPr="001A7B4B">
              <w:rPr>
                <w:b/>
                <w:color w:val="auto"/>
                <w:sz w:val="22"/>
                <w:szCs w:val="22"/>
              </w:rPr>
              <w:t xml:space="preserve">: </w:t>
            </w:r>
          </w:p>
          <w:p w14:paraId="44C19D81" w14:textId="77777777" w:rsidR="00610D60" w:rsidRPr="001A7B4B" w:rsidRDefault="00CD0FBB" w:rsidP="0071521F">
            <w:pPr>
              <w:pStyle w:val="Default"/>
              <w:rPr>
                <w:color w:val="auto"/>
                <w:sz w:val="22"/>
                <w:szCs w:val="22"/>
              </w:rPr>
            </w:pPr>
            <w:r w:rsidRPr="00F35A66">
              <w:rPr>
                <w:b/>
                <w:color w:val="auto"/>
                <w:sz w:val="22"/>
                <w:szCs w:val="22"/>
              </w:rPr>
              <w:t>Application of liquids</w:t>
            </w:r>
            <w:r w:rsidRPr="00F35A66">
              <w:rPr>
                <w:color w:val="auto"/>
                <w:sz w:val="22"/>
                <w:szCs w:val="22"/>
              </w:rPr>
              <w:t>:</w:t>
            </w:r>
            <w:r w:rsidRPr="001A7B4B">
              <w:rPr>
                <w:color w:val="auto"/>
                <w:sz w:val="22"/>
                <w:szCs w:val="22"/>
              </w:rPr>
              <w:t xml:space="preserve"> </w:t>
            </w:r>
          </w:p>
          <w:p w14:paraId="52C427D1" w14:textId="78F16A33" w:rsidR="00CD0FBB" w:rsidRPr="001A7B4B" w:rsidRDefault="00CD0FBB" w:rsidP="004C45E2">
            <w:pPr>
              <w:pStyle w:val="Default"/>
              <w:rPr>
                <w:color w:val="auto"/>
                <w:sz w:val="22"/>
                <w:szCs w:val="22"/>
              </w:rPr>
            </w:pPr>
            <w:r w:rsidRPr="001A7B4B">
              <w:rPr>
                <w:color w:val="auto"/>
                <w:sz w:val="22"/>
                <w:szCs w:val="22"/>
              </w:rPr>
              <w:t>Tutor to discuss the properties and applications of:</w:t>
            </w:r>
          </w:p>
          <w:p w14:paraId="4A38617B" w14:textId="77777777" w:rsidR="00CD0FBB" w:rsidRPr="001A7B4B" w:rsidRDefault="00CD0FBB" w:rsidP="0071521F">
            <w:pPr>
              <w:pStyle w:val="Default"/>
              <w:rPr>
                <w:color w:val="auto"/>
                <w:sz w:val="22"/>
                <w:szCs w:val="22"/>
              </w:rPr>
            </w:pPr>
            <w:r w:rsidRPr="001A7B4B">
              <w:rPr>
                <w:color w:val="auto"/>
                <w:sz w:val="22"/>
                <w:szCs w:val="22"/>
              </w:rPr>
              <w:t xml:space="preserve">• water </w:t>
            </w:r>
          </w:p>
          <w:p w14:paraId="70007C61" w14:textId="77777777" w:rsidR="00CD0FBB" w:rsidRPr="001A7B4B" w:rsidRDefault="00CD0FBB" w:rsidP="0071521F">
            <w:pPr>
              <w:pStyle w:val="Default"/>
              <w:rPr>
                <w:color w:val="auto"/>
                <w:sz w:val="22"/>
                <w:szCs w:val="22"/>
              </w:rPr>
            </w:pPr>
            <w:r w:rsidRPr="001A7B4B">
              <w:rPr>
                <w:color w:val="auto"/>
                <w:sz w:val="22"/>
                <w:szCs w:val="22"/>
              </w:rPr>
              <w:t xml:space="preserve">• refrigerants </w:t>
            </w:r>
          </w:p>
          <w:p w14:paraId="5DB08721" w14:textId="77777777" w:rsidR="00CD0FBB" w:rsidRPr="001A7B4B" w:rsidRDefault="00CD0FBB" w:rsidP="0071521F">
            <w:pPr>
              <w:pStyle w:val="Default"/>
              <w:rPr>
                <w:color w:val="auto"/>
                <w:sz w:val="22"/>
                <w:szCs w:val="22"/>
              </w:rPr>
            </w:pPr>
            <w:r w:rsidRPr="001A7B4B">
              <w:rPr>
                <w:color w:val="auto"/>
                <w:sz w:val="22"/>
                <w:szCs w:val="22"/>
              </w:rPr>
              <w:t xml:space="preserve">• anti-freeze/glycol mixes </w:t>
            </w:r>
          </w:p>
          <w:p w14:paraId="583CDA6C" w14:textId="77777777" w:rsidR="00CD0FBB" w:rsidRPr="001A7B4B" w:rsidRDefault="00CD0FBB" w:rsidP="0071521F">
            <w:pPr>
              <w:pStyle w:val="Default"/>
              <w:rPr>
                <w:color w:val="auto"/>
                <w:sz w:val="22"/>
                <w:szCs w:val="22"/>
              </w:rPr>
            </w:pPr>
            <w:r w:rsidRPr="001A7B4B">
              <w:rPr>
                <w:color w:val="auto"/>
                <w:sz w:val="22"/>
                <w:szCs w:val="22"/>
              </w:rPr>
              <w:t xml:space="preserve">• fuel oils </w:t>
            </w:r>
          </w:p>
          <w:p w14:paraId="31944E7B" w14:textId="77777777" w:rsidR="00CD0FBB" w:rsidRPr="001A7B4B" w:rsidRDefault="00CD0FBB" w:rsidP="0071521F">
            <w:pPr>
              <w:pStyle w:val="Default"/>
              <w:rPr>
                <w:color w:val="auto"/>
                <w:sz w:val="22"/>
                <w:szCs w:val="22"/>
              </w:rPr>
            </w:pPr>
            <w:r w:rsidRPr="001A7B4B">
              <w:rPr>
                <w:color w:val="auto"/>
                <w:sz w:val="22"/>
                <w:szCs w:val="22"/>
              </w:rPr>
              <w:t xml:space="preserve">• lubricants/greases. </w:t>
            </w:r>
          </w:p>
          <w:p w14:paraId="21939815" w14:textId="77777777" w:rsidR="00610D60" w:rsidRPr="001A7B4B" w:rsidRDefault="00610D60" w:rsidP="002C017C">
            <w:pPr>
              <w:pStyle w:val="Default"/>
              <w:numPr>
                <w:ilvl w:val="0"/>
                <w:numId w:val="14"/>
              </w:numPr>
              <w:rPr>
                <w:color w:val="auto"/>
                <w:sz w:val="22"/>
                <w:szCs w:val="22"/>
              </w:rPr>
            </w:pPr>
            <w:r w:rsidRPr="001A7B4B">
              <w:rPr>
                <w:color w:val="auto"/>
                <w:sz w:val="22"/>
                <w:szCs w:val="22"/>
              </w:rPr>
              <w:t>Discuss the ‘weights’ of oils and how this is measured.</w:t>
            </w:r>
          </w:p>
          <w:p w14:paraId="363E1779" w14:textId="40EF5C0D" w:rsidR="00610D60" w:rsidRPr="001A7B4B" w:rsidRDefault="00610D60" w:rsidP="002C017C">
            <w:pPr>
              <w:pStyle w:val="Default"/>
              <w:numPr>
                <w:ilvl w:val="0"/>
                <w:numId w:val="14"/>
              </w:numPr>
              <w:rPr>
                <w:color w:val="auto"/>
                <w:sz w:val="22"/>
                <w:szCs w:val="22"/>
              </w:rPr>
            </w:pPr>
            <w:r w:rsidRPr="001A7B4B">
              <w:rPr>
                <w:color w:val="auto"/>
                <w:sz w:val="22"/>
                <w:szCs w:val="22"/>
              </w:rPr>
              <w:t xml:space="preserve">Short Group task – </w:t>
            </w:r>
            <w:r w:rsidR="00F502C8" w:rsidRPr="001A7B4B">
              <w:rPr>
                <w:color w:val="auto"/>
                <w:sz w:val="22"/>
                <w:szCs w:val="22"/>
              </w:rPr>
              <w:t>students</w:t>
            </w:r>
            <w:r w:rsidRPr="001A7B4B">
              <w:rPr>
                <w:color w:val="auto"/>
                <w:sz w:val="22"/>
                <w:szCs w:val="22"/>
              </w:rPr>
              <w:t xml:space="preserve"> spend 30 - 40 minutes using ILT equipment to research the types of Refrigerants used in AC and refrigeration and the uses of </w:t>
            </w:r>
            <w:proofErr w:type="spellStart"/>
            <w:r w:rsidRPr="001A7B4B">
              <w:rPr>
                <w:color w:val="auto"/>
                <w:sz w:val="22"/>
                <w:szCs w:val="22"/>
              </w:rPr>
              <w:t>anti freeze</w:t>
            </w:r>
            <w:proofErr w:type="spellEnd"/>
            <w:r w:rsidRPr="001A7B4B">
              <w:rPr>
                <w:color w:val="auto"/>
                <w:sz w:val="22"/>
                <w:szCs w:val="22"/>
              </w:rPr>
              <w:t xml:space="preserve"> glycol mixtures before feeding back in tutor led discussion.</w:t>
            </w:r>
          </w:p>
          <w:p w14:paraId="07175F7E" w14:textId="77777777" w:rsidR="00CD0FBB" w:rsidRPr="001A7B4B" w:rsidRDefault="00CD0FBB" w:rsidP="0071521F">
            <w:pPr>
              <w:pStyle w:val="Default"/>
              <w:rPr>
                <w:b/>
                <w:color w:val="auto"/>
                <w:sz w:val="22"/>
                <w:szCs w:val="22"/>
              </w:rPr>
            </w:pPr>
          </w:p>
          <w:p w14:paraId="26B712C8" w14:textId="087DAB86" w:rsidR="00CD0FBB" w:rsidRPr="001A7B4B" w:rsidRDefault="00CD0FBB" w:rsidP="0071521F">
            <w:pPr>
              <w:pStyle w:val="Default"/>
              <w:rPr>
                <w:b/>
                <w:color w:val="auto"/>
                <w:sz w:val="22"/>
                <w:szCs w:val="22"/>
              </w:rPr>
            </w:pPr>
            <w:r w:rsidRPr="001A7B4B">
              <w:rPr>
                <w:b/>
                <w:color w:val="auto"/>
                <w:sz w:val="22"/>
                <w:szCs w:val="22"/>
              </w:rPr>
              <w:t xml:space="preserve">Knowledge </w:t>
            </w:r>
            <w:r w:rsidR="004C45E2" w:rsidRPr="001A7B4B">
              <w:rPr>
                <w:b/>
                <w:color w:val="auto"/>
                <w:sz w:val="22"/>
                <w:szCs w:val="22"/>
              </w:rPr>
              <w:t>C</w:t>
            </w:r>
            <w:r w:rsidRPr="001A7B4B">
              <w:rPr>
                <w:b/>
                <w:color w:val="auto"/>
                <w:sz w:val="22"/>
                <w:szCs w:val="22"/>
              </w:rPr>
              <w:t>heck example:</w:t>
            </w:r>
          </w:p>
          <w:p w14:paraId="58584A5D" w14:textId="639AF2EC" w:rsidR="00CD0FBB" w:rsidRPr="001A7B4B" w:rsidRDefault="00116A2E" w:rsidP="0071521F">
            <w:pPr>
              <w:pStyle w:val="Default"/>
              <w:rPr>
                <w:color w:val="auto"/>
                <w:sz w:val="22"/>
                <w:szCs w:val="22"/>
              </w:rPr>
            </w:pPr>
            <w:r w:rsidRPr="001A7B4B">
              <w:rPr>
                <w:color w:val="auto"/>
                <w:sz w:val="22"/>
                <w:szCs w:val="22"/>
              </w:rPr>
              <w:t>Students</w:t>
            </w:r>
            <w:r w:rsidR="00610D60" w:rsidRPr="001A7B4B">
              <w:rPr>
                <w:color w:val="auto"/>
                <w:sz w:val="22"/>
                <w:szCs w:val="22"/>
              </w:rPr>
              <w:t xml:space="preserve"> to feedback their findings in small groups for tutor led peer discussion.</w:t>
            </w:r>
          </w:p>
          <w:p w14:paraId="4E29A51B" w14:textId="77777777" w:rsidR="00CD0FBB" w:rsidRPr="001A7B4B" w:rsidRDefault="00CD0FBB" w:rsidP="0071521F">
            <w:pPr>
              <w:pStyle w:val="Default"/>
              <w:rPr>
                <w:b/>
                <w:color w:val="auto"/>
                <w:sz w:val="22"/>
                <w:szCs w:val="22"/>
              </w:rPr>
            </w:pPr>
          </w:p>
          <w:p w14:paraId="2EAFD60D" w14:textId="77777777" w:rsidR="00CD0FBB" w:rsidRPr="001A7B4B" w:rsidRDefault="00CD0FBB" w:rsidP="0071521F">
            <w:pPr>
              <w:pStyle w:val="Default"/>
              <w:rPr>
                <w:b/>
                <w:color w:val="auto"/>
                <w:sz w:val="22"/>
                <w:szCs w:val="22"/>
              </w:rPr>
            </w:pPr>
            <w:r w:rsidRPr="001A7B4B">
              <w:rPr>
                <w:b/>
                <w:color w:val="auto"/>
                <w:sz w:val="22"/>
                <w:szCs w:val="22"/>
              </w:rPr>
              <w:t>Resources:</w:t>
            </w:r>
          </w:p>
          <w:p w14:paraId="41035416" w14:textId="77777777" w:rsidR="00610D60" w:rsidRPr="001A7B4B" w:rsidRDefault="00610D60" w:rsidP="0071521F">
            <w:pPr>
              <w:pStyle w:val="Default"/>
              <w:rPr>
                <w:color w:val="auto"/>
                <w:sz w:val="22"/>
                <w:szCs w:val="22"/>
              </w:rPr>
            </w:pPr>
            <w:r w:rsidRPr="001A7B4B">
              <w:rPr>
                <w:color w:val="auto"/>
                <w:sz w:val="22"/>
                <w:szCs w:val="22"/>
              </w:rPr>
              <w:t>ILT equipment</w:t>
            </w:r>
          </w:p>
          <w:p w14:paraId="7FF89B44" w14:textId="77777777" w:rsidR="006C5927" w:rsidRPr="001A7B4B" w:rsidRDefault="006C5927" w:rsidP="0071521F">
            <w:pPr>
              <w:pStyle w:val="Default"/>
              <w:rPr>
                <w:color w:val="auto"/>
                <w:sz w:val="22"/>
                <w:szCs w:val="22"/>
              </w:rPr>
            </w:pPr>
          </w:p>
        </w:tc>
        <w:tc>
          <w:tcPr>
            <w:tcW w:w="2246" w:type="dxa"/>
          </w:tcPr>
          <w:p w14:paraId="7F697D6E" w14:textId="77777777" w:rsidR="00DD207A" w:rsidRDefault="008A57D2">
            <w:r>
              <w:t xml:space="preserve">Q&amp;A </w:t>
            </w:r>
            <w:r>
              <w:br/>
            </w:r>
            <w:r>
              <w:br/>
            </w:r>
            <w:r>
              <w:br/>
            </w:r>
            <w:r>
              <w:br/>
              <w:t>Research task and feedback</w:t>
            </w:r>
            <w:r>
              <w:br/>
              <w:t>English skills (reading, writing, technical vocabulary)</w:t>
            </w:r>
          </w:p>
        </w:tc>
      </w:tr>
      <w:bookmarkEnd w:id="0"/>
      <w:tr w:rsidR="006C5927" w:rsidRPr="00634DF8" w14:paraId="44E63213" w14:textId="77777777" w:rsidTr="24BA986D">
        <w:trPr>
          <w:trHeight w:val="300"/>
          <w:jc w:val="center"/>
        </w:trPr>
        <w:tc>
          <w:tcPr>
            <w:tcW w:w="1297" w:type="dxa"/>
          </w:tcPr>
          <w:p w14:paraId="02225B75" w14:textId="77777777" w:rsidR="006C5927" w:rsidRDefault="006C5927" w:rsidP="006C5927">
            <w:pPr>
              <w:jc w:val="center"/>
              <w:rPr>
                <w:rFonts w:cs="Arial"/>
                <w:szCs w:val="22"/>
              </w:rPr>
            </w:pPr>
            <w:r>
              <w:rPr>
                <w:rFonts w:cs="Arial"/>
                <w:szCs w:val="22"/>
              </w:rPr>
              <w:lastRenderedPageBreak/>
              <w:t>50</w:t>
            </w:r>
            <w:r w:rsidR="00610D60">
              <w:rPr>
                <w:rFonts w:cs="Arial"/>
                <w:szCs w:val="22"/>
              </w:rPr>
              <w:t>-51</w:t>
            </w:r>
          </w:p>
          <w:p w14:paraId="2395F709" w14:textId="77777777" w:rsidR="006C5927" w:rsidRDefault="00610D60" w:rsidP="006C5927">
            <w:pPr>
              <w:jc w:val="center"/>
              <w:rPr>
                <w:rFonts w:cs="Arial"/>
                <w:szCs w:val="22"/>
              </w:rPr>
            </w:pPr>
            <w:r>
              <w:rPr>
                <w:rFonts w:cs="Arial"/>
                <w:szCs w:val="22"/>
              </w:rPr>
              <w:t>6</w:t>
            </w:r>
            <w:r w:rsidR="006C5927">
              <w:rPr>
                <w:rFonts w:cs="Arial"/>
                <w:szCs w:val="22"/>
              </w:rPr>
              <w:t xml:space="preserve"> hours</w:t>
            </w:r>
          </w:p>
          <w:p w14:paraId="7B1B5817" w14:textId="28F623A1" w:rsidR="00763AD6" w:rsidRPr="00763AD6" w:rsidRDefault="00763AD6" w:rsidP="006C5927">
            <w:pPr>
              <w:jc w:val="center"/>
              <w:rPr>
                <w:rFonts w:cs="Arial"/>
                <w:b/>
                <w:bCs/>
                <w:szCs w:val="22"/>
              </w:rPr>
            </w:pPr>
            <w:r w:rsidRPr="00763AD6">
              <w:rPr>
                <w:rFonts w:cs="Arial"/>
                <w:b/>
                <w:bCs/>
                <w:szCs w:val="22"/>
                <w:highlight w:val="yellow"/>
              </w:rPr>
              <w:t>PPT available</w:t>
            </w:r>
          </w:p>
        </w:tc>
        <w:tc>
          <w:tcPr>
            <w:tcW w:w="2199" w:type="dxa"/>
          </w:tcPr>
          <w:p w14:paraId="630F5A39" w14:textId="77777777" w:rsidR="006C5927" w:rsidRPr="001A7B4B" w:rsidRDefault="006C5927" w:rsidP="006C5927">
            <w:pPr>
              <w:pStyle w:val="Normalheadingblack"/>
              <w:rPr>
                <w:rFonts w:cs="Arial"/>
                <w:lang w:eastAsia="en-GB"/>
              </w:rPr>
            </w:pPr>
            <w:r w:rsidRPr="001A7B4B">
              <w:rPr>
                <w:rFonts w:cs="Arial"/>
                <w:lang w:eastAsia="en-GB"/>
              </w:rPr>
              <w:t>Outcome 1 – Plumbing and heating common knowledge criteria</w:t>
            </w:r>
          </w:p>
          <w:p w14:paraId="5F0534D1" w14:textId="77777777" w:rsidR="006C5927" w:rsidRPr="001A7B4B" w:rsidRDefault="006C5927" w:rsidP="006C5927">
            <w:pPr>
              <w:pStyle w:val="Normalheadingblack"/>
              <w:rPr>
                <w:rFonts w:cs="Arial"/>
                <w:lang w:eastAsia="en-GB"/>
              </w:rPr>
            </w:pPr>
          </w:p>
        </w:tc>
        <w:tc>
          <w:tcPr>
            <w:tcW w:w="3135" w:type="dxa"/>
          </w:tcPr>
          <w:p w14:paraId="65C81648" w14:textId="77777777" w:rsidR="006C5927" w:rsidRPr="001A7B4B" w:rsidRDefault="006C5927" w:rsidP="006C5927">
            <w:pPr>
              <w:pStyle w:val="Normalheadingblack"/>
              <w:rPr>
                <w:rFonts w:cs="Arial"/>
                <w:b w:val="0"/>
                <w:szCs w:val="22"/>
              </w:rPr>
            </w:pPr>
            <w:r w:rsidRPr="001A7B4B">
              <w:rPr>
                <w:rFonts w:cs="Arial"/>
                <w:b w:val="0"/>
                <w:szCs w:val="22"/>
              </w:rPr>
              <w:t>K1.16 Scientific principles and concepts to plumbing engineering</w:t>
            </w:r>
          </w:p>
        </w:tc>
        <w:tc>
          <w:tcPr>
            <w:tcW w:w="5785" w:type="dxa"/>
          </w:tcPr>
          <w:p w14:paraId="04B69E42" w14:textId="506A4C4C" w:rsidR="00CD0FBB" w:rsidRPr="001A7B4B" w:rsidRDefault="00CD0FBB" w:rsidP="00CD0FBB">
            <w:pPr>
              <w:pStyle w:val="Default"/>
              <w:rPr>
                <w:b/>
                <w:color w:val="auto"/>
                <w:sz w:val="22"/>
                <w:szCs w:val="22"/>
              </w:rPr>
            </w:pPr>
            <w:r w:rsidRPr="001A7B4B">
              <w:rPr>
                <w:b/>
                <w:color w:val="auto"/>
                <w:sz w:val="22"/>
                <w:szCs w:val="22"/>
              </w:rPr>
              <w:t>Activities</w:t>
            </w:r>
            <w:r w:rsidR="00CF2B32" w:rsidRPr="001A7B4B">
              <w:rPr>
                <w:b/>
                <w:color w:val="auto"/>
                <w:sz w:val="22"/>
                <w:szCs w:val="22"/>
              </w:rPr>
              <w:t>:</w:t>
            </w:r>
          </w:p>
          <w:p w14:paraId="6CE1EC11" w14:textId="77777777" w:rsidR="00CD0FBB" w:rsidRPr="001A7B4B" w:rsidRDefault="00CD0FBB" w:rsidP="00CD0FBB">
            <w:pPr>
              <w:pStyle w:val="Default"/>
              <w:rPr>
                <w:b/>
                <w:color w:val="auto"/>
                <w:sz w:val="22"/>
                <w:szCs w:val="22"/>
              </w:rPr>
            </w:pPr>
            <w:r w:rsidRPr="001A7B4B">
              <w:rPr>
                <w:b/>
                <w:color w:val="auto"/>
                <w:sz w:val="22"/>
                <w:szCs w:val="22"/>
              </w:rPr>
              <w:t>Starter task example:</w:t>
            </w:r>
          </w:p>
          <w:p w14:paraId="322A3AD1" w14:textId="77777777" w:rsidR="00CD0FBB" w:rsidRPr="001A7B4B" w:rsidRDefault="00C91F32" w:rsidP="00CD0FBB">
            <w:pPr>
              <w:pStyle w:val="Default"/>
              <w:rPr>
                <w:color w:val="auto"/>
                <w:sz w:val="22"/>
                <w:szCs w:val="22"/>
              </w:rPr>
            </w:pPr>
            <w:r w:rsidRPr="001A7B4B">
              <w:rPr>
                <w:color w:val="auto"/>
                <w:sz w:val="22"/>
                <w:szCs w:val="22"/>
              </w:rPr>
              <w:t>Long memory recall – spend 5 minutes discussing ‘WRAS’ and its purpose.</w:t>
            </w:r>
          </w:p>
          <w:p w14:paraId="11C98550" w14:textId="1B990399" w:rsidR="00C5641F" w:rsidRPr="001A7B4B" w:rsidRDefault="00C5641F" w:rsidP="00CD0FBB">
            <w:pPr>
              <w:pStyle w:val="Default"/>
              <w:rPr>
                <w:color w:val="auto"/>
                <w:sz w:val="22"/>
                <w:szCs w:val="22"/>
              </w:rPr>
            </w:pPr>
            <w:r w:rsidRPr="001A7B4B">
              <w:rPr>
                <w:b/>
                <w:bCs/>
                <w:color w:val="auto"/>
                <w:sz w:val="22"/>
                <w:szCs w:val="22"/>
              </w:rPr>
              <w:t>Alternative:</w:t>
            </w:r>
            <w:r w:rsidRPr="001A7B4B">
              <w:rPr>
                <w:color w:val="auto"/>
                <w:sz w:val="22"/>
                <w:szCs w:val="22"/>
              </w:rPr>
              <w:t xml:space="preserve"> </w:t>
            </w:r>
            <w:r w:rsidR="00F90A50" w:rsidRPr="001A7B4B">
              <w:rPr>
                <w:color w:val="auto"/>
                <w:sz w:val="22"/>
                <w:szCs w:val="22"/>
              </w:rPr>
              <w:t>Students to name three types of liquids commonly used in building services and their purpose.</w:t>
            </w:r>
          </w:p>
          <w:p w14:paraId="191F3A78" w14:textId="77777777" w:rsidR="00CD0FBB" w:rsidRPr="001A7B4B" w:rsidRDefault="00CD0FBB" w:rsidP="00CD0FBB">
            <w:pPr>
              <w:pStyle w:val="Default"/>
              <w:rPr>
                <w:b/>
                <w:color w:val="auto"/>
                <w:sz w:val="22"/>
                <w:szCs w:val="22"/>
              </w:rPr>
            </w:pPr>
          </w:p>
          <w:p w14:paraId="5E12DF90" w14:textId="0EFFD42D" w:rsidR="00CD0FBB" w:rsidRPr="001A7B4B" w:rsidRDefault="00CD0FBB" w:rsidP="00CD0FBB">
            <w:pPr>
              <w:pStyle w:val="Default"/>
              <w:rPr>
                <w:b/>
                <w:color w:val="auto"/>
                <w:sz w:val="22"/>
                <w:szCs w:val="22"/>
              </w:rPr>
            </w:pPr>
            <w:r w:rsidRPr="001A7B4B">
              <w:rPr>
                <w:b/>
                <w:color w:val="auto"/>
                <w:sz w:val="22"/>
                <w:szCs w:val="22"/>
              </w:rPr>
              <w:t>Delivery</w:t>
            </w:r>
            <w:r w:rsidR="00382867" w:rsidRPr="001A7B4B">
              <w:rPr>
                <w:b/>
                <w:color w:val="auto"/>
                <w:sz w:val="22"/>
                <w:szCs w:val="22"/>
              </w:rPr>
              <w:t xml:space="preserve"> focus</w:t>
            </w:r>
            <w:r w:rsidRPr="001A7B4B">
              <w:rPr>
                <w:b/>
                <w:color w:val="auto"/>
                <w:sz w:val="22"/>
                <w:szCs w:val="22"/>
              </w:rPr>
              <w:t>:</w:t>
            </w:r>
          </w:p>
          <w:p w14:paraId="3200AE4D" w14:textId="3135B18B" w:rsidR="00495523" w:rsidRPr="001A7B4B" w:rsidRDefault="00495523" w:rsidP="00C91F32">
            <w:pPr>
              <w:pStyle w:val="Default"/>
              <w:rPr>
                <w:bCs/>
                <w:color w:val="auto"/>
                <w:sz w:val="22"/>
                <w:szCs w:val="22"/>
              </w:rPr>
            </w:pPr>
            <w:r w:rsidRPr="001A7B4B">
              <w:rPr>
                <w:bCs/>
                <w:color w:val="auto"/>
                <w:sz w:val="22"/>
                <w:szCs w:val="22"/>
              </w:rPr>
              <w:t>Using PowerPoint</w:t>
            </w:r>
            <w:r w:rsidRPr="001A7B4B">
              <w:rPr>
                <w:b/>
                <w:color w:val="auto"/>
                <w:sz w:val="22"/>
                <w:szCs w:val="22"/>
              </w:rPr>
              <w:t xml:space="preserve"> </w:t>
            </w:r>
            <w:r w:rsidRPr="00811B5D">
              <w:rPr>
                <w:b/>
                <w:color w:val="auto"/>
                <w:sz w:val="22"/>
                <w:szCs w:val="22"/>
                <w:highlight w:val="yellow"/>
              </w:rPr>
              <w:t xml:space="preserve">K1.16 Application and </w:t>
            </w:r>
            <w:r w:rsidR="005D5F71" w:rsidRPr="00811B5D">
              <w:rPr>
                <w:b/>
                <w:color w:val="auto"/>
                <w:sz w:val="22"/>
                <w:szCs w:val="22"/>
                <w:highlight w:val="yellow"/>
              </w:rPr>
              <w:t>p</w:t>
            </w:r>
            <w:r w:rsidRPr="00811B5D">
              <w:rPr>
                <w:b/>
                <w:color w:val="auto"/>
                <w:sz w:val="22"/>
                <w:szCs w:val="22"/>
                <w:highlight w:val="yellow"/>
              </w:rPr>
              <w:t xml:space="preserve">roperties of </w:t>
            </w:r>
            <w:r w:rsidR="005D5F71" w:rsidRPr="00811B5D">
              <w:rPr>
                <w:b/>
                <w:color w:val="auto"/>
                <w:sz w:val="22"/>
                <w:szCs w:val="22"/>
                <w:highlight w:val="yellow"/>
              </w:rPr>
              <w:t>l</w:t>
            </w:r>
            <w:r w:rsidRPr="00811B5D">
              <w:rPr>
                <w:b/>
                <w:color w:val="auto"/>
                <w:sz w:val="22"/>
                <w:szCs w:val="22"/>
                <w:highlight w:val="yellow"/>
              </w:rPr>
              <w:t>iquids</w:t>
            </w:r>
            <w:r w:rsidRPr="001A7B4B">
              <w:rPr>
                <w:b/>
                <w:color w:val="auto"/>
                <w:sz w:val="22"/>
                <w:szCs w:val="22"/>
              </w:rPr>
              <w:t xml:space="preserve">, </w:t>
            </w:r>
            <w:r w:rsidRPr="001A7B4B">
              <w:rPr>
                <w:bCs/>
                <w:color w:val="auto"/>
                <w:sz w:val="22"/>
                <w:szCs w:val="22"/>
              </w:rPr>
              <w:t>deliver the following:</w:t>
            </w:r>
          </w:p>
          <w:p w14:paraId="4378C782" w14:textId="58759A62" w:rsidR="00C91F32" w:rsidRPr="001A7B4B" w:rsidRDefault="00C91F32" w:rsidP="002C017C">
            <w:pPr>
              <w:pStyle w:val="Default"/>
              <w:numPr>
                <w:ilvl w:val="0"/>
                <w:numId w:val="168"/>
              </w:numPr>
              <w:rPr>
                <w:color w:val="auto"/>
                <w:sz w:val="22"/>
                <w:szCs w:val="22"/>
              </w:rPr>
            </w:pPr>
            <w:r w:rsidRPr="001A7B4B">
              <w:rPr>
                <w:color w:val="auto"/>
                <w:sz w:val="22"/>
                <w:szCs w:val="22"/>
              </w:rPr>
              <w:t>water</w:t>
            </w:r>
          </w:p>
          <w:p w14:paraId="0B8A937B" w14:textId="32B07C0B" w:rsidR="00C91F32" w:rsidRPr="001A7B4B" w:rsidRDefault="00C91F32" w:rsidP="002C017C">
            <w:pPr>
              <w:pStyle w:val="Default"/>
              <w:numPr>
                <w:ilvl w:val="0"/>
                <w:numId w:val="168"/>
              </w:numPr>
              <w:rPr>
                <w:color w:val="auto"/>
                <w:sz w:val="22"/>
                <w:szCs w:val="22"/>
              </w:rPr>
            </w:pPr>
            <w:r w:rsidRPr="001A7B4B">
              <w:rPr>
                <w:color w:val="auto"/>
                <w:sz w:val="22"/>
                <w:szCs w:val="22"/>
              </w:rPr>
              <w:t xml:space="preserve">boiling/freezing point </w:t>
            </w:r>
          </w:p>
          <w:p w14:paraId="5E489393" w14:textId="37936EB0" w:rsidR="00C91F32" w:rsidRPr="001A7B4B" w:rsidRDefault="00C91F32" w:rsidP="002C017C">
            <w:pPr>
              <w:pStyle w:val="Default"/>
              <w:numPr>
                <w:ilvl w:val="0"/>
                <w:numId w:val="168"/>
              </w:numPr>
              <w:rPr>
                <w:color w:val="auto"/>
                <w:sz w:val="22"/>
                <w:szCs w:val="22"/>
              </w:rPr>
            </w:pPr>
            <w:r w:rsidRPr="001A7B4B">
              <w:rPr>
                <w:color w:val="auto"/>
                <w:sz w:val="22"/>
                <w:szCs w:val="22"/>
              </w:rPr>
              <w:t xml:space="preserve">relationship Celsius and Kelvin </w:t>
            </w:r>
          </w:p>
          <w:p w14:paraId="21524998" w14:textId="2E0A34B9" w:rsidR="00C91F32" w:rsidRPr="001A7B4B" w:rsidRDefault="00C91F32" w:rsidP="002C017C">
            <w:pPr>
              <w:pStyle w:val="Default"/>
              <w:numPr>
                <w:ilvl w:val="0"/>
                <w:numId w:val="168"/>
              </w:numPr>
              <w:rPr>
                <w:color w:val="auto"/>
                <w:sz w:val="22"/>
                <w:szCs w:val="22"/>
              </w:rPr>
            </w:pPr>
            <w:r w:rsidRPr="001A7B4B">
              <w:rPr>
                <w:color w:val="auto"/>
                <w:sz w:val="22"/>
                <w:szCs w:val="22"/>
              </w:rPr>
              <w:t xml:space="preserve">change of state and molecular changes </w:t>
            </w:r>
          </w:p>
          <w:p w14:paraId="6CDE01DD" w14:textId="58956E6E" w:rsidR="00C91F32" w:rsidRPr="001A7B4B" w:rsidRDefault="00C91F32" w:rsidP="002C017C">
            <w:pPr>
              <w:pStyle w:val="Default"/>
              <w:numPr>
                <w:ilvl w:val="0"/>
                <w:numId w:val="168"/>
              </w:numPr>
              <w:rPr>
                <w:color w:val="auto"/>
                <w:sz w:val="22"/>
                <w:szCs w:val="22"/>
              </w:rPr>
            </w:pPr>
            <w:r w:rsidRPr="001A7B4B">
              <w:rPr>
                <w:color w:val="auto"/>
                <w:sz w:val="22"/>
                <w:szCs w:val="22"/>
              </w:rPr>
              <w:t xml:space="preserve">volume and pressure increases </w:t>
            </w:r>
          </w:p>
          <w:p w14:paraId="1BFA7D97" w14:textId="77BA47E7" w:rsidR="00C91F32" w:rsidRPr="001A7B4B" w:rsidRDefault="00C91F32" w:rsidP="002C017C">
            <w:pPr>
              <w:pStyle w:val="Default"/>
              <w:numPr>
                <w:ilvl w:val="0"/>
                <w:numId w:val="168"/>
              </w:numPr>
              <w:rPr>
                <w:color w:val="auto"/>
                <w:sz w:val="22"/>
                <w:szCs w:val="22"/>
              </w:rPr>
            </w:pPr>
            <w:r w:rsidRPr="001A7B4B">
              <w:rPr>
                <w:color w:val="auto"/>
                <w:sz w:val="22"/>
                <w:szCs w:val="22"/>
              </w:rPr>
              <w:t xml:space="preserve">density at differing temperatures </w:t>
            </w:r>
          </w:p>
          <w:p w14:paraId="73B0B888" w14:textId="40654FDF" w:rsidR="00C91F32" w:rsidRPr="001A7B4B" w:rsidRDefault="00C91F32" w:rsidP="002C017C">
            <w:pPr>
              <w:pStyle w:val="Default"/>
              <w:numPr>
                <w:ilvl w:val="0"/>
                <w:numId w:val="168"/>
              </w:numPr>
              <w:rPr>
                <w:color w:val="auto"/>
                <w:sz w:val="22"/>
                <w:szCs w:val="22"/>
              </w:rPr>
            </w:pPr>
            <w:r w:rsidRPr="001A7B4B">
              <w:rPr>
                <w:color w:val="auto"/>
                <w:sz w:val="22"/>
                <w:szCs w:val="22"/>
              </w:rPr>
              <w:t>to steam/super</w:t>
            </w:r>
            <w:r w:rsidRPr="001A7B4B">
              <w:rPr>
                <w:color w:val="auto"/>
                <w:sz w:val="20"/>
                <w:szCs w:val="20"/>
              </w:rPr>
              <w:t xml:space="preserve">-heated </w:t>
            </w:r>
            <w:r w:rsidRPr="001A7B4B">
              <w:rPr>
                <w:color w:val="auto"/>
                <w:sz w:val="22"/>
                <w:szCs w:val="22"/>
              </w:rPr>
              <w:t xml:space="preserve">steam </w:t>
            </w:r>
          </w:p>
          <w:p w14:paraId="5DA43FD3" w14:textId="09B5E7AB" w:rsidR="00C91F32" w:rsidRPr="001A7B4B" w:rsidRDefault="00C91F32" w:rsidP="002C017C">
            <w:pPr>
              <w:pStyle w:val="Default"/>
              <w:numPr>
                <w:ilvl w:val="0"/>
                <w:numId w:val="168"/>
              </w:numPr>
              <w:rPr>
                <w:color w:val="auto"/>
                <w:sz w:val="22"/>
                <w:szCs w:val="22"/>
              </w:rPr>
            </w:pPr>
            <w:r w:rsidRPr="001A7B4B">
              <w:rPr>
                <w:color w:val="auto"/>
                <w:sz w:val="22"/>
                <w:szCs w:val="22"/>
              </w:rPr>
              <w:t xml:space="preserve">capillarity </w:t>
            </w:r>
          </w:p>
          <w:p w14:paraId="01317CC4" w14:textId="228553CE" w:rsidR="00C91F32" w:rsidRPr="001A7B4B" w:rsidRDefault="00C91F32" w:rsidP="002C017C">
            <w:pPr>
              <w:pStyle w:val="Default"/>
              <w:numPr>
                <w:ilvl w:val="0"/>
                <w:numId w:val="168"/>
              </w:numPr>
              <w:rPr>
                <w:color w:val="auto"/>
                <w:sz w:val="22"/>
                <w:szCs w:val="22"/>
              </w:rPr>
            </w:pPr>
            <w:r w:rsidRPr="001A7B4B">
              <w:rPr>
                <w:color w:val="auto"/>
                <w:sz w:val="22"/>
                <w:szCs w:val="22"/>
              </w:rPr>
              <w:t xml:space="preserve">acidity/alkalinity (pH value) </w:t>
            </w:r>
          </w:p>
          <w:p w14:paraId="628C0906" w14:textId="6FECC0A7" w:rsidR="00C91F32" w:rsidRPr="001A7B4B" w:rsidRDefault="00C91F32" w:rsidP="002C017C">
            <w:pPr>
              <w:pStyle w:val="Default"/>
              <w:numPr>
                <w:ilvl w:val="0"/>
                <w:numId w:val="168"/>
              </w:numPr>
              <w:rPr>
                <w:color w:val="auto"/>
                <w:sz w:val="22"/>
                <w:szCs w:val="22"/>
              </w:rPr>
            </w:pPr>
            <w:r w:rsidRPr="001A7B4B">
              <w:rPr>
                <w:color w:val="auto"/>
                <w:sz w:val="22"/>
                <w:szCs w:val="22"/>
              </w:rPr>
              <w:t xml:space="preserve">water hardness </w:t>
            </w:r>
          </w:p>
          <w:p w14:paraId="31431043" w14:textId="68A7B70F" w:rsidR="00C91F32" w:rsidRPr="001A7B4B" w:rsidRDefault="00C91F32" w:rsidP="002C017C">
            <w:pPr>
              <w:pStyle w:val="Default"/>
              <w:numPr>
                <w:ilvl w:val="0"/>
                <w:numId w:val="168"/>
              </w:numPr>
              <w:rPr>
                <w:color w:val="auto"/>
                <w:sz w:val="22"/>
                <w:szCs w:val="22"/>
              </w:rPr>
            </w:pPr>
            <w:r w:rsidRPr="001A7B4B">
              <w:rPr>
                <w:color w:val="auto"/>
                <w:sz w:val="22"/>
                <w:szCs w:val="22"/>
              </w:rPr>
              <w:t xml:space="preserve">soft </w:t>
            </w:r>
          </w:p>
          <w:p w14:paraId="74D39A8D" w14:textId="0526A5FA" w:rsidR="00C91F32" w:rsidRPr="001A7B4B" w:rsidRDefault="00C91F32" w:rsidP="002C017C">
            <w:pPr>
              <w:pStyle w:val="Default"/>
              <w:numPr>
                <w:ilvl w:val="0"/>
                <w:numId w:val="168"/>
              </w:numPr>
              <w:rPr>
                <w:color w:val="auto"/>
                <w:sz w:val="22"/>
                <w:szCs w:val="22"/>
              </w:rPr>
            </w:pPr>
            <w:r w:rsidRPr="001A7B4B">
              <w:rPr>
                <w:color w:val="auto"/>
                <w:sz w:val="22"/>
                <w:szCs w:val="22"/>
              </w:rPr>
              <w:t xml:space="preserve">temporary hard </w:t>
            </w:r>
          </w:p>
          <w:p w14:paraId="74DD069C" w14:textId="36BA0E09" w:rsidR="00C91F32" w:rsidRPr="001A7B4B" w:rsidRDefault="00C91F32" w:rsidP="002C017C">
            <w:pPr>
              <w:pStyle w:val="Default"/>
              <w:numPr>
                <w:ilvl w:val="0"/>
                <w:numId w:val="168"/>
              </w:numPr>
              <w:rPr>
                <w:color w:val="auto"/>
                <w:sz w:val="22"/>
                <w:szCs w:val="22"/>
              </w:rPr>
            </w:pPr>
            <w:r w:rsidRPr="001A7B4B">
              <w:rPr>
                <w:color w:val="auto"/>
                <w:sz w:val="22"/>
                <w:szCs w:val="22"/>
              </w:rPr>
              <w:t xml:space="preserve">permanently hard. </w:t>
            </w:r>
          </w:p>
          <w:p w14:paraId="5E538462" w14:textId="77777777" w:rsidR="00C91F32" w:rsidRPr="001A7B4B" w:rsidRDefault="00C91F32" w:rsidP="002C017C">
            <w:pPr>
              <w:pStyle w:val="Default"/>
              <w:numPr>
                <w:ilvl w:val="0"/>
                <w:numId w:val="15"/>
              </w:numPr>
              <w:rPr>
                <w:color w:val="auto"/>
                <w:sz w:val="22"/>
                <w:szCs w:val="22"/>
              </w:rPr>
            </w:pPr>
            <w:r w:rsidRPr="001A7B4B">
              <w:rPr>
                <w:color w:val="auto"/>
                <w:sz w:val="22"/>
                <w:szCs w:val="22"/>
              </w:rPr>
              <w:t xml:space="preserve">The types of water, properties and chemical states. </w:t>
            </w:r>
          </w:p>
          <w:p w14:paraId="450A8B3A" w14:textId="77777777" w:rsidR="00C91F32" w:rsidRPr="001A7B4B" w:rsidRDefault="00C91F32" w:rsidP="002C017C">
            <w:pPr>
              <w:pStyle w:val="Default"/>
              <w:numPr>
                <w:ilvl w:val="0"/>
                <w:numId w:val="15"/>
              </w:numPr>
              <w:rPr>
                <w:color w:val="auto"/>
                <w:sz w:val="22"/>
                <w:szCs w:val="22"/>
              </w:rPr>
            </w:pPr>
            <w:r w:rsidRPr="001A7B4B">
              <w:rPr>
                <w:color w:val="auto"/>
                <w:sz w:val="22"/>
                <w:szCs w:val="22"/>
              </w:rPr>
              <w:t xml:space="preserve">Water quality (including pH) and treatments. </w:t>
            </w:r>
          </w:p>
          <w:p w14:paraId="408C11ED" w14:textId="765B585D" w:rsidR="00CD0FBB" w:rsidRPr="001A7B4B" w:rsidRDefault="00C91F32" w:rsidP="002C017C">
            <w:pPr>
              <w:pStyle w:val="Default"/>
              <w:numPr>
                <w:ilvl w:val="0"/>
                <w:numId w:val="15"/>
              </w:numPr>
              <w:rPr>
                <w:b/>
                <w:color w:val="auto"/>
                <w:sz w:val="22"/>
                <w:szCs w:val="22"/>
              </w:rPr>
            </w:pPr>
            <w:r w:rsidRPr="001A7B4B">
              <w:rPr>
                <w:color w:val="auto"/>
                <w:sz w:val="22"/>
                <w:szCs w:val="22"/>
              </w:rPr>
              <w:t xml:space="preserve">Use activities such and PH testing of water samples, show examples of pipework and components which have been effected by scaling, show </w:t>
            </w:r>
            <w:r w:rsidR="00F502C8" w:rsidRPr="001A7B4B">
              <w:rPr>
                <w:color w:val="auto"/>
                <w:sz w:val="22"/>
                <w:szCs w:val="22"/>
              </w:rPr>
              <w:t>students</w:t>
            </w:r>
            <w:r w:rsidRPr="001A7B4B">
              <w:rPr>
                <w:color w:val="auto"/>
                <w:sz w:val="22"/>
                <w:szCs w:val="22"/>
              </w:rPr>
              <w:t xml:space="preserve"> how </w:t>
            </w:r>
            <w:r w:rsidRPr="001A7B4B">
              <w:rPr>
                <w:color w:val="auto"/>
                <w:sz w:val="22"/>
                <w:szCs w:val="22"/>
              </w:rPr>
              <w:lastRenderedPageBreak/>
              <w:t>the volume of a heated glass of water increases and show video such as</w:t>
            </w:r>
            <w:r w:rsidRPr="001A7B4B">
              <w:rPr>
                <w:color w:val="auto"/>
              </w:rPr>
              <w:t xml:space="preserve"> </w:t>
            </w:r>
            <w:hyperlink r:id="rId26" w:history="1">
              <w:r w:rsidRPr="001A7B4B">
                <w:rPr>
                  <w:rStyle w:val="Hyperlink"/>
                  <w:color w:val="auto"/>
                  <w:sz w:val="22"/>
                  <w:szCs w:val="22"/>
                </w:rPr>
                <w:t>(10) Boiling, Atmospheric Pressure, and Vapor Pressure - YouTube</w:t>
              </w:r>
            </w:hyperlink>
          </w:p>
          <w:p w14:paraId="705E9C1D" w14:textId="77777777" w:rsidR="00CD0FBB" w:rsidRPr="001A7B4B" w:rsidRDefault="00CD0FBB" w:rsidP="00CD0FBB">
            <w:pPr>
              <w:pStyle w:val="Default"/>
              <w:rPr>
                <w:b/>
                <w:color w:val="auto"/>
                <w:sz w:val="22"/>
                <w:szCs w:val="22"/>
              </w:rPr>
            </w:pPr>
          </w:p>
          <w:p w14:paraId="7897FAD8" w14:textId="29E4C8FA" w:rsidR="00CD0FBB" w:rsidRPr="001A7B4B" w:rsidRDefault="00CD0FBB" w:rsidP="00CD0FBB">
            <w:pPr>
              <w:pStyle w:val="Default"/>
              <w:rPr>
                <w:b/>
                <w:color w:val="auto"/>
                <w:sz w:val="22"/>
                <w:szCs w:val="22"/>
              </w:rPr>
            </w:pPr>
            <w:r w:rsidRPr="001A7B4B">
              <w:rPr>
                <w:b/>
                <w:color w:val="auto"/>
                <w:sz w:val="22"/>
                <w:szCs w:val="22"/>
              </w:rPr>
              <w:t xml:space="preserve">Knowledge </w:t>
            </w:r>
            <w:r w:rsidR="00382867" w:rsidRPr="001A7B4B">
              <w:rPr>
                <w:b/>
                <w:color w:val="auto"/>
                <w:sz w:val="22"/>
                <w:szCs w:val="22"/>
              </w:rPr>
              <w:t>C</w:t>
            </w:r>
            <w:r w:rsidRPr="001A7B4B">
              <w:rPr>
                <w:b/>
                <w:color w:val="auto"/>
                <w:sz w:val="22"/>
                <w:szCs w:val="22"/>
              </w:rPr>
              <w:t>heck example:</w:t>
            </w:r>
          </w:p>
          <w:p w14:paraId="797F297A" w14:textId="25496820" w:rsidR="00CD0FBB" w:rsidRPr="001A7B4B" w:rsidRDefault="00C91F32" w:rsidP="002C017C">
            <w:pPr>
              <w:pStyle w:val="Default"/>
              <w:numPr>
                <w:ilvl w:val="0"/>
                <w:numId w:val="169"/>
              </w:numPr>
              <w:rPr>
                <w:color w:val="auto"/>
                <w:sz w:val="22"/>
                <w:szCs w:val="22"/>
              </w:rPr>
            </w:pPr>
            <w:r w:rsidRPr="001A7B4B">
              <w:rPr>
                <w:color w:val="auto"/>
                <w:sz w:val="22"/>
                <w:szCs w:val="22"/>
              </w:rPr>
              <w:t xml:space="preserve">Distribute a suitable knowledge test for </w:t>
            </w:r>
            <w:r w:rsidR="00F502C8" w:rsidRPr="001A7B4B">
              <w:rPr>
                <w:color w:val="auto"/>
                <w:sz w:val="22"/>
                <w:szCs w:val="22"/>
              </w:rPr>
              <w:t>students</w:t>
            </w:r>
            <w:r w:rsidRPr="001A7B4B">
              <w:rPr>
                <w:color w:val="auto"/>
                <w:sz w:val="22"/>
                <w:szCs w:val="22"/>
              </w:rPr>
              <w:t xml:space="preserve"> to complete individually. On completion</w:t>
            </w:r>
            <w:r w:rsidR="00C93EDC" w:rsidRPr="001A7B4B">
              <w:rPr>
                <w:color w:val="auto"/>
                <w:sz w:val="22"/>
                <w:szCs w:val="22"/>
              </w:rPr>
              <w:t>,</w:t>
            </w:r>
            <w:r w:rsidRPr="001A7B4B">
              <w:rPr>
                <w:color w:val="auto"/>
                <w:sz w:val="22"/>
                <w:szCs w:val="22"/>
              </w:rPr>
              <w:t xml:space="preserve"> swap papers for tutor led peer marking discussion</w:t>
            </w:r>
            <w:r w:rsidR="00C93EDC" w:rsidRPr="001A7B4B">
              <w:rPr>
                <w:color w:val="auto"/>
                <w:sz w:val="22"/>
                <w:szCs w:val="22"/>
              </w:rPr>
              <w:t>.</w:t>
            </w:r>
          </w:p>
          <w:p w14:paraId="1E6714A6" w14:textId="3D122B4B" w:rsidR="00DA67ED" w:rsidRPr="001A7B4B" w:rsidRDefault="00DA67ED" w:rsidP="002C017C">
            <w:pPr>
              <w:pStyle w:val="Default"/>
              <w:numPr>
                <w:ilvl w:val="0"/>
                <w:numId w:val="169"/>
              </w:numPr>
              <w:rPr>
                <w:color w:val="auto"/>
                <w:sz w:val="22"/>
                <w:szCs w:val="22"/>
              </w:rPr>
            </w:pPr>
            <w:r w:rsidRPr="001A7B4B">
              <w:rPr>
                <w:color w:val="auto"/>
                <w:sz w:val="22"/>
                <w:szCs w:val="22"/>
              </w:rPr>
              <w:t xml:space="preserve">Set short homework task for </w:t>
            </w:r>
            <w:r w:rsidR="00F502C8" w:rsidRPr="001A7B4B">
              <w:rPr>
                <w:color w:val="auto"/>
                <w:sz w:val="22"/>
                <w:szCs w:val="22"/>
              </w:rPr>
              <w:t>students</w:t>
            </w:r>
            <w:r w:rsidRPr="001A7B4B">
              <w:rPr>
                <w:color w:val="auto"/>
                <w:sz w:val="22"/>
                <w:szCs w:val="22"/>
              </w:rPr>
              <w:t xml:space="preserve"> to find a Building Services company based in their area and examples of their projects.</w:t>
            </w:r>
          </w:p>
          <w:p w14:paraId="731EC541" w14:textId="77777777" w:rsidR="00CD0FBB" w:rsidRPr="001A7B4B" w:rsidRDefault="00CD0FBB" w:rsidP="00CD0FBB">
            <w:pPr>
              <w:pStyle w:val="Default"/>
              <w:rPr>
                <w:b/>
                <w:color w:val="auto"/>
                <w:sz w:val="22"/>
                <w:szCs w:val="22"/>
              </w:rPr>
            </w:pPr>
          </w:p>
          <w:p w14:paraId="7E8235F0" w14:textId="77777777" w:rsidR="00CD0FBB" w:rsidRPr="001A7B4B" w:rsidRDefault="00CD0FBB" w:rsidP="00CD0FBB">
            <w:pPr>
              <w:pStyle w:val="Default"/>
              <w:rPr>
                <w:b/>
                <w:color w:val="auto"/>
                <w:sz w:val="22"/>
                <w:szCs w:val="22"/>
              </w:rPr>
            </w:pPr>
            <w:r w:rsidRPr="001A7B4B">
              <w:rPr>
                <w:b/>
                <w:color w:val="auto"/>
                <w:sz w:val="22"/>
                <w:szCs w:val="22"/>
              </w:rPr>
              <w:t>Resources:</w:t>
            </w:r>
          </w:p>
          <w:p w14:paraId="645C249B" w14:textId="7F00A33C" w:rsidR="00CD0FBB" w:rsidRPr="001A7B4B" w:rsidRDefault="00763103" w:rsidP="006C5927">
            <w:pPr>
              <w:pStyle w:val="Default"/>
              <w:rPr>
                <w:b/>
                <w:bCs/>
                <w:color w:val="auto"/>
                <w:sz w:val="22"/>
                <w:szCs w:val="22"/>
              </w:rPr>
            </w:pPr>
            <w:r w:rsidRPr="001A7B4B">
              <w:rPr>
                <w:color w:val="auto"/>
                <w:sz w:val="22"/>
                <w:szCs w:val="22"/>
              </w:rPr>
              <w:t>PowerPoin</w:t>
            </w:r>
            <w:r w:rsidR="00C5641F" w:rsidRPr="001A7B4B">
              <w:rPr>
                <w:color w:val="auto"/>
                <w:sz w:val="22"/>
                <w:szCs w:val="22"/>
              </w:rPr>
              <w:t xml:space="preserve">t: </w:t>
            </w:r>
            <w:r w:rsidR="007910F9" w:rsidRPr="001A7B4B">
              <w:rPr>
                <w:b/>
                <w:bCs/>
                <w:color w:val="auto"/>
                <w:sz w:val="22"/>
                <w:szCs w:val="22"/>
              </w:rPr>
              <w:t xml:space="preserve">K1.16 Application and </w:t>
            </w:r>
            <w:r w:rsidR="005D5F71" w:rsidRPr="001A7B4B">
              <w:rPr>
                <w:b/>
                <w:bCs/>
                <w:color w:val="auto"/>
                <w:sz w:val="22"/>
                <w:szCs w:val="22"/>
              </w:rPr>
              <w:t>p</w:t>
            </w:r>
            <w:r w:rsidR="007910F9" w:rsidRPr="001A7B4B">
              <w:rPr>
                <w:b/>
                <w:bCs/>
                <w:color w:val="auto"/>
                <w:sz w:val="22"/>
                <w:szCs w:val="22"/>
              </w:rPr>
              <w:t xml:space="preserve">roperties of </w:t>
            </w:r>
            <w:r w:rsidR="005D5F71" w:rsidRPr="001A7B4B">
              <w:rPr>
                <w:b/>
                <w:bCs/>
                <w:color w:val="auto"/>
                <w:sz w:val="22"/>
                <w:szCs w:val="22"/>
              </w:rPr>
              <w:t>l</w:t>
            </w:r>
            <w:r w:rsidR="007910F9" w:rsidRPr="001A7B4B">
              <w:rPr>
                <w:b/>
                <w:bCs/>
                <w:color w:val="auto"/>
                <w:sz w:val="22"/>
                <w:szCs w:val="22"/>
              </w:rPr>
              <w:t>iquids</w:t>
            </w:r>
          </w:p>
          <w:p w14:paraId="3DF54838" w14:textId="77777777" w:rsidR="00C91F32" w:rsidRPr="001A7B4B" w:rsidRDefault="00C91F32" w:rsidP="006C5927">
            <w:pPr>
              <w:pStyle w:val="Default"/>
              <w:rPr>
                <w:color w:val="auto"/>
                <w:sz w:val="22"/>
                <w:szCs w:val="22"/>
              </w:rPr>
            </w:pPr>
            <w:r w:rsidRPr="001A7B4B">
              <w:rPr>
                <w:color w:val="auto"/>
                <w:sz w:val="22"/>
                <w:szCs w:val="22"/>
              </w:rPr>
              <w:t>Water vessels and heat source</w:t>
            </w:r>
          </w:p>
          <w:p w14:paraId="05E05421" w14:textId="77777777" w:rsidR="00C91F32" w:rsidRPr="001A7B4B" w:rsidRDefault="00C91F32" w:rsidP="006C5927">
            <w:pPr>
              <w:pStyle w:val="Default"/>
              <w:rPr>
                <w:color w:val="auto"/>
                <w:sz w:val="22"/>
                <w:szCs w:val="22"/>
              </w:rPr>
            </w:pPr>
            <w:r w:rsidRPr="001A7B4B">
              <w:rPr>
                <w:color w:val="auto"/>
                <w:sz w:val="22"/>
                <w:szCs w:val="22"/>
              </w:rPr>
              <w:t>Temperature thermometers</w:t>
            </w:r>
          </w:p>
          <w:p w14:paraId="0A0829EB" w14:textId="77777777" w:rsidR="00C91F32" w:rsidRPr="001A7B4B" w:rsidRDefault="00C91F32" w:rsidP="006C5927">
            <w:pPr>
              <w:pStyle w:val="Default"/>
              <w:rPr>
                <w:color w:val="auto"/>
                <w:sz w:val="22"/>
                <w:szCs w:val="22"/>
              </w:rPr>
            </w:pPr>
            <w:r w:rsidRPr="001A7B4B">
              <w:rPr>
                <w:color w:val="auto"/>
                <w:sz w:val="22"/>
                <w:szCs w:val="22"/>
              </w:rPr>
              <w:t>PH measuring equipment</w:t>
            </w:r>
          </w:p>
          <w:p w14:paraId="763CCB20" w14:textId="6F47DDF6" w:rsidR="00C91F32" w:rsidRPr="001A7B4B" w:rsidRDefault="00C32875" w:rsidP="006C5927">
            <w:pPr>
              <w:pStyle w:val="Default"/>
              <w:rPr>
                <w:color w:val="auto"/>
                <w:sz w:val="22"/>
                <w:szCs w:val="22"/>
              </w:rPr>
            </w:pPr>
            <w:r w:rsidRPr="001A7B4B">
              <w:rPr>
                <w:color w:val="auto"/>
                <w:sz w:val="22"/>
                <w:szCs w:val="22"/>
              </w:rPr>
              <w:t>YouTube</w:t>
            </w:r>
            <w:r w:rsidR="00C91F32" w:rsidRPr="001A7B4B">
              <w:rPr>
                <w:color w:val="auto"/>
                <w:sz w:val="22"/>
                <w:szCs w:val="22"/>
              </w:rPr>
              <w:t xml:space="preserve"> videos</w:t>
            </w:r>
          </w:p>
          <w:p w14:paraId="154971A8" w14:textId="77777777" w:rsidR="00C91F32" w:rsidRPr="001A7B4B" w:rsidRDefault="00C91F32" w:rsidP="006C5927">
            <w:pPr>
              <w:pStyle w:val="Default"/>
              <w:rPr>
                <w:color w:val="auto"/>
                <w:sz w:val="22"/>
                <w:szCs w:val="22"/>
              </w:rPr>
            </w:pPr>
            <w:r w:rsidRPr="001A7B4B">
              <w:rPr>
                <w:color w:val="auto"/>
                <w:sz w:val="22"/>
                <w:szCs w:val="22"/>
              </w:rPr>
              <w:t>Pipework with effects of limescale</w:t>
            </w:r>
          </w:p>
          <w:p w14:paraId="2BEBB781" w14:textId="77777777" w:rsidR="006C5927" w:rsidRPr="001A7B4B" w:rsidRDefault="006C5927" w:rsidP="00C91F32">
            <w:pPr>
              <w:pStyle w:val="Default"/>
              <w:rPr>
                <w:color w:val="auto"/>
                <w:szCs w:val="22"/>
              </w:rPr>
            </w:pPr>
          </w:p>
        </w:tc>
        <w:tc>
          <w:tcPr>
            <w:tcW w:w="2246" w:type="dxa"/>
          </w:tcPr>
          <w:p w14:paraId="0CEB9600" w14:textId="77777777" w:rsidR="00DD207A" w:rsidRDefault="008A57D2">
            <w:r>
              <w:lastRenderedPageBreak/>
              <w:t>Q&amp;A</w:t>
            </w:r>
            <w:r>
              <w:br/>
            </w:r>
            <w:r>
              <w:br/>
              <w:t>Test water PH</w:t>
            </w:r>
            <w:r>
              <w:br/>
            </w:r>
            <w:r>
              <w:br/>
              <w:t>Knowledge test</w:t>
            </w:r>
            <w:r>
              <w:br/>
              <w:t>English skills (reading, writing, technical vocabulary)</w:t>
            </w:r>
          </w:p>
        </w:tc>
      </w:tr>
      <w:tr w:rsidR="006C5927" w:rsidRPr="00634DF8" w14:paraId="5775B8BF" w14:textId="77777777" w:rsidTr="24BA986D">
        <w:trPr>
          <w:trHeight w:val="300"/>
          <w:jc w:val="center"/>
        </w:trPr>
        <w:tc>
          <w:tcPr>
            <w:tcW w:w="1297" w:type="dxa"/>
          </w:tcPr>
          <w:p w14:paraId="4E1BE5F5" w14:textId="77777777" w:rsidR="006C5927" w:rsidRDefault="006C5927" w:rsidP="006C5927">
            <w:pPr>
              <w:jc w:val="center"/>
              <w:rPr>
                <w:rFonts w:cs="Arial"/>
                <w:szCs w:val="22"/>
              </w:rPr>
            </w:pPr>
            <w:r>
              <w:rPr>
                <w:rFonts w:cs="Arial"/>
                <w:szCs w:val="22"/>
              </w:rPr>
              <w:t>52</w:t>
            </w:r>
          </w:p>
          <w:p w14:paraId="16F7D742" w14:textId="77777777" w:rsidR="006C5927" w:rsidRDefault="006C5927" w:rsidP="006C5927">
            <w:pPr>
              <w:jc w:val="center"/>
              <w:rPr>
                <w:rFonts w:cs="Arial"/>
                <w:szCs w:val="22"/>
              </w:rPr>
            </w:pPr>
            <w:r>
              <w:rPr>
                <w:rFonts w:cs="Arial"/>
                <w:szCs w:val="22"/>
              </w:rPr>
              <w:t>3 Hours</w:t>
            </w:r>
          </w:p>
          <w:p w14:paraId="1F51C6CA" w14:textId="4964C91F" w:rsidR="00E60078" w:rsidRPr="00E60078" w:rsidRDefault="00E60078" w:rsidP="006C5927">
            <w:pPr>
              <w:jc w:val="center"/>
              <w:rPr>
                <w:rFonts w:cs="Arial"/>
                <w:b/>
                <w:bCs/>
                <w:szCs w:val="22"/>
              </w:rPr>
            </w:pPr>
            <w:r w:rsidRPr="00E60078">
              <w:rPr>
                <w:rFonts w:cs="Arial"/>
                <w:b/>
                <w:bCs/>
                <w:szCs w:val="22"/>
                <w:highlight w:val="yellow"/>
              </w:rPr>
              <w:t>PPT available</w:t>
            </w:r>
          </w:p>
        </w:tc>
        <w:tc>
          <w:tcPr>
            <w:tcW w:w="2199" w:type="dxa"/>
          </w:tcPr>
          <w:p w14:paraId="1F44049B" w14:textId="77777777" w:rsidR="006C5927" w:rsidRPr="001A7B4B" w:rsidRDefault="006C5927" w:rsidP="006C5927">
            <w:pPr>
              <w:pStyle w:val="Normalheadingblack"/>
              <w:rPr>
                <w:rFonts w:cs="Arial"/>
                <w:lang w:eastAsia="en-GB"/>
              </w:rPr>
            </w:pPr>
            <w:r w:rsidRPr="001A7B4B">
              <w:rPr>
                <w:rFonts w:cs="Arial"/>
                <w:lang w:eastAsia="en-GB"/>
              </w:rPr>
              <w:t>Outcome 1 – Plumbing and heating common knowledge criteria</w:t>
            </w:r>
          </w:p>
          <w:p w14:paraId="0F718441" w14:textId="77777777" w:rsidR="006C5927" w:rsidRPr="001A7B4B" w:rsidRDefault="006C5927" w:rsidP="006C5927">
            <w:pPr>
              <w:pStyle w:val="Normalheadingblack"/>
              <w:rPr>
                <w:rFonts w:cs="Arial"/>
                <w:lang w:eastAsia="en-GB"/>
              </w:rPr>
            </w:pPr>
          </w:p>
        </w:tc>
        <w:tc>
          <w:tcPr>
            <w:tcW w:w="3135" w:type="dxa"/>
          </w:tcPr>
          <w:p w14:paraId="10EB7234" w14:textId="77777777" w:rsidR="006C5927" w:rsidRPr="001A7B4B" w:rsidRDefault="006C5927" w:rsidP="006C5927">
            <w:pPr>
              <w:pStyle w:val="Normalheadingblack"/>
              <w:rPr>
                <w:rFonts w:cs="Arial"/>
                <w:b w:val="0"/>
                <w:szCs w:val="22"/>
              </w:rPr>
            </w:pPr>
            <w:r w:rsidRPr="001A7B4B">
              <w:rPr>
                <w:rFonts w:cs="Arial"/>
                <w:b w:val="0"/>
                <w:szCs w:val="22"/>
              </w:rPr>
              <w:t>K1.16 Scientific principles and concepts to plumbing engineering</w:t>
            </w:r>
          </w:p>
        </w:tc>
        <w:tc>
          <w:tcPr>
            <w:tcW w:w="5785" w:type="dxa"/>
          </w:tcPr>
          <w:p w14:paraId="299449CD" w14:textId="118F3C57" w:rsidR="00D87D5C" w:rsidRPr="001A7B4B" w:rsidRDefault="00D87D5C" w:rsidP="006C5927">
            <w:pPr>
              <w:pStyle w:val="Default"/>
              <w:rPr>
                <w:b/>
                <w:color w:val="auto"/>
                <w:sz w:val="22"/>
                <w:szCs w:val="22"/>
              </w:rPr>
            </w:pPr>
            <w:r w:rsidRPr="001A7B4B">
              <w:rPr>
                <w:b/>
                <w:color w:val="auto"/>
                <w:sz w:val="22"/>
                <w:szCs w:val="22"/>
              </w:rPr>
              <w:t>Activities:</w:t>
            </w:r>
          </w:p>
          <w:p w14:paraId="38E00089" w14:textId="77777777" w:rsidR="00D87D5C" w:rsidRPr="001A7B4B" w:rsidRDefault="00D87D5C" w:rsidP="006C5927">
            <w:pPr>
              <w:pStyle w:val="Default"/>
              <w:rPr>
                <w:b/>
                <w:color w:val="auto"/>
                <w:sz w:val="22"/>
                <w:szCs w:val="22"/>
              </w:rPr>
            </w:pPr>
            <w:r w:rsidRPr="001A7B4B">
              <w:rPr>
                <w:b/>
                <w:color w:val="auto"/>
                <w:sz w:val="22"/>
                <w:szCs w:val="22"/>
              </w:rPr>
              <w:t>Starter task example:</w:t>
            </w:r>
          </w:p>
          <w:p w14:paraId="466DBCE0" w14:textId="4749B7A8" w:rsidR="006610A4" w:rsidRPr="001A7B4B" w:rsidRDefault="006610A4" w:rsidP="006610A4">
            <w:pPr>
              <w:pStyle w:val="Default"/>
              <w:rPr>
                <w:color w:val="auto"/>
                <w:sz w:val="22"/>
                <w:szCs w:val="22"/>
              </w:rPr>
            </w:pPr>
            <w:r w:rsidRPr="001A7B4B">
              <w:rPr>
                <w:color w:val="auto"/>
                <w:sz w:val="22"/>
                <w:szCs w:val="22"/>
              </w:rPr>
              <w:t xml:space="preserve">Ask students what gases </w:t>
            </w:r>
            <w:r w:rsidR="005A0DF2" w:rsidRPr="001A7B4B">
              <w:rPr>
                <w:color w:val="auto"/>
                <w:sz w:val="22"/>
                <w:szCs w:val="22"/>
              </w:rPr>
              <w:t>they commonly hear</w:t>
            </w:r>
            <w:r w:rsidRPr="001A7B4B">
              <w:rPr>
                <w:color w:val="auto"/>
                <w:sz w:val="22"/>
                <w:szCs w:val="22"/>
              </w:rPr>
              <w:t xml:space="preserve"> about in plumbing or HVAC systems</w:t>
            </w:r>
            <w:r w:rsidR="005A0DF2" w:rsidRPr="001A7B4B">
              <w:rPr>
                <w:color w:val="auto"/>
                <w:sz w:val="22"/>
                <w:szCs w:val="22"/>
              </w:rPr>
              <w:t>.</w:t>
            </w:r>
          </w:p>
          <w:p w14:paraId="700F2BEC" w14:textId="77777777" w:rsidR="00674EE1" w:rsidRPr="001A7B4B" w:rsidRDefault="00674EE1" w:rsidP="006C5927">
            <w:pPr>
              <w:pStyle w:val="Default"/>
              <w:rPr>
                <w:b/>
                <w:color w:val="auto"/>
                <w:sz w:val="22"/>
                <w:szCs w:val="22"/>
              </w:rPr>
            </w:pPr>
          </w:p>
          <w:p w14:paraId="6BA8C6D5" w14:textId="1708EB65" w:rsidR="00D87D5C" w:rsidRPr="001A7B4B" w:rsidRDefault="00674EE1" w:rsidP="006C5927">
            <w:pPr>
              <w:pStyle w:val="Default"/>
              <w:rPr>
                <w:b/>
                <w:color w:val="auto"/>
                <w:sz w:val="22"/>
                <w:szCs w:val="22"/>
              </w:rPr>
            </w:pPr>
            <w:r w:rsidRPr="001A7B4B">
              <w:rPr>
                <w:b/>
                <w:color w:val="auto"/>
                <w:sz w:val="22"/>
                <w:szCs w:val="22"/>
              </w:rPr>
              <w:t>Delivery</w:t>
            </w:r>
            <w:r w:rsidR="00D64FB8" w:rsidRPr="001A7B4B">
              <w:rPr>
                <w:b/>
                <w:color w:val="auto"/>
                <w:sz w:val="22"/>
                <w:szCs w:val="22"/>
              </w:rPr>
              <w:t xml:space="preserve"> focus</w:t>
            </w:r>
            <w:r w:rsidRPr="001A7B4B">
              <w:rPr>
                <w:b/>
                <w:color w:val="auto"/>
                <w:sz w:val="22"/>
                <w:szCs w:val="22"/>
              </w:rPr>
              <w:t>:</w:t>
            </w:r>
          </w:p>
          <w:p w14:paraId="44E0D682" w14:textId="3023A5E4" w:rsidR="006C5927" w:rsidRPr="001A7B4B" w:rsidRDefault="005109B4" w:rsidP="005109B4">
            <w:pPr>
              <w:pStyle w:val="Default"/>
              <w:rPr>
                <w:b/>
                <w:color w:val="auto"/>
                <w:sz w:val="22"/>
                <w:szCs w:val="22"/>
              </w:rPr>
            </w:pPr>
            <w:r w:rsidRPr="001A7B4B">
              <w:rPr>
                <w:color w:val="auto"/>
                <w:sz w:val="22"/>
                <w:szCs w:val="22"/>
              </w:rPr>
              <w:t xml:space="preserve">Using </w:t>
            </w:r>
            <w:r w:rsidR="00763103" w:rsidRPr="001A7B4B">
              <w:rPr>
                <w:color w:val="auto"/>
                <w:sz w:val="22"/>
                <w:szCs w:val="22"/>
              </w:rPr>
              <w:t>PowerPoint</w:t>
            </w:r>
            <w:r w:rsidR="00674EE1" w:rsidRPr="001A7B4B">
              <w:rPr>
                <w:color w:val="auto"/>
                <w:sz w:val="22"/>
                <w:szCs w:val="22"/>
              </w:rPr>
              <w:t xml:space="preserve"> </w:t>
            </w:r>
            <w:r w:rsidRPr="00811B5D">
              <w:rPr>
                <w:b/>
                <w:bCs/>
                <w:color w:val="auto"/>
                <w:sz w:val="22"/>
                <w:szCs w:val="22"/>
                <w:highlight w:val="yellow"/>
              </w:rPr>
              <w:t>K1.16 Gases and their properties</w:t>
            </w:r>
            <w:r w:rsidRPr="001A7B4B">
              <w:rPr>
                <w:color w:val="auto"/>
                <w:sz w:val="22"/>
                <w:szCs w:val="22"/>
              </w:rPr>
              <w:t xml:space="preserve"> </w:t>
            </w:r>
            <w:r w:rsidR="00674EE1" w:rsidRPr="001A7B4B">
              <w:rPr>
                <w:color w:val="auto"/>
                <w:sz w:val="22"/>
                <w:szCs w:val="22"/>
              </w:rPr>
              <w:t>deliver the following content:</w:t>
            </w:r>
          </w:p>
          <w:p w14:paraId="6CE8B5D5" w14:textId="77777777" w:rsidR="00035B5B" w:rsidRPr="001A7B4B" w:rsidRDefault="006C5927" w:rsidP="002C017C">
            <w:pPr>
              <w:pStyle w:val="Default"/>
              <w:numPr>
                <w:ilvl w:val="0"/>
                <w:numId w:val="170"/>
              </w:numPr>
              <w:rPr>
                <w:color w:val="auto"/>
                <w:sz w:val="22"/>
                <w:szCs w:val="22"/>
              </w:rPr>
            </w:pPr>
            <w:r w:rsidRPr="001A7B4B">
              <w:rPr>
                <w:color w:val="auto"/>
                <w:sz w:val="22"/>
                <w:szCs w:val="22"/>
              </w:rPr>
              <w:lastRenderedPageBreak/>
              <w:t>natural gas, LPG</w:t>
            </w:r>
          </w:p>
          <w:p w14:paraId="00922042" w14:textId="438C603F" w:rsidR="006C5927" w:rsidRPr="001A7B4B" w:rsidRDefault="006C5927" w:rsidP="002C017C">
            <w:pPr>
              <w:pStyle w:val="Default"/>
              <w:numPr>
                <w:ilvl w:val="0"/>
                <w:numId w:val="170"/>
              </w:numPr>
              <w:rPr>
                <w:color w:val="auto"/>
                <w:sz w:val="22"/>
                <w:szCs w:val="22"/>
              </w:rPr>
            </w:pPr>
            <w:r w:rsidRPr="001A7B4B">
              <w:rPr>
                <w:color w:val="auto"/>
                <w:sz w:val="22"/>
                <w:szCs w:val="22"/>
              </w:rPr>
              <w:t xml:space="preserve">air </w:t>
            </w:r>
            <w:r w:rsidR="00035B5B" w:rsidRPr="001A7B4B">
              <w:rPr>
                <w:color w:val="auto"/>
                <w:sz w:val="22"/>
                <w:szCs w:val="22"/>
              </w:rPr>
              <w:t>and steam</w:t>
            </w:r>
          </w:p>
          <w:p w14:paraId="00EC2E17" w14:textId="088385EF" w:rsidR="006C5927" w:rsidRPr="001A7B4B" w:rsidRDefault="006C5927" w:rsidP="002C017C">
            <w:pPr>
              <w:pStyle w:val="Default"/>
              <w:numPr>
                <w:ilvl w:val="0"/>
                <w:numId w:val="170"/>
              </w:numPr>
              <w:rPr>
                <w:color w:val="auto"/>
                <w:sz w:val="22"/>
                <w:szCs w:val="22"/>
              </w:rPr>
            </w:pPr>
            <w:r w:rsidRPr="001A7B4B">
              <w:rPr>
                <w:color w:val="auto"/>
                <w:sz w:val="22"/>
                <w:szCs w:val="22"/>
              </w:rPr>
              <w:t xml:space="preserve">pressure </w:t>
            </w:r>
          </w:p>
          <w:p w14:paraId="7FB0DEFA" w14:textId="38B5C8DD" w:rsidR="006C5927" w:rsidRPr="001A7B4B" w:rsidRDefault="006C5927" w:rsidP="002C017C">
            <w:pPr>
              <w:pStyle w:val="Default"/>
              <w:numPr>
                <w:ilvl w:val="0"/>
                <w:numId w:val="170"/>
              </w:numPr>
              <w:rPr>
                <w:color w:val="auto"/>
                <w:sz w:val="22"/>
                <w:szCs w:val="22"/>
              </w:rPr>
            </w:pPr>
            <w:r w:rsidRPr="001A7B4B">
              <w:rPr>
                <w:color w:val="auto"/>
                <w:sz w:val="22"/>
                <w:szCs w:val="22"/>
              </w:rPr>
              <w:t xml:space="preserve">volume </w:t>
            </w:r>
          </w:p>
          <w:p w14:paraId="14B52580" w14:textId="512D641C" w:rsidR="00035B5B" w:rsidRPr="001A7B4B" w:rsidRDefault="006C5927" w:rsidP="002C017C">
            <w:pPr>
              <w:pStyle w:val="Default"/>
              <w:numPr>
                <w:ilvl w:val="0"/>
                <w:numId w:val="170"/>
              </w:numPr>
              <w:rPr>
                <w:color w:val="auto"/>
                <w:sz w:val="22"/>
                <w:szCs w:val="22"/>
              </w:rPr>
            </w:pPr>
            <w:r w:rsidRPr="001A7B4B">
              <w:rPr>
                <w:color w:val="auto"/>
                <w:sz w:val="22"/>
                <w:szCs w:val="22"/>
              </w:rPr>
              <w:t>temperature of gases found within the industry</w:t>
            </w:r>
          </w:p>
          <w:p w14:paraId="7A263171" w14:textId="3A98D877" w:rsidR="00610D60" w:rsidRPr="001A7B4B" w:rsidRDefault="00610D60" w:rsidP="002C017C">
            <w:pPr>
              <w:pStyle w:val="Default"/>
              <w:numPr>
                <w:ilvl w:val="0"/>
                <w:numId w:val="170"/>
              </w:numPr>
              <w:rPr>
                <w:color w:val="auto"/>
                <w:sz w:val="22"/>
                <w:szCs w:val="22"/>
              </w:rPr>
            </w:pPr>
            <w:r w:rsidRPr="001A7B4B">
              <w:rPr>
                <w:color w:val="auto"/>
                <w:sz w:val="22"/>
                <w:szCs w:val="22"/>
              </w:rPr>
              <w:t xml:space="preserve">carbon dioxide </w:t>
            </w:r>
          </w:p>
          <w:p w14:paraId="2643AF71" w14:textId="73B9E981" w:rsidR="00610D60" w:rsidRPr="001A7B4B" w:rsidRDefault="00610D60" w:rsidP="002C017C">
            <w:pPr>
              <w:pStyle w:val="Default"/>
              <w:numPr>
                <w:ilvl w:val="0"/>
                <w:numId w:val="171"/>
              </w:numPr>
              <w:rPr>
                <w:color w:val="auto"/>
                <w:sz w:val="22"/>
                <w:szCs w:val="22"/>
              </w:rPr>
            </w:pPr>
            <w:r w:rsidRPr="001A7B4B">
              <w:rPr>
                <w:color w:val="auto"/>
                <w:sz w:val="22"/>
                <w:szCs w:val="22"/>
              </w:rPr>
              <w:t xml:space="preserve">refrigerant gases. </w:t>
            </w:r>
          </w:p>
          <w:p w14:paraId="0DAE5167" w14:textId="77777777" w:rsidR="00D87D5C" w:rsidRPr="001A7B4B" w:rsidRDefault="00674EE1" w:rsidP="005A0DF2">
            <w:pPr>
              <w:spacing w:before="0" w:after="0" w:line="240" w:lineRule="auto"/>
              <w:textAlignment w:val="baseline"/>
              <w:rPr>
                <w:rFonts w:eastAsia="Times New Roman" w:cs="Arial"/>
                <w:szCs w:val="22"/>
                <w:lang w:eastAsia="en-GB"/>
              </w:rPr>
            </w:pPr>
            <w:r w:rsidRPr="001A7B4B">
              <w:rPr>
                <w:rFonts w:eastAsia="Times New Roman" w:cs="Arial"/>
                <w:szCs w:val="22"/>
                <w:lang w:eastAsia="en-GB"/>
              </w:rPr>
              <w:t xml:space="preserve">Watch </w:t>
            </w:r>
            <w:r w:rsidR="00D87D5C" w:rsidRPr="001A7B4B">
              <w:rPr>
                <w:rFonts w:eastAsia="Times New Roman" w:cs="Arial"/>
                <w:szCs w:val="22"/>
                <w:lang w:eastAsia="en-GB"/>
              </w:rPr>
              <w:t xml:space="preserve">video to highlight the effect on steam and pressure </w:t>
            </w:r>
            <w:hyperlink r:id="rId27" w:tgtFrame="_blank" w:history="1">
              <w:r w:rsidR="00D87D5C" w:rsidRPr="001A7B4B">
                <w:rPr>
                  <w:rFonts w:eastAsia="Times New Roman" w:cs="Arial"/>
                  <w:szCs w:val="22"/>
                  <w:u w:val="single"/>
                  <w:lang w:eastAsia="en-GB"/>
                </w:rPr>
                <w:t>Mythbusters Water Heater Explosion (youtube.com)</w:t>
              </w:r>
            </w:hyperlink>
            <w:r w:rsidR="00D87D5C" w:rsidRPr="001A7B4B">
              <w:rPr>
                <w:rFonts w:eastAsia="Times New Roman" w:cs="Arial"/>
                <w:szCs w:val="22"/>
                <w:lang w:eastAsia="en-GB"/>
              </w:rPr>
              <w:t> </w:t>
            </w:r>
          </w:p>
          <w:p w14:paraId="73759D9A" w14:textId="554D8A0A" w:rsidR="00D87D5C" w:rsidRPr="001A7B4B" w:rsidRDefault="00674EE1" w:rsidP="005A0DF2">
            <w:pPr>
              <w:spacing w:before="0" w:after="0" w:line="240" w:lineRule="auto"/>
              <w:textAlignment w:val="baseline"/>
              <w:rPr>
                <w:rFonts w:eastAsia="Times New Roman" w:cs="Arial"/>
                <w:szCs w:val="22"/>
                <w:lang w:eastAsia="en-GB"/>
              </w:rPr>
            </w:pPr>
            <w:r w:rsidRPr="001A7B4B">
              <w:rPr>
                <w:rFonts w:eastAsia="Times New Roman" w:cs="Arial"/>
                <w:szCs w:val="22"/>
                <w:lang w:eastAsia="en-GB"/>
              </w:rPr>
              <w:t xml:space="preserve">Discuss the uses and properties of </w:t>
            </w:r>
            <w:r w:rsidR="009B1301" w:rsidRPr="001A7B4B">
              <w:rPr>
                <w:rFonts w:eastAsia="Times New Roman" w:cs="Arial"/>
                <w:szCs w:val="22"/>
                <w:lang w:eastAsia="en-GB"/>
              </w:rPr>
              <w:t>n</w:t>
            </w:r>
            <w:r w:rsidRPr="001A7B4B">
              <w:rPr>
                <w:rFonts w:eastAsia="Times New Roman" w:cs="Arial"/>
                <w:szCs w:val="22"/>
                <w:lang w:eastAsia="en-GB"/>
              </w:rPr>
              <w:t xml:space="preserve">atural gas, </w:t>
            </w:r>
            <w:r w:rsidR="009B1301" w:rsidRPr="001A7B4B">
              <w:rPr>
                <w:rFonts w:eastAsia="Times New Roman" w:cs="Arial"/>
                <w:szCs w:val="22"/>
                <w:lang w:eastAsia="en-GB"/>
              </w:rPr>
              <w:t>c</w:t>
            </w:r>
            <w:r w:rsidRPr="001A7B4B">
              <w:rPr>
                <w:rFonts w:eastAsia="Times New Roman" w:cs="Arial"/>
                <w:szCs w:val="22"/>
                <w:lang w:eastAsia="en-GB"/>
              </w:rPr>
              <w:t xml:space="preserve">arbon dioxide, </w:t>
            </w:r>
            <w:r w:rsidR="009B1301" w:rsidRPr="001A7B4B">
              <w:rPr>
                <w:rFonts w:eastAsia="Times New Roman" w:cs="Arial"/>
                <w:szCs w:val="22"/>
                <w:lang w:eastAsia="en-GB"/>
              </w:rPr>
              <w:t>a</w:t>
            </w:r>
            <w:r w:rsidRPr="001A7B4B">
              <w:rPr>
                <w:rFonts w:eastAsia="Times New Roman" w:cs="Arial"/>
                <w:szCs w:val="22"/>
                <w:lang w:eastAsia="en-GB"/>
              </w:rPr>
              <w:t xml:space="preserve">ir, </w:t>
            </w:r>
            <w:r w:rsidR="009B1301" w:rsidRPr="001A7B4B">
              <w:rPr>
                <w:rFonts w:eastAsia="Times New Roman" w:cs="Arial"/>
                <w:szCs w:val="22"/>
                <w:lang w:eastAsia="en-GB"/>
              </w:rPr>
              <w:t>s</w:t>
            </w:r>
            <w:r w:rsidRPr="001A7B4B">
              <w:rPr>
                <w:rFonts w:eastAsia="Times New Roman" w:cs="Arial"/>
                <w:szCs w:val="22"/>
                <w:lang w:eastAsia="en-GB"/>
              </w:rPr>
              <w:t xml:space="preserve">team and refrigerant </w:t>
            </w:r>
            <w:r w:rsidR="00E417AA" w:rsidRPr="001A7B4B">
              <w:rPr>
                <w:rFonts w:eastAsia="Times New Roman" w:cs="Arial"/>
                <w:szCs w:val="22"/>
                <w:lang w:eastAsia="en-GB"/>
              </w:rPr>
              <w:t>gases</w:t>
            </w:r>
            <w:r w:rsidRPr="001A7B4B">
              <w:rPr>
                <w:rFonts w:eastAsia="Times New Roman" w:cs="Arial"/>
                <w:szCs w:val="22"/>
                <w:lang w:eastAsia="en-GB"/>
              </w:rPr>
              <w:t>.</w:t>
            </w:r>
          </w:p>
          <w:p w14:paraId="022C1E33" w14:textId="77777777" w:rsidR="00674EE1" w:rsidRPr="001A7B4B" w:rsidRDefault="00674EE1" w:rsidP="00674EE1">
            <w:pPr>
              <w:spacing w:before="0" w:after="0" w:line="240" w:lineRule="auto"/>
              <w:textAlignment w:val="baseline"/>
              <w:rPr>
                <w:rFonts w:eastAsia="Times New Roman" w:cs="Arial"/>
                <w:szCs w:val="22"/>
                <w:lang w:eastAsia="en-GB"/>
              </w:rPr>
            </w:pPr>
          </w:p>
          <w:p w14:paraId="718F4ABD" w14:textId="42765E4A" w:rsidR="00674EE1" w:rsidRPr="001A7B4B" w:rsidRDefault="00674EE1" w:rsidP="00674EE1">
            <w:pPr>
              <w:spacing w:before="0" w:after="0" w:line="240" w:lineRule="auto"/>
              <w:textAlignment w:val="baseline"/>
              <w:rPr>
                <w:rFonts w:eastAsia="Times New Roman" w:cs="Arial"/>
                <w:b/>
                <w:bCs/>
                <w:szCs w:val="22"/>
                <w:lang w:eastAsia="en-GB"/>
              </w:rPr>
            </w:pPr>
            <w:r w:rsidRPr="001A7B4B">
              <w:rPr>
                <w:rFonts w:eastAsia="Times New Roman" w:cs="Arial"/>
                <w:b/>
                <w:bCs/>
                <w:szCs w:val="22"/>
                <w:lang w:eastAsia="en-GB"/>
              </w:rPr>
              <w:t xml:space="preserve">Knowledge </w:t>
            </w:r>
            <w:r w:rsidR="009B1301" w:rsidRPr="001A7B4B">
              <w:rPr>
                <w:rFonts w:eastAsia="Times New Roman" w:cs="Arial"/>
                <w:b/>
                <w:bCs/>
                <w:szCs w:val="22"/>
                <w:lang w:eastAsia="en-GB"/>
              </w:rPr>
              <w:t>C</w:t>
            </w:r>
            <w:r w:rsidRPr="001A7B4B">
              <w:rPr>
                <w:rFonts w:eastAsia="Times New Roman" w:cs="Arial"/>
                <w:b/>
                <w:bCs/>
                <w:szCs w:val="22"/>
                <w:lang w:eastAsia="en-GB"/>
              </w:rPr>
              <w:t>heck example:</w:t>
            </w:r>
          </w:p>
          <w:p w14:paraId="2133280E" w14:textId="79934C45" w:rsidR="00674EE1" w:rsidRPr="001A7B4B" w:rsidRDefault="00674EE1" w:rsidP="009B1301">
            <w:pPr>
              <w:spacing w:before="0" w:after="0" w:line="240" w:lineRule="auto"/>
              <w:textAlignment w:val="baseline"/>
              <w:rPr>
                <w:rFonts w:eastAsia="Times New Roman" w:cs="Arial"/>
                <w:szCs w:val="22"/>
                <w:lang w:eastAsia="en-GB"/>
              </w:rPr>
            </w:pPr>
            <w:r w:rsidRPr="001A7B4B">
              <w:rPr>
                <w:rFonts w:eastAsia="Times New Roman" w:cs="Arial"/>
                <w:szCs w:val="22"/>
                <w:lang w:eastAsia="en-GB"/>
              </w:rPr>
              <w:t xml:space="preserve">Tutor to distribute a knowledge check MCQ test for </w:t>
            </w:r>
            <w:r w:rsidR="00F502C8" w:rsidRPr="001A7B4B">
              <w:rPr>
                <w:rFonts w:eastAsia="Times New Roman" w:cs="Arial"/>
                <w:szCs w:val="22"/>
                <w:lang w:eastAsia="en-GB"/>
              </w:rPr>
              <w:t>students</w:t>
            </w:r>
            <w:r w:rsidRPr="001A7B4B">
              <w:rPr>
                <w:rFonts w:eastAsia="Times New Roman" w:cs="Arial"/>
                <w:szCs w:val="22"/>
                <w:lang w:eastAsia="en-GB"/>
              </w:rPr>
              <w:t xml:space="preserve"> to complete individually before discussing answers as a class.</w:t>
            </w:r>
          </w:p>
          <w:p w14:paraId="42946126" w14:textId="77777777" w:rsidR="00674EE1" w:rsidRPr="001A7B4B" w:rsidRDefault="00674EE1" w:rsidP="00674EE1">
            <w:pPr>
              <w:spacing w:before="0" w:after="0" w:line="240" w:lineRule="auto"/>
              <w:textAlignment w:val="baseline"/>
              <w:rPr>
                <w:rFonts w:eastAsia="Times New Roman" w:cs="Arial"/>
                <w:szCs w:val="22"/>
                <w:lang w:eastAsia="en-GB"/>
              </w:rPr>
            </w:pPr>
          </w:p>
          <w:p w14:paraId="515FD442" w14:textId="77777777" w:rsidR="00674EE1" w:rsidRPr="001A7B4B" w:rsidRDefault="00674EE1" w:rsidP="00674EE1">
            <w:pPr>
              <w:spacing w:before="0" w:after="0" w:line="240" w:lineRule="auto"/>
              <w:textAlignment w:val="baseline"/>
              <w:rPr>
                <w:rFonts w:eastAsia="Times New Roman" w:cs="Arial"/>
                <w:b/>
                <w:szCs w:val="22"/>
                <w:lang w:eastAsia="en-GB"/>
              </w:rPr>
            </w:pPr>
            <w:r w:rsidRPr="001A7B4B">
              <w:rPr>
                <w:rFonts w:eastAsia="Times New Roman" w:cs="Arial"/>
                <w:b/>
                <w:szCs w:val="22"/>
                <w:lang w:eastAsia="en-GB"/>
              </w:rPr>
              <w:t>Resources:</w:t>
            </w:r>
          </w:p>
          <w:p w14:paraId="645EBF91" w14:textId="5D42CAB2" w:rsidR="00674EE1" w:rsidRPr="001A7B4B" w:rsidRDefault="00763103" w:rsidP="00674EE1">
            <w:pPr>
              <w:spacing w:before="0" w:after="0" w:line="240" w:lineRule="auto"/>
              <w:textAlignment w:val="baseline"/>
              <w:rPr>
                <w:rFonts w:eastAsia="Times New Roman" w:cs="Arial"/>
                <w:szCs w:val="22"/>
                <w:lang w:eastAsia="en-GB"/>
              </w:rPr>
            </w:pPr>
            <w:r w:rsidRPr="001A7B4B">
              <w:rPr>
                <w:rFonts w:eastAsia="Times New Roman" w:cs="Arial"/>
                <w:szCs w:val="22"/>
                <w:lang w:eastAsia="en-GB"/>
              </w:rPr>
              <w:t>PowerPoint</w:t>
            </w:r>
            <w:r w:rsidR="00E60078" w:rsidRPr="001A7B4B">
              <w:rPr>
                <w:rFonts w:eastAsia="Times New Roman" w:cs="Arial"/>
                <w:szCs w:val="22"/>
                <w:lang w:eastAsia="en-GB"/>
              </w:rPr>
              <w:t xml:space="preserve">: </w:t>
            </w:r>
            <w:r w:rsidR="00E60078" w:rsidRPr="001A7B4B">
              <w:rPr>
                <w:rFonts w:eastAsia="Times New Roman" w:cs="Arial"/>
                <w:b/>
                <w:bCs/>
                <w:szCs w:val="22"/>
                <w:lang w:eastAsia="en-GB"/>
              </w:rPr>
              <w:t>K1.16 Gases and their properties</w:t>
            </w:r>
          </w:p>
          <w:p w14:paraId="21E8047B" w14:textId="77777777" w:rsidR="00674EE1" w:rsidRPr="001A7B4B" w:rsidRDefault="00674EE1" w:rsidP="00674EE1">
            <w:pPr>
              <w:spacing w:before="0" w:after="0" w:line="240" w:lineRule="auto"/>
              <w:textAlignment w:val="baseline"/>
              <w:rPr>
                <w:rFonts w:eastAsia="Times New Roman" w:cs="Arial"/>
                <w:szCs w:val="22"/>
                <w:lang w:eastAsia="en-GB"/>
              </w:rPr>
            </w:pPr>
            <w:r w:rsidRPr="001A7B4B">
              <w:rPr>
                <w:rFonts w:eastAsia="Times New Roman" w:cs="Arial"/>
                <w:szCs w:val="22"/>
                <w:lang w:eastAsia="en-GB"/>
              </w:rPr>
              <w:t xml:space="preserve">Video Link - </w:t>
            </w:r>
            <w:hyperlink r:id="rId28" w:tgtFrame="_blank" w:history="1">
              <w:r w:rsidRPr="001A7B4B">
                <w:rPr>
                  <w:rFonts w:eastAsia="Times New Roman" w:cs="Arial"/>
                  <w:szCs w:val="22"/>
                  <w:u w:val="single"/>
                  <w:lang w:eastAsia="en-GB"/>
                </w:rPr>
                <w:t>Mythbusters Water Heater Explosion (youtube.com)</w:t>
              </w:r>
            </w:hyperlink>
            <w:r w:rsidRPr="001A7B4B">
              <w:rPr>
                <w:rFonts w:eastAsia="Times New Roman" w:cs="Arial"/>
                <w:szCs w:val="22"/>
                <w:lang w:eastAsia="en-GB"/>
              </w:rPr>
              <w:t> </w:t>
            </w:r>
          </w:p>
          <w:p w14:paraId="5F796E77" w14:textId="77777777" w:rsidR="00957646" w:rsidRPr="001A7B4B" w:rsidRDefault="00674EE1" w:rsidP="003F3043">
            <w:pPr>
              <w:spacing w:before="0" w:after="0" w:line="240" w:lineRule="auto"/>
              <w:textAlignment w:val="baseline"/>
              <w:rPr>
                <w:rFonts w:eastAsia="Times New Roman" w:cs="Arial"/>
                <w:szCs w:val="22"/>
                <w:lang w:eastAsia="en-GB"/>
              </w:rPr>
            </w:pPr>
            <w:r w:rsidRPr="001A7B4B">
              <w:rPr>
                <w:rFonts w:eastAsia="Times New Roman" w:cs="Arial"/>
                <w:szCs w:val="22"/>
                <w:lang w:eastAsia="en-GB"/>
              </w:rPr>
              <w:t>MCQ Knowledge check</w:t>
            </w:r>
          </w:p>
          <w:p w14:paraId="307D0860" w14:textId="54D7A2AB" w:rsidR="003F3043" w:rsidRPr="001A7B4B" w:rsidRDefault="003F3043" w:rsidP="003F3043">
            <w:pPr>
              <w:spacing w:before="0" w:after="0" w:line="240" w:lineRule="auto"/>
              <w:textAlignment w:val="baseline"/>
              <w:rPr>
                <w:rFonts w:eastAsia="Times New Roman" w:cs="Arial"/>
                <w:szCs w:val="22"/>
                <w:lang w:eastAsia="en-GB"/>
              </w:rPr>
            </w:pPr>
          </w:p>
        </w:tc>
        <w:tc>
          <w:tcPr>
            <w:tcW w:w="2246" w:type="dxa"/>
          </w:tcPr>
          <w:p w14:paraId="47B720E4" w14:textId="77777777" w:rsidR="00DD207A" w:rsidRDefault="008A57D2">
            <w:r>
              <w:lastRenderedPageBreak/>
              <w:t>Homework task</w:t>
            </w:r>
            <w:r>
              <w:br/>
            </w:r>
            <w:r>
              <w:br/>
            </w:r>
            <w:r>
              <w:br/>
              <w:t>MCQ test</w:t>
            </w:r>
          </w:p>
        </w:tc>
      </w:tr>
      <w:tr w:rsidR="006C5927" w:rsidRPr="00634DF8" w14:paraId="18F4FEDE" w14:textId="77777777" w:rsidTr="24BA986D">
        <w:trPr>
          <w:trHeight w:val="300"/>
          <w:jc w:val="center"/>
        </w:trPr>
        <w:tc>
          <w:tcPr>
            <w:tcW w:w="1297" w:type="dxa"/>
          </w:tcPr>
          <w:p w14:paraId="5A3D6322" w14:textId="77777777" w:rsidR="006C5927" w:rsidRDefault="006C5927" w:rsidP="006C5927">
            <w:pPr>
              <w:jc w:val="center"/>
              <w:rPr>
                <w:rFonts w:cs="Arial"/>
                <w:szCs w:val="22"/>
              </w:rPr>
            </w:pPr>
            <w:r>
              <w:rPr>
                <w:rFonts w:cs="Arial"/>
                <w:szCs w:val="22"/>
              </w:rPr>
              <w:t>53</w:t>
            </w:r>
          </w:p>
          <w:p w14:paraId="4B987ED6" w14:textId="77777777" w:rsidR="006C5927" w:rsidRDefault="006C5927" w:rsidP="006C5927">
            <w:pPr>
              <w:jc w:val="center"/>
              <w:rPr>
                <w:rFonts w:cs="Arial"/>
                <w:szCs w:val="22"/>
              </w:rPr>
            </w:pPr>
            <w:r>
              <w:rPr>
                <w:rFonts w:cs="Arial"/>
                <w:szCs w:val="22"/>
              </w:rPr>
              <w:t>3 Hours</w:t>
            </w:r>
          </w:p>
          <w:p w14:paraId="0010F0D6" w14:textId="5854BD79" w:rsidR="00B3090E" w:rsidRPr="00B3090E" w:rsidRDefault="00B3090E" w:rsidP="006C5927">
            <w:pPr>
              <w:jc w:val="center"/>
              <w:rPr>
                <w:rFonts w:cs="Arial"/>
                <w:b/>
                <w:bCs/>
                <w:szCs w:val="22"/>
              </w:rPr>
            </w:pPr>
            <w:r w:rsidRPr="00B3090E">
              <w:rPr>
                <w:rFonts w:cs="Arial"/>
                <w:b/>
                <w:bCs/>
                <w:szCs w:val="22"/>
                <w:highlight w:val="yellow"/>
              </w:rPr>
              <w:lastRenderedPageBreak/>
              <w:t>PPT available</w:t>
            </w:r>
          </w:p>
        </w:tc>
        <w:tc>
          <w:tcPr>
            <w:tcW w:w="2199" w:type="dxa"/>
          </w:tcPr>
          <w:p w14:paraId="24F40149" w14:textId="77777777" w:rsidR="006C5927" w:rsidRPr="001A7B4B" w:rsidRDefault="006C5927" w:rsidP="006C5927">
            <w:pPr>
              <w:pStyle w:val="Normalheadingblack"/>
              <w:rPr>
                <w:rFonts w:cs="Arial"/>
                <w:lang w:eastAsia="en-GB"/>
              </w:rPr>
            </w:pPr>
            <w:r w:rsidRPr="001A7B4B">
              <w:rPr>
                <w:rFonts w:cs="Arial"/>
                <w:lang w:eastAsia="en-GB"/>
              </w:rPr>
              <w:lastRenderedPageBreak/>
              <w:t>Outcome 1 – Plumbing and heating common knowledge criteria</w:t>
            </w:r>
          </w:p>
          <w:p w14:paraId="3FE20232" w14:textId="77777777" w:rsidR="006C5927" w:rsidRPr="001A7B4B" w:rsidRDefault="006C5927" w:rsidP="006C5927">
            <w:pPr>
              <w:pStyle w:val="Normalheadingblack"/>
              <w:rPr>
                <w:rFonts w:cs="Arial"/>
                <w:lang w:eastAsia="en-GB"/>
              </w:rPr>
            </w:pPr>
          </w:p>
        </w:tc>
        <w:tc>
          <w:tcPr>
            <w:tcW w:w="3135" w:type="dxa"/>
          </w:tcPr>
          <w:p w14:paraId="5C7B13E0" w14:textId="77777777" w:rsidR="006C5927" w:rsidRPr="001A7B4B" w:rsidRDefault="006C5927" w:rsidP="006C5927">
            <w:pPr>
              <w:pStyle w:val="Normalheadingblack"/>
              <w:rPr>
                <w:rFonts w:cs="Arial"/>
                <w:b w:val="0"/>
                <w:szCs w:val="22"/>
              </w:rPr>
            </w:pPr>
            <w:r w:rsidRPr="001A7B4B">
              <w:rPr>
                <w:rFonts w:cs="Arial"/>
                <w:b w:val="0"/>
                <w:szCs w:val="22"/>
              </w:rPr>
              <w:lastRenderedPageBreak/>
              <w:t>K1.16 Scientific principles and concepts to plumbing engineering</w:t>
            </w:r>
          </w:p>
        </w:tc>
        <w:tc>
          <w:tcPr>
            <w:tcW w:w="5785" w:type="dxa"/>
          </w:tcPr>
          <w:p w14:paraId="075FC3EE" w14:textId="109858C3" w:rsidR="00DA67ED" w:rsidRPr="001A7B4B" w:rsidRDefault="00DA67ED" w:rsidP="006C5927">
            <w:pPr>
              <w:pStyle w:val="Default"/>
              <w:rPr>
                <w:b/>
                <w:color w:val="auto"/>
                <w:sz w:val="22"/>
                <w:szCs w:val="22"/>
              </w:rPr>
            </w:pPr>
            <w:r w:rsidRPr="001A7B4B">
              <w:rPr>
                <w:b/>
                <w:color w:val="auto"/>
                <w:sz w:val="22"/>
                <w:szCs w:val="22"/>
              </w:rPr>
              <w:t>Activities:</w:t>
            </w:r>
          </w:p>
          <w:p w14:paraId="7FEC32D6" w14:textId="77777777" w:rsidR="00DA67ED" w:rsidRPr="001A7B4B" w:rsidRDefault="00DA67ED" w:rsidP="006C5927">
            <w:pPr>
              <w:pStyle w:val="Default"/>
              <w:rPr>
                <w:b/>
                <w:color w:val="auto"/>
                <w:sz w:val="22"/>
                <w:szCs w:val="22"/>
              </w:rPr>
            </w:pPr>
            <w:r w:rsidRPr="001A7B4B">
              <w:rPr>
                <w:b/>
                <w:color w:val="auto"/>
                <w:sz w:val="22"/>
                <w:szCs w:val="22"/>
              </w:rPr>
              <w:t>Starter task example:</w:t>
            </w:r>
          </w:p>
          <w:p w14:paraId="2367307C" w14:textId="77777777" w:rsidR="00DA67ED" w:rsidRPr="001A7B4B" w:rsidRDefault="00182266" w:rsidP="003934E1">
            <w:pPr>
              <w:pStyle w:val="Default"/>
              <w:rPr>
                <w:color w:val="auto"/>
                <w:sz w:val="22"/>
                <w:szCs w:val="22"/>
              </w:rPr>
            </w:pPr>
            <w:r w:rsidRPr="001A7B4B">
              <w:rPr>
                <w:color w:val="auto"/>
                <w:sz w:val="22"/>
                <w:szCs w:val="22"/>
              </w:rPr>
              <w:t>Recap of long term knowledge – Q&amp;A session based on fittings.</w:t>
            </w:r>
          </w:p>
          <w:p w14:paraId="1EDE552A" w14:textId="65FC48F0" w:rsidR="007927E5" w:rsidRPr="001A7B4B" w:rsidRDefault="007927E5" w:rsidP="003934E1">
            <w:pPr>
              <w:pStyle w:val="Default"/>
              <w:rPr>
                <w:color w:val="auto"/>
                <w:sz w:val="22"/>
                <w:szCs w:val="22"/>
              </w:rPr>
            </w:pPr>
            <w:r w:rsidRPr="001A7B4B">
              <w:rPr>
                <w:b/>
                <w:bCs/>
                <w:color w:val="auto"/>
                <w:sz w:val="22"/>
                <w:szCs w:val="22"/>
              </w:rPr>
              <w:lastRenderedPageBreak/>
              <w:t>Alternative:</w:t>
            </w:r>
            <w:r w:rsidRPr="001A7B4B">
              <w:rPr>
                <w:color w:val="auto"/>
                <w:sz w:val="22"/>
                <w:szCs w:val="22"/>
              </w:rPr>
              <w:t xml:space="preserve"> Ask students which materials they may have seen in plumbing systems that look</w:t>
            </w:r>
            <w:r w:rsidR="00B3090E" w:rsidRPr="001A7B4B">
              <w:rPr>
                <w:color w:val="auto"/>
                <w:sz w:val="22"/>
                <w:szCs w:val="22"/>
              </w:rPr>
              <w:t xml:space="preserve"> worn, damaged or rusted, and the causes behind the erosion.</w:t>
            </w:r>
          </w:p>
          <w:p w14:paraId="48BBB886" w14:textId="77777777" w:rsidR="00957646" w:rsidRPr="001A7B4B" w:rsidRDefault="00957646" w:rsidP="00957646">
            <w:pPr>
              <w:pStyle w:val="Default"/>
              <w:ind w:left="720"/>
              <w:rPr>
                <w:color w:val="auto"/>
                <w:sz w:val="22"/>
                <w:szCs w:val="22"/>
              </w:rPr>
            </w:pPr>
          </w:p>
          <w:p w14:paraId="64A2BE5A" w14:textId="6AF367C1" w:rsidR="00DA67ED" w:rsidRPr="001A7B4B" w:rsidRDefault="00DA67ED" w:rsidP="006C5927">
            <w:pPr>
              <w:pStyle w:val="Default"/>
              <w:rPr>
                <w:b/>
                <w:color w:val="auto"/>
                <w:sz w:val="22"/>
                <w:szCs w:val="22"/>
              </w:rPr>
            </w:pPr>
            <w:r w:rsidRPr="001A7B4B">
              <w:rPr>
                <w:b/>
                <w:color w:val="auto"/>
                <w:sz w:val="22"/>
                <w:szCs w:val="22"/>
              </w:rPr>
              <w:t>Delivery</w:t>
            </w:r>
            <w:r w:rsidR="003934E1" w:rsidRPr="001A7B4B">
              <w:rPr>
                <w:b/>
                <w:color w:val="auto"/>
                <w:sz w:val="22"/>
                <w:szCs w:val="22"/>
              </w:rPr>
              <w:t xml:space="preserve"> focus</w:t>
            </w:r>
            <w:r w:rsidRPr="001A7B4B">
              <w:rPr>
                <w:b/>
                <w:color w:val="auto"/>
                <w:sz w:val="22"/>
                <w:szCs w:val="22"/>
              </w:rPr>
              <w:t>:</w:t>
            </w:r>
          </w:p>
          <w:p w14:paraId="48728638" w14:textId="78EFB6AC" w:rsidR="00957646" w:rsidRPr="001A7B4B" w:rsidRDefault="006F4709" w:rsidP="006F4709">
            <w:pPr>
              <w:spacing w:before="0" w:after="0" w:line="240" w:lineRule="auto"/>
              <w:textAlignment w:val="baseline"/>
              <w:rPr>
                <w:rFonts w:eastAsia="Times New Roman" w:cs="Arial"/>
                <w:bCs/>
                <w:szCs w:val="22"/>
                <w:lang w:eastAsia="en-GB"/>
              </w:rPr>
            </w:pPr>
            <w:r w:rsidRPr="001A7B4B">
              <w:rPr>
                <w:rFonts w:eastAsia="Times New Roman" w:cs="Arial"/>
                <w:bCs/>
                <w:szCs w:val="22"/>
                <w:lang w:eastAsia="en-GB"/>
              </w:rPr>
              <w:t xml:space="preserve">Using PowerPoint </w:t>
            </w:r>
            <w:r w:rsidR="001D606F" w:rsidRPr="00811B5D">
              <w:rPr>
                <w:rFonts w:eastAsia="Times New Roman" w:cs="Arial"/>
                <w:b/>
                <w:szCs w:val="22"/>
                <w:highlight w:val="yellow"/>
                <w:lang w:eastAsia="en-GB"/>
              </w:rPr>
              <w:t>K1.16 Corrosion and reasons for breakdown</w:t>
            </w:r>
            <w:r w:rsidR="001D606F" w:rsidRPr="001A7B4B">
              <w:rPr>
                <w:rFonts w:eastAsia="Times New Roman" w:cs="Arial"/>
                <w:bCs/>
                <w:szCs w:val="22"/>
                <w:lang w:eastAsia="en-GB"/>
              </w:rPr>
              <w:t>, deliver the following content:</w:t>
            </w:r>
          </w:p>
          <w:p w14:paraId="6C93DE18" w14:textId="0165506F" w:rsidR="00DA67ED" w:rsidRPr="001A7B4B" w:rsidRDefault="00DA67ED" w:rsidP="002C017C">
            <w:pPr>
              <w:pStyle w:val="Default"/>
              <w:numPr>
                <w:ilvl w:val="0"/>
                <w:numId w:val="172"/>
              </w:numPr>
              <w:rPr>
                <w:color w:val="auto"/>
                <w:sz w:val="22"/>
                <w:szCs w:val="22"/>
              </w:rPr>
            </w:pPr>
            <w:r w:rsidRPr="001A7B4B">
              <w:rPr>
                <w:color w:val="auto"/>
                <w:sz w:val="22"/>
                <w:szCs w:val="22"/>
              </w:rPr>
              <w:t xml:space="preserve">atmospheric corrosion </w:t>
            </w:r>
          </w:p>
          <w:p w14:paraId="7FBC310E" w14:textId="26CB59E3" w:rsidR="00DA67ED" w:rsidRPr="001A7B4B" w:rsidRDefault="00DA67ED" w:rsidP="002C017C">
            <w:pPr>
              <w:pStyle w:val="Default"/>
              <w:numPr>
                <w:ilvl w:val="0"/>
                <w:numId w:val="172"/>
              </w:numPr>
              <w:rPr>
                <w:color w:val="auto"/>
                <w:sz w:val="22"/>
                <w:szCs w:val="22"/>
              </w:rPr>
            </w:pPr>
            <w:r w:rsidRPr="001A7B4B">
              <w:rPr>
                <w:color w:val="auto"/>
                <w:sz w:val="22"/>
                <w:szCs w:val="22"/>
              </w:rPr>
              <w:t xml:space="preserve">oxidisation of metals </w:t>
            </w:r>
          </w:p>
          <w:p w14:paraId="71B2ED7B" w14:textId="62442FB5" w:rsidR="00DA67ED" w:rsidRPr="001A7B4B" w:rsidRDefault="00DA67ED" w:rsidP="002C017C">
            <w:pPr>
              <w:pStyle w:val="Default"/>
              <w:numPr>
                <w:ilvl w:val="0"/>
                <w:numId w:val="172"/>
              </w:numPr>
              <w:rPr>
                <w:color w:val="auto"/>
                <w:sz w:val="22"/>
                <w:szCs w:val="22"/>
              </w:rPr>
            </w:pPr>
            <w:r w:rsidRPr="001A7B4B">
              <w:rPr>
                <w:color w:val="auto"/>
                <w:sz w:val="22"/>
                <w:szCs w:val="22"/>
              </w:rPr>
              <w:t xml:space="preserve">UV damage to plastics </w:t>
            </w:r>
          </w:p>
          <w:p w14:paraId="784D6A36" w14:textId="6CE71AB7" w:rsidR="00DA67ED" w:rsidRPr="001A7B4B" w:rsidRDefault="00DA67ED" w:rsidP="002C017C">
            <w:pPr>
              <w:pStyle w:val="Default"/>
              <w:numPr>
                <w:ilvl w:val="0"/>
                <w:numId w:val="172"/>
              </w:numPr>
              <w:rPr>
                <w:color w:val="auto"/>
                <w:sz w:val="22"/>
                <w:szCs w:val="22"/>
              </w:rPr>
            </w:pPr>
            <w:r w:rsidRPr="001A7B4B">
              <w:rPr>
                <w:color w:val="auto"/>
                <w:sz w:val="22"/>
                <w:szCs w:val="22"/>
              </w:rPr>
              <w:t xml:space="preserve">heat damage to plastics </w:t>
            </w:r>
          </w:p>
          <w:p w14:paraId="4CF0946D" w14:textId="78F8CC79" w:rsidR="00DA67ED" w:rsidRPr="001A7B4B" w:rsidRDefault="00DA67ED" w:rsidP="002C017C">
            <w:pPr>
              <w:pStyle w:val="Default"/>
              <w:numPr>
                <w:ilvl w:val="0"/>
                <w:numId w:val="172"/>
              </w:numPr>
              <w:rPr>
                <w:color w:val="auto"/>
                <w:sz w:val="22"/>
                <w:szCs w:val="22"/>
              </w:rPr>
            </w:pPr>
            <w:r w:rsidRPr="001A7B4B">
              <w:rPr>
                <w:color w:val="auto"/>
                <w:sz w:val="22"/>
                <w:szCs w:val="22"/>
              </w:rPr>
              <w:t xml:space="preserve">erosion corrosion. </w:t>
            </w:r>
          </w:p>
          <w:p w14:paraId="447AE859" w14:textId="77777777" w:rsidR="00DA67ED" w:rsidRPr="001A7B4B" w:rsidRDefault="00DA67ED" w:rsidP="006C5927">
            <w:pPr>
              <w:pStyle w:val="Default"/>
              <w:rPr>
                <w:b/>
                <w:color w:val="auto"/>
                <w:sz w:val="22"/>
                <w:szCs w:val="22"/>
              </w:rPr>
            </w:pPr>
          </w:p>
          <w:p w14:paraId="3A307480" w14:textId="7BBC426A" w:rsidR="00DA67ED" w:rsidRPr="001A7B4B" w:rsidRDefault="00DA67ED" w:rsidP="006C5927">
            <w:pPr>
              <w:pStyle w:val="Default"/>
              <w:rPr>
                <w:b/>
                <w:color w:val="auto"/>
                <w:sz w:val="22"/>
                <w:szCs w:val="22"/>
              </w:rPr>
            </w:pPr>
            <w:r w:rsidRPr="001A7B4B">
              <w:rPr>
                <w:b/>
                <w:color w:val="auto"/>
                <w:sz w:val="22"/>
                <w:szCs w:val="22"/>
              </w:rPr>
              <w:t xml:space="preserve">Knowledge </w:t>
            </w:r>
            <w:r w:rsidR="00662654" w:rsidRPr="001A7B4B">
              <w:rPr>
                <w:b/>
                <w:color w:val="auto"/>
                <w:sz w:val="22"/>
                <w:szCs w:val="22"/>
              </w:rPr>
              <w:t>C</w:t>
            </w:r>
            <w:r w:rsidRPr="001A7B4B">
              <w:rPr>
                <w:b/>
                <w:color w:val="auto"/>
                <w:sz w:val="22"/>
                <w:szCs w:val="22"/>
              </w:rPr>
              <w:t>heck example:</w:t>
            </w:r>
          </w:p>
          <w:p w14:paraId="6FF227FE" w14:textId="526F221B" w:rsidR="00DA67ED" w:rsidRPr="001A7B4B" w:rsidRDefault="00DA67ED" w:rsidP="00D03805">
            <w:pPr>
              <w:spacing w:before="0" w:after="0" w:line="240" w:lineRule="auto"/>
              <w:textAlignment w:val="baseline"/>
              <w:rPr>
                <w:rFonts w:eastAsia="Times New Roman" w:cs="Arial"/>
                <w:szCs w:val="22"/>
                <w:lang w:eastAsia="en-GB"/>
              </w:rPr>
            </w:pPr>
            <w:r w:rsidRPr="001A7B4B">
              <w:rPr>
                <w:rFonts w:eastAsia="Times New Roman" w:cs="Arial"/>
                <w:szCs w:val="22"/>
                <w:lang w:eastAsia="en-GB"/>
              </w:rPr>
              <w:t xml:space="preserve">Distribute </w:t>
            </w:r>
            <w:r w:rsidRPr="001A7B4B">
              <w:rPr>
                <w:rFonts w:eastAsia="Times New Roman" w:cs="Arial"/>
                <w:bCs/>
                <w:szCs w:val="22"/>
                <w:lang w:eastAsia="en-GB"/>
              </w:rPr>
              <w:t xml:space="preserve">Worksheet </w:t>
            </w:r>
            <w:r w:rsidR="00182266" w:rsidRPr="001A7B4B">
              <w:rPr>
                <w:rFonts w:eastAsia="Times New Roman" w:cs="Arial"/>
                <w:bCs/>
                <w:szCs w:val="22"/>
                <w:lang w:eastAsia="en-GB"/>
              </w:rPr>
              <w:t>based on</w:t>
            </w:r>
            <w:r w:rsidRPr="001A7B4B">
              <w:rPr>
                <w:rFonts w:eastAsia="Times New Roman" w:cs="Arial"/>
                <w:bCs/>
                <w:szCs w:val="22"/>
                <w:lang w:eastAsia="en-GB"/>
              </w:rPr>
              <w:t xml:space="preserve"> Corrosion</w:t>
            </w:r>
            <w:r w:rsidRPr="001A7B4B">
              <w:rPr>
                <w:rFonts w:eastAsia="Times New Roman" w:cs="Arial"/>
                <w:szCs w:val="22"/>
                <w:lang w:eastAsia="en-GB"/>
              </w:rPr>
              <w:t xml:space="preserve"> for </w:t>
            </w:r>
            <w:r w:rsidR="00F502C8" w:rsidRPr="001A7B4B">
              <w:rPr>
                <w:rFonts w:eastAsia="Times New Roman" w:cs="Arial"/>
                <w:szCs w:val="22"/>
                <w:lang w:eastAsia="en-GB"/>
              </w:rPr>
              <w:t>students</w:t>
            </w:r>
            <w:r w:rsidRPr="001A7B4B">
              <w:rPr>
                <w:rFonts w:eastAsia="Times New Roman" w:cs="Arial"/>
                <w:szCs w:val="22"/>
                <w:lang w:eastAsia="en-GB"/>
              </w:rPr>
              <w:t xml:space="preserve"> to complete as homework to be discussed in next session. </w:t>
            </w:r>
          </w:p>
          <w:p w14:paraId="37F51EC7" w14:textId="77777777" w:rsidR="00957646" w:rsidRPr="001A7B4B" w:rsidRDefault="00957646" w:rsidP="00957646">
            <w:pPr>
              <w:pStyle w:val="ListParagraph"/>
              <w:spacing w:before="0" w:after="0" w:line="240" w:lineRule="auto"/>
              <w:textAlignment w:val="baseline"/>
              <w:rPr>
                <w:rFonts w:eastAsia="Times New Roman" w:cs="Arial"/>
                <w:szCs w:val="22"/>
                <w:lang w:eastAsia="en-GB"/>
              </w:rPr>
            </w:pPr>
          </w:p>
          <w:p w14:paraId="51AA9A86" w14:textId="77777777" w:rsidR="00DA67ED" w:rsidRPr="001A7B4B" w:rsidRDefault="00957646" w:rsidP="006C5927">
            <w:pPr>
              <w:pStyle w:val="Default"/>
              <w:rPr>
                <w:b/>
                <w:color w:val="auto"/>
                <w:sz w:val="22"/>
                <w:szCs w:val="22"/>
              </w:rPr>
            </w:pPr>
            <w:r w:rsidRPr="001A7B4B">
              <w:rPr>
                <w:b/>
                <w:color w:val="auto"/>
                <w:sz w:val="22"/>
                <w:szCs w:val="22"/>
              </w:rPr>
              <w:t>Resources:</w:t>
            </w:r>
          </w:p>
          <w:p w14:paraId="18F6E58B" w14:textId="4C18D448" w:rsidR="00957646" w:rsidRPr="001A7B4B" w:rsidRDefault="00763103" w:rsidP="006C5927">
            <w:pPr>
              <w:pStyle w:val="Default"/>
              <w:rPr>
                <w:color w:val="auto"/>
                <w:sz w:val="22"/>
                <w:szCs w:val="22"/>
              </w:rPr>
            </w:pPr>
            <w:r w:rsidRPr="001A7B4B">
              <w:rPr>
                <w:color w:val="auto"/>
                <w:sz w:val="22"/>
                <w:szCs w:val="22"/>
              </w:rPr>
              <w:t>PowerPoint</w:t>
            </w:r>
            <w:r w:rsidR="00D03805" w:rsidRPr="001A7B4B">
              <w:rPr>
                <w:color w:val="auto"/>
                <w:sz w:val="22"/>
                <w:szCs w:val="22"/>
              </w:rPr>
              <w:t xml:space="preserve">: </w:t>
            </w:r>
            <w:r w:rsidR="00D03805" w:rsidRPr="001A7B4B">
              <w:rPr>
                <w:b/>
                <w:color w:val="auto"/>
                <w:sz w:val="22"/>
                <w:szCs w:val="22"/>
              </w:rPr>
              <w:t>K1.16 Corrosion and reasons for breakdown</w:t>
            </w:r>
            <w:r w:rsidR="00957646" w:rsidRPr="001A7B4B">
              <w:rPr>
                <w:color w:val="auto"/>
                <w:sz w:val="22"/>
                <w:szCs w:val="22"/>
              </w:rPr>
              <w:t xml:space="preserve"> </w:t>
            </w:r>
          </w:p>
          <w:p w14:paraId="52D0B753" w14:textId="22B363C6" w:rsidR="00957646" w:rsidRPr="001A7B4B" w:rsidRDefault="00957646" w:rsidP="006C5927">
            <w:pPr>
              <w:pStyle w:val="Default"/>
              <w:rPr>
                <w:color w:val="auto"/>
                <w:sz w:val="22"/>
                <w:szCs w:val="22"/>
              </w:rPr>
            </w:pPr>
            <w:r w:rsidRPr="001A7B4B">
              <w:rPr>
                <w:color w:val="auto"/>
                <w:sz w:val="22"/>
                <w:szCs w:val="22"/>
              </w:rPr>
              <w:t>Examples of materials that have broken down through corrosion</w:t>
            </w:r>
            <w:r w:rsidR="003E6082" w:rsidRPr="001A7B4B">
              <w:rPr>
                <w:color w:val="auto"/>
                <w:sz w:val="22"/>
                <w:szCs w:val="22"/>
              </w:rPr>
              <w:t>.</w:t>
            </w:r>
          </w:p>
          <w:p w14:paraId="2C15BCFA" w14:textId="77777777" w:rsidR="00957646" w:rsidRPr="001A7B4B" w:rsidRDefault="00957646" w:rsidP="006C5927">
            <w:pPr>
              <w:pStyle w:val="Default"/>
              <w:rPr>
                <w:color w:val="auto"/>
                <w:sz w:val="22"/>
                <w:szCs w:val="22"/>
              </w:rPr>
            </w:pPr>
            <w:r w:rsidRPr="001A7B4B">
              <w:rPr>
                <w:color w:val="auto"/>
                <w:sz w:val="22"/>
                <w:szCs w:val="22"/>
              </w:rPr>
              <w:t>Worksheet</w:t>
            </w:r>
          </w:p>
          <w:p w14:paraId="58FF83C8" w14:textId="77777777" w:rsidR="006C5927" w:rsidRPr="001A7B4B" w:rsidRDefault="006C5927" w:rsidP="00DA67ED">
            <w:pPr>
              <w:pStyle w:val="Default"/>
              <w:rPr>
                <w:color w:val="auto"/>
                <w:szCs w:val="22"/>
              </w:rPr>
            </w:pPr>
          </w:p>
        </w:tc>
        <w:tc>
          <w:tcPr>
            <w:tcW w:w="2246" w:type="dxa"/>
          </w:tcPr>
          <w:p w14:paraId="5D6F7C00" w14:textId="77777777" w:rsidR="00DD207A" w:rsidRDefault="008A57D2">
            <w:r>
              <w:lastRenderedPageBreak/>
              <w:t>Q&amp;A</w:t>
            </w:r>
            <w:r>
              <w:br/>
            </w:r>
            <w:r>
              <w:br/>
              <w:t>Worksheet task</w:t>
            </w:r>
            <w:r>
              <w:br/>
              <w:t xml:space="preserve">English skills </w:t>
            </w:r>
            <w:r>
              <w:lastRenderedPageBreak/>
              <w:t>(reading, writing, technical vocabulary)</w:t>
            </w:r>
          </w:p>
        </w:tc>
      </w:tr>
      <w:tr w:rsidR="00182266" w:rsidRPr="00634DF8" w14:paraId="3A99E0FC" w14:textId="77777777" w:rsidTr="24BA986D">
        <w:trPr>
          <w:trHeight w:val="300"/>
          <w:jc w:val="center"/>
        </w:trPr>
        <w:tc>
          <w:tcPr>
            <w:tcW w:w="1297" w:type="dxa"/>
          </w:tcPr>
          <w:p w14:paraId="09E24F96" w14:textId="77777777" w:rsidR="00182266" w:rsidRDefault="00182266" w:rsidP="00182266">
            <w:pPr>
              <w:jc w:val="center"/>
              <w:rPr>
                <w:rFonts w:cs="Arial"/>
                <w:szCs w:val="22"/>
              </w:rPr>
            </w:pPr>
            <w:r>
              <w:rPr>
                <w:rFonts w:cs="Arial"/>
                <w:szCs w:val="22"/>
              </w:rPr>
              <w:lastRenderedPageBreak/>
              <w:t>54</w:t>
            </w:r>
          </w:p>
          <w:p w14:paraId="1C872202" w14:textId="77777777" w:rsidR="00182266" w:rsidRDefault="00182266" w:rsidP="00182266">
            <w:pPr>
              <w:jc w:val="center"/>
              <w:rPr>
                <w:rFonts w:cs="Arial"/>
                <w:szCs w:val="22"/>
              </w:rPr>
            </w:pPr>
            <w:r>
              <w:rPr>
                <w:rFonts w:cs="Arial"/>
                <w:szCs w:val="22"/>
              </w:rPr>
              <w:t>3 hours</w:t>
            </w:r>
          </w:p>
          <w:p w14:paraId="4A13E52A" w14:textId="69DE680D" w:rsidR="000E794C" w:rsidRPr="000E794C" w:rsidRDefault="000E794C" w:rsidP="00182266">
            <w:pPr>
              <w:jc w:val="center"/>
              <w:rPr>
                <w:rFonts w:cs="Arial"/>
                <w:b/>
                <w:bCs/>
                <w:szCs w:val="22"/>
              </w:rPr>
            </w:pPr>
            <w:r w:rsidRPr="000E794C">
              <w:rPr>
                <w:rFonts w:cs="Arial"/>
                <w:b/>
                <w:bCs/>
                <w:szCs w:val="22"/>
                <w:highlight w:val="yellow"/>
              </w:rPr>
              <w:lastRenderedPageBreak/>
              <w:t>PPT available</w:t>
            </w:r>
          </w:p>
        </w:tc>
        <w:tc>
          <w:tcPr>
            <w:tcW w:w="2199" w:type="dxa"/>
          </w:tcPr>
          <w:p w14:paraId="784B5485" w14:textId="77777777" w:rsidR="00182266" w:rsidRPr="001A7B4B" w:rsidRDefault="00182266" w:rsidP="00182266">
            <w:pPr>
              <w:pStyle w:val="Normalheadingblack"/>
              <w:rPr>
                <w:rFonts w:cs="Arial"/>
                <w:lang w:eastAsia="en-GB"/>
              </w:rPr>
            </w:pPr>
            <w:r w:rsidRPr="001A7B4B">
              <w:rPr>
                <w:rFonts w:cs="Arial"/>
                <w:lang w:eastAsia="en-GB"/>
              </w:rPr>
              <w:lastRenderedPageBreak/>
              <w:t>Outcome 1 – Plumbing and heating common knowledge criteria</w:t>
            </w:r>
          </w:p>
          <w:p w14:paraId="7CF67177" w14:textId="77777777" w:rsidR="00182266" w:rsidRPr="001A7B4B" w:rsidRDefault="00182266" w:rsidP="00182266">
            <w:pPr>
              <w:pStyle w:val="Normalheadingblack"/>
              <w:rPr>
                <w:rFonts w:cs="Arial"/>
                <w:lang w:eastAsia="en-GB"/>
              </w:rPr>
            </w:pPr>
          </w:p>
        </w:tc>
        <w:tc>
          <w:tcPr>
            <w:tcW w:w="3135" w:type="dxa"/>
          </w:tcPr>
          <w:p w14:paraId="156BEBE0" w14:textId="77777777" w:rsidR="00182266" w:rsidRPr="001A7B4B" w:rsidRDefault="00182266" w:rsidP="00182266">
            <w:pPr>
              <w:pStyle w:val="Default"/>
              <w:rPr>
                <w:bCs/>
                <w:color w:val="auto"/>
                <w:szCs w:val="22"/>
              </w:rPr>
            </w:pPr>
            <w:r w:rsidRPr="001A7B4B">
              <w:rPr>
                <w:bCs/>
                <w:color w:val="auto"/>
                <w:sz w:val="22"/>
                <w:szCs w:val="22"/>
              </w:rPr>
              <w:lastRenderedPageBreak/>
              <w:t xml:space="preserve">K1.20 Electrolyte qualities of materials and the periodic table </w:t>
            </w:r>
          </w:p>
          <w:p w14:paraId="6844BDC6" w14:textId="77777777" w:rsidR="00182266" w:rsidRPr="001A7B4B" w:rsidRDefault="00182266" w:rsidP="00182266">
            <w:pPr>
              <w:pStyle w:val="Normalheadingblack"/>
              <w:rPr>
                <w:rFonts w:cs="Arial"/>
                <w:b w:val="0"/>
                <w:szCs w:val="22"/>
              </w:rPr>
            </w:pPr>
          </w:p>
        </w:tc>
        <w:tc>
          <w:tcPr>
            <w:tcW w:w="5785" w:type="dxa"/>
          </w:tcPr>
          <w:p w14:paraId="6D824334" w14:textId="5D7D75BD" w:rsidR="00957646" w:rsidRPr="001A7B4B" w:rsidRDefault="00957646" w:rsidP="007240FE">
            <w:pPr>
              <w:pStyle w:val="Normalheadingblue"/>
              <w:spacing w:before="0" w:after="0"/>
              <w:rPr>
                <w:rFonts w:cs="Arial"/>
                <w:color w:val="auto"/>
                <w:szCs w:val="22"/>
              </w:rPr>
            </w:pPr>
            <w:r w:rsidRPr="001A7B4B">
              <w:rPr>
                <w:rFonts w:cs="Arial"/>
                <w:color w:val="auto"/>
                <w:szCs w:val="22"/>
              </w:rPr>
              <w:t>Activity:</w:t>
            </w:r>
          </w:p>
          <w:p w14:paraId="39592504" w14:textId="77777777" w:rsidR="00957646" w:rsidRPr="001A7B4B" w:rsidRDefault="00957646" w:rsidP="007240FE">
            <w:pPr>
              <w:pStyle w:val="Normalheadingblue"/>
              <w:spacing w:before="0" w:after="0"/>
              <w:rPr>
                <w:rFonts w:cs="Arial"/>
                <w:color w:val="auto"/>
                <w:szCs w:val="22"/>
              </w:rPr>
            </w:pPr>
            <w:r w:rsidRPr="001A7B4B">
              <w:rPr>
                <w:rFonts w:cs="Arial"/>
                <w:color w:val="auto"/>
                <w:szCs w:val="22"/>
              </w:rPr>
              <w:t>Starter task example:</w:t>
            </w:r>
          </w:p>
          <w:p w14:paraId="7EFACFD9" w14:textId="5540C65B" w:rsidR="004A2E78" w:rsidRPr="001A7B4B" w:rsidRDefault="004A2E78" w:rsidP="007240FE">
            <w:pPr>
              <w:pStyle w:val="Normalheadingblue"/>
              <w:spacing w:before="0" w:after="0"/>
              <w:rPr>
                <w:rFonts w:cs="Arial"/>
                <w:b w:val="0"/>
                <w:color w:val="auto"/>
                <w:szCs w:val="22"/>
              </w:rPr>
            </w:pPr>
            <w:r w:rsidRPr="001A7B4B">
              <w:rPr>
                <w:rFonts w:cs="Arial"/>
                <w:b w:val="0"/>
                <w:color w:val="auto"/>
                <w:szCs w:val="22"/>
              </w:rPr>
              <w:t xml:space="preserve">Ask students </w:t>
            </w:r>
            <w:r w:rsidR="00082AB6" w:rsidRPr="001A7B4B">
              <w:rPr>
                <w:rFonts w:cs="Arial"/>
                <w:b w:val="0"/>
                <w:color w:val="auto"/>
                <w:szCs w:val="22"/>
              </w:rPr>
              <w:t xml:space="preserve">to explain </w:t>
            </w:r>
            <w:r w:rsidRPr="001A7B4B">
              <w:rPr>
                <w:rFonts w:cs="Arial"/>
                <w:b w:val="0"/>
                <w:color w:val="auto"/>
                <w:szCs w:val="22"/>
              </w:rPr>
              <w:t xml:space="preserve">why </w:t>
            </w:r>
            <w:proofErr w:type="gramStart"/>
            <w:r w:rsidRPr="001A7B4B">
              <w:rPr>
                <w:rFonts w:cs="Arial"/>
                <w:b w:val="0"/>
                <w:color w:val="auto"/>
                <w:szCs w:val="22"/>
              </w:rPr>
              <w:t>do some metal joints or fittings corrode</w:t>
            </w:r>
            <w:proofErr w:type="gramEnd"/>
            <w:r w:rsidRPr="001A7B4B">
              <w:rPr>
                <w:rFonts w:cs="Arial"/>
                <w:b w:val="0"/>
                <w:color w:val="auto"/>
                <w:szCs w:val="22"/>
              </w:rPr>
              <w:t xml:space="preserve"> faster than others</w:t>
            </w:r>
            <w:r w:rsidR="00082AB6" w:rsidRPr="001A7B4B">
              <w:rPr>
                <w:rFonts w:cs="Arial"/>
                <w:b w:val="0"/>
                <w:color w:val="auto"/>
                <w:szCs w:val="22"/>
              </w:rPr>
              <w:t>,</w:t>
            </w:r>
            <w:r w:rsidRPr="001A7B4B">
              <w:rPr>
                <w:rFonts w:cs="Arial"/>
                <w:b w:val="0"/>
                <w:color w:val="auto"/>
                <w:szCs w:val="22"/>
              </w:rPr>
              <w:t xml:space="preserve"> even when in the same system.</w:t>
            </w:r>
          </w:p>
          <w:p w14:paraId="096E75F5" w14:textId="77777777" w:rsidR="004A2E78" w:rsidRPr="001A7B4B" w:rsidRDefault="004A2E78" w:rsidP="007240FE">
            <w:pPr>
              <w:pStyle w:val="Normalheadingblue"/>
              <w:spacing w:before="0" w:after="0"/>
              <w:rPr>
                <w:rFonts w:cs="Arial"/>
                <w:color w:val="auto"/>
                <w:szCs w:val="22"/>
              </w:rPr>
            </w:pPr>
          </w:p>
          <w:p w14:paraId="5FA3EB31" w14:textId="4224FC23" w:rsidR="00957646" w:rsidRPr="001A7B4B" w:rsidRDefault="00957646" w:rsidP="007240FE">
            <w:pPr>
              <w:pStyle w:val="Normalheadingblue"/>
              <w:spacing w:before="0" w:after="0"/>
              <w:rPr>
                <w:rFonts w:cs="Arial"/>
                <w:color w:val="auto"/>
                <w:szCs w:val="22"/>
              </w:rPr>
            </w:pPr>
            <w:r w:rsidRPr="001A7B4B">
              <w:rPr>
                <w:rFonts w:cs="Arial"/>
                <w:color w:val="auto"/>
                <w:szCs w:val="22"/>
              </w:rPr>
              <w:t>Delivery</w:t>
            </w:r>
            <w:r w:rsidR="00082AB6" w:rsidRPr="001A7B4B">
              <w:rPr>
                <w:rFonts w:cs="Arial"/>
                <w:color w:val="auto"/>
                <w:szCs w:val="22"/>
              </w:rPr>
              <w:t xml:space="preserve"> focus</w:t>
            </w:r>
            <w:r w:rsidRPr="001A7B4B">
              <w:rPr>
                <w:rFonts w:cs="Arial"/>
                <w:color w:val="auto"/>
                <w:szCs w:val="22"/>
              </w:rPr>
              <w:t>:</w:t>
            </w:r>
          </w:p>
          <w:p w14:paraId="2E82B1C2" w14:textId="02033DDF" w:rsidR="00957646" w:rsidRPr="001A7B4B" w:rsidRDefault="003173AC" w:rsidP="007240FE">
            <w:pPr>
              <w:pStyle w:val="Normalheadingblue"/>
              <w:spacing w:before="0" w:after="0"/>
              <w:rPr>
                <w:rFonts w:cs="Arial"/>
                <w:color w:val="auto"/>
                <w:szCs w:val="22"/>
              </w:rPr>
            </w:pPr>
            <w:r w:rsidRPr="001A7B4B">
              <w:rPr>
                <w:rFonts w:cs="Arial"/>
                <w:b w:val="0"/>
                <w:bCs/>
                <w:color w:val="auto"/>
                <w:szCs w:val="22"/>
              </w:rPr>
              <w:t>Using PowerPoint</w:t>
            </w:r>
            <w:r w:rsidRPr="001A7B4B">
              <w:rPr>
                <w:rFonts w:cs="Arial"/>
                <w:color w:val="auto"/>
                <w:szCs w:val="22"/>
              </w:rPr>
              <w:t xml:space="preserve"> </w:t>
            </w:r>
            <w:r w:rsidRPr="00811B5D">
              <w:rPr>
                <w:rFonts w:cs="Arial"/>
                <w:color w:val="auto"/>
                <w:szCs w:val="22"/>
                <w:highlight w:val="yellow"/>
              </w:rPr>
              <w:t>K1.20 Electrolytic corrosion and the electromotive series</w:t>
            </w:r>
            <w:r w:rsidR="000E794C" w:rsidRPr="001A7B4B">
              <w:rPr>
                <w:rFonts w:cs="Arial"/>
                <w:b w:val="0"/>
                <w:bCs/>
                <w:color w:val="auto"/>
                <w:szCs w:val="22"/>
              </w:rPr>
              <w:t>, deliver the following:</w:t>
            </w:r>
          </w:p>
          <w:p w14:paraId="66EA3C16" w14:textId="77777777" w:rsidR="00957646" w:rsidRPr="001A7B4B" w:rsidRDefault="00957646" w:rsidP="002C017C">
            <w:pPr>
              <w:pStyle w:val="Normalheadingblue"/>
              <w:numPr>
                <w:ilvl w:val="0"/>
                <w:numId w:val="13"/>
              </w:numPr>
              <w:spacing w:before="0" w:after="0"/>
              <w:ind w:left="360"/>
              <w:rPr>
                <w:rFonts w:cs="Arial"/>
                <w:b w:val="0"/>
                <w:color w:val="auto"/>
                <w:szCs w:val="22"/>
              </w:rPr>
            </w:pPr>
            <w:r w:rsidRPr="001A7B4B">
              <w:rPr>
                <w:rFonts w:cs="Arial"/>
                <w:b w:val="0"/>
                <w:color w:val="auto"/>
                <w:szCs w:val="22"/>
              </w:rPr>
              <w:t>Materials</w:t>
            </w:r>
          </w:p>
          <w:p w14:paraId="43100550" w14:textId="77777777" w:rsidR="00957646" w:rsidRPr="001A7B4B" w:rsidRDefault="00957646" w:rsidP="002C017C">
            <w:pPr>
              <w:pStyle w:val="Normalheadingblue"/>
              <w:numPr>
                <w:ilvl w:val="0"/>
                <w:numId w:val="13"/>
              </w:numPr>
              <w:spacing w:before="0" w:after="0"/>
              <w:ind w:left="360"/>
              <w:rPr>
                <w:rFonts w:cs="Arial"/>
                <w:b w:val="0"/>
                <w:color w:val="auto"/>
                <w:szCs w:val="22"/>
              </w:rPr>
            </w:pPr>
            <w:r w:rsidRPr="001A7B4B">
              <w:rPr>
                <w:rFonts w:cs="Arial"/>
                <w:b w:val="0"/>
                <w:color w:val="auto"/>
                <w:szCs w:val="22"/>
              </w:rPr>
              <w:t>Anode</w:t>
            </w:r>
          </w:p>
          <w:p w14:paraId="58A8A86D" w14:textId="77777777" w:rsidR="00957646" w:rsidRPr="001A7B4B" w:rsidRDefault="00957646" w:rsidP="002C017C">
            <w:pPr>
              <w:pStyle w:val="Normalheadingblue"/>
              <w:numPr>
                <w:ilvl w:val="0"/>
                <w:numId w:val="13"/>
              </w:numPr>
              <w:spacing w:before="0" w:after="0"/>
              <w:ind w:left="360"/>
              <w:rPr>
                <w:rFonts w:cs="Arial"/>
                <w:b w:val="0"/>
                <w:color w:val="auto"/>
                <w:szCs w:val="22"/>
              </w:rPr>
            </w:pPr>
            <w:r w:rsidRPr="001A7B4B">
              <w:rPr>
                <w:rFonts w:cs="Arial"/>
                <w:b w:val="0"/>
                <w:color w:val="auto"/>
                <w:szCs w:val="22"/>
              </w:rPr>
              <w:t>Cathode</w:t>
            </w:r>
          </w:p>
          <w:p w14:paraId="595239AF" w14:textId="77777777" w:rsidR="00957646" w:rsidRPr="001A7B4B" w:rsidRDefault="00957646" w:rsidP="002C017C">
            <w:pPr>
              <w:pStyle w:val="Normalheadingblue"/>
              <w:numPr>
                <w:ilvl w:val="0"/>
                <w:numId w:val="13"/>
              </w:numPr>
              <w:spacing w:before="0" w:after="0"/>
              <w:ind w:left="360"/>
              <w:rPr>
                <w:rFonts w:cs="Arial"/>
                <w:b w:val="0"/>
                <w:color w:val="auto"/>
                <w:szCs w:val="22"/>
              </w:rPr>
            </w:pPr>
            <w:r w:rsidRPr="001A7B4B">
              <w:rPr>
                <w:rFonts w:cs="Arial"/>
                <w:b w:val="0"/>
                <w:color w:val="auto"/>
                <w:szCs w:val="22"/>
              </w:rPr>
              <w:t>Electrolyte</w:t>
            </w:r>
          </w:p>
          <w:p w14:paraId="427BD17B" w14:textId="6136A915" w:rsidR="00957646" w:rsidRPr="001A7B4B" w:rsidRDefault="00957646" w:rsidP="002C017C">
            <w:pPr>
              <w:pStyle w:val="ListParagraph"/>
              <w:numPr>
                <w:ilvl w:val="0"/>
                <w:numId w:val="16"/>
              </w:numPr>
              <w:spacing w:before="0" w:after="0" w:line="240" w:lineRule="auto"/>
              <w:ind w:left="360"/>
              <w:contextualSpacing w:val="0"/>
              <w:textAlignment w:val="baseline"/>
              <w:rPr>
                <w:rFonts w:eastAsia="Times New Roman" w:cs="Arial"/>
                <w:szCs w:val="22"/>
                <w:lang w:eastAsia="en-GB"/>
              </w:rPr>
            </w:pPr>
            <w:r w:rsidRPr="001A7B4B">
              <w:rPr>
                <w:rFonts w:eastAsia="Times New Roman" w:cs="Arial"/>
                <w:szCs w:val="22"/>
                <w:lang w:eastAsia="en-GB"/>
              </w:rPr>
              <w:t xml:space="preserve">Distribute </w:t>
            </w:r>
            <w:proofErr w:type="gramStart"/>
            <w:r w:rsidRPr="001A7B4B">
              <w:rPr>
                <w:rFonts w:eastAsia="Times New Roman" w:cs="Arial"/>
                <w:szCs w:val="22"/>
                <w:lang w:eastAsia="en-GB"/>
              </w:rPr>
              <w:t>a number of</w:t>
            </w:r>
            <w:proofErr w:type="gramEnd"/>
            <w:r w:rsidRPr="001A7B4B">
              <w:rPr>
                <w:rFonts w:eastAsia="Times New Roman" w:cs="Arial"/>
                <w:szCs w:val="22"/>
                <w:lang w:eastAsia="en-GB"/>
              </w:rPr>
              <w:t xml:space="preserve"> corroded materials for students to discuss and examine.</w:t>
            </w:r>
          </w:p>
          <w:p w14:paraId="23202C89" w14:textId="77777777" w:rsidR="00957646" w:rsidRPr="001A7B4B" w:rsidRDefault="00957646" w:rsidP="002C017C">
            <w:pPr>
              <w:pStyle w:val="ListParagraph"/>
              <w:numPr>
                <w:ilvl w:val="0"/>
                <w:numId w:val="16"/>
              </w:numPr>
              <w:spacing w:before="0" w:after="0" w:line="240" w:lineRule="auto"/>
              <w:ind w:left="360"/>
              <w:contextualSpacing w:val="0"/>
              <w:textAlignment w:val="baseline"/>
              <w:rPr>
                <w:rFonts w:eastAsia="Times New Roman" w:cs="Arial"/>
                <w:szCs w:val="22"/>
                <w:lang w:eastAsia="en-GB"/>
              </w:rPr>
            </w:pPr>
            <w:r w:rsidRPr="001A7B4B">
              <w:rPr>
                <w:rFonts w:eastAsia="Times New Roman" w:cs="Arial"/>
                <w:szCs w:val="22"/>
                <w:lang w:eastAsia="en-GB"/>
              </w:rPr>
              <w:t xml:space="preserve">Demonstrate electrolytic reaction with a multi meter and two dissimilar metals within water, use </w:t>
            </w:r>
            <w:proofErr w:type="gramStart"/>
            <w:r w:rsidRPr="001A7B4B">
              <w:rPr>
                <w:rFonts w:eastAsia="Times New Roman" w:cs="Arial"/>
                <w:szCs w:val="22"/>
                <w:lang w:eastAsia="en-GB"/>
              </w:rPr>
              <w:t>a number of</w:t>
            </w:r>
            <w:proofErr w:type="gramEnd"/>
            <w:r w:rsidRPr="001A7B4B">
              <w:rPr>
                <w:rFonts w:eastAsia="Times New Roman" w:cs="Arial"/>
                <w:szCs w:val="22"/>
                <w:lang w:eastAsia="en-GB"/>
              </w:rPr>
              <w:t xml:space="preserve"> different metals to show how reaction is greater between some materials. </w:t>
            </w:r>
          </w:p>
          <w:p w14:paraId="245936DF" w14:textId="14638356" w:rsidR="00957646" w:rsidRPr="001A7B4B" w:rsidRDefault="00957646" w:rsidP="002C017C">
            <w:pPr>
              <w:pStyle w:val="ListParagraph"/>
              <w:numPr>
                <w:ilvl w:val="0"/>
                <w:numId w:val="16"/>
              </w:numPr>
              <w:spacing w:before="0" w:after="0" w:line="240" w:lineRule="auto"/>
              <w:ind w:left="360"/>
              <w:contextualSpacing w:val="0"/>
              <w:textAlignment w:val="baseline"/>
              <w:rPr>
                <w:rFonts w:eastAsia="Times New Roman" w:cs="Arial"/>
                <w:szCs w:val="22"/>
                <w:lang w:eastAsia="en-GB"/>
              </w:rPr>
            </w:pPr>
            <w:r w:rsidRPr="001A7B4B">
              <w:rPr>
                <w:rFonts w:eastAsia="Times New Roman" w:cs="Arial"/>
                <w:szCs w:val="22"/>
                <w:lang w:eastAsia="en-GB"/>
              </w:rPr>
              <w:t xml:space="preserve">Distribute sacrificial anodes to examine along with </w:t>
            </w:r>
            <w:r w:rsidR="003D7EDB" w:rsidRPr="001A7B4B">
              <w:rPr>
                <w:rFonts w:eastAsia="Times New Roman" w:cs="Arial"/>
                <w:szCs w:val="22"/>
                <w:lang w:eastAsia="en-GB"/>
              </w:rPr>
              <w:t>Denso</w:t>
            </w:r>
            <w:r w:rsidRPr="001A7B4B">
              <w:rPr>
                <w:rFonts w:eastAsia="Times New Roman" w:cs="Arial"/>
                <w:szCs w:val="22"/>
                <w:lang w:eastAsia="en-GB"/>
              </w:rPr>
              <w:t xml:space="preserve"> tape and inhibitor labels so that </w:t>
            </w:r>
            <w:r w:rsidR="00F502C8" w:rsidRPr="001A7B4B">
              <w:rPr>
                <w:rFonts w:eastAsia="Times New Roman" w:cs="Arial"/>
                <w:szCs w:val="22"/>
                <w:lang w:eastAsia="en-GB"/>
              </w:rPr>
              <w:t>students</w:t>
            </w:r>
            <w:r w:rsidRPr="001A7B4B">
              <w:rPr>
                <w:rFonts w:eastAsia="Times New Roman" w:cs="Arial"/>
                <w:szCs w:val="22"/>
                <w:lang w:eastAsia="en-GB"/>
              </w:rPr>
              <w:t xml:space="preserve"> can examine. </w:t>
            </w:r>
          </w:p>
          <w:p w14:paraId="129A69C4" w14:textId="77777777" w:rsidR="000E794C" w:rsidRPr="001A7B4B" w:rsidRDefault="000E794C" w:rsidP="000E794C">
            <w:pPr>
              <w:spacing w:before="0" w:after="0" w:line="240" w:lineRule="auto"/>
              <w:textAlignment w:val="baseline"/>
              <w:rPr>
                <w:rFonts w:eastAsia="Times New Roman" w:cs="Arial"/>
                <w:szCs w:val="22"/>
                <w:lang w:eastAsia="en-GB"/>
              </w:rPr>
            </w:pPr>
          </w:p>
          <w:p w14:paraId="0D9ADE35" w14:textId="43E23E3D" w:rsidR="00957646" w:rsidRPr="001A7B4B" w:rsidRDefault="00957646" w:rsidP="007240FE">
            <w:pPr>
              <w:pStyle w:val="Normalheadingblue"/>
              <w:spacing w:before="0" w:after="0"/>
              <w:rPr>
                <w:rFonts w:cs="Arial"/>
                <w:color w:val="auto"/>
                <w:szCs w:val="22"/>
              </w:rPr>
            </w:pPr>
            <w:r w:rsidRPr="001A7B4B">
              <w:rPr>
                <w:rFonts w:cs="Arial"/>
                <w:color w:val="auto"/>
                <w:szCs w:val="22"/>
              </w:rPr>
              <w:t xml:space="preserve">Knowledge </w:t>
            </w:r>
            <w:r w:rsidR="000E794C" w:rsidRPr="001A7B4B">
              <w:rPr>
                <w:rFonts w:cs="Arial"/>
                <w:color w:val="auto"/>
                <w:szCs w:val="22"/>
              </w:rPr>
              <w:t>C</w:t>
            </w:r>
            <w:r w:rsidRPr="001A7B4B">
              <w:rPr>
                <w:rFonts w:cs="Arial"/>
                <w:color w:val="auto"/>
                <w:szCs w:val="22"/>
              </w:rPr>
              <w:t>heck example:</w:t>
            </w:r>
          </w:p>
          <w:p w14:paraId="094B5EE4" w14:textId="09017C99" w:rsidR="00957646" w:rsidRPr="001A7B4B" w:rsidRDefault="00957646" w:rsidP="007240FE">
            <w:pPr>
              <w:pStyle w:val="Normalheadingblue"/>
              <w:spacing w:before="0" w:after="0"/>
              <w:rPr>
                <w:rFonts w:cs="Arial"/>
                <w:b w:val="0"/>
                <w:color w:val="auto"/>
                <w:szCs w:val="22"/>
              </w:rPr>
            </w:pPr>
            <w:r w:rsidRPr="001A7B4B">
              <w:rPr>
                <w:rFonts w:cs="Arial"/>
                <w:b w:val="0"/>
                <w:color w:val="auto"/>
                <w:szCs w:val="22"/>
              </w:rPr>
              <w:t>Rearrange cards into the correct order relating to the electromotive series</w:t>
            </w:r>
            <w:r w:rsidR="00545D92">
              <w:rPr>
                <w:rFonts w:cs="Arial"/>
                <w:b w:val="0"/>
                <w:color w:val="auto"/>
                <w:szCs w:val="22"/>
              </w:rPr>
              <w:t>.</w:t>
            </w:r>
          </w:p>
          <w:p w14:paraId="4EB06872" w14:textId="77777777" w:rsidR="000E794C" w:rsidRPr="001A7B4B" w:rsidRDefault="000E794C" w:rsidP="007240FE">
            <w:pPr>
              <w:pStyle w:val="Normalheadingblue"/>
              <w:spacing w:before="0" w:after="0"/>
              <w:rPr>
                <w:rFonts w:cs="Arial"/>
                <w:b w:val="0"/>
                <w:color w:val="auto"/>
                <w:szCs w:val="22"/>
              </w:rPr>
            </w:pPr>
          </w:p>
          <w:p w14:paraId="2B83F6D1" w14:textId="77777777" w:rsidR="00957646" w:rsidRPr="001A7B4B" w:rsidRDefault="00957646" w:rsidP="007240FE">
            <w:pPr>
              <w:pStyle w:val="Normalheadingblue"/>
              <w:spacing w:before="0" w:after="0"/>
              <w:rPr>
                <w:rFonts w:cs="Arial"/>
                <w:color w:val="auto"/>
                <w:szCs w:val="22"/>
              </w:rPr>
            </w:pPr>
            <w:r w:rsidRPr="001A7B4B">
              <w:rPr>
                <w:rFonts w:cs="Arial"/>
                <w:color w:val="auto"/>
                <w:szCs w:val="22"/>
              </w:rPr>
              <w:t>Resources:</w:t>
            </w:r>
          </w:p>
          <w:p w14:paraId="00A08D4A" w14:textId="49664882" w:rsidR="00957646" w:rsidRPr="001A7B4B" w:rsidRDefault="00763103" w:rsidP="007240FE">
            <w:pPr>
              <w:pStyle w:val="Normalheadingblue"/>
              <w:spacing w:before="0" w:after="0"/>
              <w:rPr>
                <w:rFonts w:cs="Arial"/>
                <w:b w:val="0"/>
                <w:color w:val="auto"/>
                <w:szCs w:val="22"/>
              </w:rPr>
            </w:pPr>
            <w:r w:rsidRPr="001A7B4B">
              <w:rPr>
                <w:rFonts w:cs="Arial"/>
                <w:b w:val="0"/>
                <w:color w:val="auto"/>
                <w:szCs w:val="22"/>
              </w:rPr>
              <w:t>PowerPoint</w:t>
            </w:r>
            <w:r w:rsidR="000E794C" w:rsidRPr="001A7B4B">
              <w:rPr>
                <w:rFonts w:cs="Arial"/>
                <w:b w:val="0"/>
                <w:color w:val="auto"/>
                <w:szCs w:val="22"/>
              </w:rPr>
              <w:t>:</w:t>
            </w:r>
            <w:r w:rsidR="00957646" w:rsidRPr="001A7B4B">
              <w:rPr>
                <w:rFonts w:cs="Arial"/>
                <w:b w:val="0"/>
                <w:color w:val="auto"/>
                <w:szCs w:val="22"/>
              </w:rPr>
              <w:t xml:space="preserve"> </w:t>
            </w:r>
            <w:r w:rsidR="000E794C" w:rsidRPr="001A7B4B">
              <w:rPr>
                <w:rFonts w:cs="Arial"/>
                <w:bCs/>
                <w:color w:val="auto"/>
                <w:szCs w:val="22"/>
              </w:rPr>
              <w:t>K1.20 Electrolytic corrosion and the electromotive series</w:t>
            </w:r>
          </w:p>
          <w:p w14:paraId="2A590FCC" w14:textId="77777777" w:rsidR="00957646" w:rsidRPr="001A7B4B" w:rsidRDefault="00957646" w:rsidP="007240FE">
            <w:pPr>
              <w:pStyle w:val="Normalheadingblue"/>
              <w:spacing w:before="0" w:after="0"/>
              <w:rPr>
                <w:rFonts w:cs="Arial"/>
                <w:b w:val="0"/>
                <w:color w:val="auto"/>
                <w:szCs w:val="22"/>
              </w:rPr>
            </w:pPr>
            <w:r w:rsidRPr="001A7B4B">
              <w:rPr>
                <w:rFonts w:cs="Arial"/>
                <w:b w:val="0"/>
                <w:color w:val="auto"/>
                <w:szCs w:val="22"/>
              </w:rPr>
              <w:t>Examples of corroded metallic components</w:t>
            </w:r>
          </w:p>
          <w:p w14:paraId="35BFDCA1" w14:textId="116ACDDA" w:rsidR="00957646" w:rsidRPr="001A7B4B" w:rsidRDefault="00957646" w:rsidP="007240FE">
            <w:pPr>
              <w:pStyle w:val="Normalheadingblue"/>
              <w:spacing w:before="0" w:after="0"/>
              <w:rPr>
                <w:rFonts w:cs="Arial"/>
                <w:b w:val="0"/>
                <w:color w:val="auto"/>
                <w:szCs w:val="22"/>
              </w:rPr>
            </w:pPr>
            <w:r w:rsidRPr="001A7B4B">
              <w:rPr>
                <w:rFonts w:cs="Arial"/>
                <w:b w:val="0"/>
                <w:color w:val="auto"/>
                <w:szCs w:val="22"/>
              </w:rPr>
              <w:t>Multimeter</w:t>
            </w:r>
          </w:p>
          <w:p w14:paraId="1C7FD176" w14:textId="77777777" w:rsidR="00957646" w:rsidRPr="001A7B4B" w:rsidRDefault="00957646" w:rsidP="007240FE">
            <w:pPr>
              <w:pStyle w:val="Normalheadingblue"/>
              <w:spacing w:before="0" w:after="0"/>
              <w:rPr>
                <w:rFonts w:cs="Arial"/>
                <w:b w:val="0"/>
                <w:color w:val="auto"/>
                <w:szCs w:val="22"/>
              </w:rPr>
            </w:pPr>
            <w:r w:rsidRPr="001A7B4B">
              <w:rPr>
                <w:rFonts w:cs="Arial"/>
                <w:b w:val="0"/>
                <w:color w:val="auto"/>
                <w:szCs w:val="22"/>
              </w:rPr>
              <w:t>Water in a vessel</w:t>
            </w:r>
          </w:p>
          <w:p w14:paraId="6E936A3D" w14:textId="77777777" w:rsidR="00957646" w:rsidRPr="001A7B4B" w:rsidRDefault="00957646" w:rsidP="007240FE">
            <w:pPr>
              <w:pStyle w:val="Normalheadingblue"/>
              <w:spacing w:before="0" w:after="0"/>
              <w:rPr>
                <w:rFonts w:cs="Arial"/>
                <w:b w:val="0"/>
                <w:color w:val="auto"/>
                <w:szCs w:val="22"/>
              </w:rPr>
            </w:pPr>
            <w:r w:rsidRPr="001A7B4B">
              <w:rPr>
                <w:rFonts w:cs="Arial"/>
                <w:b w:val="0"/>
                <w:color w:val="auto"/>
                <w:szCs w:val="22"/>
              </w:rPr>
              <w:t>Knowledge check cards</w:t>
            </w:r>
          </w:p>
          <w:p w14:paraId="285FA637" w14:textId="77777777" w:rsidR="00182266" w:rsidRPr="001A7B4B" w:rsidRDefault="00182266" w:rsidP="007240FE">
            <w:pPr>
              <w:pStyle w:val="Default"/>
              <w:rPr>
                <w:b/>
                <w:color w:val="auto"/>
                <w:sz w:val="22"/>
                <w:szCs w:val="22"/>
              </w:rPr>
            </w:pPr>
          </w:p>
        </w:tc>
        <w:tc>
          <w:tcPr>
            <w:tcW w:w="2246" w:type="dxa"/>
          </w:tcPr>
          <w:p w14:paraId="78784FCA" w14:textId="144AB768" w:rsidR="00DD207A" w:rsidRDefault="008A57D2">
            <w:r>
              <w:lastRenderedPageBreak/>
              <w:t>Homework task</w:t>
            </w:r>
            <w:r>
              <w:br/>
            </w:r>
            <w:r>
              <w:br/>
            </w:r>
            <w:r>
              <w:br/>
            </w:r>
            <w:r>
              <w:lastRenderedPageBreak/>
              <w:t>Rearrange cards in order</w:t>
            </w:r>
          </w:p>
        </w:tc>
      </w:tr>
      <w:tr w:rsidR="006C5927" w:rsidRPr="00634DF8" w14:paraId="3294122C" w14:textId="77777777" w:rsidTr="24BA986D">
        <w:trPr>
          <w:trHeight w:val="300"/>
          <w:jc w:val="center"/>
        </w:trPr>
        <w:tc>
          <w:tcPr>
            <w:tcW w:w="1297" w:type="dxa"/>
          </w:tcPr>
          <w:p w14:paraId="3C58ECE7" w14:textId="77777777" w:rsidR="006C5927" w:rsidRDefault="006C5927" w:rsidP="006C5927">
            <w:pPr>
              <w:jc w:val="center"/>
              <w:rPr>
                <w:rFonts w:cs="Arial"/>
                <w:szCs w:val="22"/>
              </w:rPr>
            </w:pPr>
            <w:r>
              <w:rPr>
                <w:rFonts w:cs="Arial"/>
                <w:szCs w:val="22"/>
              </w:rPr>
              <w:lastRenderedPageBreak/>
              <w:t>5</w:t>
            </w:r>
            <w:r w:rsidR="00182266">
              <w:rPr>
                <w:rFonts w:cs="Arial"/>
                <w:szCs w:val="22"/>
              </w:rPr>
              <w:t>5</w:t>
            </w:r>
          </w:p>
          <w:p w14:paraId="6FCDB006" w14:textId="77777777" w:rsidR="006C5927" w:rsidRDefault="006C5927" w:rsidP="006C5927">
            <w:pPr>
              <w:jc w:val="center"/>
              <w:rPr>
                <w:rFonts w:cs="Arial"/>
                <w:szCs w:val="22"/>
              </w:rPr>
            </w:pPr>
            <w:r>
              <w:rPr>
                <w:rFonts w:cs="Arial"/>
                <w:szCs w:val="22"/>
              </w:rPr>
              <w:t>3 hours</w:t>
            </w:r>
          </w:p>
          <w:p w14:paraId="3A852D17" w14:textId="7B8592E7" w:rsidR="006B1258" w:rsidRDefault="006B1258" w:rsidP="006C5927">
            <w:pPr>
              <w:jc w:val="center"/>
              <w:rPr>
                <w:rFonts w:cs="Arial"/>
                <w:szCs w:val="22"/>
              </w:rPr>
            </w:pPr>
          </w:p>
        </w:tc>
        <w:tc>
          <w:tcPr>
            <w:tcW w:w="2199" w:type="dxa"/>
          </w:tcPr>
          <w:p w14:paraId="221F96A9" w14:textId="77777777" w:rsidR="003A75C4" w:rsidRPr="001A7B4B" w:rsidRDefault="003A75C4" w:rsidP="003A75C4">
            <w:pPr>
              <w:pStyle w:val="Normalheadingblack"/>
              <w:rPr>
                <w:rFonts w:cs="Arial"/>
                <w:lang w:eastAsia="en-GB"/>
              </w:rPr>
            </w:pPr>
            <w:r w:rsidRPr="001A7B4B">
              <w:rPr>
                <w:rFonts w:cs="Arial"/>
                <w:lang w:eastAsia="en-GB"/>
              </w:rPr>
              <w:t>Outcome 1 – Plumbing and heating common knowledge criteria</w:t>
            </w:r>
          </w:p>
          <w:p w14:paraId="30E399ED" w14:textId="77777777" w:rsidR="006C5927" w:rsidRPr="001A7B4B" w:rsidRDefault="006C5927" w:rsidP="006C5927">
            <w:pPr>
              <w:pStyle w:val="Normalheadingblack"/>
              <w:rPr>
                <w:rFonts w:cs="Arial"/>
                <w:lang w:eastAsia="en-GB"/>
              </w:rPr>
            </w:pPr>
          </w:p>
        </w:tc>
        <w:tc>
          <w:tcPr>
            <w:tcW w:w="3135" w:type="dxa"/>
          </w:tcPr>
          <w:p w14:paraId="2694EC58" w14:textId="77777777" w:rsidR="006C5927" w:rsidRPr="001A7B4B" w:rsidRDefault="006C5927" w:rsidP="006C5927">
            <w:pPr>
              <w:pStyle w:val="Normalheadingblack"/>
              <w:rPr>
                <w:rFonts w:cs="Arial"/>
                <w:b w:val="0"/>
                <w:szCs w:val="22"/>
              </w:rPr>
            </w:pPr>
            <w:r w:rsidRPr="001A7B4B">
              <w:rPr>
                <w:rFonts w:cs="Arial"/>
                <w:b w:val="0"/>
                <w:szCs w:val="22"/>
              </w:rPr>
              <w:t>K1.16 Scientific principles and concepts to plumbing engineering</w:t>
            </w:r>
          </w:p>
        </w:tc>
        <w:tc>
          <w:tcPr>
            <w:tcW w:w="5785" w:type="dxa"/>
          </w:tcPr>
          <w:p w14:paraId="20FE14EF" w14:textId="357B8AE5" w:rsidR="00F86666" w:rsidRPr="001A7B4B" w:rsidRDefault="00F86666" w:rsidP="0060160B">
            <w:pPr>
              <w:pStyle w:val="Normalheadingblue"/>
              <w:spacing w:before="0" w:after="0"/>
              <w:rPr>
                <w:rFonts w:cs="Arial"/>
                <w:color w:val="auto"/>
                <w:szCs w:val="22"/>
              </w:rPr>
            </w:pPr>
            <w:r w:rsidRPr="001A7B4B">
              <w:rPr>
                <w:rFonts w:cs="Arial"/>
                <w:color w:val="auto"/>
                <w:szCs w:val="22"/>
              </w:rPr>
              <w:t>Activity:</w:t>
            </w:r>
          </w:p>
          <w:p w14:paraId="4E75E872" w14:textId="77777777" w:rsidR="00F86666" w:rsidRPr="001A7B4B" w:rsidRDefault="00F86666" w:rsidP="0060160B">
            <w:pPr>
              <w:pStyle w:val="Normalheadingblue"/>
              <w:spacing w:before="0" w:after="0"/>
              <w:rPr>
                <w:rFonts w:cs="Arial"/>
                <w:color w:val="auto"/>
                <w:szCs w:val="22"/>
              </w:rPr>
            </w:pPr>
            <w:r w:rsidRPr="001A7B4B">
              <w:rPr>
                <w:rFonts w:cs="Arial"/>
                <w:color w:val="auto"/>
                <w:szCs w:val="22"/>
              </w:rPr>
              <w:t>Starter task example:</w:t>
            </w:r>
          </w:p>
          <w:p w14:paraId="1C632C2B" w14:textId="77777777" w:rsidR="00F86666" w:rsidRPr="001A7B4B" w:rsidRDefault="00F86666" w:rsidP="0060160B">
            <w:pPr>
              <w:pStyle w:val="Normalheadingblue"/>
              <w:spacing w:before="0" w:after="0"/>
              <w:rPr>
                <w:rFonts w:cs="Arial"/>
                <w:b w:val="0"/>
                <w:color w:val="auto"/>
                <w:szCs w:val="22"/>
              </w:rPr>
            </w:pPr>
            <w:r w:rsidRPr="001A7B4B">
              <w:rPr>
                <w:rFonts w:cs="Arial"/>
                <w:b w:val="0"/>
                <w:color w:val="auto"/>
                <w:szCs w:val="22"/>
              </w:rPr>
              <w:t>Quick recap – offer one fact each from previous session.</w:t>
            </w:r>
          </w:p>
          <w:p w14:paraId="23A21D6D" w14:textId="77777777" w:rsidR="00F86666" w:rsidRPr="001A7B4B" w:rsidRDefault="00F86666" w:rsidP="0060160B">
            <w:pPr>
              <w:pStyle w:val="Normalheadingblue"/>
              <w:spacing w:before="0" w:after="0"/>
              <w:rPr>
                <w:rFonts w:cs="Arial"/>
                <w:color w:val="auto"/>
                <w:szCs w:val="22"/>
              </w:rPr>
            </w:pPr>
          </w:p>
          <w:p w14:paraId="1D4FB418" w14:textId="6C39F5EC" w:rsidR="00F86666" w:rsidRPr="001A7B4B" w:rsidRDefault="00F86666" w:rsidP="0060160B">
            <w:pPr>
              <w:pStyle w:val="Normalheadingblue"/>
              <w:spacing w:before="0" w:after="0"/>
              <w:rPr>
                <w:rFonts w:cs="Arial"/>
                <w:color w:val="auto"/>
                <w:szCs w:val="22"/>
              </w:rPr>
            </w:pPr>
            <w:r w:rsidRPr="001A7B4B">
              <w:rPr>
                <w:rFonts w:cs="Arial"/>
                <w:color w:val="auto"/>
                <w:szCs w:val="22"/>
              </w:rPr>
              <w:t>Delivery</w:t>
            </w:r>
            <w:r w:rsidR="00F827A8" w:rsidRPr="001A7B4B">
              <w:rPr>
                <w:rFonts w:cs="Arial"/>
                <w:color w:val="auto"/>
                <w:szCs w:val="22"/>
              </w:rPr>
              <w:t xml:space="preserve"> focus</w:t>
            </w:r>
            <w:r w:rsidRPr="001A7B4B">
              <w:rPr>
                <w:rFonts w:cs="Arial"/>
                <w:color w:val="auto"/>
                <w:szCs w:val="22"/>
              </w:rPr>
              <w:t>:</w:t>
            </w:r>
          </w:p>
          <w:p w14:paraId="15BCB9DD" w14:textId="57CB1AFC" w:rsidR="00F86666" w:rsidRPr="001A7B4B" w:rsidRDefault="00F86666" w:rsidP="0060160B">
            <w:pPr>
              <w:pStyle w:val="Default"/>
              <w:rPr>
                <w:color w:val="auto"/>
                <w:sz w:val="22"/>
                <w:szCs w:val="22"/>
              </w:rPr>
            </w:pPr>
            <w:r w:rsidRPr="001A7B4B">
              <w:rPr>
                <w:color w:val="auto"/>
                <w:sz w:val="22"/>
                <w:szCs w:val="22"/>
              </w:rPr>
              <w:t>Tutor to deliver knowledge of:</w:t>
            </w:r>
          </w:p>
          <w:p w14:paraId="04330F28" w14:textId="77777777" w:rsidR="00F86666" w:rsidRPr="001A7B4B" w:rsidRDefault="00F86666" w:rsidP="002C017C">
            <w:pPr>
              <w:pStyle w:val="Default"/>
              <w:numPr>
                <w:ilvl w:val="0"/>
                <w:numId w:val="4"/>
              </w:numPr>
              <w:rPr>
                <w:color w:val="auto"/>
                <w:sz w:val="22"/>
                <w:szCs w:val="22"/>
              </w:rPr>
            </w:pPr>
            <w:r w:rsidRPr="001A7B4B">
              <w:rPr>
                <w:color w:val="auto"/>
                <w:sz w:val="22"/>
                <w:szCs w:val="22"/>
              </w:rPr>
              <w:t>Strength</w:t>
            </w:r>
          </w:p>
          <w:p w14:paraId="35D92A07" w14:textId="77777777" w:rsidR="00F86666" w:rsidRPr="001A7B4B" w:rsidRDefault="00F86666" w:rsidP="002C017C">
            <w:pPr>
              <w:pStyle w:val="Default"/>
              <w:numPr>
                <w:ilvl w:val="0"/>
                <w:numId w:val="4"/>
              </w:numPr>
              <w:rPr>
                <w:color w:val="auto"/>
                <w:sz w:val="22"/>
                <w:szCs w:val="22"/>
              </w:rPr>
            </w:pPr>
            <w:r w:rsidRPr="001A7B4B">
              <w:rPr>
                <w:color w:val="auto"/>
                <w:sz w:val="22"/>
                <w:szCs w:val="22"/>
              </w:rPr>
              <w:t>Tensile strength</w:t>
            </w:r>
          </w:p>
          <w:p w14:paraId="672E26BB" w14:textId="77777777" w:rsidR="00F86666" w:rsidRPr="001A7B4B" w:rsidRDefault="00F86666" w:rsidP="002C017C">
            <w:pPr>
              <w:pStyle w:val="Default"/>
              <w:numPr>
                <w:ilvl w:val="0"/>
                <w:numId w:val="4"/>
              </w:numPr>
              <w:rPr>
                <w:color w:val="auto"/>
                <w:sz w:val="22"/>
                <w:szCs w:val="22"/>
              </w:rPr>
            </w:pPr>
            <w:r w:rsidRPr="001A7B4B">
              <w:rPr>
                <w:color w:val="auto"/>
                <w:sz w:val="22"/>
                <w:szCs w:val="22"/>
              </w:rPr>
              <w:t>Compressive strength</w:t>
            </w:r>
          </w:p>
          <w:p w14:paraId="7090CC1E" w14:textId="77777777" w:rsidR="00F86666" w:rsidRPr="001A7B4B" w:rsidRDefault="00F86666" w:rsidP="002C017C">
            <w:pPr>
              <w:pStyle w:val="Default"/>
              <w:numPr>
                <w:ilvl w:val="0"/>
                <w:numId w:val="4"/>
              </w:numPr>
              <w:rPr>
                <w:color w:val="auto"/>
                <w:sz w:val="22"/>
                <w:szCs w:val="22"/>
              </w:rPr>
            </w:pPr>
            <w:r w:rsidRPr="001A7B4B">
              <w:rPr>
                <w:color w:val="auto"/>
                <w:sz w:val="22"/>
                <w:szCs w:val="22"/>
              </w:rPr>
              <w:t>Elasticity</w:t>
            </w:r>
          </w:p>
          <w:p w14:paraId="7DF38239" w14:textId="77777777" w:rsidR="00F86666" w:rsidRPr="001A7B4B" w:rsidRDefault="00F86666" w:rsidP="002C017C">
            <w:pPr>
              <w:pStyle w:val="Default"/>
              <w:numPr>
                <w:ilvl w:val="0"/>
                <w:numId w:val="4"/>
              </w:numPr>
              <w:rPr>
                <w:color w:val="auto"/>
                <w:sz w:val="22"/>
                <w:szCs w:val="22"/>
              </w:rPr>
            </w:pPr>
            <w:r w:rsidRPr="001A7B4B">
              <w:rPr>
                <w:color w:val="auto"/>
                <w:sz w:val="22"/>
                <w:szCs w:val="22"/>
              </w:rPr>
              <w:t>Malleability</w:t>
            </w:r>
          </w:p>
          <w:p w14:paraId="01D7B122" w14:textId="77777777" w:rsidR="00F86666" w:rsidRPr="001A7B4B" w:rsidRDefault="00F86666" w:rsidP="002C017C">
            <w:pPr>
              <w:pStyle w:val="Default"/>
              <w:numPr>
                <w:ilvl w:val="0"/>
                <w:numId w:val="4"/>
              </w:numPr>
              <w:rPr>
                <w:color w:val="auto"/>
                <w:sz w:val="22"/>
                <w:szCs w:val="22"/>
              </w:rPr>
            </w:pPr>
            <w:r w:rsidRPr="001A7B4B">
              <w:rPr>
                <w:color w:val="auto"/>
                <w:sz w:val="22"/>
                <w:szCs w:val="22"/>
              </w:rPr>
              <w:t>Conductivity</w:t>
            </w:r>
          </w:p>
          <w:p w14:paraId="4AB31288" w14:textId="77777777" w:rsidR="00F86666" w:rsidRPr="001A7B4B" w:rsidRDefault="00F86666" w:rsidP="002C017C">
            <w:pPr>
              <w:pStyle w:val="Normalheadingblue"/>
              <w:numPr>
                <w:ilvl w:val="0"/>
                <w:numId w:val="4"/>
              </w:numPr>
              <w:spacing w:before="0" w:after="0"/>
              <w:rPr>
                <w:rFonts w:cs="Arial"/>
                <w:color w:val="auto"/>
                <w:szCs w:val="22"/>
              </w:rPr>
            </w:pPr>
            <w:r w:rsidRPr="001A7B4B">
              <w:rPr>
                <w:rFonts w:cs="Arial"/>
                <w:b w:val="0"/>
                <w:color w:val="auto"/>
                <w:szCs w:val="22"/>
              </w:rPr>
              <w:t>Use a range of physical materials with the required properties to help explain the properties.</w:t>
            </w:r>
          </w:p>
          <w:p w14:paraId="0DBB9E21" w14:textId="77777777" w:rsidR="00FF478E" w:rsidRPr="001A7B4B" w:rsidRDefault="00FF478E" w:rsidP="00FF478E">
            <w:pPr>
              <w:pStyle w:val="Normalheadingblue"/>
              <w:spacing w:before="0" w:after="0"/>
              <w:ind w:left="360"/>
              <w:rPr>
                <w:rFonts w:cs="Arial"/>
                <w:color w:val="auto"/>
                <w:szCs w:val="22"/>
              </w:rPr>
            </w:pPr>
          </w:p>
          <w:p w14:paraId="52DAD98D" w14:textId="3D849FB2" w:rsidR="00F86666" w:rsidRPr="001A7B4B" w:rsidRDefault="00F86666" w:rsidP="0060160B">
            <w:pPr>
              <w:pStyle w:val="Normalheadingblue"/>
              <w:spacing w:before="0" w:after="0"/>
              <w:rPr>
                <w:rFonts w:cs="Arial"/>
                <w:color w:val="auto"/>
                <w:szCs w:val="22"/>
              </w:rPr>
            </w:pPr>
            <w:r w:rsidRPr="001A7B4B">
              <w:rPr>
                <w:rFonts w:cs="Arial"/>
                <w:color w:val="auto"/>
                <w:szCs w:val="22"/>
              </w:rPr>
              <w:t xml:space="preserve">Knowledge </w:t>
            </w:r>
            <w:r w:rsidR="00FF478E" w:rsidRPr="001A7B4B">
              <w:rPr>
                <w:rFonts w:cs="Arial"/>
                <w:color w:val="auto"/>
                <w:szCs w:val="22"/>
              </w:rPr>
              <w:t>C</w:t>
            </w:r>
            <w:r w:rsidRPr="001A7B4B">
              <w:rPr>
                <w:rFonts w:cs="Arial"/>
                <w:color w:val="auto"/>
                <w:szCs w:val="22"/>
              </w:rPr>
              <w:t>heck example:</w:t>
            </w:r>
          </w:p>
          <w:p w14:paraId="30D8E784" w14:textId="760F6355" w:rsidR="00F86666" w:rsidRPr="001A7B4B" w:rsidRDefault="00F86666" w:rsidP="0060160B">
            <w:pPr>
              <w:pStyle w:val="Normalheadingblue"/>
              <w:spacing w:before="0" w:after="0"/>
              <w:rPr>
                <w:rFonts w:cs="Arial"/>
                <w:b w:val="0"/>
                <w:color w:val="auto"/>
                <w:szCs w:val="22"/>
              </w:rPr>
            </w:pPr>
            <w:r w:rsidRPr="001A7B4B">
              <w:rPr>
                <w:rFonts w:cs="Arial"/>
                <w:b w:val="0"/>
                <w:color w:val="auto"/>
                <w:szCs w:val="22"/>
              </w:rPr>
              <w:t xml:space="preserve">Research task – set task for </w:t>
            </w:r>
            <w:r w:rsidR="00F502C8" w:rsidRPr="001A7B4B">
              <w:rPr>
                <w:rFonts w:cs="Arial"/>
                <w:b w:val="0"/>
                <w:color w:val="auto"/>
                <w:szCs w:val="22"/>
              </w:rPr>
              <w:t>students</w:t>
            </w:r>
            <w:r w:rsidRPr="001A7B4B">
              <w:rPr>
                <w:rFonts w:cs="Arial"/>
                <w:b w:val="0"/>
                <w:color w:val="auto"/>
                <w:szCs w:val="22"/>
              </w:rPr>
              <w:t xml:space="preserve"> in small groups to produce a short description of one of the properties each per group. Allow 1 hour before groups re assemble and feedback their findings in group discussion.</w:t>
            </w:r>
          </w:p>
          <w:p w14:paraId="0C367F02" w14:textId="77777777" w:rsidR="00F86666" w:rsidRPr="001A7B4B" w:rsidRDefault="00F86666" w:rsidP="0060160B">
            <w:pPr>
              <w:pStyle w:val="Normalheadingblue"/>
              <w:spacing w:before="0" w:after="0"/>
              <w:rPr>
                <w:rFonts w:cs="Arial"/>
                <w:b w:val="0"/>
                <w:color w:val="auto"/>
                <w:szCs w:val="22"/>
              </w:rPr>
            </w:pPr>
          </w:p>
          <w:p w14:paraId="21B33137" w14:textId="77777777" w:rsidR="00F86666" w:rsidRPr="001A7B4B" w:rsidRDefault="00F86666" w:rsidP="0060160B">
            <w:pPr>
              <w:pStyle w:val="Normalheadingblue"/>
              <w:spacing w:before="0" w:after="0"/>
              <w:rPr>
                <w:rFonts w:cs="Arial"/>
                <w:color w:val="auto"/>
                <w:szCs w:val="22"/>
              </w:rPr>
            </w:pPr>
            <w:r w:rsidRPr="001A7B4B">
              <w:rPr>
                <w:rFonts w:cs="Arial"/>
                <w:color w:val="auto"/>
                <w:szCs w:val="22"/>
              </w:rPr>
              <w:t>Resources:</w:t>
            </w:r>
          </w:p>
          <w:p w14:paraId="61B3EE41" w14:textId="77777777" w:rsidR="00F86666" w:rsidRPr="001A7B4B" w:rsidRDefault="00F86666" w:rsidP="0060160B">
            <w:pPr>
              <w:pStyle w:val="Normalheadingblue"/>
              <w:spacing w:before="0" w:after="0"/>
              <w:rPr>
                <w:rFonts w:cs="Arial"/>
                <w:b w:val="0"/>
                <w:color w:val="auto"/>
                <w:szCs w:val="22"/>
              </w:rPr>
            </w:pPr>
            <w:r w:rsidRPr="001A7B4B">
              <w:rPr>
                <w:rFonts w:cs="Arial"/>
                <w:b w:val="0"/>
                <w:color w:val="auto"/>
                <w:szCs w:val="22"/>
              </w:rPr>
              <w:t>Examples of materials with relevant properties</w:t>
            </w:r>
          </w:p>
          <w:p w14:paraId="4EC82188" w14:textId="77777777" w:rsidR="00F86666" w:rsidRPr="001A7B4B" w:rsidRDefault="00F86666" w:rsidP="0060160B">
            <w:pPr>
              <w:pStyle w:val="Normalheadingblue"/>
              <w:spacing w:before="0" w:after="0"/>
              <w:rPr>
                <w:rFonts w:cs="Arial"/>
                <w:b w:val="0"/>
                <w:color w:val="auto"/>
                <w:szCs w:val="22"/>
              </w:rPr>
            </w:pPr>
            <w:r w:rsidRPr="001A7B4B">
              <w:rPr>
                <w:rFonts w:cs="Arial"/>
                <w:b w:val="0"/>
                <w:color w:val="auto"/>
                <w:szCs w:val="22"/>
              </w:rPr>
              <w:t>ILT equipment</w:t>
            </w:r>
          </w:p>
          <w:p w14:paraId="27F54D2A" w14:textId="77777777" w:rsidR="006C5927" w:rsidRPr="001A7B4B" w:rsidRDefault="006C5927" w:rsidP="0060160B">
            <w:pPr>
              <w:pStyle w:val="Normalheadingblue"/>
              <w:spacing w:before="0" w:after="0"/>
              <w:rPr>
                <w:rFonts w:cs="Arial"/>
                <w:color w:val="auto"/>
                <w:szCs w:val="22"/>
              </w:rPr>
            </w:pPr>
          </w:p>
        </w:tc>
        <w:tc>
          <w:tcPr>
            <w:tcW w:w="2246" w:type="dxa"/>
          </w:tcPr>
          <w:p w14:paraId="089E0E37" w14:textId="77777777" w:rsidR="00DD207A" w:rsidRDefault="008A57D2">
            <w:r>
              <w:t>Q&amp;A</w:t>
            </w:r>
            <w:r>
              <w:br/>
            </w:r>
            <w:r>
              <w:br/>
            </w:r>
            <w:r>
              <w:br/>
              <w:t>Research task and feedback</w:t>
            </w:r>
            <w:r>
              <w:br/>
              <w:t>English skills (reading, writing, technical vocabulary)</w:t>
            </w:r>
          </w:p>
        </w:tc>
      </w:tr>
      <w:bookmarkEnd w:id="1"/>
      <w:tr w:rsidR="006C5927" w:rsidRPr="00634DF8" w14:paraId="6CC33E70" w14:textId="77777777" w:rsidTr="24BA986D">
        <w:trPr>
          <w:trHeight w:val="300"/>
          <w:jc w:val="center"/>
        </w:trPr>
        <w:tc>
          <w:tcPr>
            <w:tcW w:w="1297" w:type="dxa"/>
          </w:tcPr>
          <w:p w14:paraId="7589F2AE" w14:textId="77777777" w:rsidR="006C5927" w:rsidRDefault="003A75C4" w:rsidP="00D87D5C">
            <w:pPr>
              <w:jc w:val="center"/>
              <w:rPr>
                <w:rFonts w:cs="Arial"/>
                <w:szCs w:val="22"/>
              </w:rPr>
            </w:pPr>
            <w:r>
              <w:rPr>
                <w:rFonts w:cs="Arial"/>
                <w:szCs w:val="22"/>
              </w:rPr>
              <w:lastRenderedPageBreak/>
              <w:t>5</w:t>
            </w:r>
            <w:r w:rsidR="00182266">
              <w:rPr>
                <w:rFonts w:cs="Arial"/>
                <w:szCs w:val="22"/>
              </w:rPr>
              <w:t>6</w:t>
            </w:r>
          </w:p>
          <w:p w14:paraId="0F475486" w14:textId="77777777" w:rsidR="003A75C4" w:rsidRDefault="003A75C4" w:rsidP="00D87D5C">
            <w:pPr>
              <w:jc w:val="center"/>
              <w:rPr>
                <w:rFonts w:cs="Arial"/>
                <w:szCs w:val="22"/>
              </w:rPr>
            </w:pPr>
            <w:r>
              <w:rPr>
                <w:rFonts w:cs="Arial"/>
                <w:szCs w:val="22"/>
              </w:rPr>
              <w:t>3 hours</w:t>
            </w:r>
          </w:p>
          <w:p w14:paraId="482FEF1A" w14:textId="049DEA63" w:rsidR="006B1258" w:rsidRDefault="006B1258" w:rsidP="00D87D5C">
            <w:pPr>
              <w:jc w:val="center"/>
              <w:rPr>
                <w:rFonts w:cs="Arial"/>
                <w:szCs w:val="22"/>
              </w:rPr>
            </w:pPr>
          </w:p>
        </w:tc>
        <w:tc>
          <w:tcPr>
            <w:tcW w:w="2199" w:type="dxa"/>
          </w:tcPr>
          <w:p w14:paraId="71F495E1" w14:textId="77777777" w:rsidR="00A01C1C" w:rsidRPr="001A7B4B" w:rsidRDefault="00A01C1C" w:rsidP="00A01C1C">
            <w:pPr>
              <w:pStyle w:val="Normalheadingblack"/>
              <w:rPr>
                <w:rFonts w:cs="Arial"/>
                <w:lang w:eastAsia="en-GB"/>
              </w:rPr>
            </w:pPr>
            <w:r w:rsidRPr="001A7B4B">
              <w:rPr>
                <w:rFonts w:cs="Arial"/>
                <w:lang w:eastAsia="en-GB"/>
              </w:rPr>
              <w:t>Outcome 1 – Plumbing and heating common knowledge criteria</w:t>
            </w:r>
          </w:p>
          <w:p w14:paraId="4F26C5FC" w14:textId="77777777" w:rsidR="006C5927" w:rsidRPr="001A7B4B" w:rsidRDefault="006C5927" w:rsidP="00D87D5C">
            <w:pPr>
              <w:pStyle w:val="Normalheadingblack"/>
              <w:rPr>
                <w:rFonts w:cs="Arial"/>
                <w:lang w:eastAsia="en-GB"/>
              </w:rPr>
            </w:pPr>
          </w:p>
        </w:tc>
        <w:tc>
          <w:tcPr>
            <w:tcW w:w="3135" w:type="dxa"/>
          </w:tcPr>
          <w:p w14:paraId="1D862818" w14:textId="77777777" w:rsidR="006C5927" w:rsidRPr="001A7B4B" w:rsidRDefault="003A75C4" w:rsidP="00D87D5C">
            <w:pPr>
              <w:pStyle w:val="Normalheadingblack"/>
              <w:rPr>
                <w:rFonts w:cs="Arial"/>
                <w:b w:val="0"/>
                <w:szCs w:val="22"/>
              </w:rPr>
            </w:pPr>
            <w:r w:rsidRPr="001A7B4B">
              <w:rPr>
                <w:rFonts w:cs="Arial"/>
                <w:b w:val="0"/>
                <w:szCs w:val="22"/>
              </w:rPr>
              <w:t>K1.17 Relationship between flow and pressure</w:t>
            </w:r>
          </w:p>
        </w:tc>
        <w:tc>
          <w:tcPr>
            <w:tcW w:w="5785" w:type="dxa"/>
          </w:tcPr>
          <w:p w14:paraId="703050C9" w14:textId="1A049DEF" w:rsidR="001E2A62" w:rsidRPr="001A7B4B" w:rsidRDefault="00F86666" w:rsidP="003F3043">
            <w:pPr>
              <w:pStyle w:val="Normalheadingblue"/>
              <w:spacing w:before="0" w:after="0"/>
              <w:rPr>
                <w:rFonts w:cs="Arial"/>
                <w:color w:val="auto"/>
                <w:szCs w:val="22"/>
              </w:rPr>
            </w:pPr>
            <w:r w:rsidRPr="001A7B4B">
              <w:rPr>
                <w:rFonts w:cs="Arial"/>
                <w:color w:val="auto"/>
                <w:szCs w:val="22"/>
              </w:rPr>
              <w:t>Activity:</w:t>
            </w:r>
          </w:p>
          <w:p w14:paraId="08982A81" w14:textId="77777777" w:rsidR="00F86666" w:rsidRPr="001A7B4B" w:rsidRDefault="00F86666" w:rsidP="003F3043">
            <w:pPr>
              <w:pStyle w:val="Normalheadingblue"/>
              <w:spacing w:before="0" w:after="0"/>
              <w:rPr>
                <w:rFonts w:cs="Arial"/>
                <w:color w:val="auto"/>
                <w:szCs w:val="22"/>
              </w:rPr>
            </w:pPr>
            <w:r w:rsidRPr="001A7B4B">
              <w:rPr>
                <w:rFonts w:cs="Arial"/>
                <w:color w:val="auto"/>
                <w:szCs w:val="22"/>
              </w:rPr>
              <w:t>Starter task example:</w:t>
            </w:r>
          </w:p>
          <w:p w14:paraId="50A35787" w14:textId="77777777" w:rsidR="00F86666" w:rsidRPr="001A7B4B" w:rsidRDefault="001E2A62" w:rsidP="003F3043">
            <w:pPr>
              <w:pStyle w:val="Normalheadingblue"/>
              <w:spacing w:before="0" w:after="0"/>
              <w:rPr>
                <w:color w:val="auto"/>
                <w:szCs w:val="22"/>
              </w:rPr>
            </w:pPr>
            <w:r w:rsidRPr="001A7B4B">
              <w:rPr>
                <w:rFonts w:cs="Arial"/>
                <w:b w:val="0"/>
                <w:color w:val="auto"/>
                <w:szCs w:val="22"/>
              </w:rPr>
              <w:t xml:space="preserve">Introduce useful website for </w:t>
            </w:r>
            <w:proofErr w:type="gramStart"/>
            <w:r w:rsidRPr="001A7B4B">
              <w:rPr>
                <w:rFonts w:cs="Arial"/>
                <w:b w:val="0"/>
                <w:color w:val="auto"/>
                <w:szCs w:val="22"/>
              </w:rPr>
              <w:t>Science</w:t>
            </w:r>
            <w:proofErr w:type="gramEnd"/>
            <w:r w:rsidRPr="001A7B4B">
              <w:rPr>
                <w:rFonts w:cs="Arial"/>
                <w:b w:val="0"/>
                <w:color w:val="auto"/>
                <w:szCs w:val="22"/>
              </w:rPr>
              <w:t xml:space="preserve"> revision</w:t>
            </w:r>
            <w:r w:rsidRPr="001A7B4B">
              <w:rPr>
                <w:rFonts w:cs="Arial"/>
                <w:color w:val="auto"/>
                <w:szCs w:val="22"/>
              </w:rPr>
              <w:t xml:space="preserve"> </w:t>
            </w:r>
            <w:hyperlink r:id="rId29" w:history="1">
              <w:r w:rsidRPr="001A7B4B">
                <w:rPr>
                  <w:rStyle w:val="Hyperlink"/>
                  <w:color w:val="auto"/>
                  <w:szCs w:val="22"/>
                </w:rPr>
                <w:t>GCSE Science - BBC Bitesize</w:t>
              </w:r>
            </w:hyperlink>
          </w:p>
          <w:p w14:paraId="2800D2D6" w14:textId="77777777" w:rsidR="003F3043" w:rsidRPr="001A7B4B" w:rsidRDefault="003F3043" w:rsidP="003F3043">
            <w:pPr>
              <w:pStyle w:val="Normalheadingblue"/>
              <w:spacing w:before="0" w:after="0"/>
              <w:rPr>
                <w:rFonts w:cs="Arial"/>
                <w:color w:val="auto"/>
                <w:szCs w:val="22"/>
              </w:rPr>
            </w:pPr>
          </w:p>
          <w:p w14:paraId="2561A685" w14:textId="7A78FCB8" w:rsidR="00F86666" w:rsidRPr="001A7B4B" w:rsidRDefault="00F86666" w:rsidP="003F3043">
            <w:pPr>
              <w:pStyle w:val="Normalheadingblue"/>
              <w:spacing w:before="0" w:after="0"/>
              <w:rPr>
                <w:rFonts w:cs="Arial"/>
                <w:color w:val="auto"/>
                <w:szCs w:val="22"/>
              </w:rPr>
            </w:pPr>
            <w:r w:rsidRPr="001A7B4B">
              <w:rPr>
                <w:rFonts w:cs="Arial"/>
                <w:color w:val="auto"/>
                <w:szCs w:val="22"/>
              </w:rPr>
              <w:t>Delivery</w:t>
            </w:r>
            <w:r w:rsidR="003F3043" w:rsidRPr="001A7B4B">
              <w:rPr>
                <w:rFonts w:cs="Arial"/>
                <w:color w:val="auto"/>
                <w:szCs w:val="22"/>
              </w:rPr>
              <w:t xml:space="preserve"> focus</w:t>
            </w:r>
            <w:r w:rsidRPr="001A7B4B">
              <w:rPr>
                <w:rFonts w:cs="Arial"/>
                <w:color w:val="auto"/>
                <w:szCs w:val="22"/>
              </w:rPr>
              <w:t>:</w:t>
            </w:r>
          </w:p>
          <w:p w14:paraId="2E3DF2F1" w14:textId="77777777" w:rsidR="00F86666" w:rsidRPr="001A7B4B" w:rsidRDefault="00F86666" w:rsidP="003F3043">
            <w:pPr>
              <w:pStyle w:val="Default"/>
              <w:rPr>
                <w:color w:val="auto"/>
                <w:sz w:val="22"/>
                <w:szCs w:val="22"/>
              </w:rPr>
            </w:pPr>
            <w:r w:rsidRPr="002C22BE">
              <w:rPr>
                <w:b/>
                <w:color w:val="auto"/>
                <w:sz w:val="22"/>
                <w:szCs w:val="22"/>
              </w:rPr>
              <w:t>Relationship between flow and pressure for both liquids and gases</w:t>
            </w:r>
            <w:r w:rsidRPr="001A7B4B">
              <w:rPr>
                <w:color w:val="auto"/>
                <w:sz w:val="22"/>
                <w:szCs w:val="22"/>
              </w:rPr>
              <w:t xml:space="preserve"> to include: </w:t>
            </w:r>
          </w:p>
          <w:p w14:paraId="199DCAFD" w14:textId="77777777" w:rsidR="00F86666" w:rsidRPr="001A7B4B" w:rsidRDefault="00F86666" w:rsidP="002C017C">
            <w:pPr>
              <w:pStyle w:val="Default"/>
              <w:numPr>
                <w:ilvl w:val="0"/>
                <w:numId w:val="17"/>
              </w:numPr>
              <w:rPr>
                <w:color w:val="auto"/>
                <w:sz w:val="22"/>
                <w:szCs w:val="22"/>
              </w:rPr>
            </w:pPr>
            <w:r w:rsidRPr="001A7B4B">
              <w:rPr>
                <w:color w:val="auto"/>
                <w:sz w:val="22"/>
                <w:szCs w:val="22"/>
              </w:rPr>
              <w:t xml:space="preserve">Boyle’s law </w:t>
            </w:r>
          </w:p>
          <w:p w14:paraId="558111AB" w14:textId="77777777" w:rsidR="00F86666" w:rsidRPr="001A7B4B" w:rsidRDefault="00F86666" w:rsidP="002C017C">
            <w:pPr>
              <w:pStyle w:val="Default"/>
              <w:numPr>
                <w:ilvl w:val="0"/>
                <w:numId w:val="17"/>
              </w:numPr>
              <w:rPr>
                <w:color w:val="auto"/>
                <w:sz w:val="22"/>
                <w:szCs w:val="22"/>
              </w:rPr>
            </w:pPr>
            <w:r w:rsidRPr="001A7B4B">
              <w:rPr>
                <w:color w:val="auto"/>
                <w:sz w:val="22"/>
                <w:szCs w:val="22"/>
              </w:rPr>
              <w:t>Charles’s law</w:t>
            </w:r>
          </w:p>
          <w:p w14:paraId="49A315ED" w14:textId="77777777" w:rsidR="00F86666" w:rsidRPr="001A7B4B" w:rsidRDefault="001E2A62" w:rsidP="002C017C">
            <w:pPr>
              <w:pStyle w:val="Default"/>
              <w:numPr>
                <w:ilvl w:val="0"/>
                <w:numId w:val="17"/>
              </w:numPr>
              <w:rPr>
                <w:color w:val="auto"/>
                <w:sz w:val="22"/>
                <w:szCs w:val="22"/>
              </w:rPr>
            </w:pPr>
            <w:r w:rsidRPr="001A7B4B">
              <w:rPr>
                <w:color w:val="auto"/>
                <w:sz w:val="22"/>
                <w:szCs w:val="22"/>
              </w:rPr>
              <w:t xml:space="preserve">Show video </w:t>
            </w:r>
            <w:hyperlink r:id="rId30" w:history="1">
              <w:r w:rsidRPr="001A7B4B">
                <w:rPr>
                  <w:rStyle w:val="Hyperlink"/>
                  <w:color w:val="auto"/>
                  <w:sz w:val="22"/>
                  <w:szCs w:val="22"/>
                </w:rPr>
                <w:t>(11) The ABC's of gas: Avogadro, Boyle, Charles - Brian Bennett - YouTube</w:t>
              </w:r>
            </w:hyperlink>
          </w:p>
          <w:p w14:paraId="108D0203" w14:textId="77777777" w:rsidR="00F86666" w:rsidRPr="001A7B4B" w:rsidRDefault="00F86666" w:rsidP="003F3043">
            <w:pPr>
              <w:pStyle w:val="Normalheadingblue"/>
              <w:spacing w:before="0" w:after="0"/>
              <w:rPr>
                <w:rFonts w:cs="Arial"/>
                <w:color w:val="auto"/>
                <w:szCs w:val="22"/>
              </w:rPr>
            </w:pPr>
          </w:p>
          <w:p w14:paraId="0C92E98F" w14:textId="4ED3BD49" w:rsidR="00F86666" w:rsidRPr="001A7B4B" w:rsidRDefault="00F86666" w:rsidP="003F3043">
            <w:pPr>
              <w:pStyle w:val="Normalheadingblue"/>
              <w:spacing w:before="0" w:after="0"/>
              <w:rPr>
                <w:rFonts w:cs="Arial"/>
                <w:color w:val="auto"/>
                <w:szCs w:val="22"/>
              </w:rPr>
            </w:pPr>
            <w:r w:rsidRPr="001A7B4B">
              <w:rPr>
                <w:rFonts w:cs="Arial"/>
                <w:color w:val="auto"/>
                <w:szCs w:val="22"/>
              </w:rPr>
              <w:t xml:space="preserve">Knowledge </w:t>
            </w:r>
            <w:r w:rsidR="004A2F03" w:rsidRPr="001A7B4B">
              <w:rPr>
                <w:rFonts w:cs="Arial"/>
                <w:color w:val="auto"/>
                <w:szCs w:val="22"/>
              </w:rPr>
              <w:t>C</w:t>
            </w:r>
            <w:r w:rsidRPr="001A7B4B">
              <w:rPr>
                <w:rFonts w:cs="Arial"/>
                <w:color w:val="auto"/>
                <w:szCs w:val="22"/>
              </w:rPr>
              <w:t>heck example:</w:t>
            </w:r>
          </w:p>
          <w:p w14:paraId="7B16DCD3" w14:textId="79FD1B66" w:rsidR="00F86666" w:rsidRPr="001A7B4B" w:rsidRDefault="001E2A62" w:rsidP="004A2F03">
            <w:pPr>
              <w:pStyle w:val="Normalheadingblue"/>
              <w:spacing w:before="0" w:after="0"/>
              <w:rPr>
                <w:rFonts w:cs="Arial"/>
                <w:b w:val="0"/>
                <w:color w:val="auto"/>
                <w:szCs w:val="22"/>
              </w:rPr>
            </w:pPr>
            <w:r w:rsidRPr="001A7B4B">
              <w:rPr>
                <w:rFonts w:cs="Arial"/>
                <w:b w:val="0"/>
                <w:color w:val="auto"/>
                <w:szCs w:val="22"/>
              </w:rPr>
              <w:t xml:space="preserve">Set scenario based knowledge check with open questions. </w:t>
            </w:r>
            <w:r w:rsidR="00116A2E" w:rsidRPr="001A7B4B">
              <w:rPr>
                <w:rFonts w:cs="Arial"/>
                <w:b w:val="0"/>
                <w:color w:val="auto"/>
                <w:szCs w:val="22"/>
              </w:rPr>
              <w:t>Students</w:t>
            </w:r>
            <w:r w:rsidRPr="001A7B4B">
              <w:rPr>
                <w:rFonts w:cs="Arial"/>
                <w:b w:val="0"/>
                <w:color w:val="auto"/>
                <w:szCs w:val="22"/>
              </w:rPr>
              <w:t xml:space="preserve"> may complete in class or as homework as required.</w:t>
            </w:r>
          </w:p>
          <w:p w14:paraId="7357B67F" w14:textId="77777777" w:rsidR="004A2F03" w:rsidRPr="001A7B4B" w:rsidRDefault="004A2F03" w:rsidP="004A2F03">
            <w:pPr>
              <w:pStyle w:val="Normalheadingblue"/>
              <w:spacing w:before="0" w:after="0"/>
              <w:rPr>
                <w:rFonts w:cs="Arial"/>
                <w:b w:val="0"/>
                <w:color w:val="auto"/>
                <w:szCs w:val="22"/>
              </w:rPr>
            </w:pPr>
          </w:p>
          <w:p w14:paraId="37228E9A" w14:textId="77777777" w:rsidR="00F86666" w:rsidRPr="001A7B4B" w:rsidRDefault="00F86666" w:rsidP="003F3043">
            <w:pPr>
              <w:pStyle w:val="Normalheadingblue"/>
              <w:spacing w:before="0" w:after="0"/>
              <w:rPr>
                <w:rFonts w:cs="Arial"/>
                <w:color w:val="auto"/>
                <w:szCs w:val="22"/>
              </w:rPr>
            </w:pPr>
            <w:r w:rsidRPr="001A7B4B">
              <w:rPr>
                <w:rFonts w:cs="Arial"/>
                <w:color w:val="auto"/>
                <w:szCs w:val="22"/>
              </w:rPr>
              <w:t>Resources:</w:t>
            </w:r>
          </w:p>
          <w:p w14:paraId="0A9FD03B" w14:textId="77777777" w:rsidR="001E2A62" w:rsidRPr="001A7B4B" w:rsidRDefault="001E2A62" w:rsidP="003F3043">
            <w:pPr>
              <w:pStyle w:val="Default"/>
              <w:rPr>
                <w:color w:val="auto"/>
                <w:sz w:val="22"/>
                <w:szCs w:val="22"/>
              </w:rPr>
            </w:pPr>
            <w:r w:rsidRPr="001A7B4B">
              <w:rPr>
                <w:color w:val="auto"/>
                <w:sz w:val="22"/>
                <w:szCs w:val="22"/>
              </w:rPr>
              <w:t xml:space="preserve">Video link </w:t>
            </w:r>
            <w:hyperlink r:id="rId31" w:history="1">
              <w:r w:rsidRPr="001A7B4B">
                <w:rPr>
                  <w:rStyle w:val="Hyperlink"/>
                  <w:color w:val="auto"/>
                  <w:sz w:val="22"/>
                  <w:szCs w:val="22"/>
                </w:rPr>
                <w:t>(11) The ABC's of gas: Avogadro, Boyle, Charles - Brian Bennett - YouTube</w:t>
              </w:r>
            </w:hyperlink>
          </w:p>
          <w:p w14:paraId="30041DE8" w14:textId="77777777" w:rsidR="001E2A62" w:rsidRPr="001A7B4B" w:rsidRDefault="001E2A62" w:rsidP="003F3043">
            <w:pPr>
              <w:pStyle w:val="Default"/>
              <w:rPr>
                <w:color w:val="auto"/>
                <w:sz w:val="22"/>
                <w:szCs w:val="22"/>
              </w:rPr>
            </w:pPr>
          </w:p>
        </w:tc>
        <w:tc>
          <w:tcPr>
            <w:tcW w:w="2246" w:type="dxa"/>
          </w:tcPr>
          <w:p w14:paraId="28FC2925" w14:textId="77777777" w:rsidR="00DD207A" w:rsidRDefault="008A57D2">
            <w:r>
              <w:t>Scenario based question paper</w:t>
            </w:r>
          </w:p>
        </w:tc>
      </w:tr>
      <w:tr w:rsidR="006C5927" w:rsidRPr="00634DF8" w14:paraId="33C893EB" w14:textId="77777777" w:rsidTr="24BA986D">
        <w:trPr>
          <w:trHeight w:val="300"/>
          <w:jc w:val="center"/>
        </w:trPr>
        <w:tc>
          <w:tcPr>
            <w:tcW w:w="1297" w:type="dxa"/>
          </w:tcPr>
          <w:p w14:paraId="193F5244" w14:textId="77777777" w:rsidR="006C5927" w:rsidRDefault="003E3677" w:rsidP="00D87D5C">
            <w:pPr>
              <w:jc w:val="center"/>
              <w:rPr>
                <w:rFonts w:cs="Arial"/>
                <w:szCs w:val="22"/>
              </w:rPr>
            </w:pPr>
            <w:r>
              <w:rPr>
                <w:rFonts w:cs="Arial"/>
                <w:szCs w:val="22"/>
              </w:rPr>
              <w:t>5</w:t>
            </w:r>
            <w:r w:rsidR="00182266">
              <w:rPr>
                <w:rFonts w:cs="Arial"/>
                <w:szCs w:val="22"/>
              </w:rPr>
              <w:t>7</w:t>
            </w:r>
          </w:p>
          <w:p w14:paraId="6227C646" w14:textId="77777777" w:rsidR="003E3677" w:rsidRDefault="003E3677" w:rsidP="00D87D5C">
            <w:pPr>
              <w:jc w:val="center"/>
              <w:rPr>
                <w:rFonts w:cs="Arial"/>
                <w:szCs w:val="22"/>
              </w:rPr>
            </w:pPr>
            <w:r>
              <w:rPr>
                <w:rFonts w:cs="Arial"/>
                <w:szCs w:val="22"/>
              </w:rPr>
              <w:t>3 hours</w:t>
            </w:r>
          </w:p>
          <w:p w14:paraId="2D43ACAF" w14:textId="6E4533BE" w:rsidR="005B6A3C" w:rsidRDefault="005B6A3C" w:rsidP="00D87D5C">
            <w:pPr>
              <w:jc w:val="center"/>
              <w:rPr>
                <w:rFonts w:cs="Arial"/>
                <w:szCs w:val="22"/>
              </w:rPr>
            </w:pPr>
          </w:p>
        </w:tc>
        <w:tc>
          <w:tcPr>
            <w:tcW w:w="2199" w:type="dxa"/>
          </w:tcPr>
          <w:p w14:paraId="18446EF9" w14:textId="77777777" w:rsidR="00A01C1C" w:rsidRPr="001A7B4B" w:rsidRDefault="00A01C1C" w:rsidP="00A01C1C">
            <w:pPr>
              <w:pStyle w:val="Normalheadingblack"/>
              <w:rPr>
                <w:rFonts w:cs="Arial"/>
                <w:lang w:eastAsia="en-GB"/>
              </w:rPr>
            </w:pPr>
            <w:r w:rsidRPr="001A7B4B">
              <w:rPr>
                <w:rFonts w:cs="Arial"/>
                <w:lang w:eastAsia="en-GB"/>
              </w:rPr>
              <w:t>Outcome 1 – Plumbing and heating common knowledge criteria</w:t>
            </w:r>
          </w:p>
          <w:p w14:paraId="1461FF2E" w14:textId="77777777" w:rsidR="006C5927" w:rsidRPr="001A7B4B" w:rsidRDefault="006C5927" w:rsidP="00D87D5C">
            <w:pPr>
              <w:pStyle w:val="Normalheadingblack"/>
              <w:rPr>
                <w:rFonts w:cs="Arial"/>
                <w:lang w:eastAsia="en-GB"/>
              </w:rPr>
            </w:pPr>
          </w:p>
        </w:tc>
        <w:tc>
          <w:tcPr>
            <w:tcW w:w="3135" w:type="dxa"/>
          </w:tcPr>
          <w:p w14:paraId="0E874E72" w14:textId="77777777" w:rsidR="00A01C1C" w:rsidRPr="001A7B4B" w:rsidRDefault="00A01C1C" w:rsidP="00A01C1C">
            <w:pPr>
              <w:pStyle w:val="Default"/>
              <w:rPr>
                <w:bCs/>
                <w:color w:val="auto"/>
                <w:sz w:val="22"/>
                <w:szCs w:val="22"/>
              </w:rPr>
            </w:pPr>
            <w:r w:rsidRPr="001A7B4B">
              <w:rPr>
                <w:bCs/>
                <w:color w:val="auto"/>
                <w:sz w:val="22"/>
                <w:szCs w:val="22"/>
              </w:rPr>
              <w:t xml:space="preserve">K1.18 Relationship between mass/volume and specific heat capacity </w:t>
            </w:r>
          </w:p>
          <w:p w14:paraId="77D930DF" w14:textId="77777777" w:rsidR="0022792D" w:rsidRPr="001A7B4B" w:rsidRDefault="0022792D" w:rsidP="00A01C1C">
            <w:pPr>
              <w:pStyle w:val="Default"/>
              <w:rPr>
                <w:bCs/>
                <w:color w:val="auto"/>
                <w:szCs w:val="22"/>
              </w:rPr>
            </w:pPr>
          </w:p>
          <w:p w14:paraId="6234C376" w14:textId="77777777" w:rsidR="0022792D" w:rsidRPr="001A7B4B" w:rsidRDefault="0022792D" w:rsidP="0022792D">
            <w:pPr>
              <w:pStyle w:val="Default"/>
              <w:rPr>
                <w:bCs/>
                <w:color w:val="auto"/>
                <w:szCs w:val="22"/>
              </w:rPr>
            </w:pPr>
            <w:r w:rsidRPr="001A7B4B">
              <w:rPr>
                <w:bCs/>
                <w:color w:val="auto"/>
                <w:sz w:val="22"/>
                <w:szCs w:val="22"/>
              </w:rPr>
              <w:lastRenderedPageBreak/>
              <w:t xml:space="preserve">K1.21 Scientific principles and concepts of heating engineering </w:t>
            </w:r>
          </w:p>
          <w:p w14:paraId="1D3B67CD" w14:textId="77777777" w:rsidR="006C5927" w:rsidRPr="001A7B4B" w:rsidRDefault="006C5927" w:rsidP="00D87D5C">
            <w:pPr>
              <w:pStyle w:val="Normalheadingblack"/>
              <w:rPr>
                <w:rFonts w:cs="Arial"/>
                <w:b w:val="0"/>
                <w:szCs w:val="22"/>
              </w:rPr>
            </w:pPr>
          </w:p>
        </w:tc>
        <w:tc>
          <w:tcPr>
            <w:tcW w:w="5785" w:type="dxa"/>
          </w:tcPr>
          <w:p w14:paraId="15DAFF2E" w14:textId="0AB39ABB" w:rsidR="00F86666" w:rsidRPr="001A7B4B" w:rsidRDefault="00F86666" w:rsidP="004A2F03">
            <w:pPr>
              <w:pStyle w:val="Normalheadingblue"/>
              <w:spacing w:before="0" w:after="0"/>
              <w:rPr>
                <w:rFonts w:cs="Arial"/>
                <w:color w:val="auto"/>
                <w:szCs w:val="22"/>
              </w:rPr>
            </w:pPr>
            <w:r w:rsidRPr="001A7B4B">
              <w:rPr>
                <w:rFonts w:cs="Arial"/>
                <w:color w:val="auto"/>
                <w:szCs w:val="22"/>
              </w:rPr>
              <w:lastRenderedPageBreak/>
              <w:t>Activity:</w:t>
            </w:r>
          </w:p>
          <w:p w14:paraId="0D7C580A" w14:textId="77777777" w:rsidR="00F86666" w:rsidRPr="001A7B4B" w:rsidRDefault="00F86666" w:rsidP="004A2F03">
            <w:pPr>
              <w:pStyle w:val="Normalheadingblue"/>
              <w:spacing w:before="0" w:after="0"/>
              <w:rPr>
                <w:rFonts w:cs="Arial"/>
                <w:color w:val="auto"/>
                <w:szCs w:val="22"/>
              </w:rPr>
            </w:pPr>
            <w:r w:rsidRPr="001A7B4B">
              <w:rPr>
                <w:rFonts w:cs="Arial"/>
                <w:color w:val="auto"/>
                <w:szCs w:val="22"/>
              </w:rPr>
              <w:t>Starter task example:</w:t>
            </w:r>
          </w:p>
          <w:p w14:paraId="764A2051" w14:textId="77777777" w:rsidR="00F86666" w:rsidRPr="001A7B4B" w:rsidRDefault="001E2A62" w:rsidP="004A2F03">
            <w:pPr>
              <w:pStyle w:val="Normalheadingblue"/>
              <w:spacing w:before="0" w:after="0"/>
              <w:rPr>
                <w:rFonts w:cs="Arial"/>
                <w:b w:val="0"/>
                <w:color w:val="auto"/>
                <w:szCs w:val="22"/>
              </w:rPr>
            </w:pPr>
            <w:r w:rsidRPr="001A7B4B">
              <w:rPr>
                <w:rFonts w:cs="Arial"/>
                <w:b w:val="0"/>
                <w:color w:val="auto"/>
                <w:szCs w:val="22"/>
              </w:rPr>
              <w:t>Recap of previous session including discussing answers to homework/knowledge task.</w:t>
            </w:r>
          </w:p>
          <w:p w14:paraId="3A940116" w14:textId="77777777" w:rsidR="004A2F03" w:rsidRPr="001A7B4B" w:rsidRDefault="004A2F03" w:rsidP="004A2F03">
            <w:pPr>
              <w:pStyle w:val="Normalheadingblue"/>
              <w:spacing w:before="0" w:after="0"/>
              <w:rPr>
                <w:rFonts w:cs="Arial"/>
                <w:b w:val="0"/>
                <w:color w:val="auto"/>
                <w:szCs w:val="22"/>
              </w:rPr>
            </w:pPr>
          </w:p>
          <w:p w14:paraId="14C6B578" w14:textId="2DCA151E" w:rsidR="00F86666" w:rsidRPr="001A7B4B" w:rsidRDefault="00F86666" w:rsidP="004A2F03">
            <w:pPr>
              <w:pStyle w:val="Normalheadingblue"/>
              <w:spacing w:before="0" w:after="0"/>
              <w:rPr>
                <w:rFonts w:cs="Arial"/>
                <w:color w:val="auto"/>
                <w:szCs w:val="22"/>
              </w:rPr>
            </w:pPr>
            <w:r w:rsidRPr="001A7B4B">
              <w:rPr>
                <w:rFonts w:cs="Arial"/>
                <w:color w:val="auto"/>
                <w:szCs w:val="22"/>
              </w:rPr>
              <w:t>Delivery</w:t>
            </w:r>
            <w:r w:rsidR="00C674C9" w:rsidRPr="001A7B4B">
              <w:rPr>
                <w:rFonts w:cs="Arial"/>
                <w:color w:val="auto"/>
                <w:szCs w:val="22"/>
              </w:rPr>
              <w:t xml:space="preserve"> focus</w:t>
            </w:r>
            <w:r w:rsidRPr="001A7B4B">
              <w:rPr>
                <w:rFonts w:cs="Arial"/>
                <w:color w:val="auto"/>
                <w:szCs w:val="22"/>
              </w:rPr>
              <w:t>:</w:t>
            </w:r>
          </w:p>
          <w:p w14:paraId="147A95B1" w14:textId="08C32E61" w:rsidR="001E2A62" w:rsidRPr="001A7B4B" w:rsidRDefault="001E2A62" w:rsidP="004A2F03">
            <w:pPr>
              <w:pStyle w:val="Normalheadingblue"/>
              <w:spacing w:before="0" w:after="0"/>
              <w:rPr>
                <w:rFonts w:cs="Arial"/>
                <w:b w:val="0"/>
                <w:color w:val="auto"/>
                <w:szCs w:val="22"/>
              </w:rPr>
            </w:pPr>
            <w:r w:rsidRPr="001A7B4B">
              <w:rPr>
                <w:rFonts w:cs="Arial"/>
                <w:b w:val="0"/>
                <w:color w:val="auto"/>
                <w:szCs w:val="22"/>
              </w:rPr>
              <w:lastRenderedPageBreak/>
              <w:t xml:space="preserve">Tutor to deliver content </w:t>
            </w:r>
            <w:r w:rsidR="00C7219B">
              <w:rPr>
                <w:rFonts w:cs="Arial"/>
                <w:b w:val="0"/>
                <w:color w:val="auto"/>
                <w:szCs w:val="22"/>
              </w:rPr>
              <w:t xml:space="preserve">on </w:t>
            </w:r>
            <w:r w:rsidR="00C7219B" w:rsidRPr="00C7219B">
              <w:rPr>
                <w:b w:val="0"/>
                <w:bCs/>
                <w:color w:val="auto"/>
                <w:szCs w:val="22"/>
              </w:rPr>
              <w:t>Specific Heat capacity</w:t>
            </w:r>
            <w:r w:rsidR="00C7219B">
              <w:rPr>
                <w:b w:val="0"/>
                <w:bCs/>
                <w:color w:val="auto"/>
                <w:szCs w:val="22"/>
              </w:rPr>
              <w:t>,</w:t>
            </w:r>
            <w:r w:rsidR="00C7219B">
              <w:rPr>
                <w:rFonts w:cs="Arial"/>
                <w:b w:val="0"/>
                <w:color w:val="auto"/>
                <w:szCs w:val="22"/>
              </w:rPr>
              <w:t xml:space="preserve"> </w:t>
            </w:r>
            <w:r w:rsidRPr="001A7B4B">
              <w:rPr>
                <w:rFonts w:cs="Arial"/>
                <w:b w:val="0"/>
                <w:color w:val="auto"/>
                <w:szCs w:val="22"/>
              </w:rPr>
              <w:t>including:</w:t>
            </w:r>
          </w:p>
          <w:p w14:paraId="3DCD7334" w14:textId="77777777" w:rsidR="001E2A62" w:rsidRPr="001A7B4B" w:rsidRDefault="001E2A62" w:rsidP="002C017C">
            <w:pPr>
              <w:pStyle w:val="Default"/>
              <w:numPr>
                <w:ilvl w:val="0"/>
                <w:numId w:val="12"/>
              </w:numPr>
              <w:rPr>
                <w:color w:val="auto"/>
                <w:sz w:val="22"/>
                <w:szCs w:val="22"/>
              </w:rPr>
            </w:pPr>
            <w:r w:rsidRPr="001A7B4B">
              <w:rPr>
                <w:color w:val="auto"/>
                <w:sz w:val="22"/>
                <w:szCs w:val="22"/>
              </w:rPr>
              <w:t xml:space="preserve">Heat capacity - calculate the quantity of heat energy required to raise the temperature of a substance and the amount of power required to heat a substance. </w:t>
            </w:r>
          </w:p>
          <w:p w14:paraId="0DC96BCF" w14:textId="77777777" w:rsidR="001E2A62" w:rsidRPr="001A7B4B" w:rsidRDefault="001E2A62" w:rsidP="002C017C">
            <w:pPr>
              <w:pStyle w:val="Default"/>
              <w:numPr>
                <w:ilvl w:val="0"/>
                <w:numId w:val="12"/>
              </w:numPr>
              <w:rPr>
                <w:color w:val="auto"/>
                <w:sz w:val="22"/>
                <w:szCs w:val="22"/>
              </w:rPr>
            </w:pPr>
            <w:r w:rsidRPr="001A7B4B">
              <w:rPr>
                <w:color w:val="auto"/>
                <w:sz w:val="22"/>
                <w:szCs w:val="22"/>
              </w:rPr>
              <w:t>Use examples throughout session to help work through the calculations as a class.</w:t>
            </w:r>
          </w:p>
          <w:p w14:paraId="79D62BF7" w14:textId="77777777" w:rsidR="004A2F03" w:rsidRPr="001A7B4B" w:rsidRDefault="004A2F03" w:rsidP="004A2F03">
            <w:pPr>
              <w:pStyle w:val="Default"/>
              <w:ind w:left="360"/>
              <w:rPr>
                <w:color w:val="auto"/>
                <w:sz w:val="22"/>
                <w:szCs w:val="22"/>
              </w:rPr>
            </w:pPr>
          </w:p>
          <w:p w14:paraId="0339967B" w14:textId="0C950261" w:rsidR="00F86666" w:rsidRPr="001A7B4B" w:rsidRDefault="00F86666" w:rsidP="004A2F03">
            <w:pPr>
              <w:pStyle w:val="Normalheadingblue"/>
              <w:spacing w:before="0" w:after="0"/>
              <w:rPr>
                <w:rFonts w:cs="Arial"/>
                <w:color w:val="auto"/>
                <w:szCs w:val="22"/>
              </w:rPr>
            </w:pPr>
            <w:r w:rsidRPr="001A7B4B">
              <w:rPr>
                <w:rFonts w:cs="Arial"/>
                <w:color w:val="auto"/>
                <w:szCs w:val="22"/>
              </w:rPr>
              <w:t xml:space="preserve">Knowledge </w:t>
            </w:r>
            <w:r w:rsidR="00C674C9" w:rsidRPr="001A7B4B">
              <w:rPr>
                <w:rFonts w:cs="Arial"/>
                <w:color w:val="auto"/>
                <w:szCs w:val="22"/>
              </w:rPr>
              <w:t>C</w:t>
            </w:r>
            <w:r w:rsidRPr="001A7B4B">
              <w:rPr>
                <w:rFonts w:cs="Arial"/>
                <w:color w:val="auto"/>
                <w:szCs w:val="22"/>
              </w:rPr>
              <w:t>heck example:</w:t>
            </w:r>
          </w:p>
          <w:p w14:paraId="534E9B96" w14:textId="6388F646" w:rsidR="00F86666" w:rsidRPr="001A7B4B" w:rsidRDefault="001E2A62" w:rsidP="004A2F03">
            <w:pPr>
              <w:pStyle w:val="Normalheadingblue"/>
              <w:spacing w:before="0" w:after="0"/>
              <w:rPr>
                <w:rFonts w:cs="Arial"/>
                <w:b w:val="0"/>
                <w:color w:val="auto"/>
                <w:szCs w:val="22"/>
              </w:rPr>
            </w:pPr>
            <w:r w:rsidRPr="001A7B4B">
              <w:rPr>
                <w:rFonts w:cs="Arial"/>
                <w:b w:val="0"/>
                <w:color w:val="auto"/>
                <w:szCs w:val="22"/>
              </w:rPr>
              <w:t xml:space="preserve">Heat capacity calculation examples – give </w:t>
            </w:r>
            <w:r w:rsidR="00F502C8" w:rsidRPr="001A7B4B">
              <w:rPr>
                <w:rFonts w:cs="Arial"/>
                <w:b w:val="0"/>
                <w:color w:val="auto"/>
                <w:szCs w:val="22"/>
              </w:rPr>
              <w:t>students</w:t>
            </w:r>
            <w:r w:rsidRPr="001A7B4B">
              <w:rPr>
                <w:rFonts w:cs="Arial"/>
                <w:b w:val="0"/>
                <w:color w:val="auto"/>
                <w:szCs w:val="22"/>
              </w:rPr>
              <w:t xml:space="preserve"> examples to complete either in small groups or individually as required before discussing answers as a class.</w:t>
            </w:r>
          </w:p>
          <w:p w14:paraId="426A16F4" w14:textId="77777777" w:rsidR="004A2F03" w:rsidRPr="001A7B4B" w:rsidRDefault="004A2F03" w:rsidP="004A2F03">
            <w:pPr>
              <w:pStyle w:val="Normalheadingblue"/>
              <w:spacing w:before="0" w:after="0"/>
              <w:rPr>
                <w:rFonts w:cs="Arial"/>
                <w:b w:val="0"/>
                <w:color w:val="auto"/>
                <w:szCs w:val="22"/>
              </w:rPr>
            </w:pPr>
          </w:p>
          <w:p w14:paraId="09B3BE76" w14:textId="77777777" w:rsidR="00F86666" w:rsidRPr="001A7B4B" w:rsidRDefault="00F86666" w:rsidP="004A2F03">
            <w:pPr>
              <w:pStyle w:val="Normalheadingblue"/>
              <w:spacing w:before="0" w:after="0"/>
              <w:rPr>
                <w:rFonts w:cs="Arial"/>
                <w:color w:val="auto"/>
                <w:szCs w:val="22"/>
              </w:rPr>
            </w:pPr>
            <w:r w:rsidRPr="001A7B4B">
              <w:rPr>
                <w:rFonts w:cs="Arial"/>
                <w:color w:val="auto"/>
                <w:szCs w:val="22"/>
              </w:rPr>
              <w:t>Resources:</w:t>
            </w:r>
          </w:p>
          <w:p w14:paraId="33D3A2CC" w14:textId="77777777" w:rsidR="001D7B8E" w:rsidRPr="001A7B4B" w:rsidRDefault="001D7B8E" w:rsidP="004A2F03">
            <w:pPr>
              <w:pStyle w:val="Normalheadingblue"/>
              <w:spacing w:before="0" w:after="0"/>
              <w:rPr>
                <w:rFonts w:cs="Arial"/>
                <w:b w:val="0"/>
                <w:color w:val="auto"/>
                <w:szCs w:val="22"/>
              </w:rPr>
            </w:pPr>
            <w:r w:rsidRPr="001A7B4B">
              <w:rPr>
                <w:rFonts w:cs="Arial"/>
                <w:b w:val="0"/>
                <w:color w:val="auto"/>
                <w:szCs w:val="22"/>
              </w:rPr>
              <w:t>Calculation task sheet</w:t>
            </w:r>
          </w:p>
          <w:p w14:paraId="0BE4C055" w14:textId="77777777" w:rsidR="004A2F03" w:rsidRPr="001A7B4B" w:rsidRDefault="004A2F03" w:rsidP="004A2F03">
            <w:pPr>
              <w:pStyle w:val="Normalheadingblue"/>
              <w:spacing w:before="0" w:after="0"/>
              <w:rPr>
                <w:rFonts w:cs="Arial"/>
                <w:color w:val="auto"/>
                <w:szCs w:val="22"/>
              </w:rPr>
            </w:pPr>
          </w:p>
        </w:tc>
        <w:tc>
          <w:tcPr>
            <w:tcW w:w="2246" w:type="dxa"/>
          </w:tcPr>
          <w:p w14:paraId="61B33A18" w14:textId="77777777" w:rsidR="00DD207A" w:rsidRDefault="008A57D2">
            <w:r>
              <w:lastRenderedPageBreak/>
              <w:t>Homework task</w:t>
            </w:r>
            <w:r>
              <w:br/>
            </w:r>
            <w:r>
              <w:br/>
              <w:t>Worked calculations</w:t>
            </w:r>
            <w:r>
              <w:br/>
            </w:r>
            <w:r>
              <w:br/>
              <w:t>Calculation task</w:t>
            </w:r>
          </w:p>
        </w:tc>
      </w:tr>
      <w:tr w:rsidR="00A01C1C" w:rsidRPr="00634DF8" w14:paraId="533A3792" w14:textId="77777777" w:rsidTr="24BA986D">
        <w:trPr>
          <w:trHeight w:val="300"/>
          <w:jc w:val="center"/>
        </w:trPr>
        <w:tc>
          <w:tcPr>
            <w:tcW w:w="1297" w:type="dxa"/>
          </w:tcPr>
          <w:p w14:paraId="30DF791C" w14:textId="77777777" w:rsidR="00A01C1C" w:rsidRDefault="00A01C1C" w:rsidP="00A01C1C">
            <w:pPr>
              <w:jc w:val="center"/>
              <w:rPr>
                <w:rFonts w:cs="Arial"/>
                <w:szCs w:val="22"/>
              </w:rPr>
            </w:pPr>
            <w:r>
              <w:rPr>
                <w:rFonts w:cs="Arial"/>
                <w:szCs w:val="22"/>
              </w:rPr>
              <w:t>5</w:t>
            </w:r>
            <w:r w:rsidR="00957646">
              <w:rPr>
                <w:rFonts w:cs="Arial"/>
                <w:szCs w:val="22"/>
              </w:rPr>
              <w:t>8</w:t>
            </w:r>
          </w:p>
          <w:p w14:paraId="508F4D96" w14:textId="77777777" w:rsidR="00A01C1C" w:rsidRDefault="00A01C1C" w:rsidP="00A01C1C">
            <w:pPr>
              <w:jc w:val="center"/>
              <w:rPr>
                <w:rFonts w:cs="Arial"/>
                <w:szCs w:val="22"/>
              </w:rPr>
            </w:pPr>
            <w:r>
              <w:rPr>
                <w:rFonts w:cs="Arial"/>
                <w:szCs w:val="22"/>
              </w:rPr>
              <w:t>3 hours</w:t>
            </w:r>
          </w:p>
          <w:p w14:paraId="0835FFBE" w14:textId="69E49642" w:rsidR="00405275" w:rsidRPr="00405275" w:rsidRDefault="00405275" w:rsidP="00A01C1C">
            <w:pPr>
              <w:jc w:val="center"/>
              <w:rPr>
                <w:rFonts w:cs="Arial"/>
                <w:b/>
                <w:bCs/>
                <w:szCs w:val="22"/>
              </w:rPr>
            </w:pPr>
            <w:r w:rsidRPr="00405275">
              <w:rPr>
                <w:rFonts w:cs="Arial"/>
                <w:b/>
                <w:bCs/>
                <w:szCs w:val="22"/>
                <w:highlight w:val="yellow"/>
              </w:rPr>
              <w:t>PPT available</w:t>
            </w:r>
          </w:p>
        </w:tc>
        <w:tc>
          <w:tcPr>
            <w:tcW w:w="2199" w:type="dxa"/>
          </w:tcPr>
          <w:p w14:paraId="1AA0C3F6" w14:textId="77777777" w:rsidR="00A01C1C" w:rsidRPr="001A7B4B" w:rsidRDefault="00A01C1C" w:rsidP="00A01C1C">
            <w:pPr>
              <w:pStyle w:val="Normalheadingblack"/>
              <w:rPr>
                <w:rFonts w:cs="Arial"/>
                <w:lang w:eastAsia="en-GB"/>
              </w:rPr>
            </w:pPr>
            <w:r w:rsidRPr="001A7B4B">
              <w:rPr>
                <w:rFonts w:cs="Arial"/>
                <w:lang w:eastAsia="en-GB"/>
              </w:rPr>
              <w:t>Outcome 1 – Plumbing and heating common knowledge criteria</w:t>
            </w:r>
          </w:p>
          <w:p w14:paraId="248A8717" w14:textId="77777777" w:rsidR="00A01C1C" w:rsidRPr="001A7B4B" w:rsidRDefault="00A01C1C" w:rsidP="00A01C1C">
            <w:pPr>
              <w:pStyle w:val="Normalheadingblack"/>
              <w:rPr>
                <w:rFonts w:cs="Arial"/>
                <w:lang w:eastAsia="en-GB"/>
              </w:rPr>
            </w:pPr>
          </w:p>
        </w:tc>
        <w:tc>
          <w:tcPr>
            <w:tcW w:w="3135" w:type="dxa"/>
          </w:tcPr>
          <w:p w14:paraId="716D4536" w14:textId="77777777" w:rsidR="00A01C1C" w:rsidRPr="001A7B4B" w:rsidRDefault="00A01C1C" w:rsidP="00A01C1C">
            <w:pPr>
              <w:pStyle w:val="Default"/>
              <w:rPr>
                <w:bCs/>
                <w:color w:val="auto"/>
                <w:szCs w:val="22"/>
              </w:rPr>
            </w:pPr>
            <w:r w:rsidRPr="001A7B4B">
              <w:rPr>
                <w:bCs/>
                <w:color w:val="auto"/>
                <w:sz w:val="22"/>
                <w:szCs w:val="22"/>
              </w:rPr>
              <w:t xml:space="preserve">K1.18 Relationship between mass/volume and specific heat capacity </w:t>
            </w:r>
          </w:p>
          <w:p w14:paraId="080509E1" w14:textId="77777777" w:rsidR="00A01C1C" w:rsidRPr="001A7B4B" w:rsidRDefault="00A01C1C" w:rsidP="00A01C1C">
            <w:pPr>
              <w:pStyle w:val="Normalheadingblack"/>
              <w:rPr>
                <w:rFonts w:cs="Arial"/>
                <w:b w:val="0"/>
                <w:szCs w:val="22"/>
              </w:rPr>
            </w:pPr>
          </w:p>
        </w:tc>
        <w:tc>
          <w:tcPr>
            <w:tcW w:w="5785" w:type="dxa"/>
          </w:tcPr>
          <w:p w14:paraId="181F8EA8" w14:textId="76E94D21" w:rsidR="001D7B8E" w:rsidRPr="001A7B4B" w:rsidRDefault="001D7B8E" w:rsidP="000773AB">
            <w:pPr>
              <w:pStyle w:val="Normalheadingblue"/>
              <w:spacing w:before="0" w:after="0"/>
              <w:rPr>
                <w:rFonts w:cs="Arial"/>
                <w:color w:val="auto"/>
                <w:szCs w:val="22"/>
              </w:rPr>
            </w:pPr>
            <w:r w:rsidRPr="001A7B4B">
              <w:rPr>
                <w:rFonts w:cs="Arial"/>
                <w:color w:val="auto"/>
                <w:szCs w:val="22"/>
              </w:rPr>
              <w:t>Activity:</w:t>
            </w:r>
          </w:p>
          <w:p w14:paraId="0DB087BE" w14:textId="77777777" w:rsidR="001D7B8E" w:rsidRPr="001A7B4B" w:rsidRDefault="001D7B8E" w:rsidP="000773AB">
            <w:pPr>
              <w:pStyle w:val="Normalheadingblue"/>
              <w:spacing w:before="0" w:after="0"/>
              <w:rPr>
                <w:rFonts w:cs="Arial"/>
                <w:color w:val="auto"/>
                <w:szCs w:val="22"/>
              </w:rPr>
            </w:pPr>
            <w:r w:rsidRPr="001A7B4B">
              <w:rPr>
                <w:rFonts w:cs="Arial"/>
                <w:color w:val="auto"/>
                <w:szCs w:val="22"/>
              </w:rPr>
              <w:t>Starter task example:</w:t>
            </w:r>
          </w:p>
          <w:p w14:paraId="48544D27" w14:textId="77777777" w:rsidR="001D7B8E" w:rsidRPr="001A7B4B" w:rsidRDefault="001D7B8E" w:rsidP="000773AB">
            <w:pPr>
              <w:pStyle w:val="Normalheadingblue"/>
              <w:spacing w:before="0" w:after="0"/>
              <w:rPr>
                <w:rFonts w:cs="Arial"/>
                <w:b w:val="0"/>
                <w:color w:val="auto"/>
                <w:szCs w:val="22"/>
              </w:rPr>
            </w:pPr>
            <w:r w:rsidRPr="001A7B4B">
              <w:rPr>
                <w:rFonts w:cs="Arial"/>
                <w:b w:val="0"/>
                <w:color w:val="auto"/>
                <w:szCs w:val="22"/>
              </w:rPr>
              <w:t>Discuss what would happen if a gas such as LPG was to escape from a cylinder on a barge. Discuss as a class.</w:t>
            </w:r>
          </w:p>
          <w:p w14:paraId="7213E528" w14:textId="5E557CE8" w:rsidR="00290185" w:rsidRPr="001A7B4B" w:rsidRDefault="00290185" w:rsidP="000773AB">
            <w:pPr>
              <w:pStyle w:val="Normalheadingblue"/>
              <w:spacing w:before="0" w:after="0"/>
              <w:rPr>
                <w:rFonts w:cs="Arial"/>
                <w:b w:val="0"/>
                <w:color w:val="auto"/>
                <w:szCs w:val="22"/>
              </w:rPr>
            </w:pPr>
            <w:r w:rsidRPr="001A7B4B">
              <w:rPr>
                <w:rFonts w:cs="Arial"/>
                <w:bCs/>
                <w:color w:val="auto"/>
                <w:szCs w:val="22"/>
              </w:rPr>
              <w:t>Alternative:</w:t>
            </w:r>
            <w:r w:rsidRPr="001A7B4B">
              <w:rPr>
                <w:rFonts w:cs="Arial"/>
                <w:b w:val="0"/>
                <w:color w:val="auto"/>
                <w:szCs w:val="22"/>
              </w:rPr>
              <w:t xml:space="preserve"> Ask students the following question</w:t>
            </w:r>
            <w:r w:rsidR="00DA5B24" w:rsidRPr="001A7B4B">
              <w:rPr>
                <w:rFonts w:cs="Arial"/>
                <w:b w:val="0"/>
                <w:color w:val="auto"/>
                <w:szCs w:val="22"/>
              </w:rPr>
              <w:t>:</w:t>
            </w:r>
          </w:p>
          <w:p w14:paraId="48C38FE6" w14:textId="104D4CFD" w:rsidR="00290185" w:rsidRPr="001A7B4B" w:rsidRDefault="00290185" w:rsidP="000773AB">
            <w:pPr>
              <w:pStyle w:val="Normalheadingblue"/>
              <w:spacing w:before="0" w:after="0"/>
              <w:rPr>
                <w:rFonts w:cs="Arial"/>
                <w:b w:val="0"/>
                <w:color w:val="auto"/>
                <w:szCs w:val="22"/>
              </w:rPr>
            </w:pPr>
            <w:r w:rsidRPr="001A7B4B">
              <w:rPr>
                <w:rFonts w:cs="Arial"/>
                <w:b w:val="0"/>
                <w:color w:val="auto"/>
                <w:szCs w:val="22"/>
              </w:rPr>
              <w:t>If you have 2kg of copper and it takes up 0.00025m³ of space, what is its density?</w:t>
            </w:r>
          </w:p>
          <w:p w14:paraId="50E1F028" w14:textId="77777777" w:rsidR="003175B1" w:rsidRPr="001A7B4B" w:rsidRDefault="003175B1" w:rsidP="000773AB">
            <w:pPr>
              <w:pStyle w:val="Normalheadingblue"/>
              <w:spacing w:before="0" w:after="0"/>
              <w:rPr>
                <w:rFonts w:cs="Arial"/>
                <w:b w:val="0"/>
                <w:color w:val="auto"/>
                <w:szCs w:val="22"/>
              </w:rPr>
            </w:pPr>
          </w:p>
          <w:p w14:paraId="6520B5CB" w14:textId="32AA53E0" w:rsidR="001D7B8E" w:rsidRPr="001A7B4B" w:rsidRDefault="001D7B8E" w:rsidP="000773AB">
            <w:pPr>
              <w:pStyle w:val="Normalheadingblue"/>
              <w:spacing w:before="0" w:after="0"/>
              <w:rPr>
                <w:rFonts w:cs="Arial"/>
                <w:color w:val="auto"/>
                <w:szCs w:val="22"/>
              </w:rPr>
            </w:pPr>
            <w:r w:rsidRPr="001A7B4B">
              <w:rPr>
                <w:rFonts w:cs="Arial"/>
                <w:color w:val="auto"/>
                <w:szCs w:val="22"/>
              </w:rPr>
              <w:t>Delivery</w:t>
            </w:r>
            <w:r w:rsidR="003175B1" w:rsidRPr="001A7B4B">
              <w:rPr>
                <w:rFonts w:cs="Arial"/>
                <w:color w:val="auto"/>
                <w:szCs w:val="22"/>
              </w:rPr>
              <w:t xml:space="preserve"> focus</w:t>
            </w:r>
            <w:r w:rsidRPr="001A7B4B">
              <w:rPr>
                <w:rFonts w:cs="Arial"/>
                <w:color w:val="auto"/>
                <w:szCs w:val="22"/>
              </w:rPr>
              <w:t>:</w:t>
            </w:r>
          </w:p>
          <w:p w14:paraId="32EB2AC7" w14:textId="19FE863E" w:rsidR="001D7B8E" w:rsidRPr="001A7B4B" w:rsidRDefault="003175B1" w:rsidP="000773AB">
            <w:pPr>
              <w:pStyle w:val="Default"/>
              <w:rPr>
                <w:b/>
                <w:color w:val="auto"/>
                <w:sz w:val="22"/>
                <w:szCs w:val="22"/>
              </w:rPr>
            </w:pPr>
            <w:r w:rsidRPr="001A7B4B">
              <w:rPr>
                <w:bCs/>
                <w:color w:val="auto"/>
                <w:sz w:val="22"/>
                <w:szCs w:val="22"/>
              </w:rPr>
              <w:t>Using</w:t>
            </w:r>
            <w:r w:rsidR="001D7B8E" w:rsidRPr="001A7B4B">
              <w:rPr>
                <w:color w:val="auto"/>
                <w:sz w:val="22"/>
                <w:szCs w:val="22"/>
              </w:rPr>
              <w:t xml:space="preserve"> </w:t>
            </w:r>
            <w:r w:rsidR="00763103" w:rsidRPr="001A7B4B">
              <w:rPr>
                <w:color w:val="auto"/>
                <w:sz w:val="22"/>
                <w:szCs w:val="22"/>
              </w:rPr>
              <w:t>PowerPoint</w:t>
            </w:r>
            <w:r w:rsidR="001D7B8E" w:rsidRPr="001A7B4B">
              <w:rPr>
                <w:color w:val="auto"/>
                <w:sz w:val="22"/>
                <w:szCs w:val="22"/>
              </w:rPr>
              <w:t xml:space="preserve"> </w:t>
            </w:r>
            <w:r w:rsidR="005B1873" w:rsidRPr="00982C8B">
              <w:rPr>
                <w:b/>
                <w:bCs/>
                <w:color w:val="auto"/>
                <w:sz w:val="22"/>
                <w:szCs w:val="22"/>
                <w:highlight w:val="yellow"/>
              </w:rPr>
              <w:t>K1.18 How to calculate density</w:t>
            </w:r>
            <w:r w:rsidR="005B1873" w:rsidRPr="001A7B4B">
              <w:rPr>
                <w:color w:val="auto"/>
                <w:sz w:val="22"/>
                <w:szCs w:val="22"/>
              </w:rPr>
              <w:t xml:space="preserve">, </w:t>
            </w:r>
            <w:r w:rsidR="001D7B8E" w:rsidRPr="001A7B4B">
              <w:rPr>
                <w:color w:val="auto"/>
                <w:sz w:val="22"/>
                <w:szCs w:val="22"/>
              </w:rPr>
              <w:t>deliver</w:t>
            </w:r>
            <w:r w:rsidRPr="001A7B4B">
              <w:rPr>
                <w:color w:val="auto"/>
                <w:sz w:val="22"/>
                <w:szCs w:val="22"/>
              </w:rPr>
              <w:t xml:space="preserve"> the following</w:t>
            </w:r>
            <w:r w:rsidR="001D7B8E" w:rsidRPr="001A7B4B">
              <w:rPr>
                <w:color w:val="auto"/>
                <w:sz w:val="22"/>
                <w:szCs w:val="22"/>
              </w:rPr>
              <w:t>:</w:t>
            </w:r>
          </w:p>
          <w:p w14:paraId="02D4DBB4" w14:textId="77777777" w:rsidR="001D7B8E" w:rsidRPr="001A7B4B" w:rsidRDefault="001D7B8E" w:rsidP="002C017C">
            <w:pPr>
              <w:pStyle w:val="Default"/>
              <w:numPr>
                <w:ilvl w:val="0"/>
                <w:numId w:val="18"/>
              </w:numPr>
              <w:ind w:left="397" w:hanging="397"/>
              <w:rPr>
                <w:color w:val="auto"/>
                <w:sz w:val="22"/>
                <w:szCs w:val="22"/>
              </w:rPr>
            </w:pPr>
            <w:r w:rsidRPr="001A7B4B">
              <w:rPr>
                <w:color w:val="auto"/>
                <w:sz w:val="22"/>
                <w:szCs w:val="22"/>
              </w:rPr>
              <w:lastRenderedPageBreak/>
              <w:t xml:space="preserve">Mass/volume - calculate the density of solids, liquids and gases. </w:t>
            </w:r>
          </w:p>
          <w:p w14:paraId="3AFD3FD7" w14:textId="77777777" w:rsidR="001D7B8E" w:rsidRPr="001A7B4B" w:rsidRDefault="001D7B8E" w:rsidP="002C017C">
            <w:pPr>
              <w:pStyle w:val="Normalheadingblue"/>
              <w:numPr>
                <w:ilvl w:val="0"/>
                <w:numId w:val="18"/>
              </w:numPr>
              <w:spacing w:before="0" w:after="0"/>
              <w:ind w:left="397" w:hanging="397"/>
              <w:rPr>
                <w:rFonts w:cs="Arial"/>
                <w:color w:val="auto"/>
                <w:szCs w:val="22"/>
              </w:rPr>
            </w:pPr>
            <w:r w:rsidRPr="001A7B4B">
              <w:rPr>
                <w:b w:val="0"/>
                <w:color w:val="auto"/>
                <w:szCs w:val="22"/>
              </w:rPr>
              <w:t>The density of water changes with the water’s temperature.</w:t>
            </w:r>
          </w:p>
          <w:p w14:paraId="2086DE78" w14:textId="77777777" w:rsidR="001D7B8E" w:rsidRPr="001A7B4B" w:rsidRDefault="001D7B8E" w:rsidP="002C017C">
            <w:pPr>
              <w:pStyle w:val="Normalheadingblue"/>
              <w:numPr>
                <w:ilvl w:val="0"/>
                <w:numId w:val="18"/>
              </w:numPr>
              <w:spacing w:before="0" w:after="0"/>
              <w:ind w:left="397" w:hanging="397"/>
              <w:rPr>
                <w:rFonts w:cs="Arial"/>
                <w:b w:val="0"/>
                <w:color w:val="auto"/>
                <w:szCs w:val="22"/>
              </w:rPr>
            </w:pPr>
            <w:r w:rsidRPr="001A7B4B">
              <w:rPr>
                <w:rFonts w:cs="Arial"/>
                <w:b w:val="0"/>
                <w:color w:val="auto"/>
                <w:szCs w:val="22"/>
              </w:rPr>
              <w:t>Explain the terms ‘SG’ and ‘RD’ giving the numbers relevant to various materials including Air as 1, Water as 1 and examples relative to this such as Natural gas at 0.6.</w:t>
            </w:r>
          </w:p>
          <w:p w14:paraId="71117762" w14:textId="77777777" w:rsidR="001D7B8E" w:rsidRPr="001A7B4B" w:rsidRDefault="001D7B8E" w:rsidP="002C017C">
            <w:pPr>
              <w:pStyle w:val="Normalheadingblue"/>
              <w:numPr>
                <w:ilvl w:val="0"/>
                <w:numId w:val="18"/>
              </w:numPr>
              <w:spacing w:before="0" w:after="0"/>
              <w:ind w:left="397" w:hanging="397"/>
              <w:rPr>
                <w:rFonts w:cs="Arial"/>
                <w:b w:val="0"/>
                <w:color w:val="auto"/>
                <w:szCs w:val="22"/>
              </w:rPr>
            </w:pPr>
            <w:r w:rsidRPr="001A7B4B">
              <w:rPr>
                <w:rFonts w:cs="Arial"/>
                <w:b w:val="0"/>
                <w:color w:val="auto"/>
                <w:szCs w:val="22"/>
              </w:rPr>
              <w:t>Discuss the volume of a cistern at 1m3 at various temperatures.</w:t>
            </w:r>
          </w:p>
          <w:p w14:paraId="5EE7C70E" w14:textId="77777777" w:rsidR="00F14E37" w:rsidRPr="001A7B4B" w:rsidRDefault="00F14E37" w:rsidP="00F14E37">
            <w:pPr>
              <w:pStyle w:val="Normalheadingblue"/>
              <w:spacing w:before="0" w:after="0"/>
              <w:ind w:left="720"/>
              <w:rPr>
                <w:rFonts w:cs="Arial"/>
                <w:b w:val="0"/>
                <w:color w:val="auto"/>
                <w:szCs w:val="22"/>
              </w:rPr>
            </w:pPr>
          </w:p>
          <w:p w14:paraId="461DE9FB" w14:textId="76D72A70" w:rsidR="001D7B8E" w:rsidRPr="001A7B4B" w:rsidRDefault="001D7B8E" w:rsidP="000773AB">
            <w:pPr>
              <w:pStyle w:val="Normalheadingblue"/>
              <w:spacing w:before="0" w:after="0"/>
              <w:rPr>
                <w:rFonts w:cs="Arial"/>
                <w:color w:val="auto"/>
                <w:szCs w:val="22"/>
              </w:rPr>
            </w:pPr>
            <w:r w:rsidRPr="001A7B4B">
              <w:rPr>
                <w:rFonts w:cs="Arial"/>
                <w:color w:val="auto"/>
                <w:szCs w:val="22"/>
              </w:rPr>
              <w:t xml:space="preserve">Knowledge </w:t>
            </w:r>
            <w:r w:rsidR="00F14E37" w:rsidRPr="001A7B4B">
              <w:rPr>
                <w:rFonts w:cs="Arial"/>
                <w:color w:val="auto"/>
                <w:szCs w:val="22"/>
              </w:rPr>
              <w:t>C</w:t>
            </w:r>
            <w:r w:rsidRPr="001A7B4B">
              <w:rPr>
                <w:rFonts w:cs="Arial"/>
                <w:color w:val="auto"/>
                <w:szCs w:val="22"/>
              </w:rPr>
              <w:t>heck example:</w:t>
            </w:r>
          </w:p>
          <w:p w14:paraId="04A613EF" w14:textId="77777777" w:rsidR="001D7B8E" w:rsidRPr="001A7B4B" w:rsidRDefault="001D7B8E" w:rsidP="000773AB">
            <w:pPr>
              <w:pStyle w:val="Normalheadingblue"/>
              <w:spacing w:before="0" w:after="0"/>
              <w:rPr>
                <w:rFonts w:cs="Arial"/>
                <w:b w:val="0"/>
                <w:color w:val="auto"/>
                <w:szCs w:val="22"/>
              </w:rPr>
            </w:pPr>
            <w:r w:rsidRPr="001A7B4B">
              <w:rPr>
                <w:rFonts w:cs="Arial"/>
                <w:b w:val="0"/>
                <w:color w:val="auto"/>
                <w:szCs w:val="22"/>
              </w:rPr>
              <w:t xml:space="preserve">MCQ knowledge test </w:t>
            </w:r>
          </w:p>
          <w:p w14:paraId="725771D1" w14:textId="77777777" w:rsidR="001D7B8E" w:rsidRPr="001A7B4B" w:rsidRDefault="001D7B8E" w:rsidP="000773AB">
            <w:pPr>
              <w:pStyle w:val="Normalheadingblue"/>
              <w:spacing w:before="0" w:after="0"/>
              <w:rPr>
                <w:rFonts w:cs="Arial"/>
                <w:color w:val="auto"/>
                <w:szCs w:val="22"/>
              </w:rPr>
            </w:pPr>
          </w:p>
          <w:p w14:paraId="1FB64F65" w14:textId="77777777" w:rsidR="001D7B8E" w:rsidRPr="001A7B4B" w:rsidRDefault="001D7B8E" w:rsidP="000773AB">
            <w:pPr>
              <w:pStyle w:val="Normalheadingblue"/>
              <w:spacing w:before="0" w:after="0"/>
              <w:rPr>
                <w:rFonts w:cs="Arial"/>
                <w:color w:val="auto"/>
                <w:szCs w:val="22"/>
              </w:rPr>
            </w:pPr>
            <w:r w:rsidRPr="001A7B4B">
              <w:rPr>
                <w:rFonts w:cs="Arial"/>
                <w:color w:val="auto"/>
                <w:szCs w:val="22"/>
              </w:rPr>
              <w:t>Resources:</w:t>
            </w:r>
          </w:p>
          <w:p w14:paraId="3010A1E5" w14:textId="08062C1A" w:rsidR="00A01C1C" w:rsidRPr="001A7B4B" w:rsidRDefault="00763103" w:rsidP="000773AB">
            <w:pPr>
              <w:pStyle w:val="Normalheadingblue"/>
              <w:spacing w:before="0" w:after="0"/>
              <w:rPr>
                <w:rFonts w:cs="Arial"/>
                <w:b w:val="0"/>
                <w:color w:val="auto"/>
                <w:szCs w:val="22"/>
              </w:rPr>
            </w:pPr>
            <w:r w:rsidRPr="001A7B4B">
              <w:rPr>
                <w:rFonts w:cs="Arial"/>
                <w:b w:val="0"/>
                <w:color w:val="auto"/>
                <w:szCs w:val="22"/>
              </w:rPr>
              <w:t>PowerPoint</w:t>
            </w:r>
            <w:r w:rsidR="00F14E37" w:rsidRPr="001A7B4B">
              <w:rPr>
                <w:rFonts w:cs="Arial"/>
                <w:b w:val="0"/>
                <w:color w:val="auto"/>
                <w:szCs w:val="22"/>
              </w:rPr>
              <w:t xml:space="preserve">: </w:t>
            </w:r>
            <w:r w:rsidR="00F14E37" w:rsidRPr="001A7B4B">
              <w:rPr>
                <w:rFonts w:cs="Arial"/>
                <w:bCs/>
                <w:color w:val="auto"/>
                <w:szCs w:val="22"/>
              </w:rPr>
              <w:t>K1.18 How to calculate density</w:t>
            </w:r>
          </w:p>
          <w:p w14:paraId="5F239E7D" w14:textId="77777777" w:rsidR="001D7B8E" w:rsidRPr="001A7B4B" w:rsidRDefault="001D7B8E" w:rsidP="00F14E37">
            <w:pPr>
              <w:pStyle w:val="Normalheadingblue"/>
              <w:spacing w:before="0" w:after="0"/>
              <w:rPr>
                <w:rFonts w:cs="Arial"/>
                <w:b w:val="0"/>
                <w:color w:val="auto"/>
                <w:szCs w:val="22"/>
              </w:rPr>
            </w:pPr>
            <w:r w:rsidRPr="001A7B4B">
              <w:rPr>
                <w:rFonts w:cs="Arial"/>
                <w:b w:val="0"/>
                <w:color w:val="auto"/>
                <w:szCs w:val="22"/>
              </w:rPr>
              <w:t>MCQ knowledge test</w:t>
            </w:r>
          </w:p>
          <w:p w14:paraId="1CEE7E8F" w14:textId="5F1B4EB2" w:rsidR="00F14E37" w:rsidRPr="001A7B4B" w:rsidRDefault="00F14E37" w:rsidP="00F14E37">
            <w:pPr>
              <w:pStyle w:val="Normalheadingblue"/>
              <w:spacing w:before="0" w:after="0"/>
              <w:rPr>
                <w:rFonts w:cs="Arial"/>
                <w:b w:val="0"/>
                <w:color w:val="auto"/>
                <w:szCs w:val="22"/>
              </w:rPr>
            </w:pPr>
          </w:p>
        </w:tc>
        <w:tc>
          <w:tcPr>
            <w:tcW w:w="2246" w:type="dxa"/>
          </w:tcPr>
          <w:p w14:paraId="0479E45B" w14:textId="77777777" w:rsidR="00DD207A" w:rsidRDefault="008A57D2">
            <w:r>
              <w:lastRenderedPageBreak/>
              <w:t>Q&amp;A</w:t>
            </w:r>
            <w:r>
              <w:br/>
            </w:r>
            <w:r>
              <w:br/>
              <w:t>MCQ knowledge test</w:t>
            </w:r>
            <w:r>
              <w:br/>
              <w:t>English skills (reading, writing, technical vocabulary)</w:t>
            </w:r>
          </w:p>
        </w:tc>
      </w:tr>
      <w:tr w:rsidR="00957646" w:rsidRPr="00634DF8" w14:paraId="01B8384F" w14:textId="77777777" w:rsidTr="24BA986D">
        <w:trPr>
          <w:trHeight w:val="300"/>
          <w:jc w:val="center"/>
        </w:trPr>
        <w:tc>
          <w:tcPr>
            <w:tcW w:w="1297" w:type="dxa"/>
          </w:tcPr>
          <w:p w14:paraId="7B72C4EF" w14:textId="77777777" w:rsidR="00957646" w:rsidRDefault="00957646" w:rsidP="00957646">
            <w:pPr>
              <w:jc w:val="center"/>
              <w:rPr>
                <w:rFonts w:cs="Arial"/>
                <w:szCs w:val="22"/>
              </w:rPr>
            </w:pPr>
            <w:r>
              <w:rPr>
                <w:rFonts w:cs="Arial"/>
                <w:szCs w:val="22"/>
              </w:rPr>
              <w:t>59</w:t>
            </w:r>
          </w:p>
          <w:p w14:paraId="4BDFE834" w14:textId="77777777" w:rsidR="00957646" w:rsidRDefault="00957646" w:rsidP="00957646">
            <w:pPr>
              <w:jc w:val="center"/>
              <w:rPr>
                <w:rFonts w:cs="Arial"/>
                <w:szCs w:val="22"/>
              </w:rPr>
            </w:pPr>
            <w:r>
              <w:rPr>
                <w:rFonts w:cs="Arial"/>
                <w:szCs w:val="22"/>
              </w:rPr>
              <w:t>3 hours</w:t>
            </w:r>
          </w:p>
          <w:p w14:paraId="7CFA106A" w14:textId="5BC06137" w:rsidR="00BD6916" w:rsidRPr="00BD6916" w:rsidRDefault="00BD6916" w:rsidP="00BD6916">
            <w:pPr>
              <w:jc w:val="center"/>
              <w:rPr>
                <w:rFonts w:cs="Arial"/>
                <w:b/>
                <w:bCs/>
                <w:szCs w:val="22"/>
              </w:rPr>
            </w:pPr>
            <w:r w:rsidRPr="00BD6916">
              <w:rPr>
                <w:rFonts w:cs="Arial"/>
                <w:b/>
                <w:bCs/>
                <w:szCs w:val="22"/>
                <w:highlight w:val="yellow"/>
              </w:rPr>
              <w:t>PPT available</w:t>
            </w:r>
            <w:r w:rsidR="003C41E5">
              <w:rPr>
                <w:rFonts w:cs="Arial"/>
                <w:b/>
                <w:bCs/>
                <w:szCs w:val="22"/>
              </w:rPr>
              <w:t xml:space="preserve"> </w:t>
            </w:r>
            <w:r w:rsidR="003C41E5" w:rsidRPr="003C41E5">
              <w:rPr>
                <w:rFonts w:cs="Arial"/>
                <w:b/>
                <w:bCs/>
                <w:szCs w:val="22"/>
                <w:highlight w:val="yellow"/>
              </w:rPr>
              <w:t>(use for this and session 60)</w:t>
            </w:r>
          </w:p>
        </w:tc>
        <w:tc>
          <w:tcPr>
            <w:tcW w:w="2199" w:type="dxa"/>
          </w:tcPr>
          <w:p w14:paraId="20549BA2" w14:textId="77777777" w:rsidR="00957646" w:rsidRPr="001A7B4B" w:rsidRDefault="00957646" w:rsidP="00957646">
            <w:pPr>
              <w:pStyle w:val="Normalheadingblack"/>
              <w:rPr>
                <w:rFonts w:cs="Arial"/>
                <w:lang w:eastAsia="en-GB"/>
              </w:rPr>
            </w:pPr>
            <w:r w:rsidRPr="001A7B4B">
              <w:rPr>
                <w:rFonts w:cs="Arial"/>
                <w:lang w:eastAsia="en-GB"/>
              </w:rPr>
              <w:t>Outcome 1 – Plumbing and heating common knowledge criteria</w:t>
            </w:r>
          </w:p>
          <w:p w14:paraId="68E369B2" w14:textId="77777777" w:rsidR="00957646" w:rsidRPr="001A7B4B" w:rsidRDefault="00957646" w:rsidP="00957646">
            <w:pPr>
              <w:pStyle w:val="Normalheadingblack"/>
              <w:rPr>
                <w:rFonts w:cs="Arial"/>
                <w:lang w:eastAsia="en-GB"/>
              </w:rPr>
            </w:pPr>
          </w:p>
        </w:tc>
        <w:tc>
          <w:tcPr>
            <w:tcW w:w="3135" w:type="dxa"/>
          </w:tcPr>
          <w:p w14:paraId="775AB551" w14:textId="77777777" w:rsidR="00957646" w:rsidRPr="001A7B4B" w:rsidRDefault="00957646" w:rsidP="00957646">
            <w:pPr>
              <w:pStyle w:val="Default"/>
              <w:rPr>
                <w:bCs/>
                <w:color w:val="auto"/>
                <w:szCs w:val="22"/>
              </w:rPr>
            </w:pPr>
            <w:r w:rsidRPr="001A7B4B">
              <w:rPr>
                <w:bCs/>
                <w:color w:val="auto"/>
                <w:sz w:val="22"/>
                <w:szCs w:val="22"/>
              </w:rPr>
              <w:t xml:space="preserve">K1.21 Scientific principles and concepts of heating engineering </w:t>
            </w:r>
          </w:p>
          <w:p w14:paraId="6DEAD497" w14:textId="77777777" w:rsidR="00957646" w:rsidRPr="001A7B4B" w:rsidRDefault="00957646" w:rsidP="00957646">
            <w:pPr>
              <w:pStyle w:val="Normalheadingblack"/>
              <w:rPr>
                <w:rFonts w:cs="Arial"/>
                <w:b w:val="0"/>
                <w:szCs w:val="22"/>
              </w:rPr>
            </w:pPr>
          </w:p>
        </w:tc>
        <w:tc>
          <w:tcPr>
            <w:tcW w:w="5785" w:type="dxa"/>
          </w:tcPr>
          <w:p w14:paraId="64EAA1E9" w14:textId="77777777" w:rsidR="001D7B8E" w:rsidRPr="001A7B4B" w:rsidRDefault="001D7B8E" w:rsidP="00BD6916">
            <w:pPr>
              <w:pStyle w:val="Normalheadingblue"/>
              <w:spacing w:before="0" w:after="0"/>
              <w:rPr>
                <w:rFonts w:cs="Arial"/>
                <w:color w:val="auto"/>
                <w:szCs w:val="22"/>
              </w:rPr>
            </w:pPr>
            <w:r w:rsidRPr="001A7B4B">
              <w:rPr>
                <w:rFonts w:cs="Arial"/>
                <w:color w:val="auto"/>
                <w:szCs w:val="22"/>
              </w:rPr>
              <w:t>Activity:</w:t>
            </w:r>
          </w:p>
          <w:p w14:paraId="185247A1" w14:textId="77777777" w:rsidR="001D7B8E" w:rsidRPr="001A7B4B" w:rsidRDefault="001D7B8E" w:rsidP="00BD6916">
            <w:pPr>
              <w:pStyle w:val="Normalheadingblue"/>
              <w:spacing w:before="0" w:after="0"/>
              <w:rPr>
                <w:rFonts w:cs="Arial"/>
                <w:color w:val="auto"/>
                <w:szCs w:val="22"/>
              </w:rPr>
            </w:pPr>
            <w:r w:rsidRPr="001A7B4B">
              <w:rPr>
                <w:rFonts w:cs="Arial"/>
                <w:color w:val="auto"/>
                <w:szCs w:val="22"/>
              </w:rPr>
              <w:t>Starter task example:</w:t>
            </w:r>
          </w:p>
          <w:p w14:paraId="2792B91E" w14:textId="77777777" w:rsidR="001D7B8E" w:rsidRPr="001A7B4B" w:rsidRDefault="001D7B8E" w:rsidP="00BD6916">
            <w:pPr>
              <w:pStyle w:val="Normalheadingblue"/>
              <w:spacing w:before="0" w:after="0"/>
              <w:rPr>
                <w:rFonts w:cs="Arial"/>
                <w:b w:val="0"/>
                <w:color w:val="auto"/>
                <w:szCs w:val="22"/>
              </w:rPr>
            </w:pPr>
            <w:r w:rsidRPr="001A7B4B">
              <w:rPr>
                <w:rFonts w:cs="Arial"/>
                <w:b w:val="0"/>
                <w:color w:val="auto"/>
                <w:szCs w:val="22"/>
              </w:rPr>
              <w:t>Knowledge recall – state the measurements used in industry for pressure including the SI Unit and discuss the conversions.</w:t>
            </w:r>
          </w:p>
          <w:p w14:paraId="0D34E0F2" w14:textId="77777777" w:rsidR="00BD6916" w:rsidRPr="001A7B4B" w:rsidRDefault="00BD6916" w:rsidP="00BD6916">
            <w:pPr>
              <w:pStyle w:val="Normalheadingblue"/>
              <w:spacing w:before="0" w:after="0"/>
              <w:rPr>
                <w:rFonts w:cs="Arial"/>
                <w:b w:val="0"/>
                <w:color w:val="auto"/>
                <w:szCs w:val="22"/>
              </w:rPr>
            </w:pPr>
          </w:p>
          <w:p w14:paraId="42D46E45" w14:textId="396491DF" w:rsidR="001D7B8E" w:rsidRPr="001A7B4B" w:rsidRDefault="001D7B8E" w:rsidP="00BD6916">
            <w:pPr>
              <w:pStyle w:val="Normalheadingblue"/>
              <w:spacing w:before="0" w:after="0"/>
              <w:rPr>
                <w:rFonts w:cs="Arial"/>
                <w:color w:val="auto"/>
                <w:szCs w:val="22"/>
              </w:rPr>
            </w:pPr>
            <w:r w:rsidRPr="001A7B4B">
              <w:rPr>
                <w:rFonts w:cs="Arial"/>
                <w:color w:val="auto"/>
                <w:szCs w:val="22"/>
              </w:rPr>
              <w:t>Delivery</w:t>
            </w:r>
            <w:r w:rsidR="00BD6916" w:rsidRPr="001A7B4B">
              <w:rPr>
                <w:rFonts w:cs="Arial"/>
                <w:color w:val="auto"/>
                <w:szCs w:val="22"/>
              </w:rPr>
              <w:t xml:space="preserve"> focus</w:t>
            </w:r>
            <w:r w:rsidRPr="001A7B4B">
              <w:rPr>
                <w:rFonts w:cs="Arial"/>
                <w:color w:val="auto"/>
                <w:szCs w:val="22"/>
              </w:rPr>
              <w:t>:</w:t>
            </w:r>
          </w:p>
          <w:p w14:paraId="6A9713A6" w14:textId="1CE2821E" w:rsidR="001D7B8E" w:rsidRPr="001A7B4B" w:rsidRDefault="00A95B1D" w:rsidP="00A95B1D">
            <w:pPr>
              <w:pStyle w:val="Default"/>
              <w:rPr>
                <w:b/>
                <w:color w:val="auto"/>
                <w:sz w:val="22"/>
                <w:szCs w:val="22"/>
              </w:rPr>
            </w:pPr>
            <w:r w:rsidRPr="001A7B4B">
              <w:rPr>
                <w:bCs/>
                <w:color w:val="auto"/>
                <w:sz w:val="22"/>
                <w:szCs w:val="22"/>
              </w:rPr>
              <w:t>Using PowerPoint</w:t>
            </w:r>
            <w:r w:rsidRPr="001A7B4B">
              <w:rPr>
                <w:b/>
                <w:color w:val="auto"/>
                <w:sz w:val="22"/>
                <w:szCs w:val="22"/>
              </w:rPr>
              <w:t xml:space="preserve"> </w:t>
            </w:r>
            <w:r w:rsidRPr="00982C8B">
              <w:rPr>
                <w:b/>
                <w:color w:val="auto"/>
                <w:sz w:val="22"/>
                <w:szCs w:val="22"/>
                <w:highlight w:val="yellow"/>
              </w:rPr>
              <w:t>K1.21 Force, pressure, and flow characteristics</w:t>
            </w:r>
            <w:r w:rsidRPr="001A7B4B">
              <w:rPr>
                <w:bCs/>
                <w:color w:val="auto"/>
                <w:sz w:val="22"/>
                <w:szCs w:val="22"/>
              </w:rPr>
              <w:t>, deliver the following:</w:t>
            </w:r>
          </w:p>
          <w:p w14:paraId="40D9A531" w14:textId="738B259D" w:rsidR="001D7B8E" w:rsidRPr="001A7B4B" w:rsidRDefault="001D7B8E" w:rsidP="002C017C">
            <w:pPr>
              <w:pStyle w:val="Default"/>
              <w:numPr>
                <w:ilvl w:val="0"/>
                <w:numId w:val="173"/>
              </w:numPr>
              <w:rPr>
                <w:color w:val="auto"/>
                <w:sz w:val="22"/>
                <w:szCs w:val="22"/>
              </w:rPr>
            </w:pPr>
            <w:r w:rsidRPr="001A7B4B">
              <w:rPr>
                <w:color w:val="auto"/>
                <w:sz w:val="22"/>
                <w:szCs w:val="22"/>
              </w:rPr>
              <w:t xml:space="preserve">force calculations </w:t>
            </w:r>
          </w:p>
          <w:p w14:paraId="78A31320" w14:textId="3C2EE2E2" w:rsidR="001D7B8E" w:rsidRPr="001A7B4B" w:rsidRDefault="001D7B8E" w:rsidP="002C017C">
            <w:pPr>
              <w:pStyle w:val="Default"/>
              <w:numPr>
                <w:ilvl w:val="0"/>
                <w:numId w:val="173"/>
              </w:numPr>
              <w:rPr>
                <w:color w:val="auto"/>
                <w:sz w:val="22"/>
                <w:szCs w:val="22"/>
              </w:rPr>
            </w:pPr>
            <w:r w:rsidRPr="001A7B4B">
              <w:rPr>
                <w:color w:val="auto"/>
                <w:sz w:val="22"/>
                <w:szCs w:val="22"/>
              </w:rPr>
              <w:lastRenderedPageBreak/>
              <w:t xml:space="preserve">pressure head </w:t>
            </w:r>
          </w:p>
          <w:p w14:paraId="2321BA06" w14:textId="6DC2D2D6" w:rsidR="001D7B8E" w:rsidRPr="001A7B4B" w:rsidRDefault="001D7B8E" w:rsidP="002C017C">
            <w:pPr>
              <w:pStyle w:val="Default"/>
              <w:numPr>
                <w:ilvl w:val="0"/>
                <w:numId w:val="173"/>
              </w:numPr>
              <w:rPr>
                <w:color w:val="auto"/>
                <w:sz w:val="22"/>
                <w:szCs w:val="22"/>
              </w:rPr>
            </w:pPr>
            <w:r w:rsidRPr="001A7B4B">
              <w:rPr>
                <w:color w:val="auto"/>
                <w:sz w:val="22"/>
                <w:szCs w:val="22"/>
              </w:rPr>
              <w:t xml:space="preserve">pressure calculations </w:t>
            </w:r>
          </w:p>
          <w:p w14:paraId="5FEA3458" w14:textId="661F5AAB" w:rsidR="001D7B8E" w:rsidRPr="001A7B4B" w:rsidRDefault="001D7B8E" w:rsidP="002C017C">
            <w:pPr>
              <w:pStyle w:val="Default"/>
              <w:numPr>
                <w:ilvl w:val="0"/>
                <w:numId w:val="173"/>
              </w:numPr>
              <w:rPr>
                <w:color w:val="auto"/>
                <w:sz w:val="22"/>
                <w:szCs w:val="22"/>
              </w:rPr>
            </w:pPr>
            <w:r w:rsidRPr="001A7B4B">
              <w:rPr>
                <w:color w:val="auto"/>
                <w:sz w:val="22"/>
                <w:szCs w:val="22"/>
              </w:rPr>
              <w:t xml:space="preserve">static pressure </w:t>
            </w:r>
          </w:p>
          <w:p w14:paraId="36E70EB4" w14:textId="5BE646EF" w:rsidR="001D7B8E" w:rsidRPr="001A7B4B" w:rsidRDefault="001D7B8E" w:rsidP="002C017C">
            <w:pPr>
              <w:pStyle w:val="Default"/>
              <w:numPr>
                <w:ilvl w:val="0"/>
                <w:numId w:val="173"/>
              </w:numPr>
              <w:rPr>
                <w:color w:val="auto"/>
                <w:sz w:val="22"/>
                <w:szCs w:val="22"/>
              </w:rPr>
            </w:pPr>
            <w:r w:rsidRPr="001A7B4B">
              <w:rPr>
                <w:color w:val="auto"/>
                <w:sz w:val="22"/>
                <w:szCs w:val="22"/>
              </w:rPr>
              <w:t xml:space="preserve">dynamic pressure </w:t>
            </w:r>
          </w:p>
          <w:p w14:paraId="592BD719" w14:textId="2C3C1F7C" w:rsidR="001D7B8E" w:rsidRPr="001A7B4B" w:rsidRDefault="001D7B8E" w:rsidP="002C017C">
            <w:pPr>
              <w:pStyle w:val="Default"/>
              <w:numPr>
                <w:ilvl w:val="0"/>
                <w:numId w:val="173"/>
              </w:numPr>
              <w:rPr>
                <w:color w:val="auto"/>
                <w:sz w:val="22"/>
                <w:szCs w:val="22"/>
              </w:rPr>
            </w:pPr>
            <w:r w:rsidRPr="001A7B4B">
              <w:rPr>
                <w:color w:val="auto"/>
                <w:sz w:val="22"/>
                <w:szCs w:val="22"/>
              </w:rPr>
              <w:t xml:space="preserve">draught </w:t>
            </w:r>
          </w:p>
          <w:p w14:paraId="01E7AD68" w14:textId="199097AA" w:rsidR="001D7B8E" w:rsidRPr="001A7B4B" w:rsidRDefault="001D7B8E" w:rsidP="002C017C">
            <w:pPr>
              <w:pStyle w:val="Default"/>
              <w:numPr>
                <w:ilvl w:val="0"/>
                <w:numId w:val="173"/>
              </w:numPr>
              <w:rPr>
                <w:color w:val="auto"/>
                <w:sz w:val="22"/>
                <w:szCs w:val="22"/>
              </w:rPr>
            </w:pPr>
            <w:r w:rsidRPr="001A7B4B">
              <w:rPr>
                <w:color w:val="auto"/>
                <w:sz w:val="22"/>
                <w:szCs w:val="22"/>
              </w:rPr>
              <w:t xml:space="preserve">forced draught </w:t>
            </w:r>
          </w:p>
          <w:p w14:paraId="2FF421A9" w14:textId="77777777" w:rsidR="001D7B8E" w:rsidRPr="001A7B4B" w:rsidRDefault="001D7B8E" w:rsidP="00D43552">
            <w:pPr>
              <w:pStyle w:val="Normalheadingblue"/>
              <w:spacing w:before="0" w:after="0"/>
              <w:rPr>
                <w:rFonts w:cs="Arial"/>
                <w:b w:val="0"/>
                <w:color w:val="auto"/>
                <w:szCs w:val="22"/>
              </w:rPr>
            </w:pPr>
            <w:r w:rsidRPr="001A7B4B">
              <w:rPr>
                <w:rFonts w:cs="Arial"/>
                <w:b w:val="0"/>
                <w:color w:val="auto"/>
                <w:szCs w:val="22"/>
              </w:rPr>
              <w:t>Use worked examples as a class to calculate force and pressure.</w:t>
            </w:r>
          </w:p>
          <w:p w14:paraId="43BC10AF" w14:textId="77777777" w:rsidR="001D7B8E" w:rsidRPr="001A7B4B" w:rsidRDefault="001D7B8E" w:rsidP="00BD6916">
            <w:pPr>
              <w:pStyle w:val="Normalheadingblue"/>
              <w:spacing w:before="0" w:after="0"/>
              <w:ind w:left="720"/>
              <w:rPr>
                <w:rFonts w:cs="Arial"/>
                <w:b w:val="0"/>
                <w:color w:val="auto"/>
                <w:szCs w:val="22"/>
              </w:rPr>
            </w:pPr>
          </w:p>
          <w:p w14:paraId="20D8F493" w14:textId="7489F365" w:rsidR="001D7B8E" w:rsidRPr="001A7B4B" w:rsidRDefault="001D7B8E" w:rsidP="00BD6916">
            <w:pPr>
              <w:pStyle w:val="Normalheadingblue"/>
              <w:spacing w:before="0" w:after="0"/>
              <w:rPr>
                <w:rFonts w:cs="Arial"/>
                <w:color w:val="auto"/>
                <w:szCs w:val="22"/>
              </w:rPr>
            </w:pPr>
            <w:r w:rsidRPr="001A7B4B">
              <w:rPr>
                <w:rFonts w:cs="Arial"/>
                <w:color w:val="auto"/>
                <w:szCs w:val="22"/>
              </w:rPr>
              <w:t xml:space="preserve">Knowledge </w:t>
            </w:r>
            <w:r w:rsidR="00D43552" w:rsidRPr="001A7B4B">
              <w:rPr>
                <w:rFonts w:cs="Arial"/>
                <w:color w:val="auto"/>
                <w:szCs w:val="22"/>
              </w:rPr>
              <w:t>C</w:t>
            </w:r>
            <w:r w:rsidRPr="001A7B4B">
              <w:rPr>
                <w:rFonts w:cs="Arial"/>
                <w:color w:val="auto"/>
                <w:szCs w:val="22"/>
              </w:rPr>
              <w:t>heck example:</w:t>
            </w:r>
          </w:p>
          <w:p w14:paraId="3E2B6D91" w14:textId="6D67158E" w:rsidR="001D7B8E" w:rsidRPr="001A7B4B" w:rsidRDefault="001D7B8E" w:rsidP="00BD6916">
            <w:pPr>
              <w:pStyle w:val="Normalheadingblue"/>
              <w:spacing w:before="0" w:after="0"/>
              <w:rPr>
                <w:rFonts w:cs="Arial"/>
                <w:b w:val="0"/>
                <w:color w:val="auto"/>
                <w:szCs w:val="22"/>
              </w:rPr>
            </w:pPr>
            <w:r w:rsidRPr="001A7B4B">
              <w:rPr>
                <w:rFonts w:cs="Arial"/>
                <w:b w:val="0"/>
                <w:color w:val="auto"/>
                <w:szCs w:val="22"/>
              </w:rPr>
              <w:t xml:space="preserve">Calculating </w:t>
            </w:r>
            <w:r w:rsidR="000532CB" w:rsidRPr="001A7B4B">
              <w:rPr>
                <w:rFonts w:cs="Arial"/>
                <w:b w:val="0"/>
                <w:color w:val="auto"/>
                <w:szCs w:val="22"/>
              </w:rPr>
              <w:t xml:space="preserve">force and pressure using a set of given problems and scenarios. </w:t>
            </w:r>
            <w:r w:rsidR="00116A2E" w:rsidRPr="001A7B4B">
              <w:rPr>
                <w:rFonts w:cs="Arial"/>
                <w:b w:val="0"/>
                <w:color w:val="auto"/>
                <w:szCs w:val="22"/>
              </w:rPr>
              <w:t>Students</w:t>
            </w:r>
            <w:r w:rsidR="000532CB" w:rsidRPr="001A7B4B">
              <w:rPr>
                <w:rFonts w:cs="Arial"/>
                <w:b w:val="0"/>
                <w:color w:val="auto"/>
                <w:szCs w:val="22"/>
              </w:rPr>
              <w:t xml:space="preserve"> to complete as small groups or individually as tutor requires.</w:t>
            </w:r>
          </w:p>
          <w:p w14:paraId="23171610" w14:textId="77777777" w:rsidR="000532CB" w:rsidRPr="001A7B4B" w:rsidRDefault="000532CB" w:rsidP="00BD6916">
            <w:pPr>
              <w:pStyle w:val="Normalheadingblue"/>
              <w:spacing w:before="0" w:after="0"/>
              <w:rPr>
                <w:rFonts w:cs="Arial"/>
                <w:b w:val="0"/>
                <w:color w:val="auto"/>
                <w:szCs w:val="22"/>
              </w:rPr>
            </w:pPr>
          </w:p>
          <w:p w14:paraId="47B63B1B" w14:textId="77777777" w:rsidR="001D7B8E" w:rsidRPr="001A7B4B" w:rsidRDefault="001D7B8E" w:rsidP="00BD6916">
            <w:pPr>
              <w:pStyle w:val="Normalheadingblue"/>
              <w:spacing w:before="0" w:after="0"/>
              <w:rPr>
                <w:rFonts w:cs="Arial"/>
                <w:color w:val="auto"/>
                <w:szCs w:val="22"/>
              </w:rPr>
            </w:pPr>
            <w:r w:rsidRPr="001A7B4B">
              <w:rPr>
                <w:rFonts w:cs="Arial"/>
                <w:color w:val="auto"/>
                <w:szCs w:val="22"/>
              </w:rPr>
              <w:t>Resources:</w:t>
            </w:r>
          </w:p>
          <w:p w14:paraId="350645BD" w14:textId="604C1BD8" w:rsidR="000532CB" w:rsidRPr="001A7B4B" w:rsidRDefault="00763103" w:rsidP="00BD6916">
            <w:pPr>
              <w:pStyle w:val="Normalheadingblue"/>
              <w:spacing w:before="0" w:after="0"/>
              <w:rPr>
                <w:rFonts w:cs="Arial"/>
                <w:bCs/>
                <w:color w:val="auto"/>
                <w:szCs w:val="22"/>
              </w:rPr>
            </w:pPr>
            <w:r w:rsidRPr="001A7B4B">
              <w:rPr>
                <w:rFonts w:cs="Arial"/>
                <w:b w:val="0"/>
                <w:color w:val="auto"/>
                <w:szCs w:val="22"/>
              </w:rPr>
              <w:t>PowerPoint</w:t>
            </w:r>
            <w:r w:rsidR="00A95B1D" w:rsidRPr="001A7B4B">
              <w:rPr>
                <w:rFonts w:cs="Arial"/>
                <w:bCs/>
                <w:color w:val="auto"/>
                <w:szCs w:val="22"/>
              </w:rPr>
              <w:t>: K1.21 Force, pressure, and flow characteristics</w:t>
            </w:r>
          </w:p>
          <w:p w14:paraId="4CAE2FB6" w14:textId="77777777" w:rsidR="000532CB" w:rsidRPr="001A7B4B" w:rsidRDefault="000532CB" w:rsidP="00BD6916">
            <w:pPr>
              <w:pStyle w:val="Normalheadingblue"/>
              <w:spacing w:before="0" w:after="0"/>
              <w:rPr>
                <w:rFonts w:cs="Arial"/>
                <w:b w:val="0"/>
                <w:color w:val="auto"/>
                <w:szCs w:val="22"/>
              </w:rPr>
            </w:pPr>
            <w:r w:rsidRPr="001A7B4B">
              <w:rPr>
                <w:rFonts w:cs="Arial"/>
                <w:b w:val="0"/>
                <w:color w:val="auto"/>
                <w:szCs w:val="22"/>
              </w:rPr>
              <w:t xml:space="preserve">Knowledge test </w:t>
            </w:r>
            <w:r w:rsidR="005A243F" w:rsidRPr="001A7B4B">
              <w:rPr>
                <w:rFonts w:cs="Arial"/>
                <w:b w:val="0"/>
                <w:color w:val="auto"/>
                <w:szCs w:val="22"/>
              </w:rPr>
              <w:t>–</w:t>
            </w:r>
            <w:r w:rsidRPr="001A7B4B">
              <w:rPr>
                <w:rFonts w:cs="Arial"/>
                <w:b w:val="0"/>
                <w:color w:val="auto"/>
                <w:szCs w:val="22"/>
              </w:rPr>
              <w:t xml:space="preserve"> calculations</w:t>
            </w:r>
          </w:p>
          <w:p w14:paraId="4DEE3A7E" w14:textId="77777777" w:rsidR="00957646" w:rsidRPr="001A7B4B" w:rsidRDefault="00957646" w:rsidP="00BD6916">
            <w:pPr>
              <w:pStyle w:val="Default"/>
              <w:rPr>
                <w:color w:val="auto"/>
                <w:szCs w:val="22"/>
              </w:rPr>
            </w:pPr>
          </w:p>
        </w:tc>
        <w:tc>
          <w:tcPr>
            <w:tcW w:w="2246" w:type="dxa"/>
          </w:tcPr>
          <w:p w14:paraId="4746C9CA" w14:textId="77777777" w:rsidR="00DD207A" w:rsidRDefault="008A57D2">
            <w:r>
              <w:lastRenderedPageBreak/>
              <w:t>Knowledge recall Q&amp;A</w:t>
            </w:r>
            <w:r>
              <w:br/>
            </w:r>
            <w:r>
              <w:br/>
            </w:r>
            <w:r>
              <w:br/>
              <w:t>Worked calculation tasks</w:t>
            </w:r>
            <w:r>
              <w:br/>
            </w:r>
            <w:r>
              <w:br/>
              <w:t>Scenario tasks</w:t>
            </w:r>
            <w:r>
              <w:br/>
              <w:t xml:space="preserve">English skills (reading, writing, </w:t>
            </w:r>
            <w:r>
              <w:lastRenderedPageBreak/>
              <w:t>technical vocabulary)</w:t>
            </w:r>
          </w:p>
        </w:tc>
      </w:tr>
      <w:tr w:rsidR="00531CBA" w:rsidRPr="00634DF8" w14:paraId="5E1547A7" w14:textId="77777777" w:rsidTr="24BA986D">
        <w:trPr>
          <w:trHeight w:val="300"/>
          <w:jc w:val="center"/>
        </w:trPr>
        <w:tc>
          <w:tcPr>
            <w:tcW w:w="1297" w:type="dxa"/>
          </w:tcPr>
          <w:p w14:paraId="1354CDB9" w14:textId="77777777" w:rsidR="00531CBA" w:rsidRDefault="00531CBA" w:rsidP="00531CBA">
            <w:pPr>
              <w:jc w:val="center"/>
              <w:rPr>
                <w:rFonts w:cs="Arial"/>
                <w:szCs w:val="22"/>
              </w:rPr>
            </w:pPr>
            <w:r>
              <w:rPr>
                <w:rFonts w:cs="Arial"/>
                <w:szCs w:val="22"/>
              </w:rPr>
              <w:lastRenderedPageBreak/>
              <w:t>60</w:t>
            </w:r>
          </w:p>
          <w:p w14:paraId="34E338AC" w14:textId="77777777" w:rsidR="00531CBA" w:rsidRDefault="00531CBA" w:rsidP="00531CBA">
            <w:pPr>
              <w:jc w:val="center"/>
              <w:rPr>
                <w:rFonts w:cs="Arial"/>
                <w:szCs w:val="22"/>
              </w:rPr>
            </w:pPr>
            <w:r>
              <w:rPr>
                <w:rFonts w:cs="Arial"/>
                <w:szCs w:val="22"/>
              </w:rPr>
              <w:t>3 hours</w:t>
            </w:r>
          </w:p>
          <w:p w14:paraId="3764ED54" w14:textId="4A048220" w:rsidR="00BD6916" w:rsidRPr="00BD6916" w:rsidRDefault="00BD6916" w:rsidP="00531CBA">
            <w:pPr>
              <w:jc w:val="center"/>
              <w:rPr>
                <w:rFonts w:cs="Arial"/>
                <w:b/>
                <w:bCs/>
                <w:szCs w:val="22"/>
              </w:rPr>
            </w:pPr>
            <w:r w:rsidRPr="00BD6916">
              <w:rPr>
                <w:rFonts w:cs="Arial"/>
                <w:b/>
                <w:bCs/>
                <w:szCs w:val="22"/>
                <w:highlight w:val="yellow"/>
              </w:rPr>
              <w:t xml:space="preserve">PPT </w:t>
            </w:r>
            <w:r w:rsidRPr="00D43552">
              <w:rPr>
                <w:rFonts w:cs="Arial"/>
                <w:b/>
                <w:bCs/>
                <w:szCs w:val="22"/>
                <w:highlight w:val="yellow"/>
              </w:rPr>
              <w:t>available</w:t>
            </w:r>
            <w:r w:rsidR="00D43552" w:rsidRPr="00D43552">
              <w:rPr>
                <w:rFonts w:cs="Arial"/>
                <w:b/>
                <w:bCs/>
                <w:szCs w:val="22"/>
                <w:highlight w:val="yellow"/>
              </w:rPr>
              <w:t xml:space="preserve"> (same as session 59)</w:t>
            </w:r>
          </w:p>
        </w:tc>
        <w:tc>
          <w:tcPr>
            <w:tcW w:w="2199" w:type="dxa"/>
          </w:tcPr>
          <w:p w14:paraId="35F1860F" w14:textId="77777777" w:rsidR="00531CBA" w:rsidRPr="001A7B4B" w:rsidRDefault="00531CBA" w:rsidP="00531CBA">
            <w:pPr>
              <w:pStyle w:val="Normalheadingblack"/>
              <w:rPr>
                <w:rFonts w:cs="Arial"/>
                <w:lang w:eastAsia="en-GB"/>
              </w:rPr>
            </w:pPr>
            <w:r w:rsidRPr="001A7B4B">
              <w:rPr>
                <w:rFonts w:cs="Arial"/>
                <w:lang w:eastAsia="en-GB"/>
              </w:rPr>
              <w:t>Outcome 1 – Plumbing and heating common knowledge criteria</w:t>
            </w:r>
          </w:p>
          <w:p w14:paraId="0DB0BF6D" w14:textId="77777777" w:rsidR="00531CBA" w:rsidRPr="001A7B4B" w:rsidRDefault="00531CBA" w:rsidP="00531CBA">
            <w:pPr>
              <w:pStyle w:val="Normalheadingblack"/>
              <w:rPr>
                <w:rFonts w:cs="Arial"/>
                <w:lang w:eastAsia="en-GB"/>
              </w:rPr>
            </w:pPr>
          </w:p>
        </w:tc>
        <w:tc>
          <w:tcPr>
            <w:tcW w:w="3135" w:type="dxa"/>
          </w:tcPr>
          <w:p w14:paraId="50AC6122" w14:textId="77777777" w:rsidR="00531CBA" w:rsidRPr="001A7B4B" w:rsidRDefault="00531CBA" w:rsidP="00531CBA">
            <w:pPr>
              <w:pStyle w:val="Default"/>
              <w:rPr>
                <w:bCs/>
                <w:color w:val="auto"/>
                <w:szCs w:val="22"/>
              </w:rPr>
            </w:pPr>
            <w:r w:rsidRPr="001A7B4B">
              <w:rPr>
                <w:bCs/>
                <w:color w:val="auto"/>
                <w:sz w:val="22"/>
                <w:szCs w:val="22"/>
              </w:rPr>
              <w:t xml:space="preserve">K1.21 Scientific principles and concepts of heating engineering </w:t>
            </w:r>
          </w:p>
          <w:p w14:paraId="00173976" w14:textId="77777777" w:rsidR="00531CBA" w:rsidRPr="001A7B4B" w:rsidRDefault="00531CBA" w:rsidP="00531CBA">
            <w:pPr>
              <w:pStyle w:val="Normalheadingblack"/>
              <w:rPr>
                <w:rFonts w:cs="Arial"/>
                <w:b w:val="0"/>
                <w:szCs w:val="22"/>
              </w:rPr>
            </w:pPr>
          </w:p>
        </w:tc>
        <w:tc>
          <w:tcPr>
            <w:tcW w:w="5785" w:type="dxa"/>
          </w:tcPr>
          <w:p w14:paraId="341D725F" w14:textId="2EFAF76D" w:rsidR="000532CB" w:rsidRPr="001A7B4B" w:rsidRDefault="000532CB" w:rsidP="00BD6916">
            <w:pPr>
              <w:pStyle w:val="Normalheadingblue"/>
              <w:spacing w:before="0" w:after="0"/>
              <w:rPr>
                <w:rFonts w:cs="Arial"/>
                <w:color w:val="auto"/>
                <w:szCs w:val="22"/>
              </w:rPr>
            </w:pPr>
            <w:r w:rsidRPr="001A7B4B">
              <w:rPr>
                <w:rFonts w:cs="Arial"/>
                <w:color w:val="auto"/>
                <w:szCs w:val="22"/>
              </w:rPr>
              <w:t>Activity:</w:t>
            </w:r>
          </w:p>
          <w:p w14:paraId="68B968FD" w14:textId="77777777" w:rsidR="000532CB" w:rsidRPr="001A7B4B" w:rsidRDefault="000532CB" w:rsidP="00BD6916">
            <w:pPr>
              <w:pStyle w:val="Normalheadingblue"/>
              <w:spacing w:before="0" w:after="0"/>
              <w:rPr>
                <w:rFonts w:cs="Arial"/>
                <w:color w:val="auto"/>
                <w:szCs w:val="22"/>
              </w:rPr>
            </w:pPr>
            <w:r w:rsidRPr="001A7B4B">
              <w:rPr>
                <w:rFonts w:cs="Arial"/>
                <w:color w:val="auto"/>
                <w:szCs w:val="22"/>
              </w:rPr>
              <w:t>Starter task example:</w:t>
            </w:r>
          </w:p>
          <w:p w14:paraId="2BFDAEAB" w14:textId="42336F76" w:rsidR="005A243F" w:rsidRPr="001A7B4B" w:rsidRDefault="005A243F" w:rsidP="00BD6916">
            <w:pPr>
              <w:pStyle w:val="Normalheadingblue"/>
              <w:spacing w:before="0" w:after="0"/>
              <w:rPr>
                <w:rFonts w:cs="Arial"/>
                <w:b w:val="0"/>
                <w:color w:val="auto"/>
                <w:szCs w:val="22"/>
              </w:rPr>
            </w:pPr>
            <w:r w:rsidRPr="001A7B4B">
              <w:rPr>
                <w:rFonts w:cs="Arial"/>
                <w:b w:val="0"/>
                <w:color w:val="auto"/>
                <w:szCs w:val="22"/>
              </w:rPr>
              <w:t>Quick task – calculate static head in given examples</w:t>
            </w:r>
            <w:r w:rsidR="0085721E">
              <w:rPr>
                <w:rFonts w:cs="Arial"/>
                <w:b w:val="0"/>
                <w:color w:val="auto"/>
                <w:szCs w:val="22"/>
              </w:rPr>
              <w:t>.</w:t>
            </w:r>
          </w:p>
          <w:p w14:paraId="3E229A28" w14:textId="77777777" w:rsidR="000532CB" w:rsidRPr="001A7B4B" w:rsidRDefault="000532CB" w:rsidP="00BD6916">
            <w:pPr>
              <w:pStyle w:val="Normalheadingblue"/>
              <w:spacing w:before="0" w:after="0"/>
              <w:rPr>
                <w:rFonts w:cs="Arial"/>
                <w:color w:val="auto"/>
                <w:szCs w:val="22"/>
              </w:rPr>
            </w:pPr>
          </w:p>
          <w:p w14:paraId="5080C7AC" w14:textId="66C37055" w:rsidR="000532CB" w:rsidRPr="001A7B4B" w:rsidRDefault="000532CB" w:rsidP="00BD6916">
            <w:pPr>
              <w:pStyle w:val="Normalheadingblue"/>
              <w:spacing w:before="0" w:after="0"/>
              <w:rPr>
                <w:rFonts w:cs="Arial"/>
                <w:color w:val="auto"/>
                <w:szCs w:val="22"/>
              </w:rPr>
            </w:pPr>
            <w:r w:rsidRPr="001A7B4B">
              <w:rPr>
                <w:rFonts w:cs="Arial"/>
                <w:color w:val="auto"/>
                <w:szCs w:val="22"/>
              </w:rPr>
              <w:t>Delivery</w:t>
            </w:r>
            <w:r w:rsidR="00BA01BB" w:rsidRPr="001A7B4B">
              <w:rPr>
                <w:rFonts w:cs="Arial"/>
                <w:color w:val="auto"/>
                <w:szCs w:val="22"/>
              </w:rPr>
              <w:t xml:space="preserve"> focus</w:t>
            </w:r>
            <w:r w:rsidRPr="001A7B4B">
              <w:rPr>
                <w:rFonts w:cs="Arial"/>
                <w:color w:val="auto"/>
                <w:szCs w:val="22"/>
              </w:rPr>
              <w:t>:</w:t>
            </w:r>
          </w:p>
          <w:p w14:paraId="65FF32D2" w14:textId="77777777" w:rsidR="001C64DE" w:rsidRPr="001A7B4B" w:rsidRDefault="001C64DE" w:rsidP="001C64DE">
            <w:pPr>
              <w:pStyle w:val="Default"/>
              <w:rPr>
                <w:b/>
                <w:color w:val="auto"/>
                <w:sz w:val="22"/>
                <w:szCs w:val="22"/>
              </w:rPr>
            </w:pPr>
            <w:r w:rsidRPr="001A7B4B">
              <w:rPr>
                <w:bCs/>
                <w:color w:val="auto"/>
                <w:sz w:val="22"/>
                <w:szCs w:val="22"/>
              </w:rPr>
              <w:t>Using PowerPoint</w:t>
            </w:r>
            <w:r w:rsidRPr="001A7B4B">
              <w:rPr>
                <w:b/>
                <w:color w:val="auto"/>
                <w:sz w:val="22"/>
                <w:szCs w:val="22"/>
              </w:rPr>
              <w:t xml:space="preserve"> </w:t>
            </w:r>
            <w:r w:rsidRPr="00982C8B">
              <w:rPr>
                <w:b/>
                <w:color w:val="auto"/>
                <w:sz w:val="22"/>
                <w:szCs w:val="22"/>
                <w:highlight w:val="yellow"/>
              </w:rPr>
              <w:t>K1.21 Force, pressure, and flow characteristics</w:t>
            </w:r>
            <w:r w:rsidRPr="001A7B4B">
              <w:rPr>
                <w:bCs/>
                <w:color w:val="auto"/>
                <w:sz w:val="22"/>
                <w:szCs w:val="22"/>
              </w:rPr>
              <w:t>, deliver the following:</w:t>
            </w:r>
          </w:p>
          <w:p w14:paraId="7655B066" w14:textId="77777777" w:rsidR="000532CB" w:rsidRPr="001A7B4B" w:rsidRDefault="000532CB" w:rsidP="002C017C">
            <w:pPr>
              <w:pStyle w:val="Default"/>
              <w:numPr>
                <w:ilvl w:val="0"/>
                <w:numId w:val="19"/>
              </w:numPr>
              <w:ind w:left="360"/>
              <w:rPr>
                <w:color w:val="auto"/>
                <w:sz w:val="22"/>
                <w:szCs w:val="22"/>
              </w:rPr>
            </w:pPr>
            <w:r w:rsidRPr="001A7B4B">
              <w:rPr>
                <w:color w:val="auto"/>
                <w:sz w:val="22"/>
                <w:szCs w:val="22"/>
              </w:rPr>
              <w:t xml:space="preserve">effects of increasing/reducing pressure </w:t>
            </w:r>
          </w:p>
          <w:p w14:paraId="505D203B" w14:textId="77777777" w:rsidR="000532CB" w:rsidRPr="001A7B4B" w:rsidRDefault="000532CB" w:rsidP="002C017C">
            <w:pPr>
              <w:pStyle w:val="Default"/>
              <w:numPr>
                <w:ilvl w:val="0"/>
                <w:numId w:val="19"/>
              </w:numPr>
              <w:ind w:left="360"/>
              <w:rPr>
                <w:color w:val="auto"/>
                <w:sz w:val="22"/>
                <w:szCs w:val="22"/>
              </w:rPr>
            </w:pPr>
            <w:r w:rsidRPr="001A7B4B">
              <w:rPr>
                <w:color w:val="auto"/>
                <w:sz w:val="22"/>
                <w:szCs w:val="22"/>
              </w:rPr>
              <w:t xml:space="preserve">effects of increasing/reducing pipe size </w:t>
            </w:r>
          </w:p>
          <w:p w14:paraId="1FAA55EC" w14:textId="77777777" w:rsidR="000532CB" w:rsidRPr="001A7B4B" w:rsidRDefault="000532CB" w:rsidP="002C017C">
            <w:pPr>
              <w:pStyle w:val="Default"/>
              <w:numPr>
                <w:ilvl w:val="0"/>
                <w:numId w:val="19"/>
              </w:numPr>
              <w:ind w:left="360"/>
              <w:rPr>
                <w:color w:val="auto"/>
                <w:sz w:val="22"/>
                <w:szCs w:val="22"/>
              </w:rPr>
            </w:pPr>
            <w:r w:rsidRPr="001A7B4B">
              <w:rPr>
                <w:color w:val="auto"/>
                <w:sz w:val="22"/>
                <w:szCs w:val="22"/>
              </w:rPr>
              <w:lastRenderedPageBreak/>
              <w:t xml:space="preserve">changes of direction, bends and tees </w:t>
            </w:r>
          </w:p>
          <w:p w14:paraId="64AEF415" w14:textId="77777777" w:rsidR="000532CB" w:rsidRPr="001A7B4B" w:rsidRDefault="000532CB" w:rsidP="002C017C">
            <w:pPr>
              <w:pStyle w:val="Default"/>
              <w:numPr>
                <w:ilvl w:val="0"/>
                <w:numId w:val="19"/>
              </w:numPr>
              <w:ind w:left="360"/>
              <w:rPr>
                <w:color w:val="auto"/>
                <w:sz w:val="22"/>
                <w:szCs w:val="22"/>
              </w:rPr>
            </w:pPr>
            <w:r w:rsidRPr="001A7B4B">
              <w:rPr>
                <w:color w:val="auto"/>
                <w:sz w:val="22"/>
                <w:szCs w:val="22"/>
              </w:rPr>
              <w:t xml:space="preserve">pipe size </w:t>
            </w:r>
          </w:p>
          <w:p w14:paraId="26D6B00F" w14:textId="77777777" w:rsidR="000532CB" w:rsidRPr="001A7B4B" w:rsidRDefault="000532CB" w:rsidP="002C017C">
            <w:pPr>
              <w:pStyle w:val="Default"/>
              <w:numPr>
                <w:ilvl w:val="0"/>
                <w:numId w:val="19"/>
              </w:numPr>
              <w:ind w:left="360"/>
              <w:rPr>
                <w:color w:val="auto"/>
                <w:sz w:val="22"/>
                <w:szCs w:val="22"/>
              </w:rPr>
            </w:pPr>
            <w:r w:rsidRPr="001A7B4B">
              <w:rPr>
                <w:color w:val="auto"/>
                <w:sz w:val="22"/>
                <w:szCs w:val="22"/>
              </w:rPr>
              <w:t xml:space="preserve">pipe reductions </w:t>
            </w:r>
          </w:p>
          <w:p w14:paraId="152CEE8B" w14:textId="77777777" w:rsidR="000532CB" w:rsidRPr="001A7B4B" w:rsidRDefault="000532CB" w:rsidP="002C017C">
            <w:pPr>
              <w:pStyle w:val="Default"/>
              <w:numPr>
                <w:ilvl w:val="0"/>
                <w:numId w:val="19"/>
              </w:numPr>
              <w:ind w:left="360"/>
              <w:rPr>
                <w:color w:val="auto"/>
                <w:sz w:val="22"/>
                <w:szCs w:val="22"/>
              </w:rPr>
            </w:pPr>
            <w:r w:rsidRPr="001A7B4B">
              <w:rPr>
                <w:color w:val="auto"/>
                <w:sz w:val="22"/>
                <w:szCs w:val="22"/>
              </w:rPr>
              <w:t xml:space="preserve">roughness of material surface </w:t>
            </w:r>
          </w:p>
          <w:p w14:paraId="77C7FBB9" w14:textId="77777777" w:rsidR="000532CB" w:rsidRPr="001A7B4B" w:rsidRDefault="000532CB" w:rsidP="002C017C">
            <w:pPr>
              <w:pStyle w:val="Default"/>
              <w:numPr>
                <w:ilvl w:val="0"/>
                <w:numId w:val="19"/>
              </w:numPr>
              <w:ind w:left="360"/>
              <w:rPr>
                <w:color w:val="auto"/>
                <w:sz w:val="22"/>
                <w:szCs w:val="22"/>
              </w:rPr>
            </w:pPr>
            <w:r w:rsidRPr="001A7B4B">
              <w:rPr>
                <w:color w:val="auto"/>
                <w:sz w:val="22"/>
                <w:szCs w:val="22"/>
              </w:rPr>
              <w:t xml:space="preserve">constrictions, such as valves </w:t>
            </w:r>
          </w:p>
          <w:p w14:paraId="4E10CF02" w14:textId="77777777" w:rsidR="000532CB" w:rsidRPr="001A7B4B" w:rsidRDefault="000532CB" w:rsidP="002C017C">
            <w:pPr>
              <w:pStyle w:val="Default"/>
              <w:numPr>
                <w:ilvl w:val="0"/>
                <w:numId w:val="19"/>
              </w:numPr>
              <w:ind w:left="360"/>
              <w:rPr>
                <w:color w:val="auto"/>
                <w:sz w:val="22"/>
                <w:szCs w:val="22"/>
              </w:rPr>
            </w:pPr>
            <w:r w:rsidRPr="001A7B4B">
              <w:rPr>
                <w:color w:val="auto"/>
                <w:sz w:val="22"/>
                <w:szCs w:val="22"/>
              </w:rPr>
              <w:t xml:space="preserve">expansion in systems. </w:t>
            </w:r>
          </w:p>
          <w:p w14:paraId="75E261A8" w14:textId="77777777" w:rsidR="005A243F" w:rsidRPr="001A7B4B" w:rsidRDefault="005A243F" w:rsidP="001C64DE">
            <w:pPr>
              <w:pStyle w:val="Default"/>
              <w:rPr>
                <w:color w:val="auto"/>
                <w:sz w:val="22"/>
                <w:szCs w:val="22"/>
              </w:rPr>
            </w:pPr>
            <w:r w:rsidRPr="001A7B4B">
              <w:rPr>
                <w:color w:val="auto"/>
                <w:sz w:val="22"/>
                <w:szCs w:val="22"/>
              </w:rPr>
              <w:t>Discuss the term ‘equivalent length’ and look at resistance tables for fittings.</w:t>
            </w:r>
          </w:p>
          <w:p w14:paraId="2E909910" w14:textId="7502AC52" w:rsidR="000532CB" w:rsidRPr="001A7B4B" w:rsidRDefault="005A243F" w:rsidP="001C64DE">
            <w:pPr>
              <w:pStyle w:val="Default"/>
              <w:rPr>
                <w:color w:val="auto"/>
                <w:sz w:val="20"/>
                <w:szCs w:val="20"/>
              </w:rPr>
            </w:pPr>
            <w:r w:rsidRPr="001A7B4B">
              <w:rPr>
                <w:color w:val="auto"/>
                <w:sz w:val="22"/>
                <w:szCs w:val="22"/>
              </w:rPr>
              <w:t xml:space="preserve">Where applicable investigate the video </w:t>
            </w:r>
            <w:hyperlink r:id="rId32" w:history="1">
              <w:r w:rsidRPr="001A7B4B">
                <w:rPr>
                  <w:rStyle w:val="Hyperlink"/>
                  <w:color w:val="auto"/>
                  <w:sz w:val="22"/>
                  <w:szCs w:val="22"/>
                </w:rPr>
                <w:t>(11) pipe resistance - YouTube</w:t>
              </w:r>
            </w:hyperlink>
          </w:p>
          <w:p w14:paraId="5F228078" w14:textId="77777777" w:rsidR="009709BF" w:rsidRPr="001A7B4B" w:rsidRDefault="009709BF" w:rsidP="00BD6916">
            <w:pPr>
              <w:pStyle w:val="Default"/>
              <w:ind w:left="720"/>
              <w:rPr>
                <w:color w:val="auto"/>
                <w:sz w:val="22"/>
                <w:szCs w:val="22"/>
              </w:rPr>
            </w:pPr>
          </w:p>
          <w:p w14:paraId="7C4CD912" w14:textId="1ADC9EC9" w:rsidR="000532CB" w:rsidRPr="001A7B4B" w:rsidRDefault="000532CB" w:rsidP="00BD6916">
            <w:pPr>
              <w:pStyle w:val="Normalheadingblue"/>
              <w:spacing w:before="0" w:after="0"/>
              <w:rPr>
                <w:rFonts w:cs="Arial"/>
                <w:color w:val="auto"/>
                <w:szCs w:val="22"/>
              </w:rPr>
            </w:pPr>
            <w:r w:rsidRPr="001A7B4B">
              <w:rPr>
                <w:rFonts w:cs="Arial"/>
                <w:color w:val="auto"/>
                <w:szCs w:val="22"/>
              </w:rPr>
              <w:t xml:space="preserve">Knowledge </w:t>
            </w:r>
            <w:r w:rsidR="001C64DE" w:rsidRPr="001A7B4B">
              <w:rPr>
                <w:rFonts w:cs="Arial"/>
                <w:color w:val="auto"/>
                <w:szCs w:val="22"/>
              </w:rPr>
              <w:t>C</w:t>
            </w:r>
            <w:r w:rsidRPr="001A7B4B">
              <w:rPr>
                <w:rFonts w:cs="Arial"/>
                <w:color w:val="auto"/>
                <w:szCs w:val="22"/>
              </w:rPr>
              <w:t>heck example:</w:t>
            </w:r>
          </w:p>
          <w:p w14:paraId="2B3074B6" w14:textId="76936BA4" w:rsidR="000532CB" w:rsidRPr="001A7B4B" w:rsidRDefault="005A243F" w:rsidP="00BD6916">
            <w:pPr>
              <w:pStyle w:val="Normalheadingblue"/>
              <w:spacing w:before="0" w:after="0"/>
              <w:rPr>
                <w:rFonts w:cs="Arial"/>
                <w:b w:val="0"/>
                <w:color w:val="auto"/>
                <w:szCs w:val="22"/>
              </w:rPr>
            </w:pPr>
            <w:r w:rsidRPr="001A7B4B">
              <w:rPr>
                <w:rFonts w:cs="Arial"/>
                <w:b w:val="0"/>
                <w:color w:val="auto"/>
                <w:szCs w:val="22"/>
              </w:rPr>
              <w:t xml:space="preserve">Worksheet task – calculate the equivalent lengths and explain which circuits </w:t>
            </w:r>
            <w:r w:rsidR="008F5205" w:rsidRPr="001A7B4B">
              <w:rPr>
                <w:rFonts w:cs="Arial"/>
                <w:b w:val="0"/>
                <w:color w:val="auto"/>
                <w:szCs w:val="22"/>
              </w:rPr>
              <w:t>would</w:t>
            </w:r>
            <w:r w:rsidRPr="001A7B4B">
              <w:rPr>
                <w:rFonts w:cs="Arial"/>
                <w:b w:val="0"/>
                <w:color w:val="auto"/>
                <w:szCs w:val="22"/>
              </w:rPr>
              <w:t xml:space="preserve"> have the most resistance (bends, fittings, length etc)</w:t>
            </w:r>
          </w:p>
          <w:p w14:paraId="7CFA369E" w14:textId="77777777" w:rsidR="005A243F" w:rsidRPr="001A7B4B" w:rsidRDefault="005A243F" w:rsidP="00BD6916">
            <w:pPr>
              <w:pStyle w:val="Normalheadingblue"/>
              <w:spacing w:before="0" w:after="0"/>
              <w:rPr>
                <w:rFonts w:cs="Arial"/>
                <w:b w:val="0"/>
                <w:color w:val="auto"/>
                <w:szCs w:val="22"/>
              </w:rPr>
            </w:pPr>
          </w:p>
          <w:p w14:paraId="260E36B3" w14:textId="77777777" w:rsidR="000532CB" w:rsidRPr="001A7B4B" w:rsidRDefault="000532CB" w:rsidP="00BD6916">
            <w:pPr>
              <w:pStyle w:val="Normalheadingblue"/>
              <w:spacing w:before="0" w:after="0"/>
              <w:rPr>
                <w:rFonts w:cs="Arial"/>
                <w:color w:val="auto"/>
                <w:szCs w:val="22"/>
              </w:rPr>
            </w:pPr>
            <w:r w:rsidRPr="001A7B4B">
              <w:rPr>
                <w:rFonts w:cs="Arial"/>
                <w:color w:val="auto"/>
                <w:szCs w:val="22"/>
              </w:rPr>
              <w:t>Resources:</w:t>
            </w:r>
          </w:p>
          <w:p w14:paraId="0A5528B4" w14:textId="0C02D3BD" w:rsidR="000532CB" w:rsidRPr="001A7B4B" w:rsidRDefault="00763103" w:rsidP="00BD6916">
            <w:pPr>
              <w:pStyle w:val="Default"/>
              <w:rPr>
                <w:b/>
                <w:color w:val="auto"/>
                <w:sz w:val="22"/>
                <w:szCs w:val="22"/>
              </w:rPr>
            </w:pPr>
            <w:r w:rsidRPr="001A7B4B">
              <w:rPr>
                <w:color w:val="auto"/>
                <w:sz w:val="22"/>
                <w:szCs w:val="22"/>
              </w:rPr>
              <w:t>PowerPoint</w:t>
            </w:r>
            <w:r w:rsidR="001C64DE" w:rsidRPr="001A7B4B">
              <w:rPr>
                <w:color w:val="auto"/>
                <w:sz w:val="22"/>
                <w:szCs w:val="22"/>
              </w:rPr>
              <w:t>:</w:t>
            </w:r>
            <w:r w:rsidR="001C64DE" w:rsidRPr="001A7B4B">
              <w:rPr>
                <w:bCs/>
                <w:color w:val="auto"/>
                <w:sz w:val="22"/>
                <w:szCs w:val="22"/>
              </w:rPr>
              <w:t xml:space="preserve"> </w:t>
            </w:r>
            <w:r w:rsidR="001C64DE" w:rsidRPr="001A7B4B">
              <w:rPr>
                <w:b/>
                <w:color w:val="auto"/>
                <w:sz w:val="22"/>
                <w:szCs w:val="22"/>
              </w:rPr>
              <w:t>K1.21 Force, pressure, and flow characteristics</w:t>
            </w:r>
          </w:p>
          <w:p w14:paraId="0007334C" w14:textId="77777777" w:rsidR="005A243F" w:rsidRPr="001A7B4B" w:rsidRDefault="005A243F" w:rsidP="00BD6916">
            <w:pPr>
              <w:pStyle w:val="Default"/>
              <w:rPr>
                <w:color w:val="auto"/>
                <w:sz w:val="22"/>
                <w:szCs w:val="22"/>
              </w:rPr>
            </w:pPr>
            <w:r w:rsidRPr="001A7B4B">
              <w:rPr>
                <w:color w:val="auto"/>
                <w:sz w:val="22"/>
                <w:szCs w:val="22"/>
              </w:rPr>
              <w:t>Equivalent length tables</w:t>
            </w:r>
          </w:p>
          <w:p w14:paraId="2F479D0A" w14:textId="77777777" w:rsidR="005A243F" w:rsidRPr="001A7B4B" w:rsidRDefault="005A243F" w:rsidP="00BD6916">
            <w:pPr>
              <w:pStyle w:val="Default"/>
              <w:rPr>
                <w:color w:val="auto"/>
                <w:sz w:val="22"/>
                <w:szCs w:val="22"/>
              </w:rPr>
            </w:pPr>
            <w:r w:rsidRPr="001A7B4B">
              <w:rPr>
                <w:color w:val="auto"/>
                <w:sz w:val="22"/>
                <w:szCs w:val="22"/>
              </w:rPr>
              <w:t>Worksheet task</w:t>
            </w:r>
          </w:p>
          <w:p w14:paraId="69604579" w14:textId="77777777" w:rsidR="00531CBA" w:rsidRPr="001A7B4B" w:rsidRDefault="00531CBA" w:rsidP="00BD6916">
            <w:pPr>
              <w:pStyle w:val="Default"/>
              <w:rPr>
                <w:color w:val="auto"/>
                <w:szCs w:val="22"/>
              </w:rPr>
            </w:pPr>
          </w:p>
        </w:tc>
        <w:tc>
          <w:tcPr>
            <w:tcW w:w="2246" w:type="dxa"/>
          </w:tcPr>
          <w:p w14:paraId="2D562D51" w14:textId="77777777" w:rsidR="00DD207A" w:rsidRDefault="008A57D2">
            <w:r>
              <w:lastRenderedPageBreak/>
              <w:t>Calculate static head</w:t>
            </w:r>
            <w:r>
              <w:br/>
            </w:r>
            <w:r>
              <w:br/>
              <w:t>Calculate equivalent length</w:t>
            </w:r>
            <w:r>
              <w:br/>
            </w:r>
            <w:r>
              <w:br/>
              <w:t>Worksheet tasks</w:t>
            </w:r>
            <w:r>
              <w:br/>
              <w:t xml:space="preserve">Maths skills (measurement, </w:t>
            </w:r>
            <w:r>
              <w:lastRenderedPageBreak/>
              <w:t>scale, calculation, costing)</w:t>
            </w:r>
          </w:p>
        </w:tc>
      </w:tr>
      <w:tr w:rsidR="00531CBA" w:rsidRPr="00634DF8" w14:paraId="1B71389D"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716AB997" w14:textId="77777777" w:rsidR="00531CBA" w:rsidRDefault="00531CBA" w:rsidP="00531CBA">
            <w:pPr>
              <w:jc w:val="center"/>
              <w:rPr>
                <w:rFonts w:cs="Arial"/>
                <w:szCs w:val="22"/>
              </w:rPr>
            </w:pPr>
            <w:r>
              <w:rPr>
                <w:rFonts w:cs="Arial"/>
                <w:szCs w:val="22"/>
              </w:rPr>
              <w:lastRenderedPageBreak/>
              <w:t>61</w:t>
            </w:r>
          </w:p>
          <w:p w14:paraId="4745BA4C" w14:textId="77777777" w:rsidR="00531CBA" w:rsidRDefault="00531CBA" w:rsidP="00531CBA">
            <w:pPr>
              <w:jc w:val="center"/>
              <w:rPr>
                <w:rFonts w:cs="Arial"/>
                <w:szCs w:val="22"/>
              </w:rPr>
            </w:pPr>
            <w:r>
              <w:rPr>
                <w:rFonts w:cs="Arial"/>
                <w:szCs w:val="22"/>
              </w:rPr>
              <w:t>3 hours</w:t>
            </w:r>
          </w:p>
          <w:p w14:paraId="265ED396" w14:textId="608B1E3D" w:rsidR="007546DF" w:rsidRDefault="007546DF" w:rsidP="00531CBA">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1EE7F38A" w14:textId="77777777" w:rsidR="00531CBA" w:rsidRPr="001A7B4B" w:rsidRDefault="00531CBA" w:rsidP="00531CBA">
            <w:pPr>
              <w:pStyle w:val="Normalheadingblack"/>
              <w:rPr>
                <w:rFonts w:cs="Arial"/>
                <w:lang w:eastAsia="en-GB"/>
              </w:rPr>
            </w:pPr>
            <w:r w:rsidRPr="001A7B4B">
              <w:rPr>
                <w:rFonts w:cs="Arial"/>
                <w:lang w:eastAsia="en-GB"/>
              </w:rPr>
              <w:t>Outcome 1 – Plumbing and heating common knowledge criteria</w:t>
            </w:r>
          </w:p>
          <w:p w14:paraId="4376CB00" w14:textId="77777777" w:rsidR="00531CBA" w:rsidRPr="001A7B4B" w:rsidRDefault="00531CBA" w:rsidP="00531CBA">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3F569EFC" w14:textId="77777777" w:rsidR="00531CBA" w:rsidRPr="001A7B4B" w:rsidRDefault="00531CBA" w:rsidP="00531CBA">
            <w:pPr>
              <w:pStyle w:val="Default"/>
              <w:rPr>
                <w:bCs/>
                <w:color w:val="auto"/>
                <w:szCs w:val="22"/>
              </w:rPr>
            </w:pPr>
            <w:r w:rsidRPr="001A7B4B">
              <w:rPr>
                <w:bCs/>
                <w:color w:val="auto"/>
                <w:sz w:val="22"/>
                <w:szCs w:val="22"/>
              </w:rPr>
              <w:t xml:space="preserve">K1.21 Scientific principles and concepts of heating engineering </w:t>
            </w:r>
          </w:p>
          <w:p w14:paraId="791DF72B" w14:textId="77777777" w:rsidR="00531CBA" w:rsidRPr="001A7B4B" w:rsidRDefault="00531CBA" w:rsidP="00531CBA">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55ECE080" w14:textId="68447355" w:rsidR="005A243F" w:rsidRPr="001A7B4B" w:rsidRDefault="005A243F" w:rsidP="001414C7">
            <w:pPr>
              <w:pStyle w:val="Normalheadingblue"/>
              <w:spacing w:before="0" w:after="0"/>
              <w:rPr>
                <w:rFonts w:cs="Arial"/>
                <w:color w:val="auto"/>
                <w:szCs w:val="22"/>
              </w:rPr>
            </w:pPr>
            <w:r w:rsidRPr="001A7B4B">
              <w:rPr>
                <w:rFonts w:cs="Arial"/>
                <w:color w:val="auto"/>
                <w:szCs w:val="22"/>
              </w:rPr>
              <w:t>Activity:</w:t>
            </w:r>
          </w:p>
          <w:p w14:paraId="7B6D735A" w14:textId="77777777" w:rsidR="005A243F" w:rsidRPr="001A7B4B" w:rsidRDefault="005A243F" w:rsidP="001414C7">
            <w:pPr>
              <w:pStyle w:val="Normalheadingblue"/>
              <w:spacing w:before="0" w:after="0"/>
              <w:rPr>
                <w:rFonts w:cs="Arial"/>
                <w:color w:val="auto"/>
                <w:szCs w:val="22"/>
              </w:rPr>
            </w:pPr>
            <w:r w:rsidRPr="001A7B4B">
              <w:rPr>
                <w:rFonts w:cs="Arial"/>
                <w:color w:val="auto"/>
                <w:szCs w:val="22"/>
              </w:rPr>
              <w:t>Starter task example:</w:t>
            </w:r>
          </w:p>
          <w:p w14:paraId="631B822F" w14:textId="1A2E0829" w:rsidR="005A243F" w:rsidRPr="001A7B4B" w:rsidRDefault="005A243F" w:rsidP="001414C7">
            <w:pPr>
              <w:pStyle w:val="Normalheadingblue"/>
              <w:spacing w:before="0" w:after="0"/>
              <w:rPr>
                <w:rFonts w:cs="Arial"/>
                <w:b w:val="0"/>
                <w:color w:val="auto"/>
                <w:szCs w:val="22"/>
              </w:rPr>
            </w:pPr>
            <w:r w:rsidRPr="001A7B4B">
              <w:rPr>
                <w:rFonts w:cs="Arial"/>
                <w:b w:val="0"/>
                <w:color w:val="auto"/>
                <w:szCs w:val="22"/>
              </w:rPr>
              <w:t xml:space="preserve">Discuss work experience opportunities and arrangements with </w:t>
            </w:r>
            <w:r w:rsidR="00F502C8" w:rsidRPr="001A7B4B">
              <w:rPr>
                <w:rFonts w:cs="Arial"/>
                <w:b w:val="0"/>
                <w:color w:val="auto"/>
                <w:szCs w:val="22"/>
              </w:rPr>
              <w:t>students</w:t>
            </w:r>
            <w:r w:rsidRPr="001A7B4B">
              <w:rPr>
                <w:rFonts w:cs="Arial"/>
                <w:b w:val="0"/>
                <w:color w:val="auto"/>
                <w:szCs w:val="22"/>
              </w:rPr>
              <w:t>.</w:t>
            </w:r>
          </w:p>
          <w:p w14:paraId="77D53A0A" w14:textId="77777777" w:rsidR="001414C7" w:rsidRPr="001A7B4B" w:rsidRDefault="001414C7" w:rsidP="001414C7">
            <w:pPr>
              <w:pStyle w:val="Normalheadingblue"/>
              <w:spacing w:before="0" w:after="0"/>
              <w:rPr>
                <w:rFonts w:cs="Arial"/>
                <w:b w:val="0"/>
                <w:color w:val="auto"/>
                <w:szCs w:val="22"/>
              </w:rPr>
            </w:pPr>
          </w:p>
          <w:p w14:paraId="315E2AFA" w14:textId="54A05443" w:rsidR="005A243F" w:rsidRPr="001A7B4B" w:rsidRDefault="005A243F" w:rsidP="001414C7">
            <w:pPr>
              <w:pStyle w:val="Normalheadingblue"/>
              <w:spacing w:before="0" w:after="0"/>
              <w:rPr>
                <w:rFonts w:cs="Arial"/>
                <w:color w:val="auto"/>
                <w:szCs w:val="22"/>
              </w:rPr>
            </w:pPr>
            <w:r w:rsidRPr="001A7B4B">
              <w:rPr>
                <w:rFonts w:cs="Arial"/>
                <w:color w:val="auto"/>
                <w:szCs w:val="22"/>
              </w:rPr>
              <w:t>Delivery</w:t>
            </w:r>
            <w:r w:rsidR="001414C7" w:rsidRPr="001A7B4B">
              <w:rPr>
                <w:rFonts w:cs="Arial"/>
                <w:color w:val="auto"/>
                <w:szCs w:val="22"/>
              </w:rPr>
              <w:t xml:space="preserve"> focus</w:t>
            </w:r>
            <w:r w:rsidRPr="001A7B4B">
              <w:rPr>
                <w:rFonts w:cs="Arial"/>
                <w:color w:val="auto"/>
                <w:szCs w:val="22"/>
              </w:rPr>
              <w:t>:</w:t>
            </w:r>
          </w:p>
          <w:p w14:paraId="04A393DD" w14:textId="5970B975" w:rsidR="005A243F" w:rsidRPr="0085721E" w:rsidRDefault="005A243F" w:rsidP="001414C7">
            <w:pPr>
              <w:pStyle w:val="Default"/>
              <w:rPr>
                <w:bCs/>
                <w:color w:val="auto"/>
                <w:sz w:val="22"/>
                <w:szCs w:val="22"/>
              </w:rPr>
            </w:pPr>
            <w:r w:rsidRPr="0085721E">
              <w:rPr>
                <w:bCs/>
                <w:color w:val="auto"/>
                <w:sz w:val="22"/>
                <w:szCs w:val="22"/>
              </w:rPr>
              <w:lastRenderedPageBreak/>
              <w:t xml:space="preserve">Tutor to </w:t>
            </w:r>
            <w:r w:rsidR="00606DB4" w:rsidRPr="0085721E">
              <w:rPr>
                <w:bCs/>
                <w:color w:val="auto"/>
                <w:sz w:val="22"/>
                <w:szCs w:val="22"/>
              </w:rPr>
              <w:t>de</w:t>
            </w:r>
            <w:r w:rsidR="00854ABE" w:rsidRPr="0085721E">
              <w:rPr>
                <w:bCs/>
                <w:color w:val="auto"/>
                <w:sz w:val="22"/>
                <w:szCs w:val="22"/>
              </w:rPr>
              <w:t xml:space="preserve">liver </w:t>
            </w:r>
            <w:r w:rsidR="0085721E" w:rsidRPr="0085721E">
              <w:rPr>
                <w:bCs/>
                <w:color w:val="auto"/>
                <w:sz w:val="22"/>
                <w:szCs w:val="22"/>
              </w:rPr>
              <w:t>content</w:t>
            </w:r>
            <w:r w:rsidR="00854ABE" w:rsidRPr="0085721E">
              <w:rPr>
                <w:bCs/>
                <w:color w:val="auto"/>
                <w:sz w:val="22"/>
                <w:szCs w:val="22"/>
              </w:rPr>
              <w:t xml:space="preserve"> o</w:t>
            </w:r>
            <w:r w:rsidR="0085721E" w:rsidRPr="0085721E">
              <w:rPr>
                <w:bCs/>
                <w:color w:val="auto"/>
                <w:sz w:val="22"/>
                <w:szCs w:val="22"/>
              </w:rPr>
              <w:t>n Heat transfer, including</w:t>
            </w:r>
            <w:r w:rsidR="00854ABE" w:rsidRPr="0085721E">
              <w:rPr>
                <w:bCs/>
                <w:color w:val="auto"/>
                <w:sz w:val="22"/>
                <w:szCs w:val="22"/>
              </w:rPr>
              <w:t>:</w:t>
            </w:r>
            <w:r w:rsidRPr="0085721E">
              <w:rPr>
                <w:bCs/>
                <w:color w:val="auto"/>
                <w:sz w:val="22"/>
                <w:szCs w:val="22"/>
              </w:rPr>
              <w:t xml:space="preserve"> </w:t>
            </w:r>
          </w:p>
          <w:p w14:paraId="126C2D00" w14:textId="77777777" w:rsidR="005A243F" w:rsidRPr="001A7B4B" w:rsidRDefault="005A243F" w:rsidP="002C017C">
            <w:pPr>
              <w:pStyle w:val="Default"/>
              <w:numPr>
                <w:ilvl w:val="0"/>
                <w:numId w:val="20"/>
              </w:numPr>
              <w:rPr>
                <w:b/>
                <w:color w:val="auto"/>
                <w:sz w:val="22"/>
                <w:szCs w:val="22"/>
              </w:rPr>
            </w:pPr>
            <w:r w:rsidRPr="001A7B4B">
              <w:rPr>
                <w:color w:val="auto"/>
                <w:sz w:val="22"/>
                <w:szCs w:val="22"/>
              </w:rPr>
              <w:t xml:space="preserve">conduction </w:t>
            </w:r>
          </w:p>
          <w:p w14:paraId="5B0716D1" w14:textId="77777777" w:rsidR="005A243F" w:rsidRPr="001A7B4B" w:rsidRDefault="005A243F" w:rsidP="002C017C">
            <w:pPr>
              <w:pStyle w:val="Default"/>
              <w:numPr>
                <w:ilvl w:val="0"/>
                <w:numId w:val="20"/>
              </w:numPr>
              <w:rPr>
                <w:b/>
                <w:color w:val="auto"/>
                <w:sz w:val="22"/>
                <w:szCs w:val="22"/>
              </w:rPr>
            </w:pPr>
            <w:r w:rsidRPr="001A7B4B">
              <w:rPr>
                <w:color w:val="auto"/>
                <w:sz w:val="22"/>
                <w:szCs w:val="22"/>
              </w:rPr>
              <w:t xml:space="preserve">convection </w:t>
            </w:r>
          </w:p>
          <w:p w14:paraId="3A032425" w14:textId="77777777" w:rsidR="005A243F" w:rsidRPr="001A7B4B" w:rsidRDefault="005A243F" w:rsidP="002C017C">
            <w:pPr>
              <w:pStyle w:val="Default"/>
              <w:numPr>
                <w:ilvl w:val="0"/>
                <w:numId w:val="20"/>
              </w:numPr>
              <w:rPr>
                <w:b/>
                <w:color w:val="auto"/>
                <w:sz w:val="22"/>
                <w:szCs w:val="22"/>
              </w:rPr>
            </w:pPr>
            <w:r w:rsidRPr="001A7B4B">
              <w:rPr>
                <w:color w:val="auto"/>
                <w:sz w:val="22"/>
                <w:szCs w:val="22"/>
              </w:rPr>
              <w:t xml:space="preserve">radiation </w:t>
            </w:r>
          </w:p>
          <w:p w14:paraId="258E7F94" w14:textId="77777777" w:rsidR="005A243F" w:rsidRPr="001A7B4B" w:rsidRDefault="005A243F" w:rsidP="002C017C">
            <w:pPr>
              <w:pStyle w:val="Default"/>
              <w:numPr>
                <w:ilvl w:val="0"/>
                <w:numId w:val="20"/>
              </w:numPr>
              <w:rPr>
                <w:b/>
                <w:color w:val="auto"/>
                <w:sz w:val="22"/>
                <w:szCs w:val="22"/>
              </w:rPr>
            </w:pPr>
            <w:r w:rsidRPr="001A7B4B">
              <w:rPr>
                <w:color w:val="auto"/>
                <w:sz w:val="22"/>
                <w:szCs w:val="22"/>
              </w:rPr>
              <w:t>heat loss</w:t>
            </w:r>
          </w:p>
          <w:p w14:paraId="66C105F6" w14:textId="77777777" w:rsidR="005A243F" w:rsidRPr="001A7B4B" w:rsidRDefault="005A243F" w:rsidP="002C017C">
            <w:pPr>
              <w:pStyle w:val="Default"/>
              <w:numPr>
                <w:ilvl w:val="0"/>
                <w:numId w:val="20"/>
              </w:numPr>
              <w:rPr>
                <w:color w:val="auto"/>
                <w:sz w:val="22"/>
                <w:szCs w:val="22"/>
              </w:rPr>
            </w:pPr>
            <w:r w:rsidRPr="001A7B4B">
              <w:rPr>
                <w:color w:val="auto"/>
                <w:sz w:val="22"/>
                <w:szCs w:val="22"/>
              </w:rPr>
              <w:t>Discuss the principles of each heat transfer method.</w:t>
            </w:r>
          </w:p>
          <w:p w14:paraId="160EAD39" w14:textId="34551046" w:rsidR="005A243F" w:rsidRPr="001A7B4B" w:rsidRDefault="00116A2E" w:rsidP="002C017C">
            <w:pPr>
              <w:pStyle w:val="Default"/>
              <w:numPr>
                <w:ilvl w:val="0"/>
                <w:numId w:val="20"/>
              </w:numPr>
              <w:rPr>
                <w:color w:val="auto"/>
                <w:sz w:val="22"/>
                <w:szCs w:val="22"/>
              </w:rPr>
            </w:pPr>
            <w:r w:rsidRPr="001A7B4B">
              <w:rPr>
                <w:color w:val="auto"/>
                <w:sz w:val="22"/>
                <w:szCs w:val="22"/>
              </w:rPr>
              <w:t>Students</w:t>
            </w:r>
            <w:r w:rsidR="005A243F" w:rsidRPr="001A7B4B">
              <w:rPr>
                <w:color w:val="auto"/>
                <w:sz w:val="22"/>
                <w:szCs w:val="22"/>
              </w:rPr>
              <w:t xml:space="preserve"> to give examples of each within the Plumbing and Heating industry.</w:t>
            </w:r>
          </w:p>
          <w:p w14:paraId="4C182B0A" w14:textId="17F42041" w:rsidR="005A243F" w:rsidRPr="001A7B4B" w:rsidRDefault="005A243F" w:rsidP="002C017C">
            <w:pPr>
              <w:pStyle w:val="Default"/>
              <w:numPr>
                <w:ilvl w:val="0"/>
                <w:numId w:val="20"/>
              </w:numPr>
              <w:rPr>
                <w:color w:val="auto"/>
                <w:sz w:val="22"/>
                <w:szCs w:val="22"/>
              </w:rPr>
            </w:pPr>
            <w:r w:rsidRPr="001A7B4B">
              <w:rPr>
                <w:color w:val="auto"/>
                <w:sz w:val="22"/>
                <w:szCs w:val="22"/>
              </w:rPr>
              <w:t xml:space="preserve">Explain the concept of the K, R and U values and allow </w:t>
            </w:r>
            <w:r w:rsidR="00F502C8" w:rsidRPr="001A7B4B">
              <w:rPr>
                <w:color w:val="auto"/>
                <w:sz w:val="22"/>
                <w:szCs w:val="22"/>
              </w:rPr>
              <w:t>students</w:t>
            </w:r>
            <w:r w:rsidRPr="001A7B4B">
              <w:rPr>
                <w:color w:val="auto"/>
                <w:sz w:val="22"/>
                <w:szCs w:val="22"/>
              </w:rPr>
              <w:t xml:space="preserve"> to try and calculate a simple K or R value.</w:t>
            </w:r>
          </w:p>
          <w:p w14:paraId="5637F579" w14:textId="77777777" w:rsidR="005A243F" w:rsidRPr="001A7B4B" w:rsidRDefault="005A243F" w:rsidP="001414C7">
            <w:pPr>
              <w:pStyle w:val="Normalheadingblue"/>
              <w:spacing w:before="0" w:after="0"/>
              <w:rPr>
                <w:rFonts w:cs="Arial"/>
                <w:color w:val="auto"/>
                <w:szCs w:val="22"/>
              </w:rPr>
            </w:pPr>
          </w:p>
          <w:p w14:paraId="3BD110CD" w14:textId="65A22DFD" w:rsidR="005A243F" w:rsidRPr="001A7B4B" w:rsidRDefault="005A243F" w:rsidP="001414C7">
            <w:pPr>
              <w:pStyle w:val="Normalheadingblue"/>
              <w:spacing w:before="0" w:after="0"/>
              <w:rPr>
                <w:rFonts w:cs="Arial"/>
                <w:color w:val="auto"/>
                <w:szCs w:val="22"/>
              </w:rPr>
            </w:pPr>
            <w:r w:rsidRPr="001A7B4B">
              <w:rPr>
                <w:rFonts w:cs="Arial"/>
                <w:color w:val="auto"/>
                <w:szCs w:val="22"/>
              </w:rPr>
              <w:t xml:space="preserve">Knowledge </w:t>
            </w:r>
            <w:r w:rsidR="00DE3ED2" w:rsidRPr="001A7B4B">
              <w:rPr>
                <w:rFonts w:cs="Arial"/>
                <w:color w:val="auto"/>
                <w:szCs w:val="22"/>
              </w:rPr>
              <w:t>C</w:t>
            </w:r>
            <w:r w:rsidRPr="001A7B4B">
              <w:rPr>
                <w:rFonts w:cs="Arial"/>
                <w:color w:val="auto"/>
                <w:szCs w:val="22"/>
              </w:rPr>
              <w:t>heck example:</w:t>
            </w:r>
          </w:p>
          <w:p w14:paraId="5E7E6D40" w14:textId="34D3E84A" w:rsidR="005A243F" w:rsidRPr="001A7B4B" w:rsidRDefault="005A243F" w:rsidP="001414C7">
            <w:pPr>
              <w:pStyle w:val="Normalheadingblue"/>
              <w:spacing w:before="0" w:after="0"/>
              <w:rPr>
                <w:rFonts w:cs="Arial"/>
                <w:b w:val="0"/>
                <w:color w:val="auto"/>
                <w:szCs w:val="22"/>
              </w:rPr>
            </w:pPr>
            <w:r w:rsidRPr="001A7B4B">
              <w:rPr>
                <w:rFonts w:cs="Arial"/>
                <w:b w:val="0"/>
                <w:color w:val="auto"/>
                <w:szCs w:val="22"/>
              </w:rPr>
              <w:t xml:space="preserve">MCQ knowledge quiz for </w:t>
            </w:r>
            <w:r w:rsidR="00F502C8" w:rsidRPr="001A7B4B">
              <w:rPr>
                <w:rFonts w:cs="Arial"/>
                <w:b w:val="0"/>
                <w:color w:val="auto"/>
                <w:szCs w:val="22"/>
              </w:rPr>
              <w:t>students</w:t>
            </w:r>
            <w:r w:rsidRPr="001A7B4B">
              <w:rPr>
                <w:rFonts w:cs="Arial"/>
                <w:b w:val="0"/>
                <w:color w:val="auto"/>
                <w:szCs w:val="22"/>
              </w:rPr>
              <w:t xml:space="preserve"> to complete individually or in small teams as directed by tutor.</w:t>
            </w:r>
          </w:p>
          <w:p w14:paraId="5DEAD303" w14:textId="77777777" w:rsidR="001414C7" w:rsidRPr="001A7B4B" w:rsidRDefault="001414C7" w:rsidP="001414C7">
            <w:pPr>
              <w:pStyle w:val="Normalheadingblue"/>
              <w:spacing w:before="0" w:after="0"/>
              <w:rPr>
                <w:rFonts w:cs="Arial"/>
                <w:b w:val="0"/>
                <w:color w:val="auto"/>
                <w:szCs w:val="22"/>
              </w:rPr>
            </w:pPr>
          </w:p>
          <w:p w14:paraId="333215DB" w14:textId="77777777" w:rsidR="005A243F" w:rsidRPr="001A7B4B" w:rsidRDefault="005A243F" w:rsidP="001414C7">
            <w:pPr>
              <w:pStyle w:val="Normalheadingblue"/>
              <w:spacing w:before="0" w:after="0"/>
              <w:rPr>
                <w:rFonts w:cs="Arial"/>
                <w:color w:val="auto"/>
                <w:szCs w:val="22"/>
              </w:rPr>
            </w:pPr>
            <w:r w:rsidRPr="001A7B4B">
              <w:rPr>
                <w:rFonts w:cs="Arial"/>
                <w:color w:val="auto"/>
                <w:szCs w:val="22"/>
              </w:rPr>
              <w:t>Resources:</w:t>
            </w:r>
          </w:p>
          <w:p w14:paraId="14E964C5" w14:textId="77777777" w:rsidR="005A243F" w:rsidRPr="001A7B4B" w:rsidRDefault="005A243F" w:rsidP="001414C7">
            <w:pPr>
              <w:pStyle w:val="Default"/>
              <w:rPr>
                <w:color w:val="auto"/>
                <w:sz w:val="22"/>
                <w:szCs w:val="20"/>
              </w:rPr>
            </w:pPr>
            <w:r w:rsidRPr="001A7B4B">
              <w:rPr>
                <w:color w:val="auto"/>
                <w:sz w:val="22"/>
                <w:szCs w:val="20"/>
              </w:rPr>
              <w:t>MCQ knowledge quiz</w:t>
            </w:r>
          </w:p>
          <w:p w14:paraId="58CB95E2" w14:textId="77777777" w:rsidR="00181174" w:rsidRPr="001A7B4B" w:rsidRDefault="00181174" w:rsidP="001414C7">
            <w:pPr>
              <w:pStyle w:val="Default"/>
              <w:rPr>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1541E169" w14:textId="77777777" w:rsidR="00DD207A" w:rsidRDefault="008A57D2">
            <w:r>
              <w:lastRenderedPageBreak/>
              <w:t>Give examples of heat transfer</w:t>
            </w:r>
            <w:r>
              <w:br/>
            </w:r>
            <w:r>
              <w:br/>
              <w:t>Calculate simple R and K values</w:t>
            </w:r>
            <w:r>
              <w:br/>
            </w:r>
            <w:r>
              <w:br/>
            </w:r>
            <w:r>
              <w:lastRenderedPageBreak/>
              <w:t>Complete knowledge quiz</w:t>
            </w:r>
            <w:r>
              <w:br/>
              <w:t>Maths skills (measurement, scale, calculation, costing)</w:t>
            </w:r>
            <w:r>
              <w:br/>
              <w:t>English skills (reading, writing, technical vocabulary)</w:t>
            </w:r>
          </w:p>
        </w:tc>
      </w:tr>
      <w:tr w:rsidR="0022792D" w:rsidRPr="00634DF8" w14:paraId="57110128"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61958CBD" w14:textId="77777777" w:rsidR="0022792D" w:rsidRDefault="00531CBA" w:rsidP="0022792D">
            <w:pPr>
              <w:jc w:val="center"/>
              <w:rPr>
                <w:rFonts w:cs="Arial"/>
                <w:szCs w:val="22"/>
              </w:rPr>
            </w:pPr>
            <w:r>
              <w:rPr>
                <w:rFonts w:cs="Arial"/>
                <w:szCs w:val="22"/>
              </w:rPr>
              <w:lastRenderedPageBreak/>
              <w:t>62</w:t>
            </w:r>
          </w:p>
          <w:p w14:paraId="0FAE470F" w14:textId="77777777" w:rsidR="00531CBA" w:rsidRDefault="00531CBA" w:rsidP="0022792D">
            <w:pPr>
              <w:jc w:val="center"/>
              <w:rPr>
                <w:rFonts w:cs="Arial"/>
                <w:szCs w:val="22"/>
              </w:rPr>
            </w:pPr>
            <w:r>
              <w:rPr>
                <w:rFonts w:cs="Arial"/>
                <w:szCs w:val="22"/>
              </w:rPr>
              <w:t>3 hours</w:t>
            </w:r>
          </w:p>
          <w:p w14:paraId="41452738" w14:textId="04275DE2" w:rsidR="00F134EC" w:rsidRPr="00F134EC" w:rsidRDefault="00F134EC" w:rsidP="0022792D">
            <w:pPr>
              <w:jc w:val="center"/>
              <w:rPr>
                <w:rFonts w:cs="Arial"/>
                <w:b/>
                <w:bCs/>
                <w:szCs w:val="22"/>
              </w:rPr>
            </w:pPr>
            <w:r w:rsidRPr="00F134EC">
              <w:rPr>
                <w:rFonts w:cs="Arial"/>
                <w:b/>
                <w:bCs/>
                <w:szCs w:val="22"/>
                <w:highlight w:val="yellow"/>
              </w:rPr>
              <w:t>PPT available</w:t>
            </w:r>
          </w:p>
        </w:tc>
        <w:tc>
          <w:tcPr>
            <w:tcW w:w="2199" w:type="dxa"/>
            <w:tcBorders>
              <w:top w:val="single" w:sz="4" w:space="0" w:color="C6C5C6"/>
              <w:left w:val="single" w:sz="4" w:space="0" w:color="C6C5C6"/>
              <w:bottom w:val="single" w:sz="4" w:space="0" w:color="C6C5C6"/>
              <w:right w:val="single" w:sz="4" w:space="0" w:color="C6C5C6"/>
            </w:tcBorders>
          </w:tcPr>
          <w:p w14:paraId="14FE7327" w14:textId="77777777" w:rsidR="003D66F8" w:rsidRPr="001A7B4B" w:rsidRDefault="003D66F8" w:rsidP="003D66F8">
            <w:pPr>
              <w:pStyle w:val="Normalheadingblack"/>
              <w:rPr>
                <w:rFonts w:cs="Arial"/>
                <w:lang w:eastAsia="en-GB"/>
              </w:rPr>
            </w:pPr>
            <w:r w:rsidRPr="001A7B4B">
              <w:rPr>
                <w:rFonts w:cs="Arial"/>
                <w:lang w:eastAsia="en-GB"/>
              </w:rPr>
              <w:t>Outcome 1 – Plumbing and heating common knowledge criteria</w:t>
            </w:r>
          </w:p>
          <w:p w14:paraId="0094508D" w14:textId="77777777" w:rsidR="0022792D" w:rsidRPr="001A7B4B" w:rsidRDefault="0022792D" w:rsidP="0022792D">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54E2D93C" w14:textId="77777777" w:rsidR="003D66F8" w:rsidRPr="001A7B4B" w:rsidRDefault="003D66F8" w:rsidP="003D66F8">
            <w:pPr>
              <w:pStyle w:val="Default"/>
              <w:rPr>
                <w:bCs/>
                <w:color w:val="auto"/>
                <w:szCs w:val="22"/>
              </w:rPr>
            </w:pPr>
            <w:r w:rsidRPr="001A7B4B">
              <w:rPr>
                <w:bCs/>
                <w:color w:val="auto"/>
                <w:sz w:val="22"/>
                <w:szCs w:val="22"/>
              </w:rPr>
              <w:t xml:space="preserve">K1.22 Heating systems and the combustion process </w:t>
            </w:r>
          </w:p>
          <w:p w14:paraId="1DB4AC7D" w14:textId="77777777" w:rsidR="0022792D" w:rsidRPr="001A7B4B" w:rsidRDefault="0022792D" w:rsidP="0022792D">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2DEC684A" w14:textId="2D993060" w:rsidR="00181174" w:rsidRPr="001A7B4B" w:rsidRDefault="00181174" w:rsidP="007F7D84">
            <w:pPr>
              <w:pStyle w:val="Normalheadingblue"/>
              <w:spacing w:before="0" w:after="0"/>
              <w:rPr>
                <w:rFonts w:cs="Arial"/>
                <w:color w:val="auto"/>
                <w:szCs w:val="22"/>
              </w:rPr>
            </w:pPr>
            <w:r w:rsidRPr="001A7B4B">
              <w:rPr>
                <w:rFonts w:cs="Arial"/>
                <w:color w:val="auto"/>
                <w:szCs w:val="22"/>
              </w:rPr>
              <w:t>Activity:</w:t>
            </w:r>
          </w:p>
          <w:p w14:paraId="61699BA6" w14:textId="77777777" w:rsidR="00181174" w:rsidRPr="001A7B4B" w:rsidRDefault="00181174" w:rsidP="007F7D84">
            <w:pPr>
              <w:pStyle w:val="Normalheadingblue"/>
              <w:spacing w:before="0" w:after="0"/>
              <w:rPr>
                <w:rFonts w:cs="Arial"/>
                <w:color w:val="auto"/>
                <w:szCs w:val="22"/>
              </w:rPr>
            </w:pPr>
            <w:r w:rsidRPr="001A7B4B">
              <w:rPr>
                <w:rFonts w:cs="Arial"/>
                <w:color w:val="auto"/>
                <w:szCs w:val="22"/>
              </w:rPr>
              <w:t>Starter task example:</w:t>
            </w:r>
          </w:p>
          <w:p w14:paraId="2B85150F" w14:textId="060138ED" w:rsidR="00181174" w:rsidRPr="001A7B4B" w:rsidRDefault="00181174" w:rsidP="007F7D84">
            <w:pPr>
              <w:pStyle w:val="Normalheadingblue"/>
              <w:spacing w:before="0" w:after="0"/>
              <w:rPr>
                <w:color w:val="auto"/>
              </w:rPr>
            </w:pPr>
            <w:r w:rsidRPr="001A7B4B">
              <w:rPr>
                <w:rFonts w:cs="Arial"/>
                <w:b w:val="0"/>
                <w:color w:val="auto"/>
                <w:szCs w:val="22"/>
              </w:rPr>
              <w:t xml:space="preserve">Introduce </w:t>
            </w:r>
            <w:r w:rsidR="00F502C8" w:rsidRPr="001A7B4B">
              <w:rPr>
                <w:rFonts w:cs="Arial"/>
                <w:b w:val="0"/>
                <w:color w:val="auto"/>
                <w:szCs w:val="22"/>
              </w:rPr>
              <w:t>students</w:t>
            </w:r>
            <w:r w:rsidRPr="001A7B4B">
              <w:rPr>
                <w:rFonts w:cs="Arial"/>
                <w:b w:val="0"/>
                <w:color w:val="auto"/>
                <w:szCs w:val="22"/>
              </w:rPr>
              <w:t xml:space="preserve"> to ‘Gas Safe’ using the HSE website. Discuss their role in industry</w:t>
            </w:r>
            <w:r w:rsidRPr="001A7B4B">
              <w:rPr>
                <w:rFonts w:cs="Arial"/>
                <w:color w:val="auto"/>
                <w:szCs w:val="22"/>
              </w:rPr>
              <w:t xml:space="preserve"> </w:t>
            </w:r>
            <w:hyperlink r:id="rId33" w:history="1">
              <w:r w:rsidRPr="001A7B4B">
                <w:rPr>
                  <w:rStyle w:val="Hyperlink"/>
                  <w:color w:val="auto"/>
                </w:rPr>
                <w:t>Gas Safe Register - HSE</w:t>
              </w:r>
            </w:hyperlink>
          </w:p>
          <w:p w14:paraId="378089D3" w14:textId="4888EE07" w:rsidR="009E60D1" w:rsidRPr="001A7B4B" w:rsidRDefault="009E60D1" w:rsidP="007F7D84">
            <w:pPr>
              <w:pStyle w:val="Normalheadingblue"/>
              <w:spacing w:before="0" w:after="0"/>
              <w:rPr>
                <w:b w:val="0"/>
                <w:bCs/>
                <w:color w:val="auto"/>
              </w:rPr>
            </w:pPr>
            <w:r w:rsidRPr="001A7B4B">
              <w:rPr>
                <w:color w:val="auto"/>
              </w:rPr>
              <w:t>Alternative:</w:t>
            </w:r>
            <w:r w:rsidRPr="001A7B4B">
              <w:rPr>
                <w:b w:val="0"/>
                <w:bCs/>
                <w:color w:val="auto"/>
              </w:rPr>
              <w:t xml:space="preserve"> </w:t>
            </w:r>
            <w:r w:rsidR="00A6765F" w:rsidRPr="001A7B4B">
              <w:rPr>
                <w:b w:val="0"/>
                <w:bCs/>
                <w:color w:val="auto"/>
              </w:rPr>
              <w:t>Ask students what three things are required for combustion to take place.</w:t>
            </w:r>
          </w:p>
          <w:p w14:paraId="5DDC2F0A" w14:textId="77777777" w:rsidR="007F7D84" w:rsidRPr="001A7B4B" w:rsidRDefault="007F7D84" w:rsidP="007F7D84">
            <w:pPr>
              <w:pStyle w:val="Normalheadingblue"/>
              <w:spacing w:before="0" w:after="0"/>
              <w:rPr>
                <w:rFonts w:cs="Arial"/>
                <w:color w:val="auto"/>
                <w:szCs w:val="22"/>
              </w:rPr>
            </w:pPr>
          </w:p>
          <w:p w14:paraId="2B85AD8D" w14:textId="2A8D46F8" w:rsidR="00181174" w:rsidRPr="001A7B4B" w:rsidRDefault="00181174" w:rsidP="007F7D84">
            <w:pPr>
              <w:pStyle w:val="Normalheadingblue"/>
              <w:spacing w:before="0" w:after="0"/>
              <w:rPr>
                <w:rFonts w:cs="Arial"/>
                <w:color w:val="auto"/>
                <w:szCs w:val="22"/>
              </w:rPr>
            </w:pPr>
            <w:r w:rsidRPr="001A7B4B">
              <w:rPr>
                <w:rFonts w:cs="Arial"/>
                <w:color w:val="auto"/>
                <w:szCs w:val="22"/>
              </w:rPr>
              <w:t>Delivery</w:t>
            </w:r>
            <w:r w:rsidR="007F7D84" w:rsidRPr="001A7B4B">
              <w:rPr>
                <w:rFonts w:cs="Arial"/>
                <w:color w:val="auto"/>
                <w:szCs w:val="22"/>
              </w:rPr>
              <w:t xml:space="preserve"> focus</w:t>
            </w:r>
            <w:r w:rsidRPr="001A7B4B">
              <w:rPr>
                <w:rFonts w:cs="Arial"/>
                <w:color w:val="auto"/>
                <w:szCs w:val="22"/>
              </w:rPr>
              <w:t>:</w:t>
            </w:r>
          </w:p>
          <w:p w14:paraId="4C69284A" w14:textId="2E691450" w:rsidR="007F7D84" w:rsidRPr="001A7B4B" w:rsidRDefault="007F7D84" w:rsidP="007F7D84">
            <w:pPr>
              <w:pStyle w:val="Normalheadingblue"/>
              <w:spacing w:before="0" w:after="0"/>
              <w:rPr>
                <w:rFonts w:cs="Arial"/>
                <w:b w:val="0"/>
                <w:bCs/>
                <w:color w:val="auto"/>
                <w:szCs w:val="22"/>
              </w:rPr>
            </w:pPr>
            <w:r w:rsidRPr="001A7B4B">
              <w:rPr>
                <w:rFonts w:cs="Arial"/>
                <w:b w:val="0"/>
                <w:bCs/>
                <w:color w:val="auto"/>
                <w:szCs w:val="22"/>
              </w:rPr>
              <w:lastRenderedPageBreak/>
              <w:t xml:space="preserve">Using PowerPoint </w:t>
            </w:r>
            <w:r w:rsidRPr="00982C8B">
              <w:rPr>
                <w:rFonts w:cs="Arial"/>
                <w:color w:val="auto"/>
                <w:szCs w:val="22"/>
                <w:highlight w:val="yellow"/>
              </w:rPr>
              <w:t>K1.22 Combustion and incomplete combustion in fuels</w:t>
            </w:r>
            <w:r w:rsidRPr="001A7B4B">
              <w:rPr>
                <w:rFonts w:cs="Arial"/>
                <w:b w:val="0"/>
                <w:bCs/>
                <w:color w:val="auto"/>
                <w:szCs w:val="22"/>
              </w:rPr>
              <w:t>, deliver the following content:</w:t>
            </w:r>
          </w:p>
          <w:p w14:paraId="70D0218F" w14:textId="77777777" w:rsidR="00181174" w:rsidRPr="001A7B4B" w:rsidRDefault="00181174" w:rsidP="002C017C">
            <w:pPr>
              <w:pStyle w:val="Default"/>
              <w:numPr>
                <w:ilvl w:val="0"/>
                <w:numId w:val="21"/>
              </w:numPr>
              <w:rPr>
                <w:b/>
                <w:color w:val="auto"/>
                <w:sz w:val="22"/>
                <w:szCs w:val="22"/>
              </w:rPr>
            </w:pPr>
            <w:r w:rsidRPr="001A7B4B">
              <w:rPr>
                <w:color w:val="auto"/>
                <w:sz w:val="22"/>
                <w:szCs w:val="22"/>
              </w:rPr>
              <w:t xml:space="preserve">gas </w:t>
            </w:r>
          </w:p>
          <w:p w14:paraId="7BA46C92" w14:textId="77777777" w:rsidR="00181174" w:rsidRPr="001A7B4B" w:rsidRDefault="00181174" w:rsidP="002C017C">
            <w:pPr>
              <w:pStyle w:val="Default"/>
              <w:numPr>
                <w:ilvl w:val="0"/>
                <w:numId w:val="21"/>
              </w:numPr>
              <w:rPr>
                <w:color w:val="auto"/>
                <w:sz w:val="22"/>
                <w:szCs w:val="22"/>
              </w:rPr>
            </w:pPr>
            <w:r w:rsidRPr="001A7B4B">
              <w:rPr>
                <w:color w:val="auto"/>
                <w:sz w:val="22"/>
                <w:szCs w:val="22"/>
              </w:rPr>
              <w:t xml:space="preserve">oil </w:t>
            </w:r>
          </w:p>
          <w:p w14:paraId="6DE62688" w14:textId="77777777" w:rsidR="00181174" w:rsidRPr="001A7B4B" w:rsidRDefault="00181174" w:rsidP="002C017C">
            <w:pPr>
              <w:pStyle w:val="Default"/>
              <w:numPr>
                <w:ilvl w:val="0"/>
                <w:numId w:val="21"/>
              </w:numPr>
              <w:rPr>
                <w:color w:val="auto"/>
                <w:sz w:val="22"/>
                <w:szCs w:val="22"/>
              </w:rPr>
            </w:pPr>
            <w:r w:rsidRPr="001A7B4B">
              <w:rPr>
                <w:color w:val="auto"/>
                <w:sz w:val="22"/>
                <w:szCs w:val="22"/>
              </w:rPr>
              <w:t>solid fuel</w:t>
            </w:r>
          </w:p>
          <w:p w14:paraId="747872F0" w14:textId="0D9B087A" w:rsidR="00181174" w:rsidRPr="001A7B4B" w:rsidRDefault="00B07952" w:rsidP="002C017C">
            <w:pPr>
              <w:pStyle w:val="Default"/>
              <w:numPr>
                <w:ilvl w:val="0"/>
                <w:numId w:val="21"/>
              </w:numPr>
              <w:rPr>
                <w:color w:val="auto"/>
                <w:sz w:val="22"/>
                <w:szCs w:val="22"/>
              </w:rPr>
            </w:pPr>
            <w:r w:rsidRPr="001A7B4B">
              <w:rPr>
                <w:color w:val="auto"/>
                <w:sz w:val="22"/>
                <w:szCs w:val="22"/>
              </w:rPr>
              <w:t>t</w:t>
            </w:r>
            <w:r w:rsidR="00181174" w:rsidRPr="001A7B4B">
              <w:rPr>
                <w:color w:val="auto"/>
                <w:sz w:val="22"/>
                <w:szCs w:val="22"/>
              </w:rPr>
              <w:t xml:space="preserve">he causes and signs of incomplete combustion </w:t>
            </w:r>
          </w:p>
          <w:p w14:paraId="4BDE60B7" w14:textId="77777777" w:rsidR="00181174" w:rsidRPr="001A7B4B" w:rsidRDefault="00181174" w:rsidP="002C017C">
            <w:pPr>
              <w:pStyle w:val="Default"/>
              <w:numPr>
                <w:ilvl w:val="0"/>
                <w:numId w:val="21"/>
              </w:numPr>
              <w:rPr>
                <w:color w:val="auto"/>
                <w:sz w:val="22"/>
                <w:szCs w:val="22"/>
              </w:rPr>
            </w:pPr>
            <w:r w:rsidRPr="001A7B4B">
              <w:rPr>
                <w:color w:val="auto"/>
                <w:sz w:val="22"/>
                <w:szCs w:val="22"/>
              </w:rPr>
              <w:t xml:space="preserve">complete combustion </w:t>
            </w:r>
          </w:p>
          <w:p w14:paraId="527DDF1D" w14:textId="77777777" w:rsidR="00181174" w:rsidRPr="001A7B4B" w:rsidRDefault="00181174" w:rsidP="002C017C">
            <w:pPr>
              <w:pStyle w:val="Default"/>
              <w:numPr>
                <w:ilvl w:val="0"/>
                <w:numId w:val="21"/>
              </w:numPr>
              <w:rPr>
                <w:color w:val="auto"/>
                <w:sz w:val="22"/>
                <w:szCs w:val="22"/>
              </w:rPr>
            </w:pPr>
            <w:r w:rsidRPr="001A7B4B">
              <w:rPr>
                <w:color w:val="auto"/>
                <w:sz w:val="22"/>
                <w:szCs w:val="22"/>
              </w:rPr>
              <w:t>combustion triangle</w:t>
            </w:r>
          </w:p>
          <w:p w14:paraId="41E54483" w14:textId="16A71C16" w:rsidR="00181174" w:rsidRPr="001A7B4B" w:rsidRDefault="00181174" w:rsidP="002C017C">
            <w:pPr>
              <w:pStyle w:val="Normalheadingblue"/>
              <w:numPr>
                <w:ilvl w:val="0"/>
                <w:numId w:val="21"/>
              </w:numPr>
              <w:spacing w:before="0" w:after="0"/>
              <w:rPr>
                <w:rFonts w:cs="Arial"/>
                <w:b w:val="0"/>
                <w:color w:val="auto"/>
                <w:szCs w:val="22"/>
              </w:rPr>
            </w:pPr>
            <w:r w:rsidRPr="001A7B4B">
              <w:rPr>
                <w:rFonts w:cs="Arial"/>
                <w:b w:val="0"/>
                <w:color w:val="auto"/>
                <w:szCs w:val="22"/>
              </w:rPr>
              <w:t xml:space="preserve">Where possible use a </w:t>
            </w:r>
            <w:r w:rsidR="00B07952" w:rsidRPr="001A7B4B">
              <w:rPr>
                <w:rFonts w:cs="Arial"/>
                <w:b w:val="0"/>
                <w:color w:val="auto"/>
                <w:szCs w:val="22"/>
              </w:rPr>
              <w:t>c</w:t>
            </w:r>
            <w:r w:rsidRPr="001A7B4B">
              <w:rPr>
                <w:rFonts w:cs="Arial"/>
                <w:b w:val="0"/>
                <w:color w:val="auto"/>
                <w:szCs w:val="22"/>
              </w:rPr>
              <w:t>ombustion analyser to show products of combustion being created and examine the contents.</w:t>
            </w:r>
          </w:p>
          <w:p w14:paraId="13821B6D" w14:textId="77777777" w:rsidR="00181174" w:rsidRPr="001A7B4B" w:rsidRDefault="00181174" w:rsidP="002C017C">
            <w:pPr>
              <w:pStyle w:val="Normalheadingblue"/>
              <w:numPr>
                <w:ilvl w:val="0"/>
                <w:numId w:val="21"/>
              </w:numPr>
              <w:spacing w:before="0" w:after="0"/>
              <w:rPr>
                <w:rFonts w:cs="Arial"/>
                <w:b w:val="0"/>
                <w:color w:val="auto"/>
                <w:szCs w:val="22"/>
              </w:rPr>
            </w:pPr>
            <w:r w:rsidRPr="001A7B4B">
              <w:rPr>
                <w:rFonts w:cs="Arial"/>
                <w:b w:val="0"/>
                <w:color w:val="auto"/>
                <w:szCs w:val="22"/>
              </w:rPr>
              <w:t>Show examples of appliances showing signs of incomplete combustion.</w:t>
            </w:r>
          </w:p>
          <w:p w14:paraId="0162E32B" w14:textId="54879EAF" w:rsidR="00181174" w:rsidRPr="001A7B4B" w:rsidRDefault="00181174" w:rsidP="002C017C">
            <w:pPr>
              <w:pStyle w:val="Normalheadingblue"/>
              <w:numPr>
                <w:ilvl w:val="0"/>
                <w:numId w:val="21"/>
              </w:numPr>
              <w:spacing w:before="0" w:after="0"/>
              <w:rPr>
                <w:rFonts w:cs="Arial"/>
                <w:b w:val="0"/>
                <w:color w:val="auto"/>
                <w:szCs w:val="22"/>
              </w:rPr>
            </w:pPr>
            <w:r w:rsidRPr="001A7B4B">
              <w:rPr>
                <w:rFonts w:cs="Arial"/>
                <w:b w:val="0"/>
                <w:color w:val="auto"/>
                <w:szCs w:val="22"/>
              </w:rPr>
              <w:t xml:space="preserve">Discuss the equation for complete combustion of </w:t>
            </w:r>
            <w:r w:rsidR="00683F58" w:rsidRPr="001A7B4B">
              <w:rPr>
                <w:rFonts w:cs="Arial"/>
                <w:b w:val="0"/>
                <w:color w:val="auto"/>
                <w:szCs w:val="22"/>
              </w:rPr>
              <w:t>n</w:t>
            </w:r>
            <w:r w:rsidRPr="001A7B4B">
              <w:rPr>
                <w:rFonts w:cs="Arial"/>
                <w:b w:val="0"/>
                <w:color w:val="auto"/>
                <w:szCs w:val="22"/>
              </w:rPr>
              <w:t xml:space="preserve">atural </w:t>
            </w:r>
            <w:r w:rsidR="00683F58" w:rsidRPr="001A7B4B">
              <w:rPr>
                <w:rFonts w:cs="Arial"/>
                <w:b w:val="0"/>
                <w:color w:val="auto"/>
                <w:szCs w:val="22"/>
              </w:rPr>
              <w:t>g</w:t>
            </w:r>
            <w:r w:rsidRPr="001A7B4B">
              <w:rPr>
                <w:rFonts w:cs="Arial"/>
                <w:b w:val="0"/>
                <w:color w:val="auto"/>
                <w:szCs w:val="22"/>
              </w:rPr>
              <w:t>as</w:t>
            </w:r>
            <w:r w:rsidR="0085721E">
              <w:rPr>
                <w:rFonts w:cs="Arial"/>
                <w:b w:val="0"/>
                <w:color w:val="auto"/>
                <w:szCs w:val="22"/>
              </w:rPr>
              <w:t>.</w:t>
            </w:r>
          </w:p>
          <w:p w14:paraId="49B18F6F" w14:textId="77777777" w:rsidR="00181174" w:rsidRPr="001A7B4B" w:rsidRDefault="00181174" w:rsidP="007F7D84">
            <w:pPr>
              <w:pStyle w:val="Normalheadingblue"/>
              <w:spacing w:before="0" w:after="0"/>
              <w:rPr>
                <w:rFonts w:cs="Arial"/>
                <w:color w:val="auto"/>
                <w:szCs w:val="22"/>
              </w:rPr>
            </w:pPr>
          </w:p>
          <w:p w14:paraId="3BD8729D" w14:textId="53DCF3CF" w:rsidR="00181174" w:rsidRPr="001A7B4B" w:rsidRDefault="00181174" w:rsidP="007F7D84">
            <w:pPr>
              <w:pStyle w:val="Normalheadingblue"/>
              <w:spacing w:before="0" w:after="0"/>
              <w:rPr>
                <w:rFonts w:cs="Arial"/>
                <w:color w:val="auto"/>
                <w:szCs w:val="22"/>
              </w:rPr>
            </w:pPr>
            <w:r w:rsidRPr="001A7B4B">
              <w:rPr>
                <w:rFonts w:cs="Arial"/>
                <w:color w:val="auto"/>
                <w:szCs w:val="22"/>
              </w:rPr>
              <w:t xml:space="preserve">Knowledge </w:t>
            </w:r>
            <w:r w:rsidR="007F7D84" w:rsidRPr="001A7B4B">
              <w:rPr>
                <w:rFonts w:cs="Arial"/>
                <w:color w:val="auto"/>
                <w:szCs w:val="22"/>
              </w:rPr>
              <w:t>C</w:t>
            </w:r>
            <w:r w:rsidRPr="001A7B4B">
              <w:rPr>
                <w:rFonts w:cs="Arial"/>
                <w:color w:val="auto"/>
                <w:szCs w:val="22"/>
              </w:rPr>
              <w:t>heck example:</w:t>
            </w:r>
          </w:p>
          <w:p w14:paraId="79B1B571" w14:textId="7DB02EBA" w:rsidR="00181174" w:rsidRPr="001A7B4B" w:rsidRDefault="00181174" w:rsidP="007F7D84">
            <w:pPr>
              <w:pStyle w:val="Normalheadingblue"/>
              <w:spacing w:before="0" w:after="0"/>
              <w:rPr>
                <w:rFonts w:cs="Arial"/>
                <w:b w:val="0"/>
                <w:color w:val="auto"/>
                <w:szCs w:val="22"/>
              </w:rPr>
            </w:pPr>
            <w:r w:rsidRPr="001A7B4B">
              <w:rPr>
                <w:rFonts w:cs="Arial"/>
                <w:b w:val="0"/>
                <w:color w:val="auto"/>
                <w:szCs w:val="22"/>
              </w:rPr>
              <w:t xml:space="preserve">Open question sheets based on </w:t>
            </w:r>
            <w:r w:rsidR="00B07952" w:rsidRPr="001A7B4B">
              <w:rPr>
                <w:rFonts w:cs="Arial"/>
                <w:b w:val="0"/>
                <w:color w:val="auto"/>
                <w:szCs w:val="22"/>
              </w:rPr>
              <w:t>today’s</w:t>
            </w:r>
            <w:r w:rsidRPr="001A7B4B">
              <w:rPr>
                <w:rFonts w:cs="Arial"/>
                <w:b w:val="0"/>
                <w:color w:val="auto"/>
                <w:szCs w:val="22"/>
              </w:rPr>
              <w:t xml:space="preserve"> session. </w:t>
            </w:r>
            <w:r w:rsidR="00116A2E" w:rsidRPr="001A7B4B">
              <w:rPr>
                <w:rFonts w:cs="Arial"/>
                <w:b w:val="0"/>
                <w:color w:val="auto"/>
                <w:szCs w:val="22"/>
              </w:rPr>
              <w:t>Students</w:t>
            </w:r>
            <w:r w:rsidRPr="001A7B4B">
              <w:rPr>
                <w:rFonts w:cs="Arial"/>
                <w:b w:val="0"/>
                <w:color w:val="auto"/>
                <w:szCs w:val="22"/>
              </w:rPr>
              <w:t xml:space="preserve"> to complete and then discuss answers in tutor led discussion.</w:t>
            </w:r>
          </w:p>
          <w:p w14:paraId="318AAA09" w14:textId="77777777" w:rsidR="00181174" w:rsidRPr="001A7B4B" w:rsidRDefault="00181174" w:rsidP="007F7D84">
            <w:pPr>
              <w:pStyle w:val="Normalheadingblue"/>
              <w:spacing w:before="0" w:after="0"/>
              <w:rPr>
                <w:rFonts w:cs="Arial"/>
                <w:color w:val="auto"/>
                <w:szCs w:val="22"/>
              </w:rPr>
            </w:pPr>
          </w:p>
          <w:p w14:paraId="2FA9EA05" w14:textId="77777777" w:rsidR="00181174" w:rsidRPr="001A7B4B" w:rsidRDefault="00181174" w:rsidP="007F7D84">
            <w:pPr>
              <w:pStyle w:val="Normalheadingblue"/>
              <w:spacing w:before="0" w:after="0"/>
              <w:rPr>
                <w:rFonts w:cs="Arial"/>
                <w:color w:val="auto"/>
                <w:szCs w:val="22"/>
              </w:rPr>
            </w:pPr>
            <w:r w:rsidRPr="001A7B4B">
              <w:rPr>
                <w:rFonts w:cs="Arial"/>
                <w:color w:val="auto"/>
                <w:szCs w:val="22"/>
              </w:rPr>
              <w:t>Resources:</w:t>
            </w:r>
          </w:p>
          <w:p w14:paraId="248397FC" w14:textId="3ADB4573" w:rsidR="00181174" w:rsidRPr="001A7B4B" w:rsidRDefault="00763103" w:rsidP="007F7D84">
            <w:pPr>
              <w:pStyle w:val="Default"/>
              <w:rPr>
                <w:color w:val="auto"/>
                <w:sz w:val="22"/>
                <w:szCs w:val="22"/>
              </w:rPr>
            </w:pPr>
            <w:r w:rsidRPr="001A7B4B">
              <w:rPr>
                <w:color w:val="auto"/>
                <w:sz w:val="22"/>
                <w:szCs w:val="22"/>
              </w:rPr>
              <w:t>PowerPoint</w:t>
            </w:r>
            <w:r w:rsidR="00D81827" w:rsidRPr="001A7B4B">
              <w:rPr>
                <w:color w:val="auto"/>
                <w:sz w:val="22"/>
                <w:szCs w:val="22"/>
              </w:rPr>
              <w:t xml:space="preserve">: </w:t>
            </w:r>
            <w:r w:rsidR="00D81827" w:rsidRPr="001A7B4B">
              <w:rPr>
                <w:b/>
                <w:bCs/>
                <w:color w:val="auto"/>
                <w:sz w:val="22"/>
                <w:szCs w:val="22"/>
              </w:rPr>
              <w:t>K1.22 Combustion and incomplete combustion in fuels</w:t>
            </w:r>
          </w:p>
          <w:p w14:paraId="676A740A" w14:textId="77777777" w:rsidR="00181174" w:rsidRPr="001A7B4B" w:rsidRDefault="00181174" w:rsidP="007F7D84">
            <w:pPr>
              <w:pStyle w:val="Default"/>
              <w:rPr>
                <w:color w:val="auto"/>
                <w:sz w:val="22"/>
                <w:szCs w:val="22"/>
              </w:rPr>
            </w:pPr>
            <w:r w:rsidRPr="001A7B4B">
              <w:rPr>
                <w:color w:val="auto"/>
                <w:sz w:val="22"/>
                <w:szCs w:val="22"/>
              </w:rPr>
              <w:t>Combustion analyser</w:t>
            </w:r>
          </w:p>
          <w:p w14:paraId="79F28722" w14:textId="77777777" w:rsidR="00181174" w:rsidRPr="001A7B4B" w:rsidRDefault="00181174" w:rsidP="007F7D84">
            <w:pPr>
              <w:pStyle w:val="Default"/>
              <w:rPr>
                <w:color w:val="auto"/>
                <w:sz w:val="22"/>
                <w:szCs w:val="22"/>
              </w:rPr>
            </w:pPr>
            <w:r w:rsidRPr="001A7B4B">
              <w:rPr>
                <w:color w:val="auto"/>
                <w:sz w:val="22"/>
                <w:szCs w:val="22"/>
              </w:rPr>
              <w:t>Appliances</w:t>
            </w:r>
          </w:p>
          <w:p w14:paraId="68372BF2" w14:textId="77777777" w:rsidR="00181174" w:rsidRPr="001A7B4B" w:rsidRDefault="00181174" w:rsidP="007F7D84">
            <w:pPr>
              <w:pStyle w:val="Default"/>
              <w:rPr>
                <w:color w:val="auto"/>
                <w:sz w:val="22"/>
                <w:szCs w:val="22"/>
              </w:rPr>
            </w:pPr>
            <w:r w:rsidRPr="001A7B4B">
              <w:rPr>
                <w:color w:val="auto"/>
                <w:sz w:val="22"/>
                <w:szCs w:val="22"/>
              </w:rPr>
              <w:t>Open question paper</w:t>
            </w:r>
          </w:p>
          <w:p w14:paraId="6A2280FD" w14:textId="77777777" w:rsidR="0022792D" w:rsidRPr="001A7B4B" w:rsidRDefault="0022792D" w:rsidP="007F7D84">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48BB5DF9" w14:textId="77777777" w:rsidR="00DD207A" w:rsidRDefault="008A57D2">
            <w:r>
              <w:lastRenderedPageBreak/>
              <w:t>Q&amp;A</w:t>
            </w:r>
            <w:r>
              <w:br/>
            </w:r>
            <w:r>
              <w:br/>
              <w:t>Open question paper</w:t>
            </w:r>
            <w:r>
              <w:br/>
              <w:t>English skills (reading, writing, technical vocabulary)</w:t>
            </w:r>
          </w:p>
        </w:tc>
      </w:tr>
      <w:tr w:rsidR="00531CBA" w:rsidRPr="00634DF8" w14:paraId="7B8F80A3"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4266445B" w14:textId="77777777" w:rsidR="00531CBA" w:rsidRDefault="003D66F8" w:rsidP="00531CBA">
            <w:pPr>
              <w:jc w:val="center"/>
              <w:rPr>
                <w:rFonts w:cs="Arial"/>
                <w:szCs w:val="22"/>
              </w:rPr>
            </w:pPr>
            <w:r>
              <w:rPr>
                <w:rFonts w:cs="Arial"/>
                <w:szCs w:val="22"/>
              </w:rPr>
              <w:lastRenderedPageBreak/>
              <w:t>63-64</w:t>
            </w:r>
          </w:p>
          <w:p w14:paraId="0EBB19F8" w14:textId="77777777" w:rsidR="003D66F8" w:rsidRDefault="003D66F8" w:rsidP="00531CBA">
            <w:pPr>
              <w:jc w:val="center"/>
              <w:rPr>
                <w:rFonts w:cs="Arial"/>
                <w:szCs w:val="22"/>
              </w:rPr>
            </w:pPr>
            <w:r>
              <w:rPr>
                <w:rFonts w:cs="Arial"/>
                <w:szCs w:val="22"/>
              </w:rPr>
              <w:t>6 hours</w:t>
            </w:r>
          </w:p>
          <w:p w14:paraId="68593551" w14:textId="0703D6E4" w:rsidR="003C3FEC" w:rsidRPr="003C3FEC" w:rsidRDefault="003C3FEC" w:rsidP="00531CBA">
            <w:pPr>
              <w:jc w:val="center"/>
              <w:rPr>
                <w:rFonts w:cs="Arial"/>
                <w:b/>
                <w:bCs/>
                <w:szCs w:val="22"/>
              </w:rPr>
            </w:pPr>
            <w:r w:rsidRPr="003C3FEC">
              <w:rPr>
                <w:rFonts w:cs="Arial"/>
                <w:b/>
                <w:bCs/>
                <w:szCs w:val="22"/>
                <w:highlight w:val="yellow"/>
              </w:rPr>
              <w:t>PPT available</w:t>
            </w:r>
          </w:p>
        </w:tc>
        <w:tc>
          <w:tcPr>
            <w:tcW w:w="2199" w:type="dxa"/>
            <w:tcBorders>
              <w:top w:val="single" w:sz="4" w:space="0" w:color="C6C5C6"/>
              <w:left w:val="single" w:sz="4" w:space="0" w:color="C6C5C6"/>
              <w:bottom w:val="single" w:sz="4" w:space="0" w:color="C6C5C6"/>
              <w:right w:val="single" w:sz="4" w:space="0" w:color="C6C5C6"/>
            </w:tcBorders>
          </w:tcPr>
          <w:p w14:paraId="415F5199" w14:textId="77777777" w:rsidR="003D66F8" w:rsidRPr="001A7B4B" w:rsidRDefault="003D66F8" w:rsidP="003D66F8">
            <w:pPr>
              <w:pStyle w:val="Normalheadingblack"/>
              <w:rPr>
                <w:rFonts w:cs="Arial"/>
                <w:lang w:eastAsia="en-GB"/>
              </w:rPr>
            </w:pPr>
            <w:r w:rsidRPr="001A7B4B">
              <w:rPr>
                <w:rFonts w:cs="Arial"/>
                <w:lang w:eastAsia="en-GB"/>
              </w:rPr>
              <w:t>Outcome 1 – Plumbing and heating common knowledge criteria</w:t>
            </w:r>
          </w:p>
          <w:p w14:paraId="00CA2703" w14:textId="77777777" w:rsidR="00531CBA" w:rsidRPr="001A7B4B" w:rsidRDefault="00531CBA" w:rsidP="00531CBA">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66475C0E" w14:textId="77777777" w:rsidR="003D66F8" w:rsidRPr="001A7B4B" w:rsidRDefault="003D66F8" w:rsidP="003D66F8">
            <w:pPr>
              <w:pStyle w:val="Default"/>
              <w:rPr>
                <w:bCs/>
                <w:color w:val="auto"/>
                <w:szCs w:val="22"/>
              </w:rPr>
            </w:pPr>
            <w:r w:rsidRPr="001A7B4B">
              <w:rPr>
                <w:bCs/>
                <w:color w:val="auto"/>
                <w:sz w:val="22"/>
                <w:szCs w:val="22"/>
              </w:rPr>
              <w:t xml:space="preserve">K1.23 Flues/Chimneys in relation to gas and the combustion process </w:t>
            </w:r>
          </w:p>
          <w:p w14:paraId="5AA3673E" w14:textId="77777777" w:rsidR="00531CBA" w:rsidRPr="001A7B4B" w:rsidRDefault="00531CBA" w:rsidP="00531CBA">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6341C408" w14:textId="623BC659" w:rsidR="00181174" w:rsidRPr="001A7B4B" w:rsidRDefault="00181174" w:rsidP="00EF6E96">
            <w:pPr>
              <w:pStyle w:val="Normalheadingblue"/>
              <w:spacing w:before="0" w:after="0"/>
              <w:rPr>
                <w:rFonts w:cs="Arial"/>
                <w:color w:val="auto"/>
                <w:szCs w:val="22"/>
              </w:rPr>
            </w:pPr>
            <w:r w:rsidRPr="001A7B4B">
              <w:rPr>
                <w:rFonts w:cs="Arial"/>
                <w:color w:val="auto"/>
                <w:szCs w:val="22"/>
              </w:rPr>
              <w:t>Activity:</w:t>
            </w:r>
          </w:p>
          <w:p w14:paraId="6D0A4E01" w14:textId="77777777" w:rsidR="00181174" w:rsidRPr="001A7B4B" w:rsidRDefault="00181174" w:rsidP="00EF6E96">
            <w:pPr>
              <w:pStyle w:val="Normalheadingblue"/>
              <w:spacing w:before="0" w:after="0"/>
              <w:rPr>
                <w:rFonts w:cs="Arial"/>
                <w:color w:val="auto"/>
                <w:szCs w:val="22"/>
              </w:rPr>
            </w:pPr>
            <w:r w:rsidRPr="001A7B4B">
              <w:rPr>
                <w:rFonts w:cs="Arial"/>
                <w:color w:val="auto"/>
                <w:szCs w:val="22"/>
              </w:rPr>
              <w:t>Starter task example:</w:t>
            </w:r>
          </w:p>
          <w:p w14:paraId="3F5F7A2B" w14:textId="1AA7EC5F" w:rsidR="005D214F" w:rsidRPr="001A7B4B" w:rsidRDefault="00116A2E" w:rsidP="00EF6E96">
            <w:pPr>
              <w:pStyle w:val="Normalheadingblue"/>
              <w:spacing w:before="0" w:after="0"/>
              <w:rPr>
                <w:rFonts w:cs="Arial"/>
                <w:b w:val="0"/>
                <w:color w:val="auto"/>
                <w:szCs w:val="22"/>
              </w:rPr>
            </w:pPr>
            <w:r w:rsidRPr="001A7B4B">
              <w:rPr>
                <w:rFonts w:cs="Arial"/>
                <w:b w:val="0"/>
                <w:color w:val="auto"/>
                <w:szCs w:val="22"/>
              </w:rPr>
              <w:t>Students</w:t>
            </w:r>
            <w:r w:rsidR="005D214F" w:rsidRPr="001A7B4B">
              <w:rPr>
                <w:rFonts w:cs="Arial"/>
                <w:b w:val="0"/>
                <w:color w:val="auto"/>
                <w:szCs w:val="22"/>
              </w:rPr>
              <w:t xml:space="preserve"> to produce a short description of what they think a ‘</w:t>
            </w:r>
            <w:r w:rsidR="008B52FD" w:rsidRPr="001A7B4B">
              <w:rPr>
                <w:rFonts w:cs="Arial"/>
                <w:b w:val="0"/>
                <w:color w:val="auto"/>
                <w:szCs w:val="22"/>
              </w:rPr>
              <w:t>c</w:t>
            </w:r>
            <w:r w:rsidR="005D214F" w:rsidRPr="001A7B4B">
              <w:rPr>
                <w:rFonts w:cs="Arial"/>
                <w:b w:val="0"/>
                <w:color w:val="auto"/>
                <w:szCs w:val="22"/>
              </w:rPr>
              <w:t>himney’ or ‘</w:t>
            </w:r>
            <w:r w:rsidR="008B52FD" w:rsidRPr="001A7B4B">
              <w:rPr>
                <w:rFonts w:cs="Arial"/>
                <w:b w:val="0"/>
                <w:color w:val="auto"/>
                <w:szCs w:val="22"/>
              </w:rPr>
              <w:t>f</w:t>
            </w:r>
            <w:r w:rsidR="005D214F" w:rsidRPr="001A7B4B">
              <w:rPr>
                <w:rFonts w:cs="Arial"/>
                <w:b w:val="0"/>
                <w:color w:val="auto"/>
                <w:szCs w:val="22"/>
              </w:rPr>
              <w:t xml:space="preserve">lue’ does and how it operates. </w:t>
            </w:r>
            <w:r w:rsidRPr="001A7B4B">
              <w:rPr>
                <w:rFonts w:cs="Arial"/>
                <w:b w:val="0"/>
                <w:color w:val="auto"/>
                <w:szCs w:val="22"/>
              </w:rPr>
              <w:t>Students</w:t>
            </w:r>
            <w:r w:rsidR="005D214F" w:rsidRPr="001A7B4B">
              <w:rPr>
                <w:rFonts w:cs="Arial"/>
                <w:b w:val="0"/>
                <w:color w:val="auto"/>
                <w:szCs w:val="22"/>
              </w:rPr>
              <w:t xml:space="preserve"> offer explanation in classroom discussion.</w:t>
            </w:r>
          </w:p>
          <w:p w14:paraId="4CDE9C8F" w14:textId="77777777" w:rsidR="00181174" w:rsidRPr="001A7B4B" w:rsidRDefault="00181174" w:rsidP="00EF6E96">
            <w:pPr>
              <w:pStyle w:val="Normalheadingblue"/>
              <w:spacing w:before="0" w:after="0"/>
              <w:rPr>
                <w:rFonts w:cs="Arial"/>
                <w:color w:val="auto"/>
                <w:szCs w:val="22"/>
              </w:rPr>
            </w:pPr>
          </w:p>
          <w:p w14:paraId="13290B18" w14:textId="318A67EF" w:rsidR="00181174" w:rsidRPr="001A7B4B" w:rsidRDefault="00181174" w:rsidP="00EF6E96">
            <w:pPr>
              <w:pStyle w:val="Normalheadingblue"/>
              <w:spacing w:before="0" w:after="0"/>
              <w:rPr>
                <w:rFonts w:cs="Arial"/>
                <w:color w:val="auto"/>
                <w:szCs w:val="22"/>
              </w:rPr>
            </w:pPr>
            <w:r w:rsidRPr="001A7B4B">
              <w:rPr>
                <w:rFonts w:cs="Arial"/>
                <w:color w:val="auto"/>
                <w:szCs w:val="22"/>
              </w:rPr>
              <w:t>Delivery</w:t>
            </w:r>
            <w:r w:rsidR="002D60FF" w:rsidRPr="001A7B4B">
              <w:rPr>
                <w:rFonts w:cs="Arial"/>
                <w:color w:val="auto"/>
                <w:szCs w:val="22"/>
              </w:rPr>
              <w:t xml:space="preserve"> focus</w:t>
            </w:r>
            <w:r w:rsidRPr="001A7B4B">
              <w:rPr>
                <w:rFonts w:cs="Arial"/>
                <w:color w:val="auto"/>
                <w:szCs w:val="22"/>
              </w:rPr>
              <w:t>:</w:t>
            </w:r>
          </w:p>
          <w:p w14:paraId="289B55D6" w14:textId="218F1769" w:rsidR="00181174" w:rsidRPr="001A7B4B" w:rsidRDefault="00EF6E96" w:rsidP="00EF6E96">
            <w:pPr>
              <w:pStyle w:val="Default"/>
              <w:rPr>
                <w:b/>
                <w:color w:val="auto"/>
                <w:sz w:val="22"/>
                <w:szCs w:val="22"/>
              </w:rPr>
            </w:pPr>
            <w:r w:rsidRPr="001A7B4B">
              <w:rPr>
                <w:bCs/>
                <w:color w:val="auto"/>
                <w:sz w:val="22"/>
                <w:szCs w:val="22"/>
              </w:rPr>
              <w:t>Using PowerPoint</w:t>
            </w:r>
            <w:r w:rsidRPr="001A7B4B">
              <w:rPr>
                <w:b/>
                <w:color w:val="auto"/>
                <w:sz w:val="22"/>
                <w:szCs w:val="22"/>
              </w:rPr>
              <w:t xml:space="preserve"> </w:t>
            </w:r>
            <w:r w:rsidRPr="00982C8B">
              <w:rPr>
                <w:b/>
                <w:color w:val="auto"/>
                <w:sz w:val="22"/>
                <w:szCs w:val="22"/>
                <w:highlight w:val="yellow"/>
              </w:rPr>
              <w:t>K1.23 Flue systems and combustion</w:t>
            </w:r>
            <w:r w:rsidRPr="001A7B4B">
              <w:rPr>
                <w:bCs/>
                <w:color w:val="auto"/>
                <w:sz w:val="22"/>
                <w:szCs w:val="22"/>
              </w:rPr>
              <w:t>, deliver the following content:</w:t>
            </w:r>
          </w:p>
          <w:p w14:paraId="6A38BC78" w14:textId="77777777" w:rsidR="00181174" w:rsidRPr="001A7B4B" w:rsidRDefault="00181174" w:rsidP="002C017C">
            <w:pPr>
              <w:pStyle w:val="Default"/>
              <w:numPr>
                <w:ilvl w:val="0"/>
                <w:numId w:val="22"/>
              </w:numPr>
              <w:rPr>
                <w:color w:val="auto"/>
                <w:sz w:val="22"/>
                <w:szCs w:val="22"/>
              </w:rPr>
            </w:pPr>
            <w:r w:rsidRPr="001A7B4B">
              <w:rPr>
                <w:color w:val="auto"/>
                <w:sz w:val="22"/>
                <w:szCs w:val="22"/>
              </w:rPr>
              <w:t xml:space="preserve">The types of flue, sizes and the correct and safe operation in line with industry requirements. </w:t>
            </w:r>
          </w:p>
          <w:p w14:paraId="1DA33D9C" w14:textId="77777777" w:rsidR="00181174" w:rsidRPr="001A7B4B" w:rsidRDefault="00181174" w:rsidP="002C017C">
            <w:pPr>
              <w:pStyle w:val="Default"/>
              <w:numPr>
                <w:ilvl w:val="0"/>
                <w:numId w:val="22"/>
              </w:numPr>
              <w:rPr>
                <w:color w:val="auto"/>
                <w:sz w:val="22"/>
                <w:szCs w:val="22"/>
              </w:rPr>
            </w:pPr>
            <w:r w:rsidRPr="001A7B4B">
              <w:rPr>
                <w:color w:val="auto"/>
                <w:sz w:val="22"/>
                <w:szCs w:val="22"/>
              </w:rPr>
              <w:t xml:space="preserve">Basic inspection requirements of flue systems. </w:t>
            </w:r>
          </w:p>
          <w:p w14:paraId="1A7F405F" w14:textId="77777777" w:rsidR="00181174" w:rsidRPr="001A7B4B" w:rsidRDefault="00181174" w:rsidP="002C017C">
            <w:pPr>
              <w:pStyle w:val="Default"/>
              <w:numPr>
                <w:ilvl w:val="0"/>
                <w:numId w:val="22"/>
              </w:numPr>
              <w:rPr>
                <w:color w:val="auto"/>
                <w:sz w:val="22"/>
                <w:szCs w:val="22"/>
              </w:rPr>
            </w:pPr>
            <w:r w:rsidRPr="001A7B4B">
              <w:rPr>
                <w:color w:val="auto"/>
                <w:sz w:val="22"/>
                <w:szCs w:val="22"/>
              </w:rPr>
              <w:t xml:space="preserve">Operating principles: remove combustion products, draw in combustion air. </w:t>
            </w:r>
          </w:p>
          <w:p w14:paraId="1ED546EB" w14:textId="77777777" w:rsidR="005D214F" w:rsidRPr="001A7B4B" w:rsidRDefault="00181174" w:rsidP="002C017C">
            <w:pPr>
              <w:pStyle w:val="Default"/>
              <w:numPr>
                <w:ilvl w:val="0"/>
                <w:numId w:val="22"/>
              </w:numPr>
              <w:rPr>
                <w:color w:val="auto"/>
                <w:sz w:val="22"/>
                <w:szCs w:val="22"/>
              </w:rPr>
            </w:pPr>
            <w:r w:rsidRPr="001A7B4B">
              <w:rPr>
                <w:color w:val="auto"/>
                <w:sz w:val="22"/>
                <w:szCs w:val="22"/>
              </w:rPr>
              <w:t>Components: primary flue</w:t>
            </w:r>
            <w:r w:rsidR="005D214F" w:rsidRPr="001A7B4B">
              <w:rPr>
                <w:color w:val="auto"/>
                <w:sz w:val="22"/>
                <w:szCs w:val="22"/>
              </w:rPr>
              <w:t xml:space="preserve">, </w:t>
            </w:r>
            <w:r w:rsidRPr="001A7B4B">
              <w:rPr>
                <w:color w:val="auto"/>
                <w:sz w:val="22"/>
                <w:szCs w:val="22"/>
              </w:rPr>
              <w:t>draught diverter</w:t>
            </w:r>
            <w:r w:rsidR="005D214F" w:rsidRPr="001A7B4B">
              <w:rPr>
                <w:color w:val="auto"/>
                <w:sz w:val="22"/>
                <w:szCs w:val="22"/>
              </w:rPr>
              <w:t xml:space="preserve">, </w:t>
            </w:r>
            <w:r w:rsidRPr="001A7B4B">
              <w:rPr>
                <w:color w:val="auto"/>
                <w:sz w:val="22"/>
                <w:szCs w:val="22"/>
              </w:rPr>
              <w:t>secondary flue</w:t>
            </w:r>
            <w:r w:rsidR="005D214F" w:rsidRPr="001A7B4B">
              <w:rPr>
                <w:color w:val="auto"/>
                <w:sz w:val="22"/>
                <w:szCs w:val="22"/>
              </w:rPr>
              <w:t xml:space="preserve">, </w:t>
            </w:r>
            <w:r w:rsidRPr="001A7B4B">
              <w:rPr>
                <w:color w:val="auto"/>
                <w:sz w:val="22"/>
                <w:szCs w:val="22"/>
              </w:rPr>
              <w:t xml:space="preserve">terminal. </w:t>
            </w:r>
          </w:p>
          <w:p w14:paraId="770E6701" w14:textId="77777777" w:rsidR="00181174" w:rsidRPr="001A7B4B" w:rsidRDefault="00181174" w:rsidP="002C017C">
            <w:pPr>
              <w:pStyle w:val="Default"/>
              <w:numPr>
                <w:ilvl w:val="0"/>
                <w:numId w:val="22"/>
              </w:numPr>
              <w:rPr>
                <w:color w:val="auto"/>
                <w:sz w:val="22"/>
                <w:szCs w:val="22"/>
              </w:rPr>
            </w:pPr>
            <w:r w:rsidRPr="001A7B4B">
              <w:rPr>
                <w:color w:val="auto"/>
                <w:sz w:val="22"/>
                <w:szCs w:val="22"/>
              </w:rPr>
              <w:t>Flues/chimneys: open flued</w:t>
            </w:r>
            <w:r w:rsidR="005D214F" w:rsidRPr="001A7B4B">
              <w:rPr>
                <w:color w:val="auto"/>
                <w:sz w:val="22"/>
                <w:szCs w:val="22"/>
              </w:rPr>
              <w:t>,</w:t>
            </w:r>
            <w:r w:rsidRPr="001A7B4B">
              <w:rPr>
                <w:color w:val="auto"/>
                <w:sz w:val="22"/>
                <w:szCs w:val="22"/>
              </w:rPr>
              <w:t xml:space="preserve"> room sealed</w:t>
            </w:r>
            <w:r w:rsidR="005D214F" w:rsidRPr="001A7B4B">
              <w:rPr>
                <w:color w:val="auto"/>
                <w:sz w:val="22"/>
                <w:szCs w:val="22"/>
              </w:rPr>
              <w:t xml:space="preserve">, </w:t>
            </w:r>
            <w:r w:rsidRPr="001A7B4B">
              <w:rPr>
                <w:color w:val="auto"/>
                <w:sz w:val="22"/>
                <w:szCs w:val="22"/>
              </w:rPr>
              <w:t xml:space="preserve">flueless. </w:t>
            </w:r>
          </w:p>
          <w:p w14:paraId="7E92960F" w14:textId="77777777" w:rsidR="005D214F" w:rsidRPr="001A7B4B" w:rsidRDefault="005D214F" w:rsidP="002C017C">
            <w:pPr>
              <w:pStyle w:val="Default"/>
              <w:numPr>
                <w:ilvl w:val="0"/>
                <w:numId w:val="22"/>
              </w:numPr>
              <w:rPr>
                <w:color w:val="auto"/>
                <w:sz w:val="22"/>
                <w:szCs w:val="22"/>
              </w:rPr>
            </w:pPr>
            <w:r w:rsidRPr="001A7B4B">
              <w:rPr>
                <w:color w:val="auto"/>
                <w:sz w:val="22"/>
                <w:szCs w:val="22"/>
              </w:rPr>
              <w:t>Show examples of a range of flues attached to appliances and distribute flue fittings to examine materials and construction.</w:t>
            </w:r>
          </w:p>
          <w:p w14:paraId="5893B1A9" w14:textId="77777777" w:rsidR="005D214F" w:rsidRPr="001A7B4B" w:rsidRDefault="005D214F" w:rsidP="002C017C">
            <w:pPr>
              <w:pStyle w:val="Default"/>
              <w:numPr>
                <w:ilvl w:val="0"/>
                <w:numId w:val="22"/>
              </w:numPr>
              <w:rPr>
                <w:color w:val="auto"/>
                <w:sz w:val="22"/>
                <w:szCs w:val="22"/>
              </w:rPr>
            </w:pPr>
            <w:r w:rsidRPr="001A7B4B">
              <w:rPr>
                <w:color w:val="auto"/>
                <w:sz w:val="22"/>
                <w:szCs w:val="22"/>
              </w:rPr>
              <w:t>Demonstrate Flue draught using smoke pellets.</w:t>
            </w:r>
          </w:p>
          <w:p w14:paraId="3513961C" w14:textId="77777777" w:rsidR="005D214F" w:rsidRPr="001A7B4B" w:rsidRDefault="005D214F" w:rsidP="002C017C">
            <w:pPr>
              <w:pStyle w:val="Default"/>
              <w:numPr>
                <w:ilvl w:val="0"/>
                <w:numId w:val="22"/>
              </w:numPr>
              <w:rPr>
                <w:color w:val="auto"/>
                <w:sz w:val="22"/>
                <w:szCs w:val="22"/>
              </w:rPr>
            </w:pPr>
            <w:r w:rsidRPr="001A7B4B">
              <w:rPr>
                <w:color w:val="auto"/>
                <w:sz w:val="22"/>
                <w:szCs w:val="22"/>
              </w:rPr>
              <w:t>Look at positions of flues and terminals using guides such as IGEM documents.</w:t>
            </w:r>
          </w:p>
          <w:p w14:paraId="4B72715C" w14:textId="77777777" w:rsidR="00181174" w:rsidRPr="001A7B4B" w:rsidRDefault="00181174" w:rsidP="00EF6E96">
            <w:pPr>
              <w:pStyle w:val="Normalheadingblue"/>
              <w:spacing w:before="0" w:after="0"/>
              <w:rPr>
                <w:rFonts w:cs="Arial"/>
                <w:color w:val="auto"/>
                <w:szCs w:val="22"/>
              </w:rPr>
            </w:pPr>
          </w:p>
          <w:p w14:paraId="0073B150" w14:textId="48A1212D" w:rsidR="00181174" w:rsidRPr="001A7B4B" w:rsidRDefault="00181174" w:rsidP="00EF6E96">
            <w:pPr>
              <w:pStyle w:val="Normalheadingblue"/>
              <w:spacing w:before="0" w:after="0"/>
              <w:rPr>
                <w:rFonts w:cs="Arial"/>
                <w:color w:val="auto"/>
                <w:szCs w:val="22"/>
              </w:rPr>
            </w:pPr>
            <w:r w:rsidRPr="001A7B4B">
              <w:rPr>
                <w:rFonts w:cs="Arial"/>
                <w:color w:val="auto"/>
                <w:szCs w:val="22"/>
              </w:rPr>
              <w:t xml:space="preserve">Knowledge </w:t>
            </w:r>
            <w:r w:rsidR="00EF6E96" w:rsidRPr="001A7B4B">
              <w:rPr>
                <w:rFonts w:cs="Arial"/>
                <w:color w:val="auto"/>
                <w:szCs w:val="22"/>
              </w:rPr>
              <w:t>C</w:t>
            </w:r>
            <w:r w:rsidRPr="001A7B4B">
              <w:rPr>
                <w:rFonts w:cs="Arial"/>
                <w:color w:val="auto"/>
                <w:szCs w:val="22"/>
              </w:rPr>
              <w:t>heck example:</w:t>
            </w:r>
          </w:p>
          <w:p w14:paraId="71660A33" w14:textId="3DF95073" w:rsidR="00181174" w:rsidRPr="001A7B4B" w:rsidRDefault="005D214F" w:rsidP="00EF6E96">
            <w:pPr>
              <w:pStyle w:val="Normalheadingblue"/>
              <w:spacing w:before="0" w:after="0"/>
              <w:rPr>
                <w:rFonts w:cs="Arial"/>
                <w:b w:val="0"/>
                <w:color w:val="auto"/>
                <w:szCs w:val="22"/>
              </w:rPr>
            </w:pPr>
            <w:r w:rsidRPr="001A7B4B">
              <w:rPr>
                <w:rFonts w:cs="Arial"/>
                <w:b w:val="0"/>
                <w:color w:val="auto"/>
                <w:szCs w:val="22"/>
              </w:rPr>
              <w:t xml:space="preserve">Student research task. Set task for </w:t>
            </w:r>
            <w:r w:rsidR="00F502C8" w:rsidRPr="001A7B4B">
              <w:rPr>
                <w:rFonts w:cs="Arial"/>
                <w:b w:val="0"/>
                <w:color w:val="auto"/>
                <w:szCs w:val="22"/>
              </w:rPr>
              <w:t>students</w:t>
            </w:r>
            <w:r w:rsidRPr="001A7B4B">
              <w:rPr>
                <w:rFonts w:cs="Arial"/>
                <w:b w:val="0"/>
                <w:color w:val="auto"/>
                <w:szCs w:val="22"/>
              </w:rPr>
              <w:t xml:space="preserve"> to research a type of flue arrangement in small groups. </w:t>
            </w:r>
            <w:r w:rsidR="00116A2E" w:rsidRPr="001A7B4B">
              <w:rPr>
                <w:rFonts w:cs="Arial"/>
                <w:b w:val="0"/>
                <w:color w:val="auto"/>
                <w:szCs w:val="22"/>
              </w:rPr>
              <w:t>Students</w:t>
            </w:r>
            <w:r w:rsidRPr="001A7B4B">
              <w:rPr>
                <w:rFonts w:cs="Arial"/>
                <w:b w:val="0"/>
                <w:color w:val="auto"/>
                <w:szCs w:val="22"/>
              </w:rPr>
              <w:t xml:space="preserve"> have 1 ½ hours to produce a short feedback session. On </w:t>
            </w:r>
            <w:r w:rsidRPr="001A7B4B">
              <w:rPr>
                <w:rFonts w:cs="Arial"/>
                <w:b w:val="0"/>
                <w:color w:val="auto"/>
                <w:szCs w:val="22"/>
              </w:rPr>
              <w:lastRenderedPageBreak/>
              <w:t>completion all groups feed back into tutor led presentation.</w:t>
            </w:r>
          </w:p>
          <w:p w14:paraId="358FCE9D" w14:textId="77777777" w:rsidR="00EF6E96" w:rsidRPr="001A7B4B" w:rsidRDefault="00EF6E96" w:rsidP="00EF6E96">
            <w:pPr>
              <w:pStyle w:val="Normalheadingblue"/>
              <w:spacing w:before="0" w:after="0"/>
              <w:rPr>
                <w:rFonts w:cs="Arial"/>
                <w:b w:val="0"/>
                <w:color w:val="auto"/>
                <w:szCs w:val="22"/>
              </w:rPr>
            </w:pPr>
          </w:p>
          <w:p w14:paraId="72A232F2" w14:textId="77777777" w:rsidR="00181174" w:rsidRPr="001A7B4B" w:rsidRDefault="00181174" w:rsidP="00EF6E96">
            <w:pPr>
              <w:pStyle w:val="Normalheadingblue"/>
              <w:spacing w:before="0" w:after="0"/>
              <w:rPr>
                <w:rFonts w:cs="Arial"/>
                <w:color w:val="auto"/>
                <w:szCs w:val="22"/>
              </w:rPr>
            </w:pPr>
            <w:r w:rsidRPr="001A7B4B">
              <w:rPr>
                <w:rFonts w:cs="Arial"/>
                <w:color w:val="auto"/>
                <w:szCs w:val="22"/>
              </w:rPr>
              <w:t>Resources:</w:t>
            </w:r>
          </w:p>
          <w:p w14:paraId="5389735C" w14:textId="6BCEF84F" w:rsidR="003D66F8" w:rsidRPr="001A7B4B" w:rsidRDefault="00763103" w:rsidP="00EF6E96">
            <w:pPr>
              <w:pStyle w:val="Default"/>
              <w:rPr>
                <w:color w:val="auto"/>
                <w:sz w:val="22"/>
                <w:szCs w:val="22"/>
              </w:rPr>
            </w:pPr>
            <w:r w:rsidRPr="001A7B4B">
              <w:rPr>
                <w:color w:val="auto"/>
                <w:sz w:val="22"/>
                <w:szCs w:val="22"/>
              </w:rPr>
              <w:t>PowerPoint</w:t>
            </w:r>
            <w:r w:rsidR="008B52FD" w:rsidRPr="001A7B4B">
              <w:rPr>
                <w:color w:val="auto"/>
                <w:sz w:val="22"/>
                <w:szCs w:val="22"/>
              </w:rPr>
              <w:t xml:space="preserve">: </w:t>
            </w:r>
            <w:r w:rsidR="008B52FD" w:rsidRPr="001A7B4B">
              <w:rPr>
                <w:b/>
                <w:bCs/>
                <w:color w:val="auto"/>
                <w:sz w:val="22"/>
                <w:szCs w:val="22"/>
              </w:rPr>
              <w:t>K1.23 Flue systems and combustion</w:t>
            </w:r>
          </w:p>
          <w:p w14:paraId="5B1B7D97" w14:textId="77777777" w:rsidR="005D214F" w:rsidRPr="001A7B4B" w:rsidRDefault="005D214F" w:rsidP="00EF6E96">
            <w:pPr>
              <w:pStyle w:val="Default"/>
              <w:rPr>
                <w:color w:val="auto"/>
                <w:sz w:val="22"/>
                <w:szCs w:val="22"/>
              </w:rPr>
            </w:pPr>
            <w:r w:rsidRPr="001A7B4B">
              <w:rPr>
                <w:color w:val="auto"/>
                <w:sz w:val="22"/>
                <w:szCs w:val="22"/>
              </w:rPr>
              <w:t>Examples of flues and components</w:t>
            </w:r>
          </w:p>
          <w:p w14:paraId="48ADFCA5" w14:textId="77777777" w:rsidR="005D214F" w:rsidRPr="001A7B4B" w:rsidRDefault="005D214F" w:rsidP="00EF6E96">
            <w:pPr>
              <w:pStyle w:val="Default"/>
              <w:rPr>
                <w:color w:val="auto"/>
                <w:sz w:val="22"/>
                <w:szCs w:val="22"/>
              </w:rPr>
            </w:pPr>
            <w:r w:rsidRPr="001A7B4B">
              <w:rPr>
                <w:color w:val="auto"/>
                <w:sz w:val="22"/>
                <w:szCs w:val="22"/>
              </w:rPr>
              <w:t>Smoke pellets</w:t>
            </w:r>
          </w:p>
          <w:p w14:paraId="55C22A45" w14:textId="77777777" w:rsidR="005D214F" w:rsidRPr="001A7B4B" w:rsidRDefault="005D214F" w:rsidP="00EF6E96">
            <w:pPr>
              <w:pStyle w:val="Default"/>
              <w:rPr>
                <w:color w:val="auto"/>
                <w:sz w:val="22"/>
                <w:szCs w:val="22"/>
              </w:rPr>
            </w:pPr>
            <w:r w:rsidRPr="001A7B4B">
              <w:rPr>
                <w:color w:val="auto"/>
                <w:sz w:val="22"/>
                <w:szCs w:val="22"/>
              </w:rPr>
              <w:t>IGEM documents</w:t>
            </w:r>
          </w:p>
          <w:p w14:paraId="14DC7B3A" w14:textId="77777777" w:rsidR="005D214F" w:rsidRPr="001A7B4B" w:rsidRDefault="005D214F" w:rsidP="00EF6E96">
            <w:pPr>
              <w:pStyle w:val="Default"/>
              <w:rPr>
                <w:color w:val="auto"/>
                <w:sz w:val="22"/>
                <w:szCs w:val="22"/>
              </w:rPr>
            </w:pPr>
            <w:r w:rsidRPr="001A7B4B">
              <w:rPr>
                <w:color w:val="auto"/>
                <w:sz w:val="22"/>
                <w:szCs w:val="22"/>
              </w:rPr>
              <w:t>ILT equipment</w:t>
            </w:r>
          </w:p>
          <w:p w14:paraId="69701199" w14:textId="77777777" w:rsidR="00531CBA" w:rsidRPr="001A7B4B" w:rsidRDefault="00531CBA" w:rsidP="00EF6E96">
            <w:pPr>
              <w:pStyle w:val="Default"/>
              <w:rPr>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0B5FF6E6" w14:textId="77777777" w:rsidR="00DD207A" w:rsidRDefault="008A57D2">
            <w:r>
              <w:lastRenderedPageBreak/>
              <w:t>Q&amp;A</w:t>
            </w:r>
            <w:r>
              <w:br/>
            </w:r>
            <w:r>
              <w:br/>
            </w:r>
            <w:r>
              <w:br/>
              <w:t>Research and feedback task</w:t>
            </w:r>
            <w:r>
              <w:br/>
              <w:t>English skills (reading, writing, technical vocabulary)</w:t>
            </w:r>
          </w:p>
        </w:tc>
      </w:tr>
      <w:tr w:rsidR="00531CBA" w:rsidRPr="00634DF8" w14:paraId="0C0C5B1A"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4B46D810" w14:textId="77777777" w:rsidR="00531CBA" w:rsidRDefault="003D66F8" w:rsidP="00531CBA">
            <w:pPr>
              <w:jc w:val="center"/>
              <w:rPr>
                <w:rFonts w:cs="Arial"/>
                <w:szCs w:val="22"/>
              </w:rPr>
            </w:pPr>
            <w:r>
              <w:rPr>
                <w:rFonts w:cs="Arial"/>
                <w:szCs w:val="22"/>
              </w:rPr>
              <w:t>65-66</w:t>
            </w:r>
          </w:p>
          <w:p w14:paraId="0B714DD8" w14:textId="77777777" w:rsidR="003D66F8" w:rsidRDefault="003D66F8" w:rsidP="00531CBA">
            <w:pPr>
              <w:jc w:val="center"/>
              <w:rPr>
                <w:rFonts w:cs="Arial"/>
                <w:szCs w:val="22"/>
              </w:rPr>
            </w:pPr>
            <w:r>
              <w:rPr>
                <w:rFonts w:cs="Arial"/>
                <w:szCs w:val="22"/>
              </w:rPr>
              <w:t>6 hours</w:t>
            </w:r>
          </w:p>
          <w:p w14:paraId="77DBB88C" w14:textId="536B4CEA" w:rsidR="006B73B7" w:rsidRPr="006B73B7" w:rsidRDefault="006B73B7" w:rsidP="00531CBA">
            <w:pPr>
              <w:jc w:val="center"/>
              <w:rPr>
                <w:rFonts w:cs="Arial"/>
                <w:b/>
                <w:bCs/>
                <w:szCs w:val="22"/>
              </w:rPr>
            </w:pPr>
            <w:r w:rsidRPr="006B73B7">
              <w:rPr>
                <w:rFonts w:cs="Arial"/>
                <w:b/>
                <w:bCs/>
                <w:szCs w:val="22"/>
                <w:highlight w:val="yellow"/>
              </w:rPr>
              <w:t>PPT available</w:t>
            </w:r>
          </w:p>
        </w:tc>
        <w:tc>
          <w:tcPr>
            <w:tcW w:w="2199" w:type="dxa"/>
            <w:tcBorders>
              <w:top w:val="single" w:sz="4" w:space="0" w:color="C6C5C6"/>
              <w:left w:val="single" w:sz="4" w:space="0" w:color="C6C5C6"/>
              <w:bottom w:val="single" w:sz="4" w:space="0" w:color="C6C5C6"/>
              <w:right w:val="single" w:sz="4" w:space="0" w:color="C6C5C6"/>
            </w:tcBorders>
          </w:tcPr>
          <w:p w14:paraId="4343D1CA" w14:textId="77777777" w:rsidR="003D66F8" w:rsidRPr="001A7B4B" w:rsidRDefault="003D66F8" w:rsidP="003D66F8">
            <w:pPr>
              <w:pStyle w:val="Normalheadingblack"/>
              <w:rPr>
                <w:rFonts w:cs="Arial"/>
                <w:lang w:eastAsia="en-GB"/>
              </w:rPr>
            </w:pPr>
            <w:r w:rsidRPr="001A7B4B">
              <w:rPr>
                <w:rFonts w:cs="Arial"/>
                <w:lang w:eastAsia="en-GB"/>
              </w:rPr>
              <w:t>Outcome 1 – Plumbing and heating common knowledge criteria</w:t>
            </w:r>
          </w:p>
          <w:p w14:paraId="1BD400D6" w14:textId="77777777" w:rsidR="00531CBA" w:rsidRPr="001A7B4B" w:rsidRDefault="00531CBA" w:rsidP="00531CBA">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2F30CC0A" w14:textId="77777777" w:rsidR="003D66F8" w:rsidRPr="001A7B4B" w:rsidRDefault="003D66F8" w:rsidP="003D66F8">
            <w:pPr>
              <w:pStyle w:val="Default"/>
              <w:rPr>
                <w:bCs/>
                <w:color w:val="auto"/>
                <w:szCs w:val="22"/>
              </w:rPr>
            </w:pPr>
            <w:r w:rsidRPr="001A7B4B">
              <w:rPr>
                <w:bCs/>
                <w:color w:val="auto"/>
                <w:sz w:val="22"/>
                <w:szCs w:val="22"/>
              </w:rPr>
              <w:t xml:space="preserve">K1.24 Ventilation in relation to gas and the combustion process </w:t>
            </w:r>
          </w:p>
          <w:p w14:paraId="7E105B3E" w14:textId="77777777" w:rsidR="00531CBA" w:rsidRPr="001A7B4B" w:rsidRDefault="00531CBA" w:rsidP="00531CBA">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357D5826" w14:textId="749715BB" w:rsidR="00181174" w:rsidRPr="001A7B4B" w:rsidRDefault="00181174" w:rsidP="005F6AE8">
            <w:pPr>
              <w:pStyle w:val="Normalheadingblue"/>
              <w:spacing w:before="0" w:after="0"/>
              <w:rPr>
                <w:rFonts w:cs="Arial"/>
                <w:color w:val="auto"/>
                <w:szCs w:val="22"/>
              </w:rPr>
            </w:pPr>
            <w:r w:rsidRPr="001A7B4B">
              <w:rPr>
                <w:rFonts w:cs="Arial"/>
                <w:color w:val="auto"/>
                <w:szCs w:val="22"/>
              </w:rPr>
              <w:t>Activity:</w:t>
            </w:r>
          </w:p>
          <w:p w14:paraId="24AB67FF" w14:textId="77777777" w:rsidR="00181174" w:rsidRPr="001A7B4B" w:rsidRDefault="00181174" w:rsidP="005F6AE8">
            <w:pPr>
              <w:pStyle w:val="Normalheadingblue"/>
              <w:spacing w:before="0" w:after="0"/>
              <w:rPr>
                <w:rFonts w:cs="Arial"/>
                <w:color w:val="auto"/>
                <w:szCs w:val="22"/>
              </w:rPr>
            </w:pPr>
            <w:r w:rsidRPr="001A7B4B">
              <w:rPr>
                <w:rFonts w:cs="Arial"/>
                <w:color w:val="auto"/>
                <w:szCs w:val="22"/>
              </w:rPr>
              <w:t>Starter task example:</w:t>
            </w:r>
          </w:p>
          <w:p w14:paraId="5EC17255" w14:textId="420253F1" w:rsidR="00181174" w:rsidRPr="001A7B4B" w:rsidRDefault="0078193F" w:rsidP="005F6AE8">
            <w:pPr>
              <w:pStyle w:val="Normalheadingblue"/>
              <w:spacing w:before="0" w:after="0"/>
              <w:rPr>
                <w:color w:val="auto"/>
              </w:rPr>
            </w:pPr>
            <w:r w:rsidRPr="001A7B4B">
              <w:rPr>
                <w:rFonts w:cs="Arial"/>
                <w:b w:val="0"/>
                <w:color w:val="auto"/>
                <w:szCs w:val="22"/>
              </w:rPr>
              <w:t xml:space="preserve">Examine the IGEM Website and introduce </w:t>
            </w:r>
            <w:r w:rsidR="00F502C8" w:rsidRPr="001A7B4B">
              <w:rPr>
                <w:rFonts w:cs="Arial"/>
                <w:b w:val="0"/>
                <w:color w:val="auto"/>
                <w:szCs w:val="22"/>
              </w:rPr>
              <w:t>students</w:t>
            </w:r>
            <w:r w:rsidRPr="001A7B4B">
              <w:rPr>
                <w:rFonts w:cs="Arial"/>
                <w:b w:val="0"/>
                <w:color w:val="auto"/>
                <w:szCs w:val="22"/>
              </w:rPr>
              <w:t xml:space="preserve"> to their role in industry </w:t>
            </w:r>
            <w:hyperlink r:id="rId34" w:history="1">
              <w:r w:rsidRPr="001A7B4B">
                <w:rPr>
                  <w:rStyle w:val="Hyperlink"/>
                  <w:color w:val="auto"/>
                </w:rPr>
                <w:t>IGEM | The Institution of Gas Engineers and Managers (IGEM)</w:t>
              </w:r>
            </w:hyperlink>
          </w:p>
          <w:p w14:paraId="4E76CD0D" w14:textId="1FCC2768" w:rsidR="007414C6" w:rsidRPr="001A7B4B" w:rsidRDefault="007414C6" w:rsidP="005F6AE8">
            <w:pPr>
              <w:pStyle w:val="Normalheadingblue"/>
              <w:spacing w:before="0" w:after="0"/>
              <w:rPr>
                <w:b w:val="0"/>
                <w:bCs/>
                <w:color w:val="auto"/>
              </w:rPr>
            </w:pPr>
            <w:r w:rsidRPr="001A7B4B">
              <w:rPr>
                <w:color w:val="auto"/>
              </w:rPr>
              <w:t>Alternative:</w:t>
            </w:r>
            <w:r w:rsidRPr="001A7B4B">
              <w:rPr>
                <w:b w:val="0"/>
                <w:bCs/>
                <w:color w:val="auto"/>
              </w:rPr>
              <w:t xml:space="preserve"> Ask students what happens </w:t>
            </w:r>
            <w:r w:rsidR="005F6AE8" w:rsidRPr="001A7B4B">
              <w:rPr>
                <w:b w:val="0"/>
                <w:bCs/>
                <w:color w:val="auto"/>
              </w:rPr>
              <w:t>when there isn’t enough oxygen supplied to a gas appliance.</w:t>
            </w:r>
          </w:p>
          <w:p w14:paraId="0C296924" w14:textId="77777777" w:rsidR="00C81C05" w:rsidRPr="001A7B4B" w:rsidRDefault="00C81C05" w:rsidP="005F6AE8">
            <w:pPr>
              <w:pStyle w:val="Normalheadingblue"/>
              <w:spacing w:before="0" w:after="0"/>
              <w:rPr>
                <w:rFonts w:cs="Arial"/>
                <w:b w:val="0"/>
                <w:bCs/>
                <w:color w:val="auto"/>
                <w:szCs w:val="22"/>
              </w:rPr>
            </w:pPr>
          </w:p>
          <w:p w14:paraId="3E4C18C5" w14:textId="48188A48" w:rsidR="00181174" w:rsidRPr="001A7B4B" w:rsidRDefault="00181174" w:rsidP="005F6AE8">
            <w:pPr>
              <w:pStyle w:val="Normalheadingblue"/>
              <w:spacing w:before="0" w:after="0"/>
              <w:rPr>
                <w:rFonts w:cs="Arial"/>
                <w:color w:val="auto"/>
                <w:szCs w:val="22"/>
              </w:rPr>
            </w:pPr>
            <w:r w:rsidRPr="001A7B4B">
              <w:rPr>
                <w:rFonts w:cs="Arial"/>
                <w:color w:val="auto"/>
                <w:szCs w:val="22"/>
              </w:rPr>
              <w:t>Delivery</w:t>
            </w:r>
            <w:r w:rsidR="005F6AE8" w:rsidRPr="001A7B4B">
              <w:rPr>
                <w:rFonts w:cs="Arial"/>
                <w:color w:val="auto"/>
                <w:szCs w:val="22"/>
              </w:rPr>
              <w:t xml:space="preserve"> focus</w:t>
            </w:r>
            <w:r w:rsidRPr="001A7B4B">
              <w:rPr>
                <w:rFonts w:cs="Arial"/>
                <w:color w:val="auto"/>
                <w:szCs w:val="22"/>
              </w:rPr>
              <w:t>:</w:t>
            </w:r>
          </w:p>
          <w:p w14:paraId="085F1B01" w14:textId="07BAAF4F" w:rsidR="005D214F" w:rsidRPr="001A7B4B" w:rsidRDefault="004A45CD" w:rsidP="004A45CD">
            <w:pPr>
              <w:pStyle w:val="Default"/>
              <w:rPr>
                <w:bCs/>
                <w:color w:val="auto"/>
                <w:sz w:val="22"/>
                <w:szCs w:val="22"/>
              </w:rPr>
            </w:pPr>
            <w:r w:rsidRPr="001A7B4B">
              <w:rPr>
                <w:bCs/>
                <w:color w:val="auto"/>
                <w:sz w:val="22"/>
                <w:szCs w:val="22"/>
              </w:rPr>
              <w:t xml:space="preserve">Using PowerPoint </w:t>
            </w:r>
            <w:r w:rsidR="006B73B7" w:rsidRPr="00982C8B">
              <w:rPr>
                <w:b/>
                <w:color w:val="auto"/>
                <w:sz w:val="22"/>
                <w:szCs w:val="22"/>
                <w:highlight w:val="yellow"/>
              </w:rPr>
              <w:t>K1.24 Gas combustion and ventilation requirements</w:t>
            </w:r>
            <w:r w:rsidR="006B73B7" w:rsidRPr="001A7B4B">
              <w:rPr>
                <w:bCs/>
                <w:color w:val="auto"/>
                <w:sz w:val="22"/>
                <w:szCs w:val="22"/>
              </w:rPr>
              <w:t>, deliver the following:</w:t>
            </w:r>
          </w:p>
          <w:p w14:paraId="439BBC3F" w14:textId="77777777" w:rsidR="005D214F" w:rsidRPr="001A7B4B" w:rsidRDefault="005D214F" w:rsidP="005F6AE8">
            <w:pPr>
              <w:pStyle w:val="Default"/>
              <w:rPr>
                <w:b/>
                <w:color w:val="auto"/>
                <w:sz w:val="22"/>
                <w:szCs w:val="22"/>
              </w:rPr>
            </w:pPr>
          </w:p>
          <w:p w14:paraId="48919048" w14:textId="77777777" w:rsidR="005D214F" w:rsidRPr="001A7B4B" w:rsidRDefault="005D214F" w:rsidP="002C017C">
            <w:pPr>
              <w:pStyle w:val="Default"/>
              <w:numPr>
                <w:ilvl w:val="0"/>
                <w:numId w:val="23"/>
              </w:numPr>
              <w:rPr>
                <w:color w:val="auto"/>
                <w:sz w:val="22"/>
                <w:szCs w:val="22"/>
              </w:rPr>
            </w:pPr>
            <w:r w:rsidRPr="001A7B4B">
              <w:rPr>
                <w:color w:val="auto"/>
                <w:sz w:val="22"/>
                <w:szCs w:val="22"/>
              </w:rPr>
              <w:t xml:space="preserve">Types of ventilation: natural, mechanical. </w:t>
            </w:r>
          </w:p>
          <w:p w14:paraId="1358FA5E" w14:textId="64F33BFE" w:rsidR="005D214F" w:rsidRPr="001A7B4B" w:rsidRDefault="005D214F" w:rsidP="002C017C">
            <w:pPr>
              <w:pStyle w:val="Default"/>
              <w:numPr>
                <w:ilvl w:val="0"/>
                <w:numId w:val="23"/>
              </w:numPr>
              <w:rPr>
                <w:color w:val="auto"/>
                <w:sz w:val="22"/>
                <w:szCs w:val="22"/>
              </w:rPr>
            </w:pPr>
            <w:r w:rsidRPr="001A7B4B">
              <w:rPr>
                <w:color w:val="auto"/>
                <w:sz w:val="22"/>
                <w:szCs w:val="22"/>
              </w:rPr>
              <w:t>Installation practices: adequately sized, continuous size, sleeved, permanently open, fly screen removed, correctly positioned</w:t>
            </w:r>
            <w:r w:rsidR="006D34DB">
              <w:rPr>
                <w:color w:val="auto"/>
                <w:sz w:val="22"/>
                <w:szCs w:val="22"/>
              </w:rPr>
              <w:t>.</w:t>
            </w:r>
          </w:p>
          <w:p w14:paraId="5789A451" w14:textId="77777777" w:rsidR="005D214F" w:rsidRPr="001A7B4B" w:rsidRDefault="005D214F" w:rsidP="002C017C">
            <w:pPr>
              <w:pStyle w:val="Default"/>
              <w:numPr>
                <w:ilvl w:val="0"/>
                <w:numId w:val="23"/>
              </w:numPr>
              <w:rPr>
                <w:color w:val="auto"/>
                <w:sz w:val="22"/>
                <w:szCs w:val="22"/>
              </w:rPr>
            </w:pPr>
            <w:r w:rsidRPr="001A7B4B">
              <w:rPr>
                <w:color w:val="auto"/>
                <w:sz w:val="22"/>
                <w:szCs w:val="22"/>
              </w:rPr>
              <w:t>Explain the basic calculations required to calculate ventilation opening sizes and flow rates.</w:t>
            </w:r>
          </w:p>
          <w:p w14:paraId="56718BCB" w14:textId="77777777" w:rsidR="005D214F" w:rsidRPr="001A7B4B" w:rsidRDefault="005D214F" w:rsidP="002C017C">
            <w:pPr>
              <w:pStyle w:val="Default"/>
              <w:numPr>
                <w:ilvl w:val="0"/>
                <w:numId w:val="23"/>
              </w:numPr>
              <w:rPr>
                <w:color w:val="auto"/>
                <w:sz w:val="22"/>
                <w:szCs w:val="22"/>
              </w:rPr>
            </w:pPr>
            <w:r w:rsidRPr="001A7B4B">
              <w:rPr>
                <w:color w:val="auto"/>
                <w:sz w:val="22"/>
                <w:szCs w:val="22"/>
              </w:rPr>
              <w:lastRenderedPageBreak/>
              <w:t>Set worked examples to work through in class as a group.</w:t>
            </w:r>
          </w:p>
          <w:p w14:paraId="5D0CD8D0" w14:textId="37B83EDD" w:rsidR="005D214F" w:rsidRPr="001A7B4B" w:rsidRDefault="005D214F" w:rsidP="002C017C">
            <w:pPr>
              <w:pStyle w:val="Default"/>
              <w:numPr>
                <w:ilvl w:val="0"/>
                <w:numId w:val="23"/>
              </w:numPr>
              <w:rPr>
                <w:color w:val="auto"/>
                <w:sz w:val="22"/>
                <w:szCs w:val="22"/>
              </w:rPr>
            </w:pPr>
            <w:r w:rsidRPr="001A7B4B">
              <w:rPr>
                <w:color w:val="auto"/>
                <w:sz w:val="22"/>
                <w:szCs w:val="22"/>
              </w:rPr>
              <w:t xml:space="preserve">Show </w:t>
            </w:r>
            <w:r w:rsidR="00F502C8" w:rsidRPr="001A7B4B">
              <w:rPr>
                <w:color w:val="auto"/>
                <w:sz w:val="22"/>
                <w:szCs w:val="22"/>
              </w:rPr>
              <w:t>students</w:t>
            </w:r>
            <w:r w:rsidRPr="001A7B4B">
              <w:rPr>
                <w:color w:val="auto"/>
                <w:sz w:val="22"/>
                <w:szCs w:val="22"/>
              </w:rPr>
              <w:t xml:space="preserve"> examples of vents in situ and in class.</w:t>
            </w:r>
          </w:p>
          <w:p w14:paraId="50E69D3F" w14:textId="69C571D0" w:rsidR="005D214F" w:rsidRPr="001A7B4B" w:rsidRDefault="005D214F" w:rsidP="002C017C">
            <w:pPr>
              <w:pStyle w:val="Default"/>
              <w:numPr>
                <w:ilvl w:val="0"/>
                <w:numId w:val="23"/>
              </w:numPr>
              <w:rPr>
                <w:color w:val="auto"/>
                <w:sz w:val="22"/>
                <w:szCs w:val="22"/>
              </w:rPr>
            </w:pPr>
            <w:r w:rsidRPr="001A7B4B">
              <w:rPr>
                <w:color w:val="auto"/>
                <w:sz w:val="22"/>
                <w:szCs w:val="22"/>
              </w:rPr>
              <w:t xml:space="preserve">Look at IGEM guidance documents relevant to </w:t>
            </w:r>
            <w:r w:rsidR="006D34DB">
              <w:rPr>
                <w:color w:val="auto"/>
                <w:sz w:val="22"/>
                <w:szCs w:val="22"/>
              </w:rPr>
              <w:t>v</w:t>
            </w:r>
            <w:r w:rsidRPr="001A7B4B">
              <w:rPr>
                <w:color w:val="auto"/>
                <w:sz w:val="22"/>
                <w:szCs w:val="22"/>
              </w:rPr>
              <w:t>entilation.</w:t>
            </w:r>
          </w:p>
          <w:p w14:paraId="3A2B5321" w14:textId="77777777" w:rsidR="005D214F" w:rsidRPr="001A7B4B" w:rsidRDefault="005D214F" w:rsidP="005F6AE8">
            <w:pPr>
              <w:pStyle w:val="Default"/>
              <w:ind w:left="720"/>
              <w:rPr>
                <w:color w:val="auto"/>
                <w:sz w:val="22"/>
                <w:szCs w:val="22"/>
              </w:rPr>
            </w:pPr>
          </w:p>
          <w:p w14:paraId="2B20D947" w14:textId="5C0C47B2" w:rsidR="00181174" w:rsidRPr="001A7B4B" w:rsidRDefault="00181174" w:rsidP="005F6AE8">
            <w:pPr>
              <w:pStyle w:val="Normalheadingblue"/>
              <w:spacing w:before="0" w:after="0"/>
              <w:rPr>
                <w:rFonts w:cs="Arial"/>
                <w:color w:val="auto"/>
                <w:szCs w:val="22"/>
              </w:rPr>
            </w:pPr>
            <w:r w:rsidRPr="001A7B4B">
              <w:rPr>
                <w:rFonts w:cs="Arial"/>
                <w:color w:val="auto"/>
                <w:szCs w:val="22"/>
              </w:rPr>
              <w:t xml:space="preserve">Knowledge </w:t>
            </w:r>
            <w:r w:rsidR="005F6AE8" w:rsidRPr="001A7B4B">
              <w:rPr>
                <w:rFonts w:cs="Arial"/>
                <w:color w:val="auto"/>
                <w:szCs w:val="22"/>
              </w:rPr>
              <w:t>C</w:t>
            </w:r>
            <w:r w:rsidRPr="001A7B4B">
              <w:rPr>
                <w:rFonts w:cs="Arial"/>
                <w:color w:val="auto"/>
                <w:szCs w:val="22"/>
              </w:rPr>
              <w:t>heck example:</w:t>
            </w:r>
          </w:p>
          <w:p w14:paraId="263C4CCA" w14:textId="77777777" w:rsidR="005D214F" w:rsidRPr="001A7B4B" w:rsidRDefault="005D214F" w:rsidP="00982284">
            <w:pPr>
              <w:pStyle w:val="Normalheadingblue"/>
              <w:spacing w:before="0" w:after="0"/>
              <w:rPr>
                <w:rFonts w:cs="Arial"/>
                <w:b w:val="0"/>
                <w:color w:val="auto"/>
                <w:szCs w:val="22"/>
              </w:rPr>
            </w:pPr>
            <w:r w:rsidRPr="001A7B4B">
              <w:rPr>
                <w:rFonts w:cs="Arial"/>
                <w:b w:val="0"/>
                <w:color w:val="auto"/>
                <w:szCs w:val="22"/>
              </w:rPr>
              <w:t>MCQ knowledge test. Distribute test and set time for learner to complete. On completion swap papers for tutor led peer marking and classroom discussion.</w:t>
            </w:r>
          </w:p>
          <w:p w14:paraId="725AAC9C" w14:textId="77777777" w:rsidR="00181174" w:rsidRPr="001A7B4B" w:rsidRDefault="00181174" w:rsidP="005F6AE8">
            <w:pPr>
              <w:pStyle w:val="Normalheadingblue"/>
              <w:spacing w:before="0" w:after="0"/>
              <w:rPr>
                <w:rFonts w:cs="Arial"/>
                <w:color w:val="auto"/>
                <w:szCs w:val="22"/>
              </w:rPr>
            </w:pPr>
          </w:p>
          <w:p w14:paraId="1B9CC49A" w14:textId="77777777" w:rsidR="003D66F8" w:rsidRPr="001A7B4B" w:rsidRDefault="00181174" w:rsidP="005F6AE8">
            <w:pPr>
              <w:pStyle w:val="Normalheadingblue"/>
              <w:spacing w:before="0" w:after="0"/>
              <w:rPr>
                <w:rFonts w:cs="Arial"/>
                <w:color w:val="auto"/>
                <w:szCs w:val="22"/>
              </w:rPr>
            </w:pPr>
            <w:r w:rsidRPr="001A7B4B">
              <w:rPr>
                <w:rFonts w:cs="Arial"/>
                <w:color w:val="auto"/>
                <w:szCs w:val="22"/>
              </w:rPr>
              <w:t>Resources:</w:t>
            </w:r>
          </w:p>
          <w:p w14:paraId="682EF905" w14:textId="56470D38" w:rsidR="0078193F" w:rsidRPr="001A7B4B" w:rsidRDefault="00763103" w:rsidP="005F6AE8">
            <w:pPr>
              <w:pStyle w:val="Normalheadingblue"/>
              <w:spacing w:before="0" w:after="0"/>
              <w:rPr>
                <w:rFonts w:cs="Arial"/>
                <w:bCs/>
                <w:color w:val="auto"/>
                <w:szCs w:val="22"/>
              </w:rPr>
            </w:pPr>
            <w:r w:rsidRPr="001A7B4B">
              <w:rPr>
                <w:rFonts w:cs="Arial"/>
                <w:b w:val="0"/>
                <w:color w:val="auto"/>
                <w:szCs w:val="22"/>
              </w:rPr>
              <w:t>PowerPoint</w:t>
            </w:r>
            <w:r w:rsidR="00982284" w:rsidRPr="001A7B4B">
              <w:rPr>
                <w:rFonts w:cs="Arial"/>
                <w:b w:val="0"/>
                <w:color w:val="auto"/>
                <w:szCs w:val="22"/>
              </w:rPr>
              <w:t xml:space="preserve">: </w:t>
            </w:r>
            <w:r w:rsidR="00982284" w:rsidRPr="001A7B4B">
              <w:rPr>
                <w:rFonts w:cs="Arial"/>
                <w:bCs/>
                <w:color w:val="auto"/>
                <w:szCs w:val="22"/>
              </w:rPr>
              <w:t>K1.24 Gas combustion and ventilation requirements</w:t>
            </w:r>
          </w:p>
          <w:p w14:paraId="6D14340B" w14:textId="77777777" w:rsidR="0078193F" w:rsidRPr="001A7B4B" w:rsidRDefault="0078193F" w:rsidP="005F6AE8">
            <w:pPr>
              <w:pStyle w:val="Normalheadingblue"/>
              <w:spacing w:before="0" w:after="0"/>
              <w:rPr>
                <w:rFonts w:cs="Arial"/>
                <w:b w:val="0"/>
                <w:color w:val="auto"/>
                <w:szCs w:val="22"/>
              </w:rPr>
            </w:pPr>
            <w:r w:rsidRPr="001A7B4B">
              <w:rPr>
                <w:rFonts w:cs="Arial"/>
                <w:b w:val="0"/>
                <w:color w:val="auto"/>
                <w:szCs w:val="22"/>
              </w:rPr>
              <w:t>IGEM documents</w:t>
            </w:r>
          </w:p>
          <w:p w14:paraId="3B1D742C" w14:textId="77777777" w:rsidR="0078193F" w:rsidRPr="001A7B4B" w:rsidRDefault="0078193F" w:rsidP="005F6AE8">
            <w:pPr>
              <w:pStyle w:val="Normalheadingblue"/>
              <w:spacing w:before="0" w:after="0"/>
              <w:rPr>
                <w:rFonts w:cs="Arial"/>
                <w:b w:val="0"/>
                <w:color w:val="auto"/>
                <w:szCs w:val="22"/>
              </w:rPr>
            </w:pPr>
            <w:r w:rsidRPr="001A7B4B">
              <w:rPr>
                <w:rFonts w:cs="Arial"/>
                <w:b w:val="0"/>
                <w:color w:val="auto"/>
                <w:szCs w:val="22"/>
              </w:rPr>
              <w:t>Tape measures</w:t>
            </w:r>
          </w:p>
          <w:p w14:paraId="73FE7E4B" w14:textId="77777777" w:rsidR="0078193F" w:rsidRPr="001A7B4B" w:rsidRDefault="0078193F" w:rsidP="005F6AE8">
            <w:pPr>
              <w:pStyle w:val="Normalheadingblue"/>
              <w:spacing w:before="0" w:after="0"/>
              <w:rPr>
                <w:rFonts w:cs="Arial"/>
                <w:b w:val="0"/>
                <w:color w:val="auto"/>
                <w:szCs w:val="22"/>
              </w:rPr>
            </w:pPr>
            <w:r w:rsidRPr="001A7B4B">
              <w:rPr>
                <w:rFonts w:cs="Arial"/>
                <w:b w:val="0"/>
                <w:color w:val="auto"/>
                <w:szCs w:val="22"/>
              </w:rPr>
              <w:t>Examples of grilles</w:t>
            </w:r>
          </w:p>
          <w:p w14:paraId="053FF9F0" w14:textId="77777777" w:rsidR="0078193F" w:rsidRPr="001A7B4B" w:rsidRDefault="0078193F" w:rsidP="005F6AE8">
            <w:pPr>
              <w:pStyle w:val="Normalheadingblue"/>
              <w:spacing w:before="0" w:after="0"/>
              <w:rPr>
                <w:rFonts w:cs="Arial"/>
                <w:b w:val="0"/>
                <w:color w:val="auto"/>
                <w:szCs w:val="22"/>
              </w:rPr>
            </w:pPr>
            <w:r w:rsidRPr="001A7B4B">
              <w:rPr>
                <w:rFonts w:cs="Arial"/>
                <w:b w:val="0"/>
                <w:color w:val="auto"/>
                <w:szCs w:val="22"/>
              </w:rPr>
              <w:t>MCQ test</w:t>
            </w:r>
          </w:p>
          <w:p w14:paraId="026414E1" w14:textId="77777777" w:rsidR="00531CBA" w:rsidRPr="001A7B4B" w:rsidRDefault="00531CBA" w:rsidP="005F6AE8">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5481A10D" w14:textId="77777777" w:rsidR="00DD207A" w:rsidRDefault="008A57D2">
            <w:r>
              <w:lastRenderedPageBreak/>
              <w:t>Calculate ventilation sizes</w:t>
            </w:r>
            <w:r>
              <w:br/>
            </w:r>
            <w:r>
              <w:br/>
              <w:t>MCQ test</w:t>
            </w:r>
            <w:r>
              <w:br/>
              <w:t>Maths skills (measurement, scale, calculation, costing)</w:t>
            </w:r>
          </w:p>
        </w:tc>
      </w:tr>
      <w:tr w:rsidR="003D66F8" w:rsidRPr="00634DF8" w14:paraId="006F594B"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510FA3B9" w14:textId="77777777" w:rsidR="003D66F8" w:rsidRDefault="003D66F8" w:rsidP="003D66F8">
            <w:pPr>
              <w:jc w:val="center"/>
              <w:rPr>
                <w:rFonts w:cs="Arial"/>
                <w:szCs w:val="22"/>
              </w:rPr>
            </w:pPr>
            <w:r>
              <w:rPr>
                <w:rFonts w:cs="Arial"/>
                <w:szCs w:val="22"/>
              </w:rPr>
              <w:t>67</w:t>
            </w:r>
          </w:p>
          <w:p w14:paraId="6008E1A6" w14:textId="77777777" w:rsidR="003D66F8" w:rsidRDefault="003D66F8" w:rsidP="003D66F8">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4FC5774B" w14:textId="77777777" w:rsidR="003D66F8" w:rsidRPr="001A7B4B" w:rsidRDefault="003D66F8" w:rsidP="003D66F8">
            <w:pPr>
              <w:pStyle w:val="Normalheadingblack"/>
              <w:rPr>
                <w:rFonts w:cs="Arial"/>
                <w:lang w:eastAsia="en-GB"/>
              </w:rPr>
            </w:pPr>
            <w:r w:rsidRPr="001A7B4B">
              <w:rPr>
                <w:rFonts w:cs="Arial"/>
                <w:lang w:eastAsia="en-GB"/>
              </w:rPr>
              <w:t>Outcome 1 – Plumbing and heating common knowledge criteria</w:t>
            </w:r>
          </w:p>
          <w:p w14:paraId="657E57DA" w14:textId="77777777" w:rsidR="003D66F8" w:rsidRPr="001A7B4B" w:rsidRDefault="003D66F8" w:rsidP="003D66F8">
            <w:pPr>
              <w:pStyle w:val="Normalheadingblack"/>
              <w:rPr>
                <w:rFonts w:cs="Arial"/>
                <w:lang w:eastAsia="en-GB"/>
              </w:rPr>
            </w:pPr>
          </w:p>
          <w:p w14:paraId="3AFD3DB5" w14:textId="77777777" w:rsidR="003D66F8" w:rsidRPr="001A7B4B" w:rsidRDefault="003D66F8" w:rsidP="003D66F8">
            <w:pPr>
              <w:pStyle w:val="Normalheadingblack"/>
              <w:rPr>
                <w:rFonts w:cs="Arial"/>
                <w:lang w:eastAsia="en-GB"/>
              </w:rPr>
            </w:pPr>
            <w:r w:rsidRPr="001A7B4B">
              <w:rPr>
                <w:rFonts w:cs="Arial"/>
                <w:lang w:eastAsia="en-GB"/>
              </w:rPr>
              <w:t>Outcome 2 Install plumbing and heating systems</w:t>
            </w:r>
          </w:p>
          <w:p w14:paraId="2FDC25A5" w14:textId="77777777" w:rsidR="003D66F8" w:rsidRPr="001A7B4B" w:rsidRDefault="003D66F8" w:rsidP="003D66F8">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2B9CF413" w14:textId="77777777" w:rsidR="003D66F8" w:rsidRPr="001A7B4B" w:rsidRDefault="009E6E03" w:rsidP="003D66F8">
            <w:pPr>
              <w:rPr>
                <w:rFonts w:eastAsia="Calibri" w:cs="Arial"/>
                <w:szCs w:val="22"/>
              </w:rPr>
            </w:pPr>
            <w:r w:rsidRPr="001A7B4B">
              <w:rPr>
                <w:rFonts w:eastAsia="Calibri" w:cs="Arial"/>
                <w:szCs w:val="22"/>
              </w:rPr>
              <w:lastRenderedPageBreak/>
              <w:t>K1.15 – K1.24</w:t>
            </w:r>
          </w:p>
          <w:p w14:paraId="3F4C3B2B" w14:textId="77777777" w:rsidR="003D66F8" w:rsidRPr="001A7B4B" w:rsidRDefault="003D66F8" w:rsidP="003D66F8">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6A86B849" w14:textId="77777777" w:rsidR="003D66F8" w:rsidRPr="001A7B4B" w:rsidRDefault="003D66F8" w:rsidP="003D66F8">
            <w:pPr>
              <w:pStyle w:val="Normalheadingblue"/>
              <w:rPr>
                <w:rFonts w:cs="Arial"/>
                <w:b w:val="0"/>
                <w:color w:val="auto"/>
              </w:rPr>
            </w:pPr>
            <w:r w:rsidRPr="001A7B4B">
              <w:rPr>
                <w:rFonts w:cs="Arial"/>
                <w:b w:val="0"/>
                <w:color w:val="auto"/>
              </w:rPr>
              <w:t xml:space="preserve">A </w:t>
            </w:r>
            <w:proofErr w:type="spellStart"/>
            <w:r w:rsidRPr="001A7B4B">
              <w:rPr>
                <w:rFonts w:cs="Arial"/>
                <w:b w:val="0"/>
                <w:color w:val="auto"/>
              </w:rPr>
              <w:t>self study</w:t>
            </w:r>
            <w:proofErr w:type="spellEnd"/>
            <w:r w:rsidRPr="001A7B4B">
              <w:rPr>
                <w:rFonts w:cs="Arial"/>
                <w:b w:val="0"/>
                <w:color w:val="auto"/>
              </w:rPr>
              <w:t xml:space="preserve"> and reflection session has been added here as the formal Information and data element of the delivery is completed. </w:t>
            </w:r>
          </w:p>
          <w:p w14:paraId="4D58B64A" w14:textId="551A6243" w:rsidR="003D66F8" w:rsidRPr="001A7B4B" w:rsidRDefault="003D66F8" w:rsidP="003D66F8">
            <w:pPr>
              <w:pStyle w:val="Normalheadingblue"/>
              <w:rPr>
                <w:rFonts w:cs="Arial"/>
                <w:b w:val="0"/>
                <w:color w:val="auto"/>
              </w:rPr>
            </w:pPr>
            <w:r w:rsidRPr="001A7B4B">
              <w:rPr>
                <w:rFonts w:cs="Arial"/>
                <w:b w:val="0"/>
                <w:color w:val="auto"/>
              </w:rPr>
              <w:t xml:space="preserve">This time may be used for tutors to assess knowledge and understanding of the content covered so far, offer feedback or for </w:t>
            </w:r>
            <w:r w:rsidR="00F502C8" w:rsidRPr="001A7B4B">
              <w:rPr>
                <w:rFonts w:cs="Arial"/>
                <w:b w:val="0"/>
                <w:color w:val="auto"/>
              </w:rPr>
              <w:t>students</w:t>
            </w:r>
            <w:r w:rsidRPr="001A7B4B">
              <w:rPr>
                <w:rFonts w:cs="Arial"/>
                <w:b w:val="0"/>
                <w:color w:val="auto"/>
              </w:rPr>
              <w:t xml:space="preserve"> to complete their own reflection or deeper study.</w:t>
            </w:r>
          </w:p>
          <w:p w14:paraId="26DF9D56" w14:textId="77777777" w:rsidR="000532CB" w:rsidRPr="001A7B4B" w:rsidRDefault="000532CB" w:rsidP="003D66F8">
            <w:pPr>
              <w:pStyle w:val="Normalheadingblue"/>
              <w:rPr>
                <w:rFonts w:cs="Arial"/>
                <w:b w:val="0"/>
                <w:color w:val="auto"/>
              </w:rPr>
            </w:pPr>
          </w:p>
        </w:tc>
        <w:tc>
          <w:tcPr>
            <w:tcW w:w="2246" w:type="dxa"/>
            <w:tcBorders>
              <w:top w:val="single" w:sz="4" w:space="0" w:color="C6C5C6"/>
              <w:left w:val="single" w:sz="4" w:space="0" w:color="C6C5C6"/>
              <w:bottom w:val="single" w:sz="4" w:space="0" w:color="C6C5C6"/>
              <w:right w:val="single" w:sz="4" w:space="0" w:color="C6C5C6"/>
            </w:tcBorders>
          </w:tcPr>
          <w:p w14:paraId="6BA3A7F5" w14:textId="77777777" w:rsidR="00DD207A" w:rsidRDefault="00DD207A"/>
        </w:tc>
      </w:tr>
      <w:tr w:rsidR="00531CBA" w:rsidRPr="00634DF8" w14:paraId="04BB5941"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4AC14C51" w14:textId="77777777" w:rsidR="00531CBA" w:rsidRDefault="0078193F" w:rsidP="00531CBA">
            <w:pPr>
              <w:jc w:val="center"/>
              <w:rPr>
                <w:rFonts w:cs="Arial"/>
                <w:szCs w:val="22"/>
              </w:rPr>
            </w:pPr>
            <w:r>
              <w:rPr>
                <w:rFonts w:cs="Arial"/>
                <w:szCs w:val="22"/>
              </w:rPr>
              <w:t>68</w:t>
            </w:r>
          </w:p>
          <w:p w14:paraId="3A67C0BA" w14:textId="77777777" w:rsidR="0078193F" w:rsidRDefault="0078193F" w:rsidP="00531CBA">
            <w:pPr>
              <w:jc w:val="center"/>
              <w:rPr>
                <w:rFonts w:cs="Arial"/>
                <w:szCs w:val="22"/>
              </w:rPr>
            </w:pPr>
            <w:r>
              <w:rPr>
                <w:rFonts w:cs="Arial"/>
                <w:szCs w:val="22"/>
              </w:rPr>
              <w:t>3 hours</w:t>
            </w:r>
          </w:p>
          <w:p w14:paraId="7499907F" w14:textId="699BEA3B" w:rsidR="00727959" w:rsidRDefault="00727959" w:rsidP="00531CBA">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424951F8" w14:textId="77777777" w:rsidR="00804D24" w:rsidRPr="001A7B4B" w:rsidRDefault="00804D24" w:rsidP="00804D24">
            <w:pPr>
              <w:pStyle w:val="Normalheadingblack"/>
              <w:rPr>
                <w:rFonts w:cs="Arial"/>
                <w:lang w:eastAsia="en-GB"/>
              </w:rPr>
            </w:pPr>
            <w:r w:rsidRPr="001A7B4B">
              <w:rPr>
                <w:rFonts w:cs="Arial"/>
                <w:lang w:eastAsia="en-GB"/>
              </w:rPr>
              <w:t>Outcome 1 – Plumbing and heating common knowledge criteria</w:t>
            </w:r>
          </w:p>
          <w:p w14:paraId="11DA7E6C" w14:textId="77777777" w:rsidR="00531CBA" w:rsidRPr="001A7B4B" w:rsidRDefault="00531CBA" w:rsidP="00531CBA">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0630BB39" w14:textId="77777777" w:rsidR="00531CBA" w:rsidRPr="001A7B4B" w:rsidRDefault="00804D24" w:rsidP="00531CBA">
            <w:pPr>
              <w:pStyle w:val="Normalheadingblack"/>
              <w:rPr>
                <w:rFonts w:cs="Arial"/>
                <w:b w:val="0"/>
                <w:szCs w:val="22"/>
              </w:rPr>
            </w:pPr>
            <w:r w:rsidRPr="001A7B4B">
              <w:rPr>
                <w:rFonts w:cs="Arial"/>
                <w:b w:val="0"/>
                <w:szCs w:val="22"/>
              </w:rPr>
              <w:t>K1.6 Sources and distribution of water</w:t>
            </w:r>
          </w:p>
        </w:tc>
        <w:tc>
          <w:tcPr>
            <w:tcW w:w="5785" w:type="dxa"/>
            <w:tcBorders>
              <w:top w:val="single" w:sz="4" w:space="0" w:color="C6C5C6"/>
              <w:left w:val="single" w:sz="4" w:space="0" w:color="C6C5C6"/>
              <w:bottom w:val="single" w:sz="4" w:space="0" w:color="C6C5C6"/>
              <w:right w:val="single" w:sz="4" w:space="0" w:color="C6C5C6"/>
            </w:tcBorders>
          </w:tcPr>
          <w:p w14:paraId="72518CC3" w14:textId="3179E1E0" w:rsidR="00F86666" w:rsidRPr="001A7B4B" w:rsidRDefault="00F86666" w:rsidP="001B45AA">
            <w:pPr>
              <w:pStyle w:val="Normalheadingblue"/>
              <w:spacing w:before="0" w:after="0"/>
              <w:rPr>
                <w:rFonts w:cs="Arial"/>
                <w:color w:val="auto"/>
                <w:szCs w:val="22"/>
              </w:rPr>
            </w:pPr>
            <w:r w:rsidRPr="001A7B4B">
              <w:rPr>
                <w:rFonts w:cs="Arial"/>
                <w:color w:val="auto"/>
                <w:szCs w:val="22"/>
              </w:rPr>
              <w:t>Activity:</w:t>
            </w:r>
          </w:p>
          <w:p w14:paraId="581BCA76" w14:textId="77777777" w:rsidR="001B45AA" w:rsidRPr="001A7B4B" w:rsidRDefault="00F86666" w:rsidP="001B45AA">
            <w:pPr>
              <w:pStyle w:val="Normalheadingblue"/>
              <w:spacing w:before="0" w:after="0"/>
              <w:rPr>
                <w:rFonts w:cs="Arial"/>
                <w:color w:val="auto"/>
                <w:szCs w:val="22"/>
              </w:rPr>
            </w:pPr>
            <w:r w:rsidRPr="001A7B4B">
              <w:rPr>
                <w:rFonts w:cs="Arial"/>
                <w:color w:val="auto"/>
                <w:szCs w:val="22"/>
              </w:rPr>
              <w:t>Starter task example:</w:t>
            </w:r>
          </w:p>
          <w:p w14:paraId="28DF1181" w14:textId="5C523082" w:rsidR="003B3E67" w:rsidRPr="001A7B4B" w:rsidRDefault="003B3E67" w:rsidP="001B45AA">
            <w:pPr>
              <w:pStyle w:val="Normalheadingblue"/>
              <w:spacing w:before="0" w:after="0"/>
              <w:rPr>
                <w:rFonts w:cs="Arial"/>
                <w:b w:val="0"/>
                <w:color w:val="auto"/>
                <w:szCs w:val="22"/>
              </w:rPr>
            </w:pPr>
            <w:r w:rsidRPr="001A7B4B">
              <w:rPr>
                <w:rFonts w:cs="Arial"/>
                <w:b w:val="0"/>
                <w:color w:val="auto"/>
                <w:szCs w:val="22"/>
              </w:rPr>
              <w:t>Introduce next topic in scheme – Plumbing and Heating systems and discuss what will be covered in coming weeks.</w:t>
            </w:r>
          </w:p>
          <w:p w14:paraId="31D48D6E" w14:textId="77777777" w:rsidR="001B45AA" w:rsidRPr="001A7B4B" w:rsidRDefault="001B45AA" w:rsidP="001B45AA">
            <w:pPr>
              <w:pStyle w:val="Normalheadingblue"/>
              <w:spacing w:before="0" w:after="0"/>
              <w:rPr>
                <w:rFonts w:cs="Arial"/>
                <w:color w:val="auto"/>
                <w:szCs w:val="22"/>
              </w:rPr>
            </w:pPr>
          </w:p>
          <w:p w14:paraId="10AF3B43" w14:textId="23C234AD" w:rsidR="00F86666" w:rsidRPr="001A7B4B" w:rsidRDefault="00F86666" w:rsidP="001B45AA">
            <w:pPr>
              <w:pStyle w:val="Normalheadingblue"/>
              <w:spacing w:before="0" w:after="0"/>
              <w:rPr>
                <w:rFonts w:cs="Arial"/>
                <w:color w:val="auto"/>
                <w:szCs w:val="22"/>
              </w:rPr>
            </w:pPr>
            <w:r w:rsidRPr="001A7B4B">
              <w:rPr>
                <w:rFonts w:cs="Arial"/>
                <w:color w:val="auto"/>
                <w:szCs w:val="22"/>
              </w:rPr>
              <w:t>Delivery</w:t>
            </w:r>
            <w:r w:rsidR="001B45AA" w:rsidRPr="001A7B4B">
              <w:rPr>
                <w:rFonts w:cs="Arial"/>
                <w:color w:val="auto"/>
                <w:szCs w:val="22"/>
              </w:rPr>
              <w:t xml:space="preserve"> focus</w:t>
            </w:r>
            <w:r w:rsidRPr="001A7B4B">
              <w:rPr>
                <w:rFonts w:cs="Arial"/>
                <w:color w:val="auto"/>
                <w:szCs w:val="22"/>
              </w:rPr>
              <w:t>:</w:t>
            </w:r>
          </w:p>
          <w:p w14:paraId="2D813210" w14:textId="36FD5E47" w:rsidR="00804D24" w:rsidRPr="001A7B4B" w:rsidRDefault="00804D24" w:rsidP="001B45AA">
            <w:pPr>
              <w:pStyle w:val="Normalheadingblue"/>
              <w:spacing w:before="0" w:after="0"/>
              <w:rPr>
                <w:rFonts w:cs="Arial"/>
                <w:color w:val="auto"/>
                <w:szCs w:val="22"/>
              </w:rPr>
            </w:pPr>
            <w:r w:rsidRPr="001A7B4B">
              <w:rPr>
                <w:rFonts w:cs="Arial"/>
                <w:b w:val="0"/>
                <w:color w:val="auto"/>
                <w:szCs w:val="22"/>
              </w:rPr>
              <w:t>Tutor to</w:t>
            </w:r>
            <w:r w:rsidR="00A37010">
              <w:rPr>
                <w:rFonts w:cs="Arial"/>
                <w:b w:val="0"/>
                <w:color w:val="auto"/>
                <w:szCs w:val="22"/>
              </w:rPr>
              <w:t xml:space="preserve"> deliver </w:t>
            </w:r>
            <w:r w:rsidRPr="001A7B4B">
              <w:rPr>
                <w:rFonts w:cs="Arial"/>
                <w:b w:val="0"/>
                <w:color w:val="auto"/>
                <w:szCs w:val="22"/>
              </w:rPr>
              <w:t>the following content:</w:t>
            </w:r>
          </w:p>
          <w:p w14:paraId="506A568B" w14:textId="77777777" w:rsidR="00804D24" w:rsidRPr="001A7B4B" w:rsidRDefault="00804D24" w:rsidP="002C017C">
            <w:pPr>
              <w:pStyle w:val="Default"/>
              <w:numPr>
                <w:ilvl w:val="0"/>
                <w:numId w:val="24"/>
              </w:numPr>
              <w:ind w:left="360"/>
              <w:rPr>
                <w:color w:val="auto"/>
                <w:sz w:val="22"/>
                <w:szCs w:val="22"/>
              </w:rPr>
            </w:pPr>
            <w:r w:rsidRPr="001A7B4B">
              <w:rPr>
                <w:color w:val="auto"/>
                <w:sz w:val="22"/>
                <w:szCs w:val="22"/>
              </w:rPr>
              <w:t xml:space="preserve">Surface sources: Lakes, reservoirs, rivers, streams. </w:t>
            </w:r>
          </w:p>
          <w:p w14:paraId="1A86FE52" w14:textId="77777777" w:rsidR="00804D24" w:rsidRPr="001A7B4B" w:rsidRDefault="00804D24" w:rsidP="002C017C">
            <w:pPr>
              <w:pStyle w:val="Default"/>
              <w:numPr>
                <w:ilvl w:val="0"/>
                <w:numId w:val="24"/>
              </w:numPr>
              <w:ind w:left="360"/>
              <w:rPr>
                <w:color w:val="auto"/>
                <w:sz w:val="22"/>
                <w:szCs w:val="22"/>
              </w:rPr>
            </w:pPr>
            <w:r w:rsidRPr="001A7B4B">
              <w:rPr>
                <w:color w:val="auto"/>
                <w:sz w:val="22"/>
                <w:szCs w:val="22"/>
              </w:rPr>
              <w:t xml:space="preserve">Underground sources: deep and shallow wells, artesian wells, bore-holes, springs. </w:t>
            </w:r>
          </w:p>
          <w:p w14:paraId="47D751E0" w14:textId="77777777" w:rsidR="00F86666" w:rsidRPr="001A7B4B" w:rsidRDefault="00804D24" w:rsidP="002C017C">
            <w:pPr>
              <w:pStyle w:val="Default"/>
              <w:numPr>
                <w:ilvl w:val="0"/>
                <w:numId w:val="24"/>
              </w:numPr>
              <w:ind w:left="360"/>
              <w:rPr>
                <w:color w:val="auto"/>
                <w:sz w:val="22"/>
                <w:szCs w:val="22"/>
              </w:rPr>
            </w:pPr>
            <w:r w:rsidRPr="001A7B4B">
              <w:rPr>
                <w:color w:val="auto"/>
                <w:sz w:val="22"/>
                <w:szCs w:val="22"/>
              </w:rPr>
              <w:t xml:space="preserve">Supply and water treatment: mains, private. </w:t>
            </w:r>
          </w:p>
          <w:p w14:paraId="2A6CE028" w14:textId="77777777" w:rsidR="00804D24" w:rsidRPr="001A7B4B" w:rsidRDefault="00804D24" w:rsidP="002C017C">
            <w:pPr>
              <w:pStyle w:val="Default"/>
              <w:numPr>
                <w:ilvl w:val="0"/>
                <w:numId w:val="24"/>
              </w:numPr>
              <w:ind w:left="360"/>
              <w:rPr>
                <w:color w:val="auto"/>
                <w:sz w:val="22"/>
                <w:szCs w:val="22"/>
              </w:rPr>
            </w:pPr>
            <w:r w:rsidRPr="001A7B4B">
              <w:rPr>
                <w:color w:val="auto"/>
                <w:sz w:val="22"/>
                <w:szCs w:val="22"/>
              </w:rPr>
              <w:t>Discuss the terms ‘Potable’ and ‘Wholesome’ in relation to water supplies.</w:t>
            </w:r>
          </w:p>
          <w:p w14:paraId="2DE039F2" w14:textId="77777777" w:rsidR="00804D24" w:rsidRPr="001A7B4B" w:rsidRDefault="00804D24" w:rsidP="001B45AA">
            <w:pPr>
              <w:pStyle w:val="Default"/>
              <w:ind w:left="720"/>
              <w:rPr>
                <w:color w:val="auto"/>
                <w:sz w:val="22"/>
                <w:szCs w:val="22"/>
              </w:rPr>
            </w:pPr>
          </w:p>
          <w:p w14:paraId="0E1BC379" w14:textId="530172D3" w:rsidR="00F86666" w:rsidRPr="001A7B4B" w:rsidRDefault="00F86666" w:rsidP="001B45AA">
            <w:pPr>
              <w:pStyle w:val="Normalheadingblue"/>
              <w:spacing w:before="0" w:after="0"/>
              <w:rPr>
                <w:rFonts w:cs="Arial"/>
                <w:color w:val="auto"/>
                <w:szCs w:val="22"/>
              </w:rPr>
            </w:pPr>
            <w:r w:rsidRPr="001A7B4B">
              <w:rPr>
                <w:rFonts w:cs="Arial"/>
                <w:color w:val="auto"/>
                <w:szCs w:val="22"/>
              </w:rPr>
              <w:t xml:space="preserve">Knowledge </w:t>
            </w:r>
            <w:r w:rsidR="001B45AA" w:rsidRPr="001A7B4B">
              <w:rPr>
                <w:rFonts w:cs="Arial"/>
                <w:color w:val="auto"/>
                <w:szCs w:val="22"/>
              </w:rPr>
              <w:t>C</w:t>
            </w:r>
            <w:r w:rsidRPr="001A7B4B">
              <w:rPr>
                <w:rFonts w:cs="Arial"/>
                <w:color w:val="auto"/>
                <w:szCs w:val="22"/>
              </w:rPr>
              <w:t>heck example:</w:t>
            </w:r>
          </w:p>
          <w:p w14:paraId="5A26A22B" w14:textId="430B33D9" w:rsidR="00F86666" w:rsidRPr="001A7B4B" w:rsidRDefault="00804D24" w:rsidP="001B45AA">
            <w:pPr>
              <w:pStyle w:val="Normalheadingblue"/>
              <w:spacing w:before="0" w:after="0"/>
              <w:rPr>
                <w:rFonts w:cs="Arial"/>
                <w:b w:val="0"/>
                <w:color w:val="auto"/>
                <w:szCs w:val="22"/>
              </w:rPr>
            </w:pPr>
            <w:r w:rsidRPr="001A7B4B">
              <w:rPr>
                <w:rFonts w:cs="Arial"/>
                <w:b w:val="0"/>
                <w:color w:val="auto"/>
                <w:szCs w:val="22"/>
              </w:rPr>
              <w:t xml:space="preserve">Distribute knowledge quiz based on the session for </w:t>
            </w:r>
            <w:r w:rsidR="00F502C8" w:rsidRPr="001A7B4B">
              <w:rPr>
                <w:rFonts w:cs="Arial"/>
                <w:b w:val="0"/>
                <w:color w:val="auto"/>
                <w:szCs w:val="22"/>
              </w:rPr>
              <w:t>students</w:t>
            </w:r>
            <w:r w:rsidRPr="001A7B4B">
              <w:rPr>
                <w:rFonts w:cs="Arial"/>
                <w:b w:val="0"/>
                <w:color w:val="auto"/>
                <w:szCs w:val="22"/>
              </w:rPr>
              <w:t xml:space="preserve"> to complete.</w:t>
            </w:r>
          </w:p>
          <w:p w14:paraId="77621BFC" w14:textId="77777777" w:rsidR="001B45AA" w:rsidRPr="001A7B4B" w:rsidRDefault="001B45AA" w:rsidP="001B45AA">
            <w:pPr>
              <w:pStyle w:val="Normalheadingblue"/>
              <w:spacing w:before="0" w:after="0"/>
              <w:rPr>
                <w:rFonts w:cs="Arial"/>
                <w:b w:val="0"/>
                <w:color w:val="auto"/>
                <w:szCs w:val="22"/>
              </w:rPr>
            </w:pPr>
          </w:p>
          <w:p w14:paraId="172821B7" w14:textId="77777777" w:rsidR="00F86666" w:rsidRPr="001A7B4B" w:rsidRDefault="00F86666" w:rsidP="001B45AA">
            <w:pPr>
              <w:pStyle w:val="Normalheadingblue"/>
              <w:spacing w:before="0" w:after="0"/>
              <w:rPr>
                <w:rFonts w:cs="Arial"/>
                <w:color w:val="auto"/>
                <w:szCs w:val="22"/>
              </w:rPr>
            </w:pPr>
            <w:r w:rsidRPr="001A7B4B">
              <w:rPr>
                <w:rFonts w:cs="Arial"/>
                <w:color w:val="auto"/>
                <w:szCs w:val="22"/>
              </w:rPr>
              <w:t>Resources:</w:t>
            </w:r>
          </w:p>
          <w:p w14:paraId="5F4B65FD" w14:textId="77777777" w:rsidR="00804D24" w:rsidRPr="001A7B4B" w:rsidRDefault="00804D24" w:rsidP="001B45AA">
            <w:pPr>
              <w:pStyle w:val="Normalheadingblue"/>
              <w:spacing w:before="0" w:after="0"/>
              <w:rPr>
                <w:b w:val="0"/>
                <w:color w:val="auto"/>
              </w:rPr>
            </w:pPr>
            <w:r w:rsidRPr="001A7B4B">
              <w:rPr>
                <w:b w:val="0"/>
                <w:color w:val="auto"/>
              </w:rPr>
              <w:t xml:space="preserve">Website link </w:t>
            </w:r>
            <w:hyperlink r:id="rId35" w:history="1">
              <w:r w:rsidRPr="001A7B4B">
                <w:rPr>
                  <w:rStyle w:val="Hyperlink"/>
                  <w:b w:val="0"/>
                  <w:color w:val="auto"/>
                </w:rPr>
                <w:t>WRAS Approvals</w:t>
              </w:r>
            </w:hyperlink>
          </w:p>
          <w:p w14:paraId="6A947CD7" w14:textId="77777777" w:rsidR="00804D24" w:rsidRPr="001A7B4B" w:rsidRDefault="00804D24" w:rsidP="001B45AA">
            <w:pPr>
              <w:pStyle w:val="Normalheadingblue"/>
              <w:spacing w:before="0" w:after="0"/>
              <w:rPr>
                <w:rFonts w:cs="Arial"/>
                <w:b w:val="0"/>
                <w:color w:val="auto"/>
                <w:szCs w:val="22"/>
              </w:rPr>
            </w:pPr>
            <w:r w:rsidRPr="001A7B4B">
              <w:rPr>
                <w:rFonts w:cs="Arial"/>
                <w:b w:val="0"/>
                <w:color w:val="auto"/>
                <w:szCs w:val="22"/>
              </w:rPr>
              <w:t>Knowledge quiz</w:t>
            </w:r>
          </w:p>
          <w:p w14:paraId="5D862D74" w14:textId="77777777" w:rsidR="00F86666" w:rsidRPr="001A7B4B" w:rsidRDefault="00F86666" w:rsidP="001B45AA">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7F8AA3D0" w14:textId="77777777" w:rsidR="00DD207A" w:rsidRDefault="008A57D2">
            <w:r>
              <w:t>Q&amp;A</w:t>
            </w:r>
            <w:r>
              <w:br/>
            </w:r>
            <w:r>
              <w:br/>
              <w:t>Knowledge quiz</w:t>
            </w:r>
            <w:r>
              <w:br/>
              <w:t>English skills (reading, writing, technical vocabulary)</w:t>
            </w:r>
          </w:p>
        </w:tc>
      </w:tr>
      <w:tr w:rsidR="00FD7D81" w:rsidRPr="00634DF8" w14:paraId="02C69B5D"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225BBB4D" w14:textId="77777777" w:rsidR="00FD7D81" w:rsidRDefault="00FD7D81" w:rsidP="00FD7D81">
            <w:pPr>
              <w:jc w:val="center"/>
              <w:rPr>
                <w:rFonts w:cs="Arial"/>
                <w:szCs w:val="22"/>
              </w:rPr>
            </w:pPr>
            <w:r>
              <w:rPr>
                <w:rFonts w:cs="Arial"/>
                <w:szCs w:val="22"/>
              </w:rPr>
              <w:t>69</w:t>
            </w:r>
          </w:p>
          <w:p w14:paraId="342D44A7" w14:textId="77777777" w:rsidR="00FD7D81" w:rsidRDefault="00FD7D81" w:rsidP="00FD7D81">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47AF7FAD" w14:textId="77777777" w:rsidR="00FD7D81" w:rsidRPr="001A7B4B" w:rsidRDefault="00FD7D81" w:rsidP="00FD7D81">
            <w:pPr>
              <w:pStyle w:val="Normalheadingblack"/>
              <w:rPr>
                <w:rFonts w:cs="Arial"/>
                <w:lang w:eastAsia="en-GB"/>
              </w:rPr>
            </w:pPr>
            <w:r w:rsidRPr="001A7B4B">
              <w:rPr>
                <w:rFonts w:cs="Arial"/>
                <w:lang w:eastAsia="en-GB"/>
              </w:rPr>
              <w:t xml:space="preserve">Outcome 1 – Plumbing and </w:t>
            </w:r>
            <w:r w:rsidRPr="001A7B4B">
              <w:rPr>
                <w:rFonts w:cs="Arial"/>
                <w:lang w:eastAsia="en-GB"/>
              </w:rPr>
              <w:lastRenderedPageBreak/>
              <w:t>heating common knowledge criteria</w:t>
            </w:r>
          </w:p>
          <w:p w14:paraId="32C1F4DA" w14:textId="77777777" w:rsidR="00FD7D81" w:rsidRPr="001A7B4B" w:rsidRDefault="00FD7D81" w:rsidP="00FD7D81">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55DB2357" w14:textId="77777777" w:rsidR="00FD7D81" w:rsidRPr="001A7B4B" w:rsidRDefault="00FD7D81" w:rsidP="00FD7D81">
            <w:pPr>
              <w:pStyle w:val="Normalheadingblack"/>
              <w:rPr>
                <w:rFonts w:cs="Arial"/>
                <w:b w:val="0"/>
                <w:szCs w:val="22"/>
              </w:rPr>
            </w:pPr>
            <w:r w:rsidRPr="001A7B4B">
              <w:rPr>
                <w:rFonts w:cs="Arial"/>
                <w:b w:val="0"/>
                <w:szCs w:val="22"/>
              </w:rPr>
              <w:lastRenderedPageBreak/>
              <w:t>K1.6 Sources and distribution of water</w:t>
            </w:r>
          </w:p>
        </w:tc>
        <w:tc>
          <w:tcPr>
            <w:tcW w:w="5785" w:type="dxa"/>
            <w:tcBorders>
              <w:top w:val="single" w:sz="4" w:space="0" w:color="C6C5C6"/>
              <w:left w:val="single" w:sz="4" w:space="0" w:color="C6C5C6"/>
              <w:bottom w:val="single" w:sz="4" w:space="0" w:color="C6C5C6"/>
              <w:right w:val="single" w:sz="4" w:space="0" w:color="C6C5C6"/>
            </w:tcBorders>
          </w:tcPr>
          <w:p w14:paraId="52E799C5" w14:textId="77777777" w:rsidR="00FD7D81" w:rsidRPr="001A7B4B" w:rsidRDefault="00FD7D81" w:rsidP="00A62976">
            <w:pPr>
              <w:pStyle w:val="Normalheadingblue"/>
              <w:spacing w:before="0" w:after="0"/>
              <w:rPr>
                <w:rFonts w:cs="Arial"/>
                <w:color w:val="auto"/>
                <w:szCs w:val="22"/>
              </w:rPr>
            </w:pPr>
            <w:r w:rsidRPr="001A7B4B">
              <w:rPr>
                <w:rFonts w:cs="Arial"/>
                <w:color w:val="auto"/>
                <w:szCs w:val="22"/>
              </w:rPr>
              <w:t>Activity:</w:t>
            </w:r>
          </w:p>
          <w:p w14:paraId="1A02FA41" w14:textId="77777777" w:rsidR="00FD7D81" w:rsidRPr="001A7B4B" w:rsidRDefault="00FD7D81" w:rsidP="00A62976">
            <w:pPr>
              <w:pStyle w:val="Normalheadingblue"/>
              <w:spacing w:before="0" w:after="0"/>
              <w:rPr>
                <w:rFonts w:cs="Arial"/>
                <w:color w:val="auto"/>
                <w:szCs w:val="22"/>
              </w:rPr>
            </w:pPr>
            <w:r w:rsidRPr="001A7B4B">
              <w:rPr>
                <w:rFonts w:cs="Arial"/>
                <w:color w:val="auto"/>
                <w:szCs w:val="22"/>
              </w:rPr>
              <w:t xml:space="preserve">Starter task example: </w:t>
            </w:r>
          </w:p>
          <w:p w14:paraId="7F47415D" w14:textId="56D47AFD" w:rsidR="00FD7D81" w:rsidRPr="001A7B4B" w:rsidRDefault="00FD7D81" w:rsidP="00A62976">
            <w:pPr>
              <w:pStyle w:val="Normalheadingblue"/>
              <w:spacing w:before="0" w:after="0"/>
              <w:rPr>
                <w:rFonts w:cs="Arial"/>
                <w:b w:val="0"/>
                <w:color w:val="auto"/>
                <w:szCs w:val="22"/>
              </w:rPr>
            </w:pPr>
            <w:r w:rsidRPr="001A7B4B">
              <w:rPr>
                <w:rFonts w:cs="Arial"/>
                <w:b w:val="0"/>
                <w:color w:val="auto"/>
                <w:szCs w:val="22"/>
              </w:rPr>
              <w:t xml:space="preserve">Recall task – </w:t>
            </w:r>
            <w:r w:rsidR="00116A2E" w:rsidRPr="001A7B4B">
              <w:rPr>
                <w:rFonts w:cs="Arial"/>
                <w:b w:val="0"/>
                <w:color w:val="auto"/>
                <w:szCs w:val="22"/>
              </w:rPr>
              <w:t>Students</w:t>
            </w:r>
            <w:r w:rsidRPr="001A7B4B">
              <w:rPr>
                <w:rFonts w:cs="Arial"/>
                <w:b w:val="0"/>
                <w:color w:val="auto"/>
                <w:szCs w:val="22"/>
              </w:rPr>
              <w:t xml:space="preserve"> recall H&amp;S facts from earlier in course and spend 5 minutes discussing as a group.</w:t>
            </w:r>
          </w:p>
          <w:p w14:paraId="1B1A23D1" w14:textId="77777777" w:rsidR="00A62976" w:rsidRPr="001A7B4B" w:rsidRDefault="00A62976" w:rsidP="00A62976">
            <w:pPr>
              <w:pStyle w:val="Normalheadingblue"/>
              <w:spacing w:before="0" w:after="0"/>
              <w:rPr>
                <w:rFonts w:cs="Arial"/>
                <w:b w:val="0"/>
                <w:color w:val="auto"/>
                <w:szCs w:val="22"/>
              </w:rPr>
            </w:pPr>
          </w:p>
          <w:p w14:paraId="6BA37E00" w14:textId="6A456A24" w:rsidR="00FD7D81" w:rsidRPr="001A7B4B" w:rsidRDefault="00FD7D81" w:rsidP="00A62976">
            <w:pPr>
              <w:pStyle w:val="Normalheadingblue"/>
              <w:spacing w:before="0" w:after="0"/>
              <w:rPr>
                <w:rFonts w:cs="Arial"/>
                <w:color w:val="auto"/>
                <w:szCs w:val="22"/>
              </w:rPr>
            </w:pPr>
            <w:r w:rsidRPr="001A7B4B">
              <w:rPr>
                <w:rFonts w:cs="Arial"/>
                <w:color w:val="auto"/>
                <w:szCs w:val="22"/>
              </w:rPr>
              <w:t>Delivery</w:t>
            </w:r>
            <w:r w:rsidR="00A62976" w:rsidRPr="001A7B4B">
              <w:rPr>
                <w:rFonts w:cs="Arial"/>
                <w:color w:val="auto"/>
                <w:szCs w:val="22"/>
              </w:rPr>
              <w:t xml:space="preserve"> focus</w:t>
            </w:r>
            <w:r w:rsidRPr="001A7B4B">
              <w:rPr>
                <w:rFonts w:cs="Arial"/>
                <w:color w:val="auto"/>
                <w:szCs w:val="22"/>
              </w:rPr>
              <w:t>:</w:t>
            </w:r>
          </w:p>
          <w:p w14:paraId="7A25B185" w14:textId="6FD2C9CD" w:rsidR="00FD7D81" w:rsidRPr="001A7B4B" w:rsidRDefault="00FD7D81" w:rsidP="00A62976">
            <w:pPr>
              <w:pStyle w:val="Default"/>
              <w:rPr>
                <w:b/>
                <w:color w:val="auto"/>
                <w:sz w:val="22"/>
                <w:szCs w:val="22"/>
              </w:rPr>
            </w:pPr>
            <w:r w:rsidRPr="001A7B4B">
              <w:rPr>
                <w:color w:val="auto"/>
                <w:sz w:val="22"/>
                <w:szCs w:val="22"/>
              </w:rPr>
              <w:t xml:space="preserve">Tutor to discuss </w:t>
            </w:r>
            <w:r w:rsidR="00A11FA9">
              <w:rPr>
                <w:color w:val="auto"/>
                <w:sz w:val="22"/>
                <w:szCs w:val="22"/>
              </w:rPr>
              <w:t>f</w:t>
            </w:r>
            <w:r w:rsidR="00A11FA9" w:rsidRPr="00A11FA9">
              <w:rPr>
                <w:bCs/>
                <w:color w:val="auto"/>
                <w:sz w:val="22"/>
                <w:szCs w:val="22"/>
              </w:rPr>
              <w:t>luid categories and</w:t>
            </w:r>
            <w:r w:rsidR="00A11FA9">
              <w:rPr>
                <w:b/>
                <w:color w:val="auto"/>
                <w:sz w:val="22"/>
                <w:szCs w:val="22"/>
              </w:rPr>
              <w:t xml:space="preserve"> </w:t>
            </w:r>
            <w:r w:rsidRPr="001A7B4B">
              <w:rPr>
                <w:color w:val="auto"/>
                <w:sz w:val="22"/>
                <w:szCs w:val="22"/>
              </w:rPr>
              <w:t>deliver information on the following content:</w:t>
            </w:r>
          </w:p>
          <w:p w14:paraId="13182E56" w14:textId="77777777" w:rsidR="00FD7D81" w:rsidRPr="001A7B4B" w:rsidRDefault="00FD7D81" w:rsidP="002C017C">
            <w:pPr>
              <w:pStyle w:val="Default"/>
              <w:numPr>
                <w:ilvl w:val="0"/>
                <w:numId w:val="25"/>
              </w:numPr>
              <w:ind w:left="360"/>
              <w:rPr>
                <w:color w:val="auto"/>
                <w:sz w:val="22"/>
                <w:szCs w:val="22"/>
              </w:rPr>
            </w:pPr>
            <w:r w:rsidRPr="001A7B4B">
              <w:rPr>
                <w:color w:val="auto"/>
                <w:sz w:val="22"/>
                <w:szCs w:val="22"/>
              </w:rPr>
              <w:t>The role of the Water Regulations</w:t>
            </w:r>
          </w:p>
          <w:p w14:paraId="21B645D4" w14:textId="77777777" w:rsidR="00FD7D81" w:rsidRPr="001A7B4B" w:rsidRDefault="00FD7D81" w:rsidP="002C017C">
            <w:pPr>
              <w:pStyle w:val="Default"/>
              <w:numPr>
                <w:ilvl w:val="0"/>
                <w:numId w:val="25"/>
              </w:numPr>
              <w:ind w:left="360"/>
              <w:rPr>
                <w:color w:val="auto"/>
                <w:sz w:val="22"/>
                <w:szCs w:val="22"/>
              </w:rPr>
            </w:pPr>
            <w:r w:rsidRPr="001A7B4B">
              <w:rPr>
                <w:color w:val="auto"/>
                <w:sz w:val="22"/>
                <w:szCs w:val="22"/>
              </w:rPr>
              <w:t xml:space="preserve">Fluid categories1–5 </w:t>
            </w:r>
          </w:p>
          <w:p w14:paraId="68A18C69" w14:textId="77777777" w:rsidR="00FD7D81" w:rsidRPr="001A7B4B" w:rsidRDefault="00FD7D81" w:rsidP="002C017C">
            <w:pPr>
              <w:pStyle w:val="Default"/>
              <w:numPr>
                <w:ilvl w:val="0"/>
                <w:numId w:val="25"/>
              </w:numPr>
              <w:ind w:left="360"/>
              <w:rPr>
                <w:color w:val="auto"/>
                <w:sz w:val="22"/>
                <w:szCs w:val="22"/>
              </w:rPr>
            </w:pPr>
            <w:r w:rsidRPr="001A7B4B">
              <w:rPr>
                <w:color w:val="auto"/>
                <w:sz w:val="22"/>
                <w:szCs w:val="22"/>
              </w:rPr>
              <w:t xml:space="preserve">preventing waste, undue consumption, misuse or contamination. </w:t>
            </w:r>
          </w:p>
          <w:p w14:paraId="18949368" w14:textId="77777777" w:rsidR="00FD7D81" w:rsidRPr="001A7B4B" w:rsidRDefault="00FD7D81" w:rsidP="002C017C">
            <w:pPr>
              <w:pStyle w:val="Default"/>
              <w:numPr>
                <w:ilvl w:val="0"/>
                <w:numId w:val="25"/>
              </w:numPr>
              <w:ind w:left="360"/>
              <w:rPr>
                <w:color w:val="auto"/>
                <w:sz w:val="22"/>
                <w:szCs w:val="22"/>
              </w:rPr>
            </w:pPr>
            <w:r w:rsidRPr="001A7B4B">
              <w:rPr>
                <w:color w:val="auto"/>
                <w:sz w:val="22"/>
                <w:szCs w:val="22"/>
              </w:rPr>
              <w:t xml:space="preserve">Look at the regulations </w:t>
            </w:r>
            <w:hyperlink r:id="rId36" w:history="1">
              <w:r w:rsidRPr="001A7B4B">
                <w:rPr>
                  <w:rStyle w:val="Hyperlink"/>
                  <w:color w:val="auto"/>
                  <w:sz w:val="22"/>
                  <w:szCs w:val="22"/>
                </w:rPr>
                <w:t>The Water Supply (Water Fittings) Regulations 1999</w:t>
              </w:r>
            </w:hyperlink>
            <w:r w:rsidRPr="001A7B4B">
              <w:rPr>
                <w:color w:val="auto"/>
                <w:sz w:val="22"/>
                <w:szCs w:val="22"/>
              </w:rPr>
              <w:t xml:space="preserve"> and highlight the content.</w:t>
            </w:r>
          </w:p>
          <w:p w14:paraId="16E7A88B" w14:textId="2B724FE2" w:rsidR="00FD7D81" w:rsidRPr="001A7B4B" w:rsidRDefault="00FD7D81" w:rsidP="002C017C">
            <w:pPr>
              <w:pStyle w:val="Default"/>
              <w:numPr>
                <w:ilvl w:val="0"/>
                <w:numId w:val="25"/>
              </w:numPr>
              <w:ind w:left="360"/>
              <w:rPr>
                <w:color w:val="auto"/>
                <w:sz w:val="22"/>
                <w:szCs w:val="22"/>
              </w:rPr>
            </w:pPr>
            <w:r w:rsidRPr="001A7B4B">
              <w:rPr>
                <w:color w:val="auto"/>
                <w:sz w:val="22"/>
                <w:szCs w:val="22"/>
              </w:rPr>
              <w:t xml:space="preserve">Encourage </w:t>
            </w:r>
            <w:r w:rsidR="00F502C8" w:rsidRPr="001A7B4B">
              <w:rPr>
                <w:color w:val="auto"/>
                <w:sz w:val="22"/>
                <w:szCs w:val="22"/>
              </w:rPr>
              <w:t>students</w:t>
            </w:r>
            <w:r w:rsidRPr="001A7B4B">
              <w:rPr>
                <w:color w:val="auto"/>
                <w:sz w:val="22"/>
                <w:szCs w:val="22"/>
              </w:rPr>
              <w:t xml:space="preserve"> to download a free download from the website link.</w:t>
            </w:r>
          </w:p>
          <w:p w14:paraId="503992F8" w14:textId="25BE437E" w:rsidR="00FD7D81" w:rsidRPr="001A7B4B" w:rsidRDefault="00FD7D81" w:rsidP="002C017C">
            <w:pPr>
              <w:pStyle w:val="Default"/>
              <w:numPr>
                <w:ilvl w:val="0"/>
                <w:numId w:val="25"/>
              </w:numPr>
              <w:ind w:left="360"/>
              <w:rPr>
                <w:color w:val="auto"/>
                <w:sz w:val="22"/>
                <w:szCs w:val="22"/>
              </w:rPr>
            </w:pPr>
            <w:r w:rsidRPr="001A7B4B">
              <w:rPr>
                <w:color w:val="auto"/>
                <w:sz w:val="22"/>
                <w:szCs w:val="22"/>
              </w:rPr>
              <w:t>Offer examples of waste, undue consumption, misuse or contamination within industry</w:t>
            </w:r>
            <w:r w:rsidR="00A01559">
              <w:rPr>
                <w:color w:val="auto"/>
                <w:sz w:val="22"/>
                <w:szCs w:val="22"/>
              </w:rPr>
              <w:t>.</w:t>
            </w:r>
          </w:p>
          <w:p w14:paraId="4BC80FF5" w14:textId="77777777" w:rsidR="00FD7D81" w:rsidRPr="001A7B4B" w:rsidRDefault="00FD7D81" w:rsidP="002C017C">
            <w:pPr>
              <w:pStyle w:val="Default"/>
              <w:numPr>
                <w:ilvl w:val="0"/>
                <w:numId w:val="25"/>
              </w:numPr>
              <w:ind w:left="360"/>
              <w:rPr>
                <w:color w:val="auto"/>
                <w:sz w:val="22"/>
                <w:szCs w:val="22"/>
              </w:rPr>
            </w:pPr>
            <w:r w:rsidRPr="001A7B4B">
              <w:rPr>
                <w:color w:val="auto"/>
                <w:sz w:val="22"/>
                <w:szCs w:val="22"/>
              </w:rPr>
              <w:t>Examine categories 1-5 and give examples of each.</w:t>
            </w:r>
          </w:p>
          <w:p w14:paraId="5518F801" w14:textId="77777777" w:rsidR="00FD7D81" w:rsidRPr="001A7B4B" w:rsidRDefault="00FD7D81" w:rsidP="00A62976">
            <w:pPr>
              <w:pStyle w:val="Default"/>
              <w:rPr>
                <w:color w:val="auto"/>
                <w:sz w:val="22"/>
                <w:szCs w:val="22"/>
              </w:rPr>
            </w:pPr>
          </w:p>
          <w:p w14:paraId="39EF1B93" w14:textId="707E12B9" w:rsidR="00FD7D81" w:rsidRPr="001A7B4B" w:rsidRDefault="00FD7D81" w:rsidP="00A62976">
            <w:pPr>
              <w:pStyle w:val="Normalheadingblue"/>
              <w:spacing w:before="0" w:after="0"/>
              <w:rPr>
                <w:rFonts w:cs="Arial"/>
                <w:color w:val="auto"/>
                <w:szCs w:val="22"/>
              </w:rPr>
            </w:pPr>
            <w:r w:rsidRPr="001A7B4B">
              <w:rPr>
                <w:rFonts w:cs="Arial"/>
                <w:color w:val="auto"/>
                <w:szCs w:val="22"/>
              </w:rPr>
              <w:t xml:space="preserve">Knowledge </w:t>
            </w:r>
            <w:r w:rsidR="00A62976" w:rsidRPr="001A7B4B">
              <w:rPr>
                <w:rFonts w:cs="Arial"/>
                <w:color w:val="auto"/>
                <w:szCs w:val="22"/>
              </w:rPr>
              <w:t>C</w:t>
            </w:r>
            <w:r w:rsidRPr="001A7B4B">
              <w:rPr>
                <w:rFonts w:cs="Arial"/>
                <w:color w:val="auto"/>
                <w:szCs w:val="22"/>
              </w:rPr>
              <w:t>heck example:</w:t>
            </w:r>
          </w:p>
          <w:p w14:paraId="2501AEBF" w14:textId="59F3CD6A" w:rsidR="00FD7D81" w:rsidRPr="001A7B4B" w:rsidRDefault="00FD7D81" w:rsidP="00A62976">
            <w:pPr>
              <w:pStyle w:val="Normalheadingblue"/>
              <w:spacing w:before="0" w:after="0"/>
              <w:rPr>
                <w:rFonts w:cs="Arial"/>
                <w:b w:val="0"/>
                <w:color w:val="auto"/>
                <w:szCs w:val="22"/>
              </w:rPr>
            </w:pPr>
            <w:r w:rsidRPr="001A7B4B">
              <w:rPr>
                <w:rFonts w:cs="Arial"/>
                <w:b w:val="0"/>
                <w:color w:val="auto"/>
                <w:szCs w:val="22"/>
              </w:rPr>
              <w:t xml:space="preserve">Card matching – </w:t>
            </w:r>
            <w:r w:rsidR="00F502C8" w:rsidRPr="001A7B4B">
              <w:rPr>
                <w:rFonts w:cs="Arial"/>
                <w:b w:val="0"/>
                <w:color w:val="auto"/>
                <w:szCs w:val="22"/>
              </w:rPr>
              <w:t>students</w:t>
            </w:r>
            <w:r w:rsidRPr="001A7B4B">
              <w:rPr>
                <w:rFonts w:cs="Arial"/>
                <w:b w:val="0"/>
                <w:color w:val="auto"/>
                <w:szCs w:val="22"/>
              </w:rPr>
              <w:t xml:space="preserve"> pair cards with Fluid categories and water sources / Examples of breaches and what it contravenes.</w:t>
            </w:r>
          </w:p>
          <w:p w14:paraId="57E62D6D" w14:textId="77777777" w:rsidR="00A62976" w:rsidRPr="001A7B4B" w:rsidRDefault="00A62976" w:rsidP="00A62976">
            <w:pPr>
              <w:pStyle w:val="Normalheadingblue"/>
              <w:spacing w:before="0" w:after="0"/>
              <w:rPr>
                <w:rFonts w:cs="Arial"/>
                <w:b w:val="0"/>
                <w:color w:val="auto"/>
                <w:szCs w:val="22"/>
              </w:rPr>
            </w:pPr>
          </w:p>
          <w:p w14:paraId="4C998EC8" w14:textId="77777777" w:rsidR="00FD7D81" w:rsidRPr="001A7B4B" w:rsidRDefault="00FD7D81" w:rsidP="00A62976">
            <w:pPr>
              <w:pStyle w:val="Normalheadingblue"/>
              <w:spacing w:before="0" w:after="0"/>
              <w:rPr>
                <w:rFonts w:cs="Arial"/>
                <w:color w:val="auto"/>
                <w:szCs w:val="22"/>
              </w:rPr>
            </w:pPr>
            <w:r w:rsidRPr="001A7B4B">
              <w:rPr>
                <w:rFonts w:cs="Arial"/>
                <w:color w:val="auto"/>
                <w:szCs w:val="22"/>
              </w:rPr>
              <w:t>Resources:</w:t>
            </w:r>
          </w:p>
          <w:p w14:paraId="3A076DBE" w14:textId="77777777" w:rsidR="00FD7D81" w:rsidRPr="001A7B4B" w:rsidRDefault="00FD7D81" w:rsidP="00A62976">
            <w:pPr>
              <w:pStyle w:val="Normalheadingblue"/>
              <w:spacing w:before="0" w:after="0"/>
              <w:rPr>
                <w:rFonts w:cs="Arial"/>
                <w:b w:val="0"/>
                <w:color w:val="auto"/>
                <w:szCs w:val="22"/>
              </w:rPr>
            </w:pPr>
            <w:r w:rsidRPr="001A7B4B">
              <w:rPr>
                <w:rFonts w:cs="Arial"/>
                <w:b w:val="0"/>
                <w:color w:val="auto"/>
                <w:szCs w:val="22"/>
              </w:rPr>
              <w:t>Matching pair cards</w:t>
            </w:r>
          </w:p>
          <w:p w14:paraId="4A09D8C1" w14:textId="77777777" w:rsidR="00FD7D81" w:rsidRPr="001A7B4B" w:rsidRDefault="00FD7D81" w:rsidP="00A62976">
            <w:pPr>
              <w:pStyle w:val="Normalheadingblue"/>
              <w:spacing w:before="0" w:after="0"/>
              <w:rPr>
                <w:rFonts w:cs="Arial"/>
                <w:b w:val="0"/>
                <w:color w:val="auto"/>
                <w:szCs w:val="22"/>
              </w:rPr>
            </w:pPr>
            <w:r w:rsidRPr="001A7B4B">
              <w:rPr>
                <w:rFonts w:cs="Arial"/>
                <w:b w:val="0"/>
                <w:color w:val="auto"/>
                <w:szCs w:val="22"/>
              </w:rPr>
              <w:t>Handouts for Fluid categories and Water regulations</w:t>
            </w:r>
          </w:p>
          <w:p w14:paraId="59F636F8" w14:textId="77777777" w:rsidR="00FD7D81" w:rsidRPr="001A7B4B" w:rsidRDefault="00FD7D81" w:rsidP="00A62976">
            <w:pPr>
              <w:pStyle w:val="Normalheadingblue"/>
              <w:spacing w:before="0" w:after="0"/>
              <w:rPr>
                <w:color w:val="auto"/>
                <w:szCs w:val="22"/>
              </w:rPr>
            </w:pPr>
            <w:r w:rsidRPr="001A7B4B">
              <w:rPr>
                <w:rFonts w:cs="Arial"/>
                <w:b w:val="0"/>
                <w:color w:val="auto"/>
                <w:szCs w:val="22"/>
              </w:rPr>
              <w:t xml:space="preserve">Link to water regulations </w:t>
            </w:r>
            <w:hyperlink r:id="rId37" w:history="1">
              <w:r w:rsidRPr="001A7B4B">
                <w:rPr>
                  <w:rStyle w:val="Hyperlink"/>
                  <w:b w:val="0"/>
                  <w:color w:val="auto"/>
                  <w:szCs w:val="22"/>
                </w:rPr>
                <w:t>The Water Supply (Water Fittings) Regulations 1999</w:t>
              </w:r>
            </w:hyperlink>
          </w:p>
          <w:p w14:paraId="50C3D07F" w14:textId="77777777" w:rsidR="00A62976" w:rsidRPr="001A7B4B" w:rsidRDefault="00A62976" w:rsidP="00A62976">
            <w:pPr>
              <w:pStyle w:val="Normalheadingblue"/>
              <w:spacing w:before="0" w:after="0"/>
              <w:rPr>
                <w:rFonts w:cs="Arial"/>
                <w:color w:val="auto"/>
                <w:szCs w:val="22"/>
              </w:rPr>
            </w:pPr>
          </w:p>
          <w:p w14:paraId="76CD4FEF" w14:textId="77777777" w:rsidR="00D57C9E" w:rsidRPr="001A7B4B" w:rsidRDefault="00D57C9E" w:rsidP="00A62976">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3D806C46" w14:textId="77777777" w:rsidR="00DD207A" w:rsidRDefault="008A57D2">
            <w:r>
              <w:lastRenderedPageBreak/>
              <w:t>Q&amp;A</w:t>
            </w:r>
            <w:r>
              <w:br/>
            </w:r>
            <w:r>
              <w:br/>
              <w:t>Matching pairs task</w:t>
            </w:r>
            <w:r>
              <w:br/>
              <w:t xml:space="preserve">English skills </w:t>
            </w:r>
            <w:r>
              <w:lastRenderedPageBreak/>
              <w:t>(reading, writing, technical vocabulary)</w:t>
            </w:r>
          </w:p>
        </w:tc>
      </w:tr>
      <w:tr w:rsidR="00FD7D81" w:rsidRPr="00634DF8" w14:paraId="5E91F8AA"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184301C6" w14:textId="77777777" w:rsidR="00FD7D81" w:rsidRDefault="00FD7D81" w:rsidP="00FD7D81">
            <w:pPr>
              <w:jc w:val="center"/>
              <w:rPr>
                <w:rFonts w:cs="Arial"/>
                <w:szCs w:val="22"/>
              </w:rPr>
            </w:pPr>
            <w:r>
              <w:rPr>
                <w:rFonts w:cs="Arial"/>
                <w:szCs w:val="22"/>
              </w:rPr>
              <w:lastRenderedPageBreak/>
              <w:t>70</w:t>
            </w:r>
          </w:p>
          <w:p w14:paraId="3F9BF806" w14:textId="77777777" w:rsidR="00FD7D81" w:rsidRDefault="00FD7D81" w:rsidP="00FD7D81">
            <w:pPr>
              <w:jc w:val="center"/>
              <w:rPr>
                <w:rFonts w:cs="Arial"/>
                <w:szCs w:val="22"/>
              </w:rPr>
            </w:pPr>
            <w:r>
              <w:rPr>
                <w:rFonts w:cs="Arial"/>
                <w:szCs w:val="22"/>
              </w:rPr>
              <w:t>3 hours</w:t>
            </w:r>
          </w:p>
          <w:p w14:paraId="5DA7CB3E" w14:textId="2FD0EF02" w:rsidR="00D940E4" w:rsidRDefault="00D940E4" w:rsidP="00FD7D81">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092CF0DA" w14:textId="77777777" w:rsidR="00FD7D81" w:rsidRPr="001A7B4B" w:rsidRDefault="00FD7D81" w:rsidP="00FD7D81">
            <w:pPr>
              <w:pStyle w:val="Normalheadingblack"/>
              <w:rPr>
                <w:rFonts w:cs="Arial"/>
                <w:lang w:eastAsia="en-GB"/>
              </w:rPr>
            </w:pPr>
            <w:r w:rsidRPr="001A7B4B">
              <w:rPr>
                <w:rFonts w:cs="Arial"/>
                <w:lang w:eastAsia="en-GB"/>
              </w:rPr>
              <w:t>Outcome 1 – Plumbing and heating common knowledge criteria</w:t>
            </w:r>
          </w:p>
          <w:p w14:paraId="1C20A12E" w14:textId="77777777" w:rsidR="00FD7D81" w:rsidRPr="001A7B4B" w:rsidRDefault="00FD7D81" w:rsidP="00FD7D81">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2AD42E37" w14:textId="77777777" w:rsidR="00FD7D81" w:rsidRPr="001A7B4B" w:rsidRDefault="00FD7D81" w:rsidP="00FD7D81">
            <w:pPr>
              <w:pStyle w:val="Normalheadingblack"/>
              <w:rPr>
                <w:rFonts w:cs="Arial"/>
                <w:b w:val="0"/>
                <w:szCs w:val="22"/>
              </w:rPr>
            </w:pPr>
            <w:r w:rsidRPr="001A7B4B">
              <w:rPr>
                <w:rFonts w:cs="Arial"/>
                <w:b w:val="0"/>
                <w:szCs w:val="22"/>
              </w:rPr>
              <w:t>K1.6 Sources and distribution of water</w:t>
            </w:r>
          </w:p>
        </w:tc>
        <w:tc>
          <w:tcPr>
            <w:tcW w:w="5785" w:type="dxa"/>
            <w:tcBorders>
              <w:top w:val="single" w:sz="4" w:space="0" w:color="C6C5C6"/>
              <w:left w:val="single" w:sz="4" w:space="0" w:color="C6C5C6"/>
              <w:bottom w:val="single" w:sz="4" w:space="0" w:color="C6C5C6"/>
              <w:right w:val="single" w:sz="4" w:space="0" w:color="C6C5C6"/>
            </w:tcBorders>
          </w:tcPr>
          <w:p w14:paraId="28ABC70B" w14:textId="2EC497E4" w:rsidR="00FD7D81" w:rsidRPr="001A7B4B" w:rsidRDefault="00FD7D81" w:rsidP="00C675E1">
            <w:pPr>
              <w:pStyle w:val="Normalheadingblue"/>
              <w:spacing w:before="0" w:after="0"/>
              <w:rPr>
                <w:rFonts w:cs="Arial"/>
                <w:color w:val="auto"/>
                <w:szCs w:val="22"/>
              </w:rPr>
            </w:pPr>
            <w:r w:rsidRPr="001A7B4B">
              <w:rPr>
                <w:rFonts w:cs="Arial"/>
                <w:color w:val="auto"/>
                <w:szCs w:val="22"/>
              </w:rPr>
              <w:t>Activity:</w:t>
            </w:r>
          </w:p>
          <w:p w14:paraId="60FFC943" w14:textId="77777777" w:rsidR="00FD7D81" w:rsidRPr="001A7B4B" w:rsidRDefault="00FD7D81" w:rsidP="00C675E1">
            <w:pPr>
              <w:pStyle w:val="Normalheadingblue"/>
              <w:spacing w:before="0" w:after="0"/>
              <w:rPr>
                <w:rFonts w:cs="Arial"/>
                <w:color w:val="auto"/>
                <w:szCs w:val="22"/>
              </w:rPr>
            </w:pPr>
            <w:r w:rsidRPr="001A7B4B">
              <w:rPr>
                <w:rFonts w:cs="Arial"/>
                <w:color w:val="auto"/>
                <w:szCs w:val="22"/>
              </w:rPr>
              <w:t>Starter task example:</w:t>
            </w:r>
          </w:p>
          <w:p w14:paraId="4FD8E821" w14:textId="4C8D4E1B" w:rsidR="003B3E67" w:rsidRPr="001A7B4B" w:rsidRDefault="003B3E67" w:rsidP="00F57F9F">
            <w:pPr>
              <w:pStyle w:val="Normalheadingblue"/>
              <w:spacing w:before="0" w:after="0"/>
              <w:rPr>
                <w:rFonts w:cs="Arial"/>
                <w:color w:val="auto"/>
                <w:szCs w:val="22"/>
              </w:rPr>
            </w:pPr>
            <w:r w:rsidRPr="001A7B4B">
              <w:rPr>
                <w:rFonts w:cs="Arial"/>
                <w:b w:val="0"/>
                <w:color w:val="auto"/>
                <w:szCs w:val="22"/>
              </w:rPr>
              <w:t xml:space="preserve">Introduce </w:t>
            </w:r>
            <w:r w:rsidR="00F502C8" w:rsidRPr="001A7B4B">
              <w:rPr>
                <w:rFonts w:cs="Arial"/>
                <w:b w:val="0"/>
                <w:color w:val="auto"/>
                <w:szCs w:val="22"/>
              </w:rPr>
              <w:t>students</w:t>
            </w:r>
            <w:r w:rsidRPr="001A7B4B">
              <w:rPr>
                <w:rFonts w:cs="Arial"/>
                <w:b w:val="0"/>
                <w:color w:val="auto"/>
                <w:szCs w:val="22"/>
              </w:rPr>
              <w:t xml:space="preserve"> to the following website:</w:t>
            </w:r>
            <w:r w:rsidRPr="001A7B4B">
              <w:rPr>
                <w:rFonts w:cs="Arial"/>
                <w:color w:val="auto"/>
                <w:szCs w:val="22"/>
              </w:rPr>
              <w:t xml:space="preserve"> </w:t>
            </w:r>
            <w:hyperlink r:id="rId38" w:history="1">
              <w:r w:rsidRPr="001A7B4B">
                <w:rPr>
                  <w:rStyle w:val="Hyperlink"/>
                  <w:color w:val="auto"/>
                  <w:szCs w:val="22"/>
                </w:rPr>
                <w:t>WRAS Approvals</w:t>
              </w:r>
            </w:hyperlink>
          </w:p>
          <w:p w14:paraId="4F4E1D31" w14:textId="77777777" w:rsidR="008A60D8" w:rsidRPr="001A7B4B" w:rsidRDefault="008A60D8" w:rsidP="00C675E1">
            <w:pPr>
              <w:pStyle w:val="Normalheadingblue"/>
              <w:spacing w:before="0" w:after="0"/>
              <w:rPr>
                <w:rFonts w:cs="Arial"/>
                <w:b w:val="0"/>
                <w:color w:val="auto"/>
                <w:szCs w:val="22"/>
              </w:rPr>
            </w:pPr>
          </w:p>
          <w:p w14:paraId="02C2CD87" w14:textId="29AF2BED" w:rsidR="00FD7D81" w:rsidRPr="001A7B4B" w:rsidRDefault="00FD7D81" w:rsidP="00C675E1">
            <w:pPr>
              <w:pStyle w:val="Normalheadingblue"/>
              <w:spacing w:before="0" w:after="0"/>
              <w:rPr>
                <w:rFonts w:cs="Arial"/>
                <w:color w:val="auto"/>
                <w:szCs w:val="22"/>
              </w:rPr>
            </w:pPr>
            <w:r w:rsidRPr="001A7B4B">
              <w:rPr>
                <w:rFonts w:cs="Arial"/>
                <w:color w:val="auto"/>
                <w:szCs w:val="22"/>
              </w:rPr>
              <w:t>Delivery</w:t>
            </w:r>
            <w:r w:rsidR="0036319B" w:rsidRPr="001A7B4B">
              <w:rPr>
                <w:rFonts w:cs="Arial"/>
                <w:color w:val="auto"/>
                <w:szCs w:val="22"/>
              </w:rPr>
              <w:t xml:space="preserve"> focus</w:t>
            </w:r>
            <w:r w:rsidRPr="001A7B4B">
              <w:rPr>
                <w:rFonts w:cs="Arial"/>
                <w:color w:val="auto"/>
                <w:szCs w:val="22"/>
              </w:rPr>
              <w:t>:</w:t>
            </w:r>
            <w:r w:rsidR="003B3E67" w:rsidRPr="001A7B4B">
              <w:rPr>
                <w:rFonts w:cs="Arial"/>
                <w:color w:val="auto"/>
                <w:szCs w:val="22"/>
              </w:rPr>
              <w:t xml:space="preserve"> </w:t>
            </w:r>
          </w:p>
          <w:p w14:paraId="065356AA" w14:textId="5DDD8EAD" w:rsidR="00FD7D81" w:rsidRPr="001A7B4B" w:rsidRDefault="003B3E67" w:rsidP="00A65586">
            <w:pPr>
              <w:pStyle w:val="Default"/>
              <w:rPr>
                <w:b/>
                <w:color w:val="auto"/>
                <w:sz w:val="22"/>
                <w:szCs w:val="22"/>
              </w:rPr>
            </w:pPr>
            <w:r w:rsidRPr="001A7B4B">
              <w:rPr>
                <w:color w:val="auto"/>
                <w:sz w:val="22"/>
                <w:szCs w:val="22"/>
              </w:rPr>
              <w:t>Tutor to deliver the following content:</w:t>
            </w:r>
          </w:p>
          <w:p w14:paraId="46306817" w14:textId="77777777" w:rsidR="00FD7D81" w:rsidRPr="001A7B4B" w:rsidRDefault="00FD7D81" w:rsidP="002C017C">
            <w:pPr>
              <w:pStyle w:val="Default"/>
              <w:numPr>
                <w:ilvl w:val="0"/>
                <w:numId w:val="26"/>
              </w:numPr>
              <w:rPr>
                <w:color w:val="auto"/>
                <w:sz w:val="22"/>
                <w:szCs w:val="22"/>
              </w:rPr>
            </w:pPr>
            <w:r w:rsidRPr="001A7B4B">
              <w:rPr>
                <w:color w:val="auto"/>
                <w:sz w:val="22"/>
                <w:szCs w:val="22"/>
              </w:rPr>
              <w:t xml:space="preserve">connection methods to the main </w:t>
            </w:r>
          </w:p>
          <w:p w14:paraId="4A160AE5" w14:textId="77777777" w:rsidR="00FD7D81" w:rsidRPr="001A7B4B" w:rsidRDefault="00FD7D81" w:rsidP="002C017C">
            <w:pPr>
              <w:pStyle w:val="Default"/>
              <w:numPr>
                <w:ilvl w:val="0"/>
                <w:numId w:val="26"/>
              </w:numPr>
              <w:rPr>
                <w:color w:val="auto"/>
                <w:sz w:val="22"/>
                <w:szCs w:val="22"/>
              </w:rPr>
            </w:pPr>
            <w:r w:rsidRPr="001A7B4B">
              <w:rPr>
                <w:color w:val="auto"/>
                <w:sz w:val="22"/>
                <w:szCs w:val="22"/>
              </w:rPr>
              <w:t xml:space="preserve">communication pipe detail </w:t>
            </w:r>
          </w:p>
          <w:p w14:paraId="4AACC7DC" w14:textId="77777777" w:rsidR="00FD7D81" w:rsidRPr="001A7B4B" w:rsidRDefault="00FD7D81" w:rsidP="002C017C">
            <w:pPr>
              <w:pStyle w:val="Default"/>
              <w:numPr>
                <w:ilvl w:val="0"/>
                <w:numId w:val="26"/>
              </w:numPr>
              <w:rPr>
                <w:color w:val="auto"/>
                <w:sz w:val="22"/>
                <w:szCs w:val="22"/>
              </w:rPr>
            </w:pPr>
            <w:r w:rsidRPr="001A7B4B">
              <w:rPr>
                <w:color w:val="auto"/>
                <w:sz w:val="22"/>
                <w:szCs w:val="22"/>
              </w:rPr>
              <w:t xml:space="preserve">service pipe detail </w:t>
            </w:r>
          </w:p>
          <w:p w14:paraId="617C2680" w14:textId="77777777" w:rsidR="00FD7D81" w:rsidRPr="001A7B4B" w:rsidRDefault="00FD7D81" w:rsidP="002C017C">
            <w:pPr>
              <w:pStyle w:val="Default"/>
              <w:numPr>
                <w:ilvl w:val="0"/>
                <w:numId w:val="26"/>
              </w:numPr>
              <w:rPr>
                <w:color w:val="auto"/>
                <w:sz w:val="22"/>
                <w:szCs w:val="22"/>
              </w:rPr>
            </w:pPr>
            <w:r w:rsidRPr="001A7B4B">
              <w:rPr>
                <w:color w:val="auto"/>
                <w:sz w:val="22"/>
                <w:szCs w:val="22"/>
              </w:rPr>
              <w:t xml:space="preserve">main external stop valve location and meter housings </w:t>
            </w:r>
          </w:p>
          <w:p w14:paraId="72DDE5B2" w14:textId="77777777" w:rsidR="00FD7D81" w:rsidRPr="001A7B4B" w:rsidRDefault="00FD7D81" w:rsidP="002C017C">
            <w:pPr>
              <w:pStyle w:val="Default"/>
              <w:numPr>
                <w:ilvl w:val="0"/>
                <w:numId w:val="26"/>
              </w:numPr>
              <w:rPr>
                <w:color w:val="auto"/>
                <w:sz w:val="22"/>
                <w:szCs w:val="22"/>
              </w:rPr>
            </w:pPr>
            <w:r w:rsidRPr="001A7B4B">
              <w:rPr>
                <w:color w:val="auto"/>
                <w:sz w:val="22"/>
                <w:szCs w:val="22"/>
              </w:rPr>
              <w:t xml:space="preserve">installation requirements </w:t>
            </w:r>
          </w:p>
          <w:p w14:paraId="45C1DEC4" w14:textId="77777777" w:rsidR="00FD7D81" w:rsidRPr="001A7B4B" w:rsidRDefault="00FD7D81" w:rsidP="002C017C">
            <w:pPr>
              <w:pStyle w:val="Default"/>
              <w:numPr>
                <w:ilvl w:val="0"/>
                <w:numId w:val="26"/>
              </w:numPr>
              <w:rPr>
                <w:color w:val="auto"/>
                <w:sz w:val="22"/>
                <w:szCs w:val="22"/>
              </w:rPr>
            </w:pPr>
            <w:r w:rsidRPr="001A7B4B">
              <w:rPr>
                <w:color w:val="auto"/>
                <w:sz w:val="22"/>
                <w:szCs w:val="22"/>
              </w:rPr>
              <w:t xml:space="preserve">methods of entry of the service pipework to a property </w:t>
            </w:r>
          </w:p>
          <w:p w14:paraId="398BDDD8" w14:textId="77777777" w:rsidR="003B3E67" w:rsidRPr="001A7B4B" w:rsidRDefault="003B3E67" w:rsidP="002C017C">
            <w:pPr>
              <w:pStyle w:val="Default"/>
              <w:numPr>
                <w:ilvl w:val="0"/>
                <w:numId w:val="26"/>
              </w:numPr>
              <w:rPr>
                <w:color w:val="auto"/>
                <w:sz w:val="22"/>
                <w:szCs w:val="22"/>
              </w:rPr>
            </w:pPr>
            <w:r w:rsidRPr="001A7B4B">
              <w:rPr>
                <w:color w:val="auto"/>
                <w:sz w:val="22"/>
                <w:szCs w:val="22"/>
              </w:rPr>
              <w:t>Distribute examples of relevant components such as water meter, external stop valves, ferules, MDPE etc</w:t>
            </w:r>
          </w:p>
          <w:p w14:paraId="45CA7CBD" w14:textId="77777777" w:rsidR="00FD7D81" w:rsidRPr="001A7B4B" w:rsidRDefault="00FD7D81" w:rsidP="00C675E1">
            <w:pPr>
              <w:pStyle w:val="Default"/>
              <w:rPr>
                <w:color w:val="auto"/>
                <w:sz w:val="22"/>
                <w:szCs w:val="22"/>
              </w:rPr>
            </w:pPr>
          </w:p>
          <w:p w14:paraId="04202D44" w14:textId="27B5720E" w:rsidR="00FD7D81" w:rsidRPr="001A7B4B" w:rsidRDefault="00FD7D81" w:rsidP="00C675E1">
            <w:pPr>
              <w:pStyle w:val="Normalheadingblue"/>
              <w:spacing w:before="0" w:after="0"/>
              <w:rPr>
                <w:rFonts w:cs="Arial"/>
                <w:color w:val="auto"/>
                <w:szCs w:val="22"/>
              </w:rPr>
            </w:pPr>
            <w:r w:rsidRPr="001A7B4B">
              <w:rPr>
                <w:rFonts w:cs="Arial"/>
                <w:color w:val="auto"/>
                <w:szCs w:val="22"/>
              </w:rPr>
              <w:t xml:space="preserve">Knowledge </w:t>
            </w:r>
            <w:r w:rsidR="00A65586" w:rsidRPr="001A7B4B">
              <w:rPr>
                <w:rFonts w:cs="Arial"/>
                <w:color w:val="auto"/>
                <w:szCs w:val="22"/>
              </w:rPr>
              <w:t>C</w:t>
            </w:r>
            <w:r w:rsidRPr="001A7B4B">
              <w:rPr>
                <w:rFonts w:cs="Arial"/>
                <w:color w:val="auto"/>
                <w:szCs w:val="22"/>
              </w:rPr>
              <w:t>heck example:</w:t>
            </w:r>
          </w:p>
          <w:p w14:paraId="61752B92" w14:textId="193278BD" w:rsidR="003B3E67" w:rsidRPr="001A7B4B" w:rsidRDefault="00116A2E" w:rsidP="00C675E1">
            <w:pPr>
              <w:pStyle w:val="Normalheadingblue"/>
              <w:spacing w:before="0" w:after="0"/>
              <w:rPr>
                <w:rFonts w:cs="Arial"/>
                <w:b w:val="0"/>
                <w:color w:val="auto"/>
                <w:szCs w:val="22"/>
              </w:rPr>
            </w:pPr>
            <w:r w:rsidRPr="001A7B4B">
              <w:rPr>
                <w:rFonts w:cs="Arial"/>
                <w:b w:val="0"/>
                <w:color w:val="auto"/>
                <w:szCs w:val="22"/>
              </w:rPr>
              <w:t>Students</w:t>
            </w:r>
            <w:r w:rsidR="003B3E67" w:rsidRPr="001A7B4B">
              <w:rPr>
                <w:rFonts w:cs="Arial"/>
                <w:b w:val="0"/>
                <w:color w:val="auto"/>
                <w:szCs w:val="22"/>
              </w:rPr>
              <w:t xml:space="preserve"> to produce a detailed sketch of the mains water supply to a building including dimensions, valves, components and labels. On completion swap with peer for peer marking and discussion.</w:t>
            </w:r>
          </w:p>
          <w:p w14:paraId="0FBE8AD8" w14:textId="77777777" w:rsidR="00A65586" w:rsidRPr="001A7B4B" w:rsidRDefault="00A65586" w:rsidP="00C675E1">
            <w:pPr>
              <w:pStyle w:val="Normalheadingblue"/>
              <w:spacing w:before="0" w:after="0"/>
              <w:rPr>
                <w:rFonts w:cs="Arial"/>
                <w:b w:val="0"/>
                <w:color w:val="auto"/>
                <w:szCs w:val="22"/>
              </w:rPr>
            </w:pPr>
          </w:p>
          <w:p w14:paraId="67155DC6" w14:textId="77777777" w:rsidR="00FD7D81" w:rsidRPr="001A7B4B" w:rsidRDefault="00FD7D81" w:rsidP="00C675E1">
            <w:pPr>
              <w:pStyle w:val="Normalheadingblue"/>
              <w:spacing w:before="0" w:after="0"/>
              <w:rPr>
                <w:rFonts w:cs="Arial"/>
                <w:color w:val="auto"/>
                <w:szCs w:val="22"/>
              </w:rPr>
            </w:pPr>
            <w:r w:rsidRPr="001A7B4B">
              <w:rPr>
                <w:rFonts w:cs="Arial"/>
                <w:color w:val="auto"/>
                <w:szCs w:val="22"/>
              </w:rPr>
              <w:t>Resources:</w:t>
            </w:r>
          </w:p>
          <w:p w14:paraId="631FBDD9" w14:textId="77777777" w:rsidR="003B3E67" w:rsidRPr="001A7B4B" w:rsidRDefault="003B3E67" w:rsidP="00C675E1">
            <w:pPr>
              <w:pStyle w:val="Normalheadingblue"/>
              <w:spacing w:before="0" w:after="0"/>
              <w:rPr>
                <w:rFonts w:cs="Arial"/>
                <w:b w:val="0"/>
                <w:color w:val="auto"/>
                <w:szCs w:val="22"/>
              </w:rPr>
            </w:pPr>
            <w:r w:rsidRPr="001A7B4B">
              <w:rPr>
                <w:rFonts w:cs="Arial"/>
                <w:b w:val="0"/>
                <w:color w:val="auto"/>
                <w:szCs w:val="22"/>
              </w:rPr>
              <w:t>Paper, pencils and rulers for drawing</w:t>
            </w:r>
          </w:p>
          <w:p w14:paraId="53C30F8A" w14:textId="0F300DD2" w:rsidR="003B3E67" w:rsidRPr="001A7B4B" w:rsidRDefault="003B3E67" w:rsidP="00C675E1">
            <w:pPr>
              <w:pStyle w:val="Default"/>
              <w:rPr>
                <w:color w:val="auto"/>
                <w:sz w:val="22"/>
                <w:szCs w:val="22"/>
              </w:rPr>
            </w:pPr>
            <w:r w:rsidRPr="001A7B4B">
              <w:rPr>
                <w:color w:val="auto"/>
                <w:sz w:val="22"/>
                <w:szCs w:val="22"/>
              </w:rPr>
              <w:t>Components such as water meter, external stop valves, ferules, MDPE etc</w:t>
            </w:r>
            <w:r w:rsidR="00A01559">
              <w:rPr>
                <w:color w:val="auto"/>
                <w:sz w:val="22"/>
                <w:szCs w:val="22"/>
              </w:rPr>
              <w:t>.</w:t>
            </w:r>
          </w:p>
          <w:p w14:paraId="1E21DB9C" w14:textId="77777777" w:rsidR="003B3E67" w:rsidRPr="001A7B4B" w:rsidRDefault="003B3E67" w:rsidP="00C675E1">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13F2A433" w14:textId="77777777" w:rsidR="00DD207A" w:rsidRDefault="008A57D2">
            <w:r>
              <w:t>Produce sketch of service to a property</w:t>
            </w:r>
          </w:p>
        </w:tc>
      </w:tr>
      <w:tr w:rsidR="00531CBA" w:rsidRPr="00634DF8" w14:paraId="20118452"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20FD7E2E" w14:textId="77777777" w:rsidR="00531CBA" w:rsidRDefault="003B3E67" w:rsidP="00D87D5C">
            <w:pPr>
              <w:jc w:val="center"/>
              <w:rPr>
                <w:rFonts w:cs="Arial"/>
                <w:szCs w:val="22"/>
              </w:rPr>
            </w:pPr>
            <w:r>
              <w:rPr>
                <w:rFonts w:cs="Arial"/>
                <w:szCs w:val="22"/>
              </w:rPr>
              <w:lastRenderedPageBreak/>
              <w:t>71</w:t>
            </w:r>
            <w:r w:rsidR="001F16A6">
              <w:rPr>
                <w:rFonts w:cs="Arial"/>
                <w:szCs w:val="22"/>
              </w:rPr>
              <w:t>-72</w:t>
            </w:r>
          </w:p>
          <w:p w14:paraId="5A89DEB2" w14:textId="77777777" w:rsidR="003B3E67" w:rsidRDefault="001F16A6" w:rsidP="00D87D5C">
            <w:pPr>
              <w:jc w:val="center"/>
              <w:rPr>
                <w:rFonts w:cs="Arial"/>
                <w:szCs w:val="22"/>
              </w:rPr>
            </w:pPr>
            <w:r>
              <w:rPr>
                <w:rFonts w:cs="Arial"/>
                <w:szCs w:val="22"/>
              </w:rPr>
              <w:t>6</w:t>
            </w:r>
            <w:r w:rsidR="003B3E67">
              <w:rPr>
                <w:rFonts w:cs="Arial"/>
                <w:szCs w:val="22"/>
              </w:rPr>
              <w:t xml:space="preserve"> hours</w:t>
            </w:r>
          </w:p>
          <w:p w14:paraId="37DE7E2F" w14:textId="47F69DEA" w:rsidR="00D940E4" w:rsidRPr="00ED3C4C" w:rsidRDefault="00ED3C4C" w:rsidP="00D87D5C">
            <w:pPr>
              <w:jc w:val="center"/>
              <w:rPr>
                <w:rFonts w:cs="Arial"/>
                <w:b/>
                <w:bCs/>
                <w:szCs w:val="22"/>
              </w:rPr>
            </w:pPr>
            <w:r w:rsidRPr="00ED3C4C">
              <w:rPr>
                <w:rFonts w:cs="Arial"/>
                <w:b/>
                <w:bCs/>
                <w:szCs w:val="22"/>
                <w:highlight w:val="yellow"/>
              </w:rPr>
              <w:t xml:space="preserve">2 </w:t>
            </w:r>
            <w:r w:rsidR="00D940E4" w:rsidRPr="00ED3C4C">
              <w:rPr>
                <w:rFonts w:cs="Arial"/>
                <w:b/>
                <w:bCs/>
                <w:szCs w:val="22"/>
                <w:highlight w:val="yellow"/>
              </w:rPr>
              <w:t>PPT</w:t>
            </w:r>
            <w:r w:rsidRPr="00ED3C4C">
              <w:rPr>
                <w:rFonts w:cs="Arial"/>
                <w:b/>
                <w:bCs/>
                <w:szCs w:val="22"/>
                <w:highlight w:val="yellow"/>
              </w:rPr>
              <w:t>s</w:t>
            </w:r>
            <w:r w:rsidR="00D940E4" w:rsidRPr="00ED3C4C">
              <w:rPr>
                <w:rFonts w:cs="Arial"/>
                <w:b/>
                <w:bCs/>
                <w:szCs w:val="22"/>
                <w:highlight w:val="yellow"/>
              </w:rPr>
              <w:t xml:space="preserve"> available</w:t>
            </w:r>
          </w:p>
        </w:tc>
        <w:tc>
          <w:tcPr>
            <w:tcW w:w="2199" w:type="dxa"/>
            <w:tcBorders>
              <w:top w:val="single" w:sz="4" w:space="0" w:color="C6C5C6"/>
              <w:left w:val="single" w:sz="4" w:space="0" w:color="C6C5C6"/>
              <w:bottom w:val="single" w:sz="4" w:space="0" w:color="C6C5C6"/>
              <w:right w:val="single" w:sz="4" w:space="0" w:color="C6C5C6"/>
            </w:tcBorders>
          </w:tcPr>
          <w:p w14:paraId="6D9B91E2" w14:textId="77777777" w:rsidR="001F16A6" w:rsidRPr="001A7B4B" w:rsidRDefault="001F16A6" w:rsidP="001F16A6">
            <w:pPr>
              <w:pStyle w:val="Normalheadingblack"/>
              <w:rPr>
                <w:rFonts w:cs="Arial"/>
                <w:lang w:eastAsia="en-GB"/>
              </w:rPr>
            </w:pPr>
            <w:r w:rsidRPr="001A7B4B">
              <w:rPr>
                <w:rFonts w:cs="Arial"/>
                <w:lang w:eastAsia="en-GB"/>
              </w:rPr>
              <w:t>Outcome 1 – Plumbing and heating common knowledge criteria</w:t>
            </w:r>
          </w:p>
          <w:p w14:paraId="04388FE1" w14:textId="77777777" w:rsidR="00531CBA" w:rsidRPr="001A7B4B" w:rsidRDefault="00531CBA" w:rsidP="00D87D5C">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08F4591F" w14:textId="77777777" w:rsidR="00531CBA" w:rsidRPr="001A7B4B" w:rsidRDefault="001F16A6" w:rsidP="00D87D5C">
            <w:pPr>
              <w:pStyle w:val="Normalheadingblack"/>
              <w:rPr>
                <w:rFonts w:cs="Arial"/>
                <w:b w:val="0"/>
                <w:szCs w:val="22"/>
              </w:rPr>
            </w:pPr>
            <w:r w:rsidRPr="001A7B4B">
              <w:rPr>
                <w:rFonts w:cs="Arial"/>
                <w:b w:val="0"/>
                <w:szCs w:val="22"/>
              </w:rPr>
              <w:t>K1.7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5A96007E" w14:textId="3A2CCD4F" w:rsidR="00B04A45" w:rsidRPr="001A7B4B" w:rsidRDefault="00B04A45" w:rsidP="00396A61">
            <w:pPr>
              <w:pStyle w:val="Normalheadingblue"/>
              <w:spacing w:before="0" w:after="0"/>
              <w:rPr>
                <w:rFonts w:cs="Arial"/>
                <w:color w:val="auto"/>
                <w:szCs w:val="22"/>
              </w:rPr>
            </w:pPr>
            <w:r w:rsidRPr="001A7B4B">
              <w:rPr>
                <w:rFonts w:cs="Arial"/>
                <w:color w:val="auto"/>
                <w:szCs w:val="22"/>
              </w:rPr>
              <w:t>Activity:</w:t>
            </w:r>
          </w:p>
          <w:p w14:paraId="0418E302" w14:textId="77777777" w:rsidR="00D57C9E" w:rsidRPr="001A7B4B" w:rsidRDefault="00B04A45" w:rsidP="00D57C9E">
            <w:pPr>
              <w:pStyle w:val="Normalheadingblue"/>
              <w:spacing w:before="0" w:after="0"/>
              <w:rPr>
                <w:rFonts w:cs="Arial"/>
                <w:color w:val="auto"/>
                <w:szCs w:val="22"/>
              </w:rPr>
            </w:pPr>
            <w:r w:rsidRPr="001A7B4B">
              <w:rPr>
                <w:rFonts w:cs="Arial"/>
                <w:color w:val="auto"/>
                <w:szCs w:val="22"/>
              </w:rPr>
              <w:t>Starter task example:</w:t>
            </w:r>
          </w:p>
          <w:p w14:paraId="09642583" w14:textId="01BE7EF3" w:rsidR="001F16A6" w:rsidRPr="001A7B4B" w:rsidRDefault="001F16A6" w:rsidP="00D57C9E">
            <w:pPr>
              <w:pStyle w:val="Normalheadingblue"/>
              <w:spacing w:before="0" w:after="0"/>
              <w:rPr>
                <w:rFonts w:cs="Arial"/>
                <w:color w:val="auto"/>
                <w:szCs w:val="22"/>
              </w:rPr>
            </w:pPr>
            <w:r w:rsidRPr="001A7B4B">
              <w:rPr>
                <w:rFonts w:cs="Arial"/>
                <w:b w:val="0"/>
                <w:color w:val="auto"/>
                <w:szCs w:val="22"/>
              </w:rPr>
              <w:t xml:space="preserve">Knowledge recap from previous session – ask </w:t>
            </w:r>
            <w:r w:rsidR="00F502C8" w:rsidRPr="001A7B4B">
              <w:rPr>
                <w:rFonts w:cs="Arial"/>
                <w:b w:val="0"/>
                <w:color w:val="auto"/>
                <w:szCs w:val="22"/>
              </w:rPr>
              <w:t>students</w:t>
            </w:r>
            <w:r w:rsidRPr="001A7B4B">
              <w:rPr>
                <w:rFonts w:cs="Arial"/>
                <w:b w:val="0"/>
                <w:color w:val="auto"/>
                <w:szCs w:val="22"/>
              </w:rPr>
              <w:t xml:space="preserve"> to state one fact each from last session before nominating a peer to do the same.</w:t>
            </w:r>
          </w:p>
          <w:p w14:paraId="61FFCC48" w14:textId="77777777" w:rsidR="001F16A6" w:rsidRPr="001A7B4B" w:rsidRDefault="001F16A6" w:rsidP="00396A61">
            <w:pPr>
              <w:pStyle w:val="Normalheadingblue"/>
              <w:spacing w:before="0" w:after="0"/>
              <w:rPr>
                <w:rFonts w:cs="Arial"/>
                <w:color w:val="auto"/>
                <w:szCs w:val="22"/>
              </w:rPr>
            </w:pPr>
          </w:p>
          <w:p w14:paraId="2D4CE11D" w14:textId="25BB1CBD" w:rsidR="00B04A45" w:rsidRPr="001A7B4B" w:rsidRDefault="00B04A45" w:rsidP="00396A61">
            <w:pPr>
              <w:pStyle w:val="Normalheadingblue"/>
              <w:spacing w:before="0" w:after="0"/>
              <w:rPr>
                <w:rFonts w:cs="Arial"/>
                <w:color w:val="auto"/>
                <w:szCs w:val="22"/>
              </w:rPr>
            </w:pPr>
            <w:r w:rsidRPr="001A7B4B">
              <w:rPr>
                <w:rFonts w:cs="Arial"/>
                <w:color w:val="auto"/>
                <w:szCs w:val="22"/>
              </w:rPr>
              <w:t>Delivery</w:t>
            </w:r>
            <w:r w:rsidR="00396A61" w:rsidRPr="001A7B4B">
              <w:rPr>
                <w:rFonts w:cs="Arial"/>
                <w:color w:val="auto"/>
                <w:szCs w:val="22"/>
              </w:rPr>
              <w:t xml:space="preserve"> focus</w:t>
            </w:r>
            <w:r w:rsidRPr="001A7B4B">
              <w:rPr>
                <w:rFonts w:cs="Arial"/>
                <w:color w:val="auto"/>
                <w:szCs w:val="22"/>
              </w:rPr>
              <w:t>:</w:t>
            </w:r>
          </w:p>
          <w:p w14:paraId="655D31C2" w14:textId="77777777" w:rsidR="00326772" w:rsidRPr="00326772" w:rsidRDefault="00326772" w:rsidP="00326772">
            <w:pPr>
              <w:pStyle w:val="Default"/>
              <w:rPr>
                <w:bCs/>
                <w:color w:val="auto"/>
                <w:sz w:val="22"/>
                <w:szCs w:val="22"/>
              </w:rPr>
            </w:pPr>
            <w:r w:rsidRPr="00326772">
              <w:rPr>
                <w:bCs/>
                <w:color w:val="auto"/>
                <w:sz w:val="22"/>
                <w:szCs w:val="22"/>
              </w:rPr>
              <w:t xml:space="preserve">Using PowerPoints </w:t>
            </w:r>
            <w:r w:rsidRPr="00982C8B">
              <w:rPr>
                <w:b/>
                <w:color w:val="auto"/>
                <w:sz w:val="22"/>
                <w:szCs w:val="22"/>
                <w:highlight w:val="yellow"/>
              </w:rPr>
              <w:t>K1.7 Direct Cold Water Systems</w:t>
            </w:r>
            <w:r w:rsidRPr="00326772">
              <w:rPr>
                <w:bCs/>
                <w:color w:val="auto"/>
                <w:sz w:val="22"/>
                <w:szCs w:val="22"/>
              </w:rPr>
              <w:t xml:space="preserve"> and </w:t>
            </w:r>
            <w:r w:rsidRPr="00982C8B">
              <w:rPr>
                <w:b/>
                <w:color w:val="auto"/>
                <w:sz w:val="22"/>
                <w:szCs w:val="22"/>
                <w:highlight w:val="yellow"/>
              </w:rPr>
              <w:t>K1.7 Indirect Cold Water Systems</w:t>
            </w:r>
            <w:r w:rsidRPr="00326772">
              <w:rPr>
                <w:bCs/>
                <w:color w:val="auto"/>
                <w:sz w:val="22"/>
                <w:szCs w:val="22"/>
              </w:rPr>
              <w:t>, deliver the following content:</w:t>
            </w:r>
          </w:p>
          <w:p w14:paraId="30AA62C3" w14:textId="31C81F15" w:rsidR="001F16A6" w:rsidRPr="001A7B4B" w:rsidRDefault="003B3E67" w:rsidP="002C017C">
            <w:pPr>
              <w:pStyle w:val="Default"/>
              <w:numPr>
                <w:ilvl w:val="0"/>
                <w:numId w:val="27"/>
              </w:numPr>
              <w:rPr>
                <w:color w:val="auto"/>
                <w:sz w:val="22"/>
                <w:szCs w:val="22"/>
              </w:rPr>
            </w:pPr>
            <w:r w:rsidRPr="001A7B4B">
              <w:rPr>
                <w:color w:val="auto"/>
                <w:sz w:val="22"/>
                <w:szCs w:val="22"/>
              </w:rPr>
              <w:t>direct cold-water system</w:t>
            </w:r>
            <w:r w:rsidR="001F16A6" w:rsidRPr="001A7B4B">
              <w:rPr>
                <w:color w:val="auto"/>
                <w:sz w:val="22"/>
                <w:szCs w:val="22"/>
              </w:rPr>
              <w:t>s</w:t>
            </w:r>
          </w:p>
          <w:p w14:paraId="139BAD48" w14:textId="77777777" w:rsidR="001F16A6" w:rsidRPr="001A7B4B" w:rsidRDefault="001F16A6" w:rsidP="002C017C">
            <w:pPr>
              <w:pStyle w:val="Default"/>
              <w:numPr>
                <w:ilvl w:val="0"/>
                <w:numId w:val="27"/>
              </w:numPr>
              <w:rPr>
                <w:color w:val="auto"/>
                <w:sz w:val="22"/>
                <w:szCs w:val="22"/>
              </w:rPr>
            </w:pPr>
            <w:r w:rsidRPr="001A7B4B">
              <w:rPr>
                <w:color w:val="auto"/>
                <w:sz w:val="22"/>
                <w:szCs w:val="22"/>
              </w:rPr>
              <w:t xml:space="preserve">Indirect cold-water system </w:t>
            </w:r>
          </w:p>
          <w:p w14:paraId="56535FD9" w14:textId="77777777" w:rsidR="001F16A6" w:rsidRPr="001A7B4B" w:rsidRDefault="001F16A6" w:rsidP="002C017C">
            <w:pPr>
              <w:pStyle w:val="Default"/>
              <w:numPr>
                <w:ilvl w:val="0"/>
                <w:numId w:val="27"/>
              </w:numPr>
              <w:rPr>
                <w:color w:val="auto"/>
                <w:sz w:val="22"/>
                <w:szCs w:val="22"/>
              </w:rPr>
            </w:pPr>
            <w:r w:rsidRPr="001A7B4B">
              <w:rPr>
                <w:color w:val="auto"/>
                <w:sz w:val="22"/>
                <w:szCs w:val="22"/>
              </w:rPr>
              <w:t>System layout</w:t>
            </w:r>
          </w:p>
          <w:p w14:paraId="5790E69D" w14:textId="77777777" w:rsidR="001F16A6" w:rsidRPr="001A7B4B" w:rsidRDefault="001F16A6" w:rsidP="002C017C">
            <w:pPr>
              <w:pStyle w:val="Default"/>
              <w:numPr>
                <w:ilvl w:val="0"/>
                <w:numId w:val="27"/>
              </w:numPr>
              <w:rPr>
                <w:color w:val="auto"/>
                <w:sz w:val="22"/>
                <w:szCs w:val="22"/>
              </w:rPr>
            </w:pPr>
            <w:r w:rsidRPr="001A7B4B">
              <w:rPr>
                <w:color w:val="auto"/>
                <w:sz w:val="22"/>
                <w:szCs w:val="22"/>
              </w:rPr>
              <w:t>Positions of components including valves and cisterns</w:t>
            </w:r>
          </w:p>
          <w:p w14:paraId="6CEC0C9E" w14:textId="77777777" w:rsidR="001F16A6" w:rsidRPr="001A7B4B" w:rsidRDefault="001F16A6" w:rsidP="002C017C">
            <w:pPr>
              <w:pStyle w:val="Default"/>
              <w:numPr>
                <w:ilvl w:val="0"/>
                <w:numId w:val="27"/>
              </w:numPr>
              <w:rPr>
                <w:color w:val="auto"/>
                <w:sz w:val="22"/>
                <w:szCs w:val="22"/>
              </w:rPr>
            </w:pPr>
            <w:r w:rsidRPr="001A7B4B">
              <w:rPr>
                <w:color w:val="auto"/>
                <w:sz w:val="22"/>
                <w:szCs w:val="22"/>
              </w:rPr>
              <w:t>Types of valves to be used in each position</w:t>
            </w:r>
          </w:p>
          <w:p w14:paraId="36AD05B5" w14:textId="77777777" w:rsidR="00B04A45" w:rsidRPr="001A7B4B" w:rsidRDefault="001F16A6" w:rsidP="002C017C">
            <w:pPr>
              <w:pStyle w:val="Default"/>
              <w:numPr>
                <w:ilvl w:val="0"/>
                <w:numId w:val="27"/>
              </w:numPr>
              <w:rPr>
                <w:color w:val="auto"/>
                <w:sz w:val="22"/>
                <w:szCs w:val="22"/>
              </w:rPr>
            </w:pPr>
            <w:r w:rsidRPr="001A7B4B">
              <w:rPr>
                <w:color w:val="auto"/>
                <w:sz w:val="22"/>
                <w:szCs w:val="22"/>
              </w:rPr>
              <w:t>Advantages and disadvantages of each type of system</w:t>
            </w:r>
          </w:p>
          <w:p w14:paraId="26C0B16B" w14:textId="418EEAFC" w:rsidR="001F16A6" w:rsidRPr="001A7B4B" w:rsidRDefault="00116A2E" w:rsidP="002C017C">
            <w:pPr>
              <w:pStyle w:val="Default"/>
              <w:numPr>
                <w:ilvl w:val="0"/>
                <w:numId w:val="27"/>
              </w:numPr>
              <w:rPr>
                <w:color w:val="auto"/>
                <w:sz w:val="22"/>
                <w:szCs w:val="22"/>
              </w:rPr>
            </w:pPr>
            <w:r w:rsidRPr="001A7B4B">
              <w:rPr>
                <w:color w:val="auto"/>
                <w:sz w:val="22"/>
                <w:szCs w:val="22"/>
              </w:rPr>
              <w:t>Students</w:t>
            </w:r>
            <w:r w:rsidR="001F16A6" w:rsidRPr="001A7B4B">
              <w:rPr>
                <w:color w:val="auto"/>
                <w:sz w:val="22"/>
                <w:szCs w:val="22"/>
              </w:rPr>
              <w:t xml:space="preserve"> are to make detailed sketch of each system including component positions</w:t>
            </w:r>
            <w:r w:rsidR="00A01559">
              <w:rPr>
                <w:color w:val="auto"/>
                <w:sz w:val="22"/>
                <w:szCs w:val="22"/>
              </w:rPr>
              <w:t>.</w:t>
            </w:r>
          </w:p>
          <w:p w14:paraId="49632658" w14:textId="77777777" w:rsidR="001F16A6" w:rsidRPr="001A7B4B" w:rsidRDefault="001F16A6" w:rsidP="00396A61">
            <w:pPr>
              <w:pStyle w:val="Default"/>
              <w:ind w:left="720"/>
              <w:rPr>
                <w:color w:val="auto"/>
                <w:sz w:val="22"/>
                <w:szCs w:val="22"/>
              </w:rPr>
            </w:pPr>
          </w:p>
          <w:p w14:paraId="7BC2DAF4" w14:textId="21808461" w:rsidR="00B04A45" w:rsidRPr="001A7B4B" w:rsidRDefault="00B04A45" w:rsidP="00396A61">
            <w:pPr>
              <w:pStyle w:val="Normalheadingblue"/>
              <w:spacing w:before="0" w:after="0"/>
              <w:rPr>
                <w:rFonts w:cs="Arial"/>
                <w:color w:val="auto"/>
                <w:szCs w:val="22"/>
              </w:rPr>
            </w:pPr>
            <w:r w:rsidRPr="001A7B4B">
              <w:rPr>
                <w:rFonts w:cs="Arial"/>
                <w:color w:val="auto"/>
                <w:szCs w:val="22"/>
              </w:rPr>
              <w:t xml:space="preserve">Knowledge </w:t>
            </w:r>
            <w:r w:rsidR="001C7BE6" w:rsidRPr="001A7B4B">
              <w:rPr>
                <w:rFonts w:cs="Arial"/>
                <w:color w:val="auto"/>
                <w:szCs w:val="22"/>
              </w:rPr>
              <w:t>C</w:t>
            </w:r>
            <w:r w:rsidRPr="001A7B4B">
              <w:rPr>
                <w:rFonts w:cs="Arial"/>
                <w:color w:val="auto"/>
                <w:szCs w:val="22"/>
              </w:rPr>
              <w:t>heck example:</w:t>
            </w:r>
          </w:p>
          <w:p w14:paraId="7D56AC70" w14:textId="77777777" w:rsidR="001F16A6" w:rsidRPr="001A7B4B" w:rsidRDefault="001F16A6" w:rsidP="001C7BE6">
            <w:pPr>
              <w:pStyle w:val="Normalheadingblue"/>
              <w:spacing w:before="0" w:after="0"/>
              <w:rPr>
                <w:rFonts w:cs="Arial"/>
                <w:b w:val="0"/>
                <w:color w:val="auto"/>
                <w:szCs w:val="22"/>
              </w:rPr>
            </w:pPr>
            <w:r w:rsidRPr="001A7B4B">
              <w:rPr>
                <w:rFonts w:cs="Arial"/>
                <w:b w:val="0"/>
                <w:color w:val="auto"/>
                <w:szCs w:val="22"/>
              </w:rPr>
              <w:t xml:space="preserve">MCQ knowledge check based on session content. On completion tutor to discuss answers for peer or </w:t>
            </w:r>
            <w:proofErr w:type="spellStart"/>
            <w:r w:rsidRPr="001A7B4B">
              <w:rPr>
                <w:rFonts w:cs="Arial"/>
                <w:b w:val="0"/>
                <w:color w:val="auto"/>
                <w:szCs w:val="22"/>
              </w:rPr>
              <w:t>self marking</w:t>
            </w:r>
            <w:proofErr w:type="spellEnd"/>
            <w:r w:rsidRPr="001A7B4B">
              <w:rPr>
                <w:rFonts w:cs="Arial"/>
                <w:b w:val="0"/>
                <w:color w:val="auto"/>
                <w:szCs w:val="22"/>
              </w:rPr>
              <w:t>.</w:t>
            </w:r>
          </w:p>
          <w:p w14:paraId="012230D0" w14:textId="77777777" w:rsidR="001F16A6" w:rsidRPr="001A7B4B" w:rsidRDefault="001F16A6" w:rsidP="00396A61">
            <w:pPr>
              <w:pStyle w:val="Normalheadingblue"/>
              <w:spacing w:before="0" w:after="0"/>
              <w:rPr>
                <w:rFonts w:cs="Arial"/>
                <w:b w:val="0"/>
                <w:color w:val="auto"/>
                <w:szCs w:val="22"/>
              </w:rPr>
            </w:pPr>
          </w:p>
          <w:p w14:paraId="17B7533D" w14:textId="77777777" w:rsidR="00B04A45" w:rsidRPr="001A7B4B" w:rsidRDefault="00B04A45" w:rsidP="00396A61">
            <w:pPr>
              <w:pStyle w:val="Normalheadingblue"/>
              <w:spacing w:before="0" w:after="0"/>
              <w:rPr>
                <w:rFonts w:cs="Arial"/>
                <w:color w:val="auto"/>
                <w:szCs w:val="22"/>
              </w:rPr>
            </w:pPr>
            <w:r w:rsidRPr="001A7B4B">
              <w:rPr>
                <w:rFonts w:cs="Arial"/>
                <w:color w:val="auto"/>
                <w:szCs w:val="22"/>
              </w:rPr>
              <w:t>Resources:</w:t>
            </w:r>
          </w:p>
          <w:p w14:paraId="6F00FD10" w14:textId="2C1B80F5" w:rsidR="00531CBA" w:rsidRDefault="00763103" w:rsidP="00396A61">
            <w:pPr>
              <w:pStyle w:val="Normalheadingblue"/>
              <w:spacing w:before="0" w:after="0"/>
              <w:rPr>
                <w:rFonts w:cs="Arial"/>
                <w:b w:val="0"/>
                <w:color w:val="auto"/>
                <w:szCs w:val="22"/>
              </w:rPr>
            </w:pPr>
            <w:r w:rsidRPr="001A7B4B">
              <w:rPr>
                <w:rFonts w:cs="Arial"/>
                <w:b w:val="0"/>
                <w:color w:val="auto"/>
                <w:szCs w:val="22"/>
              </w:rPr>
              <w:t>PowerPoint</w:t>
            </w:r>
            <w:r w:rsidR="003578B8">
              <w:rPr>
                <w:rFonts w:cs="Arial"/>
                <w:b w:val="0"/>
                <w:color w:val="auto"/>
                <w:szCs w:val="22"/>
              </w:rPr>
              <w:t xml:space="preserve">: </w:t>
            </w:r>
            <w:r w:rsidR="003578B8" w:rsidRPr="003578B8">
              <w:rPr>
                <w:rFonts w:cs="Arial"/>
                <w:bCs/>
                <w:color w:val="auto"/>
                <w:szCs w:val="22"/>
              </w:rPr>
              <w:t>K1.7 Direct Cold Water Systems</w:t>
            </w:r>
          </w:p>
          <w:p w14:paraId="02D4E5AB" w14:textId="50131852" w:rsidR="003578B8" w:rsidRPr="001A7B4B" w:rsidRDefault="003578B8" w:rsidP="00396A61">
            <w:pPr>
              <w:pStyle w:val="Normalheadingblue"/>
              <w:spacing w:before="0" w:after="0"/>
              <w:rPr>
                <w:rFonts w:cs="Arial"/>
                <w:b w:val="0"/>
                <w:color w:val="auto"/>
                <w:szCs w:val="22"/>
              </w:rPr>
            </w:pPr>
            <w:r w:rsidRPr="001A7B4B">
              <w:rPr>
                <w:rFonts w:cs="Arial"/>
                <w:b w:val="0"/>
                <w:color w:val="auto"/>
                <w:szCs w:val="22"/>
              </w:rPr>
              <w:lastRenderedPageBreak/>
              <w:t>PowerPoint</w:t>
            </w:r>
            <w:r>
              <w:rPr>
                <w:rFonts w:cs="Arial"/>
                <w:b w:val="0"/>
                <w:color w:val="auto"/>
                <w:szCs w:val="22"/>
              </w:rPr>
              <w:t xml:space="preserve">: </w:t>
            </w:r>
            <w:r w:rsidRPr="003578B8">
              <w:rPr>
                <w:rFonts w:cs="Arial"/>
                <w:bCs/>
                <w:color w:val="auto"/>
                <w:szCs w:val="22"/>
              </w:rPr>
              <w:t>K1.7 Indirect Cold Water Systems</w:t>
            </w:r>
          </w:p>
          <w:p w14:paraId="13F9331B" w14:textId="77777777" w:rsidR="001F16A6" w:rsidRPr="001A7B4B" w:rsidRDefault="001F16A6" w:rsidP="00396A61">
            <w:pPr>
              <w:pStyle w:val="Normalheadingblue"/>
              <w:spacing w:before="0" w:after="0"/>
              <w:rPr>
                <w:rFonts w:cs="Arial"/>
                <w:b w:val="0"/>
                <w:color w:val="auto"/>
                <w:szCs w:val="22"/>
              </w:rPr>
            </w:pPr>
            <w:r w:rsidRPr="001A7B4B">
              <w:rPr>
                <w:rFonts w:cs="Arial"/>
                <w:b w:val="0"/>
                <w:color w:val="auto"/>
                <w:szCs w:val="22"/>
              </w:rPr>
              <w:t>Drawing paper, rulers and pencils</w:t>
            </w:r>
          </w:p>
          <w:p w14:paraId="5A2A5E69" w14:textId="77777777" w:rsidR="001F16A6" w:rsidRPr="001A7B4B" w:rsidRDefault="001F16A6" w:rsidP="00396A61">
            <w:pPr>
              <w:pStyle w:val="Normalheadingblue"/>
              <w:spacing w:before="0" w:after="0"/>
              <w:rPr>
                <w:rFonts w:cs="Arial"/>
                <w:b w:val="0"/>
                <w:color w:val="auto"/>
                <w:szCs w:val="22"/>
              </w:rPr>
            </w:pPr>
            <w:r w:rsidRPr="001A7B4B">
              <w:rPr>
                <w:rFonts w:cs="Arial"/>
                <w:b w:val="0"/>
                <w:color w:val="auto"/>
                <w:szCs w:val="22"/>
              </w:rPr>
              <w:t>MCQ knowledge test paper</w:t>
            </w:r>
          </w:p>
          <w:p w14:paraId="2674C68D" w14:textId="77777777" w:rsidR="001F16A6" w:rsidRPr="001A7B4B" w:rsidRDefault="001F16A6" w:rsidP="00396A61">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68F1D1FB" w14:textId="77777777" w:rsidR="00DD207A" w:rsidRDefault="008A57D2">
            <w:r>
              <w:lastRenderedPageBreak/>
              <w:t>Produce sketch of system</w:t>
            </w:r>
            <w:r>
              <w:br/>
            </w:r>
            <w:r>
              <w:br/>
              <w:t>MCQ knowledge test</w:t>
            </w:r>
            <w:r>
              <w:br/>
              <w:t>English skills (reading, writing, technical vocabulary)</w:t>
            </w:r>
          </w:p>
        </w:tc>
      </w:tr>
      <w:tr w:rsidR="00A30B48" w:rsidRPr="00634DF8" w14:paraId="179C7AFB"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5B0DF41C" w14:textId="77777777" w:rsidR="00A30B48" w:rsidRDefault="00A30B48" w:rsidP="00A30B48">
            <w:pPr>
              <w:jc w:val="center"/>
              <w:rPr>
                <w:rFonts w:cs="Arial"/>
                <w:szCs w:val="22"/>
              </w:rPr>
            </w:pPr>
            <w:r>
              <w:rPr>
                <w:rFonts w:cs="Arial"/>
                <w:szCs w:val="22"/>
              </w:rPr>
              <w:t>73</w:t>
            </w:r>
            <w:r w:rsidR="003F73A3">
              <w:rPr>
                <w:rFonts w:cs="Arial"/>
                <w:szCs w:val="22"/>
              </w:rPr>
              <w:t>-74</w:t>
            </w:r>
          </w:p>
          <w:p w14:paraId="75E59DBE" w14:textId="77777777" w:rsidR="00A30B48" w:rsidRDefault="00A30B48" w:rsidP="00A30B48">
            <w:pPr>
              <w:jc w:val="center"/>
              <w:rPr>
                <w:rFonts w:cs="Arial"/>
                <w:szCs w:val="22"/>
              </w:rPr>
            </w:pPr>
            <w:r>
              <w:rPr>
                <w:rFonts w:cs="Arial"/>
                <w:szCs w:val="22"/>
              </w:rPr>
              <w:t>6 hours</w:t>
            </w:r>
          </w:p>
          <w:p w14:paraId="415ACA76" w14:textId="4FC4FE74" w:rsidR="00327953" w:rsidRDefault="00327953" w:rsidP="00A30B48">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5315E71C" w14:textId="77777777" w:rsidR="00A30B48" w:rsidRPr="001A7B4B" w:rsidRDefault="00A30B48" w:rsidP="00A30B48">
            <w:pPr>
              <w:pStyle w:val="Normalheadingblack"/>
              <w:rPr>
                <w:rFonts w:cs="Arial"/>
                <w:lang w:eastAsia="en-GB"/>
              </w:rPr>
            </w:pPr>
            <w:r w:rsidRPr="001A7B4B">
              <w:rPr>
                <w:rFonts w:cs="Arial"/>
                <w:lang w:eastAsia="en-GB"/>
              </w:rPr>
              <w:t>Outcome 1 – Plumbing and heating common knowledge criteria</w:t>
            </w:r>
          </w:p>
          <w:p w14:paraId="0A4FF9A3" w14:textId="77777777" w:rsidR="00A30B48" w:rsidRPr="001A7B4B" w:rsidRDefault="00A30B48" w:rsidP="00A30B48">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39289B3C" w14:textId="77777777" w:rsidR="00A30B48" w:rsidRPr="001A7B4B" w:rsidRDefault="00A30B48" w:rsidP="00A30B48">
            <w:pPr>
              <w:pStyle w:val="Normalheadingblack"/>
              <w:rPr>
                <w:rFonts w:cs="Arial"/>
                <w:b w:val="0"/>
                <w:szCs w:val="22"/>
              </w:rPr>
            </w:pPr>
            <w:r w:rsidRPr="001A7B4B">
              <w:rPr>
                <w:rFonts w:cs="Arial"/>
                <w:b w:val="0"/>
                <w:szCs w:val="22"/>
              </w:rPr>
              <w:t>K1.7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65D82F67" w14:textId="77777777" w:rsidR="00A30B48" w:rsidRPr="001A7B4B" w:rsidRDefault="00A30B48" w:rsidP="00CA50A0">
            <w:pPr>
              <w:pStyle w:val="Normalheadingblue"/>
              <w:spacing w:before="0" w:after="0"/>
              <w:rPr>
                <w:rFonts w:cs="Arial"/>
                <w:color w:val="auto"/>
                <w:szCs w:val="22"/>
              </w:rPr>
            </w:pPr>
            <w:r w:rsidRPr="001A7B4B">
              <w:rPr>
                <w:rFonts w:cs="Arial"/>
                <w:color w:val="auto"/>
                <w:szCs w:val="22"/>
              </w:rPr>
              <w:t>Activity:</w:t>
            </w:r>
          </w:p>
          <w:p w14:paraId="49DC9F10" w14:textId="77777777" w:rsidR="00A30B48" w:rsidRPr="001A7B4B" w:rsidRDefault="00A30B48" w:rsidP="00CA50A0">
            <w:pPr>
              <w:pStyle w:val="Normalheadingblue"/>
              <w:spacing w:before="0" w:after="0"/>
              <w:rPr>
                <w:rFonts w:cs="Arial"/>
                <w:color w:val="auto"/>
                <w:szCs w:val="22"/>
              </w:rPr>
            </w:pPr>
            <w:r w:rsidRPr="001A7B4B">
              <w:rPr>
                <w:rFonts w:cs="Arial"/>
                <w:color w:val="auto"/>
                <w:szCs w:val="22"/>
              </w:rPr>
              <w:t>Starter task example:</w:t>
            </w:r>
          </w:p>
          <w:p w14:paraId="2FCEFC82" w14:textId="77777777" w:rsidR="00D92DEA" w:rsidRPr="001A7B4B" w:rsidRDefault="00D92DEA" w:rsidP="00CA50A0">
            <w:pPr>
              <w:pStyle w:val="Normalheadingblue"/>
              <w:spacing w:before="0" w:after="0"/>
              <w:rPr>
                <w:rFonts w:cs="Arial"/>
                <w:b w:val="0"/>
                <w:color w:val="auto"/>
                <w:szCs w:val="22"/>
              </w:rPr>
            </w:pPr>
            <w:r w:rsidRPr="001A7B4B">
              <w:rPr>
                <w:rFonts w:cs="Arial"/>
                <w:b w:val="0"/>
                <w:color w:val="auto"/>
                <w:szCs w:val="22"/>
              </w:rPr>
              <w:t>Paired task – state 2 advantages and two disadvantages for both Direct and Indirect CW systems and discuss as a class.</w:t>
            </w:r>
          </w:p>
          <w:p w14:paraId="1B9723BF" w14:textId="77777777" w:rsidR="00CA50A0" w:rsidRPr="001A7B4B" w:rsidRDefault="00CA50A0" w:rsidP="00CA50A0">
            <w:pPr>
              <w:pStyle w:val="Normalheadingblue"/>
              <w:spacing w:before="0" w:after="0"/>
              <w:rPr>
                <w:rFonts w:cs="Arial"/>
                <w:b w:val="0"/>
                <w:color w:val="auto"/>
                <w:szCs w:val="22"/>
              </w:rPr>
            </w:pPr>
          </w:p>
          <w:p w14:paraId="32B9DCF2" w14:textId="708F23CD" w:rsidR="00A30B48" w:rsidRPr="001A7B4B" w:rsidRDefault="00A30B48" w:rsidP="00CA50A0">
            <w:pPr>
              <w:pStyle w:val="Normalheadingblue"/>
              <w:spacing w:before="0" w:after="0"/>
              <w:rPr>
                <w:rFonts w:cs="Arial"/>
                <w:color w:val="auto"/>
                <w:szCs w:val="22"/>
              </w:rPr>
            </w:pPr>
            <w:r w:rsidRPr="001A7B4B">
              <w:rPr>
                <w:rFonts w:cs="Arial"/>
                <w:color w:val="auto"/>
                <w:szCs w:val="22"/>
              </w:rPr>
              <w:t>Delivery</w:t>
            </w:r>
            <w:r w:rsidR="00CA50A0" w:rsidRPr="001A7B4B">
              <w:rPr>
                <w:rFonts w:cs="Arial"/>
                <w:color w:val="auto"/>
                <w:szCs w:val="22"/>
              </w:rPr>
              <w:t xml:space="preserve"> focus</w:t>
            </w:r>
            <w:r w:rsidRPr="001A7B4B">
              <w:rPr>
                <w:rFonts w:cs="Arial"/>
                <w:color w:val="auto"/>
                <w:szCs w:val="22"/>
              </w:rPr>
              <w:t>:</w:t>
            </w:r>
          </w:p>
          <w:p w14:paraId="1F5E01F6" w14:textId="739E3A91" w:rsidR="00A30B48" w:rsidRPr="001A7B4B" w:rsidRDefault="00A30B48" w:rsidP="00CA50A0">
            <w:pPr>
              <w:pStyle w:val="Normalheadingblue"/>
              <w:spacing w:before="0" w:after="0"/>
              <w:rPr>
                <w:rFonts w:cs="Arial"/>
                <w:b w:val="0"/>
                <w:color w:val="auto"/>
                <w:szCs w:val="22"/>
              </w:rPr>
            </w:pPr>
            <w:r w:rsidRPr="001A7B4B">
              <w:rPr>
                <w:rFonts w:cs="Arial"/>
                <w:b w:val="0"/>
                <w:color w:val="auto"/>
                <w:szCs w:val="22"/>
              </w:rPr>
              <w:t xml:space="preserve">Tutor </w:t>
            </w:r>
            <w:r w:rsidR="00D70E0C">
              <w:rPr>
                <w:rFonts w:cs="Arial"/>
                <w:b w:val="0"/>
                <w:color w:val="auto"/>
                <w:szCs w:val="22"/>
              </w:rPr>
              <w:t xml:space="preserve">to </w:t>
            </w:r>
            <w:r w:rsidRPr="001A7B4B">
              <w:rPr>
                <w:rFonts w:cs="Arial"/>
                <w:b w:val="0"/>
                <w:color w:val="auto"/>
                <w:szCs w:val="22"/>
              </w:rPr>
              <w:t xml:space="preserve">deliver </w:t>
            </w:r>
            <w:r w:rsidR="00D70E0C">
              <w:rPr>
                <w:rFonts w:cs="Arial"/>
                <w:b w:val="0"/>
                <w:color w:val="auto"/>
                <w:szCs w:val="22"/>
              </w:rPr>
              <w:t xml:space="preserve">the following </w:t>
            </w:r>
            <w:r w:rsidRPr="001A7B4B">
              <w:rPr>
                <w:rFonts w:cs="Arial"/>
                <w:b w:val="0"/>
                <w:color w:val="auto"/>
                <w:szCs w:val="22"/>
              </w:rPr>
              <w:t>content:</w:t>
            </w:r>
          </w:p>
          <w:p w14:paraId="747E103B" w14:textId="77777777" w:rsidR="00A30B48" w:rsidRPr="001A7B4B" w:rsidRDefault="00A30B48" w:rsidP="002C017C">
            <w:pPr>
              <w:pStyle w:val="Normalheadingblue"/>
              <w:numPr>
                <w:ilvl w:val="0"/>
                <w:numId w:val="28"/>
              </w:numPr>
              <w:spacing w:before="0" w:after="0"/>
              <w:rPr>
                <w:rFonts w:cs="Arial"/>
                <w:b w:val="0"/>
                <w:color w:val="auto"/>
                <w:szCs w:val="22"/>
              </w:rPr>
            </w:pPr>
            <w:r w:rsidRPr="001A7B4B">
              <w:rPr>
                <w:rFonts w:cs="Arial"/>
                <w:b w:val="0"/>
                <w:color w:val="auto"/>
                <w:szCs w:val="22"/>
              </w:rPr>
              <w:t>Boosted system principles</w:t>
            </w:r>
          </w:p>
          <w:p w14:paraId="2341ADC8" w14:textId="77777777" w:rsidR="00A30B48" w:rsidRPr="001A7B4B" w:rsidRDefault="00A30B48" w:rsidP="002C017C">
            <w:pPr>
              <w:pStyle w:val="Normalheadingblue"/>
              <w:numPr>
                <w:ilvl w:val="0"/>
                <w:numId w:val="28"/>
              </w:numPr>
              <w:spacing w:before="0" w:after="0"/>
              <w:rPr>
                <w:rFonts w:cs="Arial"/>
                <w:b w:val="0"/>
                <w:color w:val="auto"/>
                <w:szCs w:val="22"/>
              </w:rPr>
            </w:pPr>
            <w:r w:rsidRPr="001A7B4B">
              <w:rPr>
                <w:rFonts w:cs="Arial"/>
                <w:b w:val="0"/>
                <w:color w:val="auto"/>
                <w:szCs w:val="22"/>
              </w:rPr>
              <w:t>Direct boosting</w:t>
            </w:r>
          </w:p>
          <w:p w14:paraId="29B49F5C" w14:textId="77777777" w:rsidR="00A30B48" w:rsidRPr="001A7B4B" w:rsidRDefault="00A30B48" w:rsidP="002C017C">
            <w:pPr>
              <w:pStyle w:val="Normalheadingblue"/>
              <w:numPr>
                <w:ilvl w:val="0"/>
                <w:numId w:val="28"/>
              </w:numPr>
              <w:spacing w:before="0" w:after="0"/>
              <w:rPr>
                <w:rFonts w:cs="Arial"/>
                <w:b w:val="0"/>
                <w:color w:val="auto"/>
                <w:szCs w:val="22"/>
              </w:rPr>
            </w:pPr>
            <w:r w:rsidRPr="001A7B4B">
              <w:rPr>
                <w:rFonts w:cs="Arial"/>
                <w:b w:val="0"/>
                <w:color w:val="auto"/>
                <w:szCs w:val="22"/>
              </w:rPr>
              <w:t>Indirect boosting</w:t>
            </w:r>
          </w:p>
          <w:p w14:paraId="11524DC3" w14:textId="77777777" w:rsidR="00A30B48" w:rsidRPr="001A7B4B" w:rsidRDefault="00A30B48" w:rsidP="002C017C">
            <w:pPr>
              <w:pStyle w:val="Normalheadingblue"/>
              <w:numPr>
                <w:ilvl w:val="0"/>
                <w:numId w:val="28"/>
              </w:numPr>
              <w:spacing w:before="0" w:after="0"/>
              <w:rPr>
                <w:rFonts w:cs="Arial"/>
                <w:b w:val="0"/>
                <w:color w:val="auto"/>
                <w:szCs w:val="22"/>
              </w:rPr>
            </w:pPr>
            <w:r w:rsidRPr="001A7B4B">
              <w:rPr>
                <w:rFonts w:cs="Arial"/>
                <w:b w:val="0"/>
                <w:color w:val="auto"/>
                <w:szCs w:val="22"/>
              </w:rPr>
              <w:t>Drinking water headers</w:t>
            </w:r>
          </w:p>
          <w:p w14:paraId="1D7DF44E" w14:textId="77777777" w:rsidR="00A30B48" w:rsidRPr="001A7B4B" w:rsidRDefault="00A30B48" w:rsidP="002C017C">
            <w:pPr>
              <w:pStyle w:val="Normalheadingblue"/>
              <w:numPr>
                <w:ilvl w:val="0"/>
                <w:numId w:val="28"/>
              </w:numPr>
              <w:spacing w:before="0" w:after="0"/>
              <w:rPr>
                <w:rFonts w:cs="Arial"/>
                <w:b w:val="0"/>
                <w:color w:val="auto"/>
                <w:szCs w:val="22"/>
              </w:rPr>
            </w:pPr>
            <w:r w:rsidRPr="001A7B4B">
              <w:rPr>
                <w:rFonts w:cs="Arial"/>
                <w:b w:val="0"/>
                <w:color w:val="auto"/>
                <w:szCs w:val="22"/>
              </w:rPr>
              <w:t>Break cisterns</w:t>
            </w:r>
          </w:p>
          <w:p w14:paraId="04120C3D" w14:textId="77777777" w:rsidR="00A30B48" w:rsidRPr="001A7B4B" w:rsidRDefault="00A30B48" w:rsidP="002C017C">
            <w:pPr>
              <w:pStyle w:val="Normalheadingblue"/>
              <w:numPr>
                <w:ilvl w:val="0"/>
                <w:numId w:val="28"/>
              </w:numPr>
              <w:spacing w:before="0" w:after="0"/>
              <w:rPr>
                <w:rFonts w:cs="Arial"/>
                <w:b w:val="0"/>
                <w:color w:val="auto"/>
                <w:szCs w:val="22"/>
              </w:rPr>
            </w:pPr>
            <w:r w:rsidRPr="001A7B4B">
              <w:rPr>
                <w:rFonts w:cs="Arial"/>
                <w:b w:val="0"/>
                <w:color w:val="auto"/>
                <w:szCs w:val="22"/>
              </w:rPr>
              <w:t>Use of accumulators / buffer vessels</w:t>
            </w:r>
          </w:p>
          <w:p w14:paraId="436C209B" w14:textId="77777777" w:rsidR="00A30B48" w:rsidRPr="001A7B4B" w:rsidRDefault="00A30B48" w:rsidP="002C017C">
            <w:pPr>
              <w:pStyle w:val="Normalheadingblue"/>
              <w:numPr>
                <w:ilvl w:val="0"/>
                <w:numId w:val="28"/>
              </w:numPr>
              <w:spacing w:before="0" w:after="0"/>
              <w:rPr>
                <w:rFonts w:cs="Arial"/>
                <w:b w:val="0"/>
                <w:color w:val="auto"/>
                <w:szCs w:val="22"/>
              </w:rPr>
            </w:pPr>
            <w:r w:rsidRPr="001A7B4B">
              <w:rPr>
                <w:rFonts w:cs="Arial"/>
                <w:b w:val="0"/>
                <w:color w:val="auto"/>
                <w:szCs w:val="22"/>
              </w:rPr>
              <w:t>High and low level switches</w:t>
            </w:r>
          </w:p>
          <w:p w14:paraId="262BA6BD" w14:textId="77777777" w:rsidR="00A30B48" w:rsidRPr="001A7B4B" w:rsidRDefault="00A30B48" w:rsidP="002C017C">
            <w:pPr>
              <w:pStyle w:val="Normalheadingblue"/>
              <w:numPr>
                <w:ilvl w:val="0"/>
                <w:numId w:val="28"/>
              </w:numPr>
              <w:spacing w:before="0" w:after="0"/>
              <w:rPr>
                <w:rFonts w:cs="Arial"/>
                <w:b w:val="0"/>
                <w:color w:val="auto"/>
                <w:szCs w:val="22"/>
              </w:rPr>
            </w:pPr>
            <w:r w:rsidRPr="001A7B4B">
              <w:rPr>
                <w:rFonts w:cs="Arial"/>
                <w:b w:val="0"/>
                <w:color w:val="auto"/>
                <w:szCs w:val="22"/>
              </w:rPr>
              <w:t>Operation of delayed action float valves</w:t>
            </w:r>
          </w:p>
          <w:p w14:paraId="73A85E9F" w14:textId="77777777" w:rsidR="00D92DEA" w:rsidRPr="001A7B4B" w:rsidRDefault="00D92DEA" w:rsidP="002C017C">
            <w:pPr>
              <w:pStyle w:val="Normalheadingblue"/>
              <w:numPr>
                <w:ilvl w:val="0"/>
                <w:numId w:val="28"/>
              </w:numPr>
              <w:spacing w:before="0" w:after="0"/>
              <w:rPr>
                <w:rFonts w:cs="Arial"/>
                <w:b w:val="0"/>
                <w:color w:val="auto"/>
                <w:szCs w:val="22"/>
              </w:rPr>
            </w:pPr>
            <w:r w:rsidRPr="001A7B4B">
              <w:rPr>
                <w:rFonts w:cs="Arial"/>
                <w:b w:val="0"/>
                <w:color w:val="auto"/>
                <w:szCs w:val="22"/>
              </w:rPr>
              <w:t>Limitations of systems and restrictions on direct boosting</w:t>
            </w:r>
          </w:p>
          <w:p w14:paraId="1D430249" w14:textId="77777777" w:rsidR="00D92DEA" w:rsidRPr="001A7B4B" w:rsidRDefault="00D92DEA" w:rsidP="002C017C">
            <w:pPr>
              <w:pStyle w:val="Normalheadingblue"/>
              <w:numPr>
                <w:ilvl w:val="0"/>
                <w:numId w:val="28"/>
              </w:numPr>
              <w:spacing w:before="0" w:after="0"/>
              <w:rPr>
                <w:rFonts w:cs="Arial"/>
                <w:b w:val="0"/>
                <w:color w:val="auto"/>
                <w:szCs w:val="22"/>
              </w:rPr>
            </w:pPr>
            <w:r w:rsidRPr="001A7B4B">
              <w:rPr>
                <w:rFonts w:cs="Arial"/>
                <w:b w:val="0"/>
                <w:color w:val="auto"/>
                <w:szCs w:val="22"/>
              </w:rPr>
              <w:t>Tutor to show system set up in workshop or centre where possible.</w:t>
            </w:r>
          </w:p>
          <w:p w14:paraId="2EBB5C33" w14:textId="77777777" w:rsidR="00D92DEA" w:rsidRPr="001A7B4B" w:rsidRDefault="00D92DEA" w:rsidP="002C017C">
            <w:pPr>
              <w:pStyle w:val="Normalheadingblue"/>
              <w:numPr>
                <w:ilvl w:val="0"/>
                <w:numId w:val="28"/>
              </w:numPr>
              <w:spacing w:before="0" w:after="0"/>
              <w:rPr>
                <w:rFonts w:cs="Arial"/>
                <w:b w:val="0"/>
                <w:color w:val="auto"/>
                <w:szCs w:val="22"/>
              </w:rPr>
            </w:pPr>
            <w:r w:rsidRPr="001A7B4B">
              <w:rPr>
                <w:rFonts w:cs="Arial"/>
                <w:b w:val="0"/>
                <w:color w:val="auto"/>
                <w:szCs w:val="22"/>
              </w:rPr>
              <w:t xml:space="preserve">Use videos such as </w:t>
            </w:r>
            <w:hyperlink r:id="rId39" w:history="1">
              <w:r w:rsidRPr="001A7B4B">
                <w:rPr>
                  <w:rStyle w:val="Hyperlink"/>
                  <w:color w:val="auto"/>
                </w:rPr>
                <w:t>(13) SCALA1 - A better pressure boosting system - YouTube</w:t>
              </w:r>
            </w:hyperlink>
          </w:p>
          <w:p w14:paraId="64CCD469" w14:textId="695A1FD5" w:rsidR="00D92DEA" w:rsidRPr="001A7B4B" w:rsidRDefault="00116A2E" w:rsidP="002C017C">
            <w:pPr>
              <w:pStyle w:val="Normalheadingblue"/>
              <w:numPr>
                <w:ilvl w:val="0"/>
                <w:numId w:val="28"/>
              </w:numPr>
              <w:spacing w:before="0" w:after="0"/>
              <w:rPr>
                <w:rFonts w:cs="Arial"/>
                <w:b w:val="0"/>
                <w:color w:val="auto"/>
                <w:szCs w:val="22"/>
              </w:rPr>
            </w:pPr>
            <w:r w:rsidRPr="001A7B4B">
              <w:rPr>
                <w:rFonts w:cs="Arial"/>
                <w:b w:val="0"/>
                <w:color w:val="auto"/>
                <w:szCs w:val="22"/>
              </w:rPr>
              <w:t>Students</w:t>
            </w:r>
            <w:r w:rsidR="00D92DEA" w:rsidRPr="001A7B4B">
              <w:rPr>
                <w:rFonts w:cs="Arial"/>
                <w:b w:val="0"/>
                <w:color w:val="auto"/>
                <w:szCs w:val="22"/>
              </w:rPr>
              <w:t xml:space="preserve"> may produce </w:t>
            </w:r>
            <w:r w:rsidR="003F73A3" w:rsidRPr="001A7B4B">
              <w:rPr>
                <w:rFonts w:cs="Arial"/>
                <w:b w:val="0"/>
                <w:color w:val="auto"/>
                <w:szCs w:val="22"/>
              </w:rPr>
              <w:t>sketch of Boosted systems with components</w:t>
            </w:r>
          </w:p>
          <w:p w14:paraId="20FDAFB7" w14:textId="77777777" w:rsidR="00A30B48" w:rsidRPr="001A7B4B" w:rsidRDefault="00A30B48" w:rsidP="00CA50A0">
            <w:pPr>
              <w:pStyle w:val="Default"/>
              <w:rPr>
                <w:color w:val="auto"/>
                <w:sz w:val="22"/>
                <w:szCs w:val="22"/>
              </w:rPr>
            </w:pPr>
          </w:p>
          <w:p w14:paraId="3F4AC4B7" w14:textId="7E537D83" w:rsidR="00A30B48" w:rsidRPr="001A7B4B" w:rsidRDefault="00A30B48" w:rsidP="00CA50A0">
            <w:pPr>
              <w:pStyle w:val="Normalheadingblue"/>
              <w:spacing w:before="0" w:after="0"/>
              <w:rPr>
                <w:rFonts w:cs="Arial"/>
                <w:color w:val="auto"/>
                <w:szCs w:val="22"/>
              </w:rPr>
            </w:pPr>
            <w:r w:rsidRPr="001A7B4B">
              <w:rPr>
                <w:rFonts w:cs="Arial"/>
                <w:color w:val="auto"/>
                <w:szCs w:val="22"/>
              </w:rPr>
              <w:t xml:space="preserve">Knowledge </w:t>
            </w:r>
            <w:r w:rsidR="00171CB7" w:rsidRPr="001A7B4B">
              <w:rPr>
                <w:rFonts w:cs="Arial"/>
                <w:color w:val="auto"/>
                <w:szCs w:val="22"/>
              </w:rPr>
              <w:t>C</w:t>
            </w:r>
            <w:r w:rsidRPr="001A7B4B">
              <w:rPr>
                <w:rFonts w:cs="Arial"/>
                <w:color w:val="auto"/>
                <w:szCs w:val="22"/>
              </w:rPr>
              <w:t>heck example:</w:t>
            </w:r>
          </w:p>
          <w:p w14:paraId="32697407" w14:textId="77777777" w:rsidR="003F73A3" w:rsidRPr="001A7B4B" w:rsidRDefault="003F73A3" w:rsidP="00171CB7">
            <w:pPr>
              <w:pStyle w:val="Normalheadingblue"/>
              <w:spacing w:before="0" w:after="0"/>
              <w:rPr>
                <w:rFonts w:cs="Arial"/>
                <w:b w:val="0"/>
                <w:color w:val="auto"/>
                <w:szCs w:val="22"/>
              </w:rPr>
            </w:pPr>
            <w:r w:rsidRPr="001A7B4B">
              <w:rPr>
                <w:rFonts w:cs="Arial"/>
                <w:b w:val="0"/>
                <w:color w:val="auto"/>
                <w:szCs w:val="22"/>
              </w:rPr>
              <w:t>Complete knowledge check open paper individually before tutor led discussion of answers.</w:t>
            </w:r>
          </w:p>
          <w:p w14:paraId="1294F854" w14:textId="77777777" w:rsidR="003F73A3" w:rsidRPr="001A7B4B" w:rsidRDefault="003F73A3" w:rsidP="00CA50A0">
            <w:pPr>
              <w:pStyle w:val="Normalheadingblue"/>
              <w:spacing w:before="0" w:after="0"/>
              <w:rPr>
                <w:rFonts w:cs="Arial"/>
                <w:color w:val="auto"/>
                <w:szCs w:val="22"/>
              </w:rPr>
            </w:pPr>
          </w:p>
          <w:p w14:paraId="78076270" w14:textId="77777777" w:rsidR="00A30B48" w:rsidRPr="001A7B4B" w:rsidRDefault="00A30B48" w:rsidP="00CA50A0">
            <w:pPr>
              <w:pStyle w:val="Normalheadingblue"/>
              <w:spacing w:before="0" w:after="0"/>
              <w:rPr>
                <w:rFonts w:cs="Arial"/>
                <w:color w:val="auto"/>
                <w:szCs w:val="22"/>
              </w:rPr>
            </w:pPr>
            <w:r w:rsidRPr="001A7B4B">
              <w:rPr>
                <w:rFonts w:cs="Arial"/>
                <w:color w:val="auto"/>
                <w:szCs w:val="22"/>
              </w:rPr>
              <w:t>Resources:</w:t>
            </w:r>
          </w:p>
          <w:p w14:paraId="2F217EA6" w14:textId="77777777" w:rsidR="003F73A3" w:rsidRPr="001A7B4B" w:rsidRDefault="003F73A3" w:rsidP="00CA50A0">
            <w:pPr>
              <w:pStyle w:val="Normalheadingblue"/>
              <w:spacing w:before="0" w:after="0"/>
              <w:rPr>
                <w:b w:val="0"/>
                <w:color w:val="auto"/>
              </w:rPr>
            </w:pPr>
            <w:r w:rsidRPr="001A7B4B">
              <w:rPr>
                <w:rFonts w:cs="Arial"/>
                <w:b w:val="0"/>
                <w:color w:val="auto"/>
                <w:szCs w:val="22"/>
              </w:rPr>
              <w:t xml:space="preserve">Video link </w:t>
            </w:r>
            <w:hyperlink r:id="rId40" w:history="1">
              <w:r w:rsidRPr="001A7B4B">
                <w:rPr>
                  <w:rStyle w:val="Hyperlink"/>
                  <w:b w:val="0"/>
                  <w:color w:val="auto"/>
                </w:rPr>
                <w:t>(13) SCALA1 - A better pressure boosting system - YouTube</w:t>
              </w:r>
            </w:hyperlink>
          </w:p>
          <w:p w14:paraId="330476C7" w14:textId="77777777" w:rsidR="003F73A3" w:rsidRPr="001A7B4B" w:rsidRDefault="003F73A3" w:rsidP="00CA50A0">
            <w:pPr>
              <w:pStyle w:val="Normalheadingblue"/>
              <w:spacing w:before="0" w:after="0"/>
              <w:rPr>
                <w:rFonts w:cs="Arial"/>
                <w:b w:val="0"/>
                <w:color w:val="auto"/>
                <w:szCs w:val="22"/>
              </w:rPr>
            </w:pPr>
            <w:r w:rsidRPr="001A7B4B">
              <w:rPr>
                <w:rFonts w:cs="Arial"/>
                <w:b w:val="0"/>
                <w:color w:val="auto"/>
                <w:szCs w:val="22"/>
              </w:rPr>
              <w:t>Drawing paper, pencils and rulers</w:t>
            </w:r>
          </w:p>
          <w:p w14:paraId="62325164" w14:textId="77777777" w:rsidR="003F73A3" w:rsidRPr="001A7B4B" w:rsidRDefault="003F73A3" w:rsidP="00CA50A0">
            <w:pPr>
              <w:pStyle w:val="Normalheadingblue"/>
              <w:spacing w:before="0" w:after="0"/>
              <w:rPr>
                <w:rFonts w:cs="Arial"/>
                <w:b w:val="0"/>
                <w:color w:val="auto"/>
                <w:szCs w:val="22"/>
              </w:rPr>
            </w:pPr>
            <w:r w:rsidRPr="001A7B4B">
              <w:rPr>
                <w:rFonts w:cs="Arial"/>
                <w:b w:val="0"/>
                <w:color w:val="auto"/>
                <w:szCs w:val="22"/>
              </w:rPr>
              <w:t>Open question paper</w:t>
            </w:r>
          </w:p>
          <w:p w14:paraId="4D4D8D47" w14:textId="77777777" w:rsidR="00171CB7" w:rsidRPr="001A7B4B" w:rsidRDefault="00171CB7" w:rsidP="00CA50A0">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3331C698" w14:textId="77777777" w:rsidR="00DD207A" w:rsidRDefault="008A57D2">
            <w:r>
              <w:lastRenderedPageBreak/>
              <w:t>State advantages and disadvantages</w:t>
            </w:r>
            <w:r>
              <w:br/>
            </w:r>
            <w:r>
              <w:br/>
              <w:t>Drawing task</w:t>
            </w:r>
            <w:r>
              <w:br/>
            </w:r>
            <w:r>
              <w:br/>
              <w:t>Open question paper</w:t>
            </w:r>
          </w:p>
        </w:tc>
      </w:tr>
      <w:tr w:rsidR="00933B00" w:rsidRPr="00634DF8" w14:paraId="2809EC91"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6926A6C7" w14:textId="77777777" w:rsidR="00933B00" w:rsidRDefault="00933B00" w:rsidP="00933B00">
            <w:pPr>
              <w:jc w:val="center"/>
              <w:rPr>
                <w:rFonts w:cs="Arial"/>
                <w:szCs w:val="22"/>
              </w:rPr>
            </w:pPr>
            <w:r>
              <w:rPr>
                <w:rFonts w:cs="Arial"/>
                <w:szCs w:val="22"/>
              </w:rPr>
              <w:t>75-76</w:t>
            </w:r>
          </w:p>
          <w:p w14:paraId="2D4413EF" w14:textId="77777777" w:rsidR="00933B00" w:rsidRDefault="00933B00" w:rsidP="00933B00">
            <w:pPr>
              <w:jc w:val="center"/>
              <w:rPr>
                <w:rFonts w:cs="Arial"/>
                <w:szCs w:val="22"/>
              </w:rPr>
            </w:pPr>
            <w:r>
              <w:rPr>
                <w:rFonts w:cs="Arial"/>
                <w:szCs w:val="22"/>
              </w:rPr>
              <w:t>6 hours</w:t>
            </w:r>
          </w:p>
          <w:p w14:paraId="0AD917F5" w14:textId="782187B4" w:rsidR="007230A1" w:rsidRDefault="007230A1" w:rsidP="00933B00">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4578C88D" w14:textId="77777777" w:rsidR="00933B00" w:rsidRPr="001A7B4B" w:rsidRDefault="00933B00" w:rsidP="00933B00">
            <w:pPr>
              <w:pStyle w:val="Normalheadingblack"/>
              <w:rPr>
                <w:rFonts w:cs="Arial"/>
                <w:lang w:eastAsia="en-GB"/>
              </w:rPr>
            </w:pPr>
            <w:r w:rsidRPr="001A7B4B">
              <w:rPr>
                <w:rFonts w:cs="Arial"/>
                <w:lang w:eastAsia="en-GB"/>
              </w:rPr>
              <w:t>Outcome 1 – Plumbing and heating common knowledge criteria</w:t>
            </w:r>
          </w:p>
          <w:p w14:paraId="45B2AC0E" w14:textId="77777777" w:rsidR="00933B00" w:rsidRPr="001A7B4B" w:rsidRDefault="00933B00" w:rsidP="00933B00">
            <w:pPr>
              <w:pStyle w:val="Normalheadingblack"/>
              <w:rPr>
                <w:rFonts w:cs="Arial"/>
                <w:lang w:eastAsia="en-GB"/>
              </w:rPr>
            </w:pPr>
          </w:p>
          <w:p w14:paraId="727F5EF6" w14:textId="77777777" w:rsidR="00933B00" w:rsidRPr="001A7B4B" w:rsidRDefault="00933B00" w:rsidP="00933B00">
            <w:pPr>
              <w:pStyle w:val="Normalheadingblack"/>
              <w:rPr>
                <w:rFonts w:cs="Arial"/>
                <w:lang w:eastAsia="en-GB"/>
              </w:rPr>
            </w:pPr>
            <w:r w:rsidRPr="001A7B4B">
              <w:rPr>
                <w:rFonts w:cs="Arial"/>
                <w:lang w:eastAsia="en-GB"/>
              </w:rPr>
              <w:t>Outcome 2 Install plumbing and heating systems</w:t>
            </w:r>
          </w:p>
          <w:p w14:paraId="1B6B0752" w14:textId="77777777" w:rsidR="00933B00" w:rsidRPr="001A7B4B" w:rsidRDefault="00933B00" w:rsidP="00933B00">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74048351" w14:textId="77777777" w:rsidR="00933B00" w:rsidRPr="001A7B4B" w:rsidRDefault="00933B00" w:rsidP="00933B00">
            <w:pPr>
              <w:pStyle w:val="Normalheadingblack"/>
              <w:rPr>
                <w:rFonts w:cs="Arial"/>
                <w:b w:val="0"/>
                <w:szCs w:val="22"/>
              </w:rPr>
            </w:pPr>
            <w:r w:rsidRPr="001A7B4B">
              <w:rPr>
                <w:rFonts w:cs="Arial"/>
                <w:b w:val="0"/>
                <w:szCs w:val="22"/>
              </w:rPr>
              <w:t>K1.7 Plumbing and heating systems</w:t>
            </w:r>
          </w:p>
          <w:p w14:paraId="6C2EB2E8" w14:textId="77777777" w:rsidR="00933B00" w:rsidRPr="001A7B4B" w:rsidRDefault="00933B00" w:rsidP="00933B00">
            <w:pPr>
              <w:pStyle w:val="Normalheadingblack"/>
              <w:rPr>
                <w:rFonts w:cs="Arial"/>
                <w:b w:val="0"/>
                <w:szCs w:val="22"/>
              </w:rPr>
            </w:pPr>
          </w:p>
          <w:p w14:paraId="5692717B" w14:textId="77777777" w:rsidR="00933B00" w:rsidRPr="001A7B4B" w:rsidRDefault="00933B00" w:rsidP="00933B00">
            <w:pPr>
              <w:pStyle w:val="Default"/>
              <w:rPr>
                <w:color w:val="auto"/>
                <w:szCs w:val="22"/>
              </w:rPr>
            </w:pPr>
            <w:r w:rsidRPr="001A7B4B">
              <w:rPr>
                <w:bCs/>
                <w:color w:val="auto"/>
                <w:sz w:val="22"/>
                <w:szCs w:val="22"/>
              </w:rPr>
              <w:t xml:space="preserve">S2.19 Position and secure components in plumbing system </w:t>
            </w:r>
          </w:p>
          <w:p w14:paraId="4B18579F" w14:textId="77777777" w:rsidR="00933B00" w:rsidRPr="001A7B4B" w:rsidRDefault="00933B00" w:rsidP="00933B00">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3FC13606" w14:textId="6EB94F6F" w:rsidR="00933B00" w:rsidRPr="001A7B4B" w:rsidRDefault="00933B00" w:rsidP="002F2F8A">
            <w:pPr>
              <w:pStyle w:val="Normalheadingblue"/>
              <w:spacing w:before="0" w:after="0"/>
              <w:rPr>
                <w:rFonts w:cs="Arial"/>
                <w:color w:val="auto"/>
                <w:szCs w:val="22"/>
              </w:rPr>
            </w:pPr>
            <w:r w:rsidRPr="001A7B4B">
              <w:rPr>
                <w:rFonts w:cs="Arial"/>
                <w:color w:val="auto"/>
                <w:szCs w:val="22"/>
              </w:rPr>
              <w:t>Activity:</w:t>
            </w:r>
          </w:p>
          <w:p w14:paraId="72425CF8" w14:textId="77777777" w:rsidR="00933B00" w:rsidRPr="001A7B4B" w:rsidRDefault="00933B00" w:rsidP="002F2F8A">
            <w:pPr>
              <w:pStyle w:val="Normalheadingblue"/>
              <w:spacing w:before="0" w:after="0"/>
              <w:rPr>
                <w:rFonts w:cs="Arial"/>
                <w:color w:val="auto"/>
                <w:szCs w:val="22"/>
              </w:rPr>
            </w:pPr>
            <w:r w:rsidRPr="001A7B4B">
              <w:rPr>
                <w:rFonts w:cs="Arial"/>
                <w:color w:val="auto"/>
                <w:szCs w:val="22"/>
              </w:rPr>
              <w:t>Starter task example:</w:t>
            </w:r>
          </w:p>
          <w:p w14:paraId="76F5794C" w14:textId="77777777" w:rsidR="00933B00" w:rsidRPr="001A7B4B" w:rsidRDefault="00933B00" w:rsidP="002F2F8A">
            <w:pPr>
              <w:pStyle w:val="Normalheadingblue"/>
              <w:spacing w:before="0" w:after="0"/>
              <w:rPr>
                <w:rFonts w:cs="Arial"/>
                <w:b w:val="0"/>
                <w:color w:val="auto"/>
                <w:szCs w:val="22"/>
              </w:rPr>
            </w:pPr>
            <w:r w:rsidRPr="001A7B4B">
              <w:rPr>
                <w:rFonts w:cs="Arial"/>
                <w:b w:val="0"/>
                <w:color w:val="auto"/>
                <w:szCs w:val="22"/>
              </w:rPr>
              <w:t>Work experience update – discuss and update on latest work experience progress.</w:t>
            </w:r>
          </w:p>
          <w:p w14:paraId="423B4555" w14:textId="77777777" w:rsidR="00933B00" w:rsidRPr="001A7B4B" w:rsidRDefault="00933B00" w:rsidP="002F2F8A">
            <w:pPr>
              <w:pStyle w:val="Normalheadingblue"/>
              <w:spacing w:before="0" w:after="0"/>
              <w:rPr>
                <w:rFonts w:cs="Arial"/>
                <w:color w:val="auto"/>
                <w:szCs w:val="22"/>
              </w:rPr>
            </w:pPr>
          </w:p>
          <w:p w14:paraId="76DF96EE" w14:textId="3B10B007" w:rsidR="00933B00" w:rsidRPr="001A7B4B" w:rsidRDefault="00933B00" w:rsidP="002F2F8A">
            <w:pPr>
              <w:pStyle w:val="Normalheadingblue"/>
              <w:spacing w:before="0" w:after="0"/>
              <w:rPr>
                <w:rFonts w:cs="Arial"/>
                <w:color w:val="auto"/>
                <w:szCs w:val="22"/>
              </w:rPr>
            </w:pPr>
            <w:r w:rsidRPr="001A7B4B">
              <w:rPr>
                <w:rFonts w:cs="Arial"/>
                <w:color w:val="auto"/>
                <w:szCs w:val="22"/>
              </w:rPr>
              <w:t>Delivery</w:t>
            </w:r>
            <w:r w:rsidR="002F2F8A" w:rsidRPr="001A7B4B">
              <w:rPr>
                <w:rFonts w:cs="Arial"/>
                <w:color w:val="auto"/>
                <w:szCs w:val="22"/>
              </w:rPr>
              <w:t xml:space="preserve"> focus</w:t>
            </w:r>
            <w:r w:rsidRPr="001A7B4B">
              <w:rPr>
                <w:rFonts w:cs="Arial"/>
                <w:color w:val="auto"/>
                <w:szCs w:val="22"/>
              </w:rPr>
              <w:t>:</w:t>
            </w:r>
          </w:p>
          <w:p w14:paraId="7AAE2C7B" w14:textId="71A8AC56" w:rsidR="00933B00" w:rsidRPr="001A7B4B" w:rsidRDefault="00933B00" w:rsidP="002F2F8A">
            <w:pPr>
              <w:pStyle w:val="Normalheadingblue"/>
              <w:spacing w:before="0" w:after="0"/>
              <w:rPr>
                <w:rFonts w:cs="Arial"/>
                <w:b w:val="0"/>
                <w:color w:val="auto"/>
                <w:szCs w:val="22"/>
              </w:rPr>
            </w:pPr>
            <w:r w:rsidRPr="001A7B4B">
              <w:rPr>
                <w:rFonts w:cs="Arial"/>
                <w:b w:val="0"/>
                <w:color w:val="auto"/>
                <w:szCs w:val="22"/>
              </w:rPr>
              <w:t>Tutor to deliver content relevant to cisterns including:</w:t>
            </w:r>
          </w:p>
          <w:p w14:paraId="06ED6CFD" w14:textId="77777777" w:rsidR="00933B00" w:rsidRPr="001A7B4B" w:rsidRDefault="00933B00" w:rsidP="002C017C">
            <w:pPr>
              <w:pStyle w:val="Normalheadingblue"/>
              <w:numPr>
                <w:ilvl w:val="0"/>
                <w:numId w:val="29"/>
              </w:numPr>
              <w:spacing w:before="0" w:after="0"/>
              <w:rPr>
                <w:rFonts w:cs="Arial"/>
                <w:b w:val="0"/>
                <w:color w:val="auto"/>
                <w:szCs w:val="22"/>
              </w:rPr>
            </w:pPr>
            <w:r w:rsidRPr="001A7B4B">
              <w:rPr>
                <w:rFonts w:cs="Arial"/>
                <w:b w:val="0"/>
                <w:color w:val="auto"/>
                <w:szCs w:val="22"/>
              </w:rPr>
              <w:t>Location</w:t>
            </w:r>
          </w:p>
          <w:p w14:paraId="5D7AD497" w14:textId="77777777" w:rsidR="00933B00" w:rsidRPr="001A7B4B" w:rsidRDefault="00933B00" w:rsidP="002C017C">
            <w:pPr>
              <w:pStyle w:val="Normalheadingblue"/>
              <w:numPr>
                <w:ilvl w:val="0"/>
                <w:numId w:val="29"/>
              </w:numPr>
              <w:spacing w:before="0" w:after="0"/>
              <w:rPr>
                <w:rFonts w:cs="Arial"/>
                <w:b w:val="0"/>
                <w:color w:val="auto"/>
                <w:szCs w:val="22"/>
              </w:rPr>
            </w:pPr>
            <w:r w:rsidRPr="001A7B4B">
              <w:rPr>
                <w:rFonts w:cs="Arial"/>
                <w:b w:val="0"/>
                <w:color w:val="auto"/>
                <w:szCs w:val="22"/>
              </w:rPr>
              <w:t>Support</w:t>
            </w:r>
          </w:p>
          <w:p w14:paraId="4C3A84EA" w14:textId="77777777" w:rsidR="00933B00" w:rsidRPr="001A7B4B" w:rsidRDefault="00933B00" w:rsidP="002C017C">
            <w:pPr>
              <w:pStyle w:val="Normalheadingblue"/>
              <w:numPr>
                <w:ilvl w:val="0"/>
                <w:numId w:val="29"/>
              </w:numPr>
              <w:spacing w:before="0" w:after="0"/>
              <w:rPr>
                <w:rFonts w:cs="Arial"/>
                <w:b w:val="0"/>
                <w:color w:val="auto"/>
                <w:szCs w:val="22"/>
              </w:rPr>
            </w:pPr>
            <w:r w:rsidRPr="001A7B4B">
              <w:rPr>
                <w:rFonts w:cs="Arial"/>
                <w:b w:val="0"/>
                <w:color w:val="auto"/>
                <w:szCs w:val="22"/>
              </w:rPr>
              <w:t>‘Bylaw 30’ Kit</w:t>
            </w:r>
          </w:p>
          <w:p w14:paraId="7C09D999" w14:textId="77777777" w:rsidR="00933B00" w:rsidRPr="001A7B4B" w:rsidRDefault="00933B00" w:rsidP="002C017C">
            <w:pPr>
              <w:pStyle w:val="Normalheadingblue"/>
              <w:numPr>
                <w:ilvl w:val="0"/>
                <w:numId w:val="29"/>
              </w:numPr>
              <w:spacing w:before="0" w:after="0"/>
              <w:rPr>
                <w:rFonts w:cs="Arial"/>
                <w:b w:val="0"/>
                <w:color w:val="auto"/>
                <w:szCs w:val="22"/>
              </w:rPr>
            </w:pPr>
            <w:r w:rsidRPr="001A7B4B">
              <w:rPr>
                <w:rFonts w:cs="Arial"/>
                <w:b w:val="0"/>
                <w:color w:val="auto"/>
                <w:szCs w:val="22"/>
              </w:rPr>
              <w:t>Float operated valves</w:t>
            </w:r>
          </w:p>
          <w:p w14:paraId="20EDC58F" w14:textId="77777777" w:rsidR="00933B00" w:rsidRPr="001A7B4B" w:rsidRDefault="00933B00" w:rsidP="002C017C">
            <w:pPr>
              <w:pStyle w:val="Normalheadingblue"/>
              <w:numPr>
                <w:ilvl w:val="0"/>
                <w:numId w:val="29"/>
              </w:numPr>
              <w:spacing w:before="0" w:after="0"/>
              <w:rPr>
                <w:rFonts w:cs="Arial"/>
                <w:b w:val="0"/>
                <w:color w:val="auto"/>
                <w:szCs w:val="22"/>
              </w:rPr>
            </w:pPr>
            <w:r w:rsidRPr="001A7B4B">
              <w:rPr>
                <w:rFonts w:cs="Arial"/>
                <w:b w:val="0"/>
                <w:color w:val="auto"/>
                <w:szCs w:val="22"/>
              </w:rPr>
              <w:t>Materials</w:t>
            </w:r>
          </w:p>
          <w:p w14:paraId="5CC0C5E8" w14:textId="77777777" w:rsidR="00933B00" w:rsidRPr="001A7B4B" w:rsidRDefault="00933B00" w:rsidP="002C017C">
            <w:pPr>
              <w:pStyle w:val="Normalheadingblue"/>
              <w:numPr>
                <w:ilvl w:val="0"/>
                <w:numId w:val="29"/>
              </w:numPr>
              <w:spacing w:before="0" w:after="0"/>
              <w:rPr>
                <w:rFonts w:cs="Arial"/>
                <w:b w:val="0"/>
                <w:color w:val="auto"/>
                <w:szCs w:val="22"/>
              </w:rPr>
            </w:pPr>
            <w:r w:rsidRPr="001A7B4B">
              <w:rPr>
                <w:rFonts w:cs="Arial"/>
                <w:b w:val="0"/>
                <w:color w:val="auto"/>
                <w:szCs w:val="22"/>
              </w:rPr>
              <w:t>Connection locations</w:t>
            </w:r>
          </w:p>
          <w:p w14:paraId="6A752FA4" w14:textId="77777777" w:rsidR="00933B00" w:rsidRPr="001A7B4B" w:rsidRDefault="00933B00" w:rsidP="002C017C">
            <w:pPr>
              <w:pStyle w:val="Normalheadingblue"/>
              <w:numPr>
                <w:ilvl w:val="0"/>
                <w:numId w:val="29"/>
              </w:numPr>
              <w:spacing w:before="0" w:after="0"/>
              <w:rPr>
                <w:rFonts w:cs="Arial"/>
                <w:b w:val="0"/>
                <w:color w:val="auto"/>
                <w:szCs w:val="22"/>
              </w:rPr>
            </w:pPr>
            <w:r w:rsidRPr="001A7B4B">
              <w:rPr>
                <w:rFonts w:cs="Arial"/>
                <w:b w:val="0"/>
                <w:color w:val="auto"/>
                <w:szCs w:val="22"/>
              </w:rPr>
              <w:t>Clearance</w:t>
            </w:r>
          </w:p>
          <w:p w14:paraId="2CB1A908" w14:textId="77777777" w:rsidR="00933B00" w:rsidRPr="001A7B4B" w:rsidRDefault="00933B00" w:rsidP="002C017C">
            <w:pPr>
              <w:pStyle w:val="Normalheadingblue"/>
              <w:numPr>
                <w:ilvl w:val="0"/>
                <w:numId w:val="29"/>
              </w:numPr>
              <w:spacing w:before="0" w:after="0"/>
              <w:rPr>
                <w:rFonts w:cs="Arial"/>
                <w:b w:val="0"/>
                <w:color w:val="auto"/>
                <w:szCs w:val="22"/>
              </w:rPr>
            </w:pPr>
            <w:r w:rsidRPr="001A7B4B">
              <w:rPr>
                <w:rFonts w:cs="Arial"/>
                <w:b w:val="0"/>
                <w:color w:val="auto"/>
                <w:szCs w:val="22"/>
              </w:rPr>
              <w:t>Temperature</w:t>
            </w:r>
          </w:p>
          <w:p w14:paraId="36AE5473" w14:textId="77777777" w:rsidR="00933B00" w:rsidRPr="001A7B4B" w:rsidRDefault="00933B00" w:rsidP="002C017C">
            <w:pPr>
              <w:pStyle w:val="Normalheadingblue"/>
              <w:numPr>
                <w:ilvl w:val="0"/>
                <w:numId w:val="29"/>
              </w:numPr>
              <w:spacing w:before="0" w:after="0"/>
              <w:rPr>
                <w:rFonts w:cs="Arial"/>
                <w:b w:val="0"/>
                <w:color w:val="auto"/>
                <w:szCs w:val="22"/>
              </w:rPr>
            </w:pPr>
            <w:r w:rsidRPr="001A7B4B">
              <w:rPr>
                <w:rFonts w:cs="Arial"/>
                <w:b w:val="0"/>
                <w:color w:val="auto"/>
                <w:szCs w:val="22"/>
              </w:rPr>
              <w:t xml:space="preserve">Tutor to show examples of cisterns in location and </w:t>
            </w:r>
            <w:proofErr w:type="gramStart"/>
            <w:r w:rsidRPr="001A7B4B">
              <w:rPr>
                <w:rFonts w:cs="Arial"/>
                <w:b w:val="0"/>
                <w:color w:val="auto"/>
                <w:szCs w:val="22"/>
              </w:rPr>
              <w:t>un connected</w:t>
            </w:r>
            <w:proofErr w:type="gramEnd"/>
            <w:r w:rsidRPr="001A7B4B">
              <w:rPr>
                <w:rFonts w:cs="Arial"/>
                <w:b w:val="0"/>
                <w:color w:val="auto"/>
                <w:szCs w:val="22"/>
              </w:rPr>
              <w:t>.</w:t>
            </w:r>
          </w:p>
          <w:p w14:paraId="58EA90A0" w14:textId="4ADDD293" w:rsidR="00933B00" w:rsidRPr="001A7B4B" w:rsidRDefault="00933B00" w:rsidP="002C017C">
            <w:pPr>
              <w:pStyle w:val="Normalheadingblue"/>
              <w:numPr>
                <w:ilvl w:val="0"/>
                <w:numId w:val="29"/>
              </w:numPr>
              <w:spacing w:before="0" w:after="0"/>
              <w:rPr>
                <w:rFonts w:cs="Arial"/>
                <w:b w:val="0"/>
                <w:color w:val="auto"/>
                <w:szCs w:val="22"/>
              </w:rPr>
            </w:pPr>
            <w:r w:rsidRPr="001A7B4B">
              <w:rPr>
                <w:rFonts w:cs="Arial"/>
                <w:b w:val="0"/>
                <w:color w:val="auto"/>
                <w:szCs w:val="22"/>
              </w:rPr>
              <w:lastRenderedPageBreak/>
              <w:t>Demonstrate how to connect to a cistern including cutting holes and making connection with suitable fittings</w:t>
            </w:r>
            <w:r w:rsidR="001642FE">
              <w:rPr>
                <w:rFonts w:cs="Arial"/>
                <w:b w:val="0"/>
                <w:color w:val="auto"/>
                <w:szCs w:val="22"/>
              </w:rPr>
              <w:t>.</w:t>
            </w:r>
          </w:p>
          <w:p w14:paraId="39BB2397" w14:textId="619795F3" w:rsidR="00933B00" w:rsidRPr="001A7B4B" w:rsidRDefault="00933B00" w:rsidP="002C017C">
            <w:pPr>
              <w:pStyle w:val="Normalheadingblue"/>
              <w:numPr>
                <w:ilvl w:val="0"/>
                <w:numId w:val="29"/>
              </w:numPr>
              <w:spacing w:before="0" w:after="0"/>
              <w:rPr>
                <w:rFonts w:cs="Arial"/>
                <w:b w:val="0"/>
                <w:color w:val="auto"/>
                <w:szCs w:val="22"/>
              </w:rPr>
            </w:pPr>
            <w:r w:rsidRPr="001A7B4B">
              <w:rPr>
                <w:rFonts w:cs="Arial"/>
                <w:b w:val="0"/>
                <w:color w:val="auto"/>
                <w:szCs w:val="22"/>
              </w:rPr>
              <w:t xml:space="preserve">Allow </w:t>
            </w:r>
            <w:r w:rsidR="00F502C8" w:rsidRPr="001A7B4B">
              <w:rPr>
                <w:rFonts w:cs="Arial"/>
                <w:b w:val="0"/>
                <w:color w:val="auto"/>
                <w:szCs w:val="22"/>
              </w:rPr>
              <w:t>students</w:t>
            </w:r>
            <w:r w:rsidRPr="001A7B4B">
              <w:rPr>
                <w:rFonts w:cs="Arial"/>
                <w:b w:val="0"/>
                <w:color w:val="auto"/>
                <w:szCs w:val="22"/>
              </w:rPr>
              <w:t xml:space="preserve"> opportunity to make connections using tank connectors and FOVs etc</w:t>
            </w:r>
            <w:r w:rsidR="001642FE">
              <w:rPr>
                <w:rFonts w:cs="Arial"/>
                <w:b w:val="0"/>
                <w:color w:val="auto"/>
                <w:szCs w:val="22"/>
              </w:rPr>
              <w:t>.</w:t>
            </w:r>
          </w:p>
          <w:p w14:paraId="5B512D0C" w14:textId="77777777" w:rsidR="00933B00" w:rsidRPr="001A7B4B" w:rsidRDefault="00933B00" w:rsidP="002C017C">
            <w:pPr>
              <w:pStyle w:val="Normalheadingblue"/>
              <w:numPr>
                <w:ilvl w:val="0"/>
                <w:numId w:val="29"/>
              </w:numPr>
              <w:spacing w:before="0" w:after="0"/>
              <w:rPr>
                <w:rFonts w:cs="Arial"/>
                <w:b w:val="0"/>
                <w:color w:val="auto"/>
                <w:szCs w:val="22"/>
              </w:rPr>
            </w:pPr>
            <w:r w:rsidRPr="001A7B4B">
              <w:rPr>
                <w:rFonts w:cs="Arial"/>
                <w:b w:val="0"/>
                <w:color w:val="auto"/>
                <w:szCs w:val="22"/>
              </w:rPr>
              <w:t xml:space="preserve">Discuss the temperatures for storage and measure if </w:t>
            </w:r>
            <w:proofErr w:type="gramStart"/>
            <w:r w:rsidRPr="001A7B4B">
              <w:rPr>
                <w:rFonts w:cs="Arial"/>
                <w:b w:val="0"/>
                <w:color w:val="auto"/>
                <w:szCs w:val="22"/>
              </w:rPr>
              <w:t>possible</w:t>
            </w:r>
            <w:proofErr w:type="gramEnd"/>
            <w:r w:rsidRPr="001A7B4B">
              <w:rPr>
                <w:rFonts w:cs="Arial"/>
                <w:b w:val="0"/>
                <w:color w:val="auto"/>
                <w:szCs w:val="22"/>
              </w:rPr>
              <w:t xml:space="preserve"> using thermometer on live cistern.</w:t>
            </w:r>
          </w:p>
          <w:p w14:paraId="543A135A" w14:textId="77777777" w:rsidR="00933B00" w:rsidRPr="001A7B4B" w:rsidRDefault="00933B00" w:rsidP="002C017C">
            <w:pPr>
              <w:pStyle w:val="Normalheadingblue"/>
              <w:numPr>
                <w:ilvl w:val="0"/>
                <w:numId w:val="29"/>
              </w:numPr>
              <w:spacing w:before="0" w:after="0"/>
              <w:rPr>
                <w:rFonts w:cs="Arial"/>
                <w:b w:val="0"/>
                <w:color w:val="auto"/>
                <w:szCs w:val="22"/>
              </w:rPr>
            </w:pPr>
            <w:r w:rsidRPr="001A7B4B">
              <w:rPr>
                <w:rFonts w:cs="Arial"/>
                <w:b w:val="0"/>
                <w:color w:val="auto"/>
                <w:szCs w:val="22"/>
              </w:rPr>
              <w:t>Check measurements from air gap and FOV on installed cistern and discuss.</w:t>
            </w:r>
          </w:p>
          <w:p w14:paraId="53055669" w14:textId="77777777" w:rsidR="00933B00" w:rsidRPr="001A7B4B" w:rsidRDefault="00933B00" w:rsidP="002F2F8A">
            <w:pPr>
              <w:pStyle w:val="Default"/>
              <w:ind w:left="720"/>
              <w:rPr>
                <w:color w:val="auto"/>
                <w:sz w:val="22"/>
                <w:szCs w:val="22"/>
              </w:rPr>
            </w:pPr>
          </w:p>
          <w:p w14:paraId="0ED0D782" w14:textId="12F380EE" w:rsidR="00933B00" w:rsidRPr="001A7B4B" w:rsidRDefault="00933B00" w:rsidP="002F2F8A">
            <w:pPr>
              <w:pStyle w:val="Normalheadingblue"/>
              <w:spacing w:before="0" w:after="0"/>
              <w:rPr>
                <w:rFonts w:cs="Arial"/>
                <w:color w:val="auto"/>
                <w:szCs w:val="22"/>
              </w:rPr>
            </w:pPr>
            <w:r w:rsidRPr="001A7B4B">
              <w:rPr>
                <w:rFonts w:cs="Arial"/>
                <w:color w:val="auto"/>
                <w:szCs w:val="22"/>
              </w:rPr>
              <w:t xml:space="preserve">Knowledge </w:t>
            </w:r>
            <w:r w:rsidR="008A4C35" w:rsidRPr="001A7B4B">
              <w:rPr>
                <w:rFonts w:cs="Arial"/>
                <w:color w:val="auto"/>
                <w:szCs w:val="22"/>
              </w:rPr>
              <w:t>C</w:t>
            </w:r>
            <w:r w:rsidRPr="001A7B4B">
              <w:rPr>
                <w:rFonts w:cs="Arial"/>
                <w:color w:val="auto"/>
                <w:szCs w:val="22"/>
              </w:rPr>
              <w:t>heck example:</w:t>
            </w:r>
          </w:p>
          <w:p w14:paraId="7CE85623" w14:textId="77777777" w:rsidR="00933B00" w:rsidRPr="001A7B4B" w:rsidRDefault="00933B00" w:rsidP="002F2F8A">
            <w:pPr>
              <w:pStyle w:val="Normalheadingblue"/>
              <w:spacing w:before="0" w:after="0"/>
              <w:rPr>
                <w:rFonts w:cs="Arial"/>
                <w:b w:val="0"/>
                <w:color w:val="auto"/>
                <w:szCs w:val="22"/>
              </w:rPr>
            </w:pPr>
            <w:r w:rsidRPr="001A7B4B">
              <w:rPr>
                <w:rFonts w:cs="Arial"/>
                <w:b w:val="0"/>
                <w:color w:val="auto"/>
                <w:szCs w:val="22"/>
              </w:rPr>
              <w:t>Complete worksheet with MCQ and open tasks on relevant worksheet either individually or as small groups.</w:t>
            </w:r>
          </w:p>
          <w:p w14:paraId="783D7A97" w14:textId="77777777" w:rsidR="00933B00" w:rsidRPr="001A7B4B" w:rsidRDefault="00933B00" w:rsidP="002F2F8A">
            <w:pPr>
              <w:pStyle w:val="Normalheadingblue"/>
              <w:spacing w:before="0" w:after="0"/>
              <w:rPr>
                <w:rFonts w:cs="Arial"/>
                <w:color w:val="auto"/>
                <w:szCs w:val="22"/>
              </w:rPr>
            </w:pPr>
          </w:p>
          <w:p w14:paraId="6994F90D" w14:textId="77777777" w:rsidR="00933B00" w:rsidRPr="001A7B4B" w:rsidRDefault="00933B00" w:rsidP="002F2F8A">
            <w:pPr>
              <w:pStyle w:val="Normalheadingblue"/>
              <w:spacing w:before="0" w:after="0"/>
              <w:rPr>
                <w:rFonts w:cs="Arial"/>
                <w:color w:val="auto"/>
                <w:szCs w:val="22"/>
              </w:rPr>
            </w:pPr>
            <w:r w:rsidRPr="001A7B4B">
              <w:rPr>
                <w:rFonts w:cs="Arial"/>
                <w:color w:val="auto"/>
                <w:szCs w:val="22"/>
              </w:rPr>
              <w:t>Resources:</w:t>
            </w:r>
          </w:p>
          <w:p w14:paraId="4C6E6DC6" w14:textId="77777777" w:rsidR="00933B00" w:rsidRPr="001A7B4B" w:rsidRDefault="00933B00" w:rsidP="002F2F8A">
            <w:pPr>
              <w:pStyle w:val="Normalheadingblue"/>
              <w:spacing w:before="0" w:after="0"/>
              <w:rPr>
                <w:rFonts w:cs="Arial"/>
                <w:b w:val="0"/>
                <w:color w:val="auto"/>
                <w:szCs w:val="22"/>
              </w:rPr>
            </w:pPr>
            <w:r w:rsidRPr="001A7B4B">
              <w:rPr>
                <w:rFonts w:cs="Arial"/>
                <w:b w:val="0"/>
                <w:color w:val="auto"/>
                <w:szCs w:val="22"/>
              </w:rPr>
              <w:t>Examples of cisterns</w:t>
            </w:r>
          </w:p>
          <w:p w14:paraId="43762D01" w14:textId="77777777" w:rsidR="00933B00" w:rsidRPr="001A7B4B" w:rsidRDefault="00933B00" w:rsidP="002F2F8A">
            <w:pPr>
              <w:pStyle w:val="Normalheadingblue"/>
              <w:spacing w:before="0" w:after="0"/>
              <w:rPr>
                <w:rFonts w:cs="Arial"/>
                <w:b w:val="0"/>
                <w:color w:val="auto"/>
                <w:szCs w:val="22"/>
              </w:rPr>
            </w:pPr>
            <w:r w:rsidRPr="001A7B4B">
              <w:rPr>
                <w:rFonts w:cs="Arial"/>
                <w:b w:val="0"/>
                <w:color w:val="auto"/>
                <w:szCs w:val="22"/>
              </w:rPr>
              <w:t>Examples of ‘Bylaw 30’ components</w:t>
            </w:r>
          </w:p>
          <w:p w14:paraId="27A964AB" w14:textId="77777777" w:rsidR="00933B00" w:rsidRPr="001A7B4B" w:rsidRDefault="00933B00" w:rsidP="002F2F8A">
            <w:pPr>
              <w:pStyle w:val="Normalheadingblue"/>
              <w:spacing w:before="0" w:after="0"/>
              <w:rPr>
                <w:rFonts w:cs="Arial"/>
                <w:b w:val="0"/>
                <w:color w:val="auto"/>
                <w:szCs w:val="22"/>
              </w:rPr>
            </w:pPr>
            <w:r w:rsidRPr="001A7B4B">
              <w:rPr>
                <w:rFonts w:cs="Arial"/>
                <w:b w:val="0"/>
                <w:color w:val="auto"/>
                <w:szCs w:val="22"/>
              </w:rPr>
              <w:t>Tank connection fittings</w:t>
            </w:r>
          </w:p>
          <w:p w14:paraId="2887BDC7" w14:textId="77777777" w:rsidR="00933B00" w:rsidRPr="001A7B4B" w:rsidRDefault="00933B00" w:rsidP="002F2F8A">
            <w:pPr>
              <w:pStyle w:val="Normalheadingblue"/>
              <w:spacing w:before="0" w:after="0"/>
              <w:rPr>
                <w:rFonts w:cs="Arial"/>
                <w:b w:val="0"/>
                <w:color w:val="auto"/>
                <w:szCs w:val="22"/>
              </w:rPr>
            </w:pPr>
            <w:r w:rsidRPr="001A7B4B">
              <w:rPr>
                <w:rFonts w:cs="Arial"/>
                <w:b w:val="0"/>
                <w:color w:val="auto"/>
                <w:szCs w:val="22"/>
              </w:rPr>
              <w:t>Float operated valves</w:t>
            </w:r>
          </w:p>
          <w:p w14:paraId="7A8843F8" w14:textId="77777777" w:rsidR="00933B00" w:rsidRPr="001A7B4B" w:rsidRDefault="00933B00" w:rsidP="002F2F8A">
            <w:pPr>
              <w:pStyle w:val="Normalheadingblue"/>
              <w:spacing w:before="0" w:after="0"/>
              <w:rPr>
                <w:rFonts w:cs="Arial"/>
                <w:b w:val="0"/>
                <w:color w:val="auto"/>
                <w:szCs w:val="22"/>
              </w:rPr>
            </w:pPr>
            <w:r w:rsidRPr="001A7B4B">
              <w:rPr>
                <w:rFonts w:cs="Arial"/>
                <w:b w:val="0"/>
                <w:color w:val="auto"/>
                <w:szCs w:val="22"/>
              </w:rPr>
              <w:t>Thermometers</w:t>
            </w:r>
          </w:p>
          <w:p w14:paraId="58A488A3" w14:textId="77777777" w:rsidR="00933B00" w:rsidRPr="001A7B4B" w:rsidRDefault="00933B00" w:rsidP="002F2F8A">
            <w:pPr>
              <w:pStyle w:val="Normalheadingblue"/>
              <w:spacing w:before="0" w:after="0"/>
              <w:rPr>
                <w:rFonts w:cs="Arial"/>
                <w:b w:val="0"/>
                <w:color w:val="auto"/>
                <w:szCs w:val="22"/>
              </w:rPr>
            </w:pPr>
            <w:r w:rsidRPr="001A7B4B">
              <w:rPr>
                <w:rFonts w:cs="Arial"/>
                <w:b w:val="0"/>
                <w:color w:val="auto"/>
                <w:szCs w:val="22"/>
              </w:rPr>
              <w:t>Tape measures</w:t>
            </w:r>
          </w:p>
          <w:p w14:paraId="3B1AC5AF" w14:textId="77777777" w:rsidR="00933B00" w:rsidRPr="001A7B4B" w:rsidRDefault="00933B00" w:rsidP="002F2F8A">
            <w:pPr>
              <w:pStyle w:val="Normalheadingblue"/>
              <w:spacing w:before="0" w:after="0"/>
              <w:rPr>
                <w:rFonts w:cs="Arial"/>
                <w:b w:val="0"/>
                <w:color w:val="auto"/>
                <w:szCs w:val="22"/>
              </w:rPr>
            </w:pPr>
            <w:r w:rsidRPr="001A7B4B">
              <w:rPr>
                <w:rFonts w:cs="Arial"/>
                <w:b w:val="0"/>
                <w:color w:val="auto"/>
                <w:szCs w:val="22"/>
              </w:rPr>
              <w:t>Drill and hole cutter</w:t>
            </w:r>
          </w:p>
          <w:p w14:paraId="0D1E96B4" w14:textId="77777777" w:rsidR="00933B00" w:rsidRPr="001A7B4B" w:rsidRDefault="00933B00" w:rsidP="002F2F8A">
            <w:pPr>
              <w:pStyle w:val="Normalheadingblue"/>
              <w:spacing w:before="0" w:after="0"/>
              <w:rPr>
                <w:rFonts w:cs="Arial"/>
                <w:b w:val="0"/>
                <w:color w:val="auto"/>
                <w:szCs w:val="22"/>
              </w:rPr>
            </w:pPr>
            <w:r w:rsidRPr="001A7B4B">
              <w:rPr>
                <w:rFonts w:cs="Arial"/>
                <w:b w:val="0"/>
                <w:color w:val="auto"/>
                <w:szCs w:val="22"/>
              </w:rPr>
              <w:t>Worksheet</w:t>
            </w:r>
          </w:p>
          <w:p w14:paraId="69883FD8" w14:textId="77777777" w:rsidR="00933B00" w:rsidRPr="001A7B4B" w:rsidRDefault="00933B00" w:rsidP="002F2F8A">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2B06341C" w14:textId="77777777" w:rsidR="00DD207A" w:rsidRDefault="008A57D2">
            <w:r>
              <w:lastRenderedPageBreak/>
              <w:t>Cut holes in cistern</w:t>
            </w:r>
            <w:r>
              <w:br/>
            </w:r>
            <w:r>
              <w:br/>
              <w:t>Make connection to cistern</w:t>
            </w:r>
            <w:r>
              <w:br/>
            </w:r>
            <w:r>
              <w:br/>
              <w:t>Complete worksheet tasks</w:t>
            </w:r>
            <w:r>
              <w:br/>
              <w:t>Maths skills (measurement, scale, calculation, costing)</w:t>
            </w:r>
          </w:p>
        </w:tc>
      </w:tr>
      <w:tr w:rsidR="00531CBA" w:rsidRPr="00634DF8" w14:paraId="2A1158A0"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1FC53AB7" w14:textId="77777777" w:rsidR="00531CBA" w:rsidRDefault="00933B00" w:rsidP="00D87D5C">
            <w:pPr>
              <w:jc w:val="center"/>
              <w:rPr>
                <w:rFonts w:cs="Arial"/>
                <w:szCs w:val="22"/>
              </w:rPr>
            </w:pPr>
            <w:r>
              <w:rPr>
                <w:rFonts w:cs="Arial"/>
                <w:szCs w:val="22"/>
              </w:rPr>
              <w:t>77</w:t>
            </w:r>
          </w:p>
          <w:p w14:paraId="6C6A2F42" w14:textId="77777777" w:rsidR="00933B00" w:rsidRDefault="00933B00" w:rsidP="00D87D5C">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40A3DA55" w14:textId="77777777" w:rsidR="00656655" w:rsidRPr="001A7B4B" w:rsidRDefault="00656655" w:rsidP="00656655">
            <w:pPr>
              <w:pStyle w:val="Normalheadingblack"/>
              <w:rPr>
                <w:rFonts w:cs="Arial"/>
                <w:lang w:eastAsia="en-GB"/>
              </w:rPr>
            </w:pPr>
            <w:r w:rsidRPr="001A7B4B">
              <w:rPr>
                <w:rFonts w:cs="Arial"/>
                <w:lang w:eastAsia="en-GB"/>
              </w:rPr>
              <w:t>Outcome 1 – Plumbing and heating common knowledge criteria</w:t>
            </w:r>
          </w:p>
          <w:p w14:paraId="68FBC352" w14:textId="77777777" w:rsidR="00531CBA" w:rsidRPr="001A7B4B" w:rsidRDefault="00531CBA" w:rsidP="00D87D5C">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1D8115D4" w14:textId="77777777" w:rsidR="00656655" w:rsidRPr="001A7B4B" w:rsidRDefault="00656655" w:rsidP="00656655">
            <w:pPr>
              <w:pStyle w:val="Normalheadingblack"/>
              <w:rPr>
                <w:rFonts w:cs="Arial"/>
                <w:b w:val="0"/>
                <w:szCs w:val="22"/>
              </w:rPr>
            </w:pPr>
            <w:r w:rsidRPr="001A7B4B">
              <w:rPr>
                <w:rFonts w:cs="Arial"/>
                <w:b w:val="0"/>
                <w:szCs w:val="22"/>
              </w:rPr>
              <w:lastRenderedPageBreak/>
              <w:t>K1.7 Plumbing and heating systems</w:t>
            </w:r>
          </w:p>
          <w:p w14:paraId="7C2F3536" w14:textId="77777777" w:rsidR="00531CBA" w:rsidRPr="001A7B4B" w:rsidRDefault="00531CBA" w:rsidP="00D87D5C">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7968A258" w14:textId="76C280D5" w:rsidR="00B04A45" w:rsidRPr="001A7B4B" w:rsidRDefault="00B04A45" w:rsidP="008A4C35">
            <w:pPr>
              <w:pStyle w:val="Normalheadingblue"/>
              <w:spacing w:before="0" w:after="0"/>
              <w:rPr>
                <w:rFonts w:cs="Arial"/>
                <w:color w:val="auto"/>
                <w:szCs w:val="22"/>
              </w:rPr>
            </w:pPr>
            <w:r w:rsidRPr="001A7B4B">
              <w:rPr>
                <w:rFonts w:cs="Arial"/>
                <w:color w:val="auto"/>
                <w:szCs w:val="22"/>
              </w:rPr>
              <w:t>Activity:</w:t>
            </w:r>
          </w:p>
          <w:p w14:paraId="3E291616" w14:textId="77777777" w:rsidR="00B04A45" w:rsidRPr="001A7B4B" w:rsidRDefault="00B04A45" w:rsidP="008A4C35">
            <w:pPr>
              <w:pStyle w:val="Normalheadingblue"/>
              <w:spacing w:before="0" w:after="0"/>
              <w:rPr>
                <w:rFonts w:cs="Arial"/>
                <w:color w:val="auto"/>
                <w:szCs w:val="22"/>
              </w:rPr>
            </w:pPr>
            <w:r w:rsidRPr="001A7B4B">
              <w:rPr>
                <w:rFonts w:cs="Arial"/>
                <w:color w:val="auto"/>
                <w:szCs w:val="22"/>
              </w:rPr>
              <w:t>Starter task example:</w:t>
            </w:r>
          </w:p>
          <w:p w14:paraId="4941173E" w14:textId="78C00A86" w:rsidR="00656655" w:rsidRPr="001A7B4B" w:rsidRDefault="00656655" w:rsidP="008A4C35">
            <w:pPr>
              <w:pStyle w:val="Normalheadingblue"/>
              <w:spacing w:before="0" w:after="0"/>
              <w:rPr>
                <w:rFonts w:cs="Arial"/>
                <w:b w:val="0"/>
                <w:color w:val="auto"/>
                <w:szCs w:val="22"/>
              </w:rPr>
            </w:pPr>
            <w:r w:rsidRPr="001A7B4B">
              <w:rPr>
                <w:rFonts w:cs="Arial"/>
                <w:b w:val="0"/>
                <w:color w:val="auto"/>
                <w:szCs w:val="22"/>
              </w:rPr>
              <w:t xml:space="preserve">Introduce website of the day – show useful links to plumbing related content for </w:t>
            </w:r>
            <w:r w:rsidR="00F502C8" w:rsidRPr="001A7B4B">
              <w:rPr>
                <w:rFonts w:cs="Arial"/>
                <w:b w:val="0"/>
                <w:color w:val="auto"/>
                <w:szCs w:val="22"/>
              </w:rPr>
              <w:t>students</w:t>
            </w:r>
            <w:r w:rsidRPr="001A7B4B">
              <w:rPr>
                <w:rFonts w:cs="Arial"/>
                <w:b w:val="0"/>
                <w:color w:val="auto"/>
                <w:szCs w:val="22"/>
              </w:rPr>
              <w:t xml:space="preserve"> to use during study</w:t>
            </w:r>
          </w:p>
          <w:p w14:paraId="612589C7" w14:textId="77777777" w:rsidR="00656655" w:rsidRPr="001A7B4B" w:rsidRDefault="00656655" w:rsidP="008A4C35">
            <w:pPr>
              <w:pStyle w:val="Normalheadingblue"/>
              <w:spacing w:before="0" w:after="0"/>
              <w:rPr>
                <w:rFonts w:cs="Arial"/>
                <w:b w:val="0"/>
                <w:color w:val="auto"/>
                <w:szCs w:val="22"/>
              </w:rPr>
            </w:pPr>
          </w:p>
          <w:p w14:paraId="7823727A" w14:textId="72D1E1A6" w:rsidR="00B04A45" w:rsidRPr="001A7B4B" w:rsidRDefault="00B04A45" w:rsidP="008A4C35">
            <w:pPr>
              <w:pStyle w:val="Normalheadingblue"/>
              <w:spacing w:before="0" w:after="0"/>
              <w:rPr>
                <w:rFonts w:cs="Arial"/>
                <w:color w:val="auto"/>
                <w:szCs w:val="22"/>
              </w:rPr>
            </w:pPr>
            <w:r w:rsidRPr="001A7B4B">
              <w:rPr>
                <w:rFonts w:cs="Arial"/>
                <w:color w:val="auto"/>
                <w:szCs w:val="22"/>
              </w:rPr>
              <w:t>Delivery</w:t>
            </w:r>
            <w:r w:rsidR="008A4C35" w:rsidRPr="001A7B4B">
              <w:rPr>
                <w:rFonts w:cs="Arial"/>
                <w:color w:val="auto"/>
                <w:szCs w:val="22"/>
              </w:rPr>
              <w:t xml:space="preserve"> focus</w:t>
            </w:r>
            <w:r w:rsidRPr="001A7B4B">
              <w:rPr>
                <w:rFonts w:cs="Arial"/>
                <w:color w:val="auto"/>
                <w:szCs w:val="22"/>
              </w:rPr>
              <w:t>:</w:t>
            </w:r>
          </w:p>
          <w:p w14:paraId="02EBB4B3" w14:textId="77777777" w:rsidR="00933B00" w:rsidRPr="001A7B4B" w:rsidRDefault="00933B00" w:rsidP="008A4C35">
            <w:pPr>
              <w:pStyle w:val="Default"/>
              <w:rPr>
                <w:b/>
                <w:color w:val="auto"/>
                <w:sz w:val="22"/>
                <w:szCs w:val="22"/>
              </w:rPr>
            </w:pPr>
            <w:r w:rsidRPr="001A7B4B">
              <w:rPr>
                <w:b/>
                <w:color w:val="auto"/>
                <w:sz w:val="22"/>
                <w:szCs w:val="22"/>
              </w:rPr>
              <w:t>Cold water components - boosted system components Including:</w:t>
            </w:r>
          </w:p>
          <w:p w14:paraId="277FEC9A" w14:textId="77777777" w:rsidR="00933B00" w:rsidRPr="001A7B4B" w:rsidRDefault="00933B00" w:rsidP="002C017C">
            <w:pPr>
              <w:pStyle w:val="Default"/>
              <w:numPr>
                <w:ilvl w:val="0"/>
                <w:numId w:val="30"/>
              </w:numPr>
              <w:rPr>
                <w:color w:val="auto"/>
                <w:sz w:val="22"/>
                <w:szCs w:val="22"/>
              </w:rPr>
            </w:pPr>
            <w:r w:rsidRPr="001A7B4B">
              <w:rPr>
                <w:color w:val="auto"/>
                <w:sz w:val="22"/>
                <w:szCs w:val="22"/>
              </w:rPr>
              <w:t>Delayed action FOV</w:t>
            </w:r>
          </w:p>
          <w:p w14:paraId="71A4A4EA" w14:textId="77777777" w:rsidR="00933B00" w:rsidRPr="001A7B4B" w:rsidRDefault="00933B00" w:rsidP="002C017C">
            <w:pPr>
              <w:pStyle w:val="Default"/>
              <w:numPr>
                <w:ilvl w:val="0"/>
                <w:numId w:val="30"/>
              </w:numPr>
              <w:rPr>
                <w:color w:val="auto"/>
                <w:sz w:val="22"/>
                <w:szCs w:val="22"/>
              </w:rPr>
            </w:pPr>
            <w:r w:rsidRPr="001A7B4B">
              <w:rPr>
                <w:color w:val="auto"/>
                <w:sz w:val="22"/>
                <w:szCs w:val="22"/>
              </w:rPr>
              <w:t>Buffer vessel and accumulators</w:t>
            </w:r>
          </w:p>
          <w:p w14:paraId="5457951A" w14:textId="77777777" w:rsidR="00933B00" w:rsidRPr="001A7B4B" w:rsidRDefault="00933B00" w:rsidP="002C017C">
            <w:pPr>
              <w:pStyle w:val="Default"/>
              <w:numPr>
                <w:ilvl w:val="0"/>
                <w:numId w:val="30"/>
              </w:numPr>
              <w:rPr>
                <w:color w:val="auto"/>
                <w:sz w:val="22"/>
                <w:szCs w:val="22"/>
              </w:rPr>
            </w:pPr>
            <w:r w:rsidRPr="001A7B4B">
              <w:rPr>
                <w:color w:val="auto"/>
                <w:sz w:val="22"/>
                <w:szCs w:val="22"/>
              </w:rPr>
              <w:t>Low and high level float switches</w:t>
            </w:r>
          </w:p>
          <w:p w14:paraId="3EFFD618" w14:textId="77777777" w:rsidR="00933B00" w:rsidRPr="001A7B4B" w:rsidRDefault="00656655" w:rsidP="002C017C">
            <w:pPr>
              <w:pStyle w:val="Default"/>
              <w:numPr>
                <w:ilvl w:val="0"/>
                <w:numId w:val="30"/>
              </w:numPr>
              <w:rPr>
                <w:color w:val="auto"/>
                <w:sz w:val="22"/>
                <w:szCs w:val="22"/>
              </w:rPr>
            </w:pPr>
            <w:r w:rsidRPr="001A7B4B">
              <w:rPr>
                <w:color w:val="auto"/>
                <w:sz w:val="22"/>
                <w:szCs w:val="22"/>
              </w:rPr>
              <w:t>Pressure transducer</w:t>
            </w:r>
          </w:p>
          <w:p w14:paraId="77C533C7" w14:textId="77777777" w:rsidR="00656655" w:rsidRPr="001A7B4B" w:rsidRDefault="00656655" w:rsidP="002C017C">
            <w:pPr>
              <w:pStyle w:val="Default"/>
              <w:numPr>
                <w:ilvl w:val="0"/>
                <w:numId w:val="30"/>
              </w:numPr>
              <w:rPr>
                <w:color w:val="auto"/>
                <w:sz w:val="22"/>
                <w:szCs w:val="22"/>
              </w:rPr>
            </w:pPr>
            <w:r w:rsidRPr="001A7B4B">
              <w:rPr>
                <w:color w:val="auto"/>
                <w:sz w:val="22"/>
                <w:szCs w:val="22"/>
              </w:rPr>
              <w:t>Pressure switches</w:t>
            </w:r>
          </w:p>
          <w:p w14:paraId="63604A0F" w14:textId="77777777" w:rsidR="00656655" w:rsidRPr="001A7B4B" w:rsidRDefault="00656655" w:rsidP="002C017C">
            <w:pPr>
              <w:pStyle w:val="Default"/>
              <w:numPr>
                <w:ilvl w:val="0"/>
                <w:numId w:val="30"/>
              </w:numPr>
              <w:rPr>
                <w:color w:val="auto"/>
                <w:sz w:val="22"/>
                <w:szCs w:val="22"/>
              </w:rPr>
            </w:pPr>
            <w:r w:rsidRPr="001A7B4B">
              <w:rPr>
                <w:color w:val="auto"/>
                <w:sz w:val="22"/>
                <w:szCs w:val="22"/>
              </w:rPr>
              <w:t>Tutor to distribute a range of components as listed and examine their operation, use and location as a group.</w:t>
            </w:r>
          </w:p>
          <w:p w14:paraId="00060987" w14:textId="67D9B5F0" w:rsidR="00656655" w:rsidRPr="001A7B4B" w:rsidRDefault="00656655" w:rsidP="002C017C">
            <w:pPr>
              <w:pStyle w:val="Default"/>
              <w:numPr>
                <w:ilvl w:val="0"/>
                <w:numId w:val="30"/>
              </w:numPr>
              <w:rPr>
                <w:color w:val="auto"/>
                <w:sz w:val="22"/>
                <w:szCs w:val="22"/>
              </w:rPr>
            </w:pPr>
            <w:r w:rsidRPr="001A7B4B">
              <w:rPr>
                <w:color w:val="auto"/>
                <w:sz w:val="22"/>
                <w:szCs w:val="22"/>
              </w:rPr>
              <w:t xml:space="preserve">List and discuss the purpose of each and </w:t>
            </w:r>
            <w:r w:rsidR="00F502C8" w:rsidRPr="001A7B4B">
              <w:rPr>
                <w:color w:val="auto"/>
                <w:sz w:val="22"/>
                <w:szCs w:val="22"/>
              </w:rPr>
              <w:t>students</w:t>
            </w:r>
            <w:r w:rsidRPr="001A7B4B">
              <w:rPr>
                <w:color w:val="auto"/>
                <w:sz w:val="22"/>
                <w:szCs w:val="22"/>
              </w:rPr>
              <w:t xml:space="preserve"> to make notes and take part in discussions.</w:t>
            </w:r>
          </w:p>
          <w:p w14:paraId="02A83EFD" w14:textId="77777777" w:rsidR="00656655" w:rsidRPr="001A7B4B" w:rsidRDefault="00656655" w:rsidP="002C017C">
            <w:pPr>
              <w:pStyle w:val="Default"/>
              <w:numPr>
                <w:ilvl w:val="0"/>
                <w:numId w:val="30"/>
              </w:numPr>
              <w:rPr>
                <w:color w:val="auto"/>
                <w:sz w:val="22"/>
                <w:szCs w:val="22"/>
              </w:rPr>
            </w:pPr>
            <w:r w:rsidRPr="001A7B4B">
              <w:rPr>
                <w:color w:val="auto"/>
                <w:sz w:val="22"/>
                <w:szCs w:val="22"/>
              </w:rPr>
              <w:t>Show how the electrical components create continuity through the switch using a multimeter</w:t>
            </w:r>
          </w:p>
          <w:p w14:paraId="0B851335" w14:textId="77777777" w:rsidR="00B04A45" w:rsidRPr="001A7B4B" w:rsidRDefault="00B04A45" w:rsidP="008A4C35">
            <w:pPr>
              <w:pStyle w:val="Default"/>
              <w:rPr>
                <w:color w:val="auto"/>
                <w:sz w:val="22"/>
                <w:szCs w:val="22"/>
              </w:rPr>
            </w:pPr>
          </w:p>
          <w:p w14:paraId="0B3E883B" w14:textId="545CAFA9" w:rsidR="00B04A45" w:rsidRPr="001A7B4B" w:rsidRDefault="00B04A45" w:rsidP="008A4C35">
            <w:pPr>
              <w:pStyle w:val="Normalheadingblue"/>
              <w:spacing w:before="0" w:after="0"/>
              <w:rPr>
                <w:rFonts w:cs="Arial"/>
                <w:color w:val="auto"/>
                <w:szCs w:val="22"/>
              </w:rPr>
            </w:pPr>
            <w:r w:rsidRPr="001A7B4B">
              <w:rPr>
                <w:rFonts w:cs="Arial"/>
                <w:color w:val="auto"/>
                <w:szCs w:val="22"/>
              </w:rPr>
              <w:t xml:space="preserve">Knowledge </w:t>
            </w:r>
            <w:r w:rsidR="008A4C35" w:rsidRPr="001A7B4B">
              <w:rPr>
                <w:rFonts w:cs="Arial"/>
                <w:color w:val="auto"/>
                <w:szCs w:val="22"/>
              </w:rPr>
              <w:t>C</w:t>
            </w:r>
            <w:r w:rsidRPr="001A7B4B">
              <w:rPr>
                <w:rFonts w:cs="Arial"/>
                <w:color w:val="auto"/>
                <w:szCs w:val="22"/>
              </w:rPr>
              <w:t>heck example:</w:t>
            </w:r>
          </w:p>
          <w:p w14:paraId="78FCF4A6" w14:textId="77777777" w:rsidR="00656655" w:rsidRPr="001A7B4B" w:rsidRDefault="00656655" w:rsidP="008A4C35">
            <w:pPr>
              <w:pStyle w:val="Normalheadingblue"/>
              <w:spacing w:before="0" w:after="0"/>
              <w:rPr>
                <w:rFonts w:cs="Arial"/>
                <w:b w:val="0"/>
                <w:color w:val="auto"/>
                <w:szCs w:val="22"/>
              </w:rPr>
            </w:pPr>
            <w:r w:rsidRPr="001A7B4B">
              <w:rPr>
                <w:rFonts w:cs="Arial"/>
                <w:b w:val="0"/>
                <w:color w:val="auto"/>
                <w:szCs w:val="22"/>
              </w:rPr>
              <w:t>Match component description to component name in matching card task.</w:t>
            </w:r>
          </w:p>
          <w:p w14:paraId="1B427B50" w14:textId="77777777" w:rsidR="00656655" w:rsidRPr="001A7B4B" w:rsidRDefault="00656655" w:rsidP="008A4C35">
            <w:pPr>
              <w:pStyle w:val="Normalheadingblue"/>
              <w:spacing w:before="0" w:after="0"/>
              <w:rPr>
                <w:rFonts w:cs="Arial"/>
                <w:b w:val="0"/>
                <w:color w:val="auto"/>
                <w:szCs w:val="22"/>
              </w:rPr>
            </w:pPr>
          </w:p>
          <w:p w14:paraId="608168D4" w14:textId="77777777" w:rsidR="00B04A45" w:rsidRPr="001A7B4B" w:rsidRDefault="00B04A45" w:rsidP="008A4C35">
            <w:pPr>
              <w:pStyle w:val="Normalheadingblue"/>
              <w:spacing w:before="0" w:after="0"/>
              <w:rPr>
                <w:rFonts w:cs="Arial"/>
                <w:color w:val="auto"/>
                <w:szCs w:val="22"/>
              </w:rPr>
            </w:pPr>
            <w:r w:rsidRPr="001A7B4B">
              <w:rPr>
                <w:rFonts w:cs="Arial"/>
                <w:color w:val="auto"/>
                <w:szCs w:val="22"/>
              </w:rPr>
              <w:t>Resources:</w:t>
            </w:r>
          </w:p>
          <w:p w14:paraId="5F9F72C4" w14:textId="77777777" w:rsidR="00656655" w:rsidRPr="001A7B4B" w:rsidRDefault="00656655" w:rsidP="008A4C35">
            <w:pPr>
              <w:pStyle w:val="Normalheadingblue"/>
              <w:spacing w:before="0" w:after="0"/>
              <w:rPr>
                <w:rFonts w:cs="Arial"/>
                <w:b w:val="0"/>
                <w:color w:val="auto"/>
                <w:szCs w:val="22"/>
              </w:rPr>
            </w:pPr>
            <w:r w:rsidRPr="001A7B4B">
              <w:rPr>
                <w:rFonts w:cs="Arial"/>
                <w:b w:val="0"/>
                <w:color w:val="auto"/>
                <w:szCs w:val="22"/>
              </w:rPr>
              <w:t>Examples of listed components</w:t>
            </w:r>
          </w:p>
          <w:p w14:paraId="0302BCAC" w14:textId="77777777" w:rsidR="00656655" w:rsidRPr="001A7B4B" w:rsidRDefault="00656655" w:rsidP="008A4C35">
            <w:pPr>
              <w:pStyle w:val="Normalheadingblue"/>
              <w:spacing w:before="0" w:after="0"/>
              <w:rPr>
                <w:rFonts w:cs="Arial"/>
                <w:b w:val="0"/>
                <w:color w:val="auto"/>
                <w:szCs w:val="22"/>
              </w:rPr>
            </w:pPr>
            <w:r w:rsidRPr="001A7B4B">
              <w:rPr>
                <w:rFonts w:cs="Arial"/>
                <w:b w:val="0"/>
                <w:color w:val="auto"/>
                <w:szCs w:val="22"/>
              </w:rPr>
              <w:t>Test equipment such as multimeter</w:t>
            </w:r>
          </w:p>
          <w:p w14:paraId="1B0CC271" w14:textId="77777777" w:rsidR="00656655" w:rsidRPr="001A7B4B" w:rsidRDefault="00656655" w:rsidP="008A4C35">
            <w:pPr>
              <w:pStyle w:val="Normalheadingblue"/>
              <w:spacing w:before="0" w:after="0"/>
              <w:rPr>
                <w:rFonts w:cs="Arial"/>
                <w:b w:val="0"/>
                <w:color w:val="auto"/>
                <w:szCs w:val="22"/>
              </w:rPr>
            </w:pPr>
            <w:r w:rsidRPr="001A7B4B">
              <w:rPr>
                <w:rFonts w:cs="Arial"/>
                <w:b w:val="0"/>
                <w:color w:val="auto"/>
                <w:szCs w:val="22"/>
              </w:rPr>
              <w:t>Matching titles and role cards</w:t>
            </w:r>
          </w:p>
          <w:p w14:paraId="429F3F2A" w14:textId="77777777" w:rsidR="00531CBA" w:rsidRPr="001A7B4B" w:rsidRDefault="00531CBA" w:rsidP="008A4C35">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7247082B" w14:textId="77777777" w:rsidR="00DD207A" w:rsidRDefault="008A57D2">
            <w:r>
              <w:lastRenderedPageBreak/>
              <w:t>Q&amp;A</w:t>
            </w:r>
            <w:r>
              <w:br/>
            </w:r>
            <w:r>
              <w:br/>
              <w:t>Matching title and role card task</w:t>
            </w:r>
            <w:r>
              <w:br/>
            </w:r>
            <w:r>
              <w:lastRenderedPageBreak/>
              <w:t>English skills (reading, writing, technical vocabulary)</w:t>
            </w:r>
          </w:p>
        </w:tc>
      </w:tr>
      <w:tr w:rsidR="003961C6" w:rsidRPr="00634DF8" w14:paraId="3AFAE438"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7681C777" w14:textId="77777777" w:rsidR="003961C6" w:rsidRDefault="003961C6" w:rsidP="003961C6">
            <w:pPr>
              <w:jc w:val="center"/>
              <w:rPr>
                <w:rFonts w:cs="Arial"/>
                <w:szCs w:val="22"/>
              </w:rPr>
            </w:pPr>
            <w:r>
              <w:rPr>
                <w:rFonts w:cs="Arial"/>
                <w:szCs w:val="22"/>
              </w:rPr>
              <w:lastRenderedPageBreak/>
              <w:t>78</w:t>
            </w:r>
          </w:p>
          <w:p w14:paraId="46D661AA" w14:textId="77777777" w:rsidR="003961C6" w:rsidRDefault="003961C6" w:rsidP="003961C6">
            <w:pPr>
              <w:jc w:val="center"/>
              <w:rPr>
                <w:rFonts w:cs="Arial"/>
                <w:szCs w:val="22"/>
              </w:rPr>
            </w:pPr>
            <w:r>
              <w:rPr>
                <w:rFonts w:cs="Arial"/>
                <w:szCs w:val="22"/>
              </w:rPr>
              <w:lastRenderedPageBreak/>
              <w:t>3 hours</w:t>
            </w:r>
          </w:p>
          <w:p w14:paraId="6BCE1C29" w14:textId="09AE1172" w:rsidR="005C00D2" w:rsidRDefault="005C00D2" w:rsidP="003961C6">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5D1B3B84" w14:textId="77777777" w:rsidR="003961C6" w:rsidRPr="001A7B4B" w:rsidRDefault="003961C6" w:rsidP="003961C6">
            <w:pPr>
              <w:pStyle w:val="Normalheadingblack"/>
              <w:rPr>
                <w:rFonts w:cs="Arial"/>
                <w:lang w:eastAsia="en-GB"/>
              </w:rPr>
            </w:pPr>
            <w:r w:rsidRPr="001A7B4B">
              <w:rPr>
                <w:rFonts w:cs="Arial"/>
                <w:lang w:eastAsia="en-GB"/>
              </w:rPr>
              <w:lastRenderedPageBreak/>
              <w:t xml:space="preserve">Outcome 1 – Plumbing and </w:t>
            </w:r>
            <w:r w:rsidRPr="001A7B4B">
              <w:rPr>
                <w:rFonts w:cs="Arial"/>
                <w:lang w:eastAsia="en-GB"/>
              </w:rPr>
              <w:lastRenderedPageBreak/>
              <w:t>heating common knowledge criteria</w:t>
            </w:r>
          </w:p>
          <w:p w14:paraId="78C72312" w14:textId="77777777" w:rsidR="003961C6" w:rsidRPr="001A7B4B" w:rsidRDefault="003961C6" w:rsidP="003961C6">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0A996DDE" w14:textId="77777777" w:rsidR="003961C6" w:rsidRPr="001A7B4B" w:rsidRDefault="003961C6" w:rsidP="003961C6">
            <w:pPr>
              <w:pStyle w:val="Normalheadingblack"/>
              <w:rPr>
                <w:rFonts w:cs="Arial"/>
                <w:b w:val="0"/>
                <w:szCs w:val="22"/>
              </w:rPr>
            </w:pPr>
            <w:r w:rsidRPr="001A7B4B">
              <w:rPr>
                <w:rFonts w:cs="Arial"/>
                <w:b w:val="0"/>
                <w:szCs w:val="22"/>
              </w:rPr>
              <w:lastRenderedPageBreak/>
              <w:t>K1.7 Plumbing and heating systems</w:t>
            </w:r>
          </w:p>
          <w:p w14:paraId="3B1888BC" w14:textId="77777777" w:rsidR="003961C6" w:rsidRPr="001A7B4B" w:rsidRDefault="003961C6" w:rsidP="003961C6">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0754CB40" w14:textId="3AEF03D8" w:rsidR="003961C6" w:rsidRPr="001A7B4B" w:rsidRDefault="003961C6" w:rsidP="00663A88">
            <w:pPr>
              <w:pStyle w:val="Normalheadingblue"/>
              <w:spacing w:before="0" w:after="0"/>
              <w:rPr>
                <w:rFonts w:cs="Arial"/>
                <w:color w:val="auto"/>
                <w:szCs w:val="22"/>
              </w:rPr>
            </w:pPr>
            <w:r w:rsidRPr="001A7B4B">
              <w:rPr>
                <w:rFonts w:cs="Arial"/>
                <w:color w:val="auto"/>
                <w:szCs w:val="22"/>
              </w:rPr>
              <w:lastRenderedPageBreak/>
              <w:t>Activity:</w:t>
            </w:r>
          </w:p>
          <w:p w14:paraId="5B05FA84" w14:textId="77777777" w:rsidR="003961C6" w:rsidRPr="001A7B4B" w:rsidRDefault="003961C6" w:rsidP="00663A88">
            <w:pPr>
              <w:pStyle w:val="Normalheadingblue"/>
              <w:spacing w:before="0" w:after="0"/>
              <w:rPr>
                <w:rFonts w:cs="Arial"/>
                <w:color w:val="auto"/>
                <w:szCs w:val="22"/>
              </w:rPr>
            </w:pPr>
            <w:r w:rsidRPr="001A7B4B">
              <w:rPr>
                <w:rFonts w:cs="Arial"/>
                <w:color w:val="auto"/>
                <w:szCs w:val="22"/>
              </w:rPr>
              <w:t>Starter task example:</w:t>
            </w:r>
          </w:p>
          <w:p w14:paraId="0F687080" w14:textId="7E7353E0" w:rsidR="003961C6" w:rsidRPr="001A7B4B" w:rsidRDefault="003961C6" w:rsidP="00663A88">
            <w:pPr>
              <w:pStyle w:val="Normalheadingblue"/>
              <w:spacing w:before="0" w:after="0"/>
              <w:rPr>
                <w:rFonts w:cs="Arial"/>
                <w:b w:val="0"/>
                <w:color w:val="auto"/>
                <w:szCs w:val="22"/>
              </w:rPr>
            </w:pPr>
            <w:r w:rsidRPr="001A7B4B">
              <w:rPr>
                <w:rFonts w:cs="Arial"/>
                <w:b w:val="0"/>
                <w:color w:val="auto"/>
                <w:szCs w:val="22"/>
              </w:rPr>
              <w:lastRenderedPageBreak/>
              <w:t xml:space="preserve">Quick list task – ask </w:t>
            </w:r>
            <w:r w:rsidR="00F502C8" w:rsidRPr="001A7B4B">
              <w:rPr>
                <w:rFonts w:cs="Arial"/>
                <w:b w:val="0"/>
                <w:color w:val="auto"/>
                <w:szCs w:val="22"/>
              </w:rPr>
              <w:t>students</w:t>
            </w:r>
            <w:r w:rsidRPr="001A7B4B">
              <w:rPr>
                <w:rFonts w:cs="Arial"/>
                <w:b w:val="0"/>
                <w:color w:val="auto"/>
                <w:szCs w:val="22"/>
              </w:rPr>
              <w:t xml:space="preserve"> to list as many appliances as they can fitted in a dwelling requiring water and waste</w:t>
            </w:r>
            <w:r w:rsidR="00AE28D8" w:rsidRPr="001A7B4B">
              <w:rPr>
                <w:rFonts w:cs="Arial"/>
                <w:b w:val="0"/>
                <w:color w:val="auto"/>
                <w:szCs w:val="22"/>
              </w:rPr>
              <w:t>.</w:t>
            </w:r>
          </w:p>
          <w:p w14:paraId="3DA3604F" w14:textId="77777777" w:rsidR="00AE28D8" w:rsidRPr="001A7B4B" w:rsidRDefault="00AE28D8" w:rsidP="00663A88">
            <w:pPr>
              <w:pStyle w:val="Normalheadingblue"/>
              <w:spacing w:before="0" w:after="0"/>
              <w:rPr>
                <w:rFonts w:cs="Arial"/>
                <w:b w:val="0"/>
                <w:color w:val="auto"/>
                <w:szCs w:val="22"/>
              </w:rPr>
            </w:pPr>
          </w:p>
          <w:p w14:paraId="34B08A1C" w14:textId="2C28CEEE" w:rsidR="003961C6" w:rsidRPr="001A7B4B" w:rsidRDefault="003961C6" w:rsidP="00663A88">
            <w:pPr>
              <w:pStyle w:val="Normalheadingblue"/>
              <w:spacing w:before="0" w:after="0"/>
              <w:rPr>
                <w:rFonts w:cs="Arial"/>
                <w:color w:val="auto"/>
                <w:szCs w:val="22"/>
              </w:rPr>
            </w:pPr>
            <w:r w:rsidRPr="001A7B4B">
              <w:rPr>
                <w:rFonts w:cs="Arial"/>
                <w:color w:val="auto"/>
                <w:szCs w:val="22"/>
              </w:rPr>
              <w:t>Delivery</w:t>
            </w:r>
            <w:r w:rsidR="00AE28D8" w:rsidRPr="001A7B4B">
              <w:rPr>
                <w:rFonts w:cs="Arial"/>
                <w:color w:val="auto"/>
                <w:szCs w:val="22"/>
              </w:rPr>
              <w:t xml:space="preserve"> focus</w:t>
            </w:r>
            <w:r w:rsidRPr="001A7B4B">
              <w:rPr>
                <w:rFonts w:cs="Arial"/>
                <w:color w:val="auto"/>
                <w:szCs w:val="22"/>
              </w:rPr>
              <w:t>:</w:t>
            </w:r>
          </w:p>
          <w:p w14:paraId="73AF2312" w14:textId="575B5AED" w:rsidR="003961C6" w:rsidRPr="001A7B4B" w:rsidRDefault="003961C6" w:rsidP="00663A88">
            <w:pPr>
              <w:pStyle w:val="Default"/>
              <w:rPr>
                <w:color w:val="auto"/>
                <w:sz w:val="22"/>
                <w:szCs w:val="22"/>
              </w:rPr>
            </w:pPr>
            <w:r w:rsidRPr="001A7B4B">
              <w:rPr>
                <w:color w:val="auto"/>
                <w:sz w:val="22"/>
                <w:szCs w:val="22"/>
              </w:rPr>
              <w:t>Tutor to explain the use, location, installation requirements and operation</w:t>
            </w:r>
            <w:r w:rsidR="005A658F">
              <w:rPr>
                <w:color w:val="auto"/>
                <w:sz w:val="22"/>
                <w:szCs w:val="22"/>
              </w:rPr>
              <w:t xml:space="preserve"> of appliances</w:t>
            </w:r>
            <w:r w:rsidR="00D22D91">
              <w:rPr>
                <w:color w:val="auto"/>
                <w:sz w:val="22"/>
                <w:szCs w:val="22"/>
              </w:rPr>
              <w:t>,</w:t>
            </w:r>
            <w:r w:rsidRPr="001A7B4B">
              <w:rPr>
                <w:color w:val="auto"/>
                <w:sz w:val="22"/>
                <w:szCs w:val="22"/>
              </w:rPr>
              <w:t xml:space="preserve"> including:</w:t>
            </w:r>
          </w:p>
          <w:p w14:paraId="20E14DA5" w14:textId="77777777" w:rsidR="003961C6" w:rsidRPr="001A7B4B" w:rsidRDefault="003961C6" w:rsidP="002C017C">
            <w:pPr>
              <w:pStyle w:val="Default"/>
              <w:numPr>
                <w:ilvl w:val="0"/>
                <w:numId w:val="31"/>
              </w:numPr>
              <w:rPr>
                <w:color w:val="auto"/>
                <w:sz w:val="22"/>
                <w:szCs w:val="22"/>
              </w:rPr>
            </w:pPr>
            <w:r w:rsidRPr="001A7B4B">
              <w:rPr>
                <w:color w:val="auto"/>
                <w:sz w:val="22"/>
                <w:szCs w:val="22"/>
              </w:rPr>
              <w:t>Wash hand basins</w:t>
            </w:r>
          </w:p>
          <w:p w14:paraId="7E6C8030" w14:textId="77777777" w:rsidR="003961C6" w:rsidRPr="001A7B4B" w:rsidRDefault="003961C6" w:rsidP="002C017C">
            <w:pPr>
              <w:pStyle w:val="Default"/>
              <w:numPr>
                <w:ilvl w:val="0"/>
                <w:numId w:val="31"/>
              </w:numPr>
              <w:rPr>
                <w:color w:val="auto"/>
                <w:sz w:val="22"/>
                <w:szCs w:val="22"/>
              </w:rPr>
            </w:pPr>
            <w:r w:rsidRPr="001A7B4B">
              <w:rPr>
                <w:color w:val="auto"/>
                <w:sz w:val="22"/>
                <w:szCs w:val="22"/>
              </w:rPr>
              <w:t>Baths</w:t>
            </w:r>
          </w:p>
          <w:p w14:paraId="237EBC0F" w14:textId="77777777" w:rsidR="003961C6" w:rsidRPr="001A7B4B" w:rsidRDefault="003961C6" w:rsidP="002C017C">
            <w:pPr>
              <w:pStyle w:val="Default"/>
              <w:numPr>
                <w:ilvl w:val="0"/>
                <w:numId w:val="31"/>
              </w:numPr>
              <w:rPr>
                <w:color w:val="auto"/>
                <w:sz w:val="22"/>
                <w:szCs w:val="22"/>
              </w:rPr>
            </w:pPr>
            <w:r w:rsidRPr="001A7B4B">
              <w:rPr>
                <w:color w:val="auto"/>
                <w:sz w:val="22"/>
                <w:szCs w:val="22"/>
              </w:rPr>
              <w:t>Washing machines</w:t>
            </w:r>
          </w:p>
          <w:p w14:paraId="5001406C" w14:textId="77777777" w:rsidR="003961C6" w:rsidRPr="001A7B4B" w:rsidRDefault="003961C6" w:rsidP="002C017C">
            <w:pPr>
              <w:pStyle w:val="Default"/>
              <w:numPr>
                <w:ilvl w:val="0"/>
                <w:numId w:val="31"/>
              </w:numPr>
              <w:rPr>
                <w:color w:val="auto"/>
                <w:sz w:val="22"/>
                <w:szCs w:val="22"/>
              </w:rPr>
            </w:pPr>
            <w:r w:rsidRPr="001A7B4B">
              <w:rPr>
                <w:color w:val="auto"/>
                <w:sz w:val="22"/>
                <w:szCs w:val="22"/>
              </w:rPr>
              <w:t>Dishwashers</w:t>
            </w:r>
          </w:p>
          <w:p w14:paraId="5B11592F" w14:textId="77777777" w:rsidR="00672C8F" w:rsidRPr="001A7B4B" w:rsidRDefault="00672C8F" w:rsidP="002C017C">
            <w:pPr>
              <w:pStyle w:val="Default"/>
              <w:numPr>
                <w:ilvl w:val="0"/>
                <w:numId w:val="31"/>
              </w:numPr>
              <w:rPr>
                <w:color w:val="auto"/>
                <w:sz w:val="22"/>
                <w:szCs w:val="22"/>
              </w:rPr>
            </w:pPr>
            <w:r w:rsidRPr="001A7B4B">
              <w:rPr>
                <w:color w:val="auto"/>
                <w:sz w:val="22"/>
                <w:szCs w:val="22"/>
              </w:rPr>
              <w:t>Water fed fridges</w:t>
            </w:r>
          </w:p>
          <w:p w14:paraId="439733C5" w14:textId="77777777" w:rsidR="003961C6" w:rsidRPr="001A7B4B" w:rsidRDefault="003961C6" w:rsidP="002C017C">
            <w:pPr>
              <w:pStyle w:val="Default"/>
              <w:numPr>
                <w:ilvl w:val="0"/>
                <w:numId w:val="31"/>
              </w:numPr>
              <w:rPr>
                <w:color w:val="auto"/>
                <w:sz w:val="22"/>
                <w:szCs w:val="22"/>
              </w:rPr>
            </w:pPr>
            <w:r w:rsidRPr="001A7B4B">
              <w:rPr>
                <w:color w:val="auto"/>
                <w:sz w:val="22"/>
                <w:szCs w:val="22"/>
              </w:rPr>
              <w:t>Bidet</w:t>
            </w:r>
          </w:p>
          <w:p w14:paraId="1AA9E249" w14:textId="77777777" w:rsidR="003961C6" w:rsidRPr="001A7B4B" w:rsidRDefault="003961C6" w:rsidP="002C017C">
            <w:pPr>
              <w:pStyle w:val="Default"/>
              <w:numPr>
                <w:ilvl w:val="0"/>
                <w:numId w:val="31"/>
              </w:numPr>
              <w:rPr>
                <w:color w:val="auto"/>
                <w:sz w:val="22"/>
                <w:szCs w:val="22"/>
              </w:rPr>
            </w:pPr>
            <w:r w:rsidRPr="001A7B4B">
              <w:rPr>
                <w:color w:val="auto"/>
                <w:sz w:val="22"/>
                <w:szCs w:val="22"/>
              </w:rPr>
              <w:t>Showers</w:t>
            </w:r>
          </w:p>
          <w:p w14:paraId="025ADC92" w14:textId="3CE75ECF" w:rsidR="003961C6" w:rsidRPr="001A7B4B" w:rsidRDefault="003961C6" w:rsidP="002C017C">
            <w:pPr>
              <w:pStyle w:val="Default"/>
              <w:numPr>
                <w:ilvl w:val="0"/>
                <w:numId w:val="31"/>
              </w:numPr>
              <w:rPr>
                <w:color w:val="auto"/>
                <w:sz w:val="22"/>
                <w:szCs w:val="22"/>
              </w:rPr>
            </w:pPr>
            <w:r w:rsidRPr="001A7B4B">
              <w:rPr>
                <w:color w:val="auto"/>
                <w:sz w:val="22"/>
                <w:szCs w:val="22"/>
              </w:rPr>
              <w:t xml:space="preserve">Tutor to use </w:t>
            </w:r>
            <w:proofErr w:type="spellStart"/>
            <w:r w:rsidRPr="001A7B4B">
              <w:rPr>
                <w:color w:val="auto"/>
                <w:sz w:val="22"/>
                <w:szCs w:val="22"/>
              </w:rPr>
              <w:t>manufacturers</w:t>
            </w:r>
            <w:proofErr w:type="spellEnd"/>
            <w:r w:rsidRPr="001A7B4B">
              <w:rPr>
                <w:color w:val="auto"/>
                <w:sz w:val="22"/>
                <w:szCs w:val="22"/>
              </w:rPr>
              <w:t xml:space="preserve"> instructions and distribute copies for </w:t>
            </w:r>
            <w:r w:rsidR="00F502C8" w:rsidRPr="001A7B4B">
              <w:rPr>
                <w:color w:val="auto"/>
                <w:sz w:val="22"/>
                <w:szCs w:val="22"/>
              </w:rPr>
              <w:t>students</w:t>
            </w:r>
            <w:r w:rsidRPr="001A7B4B">
              <w:rPr>
                <w:color w:val="auto"/>
                <w:sz w:val="22"/>
                <w:szCs w:val="22"/>
              </w:rPr>
              <w:t xml:space="preserve"> to examine such as requirements for connection of washing machine.</w:t>
            </w:r>
          </w:p>
          <w:p w14:paraId="72CC7C8A" w14:textId="793F6CAC" w:rsidR="003961C6" w:rsidRPr="001A7B4B" w:rsidRDefault="003961C6" w:rsidP="002C017C">
            <w:pPr>
              <w:pStyle w:val="Default"/>
              <w:numPr>
                <w:ilvl w:val="0"/>
                <w:numId w:val="31"/>
              </w:numPr>
              <w:rPr>
                <w:color w:val="auto"/>
                <w:sz w:val="22"/>
                <w:szCs w:val="22"/>
              </w:rPr>
            </w:pPr>
            <w:r w:rsidRPr="001A7B4B">
              <w:rPr>
                <w:color w:val="auto"/>
                <w:sz w:val="22"/>
                <w:szCs w:val="22"/>
              </w:rPr>
              <w:t>Discuss the basic requirements for backflow prevention on these appliances</w:t>
            </w:r>
            <w:r w:rsidR="00B1020B">
              <w:rPr>
                <w:color w:val="auto"/>
                <w:sz w:val="22"/>
                <w:szCs w:val="22"/>
              </w:rPr>
              <w:t>.</w:t>
            </w:r>
          </w:p>
          <w:p w14:paraId="29D2C07C" w14:textId="1138F892" w:rsidR="003961C6" w:rsidRPr="001A7B4B" w:rsidRDefault="003961C6" w:rsidP="002C017C">
            <w:pPr>
              <w:pStyle w:val="Default"/>
              <w:numPr>
                <w:ilvl w:val="0"/>
                <w:numId w:val="31"/>
              </w:numPr>
              <w:rPr>
                <w:color w:val="auto"/>
                <w:sz w:val="22"/>
                <w:szCs w:val="22"/>
              </w:rPr>
            </w:pPr>
            <w:r w:rsidRPr="001A7B4B">
              <w:rPr>
                <w:color w:val="auto"/>
                <w:sz w:val="22"/>
                <w:szCs w:val="22"/>
              </w:rPr>
              <w:t>Show examples of installed appliances and how these are connected to water and waste</w:t>
            </w:r>
            <w:r w:rsidR="00B1020B">
              <w:rPr>
                <w:color w:val="auto"/>
                <w:sz w:val="22"/>
                <w:szCs w:val="22"/>
              </w:rPr>
              <w:t>.</w:t>
            </w:r>
          </w:p>
          <w:p w14:paraId="152F1351" w14:textId="77777777" w:rsidR="003961C6" w:rsidRPr="001A7B4B" w:rsidRDefault="003961C6" w:rsidP="00663A88">
            <w:pPr>
              <w:pStyle w:val="Default"/>
              <w:rPr>
                <w:color w:val="auto"/>
                <w:sz w:val="22"/>
                <w:szCs w:val="22"/>
              </w:rPr>
            </w:pPr>
          </w:p>
          <w:p w14:paraId="4A04BBBA" w14:textId="67037744" w:rsidR="003961C6" w:rsidRPr="001A7B4B" w:rsidRDefault="003961C6" w:rsidP="00663A88">
            <w:pPr>
              <w:pStyle w:val="Normalheadingblue"/>
              <w:spacing w:before="0" w:after="0"/>
              <w:rPr>
                <w:rFonts w:cs="Arial"/>
                <w:color w:val="auto"/>
                <w:szCs w:val="22"/>
              </w:rPr>
            </w:pPr>
            <w:r w:rsidRPr="001A7B4B">
              <w:rPr>
                <w:rFonts w:cs="Arial"/>
                <w:color w:val="auto"/>
                <w:szCs w:val="22"/>
              </w:rPr>
              <w:t xml:space="preserve">Knowledge </w:t>
            </w:r>
            <w:r w:rsidR="00AE28D8" w:rsidRPr="001A7B4B">
              <w:rPr>
                <w:rFonts w:cs="Arial"/>
                <w:color w:val="auto"/>
                <w:szCs w:val="22"/>
              </w:rPr>
              <w:t>C</w:t>
            </w:r>
            <w:r w:rsidRPr="001A7B4B">
              <w:rPr>
                <w:rFonts w:cs="Arial"/>
                <w:color w:val="auto"/>
                <w:szCs w:val="22"/>
              </w:rPr>
              <w:t>heck example:</w:t>
            </w:r>
          </w:p>
          <w:p w14:paraId="32A2BC57" w14:textId="01B0DDF3" w:rsidR="003961C6" w:rsidRPr="001A7B4B" w:rsidRDefault="003961C6" w:rsidP="00AE28D8">
            <w:pPr>
              <w:pStyle w:val="Normalheadingblue"/>
              <w:spacing w:before="0" w:after="0"/>
              <w:rPr>
                <w:rFonts w:cs="Arial"/>
                <w:b w:val="0"/>
                <w:color w:val="auto"/>
                <w:szCs w:val="22"/>
              </w:rPr>
            </w:pPr>
            <w:r w:rsidRPr="001A7B4B">
              <w:rPr>
                <w:rFonts w:cs="Arial"/>
                <w:b w:val="0"/>
                <w:color w:val="auto"/>
                <w:szCs w:val="22"/>
              </w:rPr>
              <w:t>MCQ knowledge check test to be completed individually before tutor led discussion of answers</w:t>
            </w:r>
            <w:r w:rsidR="00B1020B">
              <w:rPr>
                <w:rFonts w:cs="Arial"/>
                <w:b w:val="0"/>
                <w:color w:val="auto"/>
                <w:szCs w:val="22"/>
              </w:rPr>
              <w:t>.</w:t>
            </w:r>
          </w:p>
          <w:p w14:paraId="2820336B" w14:textId="77777777" w:rsidR="003961C6" w:rsidRPr="001A7B4B" w:rsidRDefault="003961C6" w:rsidP="00663A88">
            <w:pPr>
              <w:pStyle w:val="Normalheadingblue"/>
              <w:spacing w:before="0" w:after="0"/>
              <w:rPr>
                <w:rFonts w:cs="Arial"/>
                <w:color w:val="auto"/>
                <w:szCs w:val="22"/>
              </w:rPr>
            </w:pPr>
          </w:p>
          <w:p w14:paraId="7661533B" w14:textId="77777777" w:rsidR="003961C6" w:rsidRPr="001A7B4B" w:rsidRDefault="003961C6" w:rsidP="00663A88">
            <w:pPr>
              <w:pStyle w:val="Normalheadingblue"/>
              <w:spacing w:before="0" w:after="0"/>
              <w:rPr>
                <w:rFonts w:cs="Arial"/>
                <w:color w:val="auto"/>
                <w:szCs w:val="22"/>
              </w:rPr>
            </w:pPr>
            <w:r w:rsidRPr="001A7B4B">
              <w:rPr>
                <w:rFonts w:cs="Arial"/>
                <w:color w:val="auto"/>
                <w:szCs w:val="22"/>
              </w:rPr>
              <w:t>Resources:</w:t>
            </w:r>
          </w:p>
          <w:p w14:paraId="0EC2E397" w14:textId="300B125B" w:rsidR="003961C6" w:rsidRPr="001A7B4B" w:rsidRDefault="00763103" w:rsidP="00663A88">
            <w:pPr>
              <w:pStyle w:val="Normalheadingblue"/>
              <w:spacing w:before="0" w:after="0"/>
              <w:rPr>
                <w:rFonts w:cs="Arial"/>
                <w:b w:val="0"/>
                <w:color w:val="auto"/>
                <w:szCs w:val="22"/>
              </w:rPr>
            </w:pPr>
            <w:r w:rsidRPr="001A7B4B">
              <w:rPr>
                <w:rFonts w:cs="Arial"/>
                <w:b w:val="0"/>
                <w:color w:val="auto"/>
                <w:szCs w:val="22"/>
              </w:rPr>
              <w:t>PowerPoint</w:t>
            </w:r>
            <w:r w:rsidR="003961C6" w:rsidRPr="001A7B4B">
              <w:rPr>
                <w:rFonts w:cs="Arial"/>
                <w:b w:val="0"/>
                <w:color w:val="auto"/>
                <w:szCs w:val="22"/>
              </w:rPr>
              <w:t xml:space="preserve"> presentation</w:t>
            </w:r>
          </w:p>
          <w:p w14:paraId="65A1D3B9" w14:textId="77777777" w:rsidR="003961C6" w:rsidRPr="001A7B4B" w:rsidRDefault="003961C6" w:rsidP="00663A88">
            <w:pPr>
              <w:pStyle w:val="Normalheadingblue"/>
              <w:spacing w:before="0" w:after="0"/>
              <w:rPr>
                <w:rFonts w:cs="Arial"/>
                <w:b w:val="0"/>
                <w:color w:val="auto"/>
                <w:szCs w:val="22"/>
              </w:rPr>
            </w:pPr>
            <w:r w:rsidRPr="001A7B4B">
              <w:rPr>
                <w:rFonts w:cs="Arial"/>
                <w:b w:val="0"/>
                <w:color w:val="auto"/>
                <w:szCs w:val="22"/>
              </w:rPr>
              <w:lastRenderedPageBreak/>
              <w:t>Examples of connected appliances</w:t>
            </w:r>
          </w:p>
          <w:p w14:paraId="0C443F12" w14:textId="77777777" w:rsidR="003961C6" w:rsidRPr="001A7B4B" w:rsidRDefault="003961C6" w:rsidP="00663A88">
            <w:pPr>
              <w:pStyle w:val="Normalheadingblue"/>
              <w:spacing w:before="0" w:after="0"/>
              <w:rPr>
                <w:rFonts w:cs="Arial"/>
                <w:b w:val="0"/>
                <w:color w:val="auto"/>
                <w:szCs w:val="22"/>
              </w:rPr>
            </w:pPr>
            <w:r w:rsidRPr="001A7B4B">
              <w:rPr>
                <w:rFonts w:cs="Arial"/>
                <w:b w:val="0"/>
                <w:color w:val="auto"/>
                <w:szCs w:val="22"/>
              </w:rPr>
              <w:t xml:space="preserve">Knowledge test </w:t>
            </w:r>
          </w:p>
          <w:p w14:paraId="3DA2B2F8" w14:textId="77777777" w:rsidR="003961C6" w:rsidRPr="001A7B4B" w:rsidRDefault="003961C6" w:rsidP="00663A88">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25B8BB6C" w14:textId="77777777" w:rsidR="00DD207A" w:rsidRDefault="008A57D2">
            <w:r>
              <w:lastRenderedPageBreak/>
              <w:t>List appliances</w:t>
            </w:r>
            <w:r>
              <w:br/>
            </w:r>
            <w:r>
              <w:br/>
            </w:r>
            <w:r>
              <w:lastRenderedPageBreak/>
              <w:t>Q&amp;A</w:t>
            </w:r>
            <w:r>
              <w:br/>
            </w:r>
            <w:r>
              <w:br/>
              <w:t>Knowledge test</w:t>
            </w:r>
            <w:r>
              <w:br/>
              <w:t>English skills (reading, writing, technical vocabulary)</w:t>
            </w:r>
          </w:p>
        </w:tc>
      </w:tr>
      <w:tr w:rsidR="000B4619" w:rsidRPr="00634DF8" w14:paraId="53788C9E"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461204D8" w14:textId="77777777" w:rsidR="000B4619" w:rsidRDefault="000B4619" w:rsidP="000B4619">
            <w:pPr>
              <w:jc w:val="center"/>
              <w:rPr>
                <w:rFonts w:cs="Arial"/>
                <w:szCs w:val="22"/>
              </w:rPr>
            </w:pPr>
            <w:r>
              <w:rPr>
                <w:rFonts w:cs="Arial"/>
                <w:szCs w:val="22"/>
              </w:rPr>
              <w:lastRenderedPageBreak/>
              <w:t>79</w:t>
            </w:r>
          </w:p>
          <w:p w14:paraId="3C50BDC4" w14:textId="77777777" w:rsidR="000B4619" w:rsidRDefault="000B4619" w:rsidP="000B4619">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008CE63E" w14:textId="77777777" w:rsidR="000B4619" w:rsidRPr="001A7B4B" w:rsidRDefault="000B4619" w:rsidP="000B4619">
            <w:pPr>
              <w:pStyle w:val="Normalheadingblack"/>
              <w:rPr>
                <w:rFonts w:cs="Arial"/>
                <w:lang w:eastAsia="en-GB"/>
              </w:rPr>
            </w:pPr>
            <w:r w:rsidRPr="001A7B4B">
              <w:rPr>
                <w:rFonts w:cs="Arial"/>
                <w:lang w:eastAsia="en-GB"/>
              </w:rPr>
              <w:t>Outcome 1 – Plumbing and heating common knowledge criteria</w:t>
            </w:r>
          </w:p>
          <w:p w14:paraId="38698A6D" w14:textId="77777777" w:rsidR="000B4619" w:rsidRPr="001A7B4B" w:rsidRDefault="000B4619" w:rsidP="000B4619">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43F05064" w14:textId="77777777" w:rsidR="000B4619" w:rsidRPr="001A7B4B" w:rsidRDefault="000B4619" w:rsidP="000B4619">
            <w:pPr>
              <w:pStyle w:val="Normalheadingblack"/>
              <w:rPr>
                <w:rFonts w:cs="Arial"/>
                <w:b w:val="0"/>
                <w:szCs w:val="22"/>
              </w:rPr>
            </w:pPr>
            <w:r w:rsidRPr="001A7B4B">
              <w:rPr>
                <w:rFonts w:cs="Arial"/>
                <w:b w:val="0"/>
                <w:szCs w:val="22"/>
              </w:rPr>
              <w:t>K1.7 Plumbing and heating systems</w:t>
            </w:r>
          </w:p>
          <w:p w14:paraId="7548D4A2" w14:textId="77777777" w:rsidR="000B4619" w:rsidRPr="001A7B4B" w:rsidRDefault="000B4619" w:rsidP="000B4619">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06122F8F" w14:textId="77777777" w:rsidR="000B4619" w:rsidRPr="001A7B4B" w:rsidRDefault="000B4619" w:rsidP="00547A24">
            <w:pPr>
              <w:pStyle w:val="Normalheadingblue"/>
              <w:spacing w:before="0" w:after="0"/>
              <w:rPr>
                <w:rFonts w:cs="Arial"/>
                <w:color w:val="auto"/>
                <w:szCs w:val="22"/>
              </w:rPr>
            </w:pPr>
            <w:r w:rsidRPr="001A7B4B">
              <w:rPr>
                <w:rFonts w:cs="Arial"/>
                <w:color w:val="auto"/>
                <w:szCs w:val="22"/>
              </w:rPr>
              <w:t>Activity:</w:t>
            </w:r>
          </w:p>
          <w:p w14:paraId="4A1B02FE" w14:textId="77777777" w:rsidR="000B4619" w:rsidRPr="001A7B4B" w:rsidRDefault="000B4619" w:rsidP="00547A24">
            <w:pPr>
              <w:pStyle w:val="Normalheadingblue"/>
              <w:spacing w:before="0" w:after="0"/>
              <w:rPr>
                <w:rFonts w:cs="Arial"/>
                <w:color w:val="auto"/>
                <w:szCs w:val="22"/>
              </w:rPr>
            </w:pPr>
            <w:r w:rsidRPr="001A7B4B">
              <w:rPr>
                <w:rFonts w:cs="Arial"/>
                <w:color w:val="auto"/>
                <w:szCs w:val="22"/>
              </w:rPr>
              <w:t>Starter task example:</w:t>
            </w:r>
          </w:p>
          <w:p w14:paraId="1752DC08" w14:textId="77777777" w:rsidR="00547A24" w:rsidRPr="001A7B4B" w:rsidRDefault="000E22E2" w:rsidP="00547A24">
            <w:pPr>
              <w:pStyle w:val="Normalheadingblue"/>
              <w:spacing w:before="0" w:after="0"/>
              <w:rPr>
                <w:rFonts w:cs="Arial"/>
                <w:b w:val="0"/>
                <w:color w:val="auto"/>
                <w:szCs w:val="22"/>
              </w:rPr>
            </w:pPr>
            <w:r w:rsidRPr="001A7B4B">
              <w:rPr>
                <w:rFonts w:cs="Arial"/>
                <w:b w:val="0"/>
                <w:color w:val="auto"/>
                <w:szCs w:val="22"/>
              </w:rPr>
              <w:t xml:space="preserve">Introduce WRAS guidance books and ask </w:t>
            </w:r>
            <w:r w:rsidR="00F502C8" w:rsidRPr="001A7B4B">
              <w:rPr>
                <w:rFonts w:cs="Arial"/>
                <w:b w:val="0"/>
                <w:color w:val="auto"/>
                <w:szCs w:val="22"/>
              </w:rPr>
              <w:t>students</w:t>
            </w:r>
            <w:r w:rsidRPr="001A7B4B">
              <w:rPr>
                <w:rFonts w:cs="Arial"/>
                <w:b w:val="0"/>
                <w:color w:val="auto"/>
                <w:szCs w:val="22"/>
              </w:rPr>
              <w:t xml:space="preserve"> to find pages relevant to water meters.</w:t>
            </w:r>
          </w:p>
          <w:p w14:paraId="094EA877" w14:textId="11DAF0C1" w:rsidR="000E22E2" w:rsidRPr="001A7B4B" w:rsidRDefault="000E22E2" w:rsidP="00547A24">
            <w:pPr>
              <w:pStyle w:val="Normalheadingblue"/>
              <w:spacing w:before="0" w:after="0"/>
              <w:rPr>
                <w:rFonts w:cs="Arial"/>
                <w:b w:val="0"/>
                <w:color w:val="auto"/>
                <w:szCs w:val="22"/>
              </w:rPr>
            </w:pPr>
            <w:r w:rsidRPr="001A7B4B">
              <w:rPr>
                <w:rFonts w:cs="Arial"/>
                <w:b w:val="0"/>
                <w:color w:val="auto"/>
                <w:szCs w:val="22"/>
              </w:rPr>
              <w:t xml:space="preserve"> </w:t>
            </w:r>
          </w:p>
          <w:p w14:paraId="29A18DB6" w14:textId="0939099F" w:rsidR="000B4619" w:rsidRPr="001A7B4B" w:rsidRDefault="000B4619" w:rsidP="00547A24">
            <w:pPr>
              <w:pStyle w:val="Normalheadingblue"/>
              <w:spacing w:before="0" w:after="0"/>
              <w:rPr>
                <w:rFonts w:cs="Arial"/>
                <w:color w:val="auto"/>
                <w:szCs w:val="22"/>
              </w:rPr>
            </w:pPr>
            <w:r w:rsidRPr="001A7B4B">
              <w:rPr>
                <w:rFonts w:cs="Arial"/>
                <w:color w:val="auto"/>
                <w:szCs w:val="22"/>
              </w:rPr>
              <w:t>Delivery</w:t>
            </w:r>
            <w:r w:rsidR="00547A24" w:rsidRPr="001A7B4B">
              <w:rPr>
                <w:rFonts w:cs="Arial"/>
                <w:color w:val="auto"/>
                <w:szCs w:val="22"/>
              </w:rPr>
              <w:t xml:space="preserve"> focus</w:t>
            </w:r>
            <w:r w:rsidRPr="001A7B4B">
              <w:rPr>
                <w:rFonts w:cs="Arial"/>
                <w:color w:val="auto"/>
                <w:szCs w:val="22"/>
              </w:rPr>
              <w:t>:</w:t>
            </w:r>
          </w:p>
          <w:p w14:paraId="128F405D" w14:textId="77777777" w:rsidR="000B4619" w:rsidRPr="001A7B4B" w:rsidRDefault="000B4619" w:rsidP="00B1020B">
            <w:pPr>
              <w:pStyle w:val="Normalheadingblue"/>
              <w:spacing w:before="0" w:after="0"/>
              <w:rPr>
                <w:rFonts w:cs="Arial"/>
                <w:b w:val="0"/>
                <w:color w:val="auto"/>
                <w:szCs w:val="22"/>
              </w:rPr>
            </w:pPr>
            <w:r w:rsidRPr="001A7B4B">
              <w:rPr>
                <w:rFonts w:cs="Arial"/>
                <w:b w:val="0"/>
                <w:color w:val="auto"/>
                <w:szCs w:val="22"/>
              </w:rPr>
              <w:t>Tutor to distribute examples of water meters and discuss their operation and installation requirements.</w:t>
            </w:r>
          </w:p>
          <w:p w14:paraId="1CA4EF07" w14:textId="2ED69CE0" w:rsidR="000B4619" w:rsidRPr="001A7B4B" w:rsidRDefault="000B4619" w:rsidP="002C017C">
            <w:pPr>
              <w:pStyle w:val="Normalheadingblue"/>
              <w:numPr>
                <w:ilvl w:val="0"/>
                <w:numId w:val="32"/>
              </w:numPr>
              <w:spacing w:before="0" w:after="0"/>
              <w:rPr>
                <w:rFonts w:cs="Arial"/>
                <w:b w:val="0"/>
                <w:color w:val="auto"/>
                <w:szCs w:val="22"/>
              </w:rPr>
            </w:pPr>
            <w:r w:rsidRPr="001A7B4B">
              <w:rPr>
                <w:rFonts w:cs="Arial"/>
                <w:b w:val="0"/>
                <w:color w:val="auto"/>
                <w:szCs w:val="22"/>
              </w:rPr>
              <w:t xml:space="preserve">Look at </w:t>
            </w:r>
            <w:proofErr w:type="spellStart"/>
            <w:r w:rsidRPr="001A7B4B">
              <w:rPr>
                <w:rFonts w:cs="Arial"/>
                <w:b w:val="0"/>
                <w:color w:val="auto"/>
                <w:szCs w:val="22"/>
              </w:rPr>
              <w:t>manufacturers</w:t>
            </w:r>
            <w:proofErr w:type="spellEnd"/>
            <w:r w:rsidRPr="001A7B4B">
              <w:rPr>
                <w:rFonts w:cs="Arial"/>
                <w:b w:val="0"/>
                <w:color w:val="auto"/>
                <w:szCs w:val="22"/>
              </w:rPr>
              <w:t xml:space="preserve"> instructions and discuss the need for suitable valves</w:t>
            </w:r>
            <w:r w:rsidR="00677E39">
              <w:rPr>
                <w:rFonts w:cs="Arial"/>
                <w:b w:val="0"/>
                <w:color w:val="auto"/>
                <w:szCs w:val="22"/>
              </w:rPr>
              <w:t>.</w:t>
            </w:r>
          </w:p>
          <w:p w14:paraId="7E729EB4" w14:textId="16202114" w:rsidR="000B4619" w:rsidRPr="001A7B4B" w:rsidRDefault="000B4619" w:rsidP="002C017C">
            <w:pPr>
              <w:pStyle w:val="Normalheadingblue"/>
              <w:numPr>
                <w:ilvl w:val="0"/>
                <w:numId w:val="32"/>
              </w:numPr>
              <w:spacing w:before="0" w:after="0"/>
              <w:rPr>
                <w:rFonts w:cs="Arial"/>
                <w:b w:val="0"/>
                <w:color w:val="auto"/>
                <w:szCs w:val="22"/>
              </w:rPr>
            </w:pPr>
            <w:r w:rsidRPr="001A7B4B">
              <w:rPr>
                <w:rFonts w:cs="Arial"/>
                <w:b w:val="0"/>
                <w:color w:val="auto"/>
                <w:szCs w:val="22"/>
              </w:rPr>
              <w:t xml:space="preserve">Discuss the need for earth continuity </w:t>
            </w:r>
            <w:r w:rsidR="000E22E2" w:rsidRPr="001A7B4B">
              <w:rPr>
                <w:rFonts w:cs="Arial"/>
                <w:b w:val="0"/>
                <w:color w:val="auto"/>
                <w:szCs w:val="22"/>
              </w:rPr>
              <w:t>and earth connections</w:t>
            </w:r>
            <w:r w:rsidR="00677E39">
              <w:rPr>
                <w:rFonts w:cs="Arial"/>
                <w:b w:val="0"/>
                <w:color w:val="auto"/>
                <w:szCs w:val="22"/>
              </w:rPr>
              <w:t>.</w:t>
            </w:r>
          </w:p>
          <w:p w14:paraId="0E3F6451" w14:textId="69A1CBEA" w:rsidR="000E22E2" w:rsidRPr="001A7B4B" w:rsidRDefault="000E22E2" w:rsidP="002C017C">
            <w:pPr>
              <w:pStyle w:val="Normalheadingblue"/>
              <w:numPr>
                <w:ilvl w:val="0"/>
                <w:numId w:val="32"/>
              </w:numPr>
              <w:spacing w:before="0" w:after="0"/>
              <w:rPr>
                <w:rFonts w:cs="Arial"/>
                <w:b w:val="0"/>
                <w:color w:val="auto"/>
                <w:szCs w:val="22"/>
              </w:rPr>
            </w:pPr>
            <w:r w:rsidRPr="001A7B4B">
              <w:rPr>
                <w:rFonts w:cs="Arial"/>
                <w:b w:val="0"/>
                <w:color w:val="auto"/>
                <w:szCs w:val="22"/>
              </w:rPr>
              <w:t>Discuss the location of drain off valves</w:t>
            </w:r>
            <w:r w:rsidR="00677E39">
              <w:rPr>
                <w:rFonts w:cs="Arial"/>
                <w:b w:val="0"/>
                <w:color w:val="auto"/>
                <w:szCs w:val="22"/>
              </w:rPr>
              <w:t>.</w:t>
            </w:r>
          </w:p>
          <w:p w14:paraId="30F833E5" w14:textId="7F18AD11" w:rsidR="000E22E2" w:rsidRPr="001A7B4B" w:rsidRDefault="000E22E2" w:rsidP="002C017C">
            <w:pPr>
              <w:pStyle w:val="Normalheadingblue"/>
              <w:numPr>
                <w:ilvl w:val="0"/>
                <w:numId w:val="32"/>
              </w:numPr>
              <w:spacing w:before="0" w:after="0"/>
              <w:rPr>
                <w:rFonts w:cs="Arial"/>
                <w:b w:val="0"/>
                <w:color w:val="auto"/>
                <w:szCs w:val="22"/>
              </w:rPr>
            </w:pPr>
            <w:r w:rsidRPr="001A7B4B">
              <w:rPr>
                <w:rFonts w:cs="Arial"/>
                <w:b w:val="0"/>
                <w:color w:val="auto"/>
                <w:szCs w:val="22"/>
              </w:rPr>
              <w:t>Examine installed meters and discuss any issues</w:t>
            </w:r>
            <w:r w:rsidR="00677E39">
              <w:rPr>
                <w:rFonts w:cs="Arial"/>
                <w:b w:val="0"/>
                <w:color w:val="auto"/>
                <w:szCs w:val="22"/>
              </w:rPr>
              <w:t>.</w:t>
            </w:r>
          </w:p>
          <w:p w14:paraId="3CEBA212" w14:textId="77777777" w:rsidR="000B4619" w:rsidRPr="001A7B4B" w:rsidRDefault="000B4619" w:rsidP="00547A24">
            <w:pPr>
              <w:pStyle w:val="Default"/>
              <w:ind w:left="720"/>
              <w:rPr>
                <w:color w:val="auto"/>
                <w:sz w:val="22"/>
                <w:szCs w:val="22"/>
              </w:rPr>
            </w:pPr>
          </w:p>
          <w:p w14:paraId="36B56A20" w14:textId="74508C24" w:rsidR="000B4619" w:rsidRPr="001A7B4B" w:rsidRDefault="000B4619" w:rsidP="00547A24">
            <w:pPr>
              <w:pStyle w:val="Normalheadingblue"/>
              <w:spacing w:before="0" w:after="0"/>
              <w:rPr>
                <w:rFonts w:cs="Arial"/>
                <w:color w:val="auto"/>
                <w:szCs w:val="22"/>
              </w:rPr>
            </w:pPr>
            <w:r w:rsidRPr="001A7B4B">
              <w:rPr>
                <w:rFonts w:cs="Arial"/>
                <w:color w:val="auto"/>
                <w:szCs w:val="22"/>
              </w:rPr>
              <w:t xml:space="preserve">Knowledge </w:t>
            </w:r>
            <w:r w:rsidR="00547A24" w:rsidRPr="001A7B4B">
              <w:rPr>
                <w:rFonts w:cs="Arial"/>
                <w:color w:val="auto"/>
                <w:szCs w:val="22"/>
              </w:rPr>
              <w:t>C</w:t>
            </w:r>
            <w:r w:rsidRPr="001A7B4B">
              <w:rPr>
                <w:rFonts w:cs="Arial"/>
                <w:color w:val="auto"/>
                <w:szCs w:val="22"/>
              </w:rPr>
              <w:t>heck example:</w:t>
            </w:r>
          </w:p>
          <w:p w14:paraId="68B52271" w14:textId="77777777" w:rsidR="000E22E2" w:rsidRPr="001A7B4B" w:rsidRDefault="000E22E2" w:rsidP="00547A24">
            <w:pPr>
              <w:pStyle w:val="Normalheadingblue"/>
              <w:spacing w:before="0" w:after="0"/>
              <w:rPr>
                <w:rFonts w:cs="Arial"/>
                <w:b w:val="0"/>
                <w:color w:val="auto"/>
                <w:szCs w:val="22"/>
              </w:rPr>
            </w:pPr>
            <w:r w:rsidRPr="001A7B4B">
              <w:rPr>
                <w:rFonts w:cs="Arial"/>
                <w:b w:val="0"/>
                <w:color w:val="auto"/>
                <w:szCs w:val="22"/>
              </w:rPr>
              <w:t>Produce a detailed sketch of a water meter installation for a given scenario. Swap sketches for tutor led peer marking.</w:t>
            </w:r>
          </w:p>
          <w:p w14:paraId="7A0D7881" w14:textId="77777777" w:rsidR="00090F4C" w:rsidRPr="001A7B4B" w:rsidRDefault="00090F4C" w:rsidP="00547A24">
            <w:pPr>
              <w:pStyle w:val="Normalheadingblue"/>
              <w:spacing w:before="0" w:after="0"/>
              <w:rPr>
                <w:rFonts w:cs="Arial"/>
                <w:b w:val="0"/>
                <w:color w:val="auto"/>
                <w:szCs w:val="22"/>
              </w:rPr>
            </w:pPr>
          </w:p>
          <w:p w14:paraId="07F73A92" w14:textId="77777777" w:rsidR="000B4619" w:rsidRPr="001A7B4B" w:rsidRDefault="000B4619" w:rsidP="00547A24">
            <w:pPr>
              <w:pStyle w:val="Normalheadingblue"/>
              <w:spacing w:before="0" w:after="0"/>
              <w:rPr>
                <w:rFonts w:cs="Arial"/>
                <w:color w:val="auto"/>
                <w:szCs w:val="22"/>
              </w:rPr>
            </w:pPr>
            <w:r w:rsidRPr="001A7B4B">
              <w:rPr>
                <w:rFonts w:cs="Arial"/>
                <w:color w:val="auto"/>
                <w:szCs w:val="22"/>
              </w:rPr>
              <w:t>Resources:</w:t>
            </w:r>
          </w:p>
          <w:p w14:paraId="328EADA2" w14:textId="77777777" w:rsidR="000E22E2" w:rsidRPr="001A7B4B" w:rsidRDefault="000E22E2" w:rsidP="00547A24">
            <w:pPr>
              <w:pStyle w:val="Normalheadingblue"/>
              <w:spacing w:before="0" w:after="0"/>
              <w:rPr>
                <w:rFonts w:cs="Arial"/>
                <w:b w:val="0"/>
                <w:color w:val="auto"/>
                <w:szCs w:val="22"/>
              </w:rPr>
            </w:pPr>
            <w:r w:rsidRPr="001A7B4B">
              <w:rPr>
                <w:rFonts w:cs="Arial"/>
                <w:b w:val="0"/>
                <w:color w:val="auto"/>
                <w:szCs w:val="22"/>
              </w:rPr>
              <w:t>Examples of water meters</w:t>
            </w:r>
          </w:p>
          <w:p w14:paraId="26A7FB57" w14:textId="77777777" w:rsidR="000E22E2" w:rsidRPr="001A7B4B" w:rsidRDefault="000E22E2" w:rsidP="00547A24">
            <w:pPr>
              <w:pStyle w:val="Normalheadingblue"/>
              <w:spacing w:before="0" w:after="0"/>
              <w:rPr>
                <w:rFonts w:cs="Arial"/>
                <w:b w:val="0"/>
                <w:color w:val="auto"/>
                <w:szCs w:val="22"/>
              </w:rPr>
            </w:pPr>
            <w:r w:rsidRPr="001A7B4B">
              <w:rPr>
                <w:rFonts w:cs="Arial"/>
                <w:b w:val="0"/>
                <w:color w:val="auto"/>
                <w:szCs w:val="22"/>
              </w:rPr>
              <w:t>Examples of earth connections</w:t>
            </w:r>
          </w:p>
          <w:p w14:paraId="15620A21" w14:textId="77777777" w:rsidR="000E22E2" w:rsidRPr="001A7B4B" w:rsidRDefault="000E22E2" w:rsidP="00547A24">
            <w:pPr>
              <w:pStyle w:val="Normalheadingblue"/>
              <w:spacing w:before="0" w:after="0"/>
              <w:rPr>
                <w:rFonts w:cs="Arial"/>
                <w:b w:val="0"/>
                <w:color w:val="auto"/>
                <w:szCs w:val="22"/>
              </w:rPr>
            </w:pPr>
            <w:r w:rsidRPr="001A7B4B">
              <w:rPr>
                <w:rFonts w:cs="Arial"/>
                <w:b w:val="0"/>
                <w:color w:val="auto"/>
                <w:szCs w:val="22"/>
              </w:rPr>
              <w:t>Stop taps</w:t>
            </w:r>
          </w:p>
          <w:p w14:paraId="6D2B5F70" w14:textId="77777777" w:rsidR="000E22E2" w:rsidRPr="001A7B4B" w:rsidRDefault="000E22E2" w:rsidP="00547A24">
            <w:pPr>
              <w:pStyle w:val="Normalheadingblue"/>
              <w:spacing w:before="0" w:after="0"/>
              <w:rPr>
                <w:rFonts w:cs="Arial"/>
                <w:b w:val="0"/>
                <w:color w:val="auto"/>
                <w:szCs w:val="22"/>
              </w:rPr>
            </w:pPr>
            <w:r w:rsidRPr="001A7B4B">
              <w:rPr>
                <w:rFonts w:cs="Arial"/>
                <w:b w:val="0"/>
                <w:color w:val="auto"/>
                <w:szCs w:val="22"/>
              </w:rPr>
              <w:t>Drain valves</w:t>
            </w:r>
          </w:p>
          <w:p w14:paraId="33F94885" w14:textId="77777777" w:rsidR="000E22E2" w:rsidRPr="001A7B4B" w:rsidRDefault="000E22E2" w:rsidP="00547A24">
            <w:pPr>
              <w:pStyle w:val="Normalheadingblue"/>
              <w:spacing w:before="0" w:after="0"/>
              <w:rPr>
                <w:rFonts w:cs="Arial"/>
                <w:b w:val="0"/>
                <w:color w:val="auto"/>
                <w:szCs w:val="22"/>
              </w:rPr>
            </w:pPr>
            <w:r w:rsidRPr="001A7B4B">
              <w:rPr>
                <w:rFonts w:cs="Arial"/>
                <w:b w:val="0"/>
                <w:color w:val="auto"/>
                <w:szCs w:val="22"/>
              </w:rPr>
              <w:lastRenderedPageBreak/>
              <w:t>WRAS books</w:t>
            </w:r>
          </w:p>
          <w:p w14:paraId="7D5FE177" w14:textId="77777777" w:rsidR="000E22E2" w:rsidRPr="001A7B4B" w:rsidRDefault="000E22E2" w:rsidP="00547A24">
            <w:pPr>
              <w:pStyle w:val="Normalheadingblue"/>
              <w:spacing w:before="0" w:after="0"/>
              <w:rPr>
                <w:rFonts w:cs="Arial"/>
                <w:b w:val="0"/>
                <w:color w:val="auto"/>
                <w:szCs w:val="22"/>
              </w:rPr>
            </w:pPr>
            <w:r w:rsidRPr="001A7B4B">
              <w:rPr>
                <w:rFonts w:cs="Arial"/>
                <w:b w:val="0"/>
                <w:color w:val="auto"/>
                <w:szCs w:val="22"/>
              </w:rPr>
              <w:t>Drawing paper, pencils and rulers</w:t>
            </w:r>
          </w:p>
          <w:p w14:paraId="37AF66D0" w14:textId="77777777" w:rsidR="000B4619" w:rsidRPr="001A7B4B" w:rsidRDefault="000B4619" w:rsidP="00547A24">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5F0810C7" w14:textId="77777777" w:rsidR="00DD207A" w:rsidRDefault="008A57D2">
            <w:r>
              <w:lastRenderedPageBreak/>
              <w:t>WRAS book task</w:t>
            </w:r>
            <w:r>
              <w:br/>
            </w:r>
            <w:r>
              <w:br/>
              <w:t>Q&amp;A</w:t>
            </w:r>
            <w:r>
              <w:br/>
            </w:r>
            <w:r>
              <w:br/>
              <w:t>Produce water meter installation sketch</w:t>
            </w:r>
            <w:r>
              <w:br/>
              <w:t>English skills (reading, writing, technical vocabulary)</w:t>
            </w:r>
          </w:p>
        </w:tc>
      </w:tr>
      <w:tr w:rsidR="009157D7" w:rsidRPr="00634DF8" w14:paraId="1F77E188"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52B75992" w14:textId="77777777" w:rsidR="009157D7" w:rsidRDefault="009157D7" w:rsidP="009157D7">
            <w:pPr>
              <w:jc w:val="center"/>
              <w:rPr>
                <w:rFonts w:cs="Arial"/>
                <w:szCs w:val="22"/>
              </w:rPr>
            </w:pPr>
            <w:r>
              <w:rPr>
                <w:rFonts w:cs="Arial"/>
                <w:szCs w:val="22"/>
              </w:rPr>
              <w:t>80</w:t>
            </w:r>
          </w:p>
          <w:p w14:paraId="128F0F82" w14:textId="77777777" w:rsidR="009157D7" w:rsidRDefault="009157D7" w:rsidP="009157D7">
            <w:pPr>
              <w:jc w:val="center"/>
              <w:rPr>
                <w:rFonts w:cs="Arial"/>
                <w:szCs w:val="22"/>
              </w:rPr>
            </w:pPr>
            <w:r>
              <w:rPr>
                <w:rFonts w:cs="Arial"/>
                <w:szCs w:val="22"/>
              </w:rPr>
              <w:t xml:space="preserve"> 3 hours</w:t>
            </w:r>
          </w:p>
          <w:p w14:paraId="5EF41D83" w14:textId="019FFAF3" w:rsidR="00F04842" w:rsidRDefault="00F04842" w:rsidP="009157D7">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561D24DF" w14:textId="77777777" w:rsidR="009157D7" w:rsidRPr="001A7B4B" w:rsidRDefault="009157D7" w:rsidP="009157D7">
            <w:pPr>
              <w:pStyle w:val="Normalheadingblack"/>
              <w:rPr>
                <w:rFonts w:cs="Arial"/>
                <w:lang w:eastAsia="en-GB"/>
              </w:rPr>
            </w:pPr>
            <w:r w:rsidRPr="001A7B4B">
              <w:rPr>
                <w:rFonts w:cs="Arial"/>
                <w:lang w:eastAsia="en-GB"/>
              </w:rPr>
              <w:t>Outcome 1 – Plumbing and heating common knowledge criteria</w:t>
            </w:r>
          </w:p>
          <w:p w14:paraId="371C69A3" w14:textId="77777777" w:rsidR="009157D7" w:rsidRPr="001A7B4B" w:rsidRDefault="009157D7" w:rsidP="009157D7">
            <w:pPr>
              <w:pStyle w:val="Normalheadingblack"/>
              <w:rPr>
                <w:rFonts w:cs="Arial"/>
                <w:lang w:eastAsia="en-GB"/>
              </w:rPr>
            </w:pPr>
          </w:p>
          <w:p w14:paraId="580D57E6" w14:textId="77777777" w:rsidR="009157D7" w:rsidRPr="001A7B4B" w:rsidRDefault="009157D7" w:rsidP="009157D7">
            <w:pPr>
              <w:pStyle w:val="Normalheadingblack"/>
              <w:rPr>
                <w:rFonts w:cs="Arial"/>
                <w:lang w:eastAsia="en-GB"/>
              </w:rPr>
            </w:pPr>
            <w:r w:rsidRPr="001A7B4B">
              <w:rPr>
                <w:rFonts w:cs="Arial"/>
                <w:lang w:eastAsia="en-GB"/>
              </w:rPr>
              <w:t>Outcome 2 Install plumbing and heating systems</w:t>
            </w:r>
          </w:p>
          <w:p w14:paraId="12F1E98D" w14:textId="77777777" w:rsidR="009157D7" w:rsidRPr="001A7B4B" w:rsidRDefault="009157D7" w:rsidP="009157D7">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65997547" w14:textId="77777777" w:rsidR="009157D7" w:rsidRPr="001A7B4B" w:rsidRDefault="009157D7" w:rsidP="009157D7">
            <w:pPr>
              <w:pStyle w:val="Normalheadingblack"/>
              <w:rPr>
                <w:rFonts w:cs="Arial"/>
                <w:b w:val="0"/>
                <w:szCs w:val="22"/>
              </w:rPr>
            </w:pPr>
            <w:r w:rsidRPr="001A7B4B">
              <w:rPr>
                <w:rFonts w:cs="Arial"/>
                <w:b w:val="0"/>
                <w:szCs w:val="22"/>
              </w:rPr>
              <w:t>K1.7 Plumbing and heating systems</w:t>
            </w:r>
          </w:p>
          <w:p w14:paraId="4B350154" w14:textId="77777777" w:rsidR="009157D7" w:rsidRPr="001A7B4B" w:rsidRDefault="009157D7" w:rsidP="009157D7">
            <w:pPr>
              <w:pStyle w:val="Normalheadingblack"/>
              <w:rPr>
                <w:rFonts w:cs="Arial"/>
                <w:b w:val="0"/>
                <w:szCs w:val="22"/>
              </w:rPr>
            </w:pPr>
          </w:p>
          <w:p w14:paraId="4B80D9DE" w14:textId="77777777" w:rsidR="009157D7" w:rsidRPr="001A7B4B" w:rsidRDefault="009157D7" w:rsidP="009157D7">
            <w:pPr>
              <w:pStyle w:val="Default"/>
              <w:rPr>
                <w:color w:val="auto"/>
                <w:szCs w:val="22"/>
              </w:rPr>
            </w:pPr>
            <w:r w:rsidRPr="001A7B4B">
              <w:rPr>
                <w:bCs/>
                <w:color w:val="auto"/>
                <w:sz w:val="22"/>
                <w:szCs w:val="22"/>
              </w:rPr>
              <w:t xml:space="preserve">S2.19 Position and secure components in plumbing system </w:t>
            </w:r>
          </w:p>
          <w:p w14:paraId="2932F822" w14:textId="77777777" w:rsidR="009157D7" w:rsidRPr="001A7B4B" w:rsidRDefault="009157D7" w:rsidP="009157D7">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23660C11" w14:textId="77777777" w:rsidR="009157D7" w:rsidRPr="001A7B4B" w:rsidRDefault="009157D7" w:rsidP="00090F4C">
            <w:pPr>
              <w:pStyle w:val="Normalheadingblue"/>
              <w:spacing w:before="0" w:after="0"/>
              <w:rPr>
                <w:rFonts w:cs="Arial"/>
                <w:color w:val="auto"/>
                <w:szCs w:val="22"/>
              </w:rPr>
            </w:pPr>
            <w:r w:rsidRPr="001A7B4B">
              <w:rPr>
                <w:rFonts w:cs="Arial"/>
                <w:color w:val="auto"/>
                <w:szCs w:val="22"/>
              </w:rPr>
              <w:t>Activity:</w:t>
            </w:r>
          </w:p>
          <w:p w14:paraId="4AE8119D" w14:textId="77777777" w:rsidR="009157D7" w:rsidRPr="001A7B4B" w:rsidRDefault="009157D7" w:rsidP="00090F4C">
            <w:pPr>
              <w:pStyle w:val="Normalheadingblue"/>
              <w:spacing w:before="0" w:after="0"/>
              <w:rPr>
                <w:rFonts w:cs="Arial"/>
                <w:color w:val="auto"/>
                <w:szCs w:val="22"/>
              </w:rPr>
            </w:pPr>
            <w:r w:rsidRPr="001A7B4B">
              <w:rPr>
                <w:rFonts w:cs="Arial"/>
                <w:color w:val="auto"/>
              </w:rPr>
              <w:t>Starter task example:</w:t>
            </w:r>
          </w:p>
          <w:p w14:paraId="43F88BA0" w14:textId="2A66C85F" w:rsidR="009157D7" w:rsidRPr="001A7B4B" w:rsidRDefault="009157D7" w:rsidP="00090F4C">
            <w:pPr>
              <w:pStyle w:val="Normalheadingblue"/>
              <w:spacing w:before="0" w:after="0"/>
              <w:rPr>
                <w:rFonts w:cs="Arial"/>
                <w:b w:val="0"/>
                <w:color w:val="auto"/>
              </w:rPr>
            </w:pPr>
            <w:r w:rsidRPr="001A7B4B">
              <w:rPr>
                <w:rFonts w:cs="Arial"/>
                <w:b w:val="0"/>
                <w:color w:val="auto"/>
              </w:rPr>
              <w:t xml:space="preserve">Trade magazines and publications introduction. Introduce </w:t>
            </w:r>
            <w:r w:rsidR="00F502C8" w:rsidRPr="001A7B4B">
              <w:rPr>
                <w:rFonts w:cs="Arial"/>
                <w:b w:val="0"/>
                <w:color w:val="auto"/>
              </w:rPr>
              <w:t>students</w:t>
            </w:r>
            <w:r w:rsidRPr="001A7B4B">
              <w:rPr>
                <w:rFonts w:cs="Arial"/>
                <w:b w:val="0"/>
                <w:color w:val="auto"/>
              </w:rPr>
              <w:t xml:space="preserve"> to Plumbing and heating trade magazines.</w:t>
            </w:r>
          </w:p>
          <w:p w14:paraId="40A54FE8" w14:textId="77777777" w:rsidR="00090F4C" w:rsidRPr="001A7B4B" w:rsidRDefault="00090F4C" w:rsidP="00090F4C">
            <w:pPr>
              <w:pStyle w:val="Normalheadingblue"/>
              <w:spacing w:before="0" w:after="0"/>
              <w:rPr>
                <w:rFonts w:cs="Arial"/>
                <w:b w:val="0"/>
                <w:color w:val="auto"/>
              </w:rPr>
            </w:pPr>
          </w:p>
          <w:p w14:paraId="31115FEE" w14:textId="5B88582F" w:rsidR="009157D7" w:rsidRPr="001A7B4B" w:rsidRDefault="009157D7" w:rsidP="00090F4C">
            <w:pPr>
              <w:pStyle w:val="Normalheadingblue"/>
              <w:spacing w:before="0" w:after="0"/>
              <w:rPr>
                <w:rFonts w:cs="Arial"/>
                <w:color w:val="auto"/>
                <w:szCs w:val="22"/>
              </w:rPr>
            </w:pPr>
            <w:r w:rsidRPr="001A7B4B">
              <w:rPr>
                <w:rFonts w:cs="Arial"/>
                <w:color w:val="auto"/>
                <w:szCs w:val="22"/>
              </w:rPr>
              <w:t>Delivery</w:t>
            </w:r>
            <w:r w:rsidR="00090F4C" w:rsidRPr="001A7B4B">
              <w:rPr>
                <w:rFonts w:cs="Arial"/>
                <w:color w:val="auto"/>
                <w:szCs w:val="22"/>
              </w:rPr>
              <w:t xml:space="preserve"> focus</w:t>
            </w:r>
            <w:r w:rsidRPr="001A7B4B">
              <w:rPr>
                <w:rFonts w:cs="Arial"/>
                <w:color w:val="auto"/>
                <w:szCs w:val="22"/>
              </w:rPr>
              <w:t>:</w:t>
            </w:r>
          </w:p>
          <w:p w14:paraId="0299E908" w14:textId="6FA188A4" w:rsidR="009157D7" w:rsidRPr="001A7B4B" w:rsidRDefault="009157D7" w:rsidP="00090F4C">
            <w:pPr>
              <w:pStyle w:val="Normalheadingblue"/>
              <w:spacing w:before="0" w:after="0"/>
              <w:rPr>
                <w:rFonts w:cs="Arial"/>
                <w:color w:val="auto"/>
                <w:szCs w:val="22"/>
              </w:rPr>
            </w:pPr>
            <w:r w:rsidRPr="001A7B4B">
              <w:rPr>
                <w:rFonts w:cs="Arial"/>
                <w:b w:val="0"/>
                <w:color w:val="auto"/>
                <w:szCs w:val="22"/>
              </w:rPr>
              <w:t xml:space="preserve">Tutor to deliver content </w:t>
            </w:r>
            <w:r w:rsidR="007730E5">
              <w:rPr>
                <w:rFonts w:cs="Arial"/>
                <w:b w:val="0"/>
                <w:color w:val="auto"/>
                <w:szCs w:val="22"/>
              </w:rPr>
              <w:t xml:space="preserve">on taps and valves, </w:t>
            </w:r>
            <w:r w:rsidRPr="001A7B4B">
              <w:rPr>
                <w:rFonts w:cs="Arial"/>
                <w:b w:val="0"/>
                <w:color w:val="auto"/>
                <w:szCs w:val="22"/>
              </w:rPr>
              <w:t>including:</w:t>
            </w:r>
          </w:p>
          <w:p w14:paraId="658D9AE4" w14:textId="77777777" w:rsidR="009157D7" w:rsidRPr="001A7B4B" w:rsidRDefault="009157D7" w:rsidP="002C017C">
            <w:pPr>
              <w:pStyle w:val="Normalheadingblue"/>
              <w:numPr>
                <w:ilvl w:val="0"/>
                <w:numId w:val="33"/>
              </w:numPr>
              <w:spacing w:before="0" w:after="0"/>
              <w:rPr>
                <w:rFonts w:cs="Arial"/>
                <w:b w:val="0"/>
                <w:color w:val="auto"/>
                <w:szCs w:val="22"/>
              </w:rPr>
            </w:pPr>
            <w:r w:rsidRPr="001A7B4B">
              <w:rPr>
                <w:rFonts w:cs="Arial"/>
                <w:b w:val="0"/>
                <w:color w:val="auto"/>
                <w:szCs w:val="22"/>
              </w:rPr>
              <w:t>Taps: Concussive, non-concussive, mixer, pillar and monobloc</w:t>
            </w:r>
          </w:p>
          <w:p w14:paraId="047C0582" w14:textId="77777777" w:rsidR="009157D7" w:rsidRPr="001A7B4B" w:rsidRDefault="009157D7" w:rsidP="002C017C">
            <w:pPr>
              <w:pStyle w:val="Normalheadingblue"/>
              <w:numPr>
                <w:ilvl w:val="0"/>
                <w:numId w:val="33"/>
              </w:numPr>
              <w:spacing w:before="0" w:after="0"/>
              <w:rPr>
                <w:rFonts w:cs="Arial"/>
                <w:b w:val="0"/>
                <w:color w:val="auto"/>
              </w:rPr>
            </w:pPr>
            <w:r w:rsidRPr="001A7B4B">
              <w:rPr>
                <w:rFonts w:cs="Arial"/>
                <w:b w:val="0"/>
                <w:color w:val="auto"/>
              </w:rPr>
              <w:t>Valves: Stop cocks, service valves, gate valves, non-return and check valves, drain off valves, blending valves</w:t>
            </w:r>
          </w:p>
          <w:p w14:paraId="24EC0D31" w14:textId="5D7F1524" w:rsidR="009157D7" w:rsidRPr="001A7B4B" w:rsidRDefault="009157D7" w:rsidP="002C017C">
            <w:pPr>
              <w:pStyle w:val="Normalheadingblue"/>
              <w:numPr>
                <w:ilvl w:val="0"/>
                <w:numId w:val="33"/>
              </w:numPr>
              <w:spacing w:before="0" w:after="0"/>
              <w:rPr>
                <w:rFonts w:cs="Arial"/>
                <w:b w:val="0"/>
                <w:color w:val="auto"/>
              </w:rPr>
            </w:pPr>
            <w:r w:rsidRPr="001A7B4B">
              <w:rPr>
                <w:rFonts w:cs="Arial"/>
                <w:b w:val="0"/>
                <w:color w:val="auto"/>
              </w:rPr>
              <w:t xml:space="preserve">Distribute a range of taps and show </w:t>
            </w:r>
            <w:r w:rsidR="00F502C8" w:rsidRPr="001A7B4B">
              <w:rPr>
                <w:rFonts w:cs="Arial"/>
                <w:b w:val="0"/>
                <w:color w:val="auto"/>
              </w:rPr>
              <w:t>students</w:t>
            </w:r>
            <w:r w:rsidRPr="001A7B4B">
              <w:rPr>
                <w:rFonts w:cs="Arial"/>
                <w:b w:val="0"/>
                <w:color w:val="auto"/>
              </w:rPr>
              <w:t xml:space="preserve"> working internals.</w:t>
            </w:r>
          </w:p>
          <w:p w14:paraId="0EC2D6CA" w14:textId="77777777" w:rsidR="009157D7" w:rsidRPr="001A7B4B" w:rsidRDefault="009157D7" w:rsidP="002C017C">
            <w:pPr>
              <w:pStyle w:val="Normalheadingblue"/>
              <w:numPr>
                <w:ilvl w:val="0"/>
                <w:numId w:val="33"/>
              </w:numPr>
              <w:spacing w:before="0" w:after="0"/>
              <w:rPr>
                <w:rFonts w:cs="Arial"/>
                <w:b w:val="0"/>
                <w:color w:val="auto"/>
              </w:rPr>
            </w:pPr>
            <w:r w:rsidRPr="001A7B4B">
              <w:rPr>
                <w:rFonts w:cs="Arial"/>
                <w:b w:val="0"/>
                <w:color w:val="auto"/>
              </w:rPr>
              <w:t>Tutor to demonstrate the process of installing a tap to a wash hand basin with use of relevant tools.</w:t>
            </w:r>
          </w:p>
          <w:p w14:paraId="63B6A985" w14:textId="77777777" w:rsidR="009157D7" w:rsidRPr="001A7B4B" w:rsidRDefault="009157D7" w:rsidP="00090F4C">
            <w:pPr>
              <w:pStyle w:val="Normalheadingblue"/>
              <w:spacing w:before="0" w:after="0"/>
              <w:rPr>
                <w:rFonts w:cs="Arial"/>
                <w:color w:val="auto"/>
                <w:szCs w:val="22"/>
              </w:rPr>
            </w:pPr>
          </w:p>
          <w:p w14:paraId="71923E9C" w14:textId="41B88D7A" w:rsidR="009157D7" w:rsidRPr="001A7B4B" w:rsidRDefault="009157D7" w:rsidP="00090F4C">
            <w:pPr>
              <w:pStyle w:val="Normalheadingblue"/>
              <w:spacing w:before="0" w:after="0"/>
              <w:rPr>
                <w:rFonts w:cs="Arial"/>
                <w:color w:val="auto"/>
                <w:szCs w:val="22"/>
              </w:rPr>
            </w:pPr>
            <w:r w:rsidRPr="001A7B4B">
              <w:rPr>
                <w:rFonts w:cs="Arial"/>
                <w:color w:val="auto"/>
                <w:szCs w:val="22"/>
              </w:rPr>
              <w:t xml:space="preserve">Knowledge </w:t>
            </w:r>
            <w:r w:rsidR="00090F4C" w:rsidRPr="001A7B4B">
              <w:rPr>
                <w:rFonts w:cs="Arial"/>
                <w:color w:val="auto"/>
                <w:szCs w:val="22"/>
              </w:rPr>
              <w:t>C</w:t>
            </w:r>
            <w:r w:rsidRPr="001A7B4B">
              <w:rPr>
                <w:rFonts w:cs="Arial"/>
                <w:color w:val="auto"/>
                <w:szCs w:val="22"/>
              </w:rPr>
              <w:t>heck example:</w:t>
            </w:r>
          </w:p>
          <w:p w14:paraId="1278EB13" w14:textId="0FF06225" w:rsidR="009157D7" w:rsidRPr="001A7B4B" w:rsidRDefault="009157D7" w:rsidP="00090F4C">
            <w:pPr>
              <w:pStyle w:val="Normalheadingblue"/>
              <w:spacing w:before="0" w:after="0"/>
              <w:rPr>
                <w:rFonts w:cs="Arial"/>
                <w:b w:val="0"/>
                <w:color w:val="auto"/>
                <w:szCs w:val="22"/>
              </w:rPr>
            </w:pPr>
            <w:r w:rsidRPr="001A7B4B">
              <w:rPr>
                <w:rFonts w:cs="Arial"/>
                <w:b w:val="0"/>
                <w:color w:val="auto"/>
                <w:szCs w:val="22"/>
              </w:rPr>
              <w:t xml:space="preserve">Tap and valve identification and use task – </w:t>
            </w:r>
            <w:r w:rsidR="00F502C8" w:rsidRPr="001A7B4B">
              <w:rPr>
                <w:rFonts w:cs="Arial"/>
                <w:b w:val="0"/>
                <w:color w:val="auto"/>
                <w:szCs w:val="22"/>
              </w:rPr>
              <w:t>students</w:t>
            </w:r>
            <w:r w:rsidRPr="001A7B4B">
              <w:rPr>
                <w:rFonts w:cs="Arial"/>
                <w:b w:val="0"/>
                <w:color w:val="auto"/>
                <w:szCs w:val="22"/>
              </w:rPr>
              <w:t xml:space="preserve"> to match taps to type and/or specific uses.</w:t>
            </w:r>
          </w:p>
          <w:p w14:paraId="59BF3C7F" w14:textId="77777777" w:rsidR="009157D7" w:rsidRPr="001A7B4B" w:rsidRDefault="009157D7" w:rsidP="00090F4C">
            <w:pPr>
              <w:pStyle w:val="Normalheadingblue"/>
              <w:spacing w:before="0" w:after="0"/>
              <w:rPr>
                <w:rFonts w:cs="Arial"/>
                <w:b w:val="0"/>
                <w:color w:val="auto"/>
                <w:szCs w:val="22"/>
              </w:rPr>
            </w:pPr>
          </w:p>
          <w:p w14:paraId="1880B339" w14:textId="77777777" w:rsidR="009157D7" w:rsidRPr="001A7B4B" w:rsidRDefault="009157D7" w:rsidP="00090F4C">
            <w:pPr>
              <w:pStyle w:val="Normalheadingblue"/>
              <w:spacing w:before="0" w:after="0"/>
              <w:rPr>
                <w:rFonts w:cs="Arial"/>
                <w:color w:val="auto"/>
                <w:szCs w:val="22"/>
              </w:rPr>
            </w:pPr>
            <w:r w:rsidRPr="001A7B4B">
              <w:rPr>
                <w:rFonts w:cs="Arial"/>
                <w:color w:val="auto"/>
                <w:szCs w:val="22"/>
              </w:rPr>
              <w:t>Resources:</w:t>
            </w:r>
          </w:p>
          <w:p w14:paraId="6A15AC82" w14:textId="77777777" w:rsidR="009157D7" w:rsidRPr="001A7B4B" w:rsidRDefault="009157D7" w:rsidP="00090F4C">
            <w:pPr>
              <w:pStyle w:val="Normalheadingblue"/>
              <w:spacing w:before="0" w:after="0"/>
              <w:rPr>
                <w:rFonts w:cs="Arial"/>
                <w:b w:val="0"/>
                <w:color w:val="auto"/>
                <w:szCs w:val="22"/>
              </w:rPr>
            </w:pPr>
            <w:r w:rsidRPr="001A7B4B">
              <w:rPr>
                <w:rFonts w:cs="Arial"/>
                <w:b w:val="0"/>
                <w:color w:val="auto"/>
                <w:szCs w:val="22"/>
              </w:rPr>
              <w:t>Examples of taps and valves</w:t>
            </w:r>
          </w:p>
          <w:p w14:paraId="5C87DFAD" w14:textId="70B455F1" w:rsidR="009157D7" w:rsidRPr="001A7B4B" w:rsidRDefault="009157D7" w:rsidP="00090F4C">
            <w:pPr>
              <w:pStyle w:val="Normalheadingblue"/>
              <w:spacing w:before="0" w:after="0"/>
              <w:rPr>
                <w:rFonts w:cs="Arial"/>
                <w:b w:val="0"/>
                <w:color w:val="auto"/>
                <w:szCs w:val="22"/>
              </w:rPr>
            </w:pPr>
            <w:r w:rsidRPr="001A7B4B">
              <w:rPr>
                <w:rFonts w:cs="Arial"/>
                <w:b w:val="0"/>
                <w:color w:val="auto"/>
                <w:szCs w:val="22"/>
              </w:rPr>
              <w:lastRenderedPageBreak/>
              <w:t>Spanners and tools to disassemble and install components</w:t>
            </w:r>
            <w:r w:rsidR="00677E39">
              <w:rPr>
                <w:rFonts w:cs="Arial"/>
                <w:b w:val="0"/>
                <w:color w:val="auto"/>
                <w:szCs w:val="22"/>
              </w:rPr>
              <w:t>.</w:t>
            </w:r>
          </w:p>
          <w:p w14:paraId="1222E8E7" w14:textId="77777777" w:rsidR="009157D7" w:rsidRPr="001A7B4B" w:rsidRDefault="009157D7" w:rsidP="00090F4C">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604DB078" w14:textId="77777777" w:rsidR="00DD207A" w:rsidRDefault="008A57D2">
            <w:r>
              <w:lastRenderedPageBreak/>
              <w:t>Tap and valve matching task</w:t>
            </w:r>
          </w:p>
        </w:tc>
      </w:tr>
      <w:tr w:rsidR="00035A1F" w:rsidRPr="00634DF8" w14:paraId="602B0DC3"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5513F47F" w14:textId="77777777" w:rsidR="00035A1F" w:rsidRDefault="00035A1F" w:rsidP="00035A1F">
            <w:pPr>
              <w:jc w:val="center"/>
              <w:rPr>
                <w:rFonts w:cs="Arial"/>
                <w:szCs w:val="22"/>
              </w:rPr>
            </w:pPr>
            <w:r>
              <w:rPr>
                <w:rFonts w:cs="Arial"/>
                <w:szCs w:val="22"/>
              </w:rPr>
              <w:t>81</w:t>
            </w:r>
          </w:p>
          <w:p w14:paraId="7997A106" w14:textId="77777777" w:rsidR="00035A1F" w:rsidRDefault="00035A1F" w:rsidP="00035A1F">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49094ACE" w14:textId="77777777" w:rsidR="00035A1F" w:rsidRPr="001A7B4B" w:rsidRDefault="00035A1F" w:rsidP="00035A1F">
            <w:pPr>
              <w:pStyle w:val="Normalheadingblack"/>
              <w:rPr>
                <w:rFonts w:cs="Arial"/>
                <w:lang w:eastAsia="en-GB"/>
              </w:rPr>
            </w:pPr>
            <w:r w:rsidRPr="001A7B4B">
              <w:rPr>
                <w:rFonts w:cs="Arial"/>
                <w:lang w:eastAsia="en-GB"/>
              </w:rPr>
              <w:t>Outcome 1 – Plumbing and heating common knowledge criteria</w:t>
            </w:r>
          </w:p>
          <w:p w14:paraId="0487A2C5" w14:textId="77777777" w:rsidR="00035A1F" w:rsidRPr="001A7B4B" w:rsidRDefault="00035A1F" w:rsidP="00035A1F">
            <w:pPr>
              <w:pStyle w:val="Normalheadingblack"/>
              <w:rPr>
                <w:rFonts w:cs="Arial"/>
                <w:lang w:eastAsia="en-GB"/>
              </w:rPr>
            </w:pPr>
          </w:p>
          <w:p w14:paraId="627C228D" w14:textId="77777777" w:rsidR="00035A1F" w:rsidRPr="001A7B4B" w:rsidRDefault="00035A1F" w:rsidP="00035A1F">
            <w:pPr>
              <w:pStyle w:val="Normalheadingblack"/>
              <w:rPr>
                <w:rFonts w:cs="Arial"/>
                <w:lang w:eastAsia="en-GB"/>
              </w:rPr>
            </w:pPr>
            <w:r w:rsidRPr="001A7B4B">
              <w:rPr>
                <w:rFonts w:cs="Arial"/>
                <w:lang w:eastAsia="en-GB"/>
              </w:rPr>
              <w:t>Outcome 2 Install plumbing and heating systems</w:t>
            </w:r>
          </w:p>
          <w:p w14:paraId="4F4663E6" w14:textId="77777777" w:rsidR="00035A1F" w:rsidRPr="001A7B4B" w:rsidRDefault="00035A1F" w:rsidP="00035A1F">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5A733EE0" w14:textId="77777777" w:rsidR="00035A1F" w:rsidRPr="001A7B4B" w:rsidRDefault="00035A1F" w:rsidP="00035A1F">
            <w:pPr>
              <w:pStyle w:val="Normalheadingblack"/>
              <w:rPr>
                <w:rFonts w:cs="Arial"/>
                <w:b w:val="0"/>
                <w:szCs w:val="22"/>
              </w:rPr>
            </w:pPr>
            <w:r w:rsidRPr="001A7B4B">
              <w:rPr>
                <w:rFonts w:cs="Arial"/>
                <w:b w:val="0"/>
                <w:szCs w:val="22"/>
              </w:rPr>
              <w:t>K1.7 Plumbing and heating systems</w:t>
            </w:r>
          </w:p>
          <w:p w14:paraId="12400CCA" w14:textId="77777777" w:rsidR="00035A1F" w:rsidRPr="001A7B4B" w:rsidRDefault="00035A1F" w:rsidP="00035A1F">
            <w:pPr>
              <w:pStyle w:val="Normalheadingblack"/>
              <w:rPr>
                <w:rFonts w:cs="Arial"/>
                <w:b w:val="0"/>
                <w:szCs w:val="22"/>
              </w:rPr>
            </w:pPr>
          </w:p>
          <w:p w14:paraId="3E376D10" w14:textId="77777777" w:rsidR="00035A1F" w:rsidRPr="001A7B4B" w:rsidRDefault="00035A1F" w:rsidP="00035A1F">
            <w:pPr>
              <w:pStyle w:val="Default"/>
              <w:rPr>
                <w:color w:val="auto"/>
                <w:szCs w:val="22"/>
              </w:rPr>
            </w:pPr>
            <w:r w:rsidRPr="001A7B4B">
              <w:rPr>
                <w:bCs/>
                <w:color w:val="auto"/>
                <w:sz w:val="22"/>
                <w:szCs w:val="22"/>
              </w:rPr>
              <w:t xml:space="preserve">S2.19 Position and secure components in plumbing system </w:t>
            </w:r>
          </w:p>
          <w:p w14:paraId="6F5FC3D2" w14:textId="77777777" w:rsidR="00035A1F" w:rsidRPr="001A7B4B" w:rsidRDefault="00035A1F" w:rsidP="00035A1F">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322AF564" w14:textId="2C293AA6" w:rsidR="00035A1F" w:rsidRPr="001A7B4B" w:rsidRDefault="00035A1F" w:rsidP="001E7326">
            <w:pPr>
              <w:pStyle w:val="Normalheadingblue"/>
              <w:spacing w:before="0" w:after="0"/>
              <w:rPr>
                <w:rFonts w:cs="Arial"/>
                <w:color w:val="auto"/>
                <w:szCs w:val="22"/>
              </w:rPr>
            </w:pPr>
            <w:r w:rsidRPr="001A7B4B">
              <w:rPr>
                <w:rFonts w:cs="Arial"/>
                <w:color w:val="auto"/>
                <w:szCs w:val="22"/>
              </w:rPr>
              <w:t>Activity:</w:t>
            </w:r>
          </w:p>
          <w:p w14:paraId="3514D67E" w14:textId="77777777" w:rsidR="00035A1F" w:rsidRPr="001A7B4B" w:rsidRDefault="00035A1F" w:rsidP="001E7326">
            <w:pPr>
              <w:pStyle w:val="Normalheadingblue"/>
              <w:spacing w:before="0" w:after="0"/>
              <w:rPr>
                <w:rFonts w:cs="Arial"/>
                <w:color w:val="auto"/>
                <w:szCs w:val="22"/>
              </w:rPr>
            </w:pPr>
            <w:r w:rsidRPr="001A7B4B">
              <w:rPr>
                <w:rFonts w:cs="Arial"/>
                <w:color w:val="auto"/>
                <w:szCs w:val="22"/>
              </w:rPr>
              <w:t>Starter task example:</w:t>
            </w:r>
          </w:p>
          <w:p w14:paraId="7B757F74" w14:textId="77777777" w:rsidR="00035A1F" w:rsidRPr="001A7B4B" w:rsidRDefault="00035A1F" w:rsidP="001E7326">
            <w:pPr>
              <w:pStyle w:val="Normalheadingblue"/>
              <w:spacing w:before="0" w:after="0"/>
              <w:rPr>
                <w:rFonts w:cs="Arial"/>
                <w:b w:val="0"/>
                <w:color w:val="auto"/>
                <w:szCs w:val="22"/>
              </w:rPr>
            </w:pPr>
            <w:r w:rsidRPr="001A7B4B">
              <w:rPr>
                <w:rFonts w:cs="Arial"/>
                <w:b w:val="0"/>
                <w:color w:val="auto"/>
                <w:szCs w:val="22"/>
              </w:rPr>
              <w:t>Toolbox talk – Tutor to start by introducing a relevant topic to conduct a toolbox talk as a class before practical session commences.</w:t>
            </w:r>
          </w:p>
          <w:p w14:paraId="65A7839E" w14:textId="77777777" w:rsidR="00035A1F" w:rsidRPr="001A7B4B" w:rsidRDefault="00035A1F" w:rsidP="001E7326">
            <w:pPr>
              <w:pStyle w:val="Normalheadingblue"/>
              <w:spacing w:before="0" w:after="0"/>
              <w:rPr>
                <w:rFonts w:cs="Arial"/>
                <w:color w:val="auto"/>
                <w:szCs w:val="22"/>
              </w:rPr>
            </w:pPr>
          </w:p>
          <w:p w14:paraId="6671359D" w14:textId="7442CE5C" w:rsidR="00035A1F" w:rsidRPr="001A7B4B" w:rsidRDefault="00035A1F" w:rsidP="001E7326">
            <w:pPr>
              <w:pStyle w:val="Normalheadingblue"/>
              <w:spacing w:before="0" w:after="0"/>
              <w:rPr>
                <w:rFonts w:cs="Arial"/>
                <w:color w:val="auto"/>
                <w:szCs w:val="22"/>
              </w:rPr>
            </w:pPr>
            <w:r w:rsidRPr="001A7B4B">
              <w:rPr>
                <w:rFonts w:cs="Arial"/>
                <w:color w:val="auto"/>
                <w:szCs w:val="22"/>
              </w:rPr>
              <w:t>Delivery</w:t>
            </w:r>
            <w:r w:rsidR="001E7326" w:rsidRPr="001A7B4B">
              <w:rPr>
                <w:rFonts w:cs="Arial"/>
                <w:color w:val="auto"/>
                <w:szCs w:val="22"/>
              </w:rPr>
              <w:t xml:space="preserve"> focus</w:t>
            </w:r>
            <w:r w:rsidRPr="001A7B4B">
              <w:rPr>
                <w:rFonts w:cs="Arial"/>
                <w:color w:val="auto"/>
                <w:szCs w:val="22"/>
              </w:rPr>
              <w:t>:</w:t>
            </w:r>
          </w:p>
          <w:p w14:paraId="2022B37C" w14:textId="0213B452" w:rsidR="00035A1F" w:rsidRPr="001A7B4B" w:rsidRDefault="00035A1F" w:rsidP="001E7326">
            <w:pPr>
              <w:pStyle w:val="Normalheadingblue"/>
              <w:spacing w:before="0" w:after="0"/>
              <w:rPr>
                <w:rFonts w:cs="Arial"/>
                <w:b w:val="0"/>
                <w:color w:val="auto"/>
                <w:szCs w:val="22"/>
              </w:rPr>
            </w:pPr>
            <w:r w:rsidRPr="001A7B4B">
              <w:rPr>
                <w:rFonts w:cs="Arial"/>
                <w:color w:val="auto"/>
                <w:szCs w:val="22"/>
              </w:rPr>
              <w:t xml:space="preserve">Practical session – </w:t>
            </w:r>
            <w:r w:rsidR="00116A2E" w:rsidRPr="001A7B4B">
              <w:rPr>
                <w:rFonts w:cs="Arial"/>
                <w:b w:val="0"/>
                <w:color w:val="auto"/>
                <w:szCs w:val="22"/>
              </w:rPr>
              <w:t>Students</w:t>
            </w:r>
            <w:r w:rsidRPr="001A7B4B">
              <w:rPr>
                <w:rFonts w:cs="Arial"/>
                <w:b w:val="0"/>
                <w:color w:val="auto"/>
                <w:szCs w:val="22"/>
              </w:rPr>
              <w:t xml:space="preserve"> to position and secure taps to wash hand basins and sinks.</w:t>
            </w:r>
          </w:p>
          <w:p w14:paraId="6E4C61A7" w14:textId="412F74A1" w:rsidR="00035A1F" w:rsidRPr="001A7B4B" w:rsidRDefault="00035A1F" w:rsidP="002C017C">
            <w:pPr>
              <w:pStyle w:val="Normalheadingblue"/>
              <w:numPr>
                <w:ilvl w:val="0"/>
                <w:numId w:val="34"/>
              </w:numPr>
              <w:spacing w:before="0" w:after="0"/>
              <w:rPr>
                <w:rFonts w:cs="Arial"/>
                <w:b w:val="0"/>
                <w:color w:val="auto"/>
                <w:szCs w:val="22"/>
              </w:rPr>
            </w:pPr>
            <w:r w:rsidRPr="001A7B4B">
              <w:rPr>
                <w:rFonts w:cs="Arial"/>
                <w:b w:val="0"/>
                <w:color w:val="auto"/>
                <w:szCs w:val="22"/>
              </w:rPr>
              <w:t xml:space="preserve">Tutor to identify wash hand basins, sinks and relevant outlets to allow </w:t>
            </w:r>
            <w:r w:rsidR="00F502C8" w:rsidRPr="001A7B4B">
              <w:rPr>
                <w:rFonts w:cs="Arial"/>
                <w:b w:val="0"/>
                <w:color w:val="auto"/>
                <w:szCs w:val="22"/>
              </w:rPr>
              <w:t>students</w:t>
            </w:r>
            <w:r w:rsidRPr="001A7B4B">
              <w:rPr>
                <w:rFonts w:cs="Arial"/>
                <w:b w:val="0"/>
                <w:color w:val="auto"/>
                <w:szCs w:val="22"/>
              </w:rPr>
              <w:t xml:space="preserve"> in pairs the opportunity to fit the taps in position.</w:t>
            </w:r>
          </w:p>
          <w:p w14:paraId="034B3A0F" w14:textId="35AD23A8" w:rsidR="00035A1F" w:rsidRPr="001A7B4B" w:rsidRDefault="00035A1F" w:rsidP="002C017C">
            <w:pPr>
              <w:pStyle w:val="Normalheadingblue"/>
              <w:numPr>
                <w:ilvl w:val="0"/>
                <w:numId w:val="34"/>
              </w:numPr>
              <w:spacing w:before="0" w:after="0"/>
              <w:rPr>
                <w:rFonts w:cs="Arial"/>
                <w:b w:val="0"/>
                <w:color w:val="auto"/>
                <w:szCs w:val="22"/>
              </w:rPr>
            </w:pPr>
            <w:r w:rsidRPr="001A7B4B">
              <w:rPr>
                <w:rFonts w:cs="Arial"/>
                <w:b w:val="0"/>
                <w:color w:val="auto"/>
                <w:szCs w:val="22"/>
              </w:rPr>
              <w:t xml:space="preserve">Recap the processes for tap types before monitoring the </w:t>
            </w:r>
            <w:r w:rsidR="00F502C8" w:rsidRPr="001A7B4B">
              <w:rPr>
                <w:rFonts w:cs="Arial"/>
                <w:b w:val="0"/>
                <w:color w:val="auto"/>
                <w:szCs w:val="22"/>
              </w:rPr>
              <w:t>students</w:t>
            </w:r>
            <w:r w:rsidRPr="001A7B4B">
              <w:rPr>
                <w:rFonts w:cs="Arial"/>
                <w:b w:val="0"/>
                <w:color w:val="auto"/>
                <w:szCs w:val="22"/>
              </w:rPr>
              <w:t xml:space="preserve"> and advising as they carry out the task.</w:t>
            </w:r>
          </w:p>
          <w:p w14:paraId="77FF049F" w14:textId="30A17195" w:rsidR="00035A1F" w:rsidRPr="001A7B4B" w:rsidRDefault="00035A1F" w:rsidP="002C017C">
            <w:pPr>
              <w:pStyle w:val="Normalheadingblue"/>
              <w:numPr>
                <w:ilvl w:val="0"/>
                <w:numId w:val="34"/>
              </w:numPr>
              <w:spacing w:before="0" w:after="0"/>
              <w:rPr>
                <w:rFonts w:cs="Arial"/>
                <w:b w:val="0"/>
                <w:color w:val="auto"/>
                <w:szCs w:val="22"/>
              </w:rPr>
            </w:pPr>
            <w:r w:rsidRPr="001A7B4B">
              <w:rPr>
                <w:rFonts w:cs="Arial"/>
                <w:b w:val="0"/>
                <w:color w:val="auto"/>
                <w:szCs w:val="22"/>
              </w:rPr>
              <w:t xml:space="preserve">On completion and when tutor has inspected then the </w:t>
            </w:r>
            <w:r w:rsidR="00F502C8" w:rsidRPr="001A7B4B">
              <w:rPr>
                <w:rFonts w:cs="Arial"/>
                <w:b w:val="0"/>
                <w:color w:val="auto"/>
                <w:szCs w:val="22"/>
              </w:rPr>
              <w:t>students</w:t>
            </w:r>
            <w:r w:rsidRPr="001A7B4B">
              <w:rPr>
                <w:rFonts w:cs="Arial"/>
                <w:b w:val="0"/>
                <w:color w:val="auto"/>
                <w:szCs w:val="22"/>
              </w:rPr>
              <w:t xml:space="preserve"> should remove the tap so that the pairs can swap to another example.</w:t>
            </w:r>
          </w:p>
          <w:p w14:paraId="7424FA7F" w14:textId="77777777" w:rsidR="001E7326" w:rsidRPr="001A7B4B" w:rsidRDefault="001E7326" w:rsidP="001E7326">
            <w:pPr>
              <w:pStyle w:val="Normalheadingblue"/>
              <w:spacing w:before="0" w:after="0"/>
              <w:rPr>
                <w:rFonts w:cs="Arial"/>
                <w:color w:val="auto"/>
                <w:szCs w:val="22"/>
              </w:rPr>
            </w:pPr>
          </w:p>
          <w:p w14:paraId="0B9C9397" w14:textId="5FAFBE50" w:rsidR="00035A1F" w:rsidRPr="001A7B4B" w:rsidRDefault="00035A1F" w:rsidP="001E7326">
            <w:pPr>
              <w:pStyle w:val="Normalheadingblue"/>
              <w:spacing w:before="0" w:after="0"/>
              <w:rPr>
                <w:rFonts w:cs="Arial"/>
                <w:color w:val="auto"/>
                <w:szCs w:val="22"/>
              </w:rPr>
            </w:pPr>
            <w:r w:rsidRPr="001A7B4B">
              <w:rPr>
                <w:rFonts w:cs="Arial"/>
                <w:color w:val="auto"/>
                <w:szCs w:val="22"/>
              </w:rPr>
              <w:t xml:space="preserve">Knowledge </w:t>
            </w:r>
            <w:r w:rsidR="004C176A" w:rsidRPr="001A7B4B">
              <w:rPr>
                <w:rFonts w:cs="Arial"/>
                <w:color w:val="auto"/>
                <w:szCs w:val="22"/>
              </w:rPr>
              <w:t xml:space="preserve">and skill </w:t>
            </w:r>
            <w:r w:rsidRPr="001A7B4B">
              <w:rPr>
                <w:rFonts w:cs="Arial"/>
                <w:color w:val="auto"/>
                <w:szCs w:val="22"/>
              </w:rPr>
              <w:t>check example:</w:t>
            </w:r>
          </w:p>
          <w:p w14:paraId="10D6B80A" w14:textId="77777777" w:rsidR="004C176A" w:rsidRPr="001A7B4B" w:rsidRDefault="004C176A" w:rsidP="001E7326">
            <w:pPr>
              <w:pStyle w:val="Normalheadingblue"/>
              <w:spacing w:before="0" w:after="0"/>
              <w:rPr>
                <w:rFonts w:cs="Arial"/>
                <w:b w:val="0"/>
                <w:color w:val="auto"/>
                <w:szCs w:val="22"/>
              </w:rPr>
            </w:pPr>
            <w:r w:rsidRPr="001A7B4B">
              <w:rPr>
                <w:rFonts w:cs="Arial"/>
                <w:b w:val="0"/>
                <w:color w:val="auto"/>
                <w:szCs w:val="22"/>
              </w:rPr>
              <w:t>Install taps at wash hand basins and sinks.</w:t>
            </w:r>
          </w:p>
          <w:p w14:paraId="185F033E" w14:textId="77777777" w:rsidR="004C176A" w:rsidRPr="001A7B4B" w:rsidRDefault="004C176A" w:rsidP="001E7326">
            <w:pPr>
              <w:pStyle w:val="Normalheadingblue"/>
              <w:spacing w:before="0" w:after="0"/>
              <w:rPr>
                <w:rFonts w:cs="Arial"/>
                <w:color w:val="auto"/>
                <w:szCs w:val="22"/>
              </w:rPr>
            </w:pPr>
          </w:p>
          <w:p w14:paraId="100C306D" w14:textId="77777777" w:rsidR="00035A1F" w:rsidRPr="001A7B4B" w:rsidRDefault="00035A1F" w:rsidP="001E7326">
            <w:pPr>
              <w:pStyle w:val="Normalheadingblue"/>
              <w:spacing w:before="0" w:after="0"/>
              <w:rPr>
                <w:rFonts w:cs="Arial"/>
                <w:color w:val="auto"/>
                <w:szCs w:val="22"/>
              </w:rPr>
            </w:pPr>
            <w:r w:rsidRPr="001A7B4B">
              <w:rPr>
                <w:rFonts w:cs="Arial"/>
                <w:color w:val="auto"/>
                <w:szCs w:val="22"/>
              </w:rPr>
              <w:t>Resources:</w:t>
            </w:r>
          </w:p>
          <w:p w14:paraId="3EAA8357" w14:textId="77777777" w:rsidR="00035A1F" w:rsidRPr="001A7B4B" w:rsidRDefault="004C176A" w:rsidP="001E7326">
            <w:pPr>
              <w:pStyle w:val="Normalheadingblue"/>
              <w:spacing w:before="0" w:after="0"/>
              <w:rPr>
                <w:rFonts w:cs="Arial"/>
                <w:b w:val="0"/>
                <w:color w:val="auto"/>
                <w:szCs w:val="22"/>
              </w:rPr>
            </w:pPr>
            <w:r w:rsidRPr="001A7B4B">
              <w:rPr>
                <w:rFonts w:cs="Arial"/>
                <w:b w:val="0"/>
                <w:color w:val="auto"/>
                <w:szCs w:val="22"/>
              </w:rPr>
              <w:t>Suitable tool kits per appliance</w:t>
            </w:r>
          </w:p>
          <w:p w14:paraId="2E7D6DDC" w14:textId="77777777" w:rsidR="004C176A" w:rsidRPr="001A7B4B" w:rsidRDefault="004C176A" w:rsidP="001E7326">
            <w:pPr>
              <w:pStyle w:val="Normalheadingblue"/>
              <w:spacing w:before="0" w:after="0"/>
              <w:rPr>
                <w:rFonts w:cs="Arial"/>
                <w:b w:val="0"/>
                <w:color w:val="auto"/>
                <w:szCs w:val="22"/>
              </w:rPr>
            </w:pPr>
            <w:r w:rsidRPr="001A7B4B">
              <w:rPr>
                <w:rFonts w:cs="Arial"/>
                <w:b w:val="0"/>
                <w:color w:val="auto"/>
                <w:szCs w:val="22"/>
              </w:rPr>
              <w:t>Examples of suitable taps</w:t>
            </w:r>
          </w:p>
          <w:p w14:paraId="37DAEC22" w14:textId="77777777" w:rsidR="004C176A" w:rsidRPr="001A7B4B" w:rsidRDefault="004C176A" w:rsidP="001E7326">
            <w:pPr>
              <w:pStyle w:val="Normalheadingblue"/>
              <w:spacing w:before="0" w:after="0"/>
              <w:rPr>
                <w:rFonts w:cs="Arial"/>
                <w:b w:val="0"/>
                <w:color w:val="auto"/>
                <w:szCs w:val="22"/>
              </w:rPr>
            </w:pPr>
            <w:r w:rsidRPr="001A7B4B">
              <w:rPr>
                <w:rFonts w:cs="Arial"/>
                <w:b w:val="0"/>
                <w:color w:val="auto"/>
                <w:szCs w:val="22"/>
              </w:rPr>
              <w:t>Relevant PPE</w:t>
            </w:r>
          </w:p>
          <w:p w14:paraId="1CEC4ED1" w14:textId="77777777" w:rsidR="001E7326" w:rsidRPr="001A7B4B" w:rsidRDefault="001E7326" w:rsidP="001E7326">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30985CC0" w14:textId="77777777" w:rsidR="00DD207A" w:rsidRDefault="008A57D2">
            <w:r>
              <w:lastRenderedPageBreak/>
              <w:t>Install taps to appliances</w:t>
            </w:r>
          </w:p>
        </w:tc>
      </w:tr>
      <w:tr w:rsidR="004C176A" w:rsidRPr="00634DF8" w14:paraId="6E26EA0E"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6EBBCDC6" w14:textId="77777777" w:rsidR="004C176A" w:rsidRDefault="004C176A" w:rsidP="004C176A">
            <w:pPr>
              <w:jc w:val="center"/>
              <w:rPr>
                <w:rFonts w:cs="Arial"/>
                <w:szCs w:val="22"/>
              </w:rPr>
            </w:pPr>
            <w:r>
              <w:rPr>
                <w:rFonts w:cs="Arial"/>
                <w:szCs w:val="22"/>
              </w:rPr>
              <w:t>82</w:t>
            </w:r>
          </w:p>
          <w:p w14:paraId="4B53A636" w14:textId="77777777" w:rsidR="004C176A" w:rsidRDefault="004C176A" w:rsidP="004C176A">
            <w:pPr>
              <w:jc w:val="center"/>
              <w:rPr>
                <w:rFonts w:cs="Arial"/>
                <w:szCs w:val="22"/>
              </w:rPr>
            </w:pPr>
            <w:r>
              <w:rPr>
                <w:rFonts w:cs="Arial"/>
                <w:szCs w:val="22"/>
              </w:rPr>
              <w:t>3 hours</w:t>
            </w:r>
          </w:p>
          <w:p w14:paraId="35D22043" w14:textId="45129A31" w:rsidR="00DF33FE" w:rsidRDefault="00DF33FE" w:rsidP="004C176A">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592C8394" w14:textId="77777777" w:rsidR="004C176A" w:rsidRPr="001A7B4B" w:rsidRDefault="004C176A" w:rsidP="004C176A">
            <w:pPr>
              <w:pStyle w:val="Normalheadingblack"/>
              <w:rPr>
                <w:rFonts w:cs="Arial"/>
                <w:lang w:eastAsia="en-GB"/>
              </w:rPr>
            </w:pPr>
            <w:r w:rsidRPr="001A7B4B">
              <w:rPr>
                <w:rFonts w:cs="Arial"/>
                <w:lang w:eastAsia="en-GB"/>
              </w:rPr>
              <w:t>Outcome 1 – Plumbing and heating common knowledge criteria</w:t>
            </w:r>
          </w:p>
          <w:p w14:paraId="1BC0AB6B" w14:textId="77777777" w:rsidR="004C176A" w:rsidRPr="001A7B4B" w:rsidRDefault="004C176A" w:rsidP="004C176A">
            <w:pPr>
              <w:pStyle w:val="Normalheadingblack"/>
              <w:rPr>
                <w:rFonts w:cs="Arial"/>
                <w:lang w:eastAsia="en-GB"/>
              </w:rPr>
            </w:pPr>
          </w:p>
          <w:p w14:paraId="497CFBDE" w14:textId="77777777" w:rsidR="004C176A" w:rsidRPr="001A7B4B" w:rsidRDefault="004C176A" w:rsidP="004C176A">
            <w:pPr>
              <w:pStyle w:val="Normalheadingblack"/>
              <w:rPr>
                <w:rFonts w:cs="Arial"/>
                <w:lang w:eastAsia="en-GB"/>
              </w:rPr>
            </w:pPr>
            <w:r w:rsidRPr="001A7B4B">
              <w:rPr>
                <w:rFonts w:cs="Arial"/>
                <w:lang w:eastAsia="en-GB"/>
              </w:rPr>
              <w:t>Outcome 2 Install plumbing and heating systems</w:t>
            </w:r>
          </w:p>
          <w:p w14:paraId="5AD73EE0" w14:textId="77777777" w:rsidR="004C176A" w:rsidRPr="001A7B4B" w:rsidRDefault="004C176A" w:rsidP="004C176A">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0E93FF4E" w14:textId="77777777" w:rsidR="004C176A" w:rsidRPr="001A7B4B" w:rsidRDefault="004C176A" w:rsidP="004C176A">
            <w:pPr>
              <w:pStyle w:val="Normalheadingblack"/>
              <w:rPr>
                <w:rFonts w:cs="Arial"/>
                <w:b w:val="0"/>
                <w:szCs w:val="22"/>
              </w:rPr>
            </w:pPr>
            <w:r w:rsidRPr="001A7B4B">
              <w:rPr>
                <w:rFonts w:cs="Arial"/>
                <w:b w:val="0"/>
                <w:szCs w:val="22"/>
              </w:rPr>
              <w:t>K1.7 Plumbing and heating systems</w:t>
            </w:r>
          </w:p>
          <w:p w14:paraId="5EB60456" w14:textId="77777777" w:rsidR="004C176A" w:rsidRPr="001A7B4B" w:rsidRDefault="004C176A" w:rsidP="004C176A">
            <w:pPr>
              <w:pStyle w:val="Normalheadingblack"/>
              <w:rPr>
                <w:rFonts w:cs="Arial"/>
                <w:b w:val="0"/>
                <w:szCs w:val="22"/>
              </w:rPr>
            </w:pPr>
          </w:p>
          <w:p w14:paraId="07D14F81" w14:textId="77777777" w:rsidR="004C176A" w:rsidRPr="001A7B4B" w:rsidRDefault="004C176A" w:rsidP="004C176A">
            <w:pPr>
              <w:pStyle w:val="Default"/>
              <w:rPr>
                <w:color w:val="auto"/>
                <w:szCs w:val="22"/>
              </w:rPr>
            </w:pPr>
            <w:r w:rsidRPr="001A7B4B">
              <w:rPr>
                <w:bCs/>
                <w:color w:val="auto"/>
                <w:sz w:val="22"/>
                <w:szCs w:val="22"/>
              </w:rPr>
              <w:t xml:space="preserve">S2.19 Position and secure components in plumbing system </w:t>
            </w:r>
          </w:p>
          <w:p w14:paraId="03E3CFCC" w14:textId="77777777" w:rsidR="004C176A" w:rsidRPr="001A7B4B" w:rsidRDefault="004C176A" w:rsidP="004C176A">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16F1CB56" w14:textId="45D844E5" w:rsidR="004C176A" w:rsidRPr="001A7B4B" w:rsidRDefault="004C176A" w:rsidP="00A97482">
            <w:pPr>
              <w:pStyle w:val="Normalheadingblue"/>
              <w:spacing w:before="0" w:after="0"/>
              <w:rPr>
                <w:rFonts w:cs="Arial"/>
                <w:color w:val="auto"/>
                <w:szCs w:val="22"/>
              </w:rPr>
            </w:pPr>
            <w:r w:rsidRPr="001A7B4B">
              <w:rPr>
                <w:rFonts w:cs="Arial"/>
                <w:color w:val="auto"/>
                <w:szCs w:val="22"/>
              </w:rPr>
              <w:t>Activity:</w:t>
            </w:r>
          </w:p>
          <w:p w14:paraId="551263A7" w14:textId="77777777" w:rsidR="004C176A" w:rsidRPr="001A7B4B" w:rsidRDefault="004C176A" w:rsidP="00A97482">
            <w:pPr>
              <w:pStyle w:val="Normalheadingblue"/>
              <w:spacing w:before="0" w:after="0"/>
              <w:rPr>
                <w:rFonts w:cs="Arial"/>
                <w:color w:val="auto"/>
                <w:szCs w:val="22"/>
              </w:rPr>
            </w:pPr>
            <w:r w:rsidRPr="001A7B4B">
              <w:rPr>
                <w:rFonts w:cs="Arial"/>
                <w:color w:val="auto"/>
                <w:szCs w:val="22"/>
              </w:rPr>
              <w:t>Starter task example:</w:t>
            </w:r>
          </w:p>
          <w:p w14:paraId="3D85ED76" w14:textId="77777777" w:rsidR="00A60E48" w:rsidRPr="001A7B4B" w:rsidRDefault="00A60E48" w:rsidP="00A97482">
            <w:pPr>
              <w:pStyle w:val="Normalheadingblue"/>
              <w:spacing w:before="0" w:after="0"/>
              <w:rPr>
                <w:rFonts w:cs="Arial"/>
                <w:b w:val="0"/>
                <w:color w:val="auto"/>
                <w:szCs w:val="22"/>
              </w:rPr>
            </w:pPr>
            <w:r w:rsidRPr="001A7B4B">
              <w:rPr>
                <w:rFonts w:cs="Arial"/>
                <w:b w:val="0"/>
                <w:color w:val="auto"/>
                <w:szCs w:val="22"/>
              </w:rPr>
              <w:t>Work experience quick discussion – update on plans and potential opportunities.</w:t>
            </w:r>
          </w:p>
          <w:p w14:paraId="55F3A201" w14:textId="77777777" w:rsidR="00A60E48" w:rsidRPr="001A7B4B" w:rsidRDefault="00A60E48" w:rsidP="00A97482">
            <w:pPr>
              <w:pStyle w:val="Normalheadingblue"/>
              <w:spacing w:before="0" w:after="0"/>
              <w:rPr>
                <w:rFonts w:cs="Arial"/>
                <w:color w:val="auto"/>
                <w:szCs w:val="22"/>
              </w:rPr>
            </w:pPr>
          </w:p>
          <w:p w14:paraId="7E9AEDE8" w14:textId="50BD3F95" w:rsidR="004C176A" w:rsidRPr="001A7B4B" w:rsidRDefault="004C176A" w:rsidP="00A97482">
            <w:pPr>
              <w:pStyle w:val="Normalheadingblue"/>
              <w:spacing w:before="0" w:after="0"/>
              <w:rPr>
                <w:rFonts w:cs="Arial"/>
                <w:color w:val="auto"/>
                <w:szCs w:val="22"/>
              </w:rPr>
            </w:pPr>
            <w:r w:rsidRPr="001A7B4B">
              <w:rPr>
                <w:rFonts w:cs="Arial"/>
                <w:color w:val="auto"/>
                <w:szCs w:val="22"/>
              </w:rPr>
              <w:t>Delivery</w:t>
            </w:r>
            <w:r w:rsidR="00A97482" w:rsidRPr="001A7B4B">
              <w:rPr>
                <w:rFonts w:cs="Arial"/>
                <w:color w:val="auto"/>
                <w:szCs w:val="22"/>
              </w:rPr>
              <w:t xml:space="preserve"> focus</w:t>
            </w:r>
            <w:r w:rsidRPr="001A7B4B">
              <w:rPr>
                <w:rFonts w:cs="Arial"/>
                <w:color w:val="auto"/>
                <w:szCs w:val="22"/>
              </w:rPr>
              <w:t>:</w:t>
            </w:r>
          </w:p>
          <w:p w14:paraId="18A5CC8D" w14:textId="5151E6A0" w:rsidR="004C176A" w:rsidRPr="001A7B4B" w:rsidRDefault="004C176A" w:rsidP="00A97482">
            <w:pPr>
              <w:pStyle w:val="Normalheadingblue"/>
              <w:spacing w:before="0" w:after="0"/>
              <w:rPr>
                <w:rFonts w:cs="Arial"/>
                <w:b w:val="0"/>
                <w:color w:val="auto"/>
                <w:szCs w:val="22"/>
              </w:rPr>
            </w:pPr>
            <w:r w:rsidRPr="001A7B4B">
              <w:rPr>
                <w:rFonts w:cs="Arial"/>
                <w:b w:val="0"/>
                <w:color w:val="auto"/>
                <w:szCs w:val="22"/>
              </w:rPr>
              <w:t xml:space="preserve">Tutor to deliver information regarding </w:t>
            </w:r>
            <w:r w:rsidR="00A53B76">
              <w:rPr>
                <w:rFonts w:cs="Arial"/>
                <w:b w:val="0"/>
                <w:color w:val="auto"/>
                <w:szCs w:val="22"/>
              </w:rPr>
              <w:t>s</w:t>
            </w:r>
            <w:r w:rsidRPr="001A7B4B">
              <w:rPr>
                <w:rFonts w:cs="Arial"/>
                <w:b w:val="0"/>
                <w:color w:val="auto"/>
                <w:szCs w:val="22"/>
              </w:rPr>
              <w:t>howers and their connection</w:t>
            </w:r>
            <w:r w:rsidR="00677E39">
              <w:rPr>
                <w:rFonts w:cs="Arial"/>
                <w:b w:val="0"/>
                <w:color w:val="auto"/>
                <w:szCs w:val="22"/>
              </w:rPr>
              <w:t>s</w:t>
            </w:r>
            <w:r w:rsidRPr="001A7B4B">
              <w:rPr>
                <w:rFonts w:cs="Arial"/>
                <w:b w:val="0"/>
                <w:color w:val="auto"/>
                <w:szCs w:val="22"/>
              </w:rPr>
              <w:t>:</w:t>
            </w:r>
          </w:p>
          <w:p w14:paraId="2BA50D06" w14:textId="77777777" w:rsidR="004C176A" w:rsidRPr="001A7B4B" w:rsidRDefault="004C176A" w:rsidP="002C017C">
            <w:pPr>
              <w:pStyle w:val="Normalheadingblue"/>
              <w:numPr>
                <w:ilvl w:val="0"/>
                <w:numId w:val="35"/>
              </w:numPr>
              <w:spacing w:before="0" w:after="0"/>
              <w:rPr>
                <w:rFonts w:cs="Arial"/>
                <w:b w:val="0"/>
                <w:color w:val="auto"/>
                <w:szCs w:val="22"/>
              </w:rPr>
            </w:pPr>
            <w:r w:rsidRPr="001A7B4B">
              <w:rPr>
                <w:rFonts w:cs="Arial"/>
                <w:b w:val="0"/>
                <w:color w:val="auto"/>
                <w:szCs w:val="22"/>
              </w:rPr>
              <w:t>Electric shower</w:t>
            </w:r>
          </w:p>
          <w:p w14:paraId="75F163D0" w14:textId="77777777" w:rsidR="004C176A" w:rsidRPr="001A7B4B" w:rsidRDefault="004C176A" w:rsidP="002C017C">
            <w:pPr>
              <w:pStyle w:val="Normalheadingblue"/>
              <w:numPr>
                <w:ilvl w:val="0"/>
                <w:numId w:val="35"/>
              </w:numPr>
              <w:spacing w:before="0" w:after="0"/>
              <w:rPr>
                <w:rFonts w:cs="Arial"/>
                <w:b w:val="0"/>
                <w:color w:val="auto"/>
                <w:szCs w:val="22"/>
              </w:rPr>
            </w:pPr>
            <w:r w:rsidRPr="001A7B4B">
              <w:rPr>
                <w:rFonts w:cs="Arial"/>
                <w:b w:val="0"/>
                <w:color w:val="auto"/>
                <w:szCs w:val="22"/>
              </w:rPr>
              <w:t>Mixer shower</w:t>
            </w:r>
          </w:p>
          <w:p w14:paraId="488F0B16" w14:textId="77777777" w:rsidR="00A60E48" w:rsidRPr="001A7B4B" w:rsidRDefault="00A60E48" w:rsidP="002C017C">
            <w:pPr>
              <w:pStyle w:val="Normalheadingblue"/>
              <w:numPr>
                <w:ilvl w:val="0"/>
                <w:numId w:val="35"/>
              </w:numPr>
              <w:spacing w:before="0" w:after="0"/>
              <w:rPr>
                <w:rFonts w:cs="Arial"/>
                <w:b w:val="0"/>
                <w:color w:val="auto"/>
                <w:szCs w:val="22"/>
              </w:rPr>
            </w:pPr>
            <w:r w:rsidRPr="001A7B4B">
              <w:rPr>
                <w:rFonts w:cs="Arial"/>
                <w:b w:val="0"/>
                <w:color w:val="auto"/>
                <w:szCs w:val="22"/>
              </w:rPr>
              <w:t>Tutor to discuss the difference between the types including the cold water connection differences.</w:t>
            </w:r>
          </w:p>
          <w:p w14:paraId="32A933D1" w14:textId="77777777" w:rsidR="00A60E48" w:rsidRPr="001A7B4B" w:rsidRDefault="00A60E48" w:rsidP="002C017C">
            <w:pPr>
              <w:pStyle w:val="Normalheadingblue"/>
              <w:numPr>
                <w:ilvl w:val="0"/>
                <w:numId w:val="35"/>
              </w:numPr>
              <w:spacing w:before="0" w:after="0"/>
              <w:rPr>
                <w:rFonts w:cs="Arial"/>
                <w:b w:val="0"/>
                <w:color w:val="auto"/>
                <w:szCs w:val="22"/>
              </w:rPr>
            </w:pPr>
            <w:r w:rsidRPr="001A7B4B">
              <w:rPr>
                <w:rFonts w:cs="Arial"/>
                <w:b w:val="0"/>
                <w:color w:val="auto"/>
                <w:szCs w:val="22"/>
              </w:rPr>
              <w:t>Discuss the need for backflow protection and how the cold water is connected to each type including relevant sizes for supply.</w:t>
            </w:r>
          </w:p>
          <w:p w14:paraId="2035B730" w14:textId="77777777" w:rsidR="00A60E48" w:rsidRPr="001A7B4B" w:rsidRDefault="00A60E48" w:rsidP="002C017C">
            <w:pPr>
              <w:pStyle w:val="Normalheadingblue"/>
              <w:numPr>
                <w:ilvl w:val="0"/>
                <w:numId w:val="35"/>
              </w:numPr>
              <w:spacing w:before="0" w:after="0"/>
              <w:rPr>
                <w:rFonts w:cs="Arial"/>
                <w:b w:val="0"/>
                <w:color w:val="auto"/>
                <w:szCs w:val="22"/>
              </w:rPr>
            </w:pPr>
            <w:r w:rsidRPr="001A7B4B">
              <w:rPr>
                <w:rFonts w:cs="Arial"/>
                <w:b w:val="0"/>
                <w:color w:val="auto"/>
                <w:szCs w:val="22"/>
              </w:rPr>
              <w:t>Show examples of showers and discuss centre measurements and the use of adjustable connection on electric showers.</w:t>
            </w:r>
          </w:p>
          <w:p w14:paraId="47C1733F" w14:textId="77777777" w:rsidR="00A60E48" w:rsidRPr="001A7B4B" w:rsidRDefault="00A60E48" w:rsidP="002C017C">
            <w:pPr>
              <w:pStyle w:val="Normalheadingblue"/>
              <w:numPr>
                <w:ilvl w:val="0"/>
                <w:numId w:val="35"/>
              </w:numPr>
              <w:spacing w:before="0" w:after="0"/>
              <w:rPr>
                <w:rFonts w:cs="Arial"/>
                <w:b w:val="0"/>
                <w:color w:val="auto"/>
                <w:szCs w:val="22"/>
              </w:rPr>
            </w:pPr>
            <w:r w:rsidRPr="001A7B4B">
              <w:rPr>
                <w:rFonts w:cs="Arial"/>
                <w:b w:val="0"/>
                <w:color w:val="auto"/>
                <w:szCs w:val="22"/>
              </w:rPr>
              <w:t>Demonstrate the positioning of a shower and the process of making connections.</w:t>
            </w:r>
          </w:p>
          <w:p w14:paraId="636F0450" w14:textId="77777777" w:rsidR="004C176A" w:rsidRPr="001A7B4B" w:rsidRDefault="004C176A" w:rsidP="00A97482">
            <w:pPr>
              <w:pStyle w:val="Normalheadingblue"/>
              <w:spacing w:before="0" w:after="0"/>
              <w:rPr>
                <w:rFonts w:cs="Arial"/>
                <w:color w:val="auto"/>
                <w:szCs w:val="22"/>
              </w:rPr>
            </w:pPr>
          </w:p>
          <w:p w14:paraId="35055564" w14:textId="39BC1A42" w:rsidR="004C176A" w:rsidRPr="001A7B4B" w:rsidRDefault="004C176A" w:rsidP="00A97482">
            <w:pPr>
              <w:pStyle w:val="Normalheadingblue"/>
              <w:spacing w:before="0" w:after="0"/>
              <w:rPr>
                <w:rFonts w:cs="Arial"/>
                <w:color w:val="auto"/>
                <w:szCs w:val="22"/>
              </w:rPr>
            </w:pPr>
            <w:r w:rsidRPr="001A7B4B">
              <w:rPr>
                <w:rFonts w:cs="Arial"/>
                <w:color w:val="auto"/>
                <w:szCs w:val="22"/>
              </w:rPr>
              <w:t xml:space="preserve">Knowledge </w:t>
            </w:r>
            <w:r w:rsidR="00A97482" w:rsidRPr="001A7B4B">
              <w:rPr>
                <w:rFonts w:cs="Arial"/>
                <w:color w:val="auto"/>
                <w:szCs w:val="22"/>
              </w:rPr>
              <w:t>C</w:t>
            </w:r>
            <w:r w:rsidRPr="001A7B4B">
              <w:rPr>
                <w:rFonts w:cs="Arial"/>
                <w:color w:val="auto"/>
                <w:szCs w:val="22"/>
              </w:rPr>
              <w:t>heck example:</w:t>
            </w:r>
          </w:p>
          <w:p w14:paraId="28A9BF7C" w14:textId="5DCE9564" w:rsidR="00A60E48" w:rsidRPr="001A7B4B" w:rsidRDefault="00A60E48" w:rsidP="00A97482">
            <w:pPr>
              <w:pStyle w:val="Normalheadingblue"/>
              <w:spacing w:before="0" w:after="0"/>
              <w:rPr>
                <w:rFonts w:cs="Arial"/>
                <w:b w:val="0"/>
                <w:color w:val="auto"/>
                <w:szCs w:val="22"/>
              </w:rPr>
            </w:pPr>
            <w:r w:rsidRPr="001A7B4B">
              <w:rPr>
                <w:rFonts w:cs="Arial"/>
                <w:b w:val="0"/>
                <w:color w:val="auto"/>
                <w:szCs w:val="22"/>
              </w:rPr>
              <w:t xml:space="preserve">Knowledge test – 10 question quiz based on </w:t>
            </w:r>
            <w:r w:rsidR="00A97482" w:rsidRPr="001A7B4B">
              <w:rPr>
                <w:rFonts w:cs="Arial"/>
                <w:b w:val="0"/>
                <w:color w:val="auto"/>
                <w:szCs w:val="22"/>
              </w:rPr>
              <w:t>today’s</w:t>
            </w:r>
            <w:r w:rsidRPr="001A7B4B">
              <w:rPr>
                <w:rFonts w:cs="Arial"/>
                <w:b w:val="0"/>
                <w:color w:val="auto"/>
                <w:szCs w:val="22"/>
              </w:rPr>
              <w:t xml:space="preserve"> session including advantages, connection centres, connection materials, making </w:t>
            </w:r>
            <w:r w:rsidR="00A97482" w:rsidRPr="001A7B4B">
              <w:rPr>
                <w:rFonts w:cs="Arial"/>
                <w:b w:val="0"/>
                <w:color w:val="auto"/>
                <w:szCs w:val="22"/>
              </w:rPr>
              <w:t>watertight</w:t>
            </w:r>
            <w:r w:rsidRPr="001A7B4B">
              <w:rPr>
                <w:rFonts w:cs="Arial"/>
                <w:b w:val="0"/>
                <w:color w:val="auto"/>
                <w:szCs w:val="22"/>
              </w:rPr>
              <w:t xml:space="preserve"> seals and positions.</w:t>
            </w:r>
          </w:p>
          <w:p w14:paraId="1323CFF1" w14:textId="77777777" w:rsidR="00A60E48" w:rsidRPr="001A7B4B" w:rsidRDefault="00A60E48" w:rsidP="00A97482">
            <w:pPr>
              <w:pStyle w:val="Normalheadingblue"/>
              <w:spacing w:before="0" w:after="0"/>
              <w:rPr>
                <w:rFonts w:cs="Arial"/>
                <w:color w:val="auto"/>
                <w:szCs w:val="22"/>
              </w:rPr>
            </w:pPr>
          </w:p>
          <w:p w14:paraId="5FED067F" w14:textId="77777777" w:rsidR="004C176A" w:rsidRPr="001A7B4B" w:rsidRDefault="004C176A" w:rsidP="00A97482">
            <w:pPr>
              <w:pStyle w:val="Normalheadingblue"/>
              <w:spacing w:before="0" w:after="0"/>
              <w:rPr>
                <w:rFonts w:cs="Arial"/>
                <w:color w:val="auto"/>
                <w:szCs w:val="22"/>
              </w:rPr>
            </w:pPr>
            <w:r w:rsidRPr="001A7B4B">
              <w:rPr>
                <w:rFonts w:cs="Arial"/>
                <w:color w:val="auto"/>
                <w:szCs w:val="22"/>
              </w:rPr>
              <w:lastRenderedPageBreak/>
              <w:t>Resources:</w:t>
            </w:r>
          </w:p>
          <w:p w14:paraId="7E3287C2" w14:textId="77777777" w:rsidR="00A60E48" w:rsidRPr="001A7B4B" w:rsidRDefault="00A60E48" w:rsidP="00A97482">
            <w:pPr>
              <w:pStyle w:val="Normalheadingblue"/>
              <w:spacing w:before="0" w:after="0"/>
              <w:rPr>
                <w:rFonts w:cs="Arial"/>
                <w:b w:val="0"/>
                <w:color w:val="auto"/>
                <w:szCs w:val="22"/>
              </w:rPr>
            </w:pPr>
            <w:r w:rsidRPr="001A7B4B">
              <w:rPr>
                <w:rFonts w:cs="Arial"/>
                <w:b w:val="0"/>
                <w:color w:val="auto"/>
                <w:szCs w:val="22"/>
              </w:rPr>
              <w:t>Examples of showers and components</w:t>
            </w:r>
          </w:p>
          <w:p w14:paraId="738F1E6D" w14:textId="77777777" w:rsidR="00A60E48" w:rsidRPr="001A7B4B" w:rsidRDefault="00A60E48" w:rsidP="00A97482">
            <w:pPr>
              <w:pStyle w:val="Normalheadingblue"/>
              <w:spacing w:before="0" w:after="0"/>
              <w:rPr>
                <w:rFonts w:cs="Arial"/>
                <w:b w:val="0"/>
                <w:color w:val="auto"/>
                <w:szCs w:val="22"/>
              </w:rPr>
            </w:pPr>
            <w:r w:rsidRPr="001A7B4B">
              <w:rPr>
                <w:rFonts w:cs="Arial"/>
                <w:b w:val="0"/>
                <w:color w:val="auto"/>
                <w:szCs w:val="22"/>
              </w:rPr>
              <w:t>Tape measure</w:t>
            </w:r>
          </w:p>
          <w:p w14:paraId="548F2CAA" w14:textId="77777777" w:rsidR="00D96DE5" w:rsidRPr="001A7B4B" w:rsidRDefault="00D96DE5" w:rsidP="00A97482">
            <w:pPr>
              <w:pStyle w:val="Normalheadingblue"/>
              <w:spacing w:before="0" w:after="0"/>
              <w:rPr>
                <w:rFonts w:cs="Arial"/>
                <w:b w:val="0"/>
                <w:color w:val="auto"/>
                <w:szCs w:val="22"/>
              </w:rPr>
            </w:pPr>
            <w:r w:rsidRPr="001A7B4B">
              <w:rPr>
                <w:rFonts w:cs="Arial"/>
                <w:b w:val="0"/>
                <w:color w:val="auto"/>
                <w:szCs w:val="22"/>
              </w:rPr>
              <w:t>Level</w:t>
            </w:r>
          </w:p>
          <w:p w14:paraId="13B15359" w14:textId="77777777" w:rsidR="00D96DE5" w:rsidRPr="001A7B4B" w:rsidRDefault="00D96DE5" w:rsidP="00A97482">
            <w:pPr>
              <w:pStyle w:val="Normalheadingblue"/>
              <w:spacing w:before="0" w:after="0"/>
              <w:rPr>
                <w:rFonts w:cs="Arial"/>
                <w:b w:val="0"/>
                <w:color w:val="auto"/>
                <w:szCs w:val="22"/>
              </w:rPr>
            </w:pPr>
            <w:r w:rsidRPr="001A7B4B">
              <w:rPr>
                <w:rFonts w:cs="Arial"/>
                <w:b w:val="0"/>
                <w:color w:val="auto"/>
                <w:szCs w:val="22"/>
              </w:rPr>
              <w:t>Fixings</w:t>
            </w:r>
          </w:p>
          <w:p w14:paraId="14D72BCA" w14:textId="77777777" w:rsidR="00A60E48" w:rsidRPr="001A7B4B" w:rsidRDefault="00A60E48" w:rsidP="00A97482">
            <w:pPr>
              <w:pStyle w:val="Normalheadingblue"/>
              <w:spacing w:before="0" w:after="0"/>
              <w:rPr>
                <w:rFonts w:cs="Arial"/>
                <w:b w:val="0"/>
                <w:color w:val="auto"/>
                <w:szCs w:val="22"/>
              </w:rPr>
            </w:pPr>
            <w:r w:rsidRPr="001A7B4B">
              <w:rPr>
                <w:rFonts w:cs="Arial"/>
                <w:b w:val="0"/>
                <w:color w:val="auto"/>
                <w:szCs w:val="22"/>
              </w:rPr>
              <w:t xml:space="preserve">Knowledge test </w:t>
            </w:r>
          </w:p>
          <w:p w14:paraId="1DB7AF8A" w14:textId="77777777" w:rsidR="004C176A" w:rsidRPr="001A7B4B" w:rsidRDefault="004C176A" w:rsidP="00A97482">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2AD5FBBA" w14:textId="77777777" w:rsidR="00DD207A" w:rsidRDefault="008A57D2">
            <w:r>
              <w:lastRenderedPageBreak/>
              <w:t>Q&amp;A</w:t>
            </w:r>
            <w:r>
              <w:br/>
            </w:r>
            <w:r>
              <w:br/>
            </w:r>
            <w:r>
              <w:br/>
            </w:r>
            <w:r>
              <w:br/>
            </w:r>
            <w:r>
              <w:br/>
              <w:t>Knowledge quiz</w:t>
            </w:r>
            <w:r>
              <w:br/>
              <w:t>English skills (reading, writing, technical vocabulary)</w:t>
            </w:r>
          </w:p>
        </w:tc>
      </w:tr>
      <w:tr w:rsidR="00D96DE5" w:rsidRPr="00634DF8" w14:paraId="536659BA"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65EE12F8" w14:textId="77777777" w:rsidR="00D96DE5" w:rsidRDefault="00D96DE5" w:rsidP="00D96DE5">
            <w:pPr>
              <w:jc w:val="center"/>
              <w:rPr>
                <w:rFonts w:cs="Arial"/>
                <w:szCs w:val="22"/>
              </w:rPr>
            </w:pPr>
            <w:r>
              <w:rPr>
                <w:rFonts w:cs="Arial"/>
                <w:szCs w:val="22"/>
              </w:rPr>
              <w:t>83-84</w:t>
            </w:r>
          </w:p>
          <w:p w14:paraId="795AA5E8" w14:textId="77777777" w:rsidR="00D96DE5" w:rsidRDefault="00BB3E96" w:rsidP="00D96DE5">
            <w:pPr>
              <w:jc w:val="center"/>
              <w:rPr>
                <w:rFonts w:cs="Arial"/>
                <w:szCs w:val="22"/>
              </w:rPr>
            </w:pPr>
            <w:r>
              <w:rPr>
                <w:rFonts w:cs="Arial"/>
                <w:szCs w:val="22"/>
              </w:rPr>
              <w:t>6</w:t>
            </w:r>
            <w:r w:rsidR="00D96DE5">
              <w:rPr>
                <w:rFonts w:cs="Arial"/>
                <w:szCs w:val="22"/>
              </w:rPr>
              <w:t xml:space="preserve"> hours</w:t>
            </w:r>
          </w:p>
        </w:tc>
        <w:tc>
          <w:tcPr>
            <w:tcW w:w="2199" w:type="dxa"/>
            <w:tcBorders>
              <w:top w:val="single" w:sz="4" w:space="0" w:color="C6C5C6"/>
              <w:left w:val="single" w:sz="4" w:space="0" w:color="C6C5C6"/>
              <w:bottom w:val="single" w:sz="4" w:space="0" w:color="C6C5C6"/>
              <w:right w:val="single" w:sz="4" w:space="0" w:color="C6C5C6"/>
            </w:tcBorders>
          </w:tcPr>
          <w:p w14:paraId="259BB21D" w14:textId="77777777" w:rsidR="00D96DE5" w:rsidRPr="001A7B4B" w:rsidRDefault="00D96DE5" w:rsidP="00D96DE5">
            <w:pPr>
              <w:pStyle w:val="Normalheadingblack"/>
              <w:rPr>
                <w:rFonts w:cs="Arial"/>
                <w:lang w:eastAsia="en-GB"/>
              </w:rPr>
            </w:pPr>
            <w:r w:rsidRPr="001A7B4B">
              <w:rPr>
                <w:rFonts w:cs="Arial"/>
                <w:lang w:eastAsia="en-GB"/>
              </w:rPr>
              <w:t>Outcome 1 – Plumbing and heating common knowledge criteria</w:t>
            </w:r>
          </w:p>
          <w:p w14:paraId="610CCDB0" w14:textId="77777777" w:rsidR="00D96DE5" w:rsidRPr="001A7B4B" w:rsidRDefault="00D96DE5" w:rsidP="00D96DE5">
            <w:pPr>
              <w:pStyle w:val="Normalheadingblack"/>
              <w:rPr>
                <w:rFonts w:cs="Arial"/>
                <w:lang w:eastAsia="en-GB"/>
              </w:rPr>
            </w:pPr>
          </w:p>
          <w:p w14:paraId="433BB9E5" w14:textId="77777777" w:rsidR="00D96DE5" w:rsidRPr="001A7B4B" w:rsidRDefault="00D96DE5" w:rsidP="00D96DE5">
            <w:pPr>
              <w:pStyle w:val="Normalheadingblack"/>
              <w:rPr>
                <w:rFonts w:cs="Arial"/>
                <w:lang w:eastAsia="en-GB"/>
              </w:rPr>
            </w:pPr>
            <w:r w:rsidRPr="001A7B4B">
              <w:rPr>
                <w:rFonts w:cs="Arial"/>
                <w:lang w:eastAsia="en-GB"/>
              </w:rPr>
              <w:t>Outcome 2 Install plumbing and heating systems</w:t>
            </w:r>
          </w:p>
          <w:p w14:paraId="655761AD" w14:textId="77777777" w:rsidR="00D96DE5" w:rsidRPr="001A7B4B" w:rsidRDefault="00D96DE5" w:rsidP="00D96DE5">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644B21BB" w14:textId="77777777" w:rsidR="00D96DE5" w:rsidRPr="001A7B4B" w:rsidRDefault="00D96DE5" w:rsidP="00D96DE5">
            <w:pPr>
              <w:pStyle w:val="Normalheadingblack"/>
              <w:rPr>
                <w:rFonts w:cs="Arial"/>
                <w:b w:val="0"/>
                <w:szCs w:val="22"/>
              </w:rPr>
            </w:pPr>
            <w:r w:rsidRPr="001A7B4B">
              <w:rPr>
                <w:rFonts w:cs="Arial"/>
                <w:b w:val="0"/>
                <w:szCs w:val="22"/>
              </w:rPr>
              <w:t>K1.7 Plumbing and heating systems</w:t>
            </w:r>
          </w:p>
          <w:p w14:paraId="3159F4C0" w14:textId="77777777" w:rsidR="00D96DE5" w:rsidRPr="001A7B4B" w:rsidRDefault="00D96DE5" w:rsidP="00D96DE5">
            <w:pPr>
              <w:pStyle w:val="Normalheadingblack"/>
              <w:rPr>
                <w:rFonts w:cs="Arial"/>
                <w:b w:val="0"/>
                <w:szCs w:val="22"/>
              </w:rPr>
            </w:pPr>
          </w:p>
          <w:p w14:paraId="630F4037" w14:textId="77777777" w:rsidR="00D96DE5" w:rsidRPr="001A7B4B" w:rsidRDefault="00D96DE5" w:rsidP="00D96DE5">
            <w:pPr>
              <w:pStyle w:val="Default"/>
              <w:rPr>
                <w:color w:val="auto"/>
                <w:szCs w:val="22"/>
              </w:rPr>
            </w:pPr>
            <w:r w:rsidRPr="001A7B4B">
              <w:rPr>
                <w:bCs/>
                <w:color w:val="auto"/>
                <w:sz w:val="22"/>
                <w:szCs w:val="22"/>
              </w:rPr>
              <w:t xml:space="preserve">S2.19 Position and secure components in plumbing system </w:t>
            </w:r>
          </w:p>
          <w:p w14:paraId="5B1F6F58" w14:textId="77777777" w:rsidR="00D96DE5" w:rsidRPr="001A7B4B" w:rsidRDefault="00D96DE5" w:rsidP="00D96DE5">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5FFF7C5A" w14:textId="77777777" w:rsidR="00D96DE5" w:rsidRPr="001A7B4B" w:rsidRDefault="00D96DE5" w:rsidP="008E5DF5">
            <w:pPr>
              <w:pStyle w:val="Normalheadingblue"/>
              <w:spacing w:before="0" w:after="0"/>
              <w:rPr>
                <w:rFonts w:cs="Arial"/>
                <w:color w:val="auto"/>
                <w:szCs w:val="22"/>
              </w:rPr>
            </w:pPr>
            <w:r w:rsidRPr="001A7B4B">
              <w:rPr>
                <w:rFonts w:cs="Arial"/>
                <w:color w:val="auto"/>
                <w:szCs w:val="22"/>
              </w:rPr>
              <w:t>Activity:</w:t>
            </w:r>
          </w:p>
          <w:p w14:paraId="6016625E" w14:textId="77777777" w:rsidR="00D96DE5" w:rsidRPr="001A7B4B" w:rsidRDefault="00D96DE5" w:rsidP="008E5DF5">
            <w:pPr>
              <w:pStyle w:val="Normalheadingblue"/>
              <w:spacing w:before="0" w:after="0"/>
              <w:rPr>
                <w:rFonts w:cs="Arial"/>
                <w:color w:val="auto"/>
                <w:szCs w:val="22"/>
              </w:rPr>
            </w:pPr>
            <w:r w:rsidRPr="001A7B4B">
              <w:rPr>
                <w:rFonts w:cs="Arial"/>
                <w:color w:val="auto"/>
                <w:szCs w:val="22"/>
              </w:rPr>
              <w:t>Starter task example:</w:t>
            </w:r>
          </w:p>
          <w:p w14:paraId="55C8A902" w14:textId="21B0A3E8" w:rsidR="00BB3E96" w:rsidRPr="001A7B4B" w:rsidRDefault="00BB3E96" w:rsidP="008E5DF5">
            <w:pPr>
              <w:pStyle w:val="Normalheadingblue"/>
              <w:spacing w:before="0" w:after="0"/>
              <w:rPr>
                <w:rFonts w:cs="Arial"/>
                <w:b w:val="0"/>
                <w:color w:val="auto"/>
                <w:szCs w:val="22"/>
              </w:rPr>
            </w:pPr>
            <w:r w:rsidRPr="001A7B4B">
              <w:rPr>
                <w:rFonts w:cs="Arial"/>
                <w:b w:val="0"/>
                <w:color w:val="auto"/>
                <w:szCs w:val="22"/>
              </w:rPr>
              <w:t xml:space="preserve">Long term recall task – </w:t>
            </w:r>
            <w:r w:rsidR="00116A2E" w:rsidRPr="001A7B4B">
              <w:rPr>
                <w:rFonts w:cs="Arial"/>
                <w:b w:val="0"/>
                <w:color w:val="auto"/>
                <w:szCs w:val="22"/>
              </w:rPr>
              <w:t>Students</w:t>
            </w:r>
            <w:r w:rsidRPr="001A7B4B">
              <w:rPr>
                <w:rFonts w:cs="Arial"/>
                <w:b w:val="0"/>
                <w:color w:val="auto"/>
                <w:szCs w:val="22"/>
              </w:rPr>
              <w:t xml:space="preserve"> are to recall one fact each regarding the Scientific principles content before nominating a peer to do the same.</w:t>
            </w:r>
          </w:p>
          <w:p w14:paraId="0E088B0B" w14:textId="77777777" w:rsidR="00BB3E96" w:rsidRPr="001A7B4B" w:rsidRDefault="00BB3E96" w:rsidP="008E5DF5">
            <w:pPr>
              <w:pStyle w:val="Normalheadingblue"/>
              <w:spacing w:before="0" w:after="0"/>
              <w:rPr>
                <w:rFonts w:cs="Arial"/>
                <w:color w:val="auto"/>
                <w:szCs w:val="22"/>
              </w:rPr>
            </w:pPr>
          </w:p>
          <w:p w14:paraId="4D020E17" w14:textId="77777777" w:rsidR="00715FE4" w:rsidRPr="001A7B4B" w:rsidRDefault="00D96DE5" w:rsidP="008E5DF5">
            <w:pPr>
              <w:pStyle w:val="Normalheadingblue"/>
              <w:spacing w:before="0" w:after="0"/>
              <w:rPr>
                <w:rFonts w:cs="Arial"/>
                <w:color w:val="auto"/>
                <w:szCs w:val="22"/>
              </w:rPr>
            </w:pPr>
            <w:r w:rsidRPr="001A7B4B">
              <w:rPr>
                <w:rFonts w:cs="Arial"/>
                <w:color w:val="auto"/>
                <w:szCs w:val="22"/>
              </w:rPr>
              <w:t>Delivery</w:t>
            </w:r>
            <w:r w:rsidR="00A97482" w:rsidRPr="001A7B4B">
              <w:rPr>
                <w:rFonts w:cs="Arial"/>
                <w:color w:val="auto"/>
                <w:szCs w:val="22"/>
              </w:rPr>
              <w:t xml:space="preserve"> focus</w:t>
            </w:r>
            <w:r w:rsidRPr="001A7B4B">
              <w:rPr>
                <w:rFonts w:cs="Arial"/>
                <w:color w:val="auto"/>
                <w:szCs w:val="22"/>
              </w:rPr>
              <w:t>:</w:t>
            </w:r>
          </w:p>
          <w:p w14:paraId="1BD6497D" w14:textId="73277D62" w:rsidR="00D96DE5" w:rsidRPr="001A7B4B" w:rsidRDefault="00D96DE5" w:rsidP="008E5DF5">
            <w:pPr>
              <w:pStyle w:val="Normalheadingblue"/>
              <w:spacing w:before="0" w:after="0"/>
              <w:rPr>
                <w:rFonts w:cs="Arial"/>
                <w:color w:val="auto"/>
                <w:szCs w:val="22"/>
              </w:rPr>
            </w:pPr>
            <w:r w:rsidRPr="001A7B4B">
              <w:rPr>
                <w:rFonts w:cs="Arial"/>
                <w:color w:val="auto"/>
                <w:szCs w:val="22"/>
              </w:rPr>
              <w:t xml:space="preserve">Practical session </w:t>
            </w:r>
            <w:r w:rsidR="00BB3E96" w:rsidRPr="001A7B4B">
              <w:rPr>
                <w:rFonts w:cs="Arial"/>
                <w:color w:val="auto"/>
                <w:szCs w:val="22"/>
              </w:rPr>
              <w:t>–</w:t>
            </w:r>
            <w:r w:rsidRPr="001A7B4B">
              <w:rPr>
                <w:rFonts w:cs="Arial"/>
                <w:b w:val="0"/>
                <w:color w:val="auto"/>
                <w:szCs w:val="22"/>
              </w:rPr>
              <w:t xml:space="preserve"> </w:t>
            </w:r>
            <w:r w:rsidR="00BB3E96" w:rsidRPr="001A7B4B">
              <w:rPr>
                <w:rFonts w:cs="Arial"/>
                <w:b w:val="0"/>
                <w:color w:val="auto"/>
                <w:szCs w:val="22"/>
              </w:rPr>
              <w:t>Install showers in position and make connections.</w:t>
            </w:r>
          </w:p>
          <w:p w14:paraId="06CE0C2B" w14:textId="77777777" w:rsidR="00BB3E96" w:rsidRPr="001A7B4B" w:rsidRDefault="00BB3E96" w:rsidP="002C017C">
            <w:pPr>
              <w:pStyle w:val="Normalheadingblue"/>
              <w:numPr>
                <w:ilvl w:val="0"/>
                <w:numId w:val="36"/>
              </w:numPr>
              <w:spacing w:before="0" w:after="0"/>
              <w:rPr>
                <w:rFonts w:cs="Arial"/>
                <w:b w:val="0"/>
                <w:color w:val="auto"/>
                <w:szCs w:val="22"/>
              </w:rPr>
            </w:pPr>
            <w:r w:rsidRPr="001A7B4B">
              <w:rPr>
                <w:rFonts w:cs="Arial"/>
                <w:b w:val="0"/>
                <w:color w:val="auto"/>
                <w:szCs w:val="22"/>
              </w:rPr>
              <w:t>Tutor to recap on previous session and discuss the plans for the practical session.</w:t>
            </w:r>
          </w:p>
          <w:p w14:paraId="29B5733D" w14:textId="77777777" w:rsidR="00BB3E96" w:rsidRPr="001A7B4B" w:rsidRDefault="00BB3E96" w:rsidP="002C017C">
            <w:pPr>
              <w:pStyle w:val="Normalheadingblue"/>
              <w:numPr>
                <w:ilvl w:val="0"/>
                <w:numId w:val="36"/>
              </w:numPr>
              <w:spacing w:before="0" w:after="0"/>
              <w:rPr>
                <w:rFonts w:cs="Arial"/>
                <w:b w:val="0"/>
                <w:color w:val="auto"/>
                <w:szCs w:val="22"/>
              </w:rPr>
            </w:pPr>
            <w:r w:rsidRPr="001A7B4B">
              <w:rPr>
                <w:rFonts w:cs="Arial"/>
                <w:b w:val="0"/>
                <w:color w:val="auto"/>
                <w:szCs w:val="22"/>
              </w:rPr>
              <w:t>Identify the areas for the installation of the range of showers.</w:t>
            </w:r>
          </w:p>
          <w:p w14:paraId="3112A5AE" w14:textId="0218C322" w:rsidR="00BB3E96" w:rsidRPr="001A7B4B" w:rsidRDefault="00116A2E" w:rsidP="002C017C">
            <w:pPr>
              <w:pStyle w:val="Normalheadingblue"/>
              <w:numPr>
                <w:ilvl w:val="0"/>
                <w:numId w:val="36"/>
              </w:numPr>
              <w:spacing w:before="0" w:after="0"/>
              <w:rPr>
                <w:rFonts w:cs="Arial"/>
                <w:b w:val="0"/>
                <w:color w:val="auto"/>
                <w:szCs w:val="22"/>
              </w:rPr>
            </w:pPr>
            <w:r w:rsidRPr="001A7B4B">
              <w:rPr>
                <w:rFonts w:cs="Arial"/>
                <w:b w:val="0"/>
                <w:color w:val="auto"/>
                <w:szCs w:val="22"/>
              </w:rPr>
              <w:t>Students</w:t>
            </w:r>
            <w:r w:rsidR="00BB3E96" w:rsidRPr="001A7B4B">
              <w:rPr>
                <w:rFonts w:cs="Arial"/>
                <w:b w:val="0"/>
                <w:color w:val="auto"/>
                <w:szCs w:val="22"/>
              </w:rPr>
              <w:t xml:space="preserve"> are to gather materials and install an electric shower and a mixer shower in pairs or as directed by tutor.</w:t>
            </w:r>
          </w:p>
          <w:p w14:paraId="336AD8BB" w14:textId="5ABABE7C" w:rsidR="00BB3E96" w:rsidRPr="001A7B4B" w:rsidRDefault="00BB3E96" w:rsidP="002C017C">
            <w:pPr>
              <w:pStyle w:val="Normalheadingblue"/>
              <w:numPr>
                <w:ilvl w:val="0"/>
                <w:numId w:val="36"/>
              </w:numPr>
              <w:spacing w:before="0" w:after="0"/>
              <w:rPr>
                <w:rFonts w:cs="Arial"/>
                <w:b w:val="0"/>
                <w:color w:val="auto"/>
                <w:szCs w:val="22"/>
              </w:rPr>
            </w:pPr>
            <w:r w:rsidRPr="001A7B4B">
              <w:rPr>
                <w:rFonts w:cs="Arial"/>
                <w:b w:val="0"/>
                <w:color w:val="auto"/>
                <w:szCs w:val="22"/>
              </w:rPr>
              <w:t xml:space="preserve">On completion of each shower, </w:t>
            </w:r>
            <w:r w:rsidR="00F502C8" w:rsidRPr="001A7B4B">
              <w:rPr>
                <w:rFonts w:cs="Arial"/>
                <w:b w:val="0"/>
                <w:color w:val="auto"/>
                <w:szCs w:val="22"/>
              </w:rPr>
              <w:t>students</w:t>
            </w:r>
            <w:r w:rsidRPr="001A7B4B">
              <w:rPr>
                <w:rFonts w:cs="Arial"/>
                <w:b w:val="0"/>
                <w:color w:val="auto"/>
                <w:szCs w:val="22"/>
              </w:rPr>
              <w:t xml:space="preserve"> are to remove ready for next groups etc</w:t>
            </w:r>
            <w:r w:rsidR="00677E39">
              <w:rPr>
                <w:rFonts w:cs="Arial"/>
                <w:b w:val="0"/>
                <w:color w:val="auto"/>
                <w:szCs w:val="22"/>
              </w:rPr>
              <w:t>.</w:t>
            </w:r>
          </w:p>
          <w:p w14:paraId="25095394" w14:textId="77777777" w:rsidR="00BB3E96" w:rsidRPr="001A7B4B" w:rsidRDefault="00BB3E96" w:rsidP="002C017C">
            <w:pPr>
              <w:pStyle w:val="Normalheadingblue"/>
              <w:numPr>
                <w:ilvl w:val="0"/>
                <w:numId w:val="36"/>
              </w:numPr>
              <w:spacing w:before="0" w:after="0"/>
              <w:rPr>
                <w:rFonts w:cs="Arial"/>
                <w:b w:val="0"/>
                <w:color w:val="auto"/>
                <w:szCs w:val="22"/>
              </w:rPr>
            </w:pPr>
            <w:r w:rsidRPr="001A7B4B">
              <w:rPr>
                <w:rFonts w:cs="Arial"/>
                <w:b w:val="0"/>
                <w:color w:val="auto"/>
                <w:szCs w:val="22"/>
              </w:rPr>
              <w:t xml:space="preserve">Tutor to give feedback on skills and techniques. </w:t>
            </w:r>
          </w:p>
          <w:p w14:paraId="71D81FD7" w14:textId="77777777" w:rsidR="00BB3E96" w:rsidRPr="001A7B4B" w:rsidRDefault="00BB3E96" w:rsidP="002C017C">
            <w:pPr>
              <w:pStyle w:val="Normalheadingblue"/>
              <w:numPr>
                <w:ilvl w:val="0"/>
                <w:numId w:val="36"/>
              </w:numPr>
              <w:spacing w:before="0" w:after="0"/>
              <w:rPr>
                <w:rFonts w:cs="Arial"/>
                <w:b w:val="0"/>
                <w:color w:val="auto"/>
                <w:szCs w:val="22"/>
              </w:rPr>
            </w:pPr>
            <w:r w:rsidRPr="001A7B4B">
              <w:rPr>
                <w:rFonts w:cs="Arial"/>
                <w:b w:val="0"/>
                <w:color w:val="auto"/>
                <w:szCs w:val="22"/>
              </w:rPr>
              <w:t>Tutor may wish to connect to a live source for testing.</w:t>
            </w:r>
          </w:p>
          <w:p w14:paraId="0B4A7B76" w14:textId="77777777" w:rsidR="00D96DE5" w:rsidRPr="001A7B4B" w:rsidRDefault="00D96DE5" w:rsidP="008E5DF5">
            <w:pPr>
              <w:pStyle w:val="Normalheadingblue"/>
              <w:spacing w:before="0" w:after="0"/>
              <w:rPr>
                <w:rFonts w:cs="Arial"/>
                <w:color w:val="auto"/>
                <w:szCs w:val="22"/>
              </w:rPr>
            </w:pPr>
          </w:p>
          <w:p w14:paraId="436F1730" w14:textId="77777777" w:rsidR="00D96DE5" w:rsidRPr="001A7B4B" w:rsidRDefault="00D96DE5" w:rsidP="008E5DF5">
            <w:pPr>
              <w:pStyle w:val="Normalheadingblue"/>
              <w:spacing w:before="0" w:after="0"/>
              <w:rPr>
                <w:rFonts w:cs="Arial"/>
                <w:color w:val="auto"/>
                <w:szCs w:val="22"/>
              </w:rPr>
            </w:pPr>
            <w:r w:rsidRPr="001A7B4B">
              <w:rPr>
                <w:rFonts w:cs="Arial"/>
                <w:color w:val="auto"/>
                <w:szCs w:val="22"/>
              </w:rPr>
              <w:lastRenderedPageBreak/>
              <w:t xml:space="preserve">Knowledge </w:t>
            </w:r>
            <w:r w:rsidR="00B37D32" w:rsidRPr="001A7B4B">
              <w:rPr>
                <w:rFonts w:cs="Arial"/>
                <w:color w:val="auto"/>
                <w:szCs w:val="22"/>
              </w:rPr>
              <w:t xml:space="preserve">and skills </w:t>
            </w:r>
            <w:r w:rsidRPr="001A7B4B">
              <w:rPr>
                <w:rFonts w:cs="Arial"/>
                <w:color w:val="auto"/>
                <w:szCs w:val="22"/>
              </w:rPr>
              <w:t>check example:</w:t>
            </w:r>
          </w:p>
          <w:p w14:paraId="17D9648E" w14:textId="77777777" w:rsidR="00BB3E96" w:rsidRPr="001A7B4B" w:rsidRDefault="00BB3E96" w:rsidP="008E5DF5">
            <w:pPr>
              <w:pStyle w:val="Normalheadingblue"/>
              <w:spacing w:before="0" w:after="0"/>
              <w:rPr>
                <w:rFonts w:cs="Arial"/>
                <w:b w:val="0"/>
                <w:color w:val="auto"/>
                <w:szCs w:val="22"/>
              </w:rPr>
            </w:pPr>
            <w:r w:rsidRPr="001A7B4B">
              <w:rPr>
                <w:rFonts w:cs="Arial"/>
                <w:b w:val="0"/>
                <w:color w:val="auto"/>
                <w:szCs w:val="22"/>
              </w:rPr>
              <w:t xml:space="preserve">Install showers in position </w:t>
            </w:r>
            <w:r w:rsidR="00B37D32" w:rsidRPr="001A7B4B">
              <w:rPr>
                <w:rFonts w:cs="Arial"/>
                <w:b w:val="0"/>
                <w:color w:val="auto"/>
                <w:szCs w:val="22"/>
              </w:rPr>
              <w:t>as directed by tutor.</w:t>
            </w:r>
          </w:p>
          <w:p w14:paraId="021F6848" w14:textId="77777777" w:rsidR="00715FE4" w:rsidRPr="001A7B4B" w:rsidRDefault="00715FE4" w:rsidP="008E5DF5">
            <w:pPr>
              <w:pStyle w:val="Normalheadingblue"/>
              <w:spacing w:before="0" w:after="0"/>
              <w:rPr>
                <w:rFonts w:cs="Arial"/>
                <w:b w:val="0"/>
                <w:color w:val="auto"/>
                <w:szCs w:val="22"/>
              </w:rPr>
            </w:pPr>
          </w:p>
          <w:p w14:paraId="09F36671" w14:textId="77777777" w:rsidR="00D96DE5" w:rsidRPr="001A7B4B" w:rsidRDefault="00D96DE5" w:rsidP="008E5DF5">
            <w:pPr>
              <w:pStyle w:val="Normalheadingblue"/>
              <w:spacing w:before="0" w:after="0"/>
              <w:rPr>
                <w:rFonts w:cs="Arial"/>
                <w:color w:val="auto"/>
                <w:szCs w:val="22"/>
              </w:rPr>
            </w:pPr>
            <w:r w:rsidRPr="001A7B4B">
              <w:rPr>
                <w:rFonts w:cs="Arial"/>
                <w:color w:val="auto"/>
                <w:szCs w:val="22"/>
              </w:rPr>
              <w:t>Resources:</w:t>
            </w:r>
          </w:p>
          <w:p w14:paraId="59ADC222" w14:textId="77777777" w:rsidR="00D96DE5" w:rsidRPr="001A7B4B" w:rsidRDefault="00B37D32" w:rsidP="008E5DF5">
            <w:pPr>
              <w:pStyle w:val="Normalheadingblue"/>
              <w:spacing w:before="0" w:after="0"/>
              <w:rPr>
                <w:rFonts w:cs="Arial"/>
                <w:b w:val="0"/>
                <w:color w:val="auto"/>
                <w:szCs w:val="22"/>
              </w:rPr>
            </w:pPr>
            <w:r w:rsidRPr="001A7B4B">
              <w:rPr>
                <w:rFonts w:cs="Arial"/>
                <w:b w:val="0"/>
                <w:color w:val="auto"/>
                <w:szCs w:val="22"/>
              </w:rPr>
              <w:t>PPE</w:t>
            </w:r>
          </w:p>
          <w:p w14:paraId="79FD7E52" w14:textId="77777777" w:rsidR="00B37D32" w:rsidRPr="001A7B4B" w:rsidRDefault="00B37D32" w:rsidP="008E5DF5">
            <w:pPr>
              <w:pStyle w:val="Normalheadingblue"/>
              <w:spacing w:before="0" w:after="0"/>
              <w:rPr>
                <w:rFonts w:cs="Arial"/>
                <w:b w:val="0"/>
                <w:color w:val="auto"/>
                <w:szCs w:val="22"/>
              </w:rPr>
            </w:pPr>
            <w:r w:rsidRPr="001A7B4B">
              <w:rPr>
                <w:rFonts w:cs="Arial"/>
                <w:b w:val="0"/>
                <w:color w:val="auto"/>
                <w:szCs w:val="22"/>
              </w:rPr>
              <w:t>Toolboxes for each pair/group</w:t>
            </w:r>
          </w:p>
          <w:p w14:paraId="0CE4062E" w14:textId="77777777" w:rsidR="00B37D32" w:rsidRPr="001A7B4B" w:rsidRDefault="00B37D32" w:rsidP="008E5DF5">
            <w:pPr>
              <w:pStyle w:val="Normalheadingblue"/>
              <w:spacing w:before="0" w:after="0"/>
              <w:rPr>
                <w:rFonts w:cs="Arial"/>
                <w:b w:val="0"/>
                <w:color w:val="auto"/>
                <w:szCs w:val="22"/>
              </w:rPr>
            </w:pPr>
            <w:r w:rsidRPr="001A7B4B">
              <w:rPr>
                <w:rFonts w:cs="Arial"/>
                <w:b w:val="0"/>
                <w:color w:val="auto"/>
                <w:szCs w:val="22"/>
              </w:rPr>
              <w:t>Jointing materials</w:t>
            </w:r>
          </w:p>
          <w:p w14:paraId="22CDC5E4" w14:textId="77777777" w:rsidR="00B37D32" w:rsidRPr="001A7B4B" w:rsidRDefault="00B37D32" w:rsidP="008E5DF5">
            <w:pPr>
              <w:pStyle w:val="Normalheadingblue"/>
              <w:spacing w:before="0" w:after="0"/>
              <w:rPr>
                <w:rFonts w:cs="Arial"/>
                <w:b w:val="0"/>
                <w:color w:val="auto"/>
                <w:szCs w:val="22"/>
              </w:rPr>
            </w:pPr>
            <w:r w:rsidRPr="001A7B4B">
              <w:rPr>
                <w:rFonts w:cs="Arial"/>
                <w:b w:val="0"/>
                <w:color w:val="auto"/>
                <w:szCs w:val="22"/>
              </w:rPr>
              <w:t xml:space="preserve">Showers </w:t>
            </w:r>
          </w:p>
          <w:p w14:paraId="62869FB2" w14:textId="77777777" w:rsidR="00B37D32" w:rsidRPr="001A7B4B" w:rsidRDefault="00B37D32" w:rsidP="008E5DF5">
            <w:pPr>
              <w:pStyle w:val="Normalheadingblue"/>
              <w:spacing w:before="0" w:after="0"/>
              <w:rPr>
                <w:rFonts w:cs="Arial"/>
                <w:b w:val="0"/>
                <w:color w:val="auto"/>
                <w:szCs w:val="22"/>
              </w:rPr>
            </w:pPr>
            <w:r w:rsidRPr="001A7B4B">
              <w:rPr>
                <w:rFonts w:cs="Arial"/>
                <w:b w:val="0"/>
                <w:color w:val="auto"/>
                <w:szCs w:val="22"/>
              </w:rPr>
              <w:t>Fittings</w:t>
            </w:r>
          </w:p>
          <w:p w14:paraId="4B2D71A0" w14:textId="77777777" w:rsidR="00715FE4" w:rsidRPr="001A7B4B" w:rsidRDefault="00715FE4" w:rsidP="008E5DF5">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296CF100" w14:textId="77777777" w:rsidR="00DD207A" w:rsidRDefault="008A57D2">
            <w:r>
              <w:lastRenderedPageBreak/>
              <w:t>Q&amp;A</w:t>
            </w:r>
            <w:r>
              <w:br/>
            </w:r>
            <w:r>
              <w:br/>
            </w:r>
            <w:r>
              <w:br/>
            </w:r>
            <w:r>
              <w:br/>
            </w:r>
            <w:r>
              <w:br/>
              <w:t>Install showers</w:t>
            </w:r>
            <w:r>
              <w:br/>
              <w:t>English skills (reading, writing, technical vocabulary)</w:t>
            </w:r>
          </w:p>
        </w:tc>
      </w:tr>
      <w:tr w:rsidR="00FE5E0F" w:rsidRPr="00634DF8" w14:paraId="15CEBFCE"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188D0E69" w14:textId="77777777" w:rsidR="00FE5E0F" w:rsidRDefault="00FE5E0F" w:rsidP="00FE5E0F">
            <w:pPr>
              <w:jc w:val="center"/>
              <w:rPr>
                <w:rFonts w:cs="Arial"/>
                <w:szCs w:val="22"/>
              </w:rPr>
            </w:pPr>
            <w:r>
              <w:rPr>
                <w:rFonts w:cs="Arial"/>
                <w:szCs w:val="22"/>
              </w:rPr>
              <w:t>85</w:t>
            </w:r>
          </w:p>
          <w:p w14:paraId="766EA3D0" w14:textId="77777777" w:rsidR="00FE5E0F" w:rsidRDefault="00FE5E0F" w:rsidP="00FE5E0F">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0D8F6252" w14:textId="77777777" w:rsidR="00FE5E0F" w:rsidRPr="001A7B4B" w:rsidRDefault="00FE5E0F" w:rsidP="00FE5E0F">
            <w:pPr>
              <w:pStyle w:val="Normalheadingblack"/>
              <w:rPr>
                <w:rFonts w:cs="Arial"/>
                <w:lang w:eastAsia="en-GB"/>
              </w:rPr>
            </w:pPr>
            <w:r w:rsidRPr="001A7B4B">
              <w:rPr>
                <w:rFonts w:cs="Arial"/>
                <w:lang w:eastAsia="en-GB"/>
              </w:rPr>
              <w:t>Outcome 1 – Plumbing and heating common knowledge criteria</w:t>
            </w:r>
          </w:p>
          <w:p w14:paraId="50BB8BBA" w14:textId="77777777" w:rsidR="00FE5E0F" w:rsidRPr="001A7B4B" w:rsidRDefault="00FE5E0F" w:rsidP="00FE5E0F">
            <w:pPr>
              <w:pStyle w:val="Normalheadingblack"/>
              <w:rPr>
                <w:rFonts w:cs="Arial"/>
                <w:lang w:eastAsia="en-GB"/>
              </w:rPr>
            </w:pPr>
          </w:p>
          <w:p w14:paraId="45EC314B" w14:textId="77777777" w:rsidR="00FE5E0F" w:rsidRPr="001A7B4B" w:rsidRDefault="00FE5E0F" w:rsidP="00FE5E0F">
            <w:pPr>
              <w:pStyle w:val="Normalheadingblack"/>
              <w:rPr>
                <w:rFonts w:cs="Arial"/>
                <w:lang w:eastAsia="en-GB"/>
              </w:rPr>
            </w:pPr>
            <w:r w:rsidRPr="001A7B4B">
              <w:rPr>
                <w:rFonts w:cs="Arial"/>
                <w:lang w:eastAsia="en-GB"/>
              </w:rPr>
              <w:t>Outcome 2 Install plumbing and heating systems</w:t>
            </w:r>
          </w:p>
          <w:p w14:paraId="112BD21B" w14:textId="77777777" w:rsidR="00FE5E0F" w:rsidRPr="001A7B4B" w:rsidRDefault="00FE5E0F" w:rsidP="00FE5E0F">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592810B3" w14:textId="77777777" w:rsidR="00FE5E0F" w:rsidRPr="001A7B4B" w:rsidRDefault="00FE5E0F" w:rsidP="00FE5E0F">
            <w:pPr>
              <w:pStyle w:val="Normalheadingblack"/>
              <w:rPr>
                <w:rFonts w:cs="Arial"/>
                <w:b w:val="0"/>
                <w:szCs w:val="22"/>
              </w:rPr>
            </w:pPr>
            <w:r w:rsidRPr="001A7B4B">
              <w:rPr>
                <w:rFonts w:cs="Arial"/>
                <w:b w:val="0"/>
                <w:szCs w:val="22"/>
              </w:rPr>
              <w:t>K1.7 Plumbing and heating systems</w:t>
            </w:r>
          </w:p>
          <w:p w14:paraId="71159A63" w14:textId="77777777" w:rsidR="00FE5E0F" w:rsidRPr="001A7B4B" w:rsidRDefault="00FE5E0F" w:rsidP="00FE5E0F">
            <w:pPr>
              <w:pStyle w:val="Normalheadingblack"/>
              <w:rPr>
                <w:rFonts w:cs="Arial"/>
                <w:b w:val="0"/>
                <w:szCs w:val="22"/>
              </w:rPr>
            </w:pPr>
          </w:p>
          <w:p w14:paraId="64D0AF5D" w14:textId="77777777" w:rsidR="00FE5E0F" w:rsidRPr="001A7B4B" w:rsidRDefault="00FE5E0F" w:rsidP="00FE5E0F">
            <w:pPr>
              <w:pStyle w:val="Default"/>
              <w:rPr>
                <w:color w:val="auto"/>
                <w:szCs w:val="22"/>
              </w:rPr>
            </w:pPr>
            <w:r w:rsidRPr="001A7B4B">
              <w:rPr>
                <w:bCs/>
                <w:color w:val="auto"/>
                <w:sz w:val="22"/>
                <w:szCs w:val="22"/>
              </w:rPr>
              <w:t xml:space="preserve">S2.19 Position and secure components in plumbing system </w:t>
            </w:r>
          </w:p>
          <w:p w14:paraId="34E4761A" w14:textId="77777777" w:rsidR="00FE5E0F" w:rsidRPr="001A7B4B" w:rsidRDefault="00FE5E0F" w:rsidP="00FE5E0F">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26680954" w14:textId="0C9DF691" w:rsidR="00FE5E0F" w:rsidRPr="001A7B4B" w:rsidRDefault="00FE5E0F" w:rsidP="00CB4E7B">
            <w:pPr>
              <w:pStyle w:val="Normalheadingblue"/>
              <w:spacing w:before="0" w:after="0"/>
              <w:rPr>
                <w:rFonts w:cs="Arial"/>
                <w:color w:val="auto"/>
                <w:szCs w:val="22"/>
              </w:rPr>
            </w:pPr>
            <w:r w:rsidRPr="001A7B4B">
              <w:rPr>
                <w:rFonts w:cs="Arial"/>
                <w:color w:val="auto"/>
                <w:szCs w:val="22"/>
              </w:rPr>
              <w:t>Activity:</w:t>
            </w:r>
          </w:p>
          <w:p w14:paraId="003A8FAC" w14:textId="77777777" w:rsidR="00FE5E0F" w:rsidRPr="001A7B4B" w:rsidRDefault="00FE5E0F" w:rsidP="00CB4E7B">
            <w:pPr>
              <w:pStyle w:val="Normalheadingblue"/>
              <w:spacing w:before="0" w:after="0"/>
              <w:rPr>
                <w:rFonts w:cs="Arial"/>
                <w:color w:val="auto"/>
                <w:szCs w:val="22"/>
              </w:rPr>
            </w:pPr>
            <w:r w:rsidRPr="001A7B4B">
              <w:rPr>
                <w:rFonts w:cs="Arial"/>
                <w:color w:val="auto"/>
                <w:szCs w:val="22"/>
              </w:rPr>
              <w:t>Starter task example:</w:t>
            </w:r>
          </w:p>
          <w:p w14:paraId="61A656C8" w14:textId="77777777" w:rsidR="00FE5E0F" w:rsidRPr="001A7B4B" w:rsidRDefault="00FE5E0F" w:rsidP="00CB4E7B">
            <w:pPr>
              <w:pStyle w:val="Normalheadingblue"/>
              <w:spacing w:before="0" w:after="0"/>
              <w:rPr>
                <w:rFonts w:cs="Arial"/>
                <w:b w:val="0"/>
                <w:color w:val="auto"/>
                <w:szCs w:val="22"/>
              </w:rPr>
            </w:pPr>
            <w:r w:rsidRPr="001A7B4B">
              <w:rPr>
                <w:rFonts w:cs="Arial"/>
                <w:b w:val="0"/>
                <w:color w:val="auto"/>
                <w:szCs w:val="22"/>
              </w:rPr>
              <w:t>5 minute discussion regarding types of contractor – Difference between a sole trader and a limited company</w:t>
            </w:r>
          </w:p>
          <w:p w14:paraId="455C1152" w14:textId="5896AFBC" w:rsidR="00FE5E0F" w:rsidRPr="001A7B4B" w:rsidRDefault="00FE5E0F" w:rsidP="00CB4E7B">
            <w:pPr>
              <w:pStyle w:val="Normalheadingblue"/>
              <w:spacing w:before="0" w:after="0"/>
              <w:rPr>
                <w:rFonts w:cs="Arial"/>
                <w:color w:val="auto"/>
                <w:szCs w:val="22"/>
              </w:rPr>
            </w:pPr>
            <w:r w:rsidRPr="001A7B4B">
              <w:rPr>
                <w:rFonts w:cs="Arial"/>
                <w:color w:val="auto"/>
                <w:szCs w:val="22"/>
              </w:rPr>
              <w:t>Delivery</w:t>
            </w:r>
            <w:r w:rsidR="00CB4E7B" w:rsidRPr="001A7B4B">
              <w:rPr>
                <w:rFonts w:cs="Arial"/>
                <w:color w:val="auto"/>
                <w:szCs w:val="22"/>
              </w:rPr>
              <w:t xml:space="preserve"> focus</w:t>
            </w:r>
            <w:r w:rsidRPr="001A7B4B">
              <w:rPr>
                <w:rFonts w:cs="Arial"/>
                <w:color w:val="auto"/>
                <w:szCs w:val="22"/>
              </w:rPr>
              <w:t>:</w:t>
            </w:r>
          </w:p>
          <w:p w14:paraId="781156C5" w14:textId="77777777" w:rsidR="00FE5E0F" w:rsidRPr="001A7B4B" w:rsidRDefault="00FE5E0F" w:rsidP="00CB4E7B">
            <w:pPr>
              <w:pStyle w:val="Normalheadingblue"/>
              <w:spacing w:before="0" w:after="0"/>
              <w:rPr>
                <w:rFonts w:cs="Arial"/>
                <w:color w:val="auto"/>
                <w:szCs w:val="22"/>
              </w:rPr>
            </w:pPr>
            <w:r w:rsidRPr="001A7B4B">
              <w:rPr>
                <w:rFonts w:cs="Arial"/>
                <w:color w:val="auto"/>
                <w:szCs w:val="22"/>
              </w:rPr>
              <w:t xml:space="preserve">Cold water components – Water treatment equipment. </w:t>
            </w:r>
          </w:p>
          <w:p w14:paraId="4C3AB78E" w14:textId="77777777" w:rsidR="00FE5E0F" w:rsidRPr="001A7B4B" w:rsidRDefault="00FE5E0F" w:rsidP="002C017C">
            <w:pPr>
              <w:pStyle w:val="Normalheadingblue"/>
              <w:numPr>
                <w:ilvl w:val="0"/>
                <w:numId w:val="37"/>
              </w:numPr>
              <w:spacing w:before="0" w:after="0"/>
              <w:rPr>
                <w:rFonts w:cs="Arial"/>
                <w:b w:val="0"/>
                <w:color w:val="auto"/>
                <w:szCs w:val="22"/>
              </w:rPr>
            </w:pPr>
            <w:r w:rsidRPr="001A7B4B">
              <w:rPr>
                <w:rFonts w:cs="Arial"/>
                <w:b w:val="0"/>
                <w:color w:val="auto"/>
                <w:szCs w:val="22"/>
              </w:rPr>
              <w:t>Introduce water treatment types such as softeners and filters.</w:t>
            </w:r>
          </w:p>
          <w:p w14:paraId="03A0A353" w14:textId="77777777" w:rsidR="00FE5E0F" w:rsidRPr="001A7B4B" w:rsidRDefault="00FE5E0F" w:rsidP="002C017C">
            <w:pPr>
              <w:pStyle w:val="Normalheadingblue"/>
              <w:numPr>
                <w:ilvl w:val="0"/>
                <w:numId w:val="37"/>
              </w:numPr>
              <w:spacing w:before="0" w:after="0"/>
              <w:rPr>
                <w:rFonts w:cs="Arial"/>
                <w:b w:val="0"/>
                <w:color w:val="auto"/>
                <w:szCs w:val="22"/>
              </w:rPr>
            </w:pPr>
            <w:r w:rsidRPr="001A7B4B">
              <w:rPr>
                <w:rFonts w:cs="Arial"/>
                <w:b w:val="0"/>
                <w:color w:val="auto"/>
                <w:szCs w:val="22"/>
              </w:rPr>
              <w:t>Discuss the need for these components and the effect of hard and soft water areas.</w:t>
            </w:r>
          </w:p>
          <w:p w14:paraId="44A6475F" w14:textId="77777777" w:rsidR="00FE5E0F" w:rsidRPr="001A7B4B" w:rsidRDefault="00FE5E0F" w:rsidP="002C017C">
            <w:pPr>
              <w:pStyle w:val="Normalheadingblue"/>
              <w:numPr>
                <w:ilvl w:val="0"/>
                <w:numId w:val="37"/>
              </w:numPr>
              <w:spacing w:before="0" w:after="0"/>
              <w:rPr>
                <w:rFonts w:cs="Arial"/>
                <w:b w:val="0"/>
                <w:color w:val="auto"/>
                <w:szCs w:val="22"/>
              </w:rPr>
            </w:pPr>
            <w:r w:rsidRPr="001A7B4B">
              <w:rPr>
                <w:rFonts w:cs="Arial"/>
                <w:b w:val="0"/>
                <w:color w:val="auto"/>
                <w:szCs w:val="22"/>
              </w:rPr>
              <w:t>Discuss water quality and the advantages of filtration systems.</w:t>
            </w:r>
          </w:p>
          <w:p w14:paraId="3A0CE566" w14:textId="77777777" w:rsidR="00FE5E0F" w:rsidRPr="001A7B4B" w:rsidRDefault="00FE5E0F" w:rsidP="002C017C">
            <w:pPr>
              <w:pStyle w:val="Normalheadingblue"/>
              <w:numPr>
                <w:ilvl w:val="0"/>
                <w:numId w:val="37"/>
              </w:numPr>
              <w:spacing w:before="0" w:after="0"/>
              <w:rPr>
                <w:rFonts w:cs="Arial"/>
                <w:b w:val="0"/>
                <w:color w:val="auto"/>
                <w:szCs w:val="22"/>
              </w:rPr>
            </w:pPr>
            <w:r w:rsidRPr="001A7B4B">
              <w:rPr>
                <w:rFonts w:cs="Arial"/>
                <w:b w:val="0"/>
                <w:color w:val="auto"/>
                <w:szCs w:val="22"/>
              </w:rPr>
              <w:t xml:space="preserve">Introduce water treatment products and commercial products such as </w:t>
            </w:r>
            <w:hyperlink r:id="rId41" w:history="1">
              <w:r w:rsidRPr="001A7B4B">
                <w:rPr>
                  <w:rStyle w:val="Hyperlink"/>
                  <w:b w:val="0"/>
                  <w:color w:val="auto"/>
                </w:rPr>
                <w:t>Water treatment products | Grundfos</w:t>
              </w:r>
            </w:hyperlink>
          </w:p>
          <w:p w14:paraId="1BC94463" w14:textId="77777777" w:rsidR="00FE5E0F" w:rsidRPr="001A7B4B" w:rsidRDefault="00FE5E0F" w:rsidP="002C017C">
            <w:pPr>
              <w:pStyle w:val="Normalheadingblue"/>
              <w:numPr>
                <w:ilvl w:val="0"/>
                <w:numId w:val="37"/>
              </w:numPr>
              <w:spacing w:before="0" w:after="0"/>
              <w:rPr>
                <w:rFonts w:cs="Arial"/>
                <w:b w:val="0"/>
                <w:color w:val="auto"/>
                <w:szCs w:val="22"/>
              </w:rPr>
            </w:pPr>
            <w:hyperlink r:id="rId42" w:history="1">
              <w:r w:rsidRPr="001A7B4B">
                <w:rPr>
                  <w:rStyle w:val="Hyperlink"/>
                  <w:rFonts w:ascii="Cambria Math" w:hAnsi="Cambria Math" w:cs="Cambria Math"/>
                  <w:b w:val="0"/>
                  <w:color w:val="auto"/>
                </w:rPr>
                <w:t>⁣</w:t>
              </w:r>
              <w:r w:rsidRPr="001A7B4B">
                <w:rPr>
                  <w:rStyle w:val="Hyperlink"/>
                  <w:b w:val="0"/>
                  <w:color w:val="auto"/>
                </w:rPr>
                <w:t>BRITA integrated water filter tap | BRITA®</w:t>
              </w:r>
            </w:hyperlink>
          </w:p>
          <w:p w14:paraId="135144A3" w14:textId="77777777" w:rsidR="00FE5E0F" w:rsidRPr="001A7B4B" w:rsidRDefault="00FE5E0F" w:rsidP="002C017C">
            <w:pPr>
              <w:pStyle w:val="Normalheadingblue"/>
              <w:numPr>
                <w:ilvl w:val="0"/>
                <w:numId w:val="37"/>
              </w:numPr>
              <w:spacing w:before="0" w:after="0"/>
              <w:rPr>
                <w:rFonts w:cs="Arial"/>
                <w:b w:val="0"/>
                <w:color w:val="auto"/>
                <w:szCs w:val="22"/>
              </w:rPr>
            </w:pPr>
            <w:hyperlink r:id="rId43" w:history="1">
              <w:r w:rsidRPr="001A7B4B">
                <w:rPr>
                  <w:rStyle w:val="Hyperlink"/>
                  <w:b w:val="0"/>
                  <w:color w:val="auto"/>
                </w:rPr>
                <w:t>Screwfix - How to install a BWT water softener</w:t>
              </w:r>
            </w:hyperlink>
          </w:p>
          <w:p w14:paraId="2FC2DD4F" w14:textId="77777777" w:rsidR="00FE5E0F" w:rsidRPr="001A7B4B" w:rsidRDefault="00FE5E0F" w:rsidP="002C017C">
            <w:pPr>
              <w:pStyle w:val="Normalheadingblue"/>
              <w:numPr>
                <w:ilvl w:val="0"/>
                <w:numId w:val="37"/>
              </w:numPr>
              <w:spacing w:before="0" w:after="0"/>
              <w:rPr>
                <w:rFonts w:cs="Arial"/>
                <w:b w:val="0"/>
                <w:color w:val="auto"/>
                <w:szCs w:val="22"/>
              </w:rPr>
            </w:pPr>
            <w:r w:rsidRPr="001A7B4B">
              <w:rPr>
                <w:rFonts w:cs="Arial"/>
                <w:b w:val="0"/>
                <w:color w:val="auto"/>
                <w:szCs w:val="22"/>
              </w:rPr>
              <w:lastRenderedPageBreak/>
              <w:t>Demonstrate the examples of water softeners and filters and examine as a group.</w:t>
            </w:r>
          </w:p>
          <w:p w14:paraId="61B0ED19" w14:textId="77777777" w:rsidR="00903A8D" w:rsidRPr="001A7B4B" w:rsidRDefault="00903A8D" w:rsidP="002C017C">
            <w:pPr>
              <w:pStyle w:val="Normalheadingblue"/>
              <w:numPr>
                <w:ilvl w:val="0"/>
                <w:numId w:val="37"/>
              </w:numPr>
              <w:spacing w:before="0" w:after="0"/>
              <w:rPr>
                <w:rFonts w:cs="Arial"/>
                <w:b w:val="0"/>
                <w:color w:val="auto"/>
                <w:szCs w:val="22"/>
              </w:rPr>
            </w:pPr>
            <w:hyperlink r:id="rId44" w:history="1">
              <w:r w:rsidRPr="001A7B4B">
                <w:rPr>
                  <w:rStyle w:val="Hyperlink"/>
                  <w:b w:val="0"/>
                  <w:color w:val="auto"/>
                </w:rPr>
                <w:t>How to fit a water softener | How a water softener works</w:t>
              </w:r>
            </w:hyperlink>
          </w:p>
          <w:p w14:paraId="5B84CA45" w14:textId="77777777" w:rsidR="00FE5E0F" w:rsidRPr="001A7B4B" w:rsidRDefault="00FE5E0F" w:rsidP="002C017C">
            <w:pPr>
              <w:pStyle w:val="Normalheadingblue"/>
              <w:numPr>
                <w:ilvl w:val="0"/>
                <w:numId w:val="37"/>
              </w:numPr>
              <w:spacing w:before="0" w:after="0"/>
              <w:rPr>
                <w:rFonts w:cs="Arial"/>
                <w:b w:val="0"/>
                <w:color w:val="auto"/>
                <w:szCs w:val="22"/>
              </w:rPr>
            </w:pPr>
            <w:r w:rsidRPr="001A7B4B">
              <w:rPr>
                <w:rFonts w:cs="Arial"/>
                <w:b w:val="0"/>
                <w:color w:val="auto"/>
                <w:szCs w:val="22"/>
              </w:rPr>
              <w:t>Tutor to demonstrate the installation of a softener or filter under a sink with the emphasis on tight installation spaces.</w:t>
            </w:r>
          </w:p>
          <w:p w14:paraId="1050B261" w14:textId="77777777" w:rsidR="00FE5E0F" w:rsidRPr="001A7B4B" w:rsidRDefault="00FE5E0F" w:rsidP="00CB4E7B">
            <w:pPr>
              <w:pStyle w:val="Normalheadingblue"/>
              <w:spacing w:before="0" w:after="0"/>
              <w:rPr>
                <w:rFonts w:cs="Arial"/>
                <w:color w:val="auto"/>
                <w:szCs w:val="22"/>
              </w:rPr>
            </w:pPr>
          </w:p>
          <w:p w14:paraId="02D7E9A4" w14:textId="4743D1BE" w:rsidR="00FE5E0F" w:rsidRPr="001A7B4B" w:rsidRDefault="00FE5E0F" w:rsidP="00CB4E7B">
            <w:pPr>
              <w:pStyle w:val="Normalheadingblue"/>
              <w:spacing w:before="0" w:after="0"/>
              <w:rPr>
                <w:rFonts w:cs="Arial"/>
                <w:color w:val="auto"/>
                <w:szCs w:val="22"/>
              </w:rPr>
            </w:pPr>
            <w:r w:rsidRPr="001A7B4B">
              <w:rPr>
                <w:rFonts w:cs="Arial"/>
                <w:color w:val="auto"/>
                <w:szCs w:val="22"/>
              </w:rPr>
              <w:t xml:space="preserve">Knowledge </w:t>
            </w:r>
            <w:r w:rsidR="00185574" w:rsidRPr="001A7B4B">
              <w:rPr>
                <w:rFonts w:cs="Arial"/>
                <w:color w:val="auto"/>
                <w:szCs w:val="22"/>
              </w:rPr>
              <w:t>C</w:t>
            </w:r>
            <w:r w:rsidRPr="001A7B4B">
              <w:rPr>
                <w:rFonts w:cs="Arial"/>
                <w:color w:val="auto"/>
                <w:szCs w:val="22"/>
              </w:rPr>
              <w:t>heck example:</w:t>
            </w:r>
          </w:p>
          <w:p w14:paraId="302AE71C" w14:textId="77777777" w:rsidR="00FE5E0F" w:rsidRPr="001A7B4B" w:rsidRDefault="00FE5E0F" w:rsidP="00185574">
            <w:pPr>
              <w:pStyle w:val="Normalheadingblue"/>
              <w:spacing w:before="0" w:after="0"/>
              <w:rPr>
                <w:rFonts w:cs="Arial"/>
                <w:b w:val="0"/>
                <w:color w:val="auto"/>
                <w:szCs w:val="22"/>
              </w:rPr>
            </w:pPr>
            <w:r w:rsidRPr="001A7B4B">
              <w:rPr>
                <w:rFonts w:cs="Arial"/>
                <w:b w:val="0"/>
                <w:color w:val="auto"/>
                <w:szCs w:val="22"/>
              </w:rPr>
              <w:t>Quick quiz – 10 knowledge questions based on water filters and softeners with tutor led discussion of answers on completion.</w:t>
            </w:r>
          </w:p>
          <w:p w14:paraId="78F0EF4B" w14:textId="77777777" w:rsidR="00FE5E0F" w:rsidRPr="001A7B4B" w:rsidRDefault="00FE5E0F" w:rsidP="00CB4E7B">
            <w:pPr>
              <w:pStyle w:val="Normalheadingblue"/>
              <w:spacing w:before="0" w:after="0"/>
              <w:rPr>
                <w:rFonts w:cs="Arial"/>
                <w:color w:val="auto"/>
                <w:szCs w:val="22"/>
              </w:rPr>
            </w:pPr>
          </w:p>
          <w:p w14:paraId="4E190416" w14:textId="77777777" w:rsidR="00FE5E0F" w:rsidRPr="001A7B4B" w:rsidRDefault="00FE5E0F" w:rsidP="00CB4E7B">
            <w:pPr>
              <w:pStyle w:val="Normalheadingblue"/>
              <w:spacing w:before="0" w:after="0"/>
              <w:rPr>
                <w:rFonts w:cs="Arial"/>
                <w:color w:val="auto"/>
                <w:szCs w:val="22"/>
              </w:rPr>
            </w:pPr>
            <w:r w:rsidRPr="001A7B4B">
              <w:rPr>
                <w:rFonts w:cs="Arial"/>
                <w:color w:val="auto"/>
                <w:szCs w:val="22"/>
              </w:rPr>
              <w:t>Resources:</w:t>
            </w:r>
          </w:p>
          <w:p w14:paraId="30BE92F0" w14:textId="77777777" w:rsidR="00FE5E0F" w:rsidRPr="001A7B4B" w:rsidRDefault="00FE5E0F" w:rsidP="00CB4E7B">
            <w:pPr>
              <w:pStyle w:val="Normalheadingblue"/>
              <w:spacing w:before="0" w:after="0"/>
              <w:rPr>
                <w:rFonts w:cs="Arial"/>
                <w:b w:val="0"/>
                <w:color w:val="auto"/>
                <w:szCs w:val="22"/>
              </w:rPr>
            </w:pPr>
            <w:r w:rsidRPr="001A7B4B">
              <w:rPr>
                <w:rFonts w:cs="Arial"/>
                <w:b w:val="0"/>
                <w:color w:val="auto"/>
                <w:szCs w:val="22"/>
              </w:rPr>
              <w:t>Examples of water treatment equipment</w:t>
            </w:r>
          </w:p>
          <w:p w14:paraId="1A17DDF4" w14:textId="77777777" w:rsidR="00FE5E0F" w:rsidRPr="001A7B4B" w:rsidRDefault="00FE5E0F" w:rsidP="00CB4E7B">
            <w:pPr>
              <w:pStyle w:val="Normalheadingblue"/>
              <w:spacing w:before="0" w:after="0"/>
              <w:rPr>
                <w:rFonts w:cs="Arial"/>
                <w:b w:val="0"/>
                <w:color w:val="auto"/>
                <w:szCs w:val="22"/>
              </w:rPr>
            </w:pPr>
            <w:r w:rsidRPr="001A7B4B">
              <w:rPr>
                <w:rFonts w:cs="Arial"/>
                <w:b w:val="0"/>
                <w:color w:val="auto"/>
                <w:szCs w:val="22"/>
              </w:rPr>
              <w:t>Video links</w:t>
            </w:r>
          </w:p>
          <w:p w14:paraId="20AA882C" w14:textId="77777777" w:rsidR="00FE5E0F" w:rsidRPr="001A7B4B" w:rsidRDefault="00FE5E0F" w:rsidP="00CB4E7B">
            <w:pPr>
              <w:pStyle w:val="Normalheadingblue"/>
              <w:spacing w:before="0" w:after="0"/>
              <w:rPr>
                <w:rFonts w:cs="Arial"/>
                <w:b w:val="0"/>
                <w:color w:val="auto"/>
                <w:szCs w:val="22"/>
              </w:rPr>
            </w:pPr>
            <w:r w:rsidRPr="001A7B4B">
              <w:rPr>
                <w:rFonts w:cs="Arial"/>
                <w:b w:val="0"/>
                <w:color w:val="auto"/>
                <w:szCs w:val="22"/>
              </w:rPr>
              <w:t>Tools for demonstration of installation</w:t>
            </w:r>
          </w:p>
          <w:p w14:paraId="03281DE7" w14:textId="77777777" w:rsidR="00FE5E0F" w:rsidRPr="001A7B4B" w:rsidRDefault="00FE5E0F" w:rsidP="00CB4E7B">
            <w:pPr>
              <w:pStyle w:val="Normalheadingblue"/>
              <w:spacing w:before="0" w:after="0"/>
              <w:rPr>
                <w:rFonts w:cs="Arial"/>
                <w:b w:val="0"/>
                <w:color w:val="auto"/>
                <w:szCs w:val="22"/>
              </w:rPr>
            </w:pPr>
            <w:r w:rsidRPr="001A7B4B">
              <w:rPr>
                <w:rFonts w:cs="Arial"/>
                <w:b w:val="0"/>
                <w:color w:val="auto"/>
                <w:szCs w:val="22"/>
              </w:rPr>
              <w:t>Quick quiz</w:t>
            </w:r>
          </w:p>
          <w:p w14:paraId="4936D21B" w14:textId="77777777" w:rsidR="00185574" w:rsidRPr="001A7B4B" w:rsidRDefault="00185574" w:rsidP="00CB4E7B">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572732A5" w14:textId="77777777" w:rsidR="00DD207A" w:rsidRDefault="008A57D2">
            <w:r>
              <w:lastRenderedPageBreak/>
              <w:t>Q&amp;A</w:t>
            </w:r>
            <w:r>
              <w:br/>
            </w:r>
            <w:r>
              <w:br/>
            </w:r>
            <w:r>
              <w:br/>
              <w:t>Quick quiz</w:t>
            </w:r>
            <w:r>
              <w:br/>
              <w:t>English skills (reading, writing, technical vocabulary)</w:t>
            </w:r>
          </w:p>
        </w:tc>
      </w:tr>
      <w:tr w:rsidR="00FE5E0F" w:rsidRPr="00634DF8" w14:paraId="1BA7BFDB"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37A10FD6" w14:textId="77777777" w:rsidR="00FE5E0F" w:rsidRDefault="00FE5E0F" w:rsidP="00FE5E0F">
            <w:pPr>
              <w:jc w:val="center"/>
              <w:rPr>
                <w:rFonts w:cs="Arial"/>
                <w:szCs w:val="22"/>
              </w:rPr>
            </w:pPr>
            <w:r>
              <w:rPr>
                <w:rFonts w:cs="Arial"/>
                <w:szCs w:val="22"/>
              </w:rPr>
              <w:t>86</w:t>
            </w:r>
            <w:r w:rsidR="00672C8F">
              <w:rPr>
                <w:rFonts w:cs="Arial"/>
                <w:szCs w:val="22"/>
              </w:rPr>
              <w:t>-87</w:t>
            </w:r>
          </w:p>
          <w:p w14:paraId="1324BCF2" w14:textId="77777777" w:rsidR="00FE5E0F" w:rsidRDefault="00672C8F" w:rsidP="00FE5E0F">
            <w:pPr>
              <w:jc w:val="center"/>
              <w:rPr>
                <w:rFonts w:cs="Arial"/>
                <w:szCs w:val="22"/>
              </w:rPr>
            </w:pPr>
            <w:r>
              <w:rPr>
                <w:rFonts w:cs="Arial"/>
                <w:szCs w:val="22"/>
              </w:rPr>
              <w:t>6</w:t>
            </w:r>
            <w:r w:rsidR="00FE5E0F">
              <w:rPr>
                <w:rFonts w:cs="Arial"/>
                <w:szCs w:val="22"/>
              </w:rPr>
              <w:t xml:space="preserve"> hours</w:t>
            </w:r>
          </w:p>
          <w:p w14:paraId="38E961F4" w14:textId="2C2FF94D" w:rsidR="00B324C5" w:rsidRDefault="00B324C5" w:rsidP="00FE5E0F">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6C5FA5FB" w14:textId="77777777" w:rsidR="00FE5E0F" w:rsidRPr="001A7B4B" w:rsidRDefault="00FE5E0F" w:rsidP="00FE5E0F">
            <w:pPr>
              <w:pStyle w:val="Normalheadingblack"/>
              <w:rPr>
                <w:rFonts w:cs="Arial"/>
                <w:lang w:eastAsia="en-GB"/>
              </w:rPr>
            </w:pPr>
            <w:r w:rsidRPr="001A7B4B">
              <w:rPr>
                <w:rFonts w:cs="Arial"/>
                <w:lang w:eastAsia="en-GB"/>
              </w:rPr>
              <w:t>Outcome 1 – Plumbing and heating common knowledge criteria</w:t>
            </w:r>
          </w:p>
          <w:p w14:paraId="2C6F6DF2" w14:textId="77777777" w:rsidR="00FE5E0F" w:rsidRPr="001A7B4B" w:rsidRDefault="00FE5E0F" w:rsidP="00FE5E0F">
            <w:pPr>
              <w:pStyle w:val="Normalheadingblack"/>
              <w:rPr>
                <w:rFonts w:cs="Arial"/>
                <w:lang w:eastAsia="en-GB"/>
              </w:rPr>
            </w:pPr>
          </w:p>
          <w:p w14:paraId="49D995C9" w14:textId="77777777" w:rsidR="00FE5E0F" w:rsidRPr="001A7B4B" w:rsidRDefault="00FE5E0F" w:rsidP="00FE5E0F">
            <w:pPr>
              <w:pStyle w:val="Normalheadingblack"/>
              <w:rPr>
                <w:rFonts w:cs="Arial"/>
                <w:lang w:eastAsia="en-GB"/>
              </w:rPr>
            </w:pPr>
            <w:r w:rsidRPr="001A7B4B">
              <w:rPr>
                <w:rFonts w:cs="Arial"/>
                <w:lang w:eastAsia="en-GB"/>
              </w:rPr>
              <w:t>Outcome 2 Install plumbing and heating systems</w:t>
            </w:r>
          </w:p>
          <w:p w14:paraId="3B5414B0" w14:textId="77777777" w:rsidR="00FE5E0F" w:rsidRPr="001A7B4B" w:rsidRDefault="00FE5E0F" w:rsidP="00FE5E0F">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23AA8785" w14:textId="77777777" w:rsidR="00FE5E0F" w:rsidRPr="001A7B4B" w:rsidRDefault="00FE5E0F" w:rsidP="00FE5E0F">
            <w:pPr>
              <w:pStyle w:val="Normalheadingblack"/>
              <w:rPr>
                <w:rFonts w:cs="Arial"/>
                <w:b w:val="0"/>
                <w:szCs w:val="22"/>
              </w:rPr>
            </w:pPr>
            <w:r w:rsidRPr="001A7B4B">
              <w:rPr>
                <w:rFonts w:cs="Arial"/>
                <w:b w:val="0"/>
                <w:szCs w:val="22"/>
              </w:rPr>
              <w:lastRenderedPageBreak/>
              <w:t>K1.7 Plumbing and heating systems</w:t>
            </w:r>
          </w:p>
          <w:p w14:paraId="601DBC27" w14:textId="77777777" w:rsidR="00FE5E0F" w:rsidRPr="001A7B4B" w:rsidRDefault="00FE5E0F" w:rsidP="00FE5E0F">
            <w:pPr>
              <w:pStyle w:val="Normalheadingblack"/>
              <w:rPr>
                <w:rFonts w:cs="Arial"/>
                <w:b w:val="0"/>
                <w:szCs w:val="22"/>
              </w:rPr>
            </w:pPr>
          </w:p>
          <w:p w14:paraId="6FC7FEE7" w14:textId="77777777" w:rsidR="00FE5E0F" w:rsidRPr="001A7B4B" w:rsidRDefault="00FE5E0F" w:rsidP="00FE5E0F">
            <w:pPr>
              <w:pStyle w:val="Default"/>
              <w:rPr>
                <w:color w:val="auto"/>
                <w:szCs w:val="22"/>
              </w:rPr>
            </w:pPr>
            <w:r w:rsidRPr="001A7B4B">
              <w:rPr>
                <w:bCs/>
                <w:color w:val="auto"/>
                <w:sz w:val="22"/>
                <w:szCs w:val="22"/>
              </w:rPr>
              <w:t xml:space="preserve">S2.19 Position and secure components in plumbing system </w:t>
            </w:r>
          </w:p>
          <w:p w14:paraId="668AE2D8" w14:textId="77777777" w:rsidR="00FE5E0F" w:rsidRPr="001A7B4B" w:rsidRDefault="00FE5E0F" w:rsidP="00FE5E0F">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5EC643D0" w14:textId="159200C9" w:rsidR="00FE5E0F" w:rsidRPr="001A7B4B" w:rsidRDefault="00FE5E0F" w:rsidP="00185574">
            <w:pPr>
              <w:pStyle w:val="Normalheadingblue"/>
              <w:spacing w:before="0" w:after="0"/>
              <w:rPr>
                <w:rFonts w:cs="Arial"/>
                <w:color w:val="auto"/>
                <w:szCs w:val="22"/>
              </w:rPr>
            </w:pPr>
            <w:r w:rsidRPr="001A7B4B">
              <w:rPr>
                <w:rFonts w:cs="Arial"/>
                <w:color w:val="auto"/>
                <w:szCs w:val="22"/>
              </w:rPr>
              <w:t>Activity:</w:t>
            </w:r>
          </w:p>
          <w:p w14:paraId="772468B0" w14:textId="77777777" w:rsidR="00FE5E0F" w:rsidRPr="001A7B4B" w:rsidRDefault="00FE5E0F" w:rsidP="00185574">
            <w:pPr>
              <w:pStyle w:val="Normalheadingblue"/>
              <w:spacing w:before="0" w:after="0"/>
              <w:rPr>
                <w:rFonts w:cs="Arial"/>
                <w:color w:val="auto"/>
                <w:szCs w:val="22"/>
              </w:rPr>
            </w:pPr>
            <w:r w:rsidRPr="001A7B4B">
              <w:rPr>
                <w:rFonts w:cs="Arial"/>
                <w:color w:val="auto"/>
                <w:szCs w:val="22"/>
              </w:rPr>
              <w:t>Starter task example:</w:t>
            </w:r>
          </w:p>
          <w:p w14:paraId="4AD117E1" w14:textId="7E69F97B" w:rsidR="00672C8F" w:rsidRPr="001A7B4B" w:rsidRDefault="00672C8F" w:rsidP="00185574">
            <w:pPr>
              <w:pStyle w:val="Normalheadingblue"/>
              <w:spacing w:before="0" w:after="0"/>
              <w:rPr>
                <w:rFonts w:cs="Arial"/>
                <w:b w:val="0"/>
                <w:color w:val="auto"/>
                <w:szCs w:val="22"/>
              </w:rPr>
            </w:pPr>
            <w:r w:rsidRPr="001A7B4B">
              <w:rPr>
                <w:rFonts w:cs="Arial"/>
                <w:b w:val="0"/>
                <w:color w:val="auto"/>
                <w:szCs w:val="22"/>
              </w:rPr>
              <w:t xml:space="preserve">Starting point discussion – </w:t>
            </w:r>
            <w:r w:rsidR="00116A2E" w:rsidRPr="001A7B4B">
              <w:rPr>
                <w:rFonts w:cs="Arial"/>
                <w:b w:val="0"/>
                <w:color w:val="auto"/>
                <w:szCs w:val="22"/>
              </w:rPr>
              <w:t>Students</w:t>
            </w:r>
            <w:r w:rsidRPr="001A7B4B">
              <w:rPr>
                <w:rFonts w:cs="Arial"/>
                <w:b w:val="0"/>
                <w:color w:val="auto"/>
                <w:szCs w:val="22"/>
              </w:rPr>
              <w:t xml:space="preserve"> state what they know regarding topic – tutor creates Spider diagram which can be referenced throughout session.</w:t>
            </w:r>
          </w:p>
          <w:p w14:paraId="528DFAF6" w14:textId="77777777" w:rsidR="00672C8F" w:rsidRPr="001A7B4B" w:rsidRDefault="00672C8F" w:rsidP="00185574">
            <w:pPr>
              <w:pStyle w:val="Normalheadingblue"/>
              <w:spacing w:before="0" w:after="0"/>
              <w:rPr>
                <w:rFonts w:cs="Arial"/>
                <w:color w:val="auto"/>
                <w:szCs w:val="22"/>
              </w:rPr>
            </w:pPr>
          </w:p>
          <w:p w14:paraId="2BE1A29C" w14:textId="21FA9E0C" w:rsidR="00FE5E0F" w:rsidRPr="001A7B4B" w:rsidRDefault="00FE5E0F" w:rsidP="00185574">
            <w:pPr>
              <w:pStyle w:val="Normalheadingblue"/>
              <w:spacing w:before="0" w:after="0"/>
              <w:rPr>
                <w:rFonts w:cs="Arial"/>
                <w:color w:val="auto"/>
                <w:szCs w:val="22"/>
              </w:rPr>
            </w:pPr>
            <w:r w:rsidRPr="001A7B4B">
              <w:rPr>
                <w:rFonts w:cs="Arial"/>
                <w:color w:val="auto"/>
                <w:szCs w:val="22"/>
              </w:rPr>
              <w:t>Delivery</w:t>
            </w:r>
            <w:r w:rsidR="00185574" w:rsidRPr="001A7B4B">
              <w:rPr>
                <w:rFonts w:cs="Arial"/>
                <w:color w:val="auto"/>
                <w:szCs w:val="22"/>
              </w:rPr>
              <w:t xml:space="preserve"> focus</w:t>
            </w:r>
            <w:r w:rsidRPr="001A7B4B">
              <w:rPr>
                <w:rFonts w:cs="Arial"/>
                <w:color w:val="auto"/>
                <w:szCs w:val="22"/>
              </w:rPr>
              <w:t>:</w:t>
            </w:r>
          </w:p>
          <w:p w14:paraId="0A27FC16" w14:textId="1AC87A1B" w:rsidR="00672C8F" w:rsidRPr="001A7B4B" w:rsidRDefault="00672C8F" w:rsidP="00185574">
            <w:pPr>
              <w:pStyle w:val="Normalheadingblue"/>
              <w:spacing w:before="0" w:after="0"/>
              <w:rPr>
                <w:rFonts w:cs="Arial"/>
                <w:b w:val="0"/>
                <w:color w:val="auto"/>
                <w:szCs w:val="22"/>
              </w:rPr>
            </w:pPr>
            <w:r w:rsidRPr="001A7B4B">
              <w:rPr>
                <w:rFonts w:cs="Arial"/>
                <w:b w:val="0"/>
                <w:color w:val="auto"/>
                <w:szCs w:val="22"/>
              </w:rPr>
              <w:t>Tutor to delive</w:t>
            </w:r>
            <w:r w:rsidR="00BF4472">
              <w:rPr>
                <w:rFonts w:cs="Arial"/>
                <w:b w:val="0"/>
                <w:color w:val="auto"/>
                <w:szCs w:val="22"/>
              </w:rPr>
              <w:t>r</w:t>
            </w:r>
            <w:r w:rsidRPr="001A7B4B">
              <w:rPr>
                <w:rFonts w:cs="Arial"/>
                <w:b w:val="0"/>
                <w:color w:val="auto"/>
                <w:szCs w:val="22"/>
              </w:rPr>
              <w:t xml:space="preserve"> </w:t>
            </w:r>
            <w:r w:rsidR="00BF4472">
              <w:rPr>
                <w:rFonts w:cs="Arial"/>
                <w:b w:val="0"/>
                <w:color w:val="auto"/>
                <w:szCs w:val="22"/>
              </w:rPr>
              <w:t xml:space="preserve">content </w:t>
            </w:r>
            <w:r w:rsidRPr="001A7B4B">
              <w:rPr>
                <w:rFonts w:cs="Arial"/>
                <w:b w:val="0"/>
                <w:color w:val="auto"/>
                <w:szCs w:val="22"/>
              </w:rPr>
              <w:t xml:space="preserve">of </w:t>
            </w:r>
            <w:r w:rsidR="00BF4472" w:rsidRPr="00BF4472">
              <w:rPr>
                <w:rFonts w:cs="Arial"/>
                <w:b w:val="0"/>
                <w:bCs/>
                <w:color w:val="auto"/>
                <w:szCs w:val="22"/>
              </w:rPr>
              <w:t>WC and flushing cisterns</w:t>
            </w:r>
            <w:r w:rsidR="00BF4472" w:rsidRPr="001A7B4B">
              <w:rPr>
                <w:rFonts w:cs="Arial"/>
                <w:b w:val="0"/>
                <w:color w:val="auto"/>
                <w:szCs w:val="22"/>
              </w:rPr>
              <w:t xml:space="preserve"> </w:t>
            </w:r>
            <w:r w:rsidRPr="001A7B4B">
              <w:rPr>
                <w:rFonts w:cs="Arial"/>
                <w:b w:val="0"/>
                <w:color w:val="auto"/>
                <w:szCs w:val="22"/>
              </w:rPr>
              <w:t>including:</w:t>
            </w:r>
          </w:p>
          <w:p w14:paraId="3AFEA16C" w14:textId="77777777" w:rsidR="00672C8F" w:rsidRPr="001A7B4B" w:rsidRDefault="00672C8F" w:rsidP="002C017C">
            <w:pPr>
              <w:pStyle w:val="Normalheadingblue"/>
              <w:numPr>
                <w:ilvl w:val="0"/>
                <w:numId w:val="38"/>
              </w:numPr>
              <w:spacing w:before="0" w:after="0"/>
              <w:rPr>
                <w:rFonts w:cs="Arial"/>
                <w:b w:val="0"/>
                <w:color w:val="auto"/>
                <w:szCs w:val="22"/>
              </w:rPr>
            </w:pPr>
            <w:r w:rsidRPr="001A7B4B">
              <w:rPr>
                <w:rFonts w:cs="Arial"/>
                <w:b w:val="0"/>
                <w:color w:val="auto"/>
                <w:szCs w:val="22"/>
              </w:rPr>
              <w:lastRenderedPageBreak/>
              <w:t>WC types</w:t>
            </w:r>
          </w:p>
          <w:p w14:paraId="5583865F" w14:textId="77777777" w:rsidR="00672C8F" w:rsidRPr="001A7B4B" w:rsidRDefault="00672C8F" w:rsidP="002C017C">
            <w:pPr>
              <w:pStyle w:val="Normalheadingblue"/>
              <w:numPr>
                <w:ilvl w:val="0"/>
                <w:numId w:val="38"/>
              </w:numPr>
              <w:spacing w:before="0" w:after="0"/>
              <w:rPr>
                <w:rFonts w:cs="Arial"/>
                <w:b w:val="0"/>
                <w:color w:val="auto"/>
                <w:szCs w:val="22"/>
              </w:rPr>
            </w:pPr>
            <w:r w:rsidRPr="001A7B4B">
              <w:rPr>
                <w:rFonts w:cs="Arial"/>
                <w:b w:val="0"/>
                <w:color w:val="auto"/>
                <w:szCs w:val="22"/>
              </w:rPr>
              <w:t>WC connections</w:t>
            </w:r>
          </w:p>
          <w:p w14:paraId="31C6D80F" w14:textId="77777777" w:rsidR="00672C8F" w:rsidRPr="001A7B4B" w:rsidRDefault="00672C8F" w:rsidP="002C017C">
            <w:pPr>
              <w:pStyle w:val="Normalheadingblue"/>
              <w:numPr>
                <w:ilvl w:val="0"/>
                <w:numId w:val="38"/>
              </w:numPr>
              <w:spacing w:before="0" w:after="0"/>
              <w:rPr>
                <w:rFonts w:cs="Arial"/>
                <w:b w:val="0"/>
                <w:color w:val="auto"/>
                <w:szCs w:val="22"/>
              </w:rPr>
            </w:pPr>
            <w:r w:rsidRPr="001A7B4B">
              <w:rPr>
                <w:rFonts w:cs="Arial"/>
                <w:b w:val="0"/>
                <w:color w:val="auto"/>
                <w:szCs w:val="22"/>
              </w:rPr>
              <w:t>Close coupled</w:t>
            </w:r>
          </w:p>
          <w:p w14:paraId="345B805B" w14:textId="77777777" w:rsidR="00672C8F" w:rsidRPr="001A7B4B" w:rsidRDefault="00672C8F" w:rsidP="002C017C">
            <w:pPr>
              <w:pStyle w:val="Normalheadingblue"/>
              <w:numPr>
                <w:ilvl w:val="0"/>
                <w:numId w:val="38"/>
              </w:numPr>
              <w:spacing w:before="0" w:after="0"/>
              <w:rPr>
                <w:rFonts w:cs="Arial"/>
                <w:b w:val="0"/>
                <w:color w:val="auto"/>
                <w:szCs w:val="22"/>
              </w:rPr>
            </w:pPr>
            <w:r w:rsidRPr="001A7B4B">
              <w:rPr>
                <w:rFonts w:cs="Arial"/>
                <w:b w:val="0"/>
                <w:color w:val="auto"/>
                <w:szCs w:val="22"/>
              </w:rPr>
              <w:t>Back to wall pans</w:t>
            </w:r>
          </w:p>
          <w:p w14:paraId="3557F2C9" w14:textId="77777777" w:rsidR="00672C8F" w:rsidRPr="001A7B4B" w:rsidRDefault="00672C8F" w:rsidP="002C017C">
            <w:pPr>
              <w:pStyle w:val="Normalheadingblue"/>
              <w:numPr>
                <w:ilvl w:val="0"/>
                <w:numId w:val="38"/>
              </w:numPr>
              <w:spacing w:before="0" w:after="0"/>
              <w:rPr>
                <w:rFonts w:cs="Arial"/>
                <w:b w:val="0"/>
                <w:color w:val="auto"/>
                <w:szCs w:val="22"/>
              </w:rPr>
            </w:pPr>
            <w:r w:rsidRPr="001A7B4B">
              <w:rPr>
                <w:rFonts w:cs="Arial"/>
                <w:b w:val="0"/>
                <w:color w:val="auto"/>
                <w:szCs w:val="22"/>
              </w:rPr>
              <w:t>Enclosed cisterns</w:t>
            </w:r>
          </w:p>
          <w:p w14:paraId="0A09C6B0" w14:textId="77777777" w:rsidR="00672C8F" w:rsidRPr="001A7B4B" w:rsidRDefault="00672C8F" w:rsidP="002C017C">
            <w:pPr>
              <w:pStyle w:val="Normalheadingblue"/>
              <w:numPr>
                <w:ilvl w:val="0"/>
                <w:numId w:val="38"/>
              </w:numPr>
              <w:spacing w:before="0" w:after="0"/>
              <w:rPr>
                <w:rFonts w:cs="Arial"/>
                <w:b w:val="0"/>
                <w:color w:val="auto"/>
                <w:szCs w:val="22"/>
              </w:rPr>
            </w:pPr>
            <w:r w:rsidRPr="001A7B4B">
              <w:rPr>
                <w:rFonts w:cs="Arial"/>
                <w:b w:val="0"/>
                <w:color w:val="auto"/>
                <w:szCs w:val="22"/>
              </w:rPr>
              <w:t>Cistern frames</w:t>
            </w:r>
          </w:p>
          <w:p w14:paraId="34181439" w14:textId="77777777" w:rsidR="00672C8F" w:rsidRPr="001A7B4B" w:rsidRDefault="00672C8F" w:rsidP="002C017C">
            <w:pPr>
              <w:pStyle w:val="Normalheadingblue"/>
              <w:numPr>
                <w:ilvl w:val="0"/>
                <w:numId w:val="38"/>
              </w:numPr>
              <w:spacing w:before="0" w:after="0"/>
              <w:rPr>
                <w:rFonts w:cs="Arial"/>
                <w:b w:val="0"/>
                <w:color w:val="auto"/>
                <w:szCs w:val="22"/>
              </w:rPr>
            </w:pPr>
            <w:r w:rsidRPr="001A7B4B">
              <w:rPr>
                <w:rFonts w:cs="Arial"/>
                <w:b w:val="0"/>
                <w:color w:val="auto"/>
                <w:szCs w:val="22"/>
              </w:rPr>
              <w:t>Flushing cisterns</w:t>
            </w:r>
          </w:p>
          <w:p w14:paraId="1ACC90B9" w14:textId="77777777" w:rsidR="00672C8F" w:rsidRPr="001A7B4B" w:rsidRDefault="00672C8F" w:rsidP="002C017C">
            <w:pPr>
              <w:pStyle w:val="Normalheadingblue"/>
              <w:numPr>
                <w:ilvl w:val="0"/>
                <w:numId w:val="38"/>
              </w:numPr>
              <w:spacing w:before="0" w:after="0"/>
              <w:rPr>
                <w:rFonts w:cs="Arial"/>
                <w:b w:val="0"/>
                <w:color w:val="auto"/>
                <w:szCs w:val="22"/>
              </w:rPr>
            </w:pPr>
            <w:r w:rsidRPr="001A7B4B">
              <w:rPr>
                <w:rFonts w:cs="Arial"/>
                <w:b w:val="0"/>
                <w:color w:val="auto"/>
                <w:szCs w:val="22"/>
              </w:rPr>
              <w:t>Float operated valves</w:t>
            </w:r>
          </w:p>
          <w:p w14:paraId="34D8BDA8" w14:textId="77777777" w:rsidR="00B01A71" w:rsidRPr="001A7B4B" w:rsidRDefault="00B01A71" w:rsidP="002C017C">
            <w:pPr>
              <w:pStyle w:val="Normalheadingblue"/>
              <w:numPr>
                <w:ilvl w:val="0"/>
                <w:numId w:val="38"/>
              </w:numPr>
              <w:spacing w:before="0" w:after="0"/>
              <w:rPr>
                <w:rFonts w:cs="Arial"/>
                <w:b w:val="0"/>
                <w:color w:val="auto"/>
                <w:szCs w:val="22"/>
              </w:rPr>
            </w:pPr>
            <w:r w:rsidRPr="001A7B4B">
              <w:rPr>
                <w:rFonts w:cs="Arial"/>
                <w:b w:val="0"/>
                <w:color w:val="auto"/>
                <w:szCs w:val="22"/>
              </w:rPr>
              <w:t>Tutor to discuss the types, installation requirements, advantages, clearances, connection types and fixing of content.</w:t>
            </w:r>
          </w:p>
          <w:p w14:paraId="79F0B590" w14:textId="77777777" w:rsidR="00B01A71" w:rsidRPr="001A7B4B" w:rsidRDefault="00B01A71" w:rsidP="002C017C">
            <w:pPr>
              <w:pStyle w:val="Normalheadingblue"/>
              <w:numPr>
                <w:ilvl w:val="0"/>
                <w:numId w:val="38"/>
              </w:numPr>
              <w:spacing w:before="0" w:after="0"/>
              <w:rPr>
                <w:rFonts w:cs="Arial"/>
                <w:b w:val="0"/>
                <w:color w:val="auto"/>
                <w:szCs w:val="22"/>
              </w:rPr>
            </w:pPr>
            <w:r w:rsidRPr="001A7B4B">
              <w:rPr>
                <w:rFonts w:cs="Arial"/>
                <w:b w:val="0"/>
                <w:color w:val="auto"/>
                <w:szCs w:val="22"/>
              </w:rPr>
              <w:t>Demonstrate how to connect a close coupled pan and cistern.</w:t>
            </w:r>
          </w:p>
          <w:p w14:paraId="227245DB" w14:textId="77777777" w:rsidR="00B01A71" w:rsidRPr="001A7B4B" w:rsidRDefault="00B01A71" w:rsidP="002C017C">
            <w:pPr>
              <w:pStyle w:val="Normalheadingblue"/>
              <w:numPr>
                <w:ilvl w:val="0"/>
                <w:numId w:val="38"/>
              </w:numPr>
              <w:spacing w:before="0" w:after="0"/>
              <w:rPr>
                <w:rFonts w:cs="Arial"/>
                <w:b w:val="0"/>
                <w:color w:val="auto"/>
                <w:szCs w:val="22"/>
              </w:rPr>
            </w:pPr>
            <w:r w:rsidRPr="001A7B4B">
              <w:rPr>
                <w:rFonts w:cs="Arial"/>
                <w:b w:val="0"/>
                <w:color w:val="auto"/>
                <w:szCs w:val="22"/>
              </w:rPr>
              <w:t>Discuss and examine the flush types of modern and traditional cisterns and the use of siphons and float operated valves.</w:t>
            </w:r>
          </w:p>
          <w:p w14:paraId="14EEB5CF" w14:textId="4BC67510" w:rsidR="00B01A71" w:rsidRPr="001A7B4B" w:rsidRDefault="00B01A71" w:rsidP="002C017C">
            <w:pPr>
              <w:pStyle w:val="Normalheadingblue"/>
              <w:numPr>
                <w:ilvl w:val="0"/>
                <w:numId w:val="38"/>
              </w:numPr>
              <w:spacing w:before="0" w:after="0"/>
              <w:rPr>
                <w:rFonts w:cs="Arial"/>
                <w:b w:val="0"/>
                <w:color w:val="auto"/>
                <w:szCs w:val="22"/>
              </w:rPr>
            </w:pPr>
            <w:r w:rsidRPr="001A7B4B">
              <w:rPr>
                <w:rFonts w:cs="Arial"/>
                <w:b w:val="0"/>
                <w:color w:val="auto"/>
                <w:szCs w:val="22"/>
              </w:rPr>
              <w:t xml:space="preserve">Set practical task for </w:t>
            </w:r>
            <w:r w:rsidR="00F502C8" w:rsidRPr="001A7B4B">
              <w:rPr>
                <w:rFonts w:cs="Arial"/>
                <w:b w:val="0"/>
                <w:color w:val="auto"/>
                <w:szCs w:val="22"/>
              </w:rPr>
              <w:t>students</w:t>
            </w:r>
            <w:r w:rsidRPr="001A7B4B">
              <w:rPr>
                <w:rFonts w:cs="Arial"/>
                <w:b w:val="0"/>
                <w:color w:val="auto"/>
                <w:szCs w:val="22"/>
              </w:rPr>
              <w:t xml:space="preserve"> to connect a WC pan and close coupled cistern using correct equipment in pairs.</w:t>
            </w:r>
          </w:p>
          <w:p w14:paraId="24C1721C" w14:textId="6458D863" w:rsidR="00B01A71" w:rsidRPr="001A7B4B" w:rsidRDefault="00116A2E" w:rsidP="002C017C">
            <w:pPr>
              <w:pStyle w:val="Normalheadingblue"/>
              <w:numPr>
                <w:ilvl w:val="0"/>
                <w:numId w:val="38"/>
              </w:numPr>
              <w:spacing w:before="0" w:after="0"/>
              <w:rPr>
                <w:rFonts w:cs="Arial"/>
                <w:b w:val="0"/>
                <w:color w:val="auto"/>
                <w:szCs w:val="22"/>
              </w:rPr>
            </w:pPr>
            <w:r w:rsidRPr="001A7B4B">
              <w:rPr>
                <w:rFonts w:cs="Arial"/>
                <w:b w:val="0"/>
                <w:color w:val="auto"/>
                <w:szCs w:val="22"/>
              </w:rPr>
              <w:t>Students</w:t>
            </w:r>
            <w:r w:rsidR="00B01A71" w:rsidRPr="001A7B4B">
              <w:rPr>
                <w:rFonts w:cs="Arial"/>
                <w:b w:val="0"/>
                <w:color w:val="auto"/>
                <w:szCs w:val="22"/>
              </w:rPr>
              <w:t xml:space="preserve"> may also be tasked with mounting a traditional WC via flush pipe to cistern.</w:t>
            </w:r>
          </w:p>
          <w:p w14:paraId="2C436095" w14:textId="77777777" w:rsidR="00FE5E0F" w:rsidRPr="001A7B4B" w:rsidRDefault="00FE5E0F" w:rsidP="00185574">
            <w:pPr>
              <w:pStyle w:val="Normalheadingblue"/>
              <w:spacing w:before="0" w:after="0"/>
              <w:rPr>
                <w:rFonts w:cs="Arial"/>
                <w:color w:val="auto"/>
                <w:szCs w:val="22"/>
              </w:rPr>
            </w:pPr>
          </w:p>
          <w:p w14:paraId="2FDD07C0" w14:textId="75B4C1CA" w:rsidR="00FE5E0F" w:rsidRPr="001A7B4B" w:rsidRDefault="00FE5E0F" w:rsidP="00185574">
            <w:pPr>
              <w:pStyle w:val="Normalheadingblue"/>
              <w:spacing w:before="0" w:after="0"/>
              <w:rPr>
                <w:rFonts w:cs="Arial"/>
                <w:color w:val="auto"/>
                <w:szCs w:val="22"/>
              </w:rPr>
            </w:pPr>
            <w:r w:rsidRPr="001A7B4B">
              <w:rPr>
                <w:rFonts w:cs="Arial"/>
                <w:color w:val="auto"/>
                <w:szCs w:val="22"/>
              </w:rPr>
              <w:t xml:space="preserve">Knowledge </w:t>
            </w:r>
            <w:r w:rsidR="00185574" w:rsidRPr="001A7B4B">
              <w:rPr>
                <w:rFonts w:cs="Arial"/>
                <w:color w:val="auto"/>
                <w:szCs w:val="22"/>
              </w:rPr>
              <w:t>C</w:t>
            </w:r>
            <w:r w:rsidRPr="001A7B4B">
              <w:rPr>
                <w:rFonts w:cs="Arial"/>
                <w:color w:val="auto"/>
                <w:szCs w:val="22"/>
              </w:rPr>
              <w:t>heck example:</w:t>
            </w:r>
          </w:p>
          <w:p w14:paraId="4D7F1F80" w14:textId="3AE24754" w:rsidR="00B01A71" w:rsidRPr="001A7B4B" w:rsidRDefault="00B01A71" w:rsidP="00185574">
            <w:pPr>
              <w:pStyle w:val="Normalheadingblue"/>
              <w:spacing w:before="0" w:after="0"/>
              <w:rPr>
                <w:rFonts w:cs="Arial"/>
                <w:b w:val="0"/>
                <w:color w:val="auto"/>
                <w:szCs w:val="22"/>
              </w:rPr>
            </w:pPr>
            <w:r w:rsidRPr="001A7B4B">
              <w:rPr>
                <w:rFonts w:cs="Arial"/>
                <w:b w:val="0"/>
                <w:color w:val="auto"/>
                <w:szCs w:val="22"/>
              </w:rPr>
              <w:t xml:space="preserve">Quick quiz – </w:t>
            </w:r>
            <w:r w:rsidR="00F502C8" w:rsidRPr="001A7B4B">
              <w:rPr>
                <w:rFonts w:cs="Arial"/>
                <w:b w:val="0"/>
                <w:color w:val="auto"/>
                <w:szCs w:val="22"/>
              </w:rPr>
              <w:t>students</w:t>
            </w:r>
            <w:r w:rsidRPr="001A7B4B">
              <w:rPr>
                <w:rFonts w:cs="Arial"/>
                <w:b w:val="0"/>
                <w:color w:val="auto"/>
                <w:szCs w:val="22"/>
              </w:rPr>
              <w:t xml:space="preserve"> to answer 10 question quiz based on </w:t>
            </w:r>
            <w:r w:rsidR="00951756" w:rsidRPr="001A7B4B">
              <w:rPr>
                <w:rFonts w:cs="Arial"/>
                <w:b w:val="0"/>
                <w:color w:val="auto"/>
                <w:szCs w:val="22"/>
              </w:rPr>
              <w:t>today’s</w:t>
            </w:r>
            <w:r w:rsidRPr="001A7B4B">
              <w:rPr>
                <w:rFonts w:cs="Arial"/>
                <w:b w:val="0"/>
                <w:color w:val="auto"/>
                <w:szCs w:val="22"/>
              </w:rPr>
              <w:t xml:space="preserve"> session after completion of practical session.</w:t>
            </w:r>
          </w:p>
          <w:p w14:paraId="40851D34" w14:textId="77777777" w:rsidR="00185574" w:rsidRPr="001A7B4B" w:rsidRDefault="00185574" w:rsidP="00185574">
            <w:pPr>
              <w:pStyle w:val="Normalheadingblue"/>
              <w:spacing w:before="0" w:after="0"/>
              <w:rPr>
                <w:rFonts w:cs="Arial"/>
                <w:b w:val="0"/>
                <w:color w:val="auto"/>
                <w:szCs w:val="22"/>
              </w:rPr>
            </w:pPr>
          </w:p>
          <w:p w14:paraId="20E847AB" w14:textId="77777777" w:rsidR="00FE5E0F" w:rsidRPr="001A7B4B" w:rsidRDefault="00FE5E0F" w:rsidP="00185574">
            <w:pPr>
              <w:pStyle w:val="Normalheadingblue"/>
              <w:spacing w:before="0" w:after="0"/>
              <w:rPr>
                <w:rFonts w:cs="Arial"/>
                <w:color w:val="auto"/>
                <w:szCs w:val="22"/>
              </w:rPr>
            </w:pPr>
            <w:r w:rsidRPr="001A7B4B">
              <w:rPr>
                <w:rFonts w:cs="Arial"/>
                <w:color w:val="auto"/>
                <w:szCs w:val="22"/>
              </w:rPr>
              <w:t>Resources:</w:t>
            </w:r>
          </w:p>
          <w:p w14:paraId="7945AA89" w14:textId="77777777" w:rsidR="00B01A71" w:rsidRPr="001A7B4B" w:rsidRDefault="00B01A71" w:rsidP="00185574">
            <w:pPr>
              <w:pStyle w:val="Normalheadingblue"/>
              <w:spacing w:before="0" w:after="0"/>
              <w:rPr>
                <w:rFonts w:cs="Arial"/>
                <w:b w:val="0"/>
                <w:color w:val="auto"/>
                <w:szCs w:val="22"/>
              </w:rPr>
            </w:pPr>
            <w:r w:rsidRPr="001A7B4B">
              <w:rPr>
                <w:rFonts w:cs="Arial"/>
                <w:b w:val="0"/>
                <w:color w:val="auto"/>
                <w:szCs w:val="22"/>
              </w:rPr>
              <w:t>Examples of WC’s and cistern types</w:t>
            </w:r>
          </w:p>
          <w:p w14:paraId="00AC525E" w14:textId="77777777" w:rsidR="00B01A71" w:rsidRPr="001A7B4B" w:rsidRDefault="00B01A71" w:rsidP="00185574">
            <w:pPr>
              <w:pStyle w:val="Normalheadingblue"/>
              <w:spacing w:before="0" w:after="0"/>
              <w:rPr>
                <w:rFonts w:cs="Arial"/>
                <w:b w:val="0"/>
                <w:color w:val="auto"/>
                <w:szCs w:val="22"/>
              </w:rPr>
            </w:pPr>
            <w:r w:rsidRPr="001A7B4B">
              <w:rPr>
                <w:rFonts w:cs="Arial"/>
                <w:b w:val="0"/>
                <w:color w:val="auto"/>
                <w:szCs w:val="22"/>
              </w:rPr>
              <w:lastRenderedPageBreak/>
              <w:t>Flush pipes</w:t>
            </w:r>
          </w:p>
          <w:p w14:paraId="6DE098B8" w14:textId="77777777" w:rsidR="00B01A71" w:rsidRPr="001A7B4B" w:rsidRDefault="00B01A71" w:rsidP="00185574">
            <w:pPr>
              <w:pStyle w:val="Normalheadingblue"/>
              <w:spacing w:before="0" w:after="0"/>
              <w:rPr>
                <w:rFonts w:cs="Arial"/>
                <w:b w:val="0"/>
                <w:color w:val="auto"/>
                <w:szCs w:val="22"/>
              </w:rPr>
            </w:pPr>
            <w:r w:rsidRPr="001A7B4B">
              <w:rPr>
                <w:rFonts w:cs="Arial"/>
                <w:b w:val="0"/>
                <w:color w:val="auto"/>
                <w:szCs w:val="22"/>
              </w:rPr>
              <w:t>FOV</w:t>
            </w:r>
          </w:p>
          <w:p w14:paraId="5C4FAA01" w14:textId="77777777" w:rsidR="00B01A71" w:rsidRPr="001A7B4B" w:rsidRDefault="00B01A71" w:rsidP="00185574">
            <w:pPr>
              <w:pStyle w:val="Normalheadingblue"/>
              <w:spacing w:before="0" w:after="0"/>
              <w:rPr>
                <w:rFonts w:cs="Arial"/>
                <w:b w:val="0"/>
                <w:color w:val="auto"/>
                <w:szCs w:val="22"/>
              </w:rPr>
            </w:pPr>
            <w:r w:rsidRPr="001A7B4B">
              <w:rPr>
                <w:rFonts w:cs="Arial"/>
                <w:b w:val="0"/>
                <w:color w:val="auto"/>
                <w:szCs w:val="22"/>
              </w:rPr>
              <w:t>Siphons</w:t>
            </w:r>
          </w:p>
          <w:p w14:paraId="7739C19A" w14:textId="77777777" w:rsidR="00B01A71" w:rsidRPr="001A7B4B" w:rsidRDefault="00B01A71" w:rsidP="00185574">
            <w:pPr>
              <w:pStyle w:val="Normalheadingblue"/>
              <w:spacing w:before="0" w:after="0"/>
              <w:rPr>
                <w:rFonts w:cs="Arial"/>
                <w:b w:val="0"/>
                <w:color w:val="auto"/>
                <w:szCs w:val="22"/>
              </w:rPr>
            </w:pPr>
            <w:r w:rsidRPr="001A7B4B">
              <w:rPr>
                <w:rFonts w:cs="Arial"/>
                <w:b w:val="0"/>
                <w:color w:val="auto"/>
                <w:szCs w:val="22"/>
              </w:rPr>
              <w:t>Tools for WC connection</w:t>
            </w:r>
          </w:p>
          <w:p w14:paraId="7DC51798" w14:textId="77777777" w:rsidR="00B01A71" w:rsidRPr="001A7B4B" w:rsidRDefault="00B01A71" w:rsidP="00185574">
            <w:pPr>
              <w:pStyle w:val="Normalheadingblue"/>
              <w:spacing w:before="0" w:after="0"/>
              <w:rPr>
                <w:rFonts w:cs="Arial"/>
                <w:b w:val="0"/>
                <w:color w:val="auto"/>
                <w:szCs w:val="22"/>
              </w:rPr>
            </w:pPr>
            <w:r w:rsidRPr="001A7B4B">
              <w:rPr>
                <w:rFonts w:cs="Arial"/>
                <w:b w:val="0"/>
                <w:color w:val="auto"/>
                <w:szCs w:val="22"/>
              </w:rPr>
              <w:t>PPE</w:t>
            </w:r>
          </w:p>
          <w:p w14:paraId="0D271CBB" w14:textId="77777777" w:rsidR="00FE5E0F" w:rsidRPr="001A7B4B" w:rsidRDefault="00FE5E0F" w:rsidP="00185574">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3085E4D0" w14:textId="77777777" w:rsidR="00DD207A" w:rsidRDefault="008A57D2">
            <w:r>
              <w:lastRenderedPageBreak/>
              <w:t>Q&amp;A</w:t>
            </w:r>
            <w:r>
              <w:br/>
            </w:r>
            <w:r>
              <w:br/>
            </w:r>
            <w:r>
              <w:br/>
            </w:r>
            <w:r>
              <w:br/>
            </w:r>
            <w:r>
              <w:br/>
            </w:r>
            <w:r>
              <w:br/>
            </w:r>
            <w:r>
              <w:br/>
            </w:r>
            <w:r>
              <w:br/>
            </w:r>
            <w:r>
              <w:br/>
            </w:r>
            <w:r>
              <w:lastRenderedPageBreak/>
              <w:t>Connect and install WC and cisterns</w:t>
            </w:r>
            <w:r>
              <w:br/>
            </w:r>
            <w:r>
              <w:br/>
            </w:r>
            <w:r>
              <w:br/>
              <w:t>Quick quiz</w:t>
            </w:r>
            <w:r>
              <w:br/>
              <w:t>English skills (reading, writing, technical vocabulary)</w:t>
            </w:r>
          </w:p>
        </w:tc>
      </w:tr>
      <w:tr w:rsidR="001A7B4B" w:rsidRPr="001A7B4B" w14:paraId="583E559E"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0D77E231" w14:textId="77777777" w:rsidR="000A1E70" w:rsidRDefault="000A1E70" w:rsidP="000A1E70">
            <w:pPr>
              <w:jc w:val="center"/>
              <w:rPr>
                <w:rFonts w:cs="Arial"/>
                <w:szCs w:val="22"/>
              </w:rPr>
            </w:pPr>
            <w:r>
              <w:rPr>
                <w:rFonts w:cs="Arial"/>
                <w:szCs w:val="22"/>
              </w:rPr>
              <w:lastRenderedPageBreak/>
              <w:t xml:space="preserve">88 </w:t>
            </w:r>
          </w:p>
          <w:p w14:paraId="2EA45286" w14:textId="77777777" w:rsidR="000A1E70" w:rsidRDefault="000A1E70" w:rsidP="000A1E70">
            <w:pPr>
              <w:jc w:val="center"/>
              <w:rPr>
                <w:rFonts w:cs="Arial"/>
                <w:szCs w:val="22"/>
              </w:rPr>
            </w:pPr>
            <w:r>
              <w:rPr>
                <w:rFonts w:cs="Arial"/>
                <w:szCs w:val="22"/>
              </w:rPr>
              <w:t>3 hours</w:t>
            </w:r>
          </w:p>
          <w:p w14:paraId="4B2D3D07" w14:textId="3EB0E4D3" w:rsidR="0046710A" w:rsidRPr="00BF5F68" w:rsidRDefault="0046710A" w:rsidP="000A1E70">
            <w:pPr>
              <w:jc w:val="center"/>
              <w:rPr>
                <w:rFonts w:cs="Arial"/>
                <w:b/>
                <w:bCs/>
                <w:szCs w:val="22"/>
              </w:rPr>
            </w:pPr>
            <w:r w:rsidRPr="00BF5F68">
              <w:rPr>
                <w:rFonts w:cs="Arial"/>
                <w:b/>
                <w:bCs/>
                <w:szCs w:val="22"/>
                <w:highlight w:val="yellow"/>
              </w:rPr>
              <w:t>PPT Available</w:t>
            </w:r>
          </w:p>
        </w:tc>
        <w:tc>
          <w:tcPr>
            <w:tcW w:w="2199" w:type="dxa"/>
            <w:tcBorders>
              <w:top w:val="single" w:sz="4" w:space="0" w:color="C6C5C6"/>
              <w:left w:val="single" w:sz="4" w:space="0" w:color="C6C5C6"/>
              <w:bottom w:val="single" w:sz="4" w:space="0" w:color="C6C5C6"/>
              <w:right w:val="single" w:sz="4" w:space="0" w:color="C6C5C6"/>
            </w:tcBorders>
          </w:tcPr>
          <w:p w14:paraId="218B1D78" w14:textId="77777777" w:rsidR="000A1E70" w:rsidRPr="001A7B4B" w:rsidRDefault="000A1E70" w:rsidP="000A1E70">
            <w:pPr>
              <w:pStyle w:val="Normalheadingblack"/>
              <w:rPr>
                <w:rFonts w:cs="Arial"/>
                <w:lang w:eastAsia="en-GB"/>
              </w:rPr>
            </w:pPr>
            <w:r w:rsidRPr="001A7B4B">
              <w:rPr>
                <w:rFonts w:cs="Arial"/>
                <w:lang w:eastAsia="en-GB"/>
              </w:rPr>
              <w:t>Outcome 1 – Plumbing and heating common knowledge criteria</w:t>
            </w:r>
          </w:p>
          <w:p w14:paraId="70F65BF5" w14:textId="77777777" w:rsidR="000A1E70" w:rsidRPr="001A7B4B" w:rsidRDefault="000A1E70" w:rsidP="000A1E70">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3632BE44" w14:textId="77777777" w:rsidR="000A1E70" w:rsidRPr="001A7B4B" w:rsidRDefault="000A1E70" w:rsidP="000A1E70">
            <w:pPr>
              <w:pStyle w:val="Normalheadingblack"/>
              <w:rPr>
                <w:rFonts w:cs="Arial"/>
                <w:b w:val="0"/>
                <w:szCs w:val="22"/>
              </w:rPr>
            </w:pPr>
            <w:r w:rsidRPr="001A7B4B">
              <w:rPr>
                <w:rFonts w:cs="Arial"/>
                <w:b w:val="0"/>
                <w:szCs w:val="22"/>
              </w:rPr>
              <w:t>K1.7 Plumbing and heating systems</w:t>
            </w:r>
          </w:p>
          <w:p w14:paraId="53B9FEB5" w14:textId="77777777" w:rsidR="000A1E70" w:rsidRPr="001A7B4B" w:rsidRDefault="000A1E70" w:rsidP="000A1E70">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216D54F3" w14:textId="77777777" w:rsidR="000A1E70" w:rsidRPr="001A7B4B" w:rsidRDefault="000A1E70" w:rsidP="00951756">
            <w:pPr>
              <w:pStyle w:val="Normalheadingblue"/>
              <w:spacing w:before="0" w:after="0"/>
              <w:rPr>
                <w:rFonts w:cs="Arial"/>
                <w:color w:val="auto"/>
                <w:szCs w:val="22"/>
              </w:rPr>
            </w:pPr>
            <w:r w:rsidRPr="001A7B4B">
              <w:rPr>
                <w:rFonts w:cs="Arial"/>
                <w:color w:val="auto"/>
                <w:szCs w:val="22"/>
              </w:rPr>
              <w:t>Activity:</w:t>
            </w:r>
          </w:p>
          <w:p w14:paraId="6B5A960E" w14:textId="77777777" w:rsidR="000A1E70" w:rsidRPr="001A7B4B" w:rsidRDefault="000A1E70" w:rsidP="00951756">
            <w:pPr>
              <w:pStyle w:val="Normalheadingblue"/>
              <w:spacing w:before="0" w:after="0"/>
              <w:rPr>
                <w:rFonts w:cs="Arial"/>
                <w:color w:val="auto"/>
                <w:szCs w:val="22"/>
              </w:rPr>
            </w:pPr>
            <w:r w:rsidRPr="001A7B4B">
              <w:rPr>
                <w:rFonts w:cs="Arial"/>
                <w:color w:val="auto"/>
                <w:szCs w:val="22"/>
              </w:rPr>
              <w:t>Starter task example:</w:t>
            </w:r>
          </w:p>
          <w:p w14:paraId="0D3B8383" w14:textId="1A9BADEE" w:rsidR="000A1E70" w:rsidRPr="001A7B4B" w:rsidRDefault="000A1E70" w:rsidP="00951756">
            <w:pPr>
              <w:pStyle w:val="Normalheadingblue"/>
              <w:spacing w:before="0" w:after="0"/>
              <w:rPr>
                <w:rFonts w:cs="Arial"/>
                <w:b w:val="0"/>
                <w:color w:val="auto"/>
                <w:szCs w:val="22"/>
              </w:rPr>
            </w:pPr>
            <w:r w:rsidRPr="001A7B4B">
              <w:rPr>
                <w:rFonts w:cs="Arial"/>
                <w:b w:val="0"/>
                <w:color w:val="auto"/>
                <w:szCs w:val="22"/>
              </w:rPr>
              <w:t xml:space="preserve">Recap quiz – quick 5 minute quiz based on fluid categories from previous sessions. </w:t>
            </w:r>
            <w:r w:rsidR="00116A2E" w:rsidRPr="001A7B4B">
              <w:rPr>
                <w:rFonts w:cs="Arial"/>
                <w:b w:val="0"/>
                <w:color w:val="auto"/>
                <w:szCs w:val="22"/>
              </w:rPr>
              <w:t>Students</w:t>
            </w:r>
            <w:r w:rsidRPr="001A7B4B">
              <w:rPr>
                <w:rFonts w:cs="Arial"/>
                <w:b w:val="0"/>
                <w:color w:val="auto"/>
                <w:szCs w:val="22"/>
              </w:rPr>
              <w:t xml:space="preserve"> identify fluid categories from given examples.</w:t>
            </w:r>
          </w:p>
          <w:p w14:paraId="378A31C2" w14:textId="77777777" w:rsidR="00951756" w:rsidRPr="001A7B4B" w:rsidRDefault="00951756" w:rsidP="00951756">
            <w:pPr>
              <w:pStyle w:val="Normalheadingblue"/>
              <w:spacing w:before="0" w:after="0"/>
              <w:rPr>
                <w:rFonts w:cs="Arial"/>
                <w:b w:val="0"/>
                <w:color w:val="auto"/>
                <w:szCs w:val="22"/>
              </w:rPr>
            </w:pPr>
          </w:p>
          <w:p w14:paraId="3F30E5C6" w14:textId="3E0097E5" w:rsidR="000A1E70" w:rsidRPr="001A7B4B" w:rsidRDefault="000A1E70" w:rsidP="00951756">
            <w:pPr>
              <w:pStyle w:val="Normalheadingblue"/>
              <w:spacing w:before="0" w:after="0"/>
              <w:rPr>
                <w:rFonts w:cs="Arial"/>
                <w:color w:val="auto"/>
                <w:szCs w:val="22"/>
              </w:rPr>
            </w:pPr>
            <w:r w:rsidRPr="001A7B4B">
              <w:rPr>
                <w:rFonts w:cs="Arial"/>
                <w:color w:val="auto"/>
                <w:szCs w:val="22"/>
              </w:rPr>
              <w:t>Delivery</w:t>
            </w:r>
            <w:r w:rsidR="00951756" w:rsidRPr="001A7B4B">
              <w:rPr>
                <w:rFonts w:cs="Arial"/>
                <w:color w:val="auto"/>
                <w:szCs w:val="22"/>
              </w:rPr>
              <w:t xml:space="preserve"> focus</w:t>
            </w:r>
            <w:r w:rsidRPr="001A7B4B">
              <w:rPr>
                <w:rFonts w:cs="Arial"/>
                <w:color w:val="auto"/>
                <w:szCs w:val="22"/>
              </w:rPr>
              <w:t>:</w:t>
            </w:r>
          </w:p>
          <w:p w14:paraId="72313F56" w14:textId="6A286F17" w:rsidR="00C62C74" w:rsidRPr="00C62C74" w:rsidRDefault="00C62C74" w:rsidP="00C62C74">
            <w:pPr>
              <w:pStyle w:val="Normalheadingblue"/>
              <w:spacing w:before="0" w:after="0"/>
              <w:rPr>
                <w:rFonts w:cs="Arial"/>
                <w:b w:val="0"/>
                <w:color w:val="auto"/>
                <w:szCs w:val="22"/>
              </w:rPr>
            </w:pPr>
            <w:r w:rsidRPr="00C62C74">
              <w:rPr>
                <w:rFonts w:cs="Arial"/>
                <w:b w:val="0"/>
                <w:bCs/>
                <w:color w:val="auto"/>
                <w:szCs w:val="22"/>
              </w:rPr>
              <w:t xml:space="preserve">Using </w:t>
            </w:r>
            <w:r w:rsidRPr="00A3733B">
              <w:rPr>
                <w:rFonts w:cs="Arial"/>
                <w:b w:val="0"/>
                <w:bCs/>
                <w:color w:val="auto"/>
                <w:szCs w:val="22"/>
              </w:rPr>
              <w:t>PowerPoint</w:t>
            </w:r>
            <w:r w:rsidRPr="00A3733B">
              <w:rPr>
                <w:rFonts w:cs="Arial"/>
                <w:b w:val="0"/>
                <w:bCs/>
                <w:color w:val="auto"/>
                <w:szCs w:val="22"/>
                <w:highlight w:val="yellow"/>
              </w:rPr>
              <w:t xml:space="preserve"> </w:t>
            </w:r>
            <w:r w:rsidR="00410882" w:rsidRPr="00F516D5">
              <w:rPr>
                <w:rFonts w:cs="Arial"/>
                <w:color w:val="auto"/>
                <w:szCs w:val="22"/>
                <w:highlight w:val="yellow"/>
              </w:rPr>
              <w:t>K1.7 Backflow Prevention (Non-mechanical)</w:t>
            </w:r>
            <w:r w:rsidRPr="00C62C74">
              <w:rPr>
                <w:rFonts w:cs="Arial"/>
                <w:b w:val="0"/>
                <w:bCs/>
                <w:color w:val="auto"/>
                <w:szCs w:val="22"/>
              </w:rPr>
              <w:t>, deliver the following content:</w:t>
            </w:r>
          </w:p>
          <w:p w14:paraId="581AB468" w14:textId="06F4A381" w:rsidR="000A1E70" w:rsidRPr="001A7B4B" w:rsidRDefault="000A1E70" w:rsidP="002C017C">
            <w:pPr>
              <w:pStyle w:val="Normalheadingblue"/>
              <w:numPr>
                <w:ilvl w:val="0"/>
                <w:numId w:val="39"/>
              </w:numPr>
              <w:spacing w:before="0" w:after="0"/>
              <w:rPr>
                <w:rFonts w:cs="Arial"/>
                <w:b w:val="0"/>
                <w:color w:val="auto"/>
                <w:szCs w:val="22"/>
              </w:rPr>
            </w:pPr>
            <w:r w:rsidRPr="001A7B4B">
              <w:rPr>
                <w:rFonts w:cs="Arial"/>
                <w:b w:val="0"/>
                <w:color w:val="auto"/>
                <w:szCs w:val="22"/>
              </w:rPr>
              <w:t>What is backflow?</w:t>
            </w:r>
          </w:p>
          <w:p w14:paraId="1387CEE7" w14:textId="77777777" w:rsidR="000A1E70" w:rsidRPr="001A7B4B" w:rsidRDefault="000A1E70" w:rsidP="002C017C">
            <w:pPr>
              <w:pStyle w:val="Normalheadingblue"/>
              <w:numPr>
                <w:ilvl w:val="0"/>
                <w:numId w:val="39"/>
              </w:numPr>
              <w:spacing w:before="0" w:after="0"/>
              <w:rPr>
                <w:rFonts w:cs="Arial"/>
                <w:b w:val="0"/>
                <w:color w:val="auto"/>
                <w:szCs w:val="22"/>
              </w:rPr>
            </w:pPr>
            <w:r w:rsidRPr="001A7B4B">
              <w:rPr>
                <w:rFonts w:cs="Arial"/>
                <w:b w:val="0"/>
                <w:color w:val="auto"/>
                <w:szCs w:val="22"/>
              </w:rPr>
              <w:t>What is back pressure?</w:t>
            </w:r>
          </w:p>
          <w:p w14:paraId="5C193494" w14:textId="77777777" w:rsidR="000A1E70" w:rsidRPr="001A7B4B" w:rsidRDefault="000A1E70" w:rsidP="002C017C">
            <w:pPr>
              <w:pStyle w:val="Normalheadingblue"/>
              <w:numPr>
                <w:ilvl w:val="0"/>
                <w:numId w:val="39"/>
              </w:numPr>
              <w:spacing w:before="0" w:after="0"/>
              <w:rPr>
                <w:rFonts w:cs="Arial"/>
                <w:b w:val="0"/>
                <w:color w:val="auto"/>
                <w:szCs w:val="22"/>
              </w:rPr>
            </w:pPr>
            <w:r w:rsidRPr="001A7B4B">
              <w:rPr>
                <w:rFonts w:cs="Arial"/>
                <w:b w:val="0"/>
                <w:color w:val="auto"/>
                <w:szCs w:val="22"/>
              </w:rPr>
              <w:t>What is back siphonage?</w:t>
            </w:r>
          </w:p>
          <w:p w14:paraId="4E03089A" w14:textId="73CA63B2" w:rsidR="000A1E70" w:rsidRPr="001A7B4B" w:rsidRDefault="000A1E70" w:rsidP="002C017C">
            <w:pPr>
              <w:pStyle w:val="Normalheadingblue"/>
              <w:numPr>
                <w:ilvl w:val="0"/>
                <w:numId w:val="39"/>
              </w:numPr>
              <w:spacing w:before="0" w:after="0"/>
              <w:rPr>
                <w:rFonts w:cs="Arial"/>
                <w:b w:val="0"/>
                <w:color w:val="auto"/>
                <w:szCs w:val="22"/>
              </w:rPr>
            </w:pPr>
            <w:r w:rsidRPr="001A7B4B">
              <w:rPr>
                <w:rFonts w:cs="Arial"/>
                <w:b w:val="0"/>
                <w:color w:val="auto"/>
                <w:szCs w:val="22"/>
              </w:rPr>
              <w:t>Types of non</w:t>
            </w:r>
            <w:r w:rsidR="00EC092F" w:rsidRPr="001A7B4B">
              <w:rPr>
                <w:rFonts w:cs="Arial"/>
                <w:b w:val="0"/>
                <w:color w:val="auto"/>
                <w:szCs w:val="22"/>
              </w:rPr>
              <w:t>-</w:t>
            </w:r>
            <w:r w:rsidRPr="001A7B4B">
              <w:rPr>
                <w:rFonts w:cs="Arial"/>
                <w:b w:val="0"/>
                <w:color w:val="auto"/>
                <w:szCs w:val="22"/>
              </w:rPr>
              <w:t>mechanical backflow prevention</w:t>
            </w:r>
            <w:r w:rsidR="00536C30">
              <w:rPr>
                <w:rFonts w:cs="Arial"/>
                <w:b w:val="0"/>
                <w:color w:val="auto"/>
                <w:szCs w:val="22"/>
              </w:rPr>
              <w:t>.</w:t>
            </w:r>
          </w:p>
          <w:p w14:paraId="656DD8EE" w14:textId="0062DDC9" w:rsidR="000A1E70" w:rsidRPr="001A7B4B" w:rsidRDefault="000A1E70" w:rsidP="002C017C">
            <w:pPr>
              <w:pStyle w:val="Normalheadingblue"/>
              <w:numPr>
                <w:ilvl w:val="0"/>
                <w:numId w:val="39"/>
              </w:numPr>
              <w:spacing w:before="0" w:after="0"/>
              <w:rPr>
                <w:rFonts w:cs="Arial"/>
                <w:b w:val="0"/>
                <w:color w:val="auto"/>
                <w:szCs w:val="22"/>
              </w:rPr>
            </w:pPr>
            <w:r w:rsidRPr="001A7B4B">
              <w:rPr>
                <w:rFonts w:cs="Arial"/>
                <w:b w:val="0"/>
                <w:color w:val="auto"/>
                <w:szCs w:val="22"/>
              </w:rPr>
              <w:t>AA, AB, AD, AG, AUK1, AUK2, AUK3, and DC pipe interrupter</w:t>
            </w:r>
            <w:r w:rsidR="00536C30">
              <w:rPr>
                <w:rFonts w:cs="Arial"/>
                <w:b w:val="0"/>
                <w:color w:val="auto"/>
                <w:szCs w:val="22"/>
              </w:rPr>
              <w:t>.</w:t>
            </w:r>
          </w:p>
          <w:p w14:paraId="42280C43" w14:textId="2F202CC9" w:rsidR="000A1E70" w:rsidRPr="001A7B4B" w:rsidRDefault="000A1E70" w:rsidP="002C017C">
            <w:pPr>
              <w:pStyle w:val="Normalheadingblue"/>
              <w:numPr>
                <w:ilvl w:val="0"/>
                <w:numId w:val="39"/>
              </w:numPr>
              <w:spacing w:before="0" w:after="0"/>
              <w:rPr>
                <w:rFonts w:cs="Arial"/>
                <w:b w:val="0"/>
                <w:color w:val="auto"/>
                <w:szCs w:val="22"/>
              </w:rPr>
            </w:pPr>
            <w:r w:rsidRPr="001A7B4B">
              <w:rPr>
                <w:rFonts w:cs="Arial"/>
                <w:b w:val="0"/>
                <w:color w:val="auto"/>
                <w:szCs w:val="22"/>
              </w:rPr>
              <w:t>Tutor to show physical examples of each type and discuss measurements</w:t>
            </w:r>
            <w:r w:rsidR="00536C30">
              <w:rPr>
                <w:rFonts w:cs="Arial"/>
                <w:b w:val="0"/>
                <w:color w:val="auto"/>
                <w:szCs w:val="22"/>
              </w:rPr>
              <w:t>.</w:t>
            </w:r>
          </w:p>
          <w:p w14:paraId="156B2C1A" w14:textId="77777777" w:rsidR="000A1E70" w:rsidRPr="001A7B4B" w:rsidRDefault="000A1E70" w:rsidP="00951756">
            <w:pPr>
              <w:pStyle w:val="Normalheadingblue"/>
              <w:spacing w:before="0" w:after="0"/>
              <w:rPr>
                <w:rFonts w:cs="Arial"/>
                <w:color w:val="auto"/>
                <w:szCs w:val="22"/>
              </w:rPr>
            </w:pPr>
          </w:p>
          <w:p w14:paraId="4B87990B" w14:textId="1E209356" w:rsidR="000A1E70" w:rsidRPr="001A7B4B" w:rsidRDefault="000A1E70" w:rsidP="00951756">
            <w:pPr>
              <w:pStyle w:val="Normalheadingblue"/>
              <w:spacing w:before="0" w:after="0"/>
              <w:rPr>
                <w:rFonts w:cs="Arial"/>
                <w:color w:val="auto"/>
                <w:szCs w:val="22"/>
              </w:rPr>
            </w:pPr>
            <w:r w:rsidRPr="001A7B4B">
              <w:rPr>
                <w:rFonts w:cs="Arial"/>
                <w:color w:val="auto"/>
                <w:szCs w:val="22"/>
              </w:rPr>
              <w:t xml:space="preserve">Knowledge </w:t>
            </w:r>
            <w:r w:rsidR="00951756" w:rsidRPr="001A7B4B">
              <w:rPr>
                <w:rFonts w:cs="Arial"/>
                <w:color w:val="auto"/>
                <w:szCs w:val="22"/>
              </w:rPr>
              <w:t>C</w:t>
            </w:r>
            <w:r w:rsidRPr="001A7B4B">
              <w:rPr>
                <w:rFonts w:cs="Arial"/>
                <w:color w:val="auto"/>
                <w:szCs w:val="22"/>
              </w:rPr>
              <w:t>heck example:</w:t>
            </w:r>
          </w:p>
          <w:p w14:paraId="2C070C4B" w14:textId="58FB9798" w:rsidR="000A1E70" w:rsidRPr="001A7B4B" w:rsidRDefault="000A1E70" w:rsidP="00951756">
            <w:pPr>
              <w:pStyle w:val="Normalheadingblue"/>
              <w:spacing w:before="0" w:after="0"/>
              <w:rPr>
                <w:rFonts w:cs="Arial"/>
                <w:b w:val="0"/>
                <w:color w:val="auto"/>
                <w:szCs w:val="22"/>
              </w:rPr>
            </w:pPr>
            <w:r w:rsidRPr="001A7B4B">
              <w:rPr>
                <w:rFonts w:cs="Arial"/>
                <w:b w:val="0"/>
                <w:color w:val="auto"/>
                <w:szCs w:val="22"/>
              </w:rPr>
              <w:t>MCQ Knowledge test – 15 question knowledge test based on today</w:t>
            </w:r>
            <w:r w:rsidR="00951756" w:rsidRPr="001A7B4B">
              <w:rPr>
                <w:rFonts w:cs="Arial"/>
                <w:b w:val="0"/>
                <w:color w:val="auto"/>
                <w:szCs w:val="22"/>
              </w:rPr>
              <w:t>’</w:t>
            </w:r>
            <w:r w:rsidRPr="001A7B4B">
              <w:rPr>
                <w:rFonts w:cs="Arial"/>
                <w:b w:val="0"/>
                <w:color w:val="auto"/>
                <w:szCs w:val="22"/>
              </w:rPr>
              <w:t>s session with peer marking and tutor</w:t>
            </w:r>
            <w:r w:rsidR="00EC092F" w:rsidRPr="001A7B4B">
              <w:rPr>
                <w:rFonts w:cs="Arial"/>
                <w:b w:val="0"/>
                <w:color w:val="auto"/>
                <w:szCs w:val="22"/>
              </w:rPr>
              <w:t>-</w:t>
            </w:r>
            <w:r w:rsidRPr="001A7B4B">
              <w:rPr>
                <w:rFonts w:cs="Arial"/>
                <w:b w:val="0"/>
                <w:color w:val="auto"/>
                <w:szCs w:val="22"/>
              </w:rPr>
              <w:t>led discussion.</w:t>
            </w:r>
          </w:p>
          <w:p w14:paraId="0D375ABF" w14:textId="77777777" w:rsidR="00951756" w:rsidRPr="001A7B4B" w:rsidRDefault="00951756" w:rsidP="00951756">
            <w:pPr>
              <w:pStyle w:val="Normalheadingblue"/>
              <w:spacing w:before="0" w:after="0"/>
              <w:rPr>
                <w:rFonts w:cs="Arial"/>
                <w:b w:val="0"/>
                <w:color w:val="auto"/>
                <w:szCs w:val="22"/>
              </w:rPr>
            </w:pPr>
          </w:p>
          <w:p w14:paraId="256F7629" w14:textId="77777777" w:rsidR="000A1E70" w:rsidRPr="001A7B4B" w:rsidRDefault="000A1E70" w:rsidP="00951756">
            <w:pPr>
              <w:pStyle w:val="Normalheadingblue"/>
              <w:spacing w:before="0" w:after="0"/>
              <w:rPr>
                <w:rFonts w:cs="Arial"/>
                <w:color w:val="auto"/>
                <w:szCs w:val="22"/>
              </w:rPr>
            </w:pPr>
            <w:r w:rsidRPr="001A7B4B">
              <w:rPr>
                <w:rFonts w:cs="Arial"/>
                <w:color w:val="auto"/>
                <w:szCs w:val="22"/>
              </w:rPr>
              <w:t>Resources:</w:t>
            </w:r>
          </w:p>
          <w:p w14:paraId="4014BF5D" w14:textId="202295EE" w:rsidR="000A1E70" w:rsidRPr="001A7B4B" w:rsidRDefault="00763103" w:rsidP="00951756">
            <w:pPr>
              <w:pStyle w:val="Normalheadingblue"/>
              <w:spacing w:before="0" w:after="0"/>
              <w:rPr>
                <w:rFonts w:cs="Arial"/>
                <w:b w:val="0"/>
                <w:color w:val="auto"/>
                <w:szCs w:val="22"/>
              </w:rPr>
            </w:pPr>
            <w:r w:rsidRPr="001A7B4B">
              <w:rPr>
                <w:rFonts w:cs="Arial"/>
                <w:b w:val="0"/>
                <w:color w:val="auto"/>
                <w:szCs w:val="22"/>
              </w:rPr>
              <w:t>PowerPoint</w:t>
            </w:r>
            <w:r w:rsidR="00C62C74">
              <w:rPr>
                <w:rFonts w:cs="Arial"/>
                <w:b w:val="0"/>
                <w:color w:val="auto"/>
                <w:szCs w:val="22"/>
              </w:rPr>
              <w:t xml:space="preserve">: </w:t>
            </w:r>
            <w:r w:rsidR="00410882" w:rsidRPr="00410882">
              <w:rPr>
                <w:rFonts w:cs="Arial"/>
                <w:bCs/>
                <w:color w:val="auto"/>
                <w:szCs w:val="22"/>
              </w:rPr>
              <w:t>K1.7 Backflow Prevention (Non-mechanical)</w:t>
            </w:r>
          </w:p>
          <w:p w14:paraId="76FE1CA9" w14:textId="020D43E3" w:rsidR="000A1E70" w:rsidRPr="001A7B4B" w:rsidRDefault="000A1E70" w:rsidP="00951756">
            <w:pPr>
              <w:pStyle w:val="Normalheadingblue"/>
              <w:spacing w:before="0" w:after="0"/>
              <w:rPr>
                <w:rFonts w:cs="Arial"/>
                <w:b w:val="0"/>
                <w:color w:val="auto"/>
                <w:szCs w:val="22"/>
              </w:rPr>
            </w:pPr>
            <w:r w:rsidRPr="001A7B4B">
              <w:rPr>
                <w:rFonts w:cs="Arial"/>
                <w:b w:val="0"/>
                <w:color w:val="auto"/>
                <w:szCs w:val="22"/>
              </w:rPr>
              <w:t xml:space="preserve">Examples of </w:t>
            </w:r>
            <w:r w:rsidR="00951756" w:rsidRPr="001A7B4B">
              <w:rPr>
                <w:rFonts w:cs="Arial"/>
                <w:b w:val="0"/>
                <w:color w:val="auto"/>
                <w:szCs w:val="22"/>
              </w:rPr>
              <w:t>non-mechanical</w:t>
            </w:r>
            <w:r w:rsidRPr="001A7B4B">
              <w:rPr>
                <w:rFonts w:cs="Arial"/>
                <w:b w:val="0"/>
                <w:color w:val="auto"/>
                <w:szCs w:val="22"/>
              </w:rPr>
              <w:t xml:space="preserve"> backflow prevention</w:t>
            </w:r>
          </w:p>
          <w:p w14:paraId="0D9E8359" w14:textId="77777777" w:rsidR="000A1E70" w:rsidRPr="001A7B4B" w:rsidRDefault="000A1E70" w:rsidP="00951756">
            <w:pPr>
              <w:pStyle w:val="Normalheadingblue"/>
              <w:spacing w:before="0" w:after="0"/>
              <w:rPr>
                <w:rFonts w:cs="Arial"/>
                <w:b w:val="0"/>
                <w:color w:val="auto"/>
                <w:szCs w:val="22"/>
              </w:rPr>
            </w:pPr>
            <w:r w:rsidRPr="001A7B4B">
              <w:rPr>
                <w:rFonts w:cs="Arial"/>
                <w:b w:val="0"/>
                <w:color w:val="auto"/>
                <w:szCs w:val="22"/>
              </w:rPr>
              <w:t>Knowledge quiz</w:t>
            </w:r>
          </w:p>
          <w:p w14:paraId="15219BDE" w14:textId="77777777" w:rsidR="000A1E70" w:rsidRPr="001A7B4B" w:rsidRDefault="000A1E70" w:rsidP="00951756">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45653F68" w14:textId="77777777" w:rsidR="00DD207A" w:rsidRPr="001A7B4B" w:rsidRDefault="008A57D2">
            <w:r w:rsidRPr="001A7B4B">
              <w:lastRenderedPageBreak/>
              <w:t>Recap quiz</w:t>
            </w:r>
            <w:r w:rsidRPr="001A7B4B">
              <w:br/>
            </w:r>
            <w:r w:rsidRPr="001A7B4B">
              <w:br/>
            </w:r>
            <w:r w:rsidRPr="001A7B4B">
              <w:br/>
            </w:r>
            <w:r w:rsidRPr="001A7B4B">
              <w:br/>
              <w:t>MCQ Knowledge test</w:t>
            </w:r>
            <w:r w:rsidRPr="001A7B4B">
              <w:br/>
              <w:t>English skills (reading, writing, technical vocabulary)</w:t>
            </w:r>
          </w:p>
        </w:tc>
      </w:tr>
      <w:tr w:rsidR="001A7B4B" w:rsidRPr="001A7B4B" w14:paraId="4004FF59"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6A676A42" w14:textId="77777777" w:rsidR="00347DEF" w:rsidRDefault="00347DEF" w:rsidP="00347DEF">
            <w:pPr>
              <w:jc w:val="center"/>
              <w:rPr>
                <w:rFonts w:cs="Arial"/>
                <w:szCs w:val="22"/>
              </w:rPr>
            </w:pPr>
            <w:r>
              <w:rPr>
                <w:rFonts w:cs="Arial"/>
                <w:szCs w:val="22"/>
              </w:rPr>
              <w:t>89</w:t>
            </w:r>
          </w:p>
          <w:p w14:paraId="1925D312" w14:textId="77777777" w:rsidR="00347DEF" w:rsidRDefault="00347DEF" w:rsidP="00347DEF">
            <w:pPr>
              <w:jc w:val="center"/>
              <w:rPr>
                <w:rFonts w:cs="Arial"/>
                <w:szCs w:val="22"/>
              </w:rPr>
            </w:pPr>
            <w:r>
              <w:rPr>
                <w:rFonts w:cs="Arial"/>
                <w:szCs w:val="22"/>
              </w:rPr>
              <w:t>3 hours</w:t>
            </w:r>
          </w:p>
          <w:p w14:paraId="1C645A58" w14:textId="471B42E4" w:rsidR="00130F7C" w:rsidRDefault="00130F7C" w:rsidP="00347DEF">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50EA98D1" w14:textId="77777777" w:rsidR="00347DEF" w:rsidRPr="001A7B4B" w:rsidRDefault="00347DEF" w:rsidP="00347DEF">
            <w:pPr>
              <w:pStyle w:val="Normalheadingblack"/>
              <w:rPr>
                <w:rFonts w:cs="Arial"/>
                <w:lang w:eastAsia="en-GB"/>
              </w:rPr>
            </w:pPr>
            <w:r w:rsidRPr="001A7B4B">
              <w:rPr>
                <w:rFonts w:cs="Arial"/>
                <w:lang w:eastAsia="en-GB"/>
              </w:rPr>
              <w:t>Outcome 1 – Plumbing and heating common knowledge criteria</w:t>
            </w:r>
          </w:p>
          <w:p w14:paraId="52F56244" w14:textId="77777777" w:rsidR="00347DEF" w:rsidRPr="001A7B4B" w:rsidRDefault="00347DEF" w:rsidP="00347DEF">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2AC7AA77" w14:textId="77777777" w:rsidR="00347DEF" w:rsidRPr="001A7B4B" w:rsidRDefault="00347DEF" w:rsidP="00347DEF">
            <w:pPr>
              <w:pStyle w:val="Normalheadingblack"/>
              <w:rPr>
                <w:rFonts w:cs="Arial"/>
                <w:b w:val="0"/>
                <w:szCs w:val="22"/>
              </w:rPr>
            </w:pPr>
            <w:r w:rsidRPr="001A7B4B">
              <w:rPr>
                <w:rFonts w:cs="Arial"/>
                <w:b w:val="0"/>
                <w:szCs w:val="22"/>
              </w:rPr>
              <w:t>K1.7 Plumbing and heating systems</w:t>
            </w:r>
          </w:p>
          <w:p w14:paraId="48E34FF3" w14:textId="77777777" w:rsidR="00347DEF" w:rsidRPr="001A7B4B" w:rsidRDefault="00347DEF" w:rsidP="00347DEF">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4BBDCA55" w14:textId="2B9C8219" w:rsidR="00347DEF" w:rsidRPr="001A7B4B" w:rsidRDefault="00347DEF" w:rsidP="00D32C86">
            <w:pPr>
              <w:pStyle w:val="Normalheadingblue"/>
              <w:spacing w:before="0" w:after="0"/>
              <w:rPr>
                <w:rFonts w:cs="Arial"/>
                <w:color w:val="auto"/>
                <w:szCs w:val="22"/>
              </w:rPr>
            </w:pPr>
            <w:r w:rsidRPr="001A7B4B">
              <w:rPr>
                <w:rFonts w:cs="Arial"/>
                <w:color w:val="auto"/>
                <w:szCs w:val="22"/>
              </w:rPr>
              <w:t>Activity:</w:t>
            </w:r>
          </w:p>
          <w:p w14:paraId="4B080754" w14:textId="77777777" w:rsidR="00347DEF" w:rsidRPr="001A7B4B" w:rsidRDefault="00347DEF" w:rsidP="00D32C86">
            <w:pPr>
              <w:pStyle w:val="Normalheadingblue"/>
              <w:spacing w:before="0" w:after="0"/>
              <w:rPr>
                <w:rFonts w:cs="Arial"/>
                <w:color w:val="auto"/>
                <w:szCs w:val="22"/>
              </w:rPr>
            </w:pPr>
            <w:r w:rsidRPr="001A7B4B">
              <w:rPr>
                <w:rFonts w:cs="Arial"/>
                <w:color w:val="auto"/>
                <w:szCs w:val="22"/>
              </w:rPr>
              <w:t>Starter task example:</w:t>
            </w:r>
          </w:p>
          <w:p w14:paraId="0E0E034D" w14:textId="77777777" w:rsidR="00347DEF" w:rsidRPr="001A7B4B" w:rsidRDefault="00347DEF" w:rsidP="00D32C86">
            <w:pPr>
              <w:pStyle w:val="Normalheadingblue"/>
              <w:spacing w:before="0" w:after="0"/>
              <w:rPr>
                <w:rFonts w:cs="Arial"/>
                <w:b w:val="0"/>
                <w:color w:val="auto"/>
                <w:szCs w:val="22"/>
              </w:rPr>
            </w:pPr>
            <w:r w:rsidRPr="001A7B4B">
              <w:rPr>
                <w:rFonts w:cs="Arial"/>
                <w:b w:val="0"/>
                <w:color w:val="auto"/>
                <w:szCs w:val="22"/>
              </w:rPr>
              <w:t>Careers discussion led by tutor. Spend 10 minutes discussing careers options within BSE including apprenticeship opportunities.</w:t>
            </w:r>
          </w:p>
          <w:p w14:paraId="4AA15606" w14:textId="77777777" w:rsidR="00347DEF" w:rsidRPr="001A7B4B" w:rsidRDefault="00347DEF" w:rsidP="00D32C86">
            <w:pPr>
              <w:pStyle w:val="Normalheadingblue"/>
              <w:spacing w:before="0" w:after="0"/>
              <w:rPr>
                <w:rFonts w:cs="Arial"/>
                <w:color w:val="auto"/>
                <w:szCs w:val="22"/>
              </w:rPr>
            </w:pPr>
          </w:p>
          <w:p w14:paraId="2A6DEEBC" w14:textId="46CE6F9F" w:rsidR="00347DEF" w:rsidRPr="001A7B4B" w:rsidRDefault="00347DEF" w:rsidP="00D32C86">
            <w:pPr>
              <w:pStyle w:val="Normalheadingblue"/>
              <w:spacing w:before="0" w:after="0"/>
              <w:rPr>
                <w:rFonts w:cs="Arial"/>
                <w:color w:val="auto"/>
                <w:szCs w:val="22"/>
              </w:rPr>
            </w:pPr>
            <w:r w:rsidRPr="001A7B4B">
              <w:rPr>
                <w:rFonts w:cs="Arial"/>
                <w:color w:val="auto"/>
                <w:szCs w:val="22"/>
              </w:rPr>
              <w:t>Delivery</w:t>
            </w:r>
            <w:r w:rsidR="00D32C86" w:rsidRPr="001A7B4B">
              <w:rPr>
                <w:rFonts w:cs="Arial"/>
                <w:color w:val="auto"/>
                <w:szCs w:val="22"/>
              </w:rPr>
              <w:t xml:space="preserve"> focus</w:t>
            </w:r>
            <w:r w:rsidRPr="001A7B4B">
              <w:rPr>
                <w:rFonts w:cs="Arial"/>
                <w:color w:val="auto"/>
                <w:szCs w:val="22"/>
              </w:rPr>
              <w:t>:</w:t>
            </w:r>
          </w:p>
          <w:p w14:paraId="566C71DF" w14:textId="72FE3987" w:rsidR="00347DEF" w:rsidRPr="001A7B4B" w:rsidRDefault="00347DEF" w:rsidP="00D32C86">
            <w:pPr>
              <w:pStyle w:val="Normalheadingblue"/>
              <w:spacing w:before="0" w:after="0"/>
              <w:rPr>
                <w:rFonts w:cs="Arial"/>
                <w:color w:val="auto"/>
                <w:szCs w:val="22"/>
              </w:rPr>
            </w:pPr>
            <w:r w:rsidRPr="001A7B4B">
              <w:rPr>
                <w:rFonts w:cs="Arial"/>
                <w:b w:val="0"/>
                <w:color w:val="auto"/>
                <w:szCs w:val="22"/>
              </w:rPr>
              <w:t>Tutor to deliver content</w:t>
            </w:r>
            <w:r w:rsidR="00D90330">
              <w:rPr>
                <w:rFonts w:cs="Arial"/>
                <w:b w:val="0"/>
                <w:color w:val="auto"/>
                <w:szCs w:val="22"/>
              </w:rPr>
              <w:t xml:space="preserve"> on </w:t>
            </w:r>
            <w:r w:rsidR="0038364B">
              <w:rPr>
                <w:rFonts w:cs="Arial"/>
                <w:b w:val="0"/>
                <w:color w:val="auto"/>
                <w:szCs w:val="22"/>
              </w:rPr>
              <w:t>m</w:t>
            </w:r>
            <w:r w:rsidR="00D90330" w:rsidRPr="00D90330">
              <w:rPr>
                <w:rFonts w:cs="Arial"/>
                <w:b w:val="0"/>
                <w:bCs/>
                <w:color w:val="auto"/>
                <w:szCs w:val="22"/>
              </w:rPr>
              <w:t>echanical backflow prevention</w:t>
            </w:r>
            <w:r w:rsidRPr="00D90330">
              <w:rPr>
                <w:rFonts w:cs="Arial"/>
                <w:b w:val="0"/>
                <w:bCs/>
                <w:color w:val="auto"/>
                <w:szCs w:val="22"/>
              </w:rPr>
              <w:t xml:space="preserve"> </w:t>
            </w:r>
            <w:r w:rsidRPr="001A7B4B">
              <w:rPr>
                <w:rFonts w:cs="Arial"/>
                <w:b w:val="0"/>
                <w:color w:val="auto"/>
                <w:szCs w:val="22"/>
              </w:rPr>
              <w:t>including:</w:t>
            </w:r>
          </w:p>
          <w:p w14:paraId="19594E1B" w14:textId="77777777" w:rsidR="00347DEF" w:rsidRPr="001A7B4B" w:rsidRDefault="00347DEF" w:rsidP="002C017C">
            <w:pPr>
              <w:pStyle w:val="Default"/>
              <w:numPr>
                <w:ilvl w:val="0"/>
                <w:numId w:val="40"/>
              </w:numPr>
              <w:rPr>
                <w:color w:val="auto"/>
                <w:sz w:val="22"/>
                <w:szCs w:val="22"/>
              </w:rPr>
            </w:pPr>
            <w:r w:rsidRPr="001A7B4B">
              <w:rPr>
                <w:color w:val="auto"/>
                <w:sz w:val="22"/>
                <w:szCs w:val="22"/>
              </w:rPr>
              <w:t xml:space="preserve">Mechanical types: BA, CA, DB, EA/EB, EC/ED, HA, HUK1 and HC. </w:t>
            </w:r>
          </w:p>
          <w:p w14:paraId="12163056" w14:textId="77777777" w:rsidR="00347DEF" w:rsidRPr="001A7B4B" w:rsidRDefault="00347DEF" w:rsidP="002C017C">
            <w:pPr>
              <w:pStyle w:val="Default"/>
              <w:numPr>
                <w:ilvl w:val="0"/>
                <w:numId w:val="40"/>
              </w:numPr>
              <w:rPr>
                <w:color w:val="auto"/>
                <w:sz w:val="22"/>
                <w:szCs w:val="22"/>
              </w:rPr>
            </w:pPr>
            <w:r w:rsidRPr="001A7B4B">
              <w:rPr>
                <w:color w:val="auto"/>
                <w:sz w:val="22"/>
                <w:szCs w:val="22"/>
              </w:rPr>
              <w:t>Tutor to distribute backflow prevention devices and discuss their operation and use.</w:t>
            </w:r>
          </w:p>
          <w:p w14:paraId="78491480" w14:textId="77777777" w:rsidR="00347DEF" w:rsidRPr="001A7B4B" w:rsidRDefault="00347DEF" w:rsidP="002C017C">
            <w:pPr>
              <w:pStyle w:val="Default"/>
              <w:numPr>
                <w:ilvl w:val="0"/>
                <w:numId w:val="40"/>
              </w:numPr>
              <w:rPr>
                <w:color w:val="auto"/>
                <w:sz w:val="22"/>
                <w:szCs w:val="22"/>
              </w:rPr>
            </w:pPr>
            <w:r w:rsidRPr="001A7B4B">
              <w:rPr>
                <w:color w:val="auto"/>
                <w:sz w:val="22"/>
                <w:szCs w:val="22"/>
              </w:rPr>
              <w:t>Tutor to show examples of devices fitted in centre and discuss which items are selected relative to water categories.</w:t>
            </w:r>
          </w:p>
          <w:p w14:paraId="26A47AB9" w14:textId="77777777" w:rsidR="00347DEF" w:rsidRPr="001A7B4B" w:rsidRDefault="00347DEF" w:rsidP="00D32C86">
            <w:pPr>
              <w:pStyle w:val="Normalheadingblue"/>
              <w:spacing w:before="0" w:after="0"/>
              <w:rPr>
                <w:rFonts w:cs="Arial"/>
                <w:color w:val="auto"/>
                <w:szCs w:val="22"/>
              </w:rPr>
            </w:pPr>
          </w:p>
          <w:p w14:paraId="0F04C761" w14:textId="0102B6BA" w:rsidR="00347DEF" w:rsidRPr="001A7B4B" w:rsidRDefault="00347DEF" w:rsidP="00D32C86">
            <w:pPr>
              <w:pStyle w:val="Normalheadingblue"/>
              <w:spacing w:before="0" w:after="0"/>
              <w:rPr>
                <w:rFonts w:cs="Arial"/>
                <w:color w:val="auto"/>
                <w:szCs w:val="22"/>
              </w:rPr>
            </w:pPr>
            <w:r w:rsidRPr="001A7B4B">
              <w:rPr>
                <w:rFonts w:cs="Arial"/>
                <w:color w:val="auto"/>
                <w:szCs w:val="22"/>
              </w:rPr>
              <w:t xml:space="preserve">Knowledge </w:t>
            </w:r>
            <w:r w:rsidR="00EE1F6E" w:rsidRPr="001A7B4B">
              <w:rPr>
                <w:rFonts w:cs="Arial"/>
                <w:color w:val="auto"/>
                <w:szCs w:val="22"/>
              </w:rPr>
              <w:t>C</w:t>
            </w:r>
            <w:r w:rsidRPr="001A7B4B">
              <w:rPr>
                <w:rFonts w:cs="Arial"/>
                <w:color w:val="auto"/>
                <w:szCs w:val="22"/>
              </w:rPr>
              <w:t>heck example:</w:t>
            </w:r>
          </w:p>
          <w:p w14:paraId="4561823F" w14:textId="5ED7F6E6" w:rsidR="00347DEF" w:rsidRPr="001A7B4B" w:rsidRDefault="00347DEF" w:rsidP="00EE1F6E">
            <w:pPr>
              <w:pStyle w:val="Normalheadingblue"/>
              <w:spacing w:before="0" w:after="0"/>
              <w:rPr>
                <w:rFonts w:cs="Arial"/>
                <w:b w:val="0"/>
                <w:color w:val="auto"/>
                <w:szCs w:val="22"/>
              </w:rPr>
            </w:pPr>
            <w:r w:rsidRPr="001A7B4B">
              <w:rPr>
                <w:rFonts w:cs="Arial"/>
                <w:b w:val="0"/>
                <w:color w:val="auto"/>
                <w:szCs w:val="22"/>
              </w:rPr>
              <w:t xml:space="preserve">Matching card task – </w:t>
            </w:r>
            <w:r w:rsidR="00F502C8" w:rsidRPr="001A7B4B">
              <w:rPr>
                <w:rFonts w:cs="Arial"/>
                <w:b w:val="0"/>
                <w:color w:val="auto"/>
                <w:szCs w:val="22"/>
              </w:rPr>
              <w:t>students</w:t>
            </w:r>
            <w:r w:rsidRPr="001A7B4B">
              <w:rPr>
                <w:rFonts w:cs="Arial"/>
                <w:b w:val="0"/>
                <w:color w:val="auto"/>
                <w:szCs w:val="22"/>
              </w:rPr>
              <w:t xml:space="preserve"> are to match the BFP device image cards to the written description or water category.</w:t>
            </w:r>
          </w:p>
          <w:p w14:paraId="48CE7298" w14:textId="77777777" w:rsidR="00347DEF" w:rsidRPr="001A7B4B" w:rsidRDefault="00347DEF" w:rsidP="00D32C86">
            <w:pPr>
              <w:pStyle w:val="Normalheadingblue"/>
              <w:spacing w:before="0" w:after="0"/>
              <w:rPr>
                <w:rFonts w:cs="Arial"/>
                <w:color w:val="auto"/>
                <w:szCs w:val="22"/>
              </w:rPr>
            </w:pPr>
          </w:p>
          <w:p w14:paraId="330F048A" w14:textId="77777777" w:rsidR="00347DEF" w:rsidRPr="001A7B4B" w:rsidRDefault="00347DEF" w:rsidP="00D32C86">
            <w:pPr>
              <w:pStyle w:val="Normalheadingblue"/>
              <w:spacing w:before="0" w:after="0"/>
              <w:rPr>
                <w:rFonts w:cs="Arial"/>
                <w:color w:val="auto"/>
                <w:szCs w:val="22"/>
              </w:rPr>
            </w:pPr>
            <w:r w:rsidRPr="001A7B4B">
              <w:rPr>
                <w:rFonts w:cs="Arial"/>
                <w:color w:val="auto"/>
                <w:szCs w:val="22"/>
              </w:rPr>
              <w:t>Resources:</w:t>
            </w:r>
          </w:p>
          <w:p w14:paraId="1911522B" w14:textId="77777777" w:rsidR="00347DEF" w:rsidRPr="001A7B4B" w:rsidRDefault="00347DEF" w:rsidP="00D32C86">
            <w:pPr>
              <w:pStyle w:val="Normalheadingblue"/>
              <w:spacing w:before="0" w:after="0"/>
              <w:rPr>
                <w:rFonts w:cs="Arial"/>
                <w:b w:val="0"/>
                <w:color w:val="auto"/>
                <w:szCs w:val="22"/>
              </w:rPr>
            </w:pPr>
            <w:r w:rsidRPr="001A7B4B">
              <w:rPr>
                <w:rFonts w:cs="Arial"/>
                <w:b w:val="0"/>
                <w:color w:val="auto"/>
                <w:szCs w:val="22"/>
              </w:rPr>
              <w:t>Back flow prevention devices</w:t>
            </w:r>
          </w:p>
          <w:p w14:paraId="4889E941" w14:textId="77777777" w:rsidR="00347DEF" w:rsidRPr="001A7B4B" w:rsidRDefault="00347DEF" w:rsidP="00D32C86">
            <w:pPr>
              <w:pStyle w:val="Normalheadingblue"/>
              <w:spacing w:before="0" w:after="0"/>
              <w:rPr>
                <w:rFonts w:cs="Arial"/>
                <w:b w:val="0"/>
                <w:color w:val="auto"/>
                <w:szCs w:val="22"/>
              </w:rPr>
            </w:pPr>
            <w:r w:rsidRPr="001A7B4B">
              <w:rPr>
                <w:rFonts w:cs="Arial"/>
                <w:b w:val="0"/>
                <w:color w:val="auto"/>
                <w:szCs w:val="22"/>
              </w:rPr>
              <w:t>Description and image matching cards</w:t>
            </w:r>
          </w:p>
          <w:p w14:paraId="6DC62DD7" w14:textId="77777777" w:rsidR="00347DEF" w:rsidRPr="001A7B4B" w:rsidRDefault="00347DEF" w:rsidP="00D32C86">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66D97907" w14:textId="77777777" w:rsidR="00DD207A" w:rsidRPr="001A7B4B" w:rsidRDefault="008A57D2">
            <w:r w:rsidRPr="001A7B4B">
              <w:lastRenderedPageBreak/>
              <w:t>Q&amp;A</w:t>
            </w:r>
            <w:r w:rsidRPr="001A7B4B">
              <w:br/>
            </w:r>
            <w:r w:rsidRPr="001A7B4B">
              <w:br/>
            </w:r>
            <w:r w:rsidRPr="001A7B4B">
              <w:br/>
            </w:r>
            <w:r w:rsidRPr="001A7B4B">
              <w:br/>
            </w:r>
            <w:r w:rsidRPr="001A7B4B">
              <w:br/>
            </w:r>
            <w:r w:rsidRPr="001A7B4B">
              <w:br/>
            </w:r>
            <w:r w:rsidRPr="001A7B4B">
              <w:br/>
            </w:r>
            <w:r w:rsidRPr="001A7B4B">
              <w:br/>
              <w:t>Matching cards task</w:t>
            </w:r>
            <w:r w:rsidRPr="001A7B4B">
              <w:br/>
              <w:t>English skills (reading, writing, technical vocabulary)</w:t>
            </w:r>
          </w:p>
        </w:tc>
      </w:tr>
      <w:tr w:rsidR="001A7B4B" w:rsidRPr="001A7B4B" w14:paraId="67C37AA7"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1AC4D233" w14:textId="77777777" w:rsidR="00347DEF" w:rsidRDefault="00347DEF" w:rsidP="00347DEF">
            <w:pPr>
              <w:jc w:val="center"/>
              <w:rPr>
                <w:rFonts w:cs="Arial"/>
                <w:szCs w:val="22"/>
              </w:rPr>
            </w:pPr>
            <w:r>
              <w:rPr>
                <w:rFonts w:cs="Arial"/>
                <w:szCs w:val="22"/>
              </w:rPr>
              <w:t>90</w:t>
            </w:r>
            <w:r w:rsidR="00334301">
              <w:rPr>
                <w:rFonts w:cs="Arial"/>
                <w:szCs w:val="22"/>
              </w:rPr>
              <w:t>-91</w:t>
            </w:r>
          </w:p>
          <w:p w14:paraId="0BC0B257" w14:textId="77777777" w:rsidR="00347DEF" w:rsidRDefault="00334301" w:rsidP="00347DEF">
            <w:pPr>
              <w:jc w:val="center"/>
              <w:rPr>
                <w:rFonts w:cs="Arial"/>
                <w:szCs w:val="22"/>
              </w:rPr>
            </w:pPr>
            <w:r>
              <w:rPr>
                <w:rFonts w:cs="Arial"/>
                <w:szCs w:val="22"/>
              </w:rPr>
              <w:t>6</w:t>
            </w:r>
            <w:r w:rsidR="00347DEF">
              <w:rPr>
                <w:rFonts w:cs="Arial"/>
                <w:szCs w:val="22"/>
              </w:rPr>
              <w:t xml:space="preserve"> hours</w:t>
            </w:r>
          </w:p>
        </w:tc>
        <w:tc>
          <w:tcPr>
            <w:tcW w:w="2199" w:type="dxa"/>
            <w:tcBorders>
              <w:top w:val="single" w:sz="4" w:space="0" w:color="C6C5C6"/>
              <w:left w:val="single" w:sz="4" w:space="0" w:color="C6C5C6"/>
              <w:bottom w:val="single" w:sz="4" w:space="0" w:color="C6C5C6"/>
              <w:right w:val="single" w:sz="4" w:space="0" w:color="C6C5C6"/>
            </w:tcBorders>
          </w:tcPr>
          <w:p w14:paraId="7A8675D7" w14:textId="77777777" w:rsidR="00347DEF" w:rsidRPr="001A7B4B" w:rsidRDefault="00347DEF" w:rsidP="00347DEF">
            <w:pPr>
              <w:pStyle w:val="Normalheadingblack"/>
              <w:rPr>
                <w:rFonts w:cs="Arial"/>
                <w:lang w:eastAsia="en-GB"/>
              </w:rPr>
            </w:pPr>
            <w:r w:rsidRPr="001A7B4B">
              <w:rPr>
                <w:rFonts w:cs="Arial"/>
                <w:lang w:eastAsia="en-GB"/>
              </w:rPr>
              <w:t>Outcome 1 – Plumbing and heating common knowledge criteria</w:t>
            </w:r>
          </w:p>
          <w:p w14:paraId="1363A8D4" w14:textId="77777777" w:rsidR="00347DEF" w:rsidRPr="001A7B4B" w:rsidRDefault="00347DEF" w:rsidP="00347DEF">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715079E5" w14:textId="77777777" w:rsidR="00334301" w:rsidRPr="001A7B4B" w:rsidRDefault="00334301" w:rsidP="00347DEF">
            <w:pPr>
              <w:pStyle w:val="Normalheadingblack"/>
              <w:rPr>
                <w:rFonts w:cs="Arial"/>
                <w:b w:val="0"/>
                <w:szCs w:val="22"/>
              </w:rPr>
            </w:pPr>
            <w:r w:rsidRPr="001A7B4B">
              <w:rPr>
                <w:rFonts w:cs="Arial"/>
                <w:b w:val="0"/>
                <w:szCs w:val="22"/>
              </w:rPr>
              <w:t>K1.6 Sources and distribution of water</w:t>
            </w:r>
          </w:p>
          <w:p w14:paraId="37613ED4" w14:textId="77777777" w:rsidR="00334301" w:rsidRPr="001A7B4B" w:rsidRDefault="00334301" w:rsidP="00347DEF">
            <w:pPr>
              <w:pStyle w:val="Normalheadingblack"/>
              <w:rPr>
                <w:rFonts w:cs="Arial"/>
                <w:b w:val="0"/>
                <w:szCs w:val="22"/>
              </w:rPr>
            </w:pPr>
          </w:p>
          <w:p w14:paraId="28B40F94" w14:textId="77777777" w:rsidR="00347DEF" w:rsidRPr="001A7B4B" w:rsidRDefault="00347DEF" w:rsidP="00347DEF">
            <w:pPr>
              <w:pStyle w:val="Normalheadingblack"/>
              <w:rPr>
                <w:rFonts w:cs="Arial"/>
                <w:b w:val="0"/>
                <w:szCs w:val="22"/>
              </w:rPr>
            </w:pPr>
            <w:r w:rsidRPr="001A7B4B">
              <w:rPr>
                <w:rFonts w:cs="Arial"/>
                <w:b w:val="0"/>
                <w:szCs w:val="22"/>
              </w:rPr>
              <w:t>K1.7 Plumbing and heating systems</w:t>
            </w:r>
          </w:p>
          <w:p w14:paraId="1EC65BF6" w14:textId="77777777" w:rsidR="00334301" w:rsidRPr="001A7B4B" w:rsidRDefault="00334301" w:rsidP="00347DEF">
            <w:pPr>
              <w:pStyle w:val="Normalheadingblack"/>
              <w:rPr>
                <w:rFonts w:cs="Arial"/>
                <w:b w:val="0"/>
                <w:szCs w:val="22"/>
              </w:rPr>
            </w:pPr>
          </w:p>
          <w:p w14:paraId="3AC2B2E0" w14:textId="77777777" w:rsidR="00334301" w:rsidRPr="001A7B4B" w:rsidRDefault="00334301" w:rsidP="00347DEF">
            <w:pPr>
              <w:pStyle w:val="Normalheadingblack"/>
              <w:rPr>
                <w:rFonts w:cs="Arial"/>
                <w:b w:val="0"/>
                <w:szCs w:val="22"/>
              </w:rPr>
            </w:pPr>
            <w:r w:rsidRPr="001A7B4B">
              <w:rPr>
                <w:rFonts w:cs="Arial"/>
                <w:b w:val="0"/>
                <w:szCs w:val="22"/>
              </w:rPr>
              <w:t>K1.8 Components used in plumbing and heating systems</w:t>
            </w:r>
          </w:p>
          <w:p w14:paraId="5A55124A" w14:textId="77777777" w:rsidR="00347DEF" w:rsidRPr="001A7B4B" w:rsidRDefault="00347DEF" w:rsidP="00347DEF">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0CAB95B3" w14:textId="77777777" w:rsidR="00347DEF" w:rsidRPr="001A7B4B" w:rsidRDefault="00347DEF" w:rsidP="00EE1F6E">
            <w:pPr>
              <w:pStyle w:val="Normalheadingblue"/>
              <w:spacing w:before="0" w:after="0"/>
              <w:rPr>
                <w:rFonts w:cs="Arial"/>
                <w:color w:val="auto"/>
                <w:szCs w:val="22"/>
              </w:rPr>
            </w:pPr>
            <w:r w:rsidRPr="001A7B4B">
              <w:rPr>
                <w:rFonts w:cs="Arial"/>
                <w:color w:val="auto"/>
                <w:szCs w:val="22"/>
              </w:rPr>
              <w:t>Activity:</w:t>
            </w:r>
          </w:p>
          <w:p w14:paraId="2D9AAE53" w14:textId="77777777" w:rsidR="00334301" w:rsidRPr="001A7B4B" w:rsidRDefault="00334301" w:rsidP="00EE1F6E">
            <w:pPr>
              <w:pStyle w:val="Normalheadingblue"/>
              <w:spacing w:before="0" w:after="0"/>
              <w:rPr>
                <w:rFonts w:cs="Arial"/>
                <w:color w:val="auto"/>
                <w:szCs w:val="22"/>
              </w:rPr>
            </w:pPr>
          </w:p>
          <w:p w14:paraId="221E65C5" w14:textId="6BA3B286" w:rsidR="00347DEF" w:rsidRPr="001A7B4B" w:rsidRDefault="00347DEF" w:rsidP="00EE1F6E">
            <w:pPr>
              <w:pStyle w:val="Normalheadingblue"/>
              <w:spacing w:before="0" w:after="0"/>
              <w:rPr>
                <w:rFonts w:cs="Arial"/>
                <w:color w:val="auto"/>
                <w:szCs w:val="22"/>
              </w:rPr>
            </w:pPr>
            <w:r w:rsidRPr="001A7B4B">
              <w:rPr>
                <w:rFonts w:cs="Arial"/>
                <w:color w:val="auto"/>
                <w:szCs w:val="22"/>
              </w:rPr>
              <w:t>Delivery</w:t>
            </w:r>
            <w:r w:rsidR="00EE1F6E" w:rsidRPr="001A7B4B">
              <w:rPr>
                <w:rFonts w:cs="Arial"/>
                <w:color w:val="auto"/>
                <w:szCs w:val="22"/>
              </w:rPr>
              <w:t xml:space="preserve"> focus</w:t>
            </w:r>
            <w:r w:rsidRPr="001A7B4B">
              <w:rPr>
                <w:rFonts w:cs="Arial"/>
                <w:color w:val="auto"/>
                <w:szCs w:val="22"/>
              </w:rPr>
              <w:t>:</w:t>
            </w:r>
            <w:r w:rsidR="00334301" w:rsidRPr="001A7B4B">
              <w:rPr>
                <w:rFonts w:cs="Arial"/>
                <w:color w:val="auto"/>
                <w:szCs w:val="22"/>
              </w:rPr>
              <w:t xml:space="preserve"> </w:t>
            </w:r>
          </w:p>
          <w:p w14:paraId="0332F237" w14:textId="77777777" w:rsidR="00334301" w:rsidRPr="001A7B4B" w:rsidRDefault="00334301" w:rsidP="00EE1F6E">
            <w:pPr>
              <w:pStyle w:val="Normalheadingblue"/>
              <w:spacing w:before="0" w:after="0"/>
              <w:rPr>
                <w:rFonts w:cs="Arial"/>
                <w:b w:val="0"/>
                <w:color w:val="auto"/>
                <w:szCs w:val="22"/>
              </w:rPr>
            </w:pPr>
            <w:r w:rsidRPr="001A7B4B">
              <w:rPr>
                <w:rFonts w:cs="Arial"/>
                <w:color w:val="auto"/>
                <w:szCs w:val="22"/>
              </w:rPr>
              <w:t>End of topic consolidation</w:t>
            </w:r>
            <w:r w:rsidRPr="001A7B4B">
              <w:rPr>
                <w:rFonts w:cs="Arial"/>
                <w:b w:val="0"/>
                <w:color w:val="auto"/>
                <w:szCs w:val="22"/>
              </w:rPr>
              <w:t xml:space="preserve"> – This session as been added to allow tutors to focus on recap of the Cold Water topic to date. </w:t>
            </w:r>
          </w:p>
          <w:p w14:paraId="5482CB92" w14:textId="77777777" w:rsidR="00334301" w:rsidRPr="001A7B4B" w:rsidRDefault="00334301" w:rsidP="002C017C">
            <w:pPr>
              <w:pStyle w:val="Normalheadingblue"/>
              <w:numPr>
                <w:ilvl w:val="0"/>
                <w:numId w:val="41"/>
              </w:numPr>
              <w:spacing w:before="0" w:after="0"/>
              <w:rPr>
                <w:rFonts w:cs="Arial"/>
                <w:b w:val="0"/>
                <w:color w:val="auto"/>
                <w:szCs w:val="22"/>
              </w:rPr>
            </w:pPr>
            <w:r w:rsidRPr="001A7B4B">
              <w:rPr>
                <w:rFonts w:cs="Arial"/>
                <w:b w:val="0"/>
                <w:color w:val="auto"/>
                <w:szCs w:val="22"/>
              </w:rPr>
              <w:t>Tutors may wish to use time for:</w:t>
            </w:r>
          </w:p>
          <w:p w14:paraId="38C88499" w14:textId="77777777" w:rsidR="00334301" w:rsidRPr="001A7B4B" w:rsidRDefault="00334301" w:rsidP="002C017C">
            <w:pPr>
              <w:pStyle w:val="Normalheadingblue"/>
              <w:numPr>
                <w:ilvl w:val="0"/>
                <w:numId w:val="41"/>
              </w:numPr>
              <w:spacing w:before="0" w:after="0"/>
              <w:rPr>
                <w:rFonts w:cs="Arial"/>
                <w:b w:val="0"/>
                <w:color w:val="auto"/>
                <w:szCs w:val="22"/>
              </w:rPr>
            </w:pPr>
            <w:r w:rsidRPr="001A7B4B">
              <w:rPr>
                <w:rFonts w:cs="Arial"/>
                <w:b w:val="0"/>
                <w:color w:val="auto"/>
                <w:szCs w:val="22"/>
              </w:rPr>
              <w:t>Knowledge tests and recap</w:t>
            </w:r>
          </w:p>
          <w:p w14:paraId="7F93A2EA" w14:textId="77777777" w:rsidR="00334301" w:rsidRPr="001A7B4B" w:rsidRDefault="00334301" w:rsidP="002C017C">
            <w:pPr>
              <w:pStyle w:val="Normalheadingblue"/>
              <w:numPr>
                <w:ilvl w:val="0"/>
                <w:numId w:val="41"/>
              </w:numPr>
              <w:spacing w:before="0" w:after="0"/>
              <w:rPr>
                <w:rFonts w:cs="Arial"/>
                <w:b w:val="0"/>
                <w:color w:val="auto"/>
                <w:szCs w:val="22"/>
              </w:rPr>
            </w:pPr>
            <w:r w:rsidRPr="001A7B4B">
              <w:rPr>
                <w:rFonts w:cs="Arial"/>
                <w:b w:val="0"/>
                <w:color w:val="auto"/>
                <w:szCs w:val="22"/>
              </w:rPr>
              <w:t>Site visits</w:t>
            </w:r>
          </w:p>
          <w:p w14:paraId="5DDDFA32" w14:textId="77777777" w:rsidR="00334301" w:rsidRPr="001A7B4B" w:rsidRDefault="00334301" w:rsidP="002C017C">
            <w:pPr>
              <w:pStyle w:val="Normalheadingblue"/>
              <w:numPr>
                <w:ilvl w:val="0"/>
                <w:numId w:val="41"/>
              </w:numPr>
              <w:spacing w:before="0" w:after="0"/>
              <w:rPr>
                <w:rFonts w:cs="Arial"/>
                <w:b w:val="0"/>
                <w:color w:val="auto"/>
                <w:szCs w:val="22"/>
              </w:rPr>
            </w:pPr>
            <w:r w:rsidRPr="001A7B4B">
              <w:rPr>
                <w:rFonts w:cs="Arial"/>
                <w:b w:val="0"/>
                <w:color w:val="auto"/>
                <w:szCs w:val="22"/>
              </w:rPr>
              <w:t xml:space="preserve">Practical training and reinforcement </w:t>
            </w:r>
          </w:p>
          <w:p w14:paraId="27D42E80" w14:textId="77777777" w:rsidR="00334301" w:rsidRPr="001A7B4B" w:rsidRDefault="00334301" w:rsidP="002C017C">
            <w:pPr>
              <w:pStyle w:val="Normalheadingblue"/>
              <w:numPr>
                <w:ilvl w:val="0"/>
                <w:numId w:val="41"/>
              </w:numPr>
              <w:spacing w:before="0" w:after="0"/>
              <w:rPr>
                <w:rFonts w:cs="Arial"/>
                <w:b w:val="0"/>
                <w:color w:val="auto"/>
                <w:szCs w:val="22"/>
              </w:rPr>
            </w:pPr>
            <w:r w:rsidRPr="001A7B4B">
              <w:rPr>
                <w:rFonts w:cs="Arial"/>
                <w:b w:val="0"/>
                <w:color w:val="auto"/>
                <w:szCs w:val="22"/>
              </w:rPr>
              <w:t>External visits from stakeholders</w:t>
            </w:r>
          </w:p>
          <w:p w14:paraId="1208B247" w14:textId="77777777" w:rsidR="00334301" w:rsidRPr="001A7B4B" w:rsidRDefault="00334301" w:rsidP="002C017C">
            <w:pPr>
              <w:pStyle w:val="Normalheadingblue"/>
              <w:numPr>
                <w:ilvl w:val="0"/>
                <w:numId w:val="41"/>
              </w:numPr>
              <w:spacing w:before="0" w:after="0"/>
              <w:rPr>
                <w:rFonts w:cs="Arial"/>
                <w:b w:val="0"/>
                <w:color w:val="auto"/>
                <w:szCs w:val="22"/>
              </w:rPr>
            </w:pPr>
            <w:r w:rsidRPr="001A7B4B">
              <w:rPr>
                <w:rFonts w:cs="Arial"/>
                <w:b w:val="0"/>
                <w:color w:val="auto"/>
                <w:szCs w:val="22"/>
              </w:rPr>
              <w:t>Student led research and assignment work</w:t>
            </w:r>
          </w:p>
          <w:p w14:paraId="72AC1619" w14:textId="77777777" w:rsidR="00347DEF" w:rsidRPr="001A7B4B" w:rsidRDefault="00347DEF" w:rsidP="00EE1F6E">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4ED8A1C9" w14:textId="77777777" w:rsidR="00DD207A" w:rsidRPr="001A7B4B" w:rsidRDefault="00DD207A"/>
        </w:tc>
      </w:tr>
      <w:tr w:rsidR="001A7B4B" w:rsidRPr="001A7B4B" w14:paraId="3E94C3EA"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51454251" w14:textId="77777777" w:rsidR="00334301" w:rsidRDefault="00334301" w:rsidP="00334301">
            <w:pPr>
              <w:jc w:val="center"/>
              <w:rPr>
                <w:rFonts w:cs="Arial"/>
                <w:szCs w:val="22"/>
              </w:rPr>
            </w:pPr>
            <w:r>
              <w:rPr>
                <w:rFonts w:cs="Arial"/>
                <w:szCs w:val="22"/>
              </w:rPr>
              <w:t>92</w:t>
            </w:r>
            <w:r w:rsidR="00880A9A">
              <w:rPr>
                <w:rFonts w:cs="Arial"/>
                <w:szCs w:val="22"/>
              </w:rPr>
              <w:t>-93</w:t>
            </w:r>
          </w:p>
          <w:p w14:paraId="537D130B" w14:textId="77777777" w:rsidR="00334301" w:rsidRDefault="00190D63" w:rsidP="00334301">
            <w:pPr>
              <w:jc w:val="center"/>
              <w:rPr>
                <w:rFonts w:cs="Arial"/>
                <w:szCs w:val="22"/>
              </w:rPr>
            </w:pPr>
            <w:r>
              <w:rPr>
                <w:rFonts w:cs="Arial"/>
                <w:szCs w:val="22"/>
              </w:rPr>
              <w:t>6</w:t>
            </w:r>
            <w:r w:rsidR="00334301">
              <w:rPr>
                <w:rFonts w:cs="Arial"/>
                <w:szCs w:val="22"/>
              </w:rPr>
              <w:t xml:space="preserve"> hours</w:t>
            </w:r>
          </w:p>
          <w:p w14:paraId="690DFB9C" w14:textId="4759C4BC" w:rsidR="00E43C5E" w:rsidRDefault="00E43C5E" w:rsidP="00334301">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587A75DF" w14:textId="77777777" w:rsidR="00334301" w:rsidRPr="001A7B4B" w:rsidRDefault="00334301" w:rsidP="00334301">
            <w:pPr>
              <w:pStyle w:val="Normalheadingblack"/>
              <w:rPr>
                <w:rFonts w:cs="Arial"/>
                <w:lang w:eastAsia="en-GB"/>
              </w:rPr>
            </w:pPr>
            <w:r w:rsidRPr="001A7B4B">
              <w:rPr>
                <w:rFonts w:cs="Arial"/>
                <w:lang w:eastAsia="en-GB"/>
              </w:rPr>
              <w:t>Outcome 1 – Plumbing and heating common knowledge criteria</w:t>
            </w:r>
          </w:p>
          <w:p w14:paraId="6D08E2EC" w14:textId="77777777" w:rsidR="00334301" w:rsidRPr="001A7B4B" w:rsidRDefault="00334301" w:rsidP="00334301">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08F65BB1" w14:textId="77777777" w:rsidR="00334301" w:rsidRPr="001A7B4B" w:rsidRDefault="00334301" w:rsidP="00334301">
            <w:pPr>
              <w:pStyle w:val="Normalheadingblack"/>
              <w:rPr>
                <w:rFonts w:cs="Arial"/>
                <w:b w:val="0"/>
                <w:szCs w:val="22"/>
              </w:rPr>
            </w:pPr>
            <w:r w:rsidRPr="001A7B4B">
              <w:rPr>
                <w:rFonts w:cs="Arial"/>
                <w:b w:val="0"/>
                <w:szCs w:val="22"/>
              </w:rPr>
              <w:t>K1.7 Plumbing and heating systems</w:t>
            </w:r>
          </w:p>
          <w:p w14:paraId="6E2854C3" w14:textId="77777777" w:rsidR="00D95D8E" w:rsidRPr="001A7B4B" w:rsidRDefault="00D95D8E" w:rsidP="00334301">
            <w:pPr>
              <w:pStyle w:val="Normalheadingblack"/>
              <w:rPr>
                <w:rFonts w:cs="Arial"/>
                <w:b w:val="0"/>
                <w:szCs w:val="22"/>
              </w:rPr>
            </w:pPr>
          </w:p>
          <w:p w14:paraId="1C48B746" w14:textId="77777777" w:rsidR="00D95D8E" w:rsidRPr="001A7B4B" w:rsidRDefault="00D95D8E" w:rsidP="00D95D8E">
            <w:pPr>
              <w:pStyle w:val="Normalheadingblack"/>
              <w:rPr>
                <w:rFonts w:cs="Arial"/>
                <w:b w:val="0"/>
                <w:szCs w:val="22"/>
              </w:rPr>
            </w:pPr>
            <w:r w:rsidRPr="001A7B4B">
              <w:rPr>
                <w:rFonts w:cs="Arial"/>
                <w:b w:val="0"/>
                <w:szCs w:val="22"/>
              </w:rPr>
              <w:t>K1.11 Appliances supported by plumbing and heating systems</w:t>
            </w:r>
          </w:p>
          <w:p w14:paraId="2CABCAC7" w14:textId="77777777" w:rsidR="00D95D8E" w:rsidRPr="001A7B4B" w:rsidRDefault="00D95D8E" w:rsidP="00334301">
            <w:pPr>
              <w:pStyle w:val="Normalheadingblack"/>
              <w:rPr>
                <w:rFonts w:cs="Arial"/>
                <w:b w:val="0"/>
                <w:szCs w:val="22"/>
              </w:rPr>
            </w:pPr>
          </w:p>
          <w:p w14:paraId="558EFFAB" w14:textId="77777777" w:rsidR="00334301" w:rsidRPr="001A7B4B" w:rsidRDefault="00334301" w:rsidP="00334301">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69F338FB" w14:textId="77777777" w:rsidR="00334301" w:rsidRPr="001A7B4B" w:rsidRDefault="00334301" w:rsidP="00EE1F6E">
            <w:pPr>
              <w:pStyle w:val="Normalheadingblue"/>
              <w:spacing w:before="0" w:after="0"/>
              <w:rPr>
                <w:rFonts w:cs="Arial"/>
                <w:color w:val="auto"/>
                <w:szCs w:val="22"/>
              </w:rPr>
            </w:pPr>
            <w:r w:rsidRPr="001A7B4B">
              <w:rPr>
                <w:rFonts w:cs="Arial"/>
                <w:color w:val="auto"/>
                <w:szCs w:val="22"/>
              </w:rPr>
              <w:t>Activity:</w:t>
            </w:r>
          </w:p>
          <w:p w14:paraId="06809B22" w14:textId="77777777" w:rsidR="00334301" w:rsidRPr="001A7B4B" w:rsidRDefault="00334301" w:rsidP="00EE1F6E">
            <w:pPr>
              <w:pStyle w:val="Normalheadingblue"/>
              <w:spacing w:before="0" w:after="0"/>
              <w:rPr>
                <w:rFonts w:cs="Arial"/>
                <w:color w:val="auto"/>
                <w:szCs w:val="22"/>
              </w:rPr>
            </w:pPr>
            <w:r w:rsidRPr="001A7B4B">
              <w:rPr>
                <w:rFonts w:cs="Arial"/>
                <w:color w:val="auto"/>
                <w:szCs w:val="22"/>
              </w:rPr>
              <w:t>Starter task example:</w:t>
            </w:r>
          </w:p>
          <w:p w14:paraId="0ECC283E" w14:textId="77777777" w:rsidR="00880A9A" w:rsidRPr="001A7B4B" w:rsidRDefault="00880A9A" w:rsidP="00EE1F6E">
            <w:pPr>
              <w:pStyle w:val="Normalheadingblue"/>
              <w:spacing w:before="0" w:after="0"/>
              <w:rPr>
                <w:rFonts w:cs="Arial"/>
                <w:b w:val="0"/>
                <w:color w:val="auto"/>
                <w:szCs w:val="22"/>
              </w:rPr>
            </w:pPr>
            <w:r w:rsidRPr="001A7B4B">
              <w:rPr>
                <w:rFonts w:cs="Arial"/>
                <w:b w:val="0"/>
                <w:color w:val="auto"/>
                <w:szCs w:val="22"/>
              </w:rPr>
              <w:t>Introduction to Hot water content within Outcome 1 and Q&amp;A / discussion regards any previous knowledge of DHW systems.</w:t>
            </w:r>
          </w:p>
          <w:p w14:paraId="4930918A" w14:textId="77777777" w:rsidR="00880A9A" w:rsidRPr="001A7B4B" w:rsidRDefault="00880A9A" w:rsidP="00EE1F6E">
            <w:pPr>
              <w:pStyle w:val="Normalheadingblue"/>
              <w:spacing w:before="0" w:after="0"/>
              <w:rPr>
                <w:rFonts w:cs="Arial"/>
                <w:color w:val="auto"/>
                <w:szCs w:val="22"/>
              </w:rPr>
            </w:pPr>
          </w:p>
          <w:p w14:paraId="674C2BC1" w14:textId="69E5A8BB" w:rsidR="00334301" w:rsidRPr="001A7B4B" w:rsidRDefault="00334301" w:rsidP="00EE1F6E">
            <w:pPr>
              <w:pStyle w:val="Normalheadingblue"/>
              <w:spacing w:before="0" w:after="0"/>
              <w:rPr>
                <w:rFonts w:cs="Arial"/>
                <w:color w:val="auto"/>
                <w:szCs w:val="22"/>
              </w:rPr>
            </w:pPr>
            <w:r w:rsidRPr="001A7B4B">
              <w:rPr>
                <w:rFonts w:cs="Arial"/>
                <w:color w:val="auto"/>
                <w:szCs w:val="22"/>
              </w:rPr>
              <w:t>Delivery</w:t>
            </w:r>
            <w:r w:rsidR="00EE1F6E" w:rsidRPr="001A7B4B">
              <w:rPr>
                <w:rFonts w:cs="Arial"/>
                <w:color w:val="auto"/>
                <w:szCs w:val="22"/>
              </w:rPr>
              <w:t xml:space="preserve"> focus</w:t>
            </w:r>
            <w:r w:rsidRPr="001A7B4B">
              <w:rPr>
                <w:rFonts w:cs="Arial"/>
                <w:color w:val="auto"/>
                <w:szCs w:val="22"/>
              </w:rPr>
              <w:t>:</w:t>
            </w:r>
          </w:p>
          <w:p w14:paraId="70377609" w14:textId="5B96E847" w:rsidR="00334301" w:rsidRPr="001A7B4B" w:rsidRDefault="00334301" w:rsidP="00EE1F6E">
            <w:pPr>
              <w:pStyle w:val="Normalheadingblue"/>
              <w:spacing w:before="0" w:after="0"/>
              <w:rPr>
                <w:rFonts w:cs="Arial"/>
                <w:b w:val="0"/>
                <w:color w:val="auto"/>
                <w:szCs w:val="22"/>
              </w:rPr>
            </w:pPr>
            <w:r w:rsidRPr="001A7B4B">
              <w:rPr>
                <w:rFonts w:cs="Arial"/>
                <w:b w:val="0"/>
                <w:color w:val="auto"/>
                <w:szCs w:val="22"/>
              </w:rPr>
              <w:t>Tutor to deliver content</w:t>
            </w:r>
            <w:r w:rsidR="006A0C13">
              <w:rPr>
                <w:rFonts w:cs="Arial"/>
                <w:b w:val="0"/>
                <w:color w:val="auto"/>
                <w:szCs w:val="22"/>
              </w:rPr>
              <w:t xml:space="preserve"> on hot water systems</w:t>
            </w:r>
            <w:r w:rsidRPr="001A7B4B">
              <w:rPr>
                <w:rFonts w:cs="Arial"/>
                <w:b w:val="0"/>
                <w:color w:val="auto"/>
                <w:szCs w:val="22"/>
              </w:rPr>
              <w:t xml:space="preserve"> including:</w:t>
            </w:r>
          </w:p>
          <w:p w14:paraId="1AB818D4" w14:textId="77777777" w:rsidR="00334301" w:rsidRPr="001A7B4B" w:rsidRDefault="00334301" w:rsidP="002C017C">
            <w:pPr>
              <w:pStyle w:val="Normalheadingblue"/>
              <w:numPr>
                <w:ilvl w:val="0"/>
                <w:numId w:val="42"/>
              </w:numPr>
              <w:spacing w:before="0" w:after="0"/>
              <w:rPr>
                <w:rFonts w:cs="Arial"/>
                <w:b w:val="0"/>
                <w:color w:val="auto"/>
                <w:szCs w:val="22"/>
              </w:rPr>
            </w:pPr>
            <w:r w:rsidRPr="001A7B4B">
              <w:rPr>
                <w:rFonts w:cs="Arial"/>
                <w:b w:val="0"/>
                <w:color w:val="auto"/>
                <w:szCs w:val="22"/>
              </w:rPr>
              <w:t>Introduction to the principles of hot water systems</w:t>
            </w:r>
          </w:p>
          <w:p w14:paraId="239D43AD" w14:textId="77777777" w:rsidR="00880A9A" w:rsidRPr="001A7B4B" w:rsidRDefault="00880A9A" w:rsidP="002C017C">
            <w:pPr>
              <w:pStyle w:val="Normalheadingblue"/>
              <w:numPr>
                <w:ilvl w:val="0"/>
                <w:numId w:val="42"/>
              </w:numPr>
              <w:spacing w:before="0" w:after="0"/>
              <w:rPr>
                <w:rFonts w:cs="Arial"/>
                <w:b w:val="0"/>
                <w:color w:val="auto"/>
                <w:szCs w:val="22"/>
              </w:rPr>
            </w:pPr>
            <w:r w:rsidRPr="001A7B4B">
              <w:rPr>
                <w:rFonts w:cs="Arial"/>
                <w:b w:val="0"/>
                <w:color w:val="auto"/>
                <w:szCs w:val="22"/>
              </w:rPr>
              <w:t>Vented hot water systems</w:t>
            </w:r>
          </w:p>
          <w:p w14:paraId="633A0256" w14:textId="77777777" w:rsidR="00880A9A" w:rsidRPr="001A7B4B" w:rsidRDefault="00880A9A" w:rsidP="002C017C">
            <w:pPr>
              <w:pStyle w:val="Normalheadingblue"/>
              <w:numPr>
                <w:ilvl w:val="0"/>
                <w:numId w:val="42"/>
              </w:numPr>
              <w:spacing w:before="0" w:after="0"/>
              <w:rPr>
                <w:rFonts w:cs="Arial"/>
                <w:b w:val="0"/>
                <w:color w:val="auto"/>
                <w:szCs w:val="22"/>
              </w:rPr>
            </w:pPr>
            <w:r w:rsidRPr="001A7B4B">
              <w:rPr>
                <w:rFonts w:cs="Arial"/>
                <w:b w:val="0"/>
                <w:color w:val="auto"/>
                <w:szCs w:val="22"/>
              </w:rPr>
              <w:lastRenderedPageBreak/>
              <w:t>Principles of open vent pipe</w:t>
            </w:r>
          </w:p>
          <w:p w14:paraId="437889D0" w14:textId="77777777" w:rsidR="00880A9A" w:rsidRPr="001A7B4B" w:rsidRDefault="00880A9A" w:rsidP="002C017C">
            <w:pPr>
              <w:pStyle w:val="Normalheadingblue"/>
              <w:numPr>
                <w:ilvl w:val="0"/>
                <w:numId w:val="42"/>
              </w:numPr>
              <w:spacing w:before="0" w:after="0"/>
              <w:rPr>
                <w:rFonts w:cs="Arial"/>
                <w:b w:val="0"/>
                <w:color w:val="auto"/>
                <w:szCs w:val="22"/>
              </w:rPr>
            </w:pPr>
            <w:r w:rsidRPr="001A7B4B">
              <w:rPr>
                <w:rFonts w:cs="Arial"/>
                <w:b w:val="0"/>
                <w:color w:val="auto"/>
                <w:szCs w:val="22"/>
              </w:rPr>
              <w:t>Principles of cold feed and expansion pipe</w:t>
            </w:r>
          </w:p>
          <w:p w14:paraId="024BD1F9" w14:textId="77777777" w:rsidR="00880A9A" w:rsidRPr="001A7B4B" w:rsidRDefault="00880A9A" w:rsidP="002C017C">
            <w:pPr>
              <w:pStyle w:val="Normalheadingblue"/>
              <w:numPr>
                <w:ilvl w:val="0"/>
                <w:numId w:val="42"/>
              </w:numPr>
              <w:spacing w:before="0" w:after="0"/>
              <w:rPr>
                <w:rFonts w:cs="Arial"/>
                <w:b w:val="0"/>
                <w:color w:val="auto"/>
                <w:szCs w:val="22"/>
              </w:rPr>
            </w:pPr>
            <w:r w:rsidRPr="001A7B4B">
              <w:rPr>
                <w:rFonts w:cs="Arial"/>
                <w:b w:val="0"/>
                <w:color w:val="auto"/>
                <w:szCs w:val="22"/>
              </w:rPr>
              <w:t>Purpose and role of storage cistern</w:t>
            </w:r>
          </w:p>
          <w:p w14:paraId="31C2F607" w14:textId="77777777" w:rsidR="00880A9A" w:rsidRPr="001A7B4B" w:rsidRDefault="00190D63" w:rsidP="002C017C">
            <w:pPr>
              <w:pStyle w:val="Normalheadingblue"/>
              <w:numPr>
                <w:ilvl w:val="0"/>
                <w:numId w:val="42"/>
              </w:numPr>
              <w:spacing w:before="0" w:after="0"/>
              <w:rPr>
                <w:rFonts w:cs="Arial"/>
                <w:b w:val="0"/>
                <w:color w:val="auto"/>
                <w:szCs w:val="22"/>
              </w:rPr>
            </w:pPr>
            <w:r w:rsidRPr="001A7B4B">
              <w:rPr>
                <w:rFonts w:cs="Arial"/>
                <w:b w:val="0"/>
                <w:color w:val="auto"/>
                <w:szCs w:val="22"/>
              </w:rPr>
              <w:t>Direct cylinders</w:t>
            </w:r>
          </w:p>
          <w:p w14:paraId="1F6549B5" w14:textId="77777777" w:rsidR="00190D63" w:rsidRPr="001A7B4B" w:rsidRDefault="00190D63" w:rsidP="002C017C">
            <w:pPr>
              <w:pStyle w:val="Normalheadingblue"/>
              <w:numPr>
                <w:ilvl w:val="0"/>
                <w:numId w:val="42"/>
              </w:numPr>
              <w:spacing w:before="0" w:after="0"/>
              <w:rPr>
                <w:rFonts w:cs="Arial"/>
                <w:b w:val="0"/>
                <w:color w:val="auto"/>
                <w:szCs w:val="22"/>
              </w:rPr>
            </w:pPr>
            <w:r w:rsidRPr="001A7B4B">
              <w:rPr>
                <w:rFonts w:cs="Arial"/>
                <w:b w:val="0"/>
                <w:color w:val="auto"/>
                <w:szCs w:val="22"/>
              </w:rPr>
              <w:t>Immersion heater</w:t>
            </w:r>
          </w:p>
          <w:p w14:paraId="0BC96319" w14:textId="77777777" w:rsidR="00190D63" w:rsidRPr="001A7B4B" w:rsidRDefault="00190D63" w:rsidP="002C017C">
            <w:pPr>
              <w:pStyle w:val="Normalheadingblue"/>
              <w:numPr>
                <w:ilvl w:val="0"/>
                <w:numId w:val="42"/>
              </w:numPr>
              <w:spacing w:before="0" w:after="0"/>
              <w:rPr>
                <w:rFonts w:cs="Arial"/>
                <w:b w:val="0"/>
                <w:color w:val="auto"/>
                <w:szCs w:val="22"/>
              </w:rPr>
            </w:pPr>
            <w:r w:rsidRPr="001A7B4B">
              <w:rPr>
                <w:rFonts w:cs="Arial"/>
                <w:b w:val="0"/>
                <w:color w:val="auto"/>
                <w:szCs w:val="22"/>
              </w:rPr>
              <w:t>Building regulations document G3 basic requirements in schedule 2</w:t>
            </w:r>
          </w:p>
          <w:p w14:paraId="47EB6E5A" w14:textId="047B3588" w:rsidR="00880A9A" w:rsidRPr="001A7B4B" w:rsidRDefault="00880A9A" w:rsidP="002C017C">
            <w:pPr>
              <w:pStyle w:val="Normalheadingblue"/>
              <w:numPr>
                <w:ilvl w:val="0"/>
                <w:numId w:val="42"/>
              </w:numPr>
              <w:spacing w:before="0" w:after="0"/>
              <w:rPr>
                <w:rFonts w:cs="Arial"/>
                <w:b w:val="0"/>
                <w:color w:val="auto"/>
                <w:szCs w:val="22"/>
              </w:rPr>
            </w:pPr>
            <w:r w:rsidRPr="001A7B4B">
              <w:rPr>
                <w:rFonts w:cs="Arial"/>
                <w:b w:val="0"/>
                <w:color w:val="auto"/>
                <w:szCs w:val="22"/>
              </w:rPr>
              <w:t>Tutor to discuss the roles of each part of the open vented direct system</w:t>
            </w:r>
            <w:r w:rsidR="00536C30">
              <w:rPr>
                <w:rFonts w:cs="Arial"/>
                <w:b w:val="0"/>
                <w:color w:val="auto"/>
                <w:szCs w:val="22"/>
              </w:rPr>
              <w:t>.</w:t>
            </w:r>
          </w:p>
          <w:p w14:paraId="2DF55C58" w14:textId="0DBF71BE" w:rsidR="00880A9A" w:rsidRPr="001A7B4B" w:rsidRDefault="00116A2E" w:rsidP="002C017C">
            <w:pPr>
              <w:pStyle w:val="Normalheadingblue"/>
              <w:numPr>
                <w:ilvl w:val="0"/>
                <w:numId w:val="42"/>
              </w:numPr>
              <w:spacing w:before="0" w:after="0"/>
              <w:rPr>
                <w:rFonts w:cs="Arial"/>
                <w:b w:val="0"/>
                <w:color w:val="auto"/>
                <w:szCs w:val="22"/>
              </w:rPr>
            </w:pPr>
            <w:r w:rsidRPr="001A7B4B">
              <w:rPr>
                <w:rFonts w:cs="Arial"/>
                <w:b w:val="0"/>
                <w:color w:val="auto"/>
                <w:szCs w:val="22"/>
              </w:rPr>
              <w:t>Students</w:t>
            </w:r>
            <w:r w:rsidR="00880A9A" w:rsidRPr="001A7B4B">
              <w:rPr>
                <w:rFonts w:cs="Arial"/>
                <w:b w:val="0"/>
                <w:color w:val="auto"/>
                <w:szCs w:val="22"/>
              </w:rPr>
              <w:t xml:space="preserve"> to produce sketches of system layouts and label</w:t>
            </w:r>
            <w:r w:rsidR="00536C30">
              <w:rPr>
                <w:rFonts w:cs="Arial"/>
                <w:b w:val="0"/>
                <w:color w:val="auto"/>
                <w:szCs w:val="22"/>
              </w:rPr>
              <w:t>.</w:t>
            </w:r>
          </w:p>
          <w:p w14:paraId="38E47A28" w14:textId="365FA165" w:rsidR="00880A9A" w:rsidRPr="001A7B4B" w:rsidRDefault="00880A9A" w:rsidP="002C017C">
            <w:pPr>
              <w:pStyle w:val="Normalheadingblue"/>
              <w:numPr>
                <w:ilvl w:val="0"/>
                <w:numId w:val="42"/>
              </w:numPr>
              <w:spacing w:before="0" w:after="0"/>
              <w:rPr>
                <w:rFonts w:cs="Arial"/>
                <w:b w:val="0"/>
                <w:color w:val="auto"/>
                <w:szCs w:val="22"/>
              </w:rPr>
            </w:pPr>
            <w:r w:rsidRPr="001A7B4B">
              <w:rPr>
                <w:rFonts w:cs="Arial"/>
                <w:b w:val="0"/>
                <w:color w:val="auto"/>
                <w:szCs w:val="22"/>
              </w:rPr>
              <w:t>Tutor to show real working systems and use task to identify the components</w:t>
            </w:r>
            <w:r w:rsidR="00536C30">
              <w:rPr>
                <w:rFonts w:cs="Arial"/>
                <w:b w:val="0"/>
                <w:color w:val="auto"/>
                <w:szCs w:val="22"/>
              </w:rPr>
              <w:t>.</w:t>
            </w:r>
          </w:p>
          <w:p w14:paraId="302F105F" w14:textId="77777777" w:rsidR="00334301" w:rsidRPr="001A7B4B" w:rsidRDefault="00334301" w:rsidP="00EE1F6E">
            <w:pPr>
              <w:pStyle w:val="Normalheadingblue"/>
              <w:spacing w:before="0" w:after="0"/>
              <w:rPr>
                <w:rFonts w:cs="Arial"/>
                <w:color w:val="auto"/>
                <w:szCs w:val="22"/>
              </w:rPr>
            </w:pPr>
          </w:p>
          <w:p w14:paraId="1893DD10" w14:textId="30F86F8B" w:rsidR="00334301" w:rsidRPr="001A7B4B" w:rsidRDefault="00334301" w:rsidP="00EE1F6E">
            <w:pPr>
              <w:pStyle w:val="Normalheadingblue"/>
              <w:spacing w:before="0" w:after="0"/>
              <w:rPr>
                <w:rFonts w:cs="Arial"/>
                <w:color w:val="auto"/>
                <w:szCs w:val="22"/>
              </w:rPr>
            </w:pPr>
            <w:r w:rsidRPr="001A7B4B">
              <w:rPr>
                <w:rFonts w:cs="Arial"/>
                <w:color w:val="auto"/>
                <w:szCs w:val="22"/>
              </w:rPr>
              <w:t xml:space="preserve">Knowledge </w:t>
            </w:r>
            <w:r w:rsidR="00EE1F6E" w:rsidRPr="001A7B4B">
              <w:rPr>
                <w:rFonts w:cs="Arial"/>
                <w:color w:val="auto"/>
                <w:szCs w:val="22"/>
              </w:rPr>
              <w:t>C</w:t>
            </w:r>
            <w:r w:rsidRPr="001A7B4B">
              <w:rPr>
                <w:rFonts w:cs="Arial"/>
                <w:color w:val="auto"/>
                <w:szCs w:val="22"/>
              </w:rPr>
              <w:t>heck example:</w:t>
            </w:r>
          </w:p>
          <w:p w14:paraId="7B946C66" w14:textId="77777777" w:rsidR="00880A9A" w:rsidRPr="001A7B4B" w:rsidRDefault="00880A9A" w:rsidP="00EE1F6E">
            <w:pPr>
              <w:pStyle w:val="Normalheadingblue"/>
              <w:spacing w:before="0" w:after="0"/>
              <w:rPr>
                <w:rFonts w:cs="Arial"/>
                <w:b w:val="0"/>
                <w:color w:val="auto"/>
                <w:szCs w:val="22"/>
              </w:rPr>
            </w:pPr>
            <w:r w:rsidRPr="001A7B4B">
              <w:rPr>
                <w:rFonts w:cs="Arial"/>
                <w:b w:val="0"/>
                <w:color w:val="auto"/>
                <w:szCs w:val="22"/>
              </w:rPr>
              <w:t>Produce sketch of a Direct open vented hot water system with labels.</w:t>
            </w:r>
          </w:p>
          <w:p w14:paraId="080F9119" w14:textId="05C15C08" w:rsidR="00880A9A" w:rsidRPr="001A7B4B" w:rsidRDefault="00880A9A" w:rsidP="00EE1F6E">
            <w:pPr>
              <w:pStyle w:val="Normalheadingblue"/>
              <w:spacing w:before="0" w:after="0"/>
              <w:rPr>
                <w:rFonts w:cs="Arial"/>
                <w:b w:val="0"/>
                <w:color w:val="auto"/>
                <w:szCs w:val="22"/>
              </w:rPr>
            </w:pPr>
            <w:r w:rsidRPr="001A7B4B">
              <w:rPr>
                <w:rFonts w:cs="Arial"/>
                <w:b w:val="0"/>
                <w:color w:val="auto"/>
                <w:szCs w:val="22"/>
              </w:rPr>
              <w:t>Complete a short open question paper regarding the roles of system parts</w:t>
            </w:r>
            <w:r w:rsidR="00536C30">
              <w:rPr>
                <w:rFonts w:cs="Arial"/>
                <w:b w:val="0"/>
                <w:color w:val="auto"/>
                <w:szCs w:val="22"/>
              </w:rPr>
              <w:t>.</w:t>
            </w:r>
          </w:p>
          <w:p w14:paraId="24EF891F" w14:textId="77777777" w:rsidR="00EE1F6E" w:rsidRPr="001A7B4B" w:rsidRDefault="00EE1F6E" w:rsidP="00EE1F6E">
            <w:pPr>
              <w:pStyle w:val="Normalheadingblue"/>
              <w:spacing w:before="0" w:after="0"/>
              <w:rPr>
                <w:rFonts w:cs="Arial"/>
                <w:b w:val="0"/>
                <w:color w:val="auto"/>
                <w:szCs w:val="22"/>
              </w:rPr>
            </w:pPr>
          </w:p>
          <w:p w14:paraId="583E324A" w14:textId="77777777" w:rsidR="00334301" w:rsidRPr="001A7B4B" w:rsidRDefault="00334301" w:rsidP="00EE1F6E">
            <w:pPr>
              <w:pStyle w:val="Normalheadingblue"/>
              <w:spacing w:before="0" w:after="0"/>
              <w:rPr>
                <w:rFonts w:cs="Arial"/>
                <w:color w:val="auto"/>
                <w:szCs w:val="22"/>
              </w:rPr>
            </w:pPr>
            <w:r w:rsidRPr="001A7B4B">
              <w:rPr>
                <w:rFonts w:cs="Arial"/>
                <w:color w:val="auto"/>
                <w:szCs w:val="22"/>
              </w:rPr>
              <w:t>Resources:</w:t>
            </w:r>
          </w:p>
          <w:p w14:paraId="035C4FD2" w14:textId="77777777" w:rsidR="00880A9A" w:rsidRPr="001A7B4B" w:rsidRDefault="00880A9A" w:rsidP="00EE1F6E">
            <w:pPr>
              <w:pStyle w:val="Normalheadingblue"/>
              <w:spacing w:before="0" w:after="0"/>
              <w:rPr>
                <w:rFonts w:cs="Arial"/>
                <w:b w:val="0"/>
                <w:color w:val="auto"/>
                <w:szCs w:val="22"/>
              </w:rPr>
            </w:pPr>
            <w:r w:rsidRPr="001A7B4B">
              <w:rPr>
                <w:rFonts w:cs="Arial"/>
                <w:b w:val="0"/>
                <w:color w:val="auto"/>
                <w:szCs w:val="22"/>
              </w:rPr>
              <w:t>Working DHW systems</w:t>
            </w:r>
          </w:p>
          <w:p w14:paraId="076EE417" w14:textId="77777777" w:rsidR="00880A9A" w:rsidRPr="001A7B4B" w:rsidRDefault="00880A9A" w:rsidP="00EE1F6E">
            <w:pPr>
              <w:pStyle w:val="Normalheadingblue"/>
              <w:spacing w:before="0" w:after="0"/>
              <w:rPr>
                <w:rFonts w:cs="Arial"/>
                <w:b w:val="0"/>
                <w:color w:val="auto"/>
                <w:szCs w:val="22"/>
              </w:rPr>
            </w:pPr>
            <w:r w:rsidRPr="001A7B4B">
              <w:rPr>
                <w:rFonts w:cs="Arial"/>
                <w:b w:val="0"/>
                <w:color w:val="auto"/>
                <w:szCs w:val="22"/>
              </w:rPr>
              <w:t>Drawing paper, pencils and rulers</w:t>
            </w:r>
          </w:p>
          <w:p w14:paraId="4430EDB1" w14:textId="77777777" w:rsidR="00880A9A" w:rsidRPr="001A7B4B" w:rsidRDefault="00880A9A" w:rsidP="00EE1F6E">
            <w:pPr>
              <w:pStyle w:val="Normalheadingblue"/>
              <w:spacing w:before="0" w:after="0"/>
              <w:rPr>
                <w:rFonts w:cs="Arial"/>
                <w:b w:val="0"/>
                <w:color w:val="auto"/>
                <w:szCs w:val="22"/>
              </w:rPr>
            </w:pPr>
            <w:r w:rsidRPr="001A7B4B">
              <w:rPr>
                <w:rFonts w:cs="Arial"/>
                <w:b w:val="0"/>
                <w:color w:val="auto"/>
                <w:szCs w:val="22"/>
              </w:rPr>
              <w:t>Open question paper</w:t>
            </w:r>
          </w:p>
          <w:p w14:paraId="241B8701" w14:textId="77777777" w:rsidR="00334301" w:rsidRPr="001A7B4B" w:rsidRDefault="00334301" w:rsidP="00EE1F6E">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4F16F3D3" w14:textId="77777777" w:rsidR="00DD207A" w:rsidRPr="001A7B4B" w:rsidRDefault="008A57D2">
            <w:r w:rsidRPr="001A7B4B">
              <w:lastRenderedPageBreak/>
              <w:t>Q&amp;A</w:t>
            </w:r>
            <w:r w:rsidRPr="001A7B4B">
              <w:br/>
            </w:r>
            <w:r w:rsidRPr="001A7B4B">
              <w:br/>
            </w:r>
            <w:r w:rsidRPr="001A7B4B">
              <w:br/>
            </w:r>
            <w:r w:rsidRPr="001A7B4B">
              <w:br/>
            </w:r>
            <w:r w:rsidRPr="001A7B4B">
              <w:br/>
            </w:r>
            <w:r w:rsidRPr="001A7B4B">
              <w:br/>
            </w:r>
            <w:r w:rsidRPr="001A7B4B">
              <w:br/>
            </w:r>
            <w:r w:rsidRPr="001A7B4B">
              <w:br/>
              <w:t>Sketch system layout</w:t>
            </w:r>
            <w:r w:rsidRPr="001A7B4B">
              <w:br/>
            </w:r>
            <w:r w:rsidRPr="001A7B4B">
              <w:lastRenderedPageBreak/>
              <w:br/>
              <w:t>Identify system component parts</w:t>
            </w:r>
            <w:r w:rsidRPr="001A7B4B">
              <w:br/>
            </w:r>
            <w:r w:rsidRPr="001A7B4B">
              <w:br/>
              <w:t>Open question paper</w:t>
            </w:r>
            <w:r w:rsidRPr="001A7B4B">
              <w:br/>
              <w:t>English skills (reading, writing, technical vocabulary)</w:t>
            </w:r>
          </w:p>
        </w:tc>
      </w:tr>
      <w:tr w:rsidR="001A7B4B" w:rsidRPr="001A7B4B" w14:paraId="6D10F76D"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6C2CAED0" w14:textId="77777777" w:rsidR="00333C69" w:rsidRDefault="00333C69" w:rsidP="00333C69">
            <w:pPr>
              <w:jc w:val="center"/>
              <w:rPr>
                <w:rFonts w:cs="Arial"/>
                <w:szCs w:val="22"/>
              </w:rPr>
            </w:pPr>
            <w:r>
              <w:rPr>
                <w:rFonts w:cs="Arial"/>
                <w:szCs w:val="22"/>
              </w:rPr>
              <w:lastRenderedPageBreak/>
              <w:t>94-95</w:t>
            </w:r>
          </w:p>
          <w:p w14:paraId="7BF1BF55" w14:textId="77777777" w:rsidR="00333C69" w:rsidRDefault="00333C69" w:rsidP="00333C69">
            <w:pPr>
              <w:jc w:val="center"/>
              <w:rPr>
                <w:rFonts w:cs="Arial"/>
                <w:szCs w:val="22"/>
              </w:rPr>
            </w:pPr>
            <w:r>
              <w:rPr>
                <w:rFonts w:cs="Arial"/>
                <w:szCs w:val="22"/>
              </w:rPr>
              <w:t>6 hours</w:t>
            </w:r>
          </w:p>
          <w:p w14:paraId="093B545B" w14:textId="4361C4A0" w:rsidR="009059CD" w:rsidRDefault="009059CD" w:rsidP="00333C69">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441FE506" w14:textId="77777777" w:rsidR="00333C69" w:rsidRPr="001A7B4B" w:rsidRDefault="00333C69" w:rsidP="00333C69">
            <w:pPr>
              <w:pStyle w:val="Normalheadingblack"/>
              <w:rPr>
                <w:rFonts w:cs="Arial"/>
                <w:lang w:eastAsia="en-GB"/>
              </w:rPr>
            </w:pPr>
            <w:r w:rsidRPr="001A7B4B">
              <w:rPr>
                <w:rFonts w:cs="Arial"/>
                <w:lang w:eastAsia="en-GB"/>
              </w:rPr>
              <w:lastRenderedPageBreak/>
              <w:t xml:space="preserve">Outcome 1 – Plumbing and </w:t>
            </w:r>
            <w:r w:rsidRPr="001A7B4B">
              <w:rPr>
                <w:rFonts w:cs="Arial"/>
                <w:lang w:eastAsia="en-GB"/>
              </w:rPr>
              <w:lastRenderedPageBreak/>
              <w:t>heating common knowledge criteria</w:t>
            </w:r>
          </w:p>
          <w:p w14:paraId="16A1F957" w14:textId="77777777" w:rsidR="00333C69" w:rsidRPr="001A7B4B" w:rsidRDefault="00333C69" w:rsidP="00333C69">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5EE73022" w14:textId="77777777" w:rsidR="00333C69" w:rsidRPr="001A7B4B" w:rsidRDefault="00333C69" w:rsidP="00333C69">
            <w:pPr>
              <w:pStyle w:val="Normalheadingblack"/>
              <w:rPr>
                <w:rFonts w:cs="Arial"/>
                <w:b w:val="0"/>
                <w:szCs w:val="22"/>
              </w:rPr>
            </w:pPr>
            <w:r w:rsidRPr="001A7B4B">
              <w:rPr>
                <w:rFonts w:cs="Arial"/>
                <w:b w:val="0"/>
                <w:szCs w:val="22"/>
              </w:rPr>
              <w:lastRenderedPageBreak/>
              <w:t>K1.7 Plumbing and heating systems</w:t>
            </w:r>
          </w:p>
          <w:p w14:paraId="662E64A9" w14:textId="77777777" w:rsidR="00333C69" w:rsidRPr="001A7B4B" w:rsidRDefault="00333C69" w:rsidP="00333C69">
            <w:pPr>
              <w:pStyle w:val="Normalheadingblack"/>
              <w:rPr>
                <w:rFonts w:cs="Arial"/>
                <w:b w:val="0"/>
                <w:szCs w:val="22"/>
              </w:rPr>
            </w:pPr>
          </w:p>
          <w:p w14:paraId="1CD89F35" w14:textId="77777777" w:rsidR="00D95D8E" w:rsidRPr="001A7B4B" w:rsidRDefault="00D95D8E" w:rsidP="00D95D8E">
            <w:pPr>
              <w:pStyle w:val="Normalheadingblack"/>
              <w:rPr>
                <w:rFonts w:cs="Arial"/>
                <w:b w:val="0"/>
                <w:szCs w:val="22"/>
              </w:rPr>
            </w:pPr>
            <w:r w:rsidRPr="001A7B4B">
              <w:rPr>
                <w:rFonts w:cs="Arial"/>
                <w:b w:val="0"/>
                <w:szCs w:val="22"/>
              </w:rPr>
              <w:t>K1.11 Appliances supported by plumbing and heating systems</w:t>
            </w:r>
          </w:p>
          <w:p w14:paraId="3D6078BD" w14:textId="77777777" w:rsidR="00D95D8E" w:rsidRPr="001A7B4B" w:rsidRDefault="00D95D8E" w:rsidP="00333C69">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3904C540" w14:textId="77777777" w:rsidR="00333C69" w:rsidRPr="001A7B4B" w:rsidRDefault="00333C69" w:rsidP="00EE1F6E">
            <w:pPr>
              <w:pStyle w:val="Normalheadingblue"/>
              <w:spacing w:before="0" w:after="0"/>
              <w:rPr>
                <w:rFonts w:cs="Arial"/>
                <w:color w:val="auto"/>
                <w:szCs w:val="22"/>
              </w:rPr>
            </w:pPr>
            <w:r w:rsidRPr="001A7B4B">
              <w:rPr>
                <w:rFonts w:cs="Arial"/>
                <w:color w:val="auto"/>
                <w:szCs w:val="22"/>
              </w:rPr>
              <w:lastRenderedPageBreak/>
              <w:t>Activity:</w:t>
            </w:r>
          </w:p>
          <w:p w14:paraId="09E57849" w14:textId="77777777" w:rsidR="00333C69" w:rsidRPr="001A7B4B" w:rsidRDefault="00333C69" w:rsidP="00EE1F6E">
            <w:pPr>
              <w:pStyle w:val="Normalheadingblue"/>
              <w:spacing w:before="0" w:after="0"/>
              <w:rPr>
                <w:rFonts w:cs="Arial"/>
                <w:color w:val="auto"/>
                <w:szCs w:val="22"/>
              </w:rPr>
            </w:pPr>
            <w:r w:rsidRPr="001A7B4B">
              <w:rPr>
                <w:rFonts w:cs="Arial"/>
                <w:color w:val="auto"/>
                <w:szCs w:val="22"/>
              </w:rPr>
              <w:t>Starter task example:</w:t>
            </w:r>
          </w:p>
          <w:p w14:paraId="43443421" w14:textId="77777777" w:rsidR="00333C69" w:rsidRPr="001A7B4B" w:rsidRDefault="00333C69" w:rsidP="00EE1F6E">
            <w:pPr>
              <w:pStyle w:val="Normalheadingblue"/>
              <w:spacing w:before="0" w:after="0"/>
              <w:rPr>
                <w:rFonts w:cs="Arial"/>
                <w:b w:val="0"/>
                <w:color w:val="auto"/>
                <w:szCs w:val="22"/>
              </w:rPr>
            </w:pPr>
            <w:r w:rsidRPr="001A7B4B">
              <w:rPr>
                <w:rFonts w:cs="Arial"/>
                <w:b w:val="0"/>
                <w:color w:val="auto"/>
                <w:szCs w:val="22"/>
              </w:rPr>
              <w:lastRenderedPageBreak/>
              <w:t>Direct cylinder task – label a direct cylinder image including connections and discuss as a group led by tutor.</w:t>
            </w:r>
          </w:p>
          <w:p w14:paraId="071B6204" w14:textId="77777777" w:rsidR="00EE1F6E" w:rsidRPr="001A7B4B" w:rsidRDefault="00EE1F6E" w:rsidP="00EE1F6E">
            <w:pPr>
              <w:pStyle w:val="Normalheadingblue"/>
              <w:spacing w:before="0" w:after="0"/>
              <w:rPr>
                <w:rFonts w:cs="Arial"/>
                <w:b w:val="0"/>
                <w:color w:val="auto"/>
                <w:szCs w:val="22"/>
              </w:rPr>
            </w:pPr>
          </w:p>
          <w:p w14:paraId="2A90A4E4" w14:textId="4B8C1F2D" w:rsidR="00333C69" w:rsidRPr="001A7B4B" w:rsidRDefault="00333C69" w:rsidP="00EE1F6E">
            <w:pPr>
              <w:pStyle w:val="Normalheadingblue"/>
              <w:spacing w:before="0" w:after="0"/>
              <w:rPr>
                <w:rFonts w:cs="Arial"/>
                <w:color w:val="auto"/>
                <w:szCs w:val="22"/>
              </w:rPr>
            </w:pPr>
            <w:r w:rsidRPr="001A7B4B">
              <w:rPr>
                <w:rFonts w:cs="Arial"/>
                <w:color w:val="auto"/>
                <w:szCs w:val="22"/>
              </w:rPr>
              <w:t>Delivery</w:t>
            </w:r>
            <w:r w:rsidR="00EE1F6E" w:rsidRPr="001A7B4B">
              <w:rPr>
                <w:rFonts w:cs="Arial"/>
                <w:color w:val="auto"/>
                <w:szCs w:val="22"/>
              </w:rPr>
              <w:t xml:space="preserve"> focus</w:t>
            </w:r>
            <w:r w:rsidRPr="001A7B4B">
              <w:rPr>
                <w:rFonts w:cs="Arial"/>
                <w:color w:val="auto"/>
                <w:szCs w:val="22"/>
              </w:rPr>
              <w:t>:</w:t>
            </w:r>
          </w:p>
          <w:p w14:paraId="0A127C93" w14:textId="17D4377F" w:rsidR="00333C69" w:rsidRPr="001A7B4B" w:rsidRDefault="00333C69" w:rsidP="00EE1F6E">
            <w:pPr>
              <w:pStyle w:val="Normalheadingblue"/>
              <w:spacing w:before="0" w:after="0"/>
              <w:rPr>
                <w:rFonts w:cs="Arial"/>
                <w:color w:val="auto"/>
                <w:szCs w:val="22"/>
              </w:rPr>
            </w:pPr>
            <w:r w:rsidRPr="001A7B4B">
              <w:rPr>
                <w:rFonts w:cs="Arial"/>
                <w:b w:val="0"/>
                <w:color w:val="auto"/>
                <w:szCs w:val="22"/>
              </w:rPr>
              <w:t>Tutor to deliver content</w:t>
            </w:r>
            <w:r w:rsidR="002327E8">
              <w:rPr>
                <w:rFonts w:cs="Arial"/>
                <w:b w:val="0"/>
                <w:color w:val="auto"/>
                <w:szCs w:val="22"/>
              </w:rPr>
              <w:t xml:space="preserve"> on </w:t>
            </w:r>
            <w:r w:rsidR="002327E8" w:rsidRPr="002327E8">
              <w:rPr>
                <w:rFonts w:cs="Arial"/>
                <w:b w:val="0"/>
                <w:bCs/>
                <w:color w:val="auto"/>
                <w:szCs w:val="22"/>
              </w:rPr>
              <w:t>Indirect open vented hot water systems</w:t>
            </w:r>
            <w:r w:rsidR="002327E8">
              <w:rPr>
                <w:rFonts w:cs="Arial"/>
                <w:b w:val="0"/>
                <w:bCs/>
                <w:color w:val="auto"/>
                <w:szCs w:val="22"/>
              </w:rPr>
              <w:t>,</w:t>
            </w:r>
            <w:r w:rsidRPr="002327E8">
              <w:rPr>
                <w:rFonts w:cs="Arial"/>
                <w:b w:val="0"/>
                <w:bCs/>
                <w:color w:val="auto"/>
                <w:szCs w:val="22"/>
              </w:rPr>
              <w:t xml:space="preserve"> </w:t>
            </w:r>
            <w:r w:rsidRPr="001A7B4B">
              <w:rPr>
                <w:rFonts w:cs="Arial"/>
                <w:b w:val="0"/>
                <w:color w:val="auto"/>
                <w:szCs w:val="22"/>
              </w:rPr>
              <w:t>including:</w:t>
            </w:r>
          </w:p>
          <w:p w14:paraId="0241BA4B" w14:textId="77777777" w:rsidR="00333C69" w:rsidRPr="001A7B4B" w:rsidRDefault="00333C69" w:rsidP="002C017C">
            <w:pPr>
              <w:pStyle w:val="Normalheadingblue"/>
              <w:numPr>
                <w:ilvl w:val="0"/>
                <w:numId w:val="43"/>
              </w:numPr>
              <w:spacing w:before="0" w:after="0"/>
              <w:rPr>
                <w:rFonts w:cs="Arial"/>
                <w:b w:val="0"/>
                <w:color w:val="auto"/>
                <w:szCs w:val="22"/>
              </w:rPr>
            </w:pPr>
            <w:r w:rsidRPr="001A7B4B">
              <w:rPr>
                <w:rFonts w:cs="Arial"/>
                <w:b w:val="0"/>
                <w:color w:val="auto"/>
                <w:szCs w:val="22"/>
              </w:rPr>
              <w:t>Indirect hot water cylinders</w:t>
            </w:r>
          </w:p>
          <w:p w14:paraId="2E948D23" w14:textId="77777777" w:rsidR="00190D63" w:rsidRPr="001A7B4B" w:rsidRDefault="00190D63" w:rsidP="002C017C">
            <w:pPr>
              <w:pStyle w:val="Normalheadingblue"/>
              <w:numPr>
                <w:ilvl w:val="0"/>
                <w:numId w:val="43"/>
              </w:numPr>
              <w:spacing w:before="0" w:after="0"/>
              <w:rPr>
                <w:rFonts w:cs="Arial"/>
                <w:b w:val="0"/>
                <w:color w:val="auto"/>
                <w:szCs w:val="22"/>
              </w:rPr>
            </w:pPr>
            <w:r w:rsidRPr="001A7B4B">
              <w:rPr>
                <w:rFonts w:cs="Arial"/>
                <w:b w:val="0"/>
                <w:color w:val="auto"/>
                <w:szCs w:val="22"/>
              </w:rPr>
              <w:t>Basic single coil cylinders</w:t>
            </w:r>
          </w:p>
          <w:p w14:paraId="13F752E8" w14:textId="77777777" w:rsidR="00190D63" w:rsidRPr="001A7B4B" w:rsidRDefault="00190D63" w:rsidP="002C017C">
            <w:pPr>
              <w:pStyle w:val="Normalheadingblue"/>
              <w:numPr>
                <w:ilvl w:val="0"/>
                <w:numId w:val="43"/>
              </w:numPr>
              <w:spacing w:before="0" w:after="0"/>
              <w:rPr>
                <w:rFonts w:cs="Arial"/>
                <w:b w:val="0"/>
                <w:color w:val="auto"/>
                <w:szCs w:val="22"/>
              </w:rPr>
            </w:pPr>
            <w:r w:rsidRPr="001A7B4B">
              <w:rPr>
                <w:rFonts w:cs="Arial"/>
                <w:b w:val="0"/>
                <w:color w:val="auto"/>
                <w:szCs w:val="22"/>
              </w:rPr>
              <w:t>Twin coil cylinders</w:t>
            </w:r>
          </w:p>
          <w:p w14:paraId="12345AF0" w14:textId="77777777" w:rsidR="00333C69" w:rsidRPr="001A7B4B" w:rsidRDefault="00333C69" w:rsidP="002C017C">
            <w:pPr>
              <w:pStyle w:val="Normalheadingblue"/>
              <w:numPr>
                <w:ilvl w:val="0"/>
                <w:numId w:val="43"/>
              </w:numPr>
              <w:spacing w:before="0" w:after="0"/>
              <w:rPr>
                <w:rFonts w:cs="Arial"/>
                <w:b w:val="0"/>
                <w:color w:val="auto"/>
                <w:szCs w:val="22"/>
              </w:rPr>
            </w:pPr>
            <w:r w:rsidRPr="001A7B4B">
              <w:rPr>
                <w:rFonts w:cs="Arial"/>
                <w:b w:val="0"/>
                <w:color w:val="auto"/>
                <w:szCs w:val="22"/>
              </w:rPr>
              <w:t>Primary circuits and basic control</w:t>
            </w:r>
          </w:p>
          <w:p w14:paraId="7D9155B1" w14:textId="77777777" w:rsidR="00333C69" w:rsidRPr="001A7B4B" w:rsidRDefault="00333C69" w:rsidP="002C017C">
            <w:pPr>
              <w:pStyle w:val="Normalheadingblue"/>
              <w:numPr>
                <w:ilvl w:val="0"/>
                <w:numId w:val="43"/>
              </w:numPr>
              <w:spacing w:before="0" w:after="0"/>
              <w:rPr>
                <w:rFonts w:cs="Arial"/>
                <w:b w:val="0"/>
                <w:color w:val="auto"/>
                <w:szCs w:val="22"/>
              </w:rPr>
            </w:pPr>
            <w:r w:rsidRPr="001A7B4B">
              <w:rPr>
                <w:rFonts w:cs="Arial"/>
                <w:b w:val="0"/>
                <w:color w:val="auto"/>
                <w:szCs w:val="22"/>
              </w:rPr>
              <w:t>Cylinder thermostats and position</w:t>
            </w:r>
          </w:p>
          <w:p w14:paraId="4B916375" w14:textId="77777777" w:rsidR="00333C69" w:rsidRPr="001A7B4B" w:rsidRDefault="00333C69" w:rsidP="002C017C">
            <w:pPr>
              <w:pStyle w:val="Normalheadingblue"/>
              <w:numPr>
                <w:ilvl w:val="0"/>
                <w:numId w:val="43"/>
              </w:numPr>
              <w:spacing w:before="0" w:after="0"/>
              <w:rPr>
                <w:rFonts w:cs="Arial"/>
                <w:b w:val="0"/>
                <w:color w:val="auto"/>
                <w:szCs w:val="22"/>
              </w:rPr>
            </w:pPr>
            <w:r w:rsidRPr="001A7B4B">
              <w:rPr>
                <w:rFonts w:cs="Arial"/>
                <w:b w:val="0"/>
                <w:color w:val="auto"/>
                <w:szCs w:val="22"/>
              </w:rPr>
              <w:t>Connection positions</w:t>
            </w:r>
          </w:p>
          <w:p w14:paraId="23A15898" w14:textId="77777777" w:rsidR="00333C69" w:rsidRPr="001A7B4B" w:rsidRDefault="00333C69" w:rsidP="002C017C">
            <w:pPr>
              <w:pStyle w:val="Normalheadingblue"/>
              <w:numPr>
                <w:ilvl w:val="0"/>
                <w:numId w:val="43"/>
              </w:numPr>
              <w:spacing w:before="0" w:after="0"/>
              <w:rPr>
                <w:rFonts w:cs="Arial"/>
                <w:b w:val="0"/>
                <w:color w:val="auto"/>
                <w:szCs w:val="22"/>
              </w:rPr>
            </w:pPr>
            <w:r w:rsidRPr="001A7B4B">
              <w:rPr>
                <w:rFonts w:cs="Arial"/>
                <w:b w:val="0"/>
                <w:color w:val="auto"/>
                <w:szCs w:val="22"/>
              </w:rPr>
              <w:t>Tutor to discuss layouts, connections, basic controls and positions.</w:t>
            </w:r>
          </w:p>
          <w:p w14:paraId="7FD097EE" w14:textId="7557F227" w:rsidR="00333C69" w:rsidRPr="001A7B4B" w:rsidRDefault="00333C69" w:rsidP="002C017C">
            <w:pPr>
              <w:pStyle w:val="Normalheadingblue"/>
              <w:numPr>
                <w:ilvl w:val="0"/>
                <w:numId w:val="43"/>
              </w:numPr>
              <w:spacing w:before="0" w:after="0"/>
              <w:rPr>
                <w:rFonts w:cs="Arial"/>
                <w:b w:val="0"/>
                <w:color w:val="auto"/>
                <w:szCs w:val="22"/>
              </w:rPr>
            </w:pPr>
            <w:r w:rsidRPr="001A7B4B">
              <w:rPr>
                <w:rFonts w:cs="Arial"/>
                <w:b w:val="0"/>
                <w:color w:val="auto"/>
                <w:szCs w:val="22"/>
              </w:rPr>
              <w:t xml:space="preserve">Tutor to show </w:t>
            </w:r>
            <w:r w:rsidR="00F502C8" w:rsidRPr="001A7B4B">
              <w:rPr>
                <w:rFonts w:cs="Arial"/>
                <w:b w:val="0"/>
                <w:color w:val="auto"/>
                <w:szCs w:val="22"/>
              </w:rPr>
              <w:t>students</w:t>
            </w:r>
            <w:r w:rsidRPr="001A7B4B">
              <w:rPr>
                <w:rFonts w:cs="Arial"/>
                <w:b w:val="0"/>
                <w:color w:val="auto"/>
                <w:szCs w:val="22"/>
              </w:rPr>
              <w:t xml:space="preserve"> real working systems and examine dimensions and pipe connections.</w:t>
            </w:r>
          </w:p>
          <w:p w14:paraId="00618811" w14:textId="77777777" w:rsidR="00333C69" w:rsidRPr="001A7B4B" w:rsidRDefault="00333C69" w:rsidP="00EE1F6E">
            <w:pPr>
              <w:pStyle w:val="Normalheadingblue"/>
              <w:spacing w:before="0" w:after="0"/>
              <w:rPr>
                <w:rFonts w:cs="Arial"/>
                <w:color w:val="auto"/>
                <w:szCs w:val="22"/>
              </w:rPr>
            </w:pPr>
          </w:p>
          <w:p w14:paraId="38AD985E" w14:textId="5C0A65C2" w:rsidR="00333C69" w:rsidRPr="001A7B4B" w:rsidRDefault="00333C69" w:rsidP="00EE1F6E">
            <w:pPr>
              <w:pStyle w:val="Normalheadingblue"/>
              <w:spacing w:before="0" w:after="0"/>
              <w:rPr>
                <w:rFonts w:cs="Arial"/>
                <w:color w:val="auto"/>
                <w:szCs w:val="22"/>
              </w:rPr>
            </w:pPr>
            <w:r w:rsidRPr="001A7B4B">
              <w:rPr>
                <w:rFonts w:cs="Arial"/>
                <w:color w:val="auto"/>
                <w:szCs w:val="22"/>
              </w:rPr>
              <w:t xml:space="preserve">Knowledge </w:t>
            </w:r>
            <w:r w:rsidR="00EE1F6E" w:rsidRPr="001A7B4B">
              <w:rPr>
                <w:rFonts w:cs="Arial"/>
                <w:color w:val="auto"/>
                <w:szCs w:val="22"/>
              </w:rPr>
              <w:t>C</w:t>
            </w:r>
            <w:r w:rsidRPr="001A7B4B">
              <w:rPr>
                <w:rFonts w:cs="Arial"/>
                <w:color w:val="auto"/>
                <w:szCs w:val="22"/>
              </w:rPr>
              <w:t>heck example:</w:t>
            </w:r>
          </w:p>
          <w:p w14:paraId="76BB1DB9" w14:textId="7D3B87E3" w:rsidR="00333C69" w:rsidRPr="001A7B4B" w:rsidRDefault="00116A2E" w:rsidP="00EE1F6E">
            <w:pPr>
              <w:pStyle w:val="Normalheadingblue"/>
              <w:spacing w:before="0" w:after="0"/>
              <w:rPr>
                <w:rFonts w:cs="Arial"/>
                <w:b w:val="0"/>
                <w:color w:val="auto"/>
                <w:szCs w:val="22"/>
              </w:rPr>
            </w:pPr>
            <w:r w:rsidRPr="001A7B4B">
              <w:rPr>
                <w:rFonts w:cs="Arial"/>
                <w:b w:val="0"/>
                <w:color w:val="auto"/>
                <w:szCs w:val="22"/>
              </w:rPr>
              <w:t>Students</w:t>
            </w:r>
            <w:r w:rsidR="00333C69" w:rsidRPr="001A7B4B">
              <w:rPr>
                <w:rFonts w:cs="Arial"/>
                <w:b w:val="0"/>
                <w:color w:val="auto"/>
                <w:szCs w:val="22"/>
              </w:rPr>
              <w:t xml:space="preserve"> to produce system sketches and label before peer marking and tutor led discussion.</w:t>
            </w:r>
          </w:p>
          <w:p w14:paraId="037026B1" w14:textId="77777777" w:rsidR="00333C69" w:rsidRPr="001A7B4B" w:rsidRDefault="00333C69" w:rsidP="00EE1F6E">
            <w:pPr>
              <w:pStyle w:val="Normalheadingblue"/>
              <w:spacing w:before="0" w:after="0"/>
              <w:rPr>
                <w:rFonts w:cs="Arial"/>
                <w:color w:val="auto"/>
                <w:szCs w:val="22"/>
              </w:rPr>
            </w:pPr>
          </w:p>
          <w:p w14:paraId="0088F7BF" w14:textId="77777777" w:rsidR="00333C69" w:rsidRPr="001A7B4B" w:rsidRDefault="00333C69" w:rsidP="00EE1F6E">
            <w:pPr>
              <w:pStyle w:val="Normalheadingblue"/>
              <w:spacing w:before="0" w:after="0"/>
              <w:rPr>
                <w:rFonts w:cs="Arial"/>
                <w:color w:val="auto"/>
                <w:szCs w:val="22"/>
              </w:rPr>
            </w:pPr>
            <w:r w:rsidRPr="001A7B4B">
              <w:rPr>
                <w:rFonts w:cs="Arial"/>
                <w:color w:val="auto"/>
                <w:szCs w:val="22"/>
              </w:rPr>
              <w:t>Resources:</w:t>
            </w:r>
          </w:p>
          <w:p w14:paraId="6DC60E84" w14:textId="77777777" w:rsidR="00333C69" w:rsidRPr="001A7B4B" w:rsidRDefault="00333C69" w:rsidP="00EE1F6E">
            <w:pPr>
              <w:pStyle w:val="Normalheadingblue"/>
              <w:spacing w:before="0" w:after="0"/>
              <w:rPr>
                <w:rFonts w:cs="Arial"/>
                <w:b w:val="0"/>
                <w:color w:val="auto"/>
                <w:szCs w:val="22"/>
              </w:rPr>
            </w:pPr>
            <w:r w:rsidRPr="001A7B4B">
              <w:rPr>
                <w:rFonts w:cs="Arial"/>
                <w:b w:val="0"/>
                <w:color w:val="auto"/>
                <w:szCs w:val="22"/>
              </w:rPr>
              <w:t>Examples of indirect cylinders</w:t>
            </w:r>
          </w:p>
          <w:p w14:paraId="6227DA98" w14:textId="77777777" w:rsidR="00190D63" w:rsidRPr="001A7B4B" w:rsidRDefault="00190D63" w:rsidP="00EE1F6E">
            <w:pPr>
              <w:pStyle w:val="Normalheadingblue"/>
              <w:spacing w:before="0" w:after="0"/>
              <w:rPr>
                <w:rFonts w:cs="Arial"/>
                <w:b w:val="0"/>
                <w:color w:val="auto"/>
                <w:szCs w:val="22"/>
              </w:rPr>
            </w:pPr>
            <w:r w:rsidRPr="001A7B4B">
              <w:rPr>
                <w:rFonts w:cs="Arial"/>
                <w:b w:val="0"/>
                <w:color w:val="auto"/>
                <w:szCs w:val="22"/>
              </w:rPr>
              <w:t>Cylinder thermostats</w:t>
            </w:r>
          </w:p>
          <w:p w14:paraId="67EE4C68" w14:textId="77777777" w:rsidR="00190D63" w:rsidRPr="001A7B4B" w:rsidRDefault="00190D63" w:rsidP="00EE1F6E">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3BF625B2" w14:textId="77777777" w:rsidR="00DD207A" w:rsidRPr="001A7B4B" w:rsidRDefault="008A57D2">
            <w:r w:rsidRPr="001A7B4B">
              <w:lastRenderedPageBreak/>
              <w:t>Label the direct cylinder</w:t>
            </w:r>
            <w:r w:rsidRPr="001A7B4B">
              <w:br/>
            </w:r>
            <w:r w:rsidRPr="001A7B4B">
              <w:br/>
            </w:r>
            <w:r w:rsidRPr="001A7B4B">
              <w:lastRenderedPageBreak/>
              <w:br/>
              <w:t>Q&amp;A</w:t>
            </w:r>
            <w:r w:rsidRPr="001A7B4B">
              <w:br/>
            </w:r>
            <w:r w:rsidRPr="001A7B4B">
              <w:br/>
            </w:r>
            <w:r w:rsidRPr="001A7B4B">
              <w:br/>
              <w:t>Produce sketch</w:t>
            </w:r>
            <w:r w:rsidRPr="001A7B4B">
              <w:br/>
              <w:t>English skills (reading, writing, technical vocabulary)</w:t>
            </w:r>
          </w:p>
        </w:tc>
      </w:tr>
      <w:tr w:rsidR="001A7B4B" w:rsidRPr="001A7B4B" w14:paraId="60768518"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3EF101AA" w14:textId="77777777" w:rsidR="00190D63" w:rsidRDefault="00190D63" w:rsidP="00190D63">
            <w:pPr>
              <w:jc w:val="center"/>
              <w:rPr>
                <w:rFonts w:cs="Arial"/>
                <w:szCs w:val="22"/>
              </w:rPr>
            </w:pPr>
            <w:r>
              <w:rPr>
                <w:rFonts w:cs="Arial"/>
                <w:szCs w:val="22"/>
              </w:rPr>
              <w:lastRenderedPageBreak/>
              <w:t>96</w:t>
            </w:r>
          </w:p>
          <w:p w14:paraId="6E169EB4" w14:textId="77777777" w:rsidR="00190D63" w:rsidRDefault="00190D63" w:rsidP="00190D63">
            <w:pPr>
              <w:jc w:val="center"/>
              <w:rPr>
                <w:rFonts w:cs="Arial"/>
                <w:szCs w:val="22"/>
              </w:rPr>
            </w:pPr>
            <w:r>
              <w:rPr>
                <w:rFonts w:cs="Arial"/>
                <w:szCs w:val="22"/>
              </w:rPr>
              <w:lastRenderedPageBreak/>
              <w:t>3 hours</w:t>
            </w:r>
          </w:p>
          <w:p w14:paraId="3ED9B458" w14:textId="5839FD9E" w:rsidR="00A511B0" w:rsidRPr="00584F2E" w:rsidRDefault="00A511B0" w:rsidP="00190D63">
            <w:pPr>
              <w:jc w:val="center"/>
              <w:rPr>
                <w:rFonts w:cs="Arial"/>
                <w:b/>
                <w:bCs/>
                <w:szCs w:val="22"/>
              </w:rPr>
            </w:pPr>
            <w:r w:rsidRPr="00584F2E">
              <w:rPr>
                <w:rFonts w:cs="Arial"/>
                <w:b/>
                <w:bCs/>
                <w:szCs w:val="22"/>
                <w:highlight w:val="yellow"/>
              </w:rPr>
              <w:t>PPT available</w:t>
            </w:r>
          </w:p>
        </w:tc>
        <w:tc>
          <w:tcPr>
            <w:tcW w:w="2199" w:type="dxa"/>
            <w:tcBorders>
              <w:top w:val="single" w:sz="4" w:space="0" w:color="C6C5C6"/>
              <w:left w:val="single" w:sz="4" w:space="0" w:color="C6C5C6"/>
              <w:bottom w:val="single" w:sz="4" w:space="0" w:color="C6C5C6"/>
              <w:right w:val="single" w:sz="4" w:space="0" w:color="C6C5C6"/>
            </w:tcBorders>
          </w:tcPr>
          <w:p w14:paraId="40E868CA" w14:textId="77777777" w:rsidR="00190D63" w:rsidRPr="001A7B4B" w:rsidRDefault="00190D63" w:rsidP="00190D63">
            <w:pPr>
              <w:pStyle w:val="Normalheadingblack"/>
              <w:rPr>
                <w:rFonts w:cs="Arial"/>
                <w:lang w:eastAsia="en-GB"/>
              </w:rPr>
            </w:pPr>
            <w:r w:rsidRPr="001A7B4B">
              <w:rPr>
                <w:rFonts w:cs="Arial"/>
                <w:lang w:eastAsia="en-GB"/>
              </w:rPr>
              <w:lastRenderedPageBreak/>
              <w:t xml:space="preserve">Outcome 1 – Plumbing and </w:t>
            </w:r>
            <w:r w:rsidRPr="001A7B4B">
              <w:rPr>
                <w:rFonts w:cs="Arial"/>
                <w:lang w:eastAsia="en-GB"/>
              </w:rPr>
              <w:lastRenderedPageBreak/>
              <w:t>heating common knowledge criteria</w:t>
            </w:r>
          </w:p>
          <w:p w14:paraId="2F08D88A" w14:textId="77777777" w:rsidR="00190D63" w:rsidRPr="001A7B4B" w:rsidRDefault="00190D63" w:rsidP="00190D63">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0167E0BB" w14:textId="77777777" w:rsidR="00190D63" w:rsidRPr="001A7B4B" w:rsidRDefault="00190D63" w:rsidP="00190D63">
            <w:pPr>
              <w:pStyle w:val="Normalheadingblack"/>
              <w:rPr>
                <w:rFonts w:cs="Arial"/>
                <w:b w:val="0"/>
                <w:szCs w:val="22"/>
              </w:rPr>
            </w:pPr>
            <w:r w:rsidRPr="001A7B4B">
              <w:rPr>
                <w:rFonts w:cs="Arial"/>
                <w:b w:val="0"/>
                <w:szCs w:val="22"/>
              </w:rPr>
              <w:lastRenderedPageBreak/>
              <w:t>K1.7 Plumbing and heating systems</w:t>
            </w:r>
          </w:p>
          <w:p w14:paraId="09251B10" w14:textId="77777777" w:rsidR="00D95D8E" w:rsidRPr="001A7B4B" w:rsidRDefault="00D95D8E" w:rsidP="00190D63">
            <w:pPr>
              <w:pStyle w:val="Normalheadingblack"/>
              <w:rPr>
                <w:rFonts w:cs="Arial"/>
                <w:b w:val="0"/>
                <w:szCs w:val="22"/>
              </w:rPr>
            </w:pPr>
          </w:p>
          <w:p w14:paraId="6F8BDFF8" w14:textId="77777777" w:rsidR="00D95D8E" w:rsidRPr="001A7B4B" w:rsidRDefault="00D95D8E" w:rsidP="00D95D8E">
            <w:pPr>
              <w:pStyle w:val="Normalheadingblack"/>
              <w:rPr>
                <w:rFonts w:cs="Arial"/>
                <w:b w:val="0"/>
                <w:szCs w:val="22"/>
              </w:rPr>
            </w:pPr>
            <w:r w:rsidRPr="001A7B4B">
              <w:rPr>
                <w:rFonts w:cs="Arial"/>
                <w:b w:val="0"/>
                <w:szCs w:val="22"/>
              </w:rPr>
              <w:t>K1.11 Appliances supported by plumbing and heating systems</w:t>
            </w:r>
          </w:p>
          <w:p w14:paraId="641C2A69" w14:textId="77777777" w:rsidR="00D95D8E" w:rsidRPr="001A7B4B" w:rsidRDefault="00D95D8E" w:rsidP="00190D63">
            <w:pPr>
              <w:pStyle w:val="Normalheadingblack"/>
              <w:rPr>
                <w:rFonts w:cs="Arial"/>
                <w:b w:val="0"/>
                <w:szCs w:val="22"/>
              </w:rPr>
            </w:pPr>
          </w:p>
          <w:p w14:paraId="2793E360" w14:textId="77777777" w:rsidR="00190D63" w:rsidRPr="001A7B4B" w:rsidRDefault="00190D63" w:rsidP="00190D63">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1A310D1E" w14:textId="3439864B" w:rsidR="00190D63" w:rsidRPr="001A7B4B" w:rsidRDefault="00190D63" w:rsidP="00EE1F6E">
            <w:pPr>
              <w:pStyle w:val="Normalheadingblue"/>
              <w:spacing w:before="0" w:after="0"/>
              <w:rPr>
                <w:rFonts w:cs="Arial"/>
                <w:color w:val="auto"/>
                <w:szCs w:val="22"/>
              </w:rPr>
            </w:pPr>
            <w:r w:rsidRPr="001A7B4B">
              <w:rPr>
                <w:rFonts w:cs="Arial"/>
                <w:color w:val="auto"/>
                <w:szCs w:val="22"/>
              </w:rPr>
              <w:lastRenderedPageBreak/>
              <w:t>Activity:</w:t>
            </w:r>
          </w:p>
          <w:p w14:paraId="66D0F26A" w14:textId="77777777" w:rsidR="00190D63" w:rsidRPr="001A7B4B" w:rsidRDefault="00190D63" w:rsidP="00EE1F6E">
            <w:pPr>
              <w:pStyle w:val="Normalheadingblue"/>
              <w:spacing w:before="0" w:after="0"/>
              <w:rPr>
                <w:rFonts w:cs="Arial"/>
                <w:color w:val="auto"/>
                <w:szCs w:val="22"/>
              </w:rPr>
            </w:pPr>
            <w:r w:rsidRPr="001A7B4B">
              <w:rPr>
                <w:rFonts w:cs="Arial"/>
                <w:color w:val="auto"/>
                <w:szCs w:val="22"/>
              </w:rPr>
              <w:t>Starter task example:</w:t>
            </w:r>
          </w:p>
          <w:p w14:paraId="78F0C763" w14:textId="77777777" w:rsidR="00624D37" w:rsidRPr="001A7B4B" w:rsidRDefault="00624D37" w:rsidP="00EE1F6E">
            <w:pPr>
              <w:pStyle w:val="Normalheadingblue"/>
              <w:spacing w:before="0" w:after="0"/>
              <w:rPr>
                <w:rFonts w:cs="Arial"/>
                <w:b w:val="0"/>
                <w:color w:val="auto"/>
                <w:szCs w:val="22"/>
              </w:rPr>
            </w:pPr>
            <w:r w:rsidRPr="001A7B4B">
              <w:rPr>
                <w:rFonts w:cs="Arial"/>
                <w:b w:val="0"/>
                <w:color w:val="auto"/>
                <w:szCs w:val="22"/>
              </w:rPr>
              <w:lastRenderedPageBreak/>
              <w:t>Website of the day – introduce students to a relevant website relating to the topic such as www.engineeringtoolbox.com</w:t>
            </w:r>
          </w:p>
          <w:p w14:paraId="481E1CF9" w14:textId="77777777" w:rsidR="00624D37" w:rsidRPr="001A7B4B" w:rsidRDefault="00624D37" w:rsidP="00EE1F6E">
            <w:pPr>
              <w:pStyle w:val="Normalheadingblue"/>
              <w:spacing w:before="0" w:after="0"/>
              <w:rPr>
                <w:rFonts w:cs="Arial"/>
                <w:color w:val="auto"/>
                <w:szCs w:val="22"/>
              </w:rPr>
            </w:pPr>
          </w:p>
          <w:p w14:paraId="464A479C" w14:textId="6AE6A2CD" w:rsidR="00190D63" w:rsidRPr="001A7B4B" w:rsidRDefault="00190D63" w:rsidP="00EE1F6E">
            <w:pPr>
              <w:pStyle w:val="Normalheadingblue"/>
              <w:spacing w:before="0" w:after="0"/>
              <w:rPr>
                <w:rFonts w:cs="Arial"/>
                <w:color w:val="auto"/>
                <w:szCs w:val="22"/>
              </w:rPr>
            </w:pPr>
            <w:r w:rsidRPr="001A7B4B">
              <w:rPr>
                <w:rFonts w:cs="Arial"/>
                <w:color w:val="auto"/>
                <w:szCs w:val="22"/>
              </w:rPr>
              <w:t>Delivery</w:t>
            </w:r>
            <w:r w:rsidR="00EE1F6E" w:rsidRPr="001A7B4B">
              <w:rPr>
                <w:rFonts w:cs="Arial"/>
                <w:color w:val="auto"/>
                <w:szCs w:val="22"/>
              </w:rPr>
              <w:t xml:space="preserve"> focus</w:t>
            </w:r>
            <w:r w:rsidRPr="001A7B4B">
              <w:rPr>
                <w:rFonts w:cs="Arial"/>
                <w:color w:val="auto"/>
                <w:szCs w:val="22"/>
              </w:rPr>
              <w:t>:</w:t>
            </w:r>
          </w:p>
          <w:p w14:paraId="642C1F26" w14:textId="77777777" w:rsidR="00B6344A" w:rsidRDefault="00B6344A" w:rsidP="00B6344A">
            <w:pPr>
              <w:pStyle w:val="Normalheadingblue"/>
              <w:spacing w:before="0" w:after="0"/>
              <w:rPr>
                <w:rFonts w:cs="Arial"/>
                <w:color w:val="auto"/>
                <w:szCs w:val="22"/>
              </w:rPr>
            </w:pPr>
            <w:r w:rsidRPr="00B6344A">
              <w:rPr>
                <w:rFonts w:cs="Arial"/>
                <w:b w:val="0"/>
                <w:bCs/>
                <w:color w:val="auto"/>
                <w:szCs w:val="22"/>
              </w:rPr>
              <w:t>Using</w:t>
            </w:r>
            <w:r w:rsidRPr="00B6344A">
              <w:rPr>
                <w:rFonts w:cs="Arial"/>
                <w:color w:val="auto"/>
                <w:szCs w:val="22"/>
              </w:rPr>
              <w:t xml:space="preserve"> </w:t>
            </w:r>
            <w:r w:rsidRPr="00A3733B">
              <w:rPr>
                <w:rFonts w:cs="Arial"/>
                <w:b w:val="0"/>
                <w:bCs/>
                <w:color w:val="auto"/>
                <w:szCs w:val="22"/>
              </w:rPr>
              <w:t>PowerPoint</w:t>
            </w:r>
            <w:r w:rsidRPr="00A3733B">
              <w:rPr>
                <w:rFonts w:cs="Arial"/>
                <w:b w:val="0"/>
                <w:bCs/>
                <w:color w:val="auto"/>
                <w:szCs w:val="22"/>
                <w:highlight w:val="yellow"/>
              </w:rPr>
              <w:t xml:space="preserve"> </w:t>
            </w:r>
            <w:r w:rsidRPr="00F516D5">
              <w:rPr>
                <w:rFonts w:cs="Arial"/>
                <w:color w:val="auto"/>
                <w:szCs w:val="22"/>
                <w:highlight w:val="yellow"/>
              </w:rPr>
              <w:t>K1.7 K1.11 Unvented Hot Water Principles</w:t>
            </w:r>
            <w:r w:rsidRPr="00B6344A">
              <w:rPr>
                <w:rFonts w:cs="Arial"/>
                <w:color w:val="auto"/>
                <w:szCs w:val="22"/>
              </w:rPr>
              <w:t xml:space="preserve">, </w:t>
            </w:r>
            <w:r w:rsidRPr="00B6344A">
              <w:rPr>
                <w:rFonts w:cs="Arial"/>
                <w:b w:val="0"/>
                <w:bCs/>
                <w:color w:val="auto"/>
                <w:szCs w:val="22"/>
              </w:rPr>
              <w:t>deliver the following content:</w:t>
            </w:r>
          </w:p>
          <w:p w14:paraId="58B357F9" w14:textId="46F9472B" w:rsidR="00624D37" w:rsidRPr="001A7B4B" w:rsidRDefault="00624D37" w:rsidP="00B6344A">
            <w:pPr>
              <w:pStyle w:val="Normalheadingblue"/>
              <w:spacing w:before="0" w:after="0"/>
              <w:rPr>
                <w:rFonts w:cs="Arial"/>
                <w:b w:val="0"/>
                <w:color w:val="auto"/>
                <w:szCs w:val="22"/>
              </w:rPr>
            </w:pPr>
            <w:r w:rsidRPr="001A7B4B">
              <w:rPr>
                <w:rFonts w:cs="Arial"/>
                <w:b w:val="0"/>
                <w:color w:val="auto"/>
                <w:szCs w:val="22"/>
              </w:rPr>
              <w:t>Requirements of Approved document G3 schedule 2</w:t>
            </w:r>
          </w:p>
          <w:p w14:paraId="7342E357" w14:textId="1D9D54AE" w:rsidR="00624D37" w:rsidRPr="001A7B4B" w:rsidRDefault="00624D37" w:rsidP="002C017C">
            <w:pPr>
              <w:pStyle w:val="Normalheadingblue"/>
              <w:numPr>
                <w:ilvl w:val="0"/>
                <w:numId w:val="44"/>
              </w:numPr>
              <w:spacing w:before="0" w:after="0"/>
              <w:rPr>
                <w:rFonts w:cs="Arial"/>
                <w:b w:val="0"/>
                <w:color w:val="auto"/>
                <w:szCs w:val="22"/>
              </w:rPr>
            </w:pPr>
            <w:r w:rsidRPr="001A7B4B">
              <w:rPr>
                <w:rFonts w:cs="Arial"/>
                <w:b w:val="0"/>
                <w:color w:val="auto"/>
                <w:szCs w:val="22"/>
              </w:rPr>
              <w:t>Principles of water under pressure</w:t>
            </w:r>
            <w:r w:rsidR="00C21E8C">
              <w:rPr>
                <w:rFonts w:cs="Arial"/>
                <w:b w:val="0"/>
                <w:color w:val="auto"/>
                <w:szCs w:val="22"/>
              </w:rPr>
              <w:t>.</w:t>
            </w:r>
          </w:p>
          <w:p w14:paraId="6818726B" w14:textId="2D89E184" w:rsidR="00624D37" w:rsidRPr="001A7B4B" w:rsidRDefault="00624D37" w:rsidP="002C017C">
            <w:pPr>
              <w:pStyle w:val="Normalheadingblue"/>
              <w:numPr>
                <w:ilvl w:val="0"/>
                <w:numId w:val="44"/>
              </w:numPr>
              <w:spacing w:before="0" w:after="0"/>
              <w:rPr>
                <w:rFonts w:cs="Arial"/>
                <w:b w:val="0"/>
                <w:color w:val="auto"/>
                <w:szCs w:val="22"/>
              </w:rPr>
            </w:pPr>
            <w:r w:rsidRPr="001A7B4B">
              <w:rPr>
                <w:rFonts w:cs="Arial"/>
                <w:b w:val="0"/>
                <w:color w:val="auto"/>
                <w:szCs w:val="22"/>
              </w:rPr>
              <w:t>The comparison of components between vented and unvented</w:t>
            </w:r>
            <w:r w:rsidR="00C21E8C">
              <w:rPr>
                <w:rFonts w:cs="Arial"/>
                <w:b w:val="0"/>
                <w:color w:val="auto"/>
                <w:szCs w:val="22"/>
              </w:rPr>
              <w:t>.</w:t>
            </w:r>
          </w:p>
          <w:p w14:paraId="0CEA6FC8" w14:textId="6513394B" w:rsidR="00624D37" w:rsidRPr="001A7B4B" w:rsidRDefault="00624D37" w:rsidP="002C017C">
            <w:pPr>
              <w:pStyle w:val="Normalheadingblue"/>
              <w:numPr>
                <w:ilvl w:val="0"/>
                <w:numId w:val="44"/>
              </w:numPr>
              <w:spacing w:before="0" w:after="0"/>
              <w:rPr>
                <w:rFonts w:cs="Arial"/>
                <w:b w:val="0"/>
                <w:color w:val="auto"/>
                <w:szCs w:val="22"/>
              </w:rPr>
            </w:pPr>
            <w:r w:rsidRPr="001A7B4B">
              <w:rPr>
                <w:rFonts w:cs="Arial"/>
                <w:b w:val="0"/>
                <w:color w:val="auto"/>
                <w:szCs w:val="22"/>
              </w:rPr>
              <w:t>How expansion is managed without the cistern</w:t>
            </w:r>
            <w:r w:rsidR="00C21E8C">
              <w:rPr>
                <w:rFonts w:cs="Arial"/>
                <w:b w:val="0"/>
                <w:color w:val="auto"/>
                <w:szCs w:val="22"/>
              </w:rPr>
              <w:t>.</w:t>
            </w:r>
          </w:p>
          <w:p w14:paraId="18CEF744" w14:textId="78014DD1" w:rsidR="00624D37" w:rsidRPr="001A7B4B" w:rsidRDefault="00624D37" w:rsidP="002C017C">
            <w:pPr>
              <w:pStyle w:val="Normalheadingblue"/>
              <w:numPr>
                <w:ilvl w:val="0"/>
                <w:numId w:val="44"/>
              </w:numPr>
              <w:spacing w:before="0" w:after="0"/>
              <w:rPr>
                <w:rFonts w:cs="Arial"/>
                <w:b w:val="0"/>
                <w:color w:val="auto"/>
                <w:szCs w:val="22"/>
              </w:rPr>
            </w:pPr>
            <w:r w:rsidRPr="001A7B4B">
              <w:rPr>
                <w:rFonts w:cs="Arial"/>
                <w:b w:val="0"/>
                <w:color w:val="auto"/>
                <w:szCs w:val="22"/>
              </w:rPr>
              <w:t>Tutor to show images of system layout and discuss how temperature is controlled without open vent</w:t>
            </w:r>
            <w:r w:rsidR="00C21E8C">
              <w:rPr>
                <w:rFonts w:cs="Arial"/>
                <w:b w:val="0"/>
                <w:color w:val="auto"/>
                <w:szCs w:val="22"/>
              </w:rPr>
              <w:t>.</w:t>
            </w:r>
          </w:p>
          <w:p w14:paraId="56F0BA9A" w14:textId="736154DB" w:rsidR="00624D37" w:rsidRPr="001A7B4B" w:rsidRDefault="00624D37" w:rsidP="002C017C">
            <w:pPr>
              <w:pStyle w:val="Normalheadingblue"/>
              <w:numPr>
                <w:ilvl w:val="0"/>
                <w:numId w:val="44"/>
              </w:numPr>
              <w:spacing w:before="0" w:after="0"/>
              <w:rPr>
                <w:rFonts w:cs="Arial"/>
                <w:b w:val="0"/>
                <w:color w:val="auto"/>
                <w:szCs w:val="22"/>
              </w:rPr>
            </w:pPr>
            <w:r w:rsidRPr="001A7B4B">
              <w:rPr>
                <w:rFonts w:cs="Arial"/>
                <w:b w:val="0"/>
                <w:color w:val="auto"/>
                <w:szCs w:val="22"/>
              </w:rPr>
              <w:t>Discuss the role of T&amp;P valve in comparison to an open vent</w:t>
            </w:r>
            <w:r w:rsidR="00C21E8C">
              <w:rPr>
                <w:rFonts w:cs="Arial"/>
                <w:b w:val="0"/>
                <w:color w:val="auto"/>
                <w:szCs w:val="22"/>
              </w:rPr>
              <w:t>.</w:t>
            </w:r>
          </w:p>
          <w:p w14:paraId="6C338A0C" w14:textId="1EEFDF97" w:rsidR="00624D37" w:rsidRPr="001A7B4B" w:rsidRDefault="00624D37" w:rsidP="002C017C">
            <w:pPr>
              <w:pStyle w:val="Normalheadingblue"/>
              <w:numPr>
                <w:ilvl w:val="0"/>
                <w:numId w:val="44"/>
              </w:numPr>
              <w:spacing w:before="0" w:after="0"/>
              <w:rPr>
                <w:rFonts w:cs="Arial"/>
                <w:b w:val="0"/>
                <w:color w:val="auto"/>
                <w:szCs w:val="22"/>
              </w:rPr>
            </w:pPr>
            <w:r w:rsidRPr="001A7B4B">
              <w:rPr>
                <w:rFonts w:cs="Arial"/>
                <w:b w:val="0"/>
                <w:color w:val="auto"/>
                <w:szCs w:val="22"/>
              </w:rPr>
              <w:t xml:space="preserve">Examine live systems and show component parts for </w:t>
            </w:r>
            <w:r w:rsidR="00F502C8" w:rsidRPr="001A7B4B">
              <w:rPr>
                <w:rFonts w:cs="Arial"/>
                <w:b w:val="0"/>
                <w:color w:val="auto"/>
                <w:szCs w:val="22"/>
              </w:rPr>
              <w:t>students</w:t>
            </w:r>
            <w:r w:rsidRPr="001A7B4B">
              <w:rPr>
                <w:rFonts w:cs="Arial"/>
                <w:b w:val="0"/>
                <w:color w:val="auto"/>
                <w:szCs w:val="22"/>
              </w:rPr>
              <w:t xml:space="preserve"> to try and identify</w:t>
            </w:r>
            <w:r w:rsidR="00C21E8C">
              <w:rPr>
                <w:rFonts w:cs="Arial"/>
                <w:b w:val="0"/>
                <w:color w:val="auto"/>
                <w:szCs w:val="22"/>
              </w:rPr>
              <w:t>.</w:t>
            </w:r>
          </w:p>
          <w:p w14:paraId="1043E1FA" w14:textId="77777777" w:rsidR="00190D63" w:rsidRPr="001A7B4B" w:rsidRDefault="00190D63" w:rsidP="00EE1F6E">
            <w:pPr>
              <w:pStyle w:val="Normalheadingblue"/>
              <w:spacing w:before="0" w:after="0"/>
              <w:rPr>
                <w:rFonts w:cs="Arial"/>
                <w:color w:val="auto"/>
                <w:szCs w:val="22"/>
              </w:rPr>
            </w:pPr>
          </w:p>
          <w:p w14:paraId="1740F1CA" w14:textId="123E1074" w:rsidR="00190D63" w:rsidRPr="001A7B4B" w:rsidRDefault="00190D63" w:rsidP="00EE1F6E">
            <w:pPr>
              <w:pStyle w:val="Normalheadingblue"/>
              <w:spacing w:before="0" w:after="0"/>
              <w:rPr>
                <w:rFonts w:cs="Arial"/>
                <w:color w:val="auto"/>
                <w:szCs w:val="22"/>
              </w:rPr>
            </w:pPr>
            <w:r w:rsidRPr="001A7B4B">
              <w:rPr>
                <w:rFonts w:cs="Arial"/>
                <w:color w:val="auto"/>
                <w:szCs w:val="22"/>
              </w:rPr>
              <w:t xml:space="preserve">Knowledge </w:t>
            </w:r>
            <w:r w:rsidR="00EE1F6E" w:rsidRPr="001A7B4B">
              <w:rPr>
                <w:rFonts w:cs="Arial"/>
                <w:color w:val="auto"/>
                <w:szCs w:val="22"/>
              </w:rPr>
              <w:t>C</w:t>
            </w:r>
            <w:r w:rsidRPr="001A7B4B">
              <w:rPr>
                <w:rFonts w:cs="Arial"/>
                <w:color w:val="auto"/>
                <w:szCs w:val="22"/>
              </w:rPr>
              <w:t>heck example:</w:t>
            </w:r>
          </w:p>
          <w:p w14:paraId="31888E2D" w14:textId="2C43A0C0" w:rsidR="00624D37" w:rsidRPr="001A7B4B" w:rsidRDefault="00116A2E" w:rsidP="00EE1F6E">
            <w:pPr>
              <w:pStyle w:val="Normalheadingblue"/>
              <w:spacing w:before="0" w:after="0"/>
              <w:rPr>
                <w:rFonts w:cs="Arial"/>
                <w:b w:val="0"/>
                <w:color w:val="auto"/>
                <w:szCs w:val="22"/>
              </w:rPr>
            </w:pPr>
            <w:r w:rsidRPr="001A7B4B">
              <w:rPr>
                <w:rFonts w:cs="Arial"/>
                <w:b w:val="0"/>
                <w:color w:val="auto"/>
                <w:szCs w:val="22"/>
              </w:rPr>
              <w:t>Students</w:t>
            </w:r>
            <w:r w:rsidR="00624D37" w:rsidRPr="001A7B4B">
              <w:rPr>
                <w:rFonts w:cs="Arial"/>
                <w:b w:val="0"/>
                <w:color w:val="auto"/>
                <w:szCs w:val="22"/>
              </w:rPr>
              <w:t xml:space="preserve"> are to complete a 10 question knowledge test based on </w:t>
            </w:r>
            <w:r w:rsidR="001F2FCE" w:rsidRPr="001A7B4B">
              <w:rPr>
                <w:rFonts w:cs="Arial"/>
                <w:b w:val="0"/>
                <w:color w:val="auto"/>
                <w:szCs w:val="22"/>
              </w:rPr>
              <w:t>today’s</w:t>
            </w:r>
            <w:r w:rsidR="00624D37" w:rsidRPr="001A7B4B">
              <w:rPr>
                <w:rFonts w:cs="Arial"/>
                <w:b w:val="0"/>
                <w:color w:val="auto"/>
                <w:szCs w:val="22"/>
              </w:rPr>
              <w:t xml:space="preserve"> content before peer marking and discussion.</w:t>
            </w:r>
          </w:p>
          <w:p w14:paraId="75A3D914" w14:textId="77777777" w:rsidR="00EE1F6E" w:rsidRPr="001A7B4B" w:rsidRDefault="00EE1F6E" w:rsidP="00EE1F6E">
            <w:pPr>
              <w:pStyle w:val="Normalheadingblue"/>
              <w:spacing w:before="0" w:after="0"/>
              <w:rPr>
                <w:rFonts w:cs="Arial"/>
                <w:b w:val="0"/>
                <w:color w:val="auto"/>
                <w:szCs w:val="22"/>
              </w:rPr>
            </w:pPr>
          </w:p>
          <w:p w14:paraId="5EC32C3D" w14:textId="77777777" w:rsidR="00190D63" w:rsidRPr="001A7B4B" w:rsidRDefault="00190D63" w:rsidP="00EE1F6E">
            <w:pPr>
              <w:pStyle w:val="Normalheadingblue"/>
              <w:spacing w:before="0" w:after="0"/>
              <w:rPr>
                <w:rFonts w:cs="Arial"/>
                <w:color w:val="auto"/>
                <w:szCs w:val="22"/>
              </w:rPr>
            </w:pPr>
            <w:r w:rsidRPr="001A7B4B">
              <w:rPr>
                <w:rFonts w:cs="Arial"/>
                <w:color w:val="auto"/>
                <w:szCs w:val="22"/>
              </w:rPr>
              <w:t>Resources:</w:t>
            </w:r>
          </w:p>
          <w:p w14:paraId="0084FC7A" w14:textId="2F9F728E" w:rsidR="00624D37" w:rsidRPr="001A7B4B" w:rsidRDefault="00F42F23" w:rsidP="00EE1F6E">
            <w:pPr>
              <w:pStyle w:val="Normalheadingblue"/>
              <w:spacing w:before="0" w:after="0"/>
              <w:rPr>
                <w:rFonts w:cs="Arial"/>
                <w:b w:val="0"/>
                <w:color w:val="auto"/>
                <w:szCs w:val="22"/>
              </w:rPr>
            </w:pPr>
            <w:r w:rsidRPr="00F42F23">
              <w:rPr>
                <w:rFonts w:cs="Arial"/>
                <w:b w:val="0"/>
                <w:color w:val="auto"/>
                <w:szCs w:val="22"/>
              </w:rPr>
              <w:t>PowerPoint</w:t>
            </w:r>
            <w:r>
              <w:rPr>
                <w:rFonts w:cs="Arial"/>
                <w:b w:val="0"/>
                <w:color w:val="auto"/>
                <w:szCs w:val="22"/>
              </w:rPr>
              <w:t>:</w:t>
            </w:r>
            <w:r w:rsidRPr="00F42F23">
              <w:rPr>
                <w:rFonts w:cs="Arial"/>
                <w:b w:val="0"/>
                <w:color w:val="auto"/>
                <w:szCs w:val="22"/>
              </w:rPr>
              <w:t xml:space="preserve"> </w:t>
            </w:r>
            <w:r w:rsidRPr="00584F2E">
              <w:rPr>
                <w:rFonts w:cs="Arial"/>
                <w:bCs/>
                <w:color w:val="auto"/>
                <w:szCs w:val="22"/>
              </w:rPr>
              <w:t>K1.7 K1.11 Unvented Hot Water Principles</w:t>
            </w:r>
          </w:p>
          <w:p w14:paraId="08D67F68" w14:textId="77777777" w:rsidR="00624D37" w:rsidRPr="001A7B4B" w:rsidRDefault="00624D37" w:rsidP="00EE1F6E">
            <w:pPr>
              <w:pStyle w:val="Normalheadingblue"/>
              <w:spacing w:before="0" w:after="0"/>
              <w:rPr>
                <w:rFonts w:cs="Arial"/>
                <w:b w:val="0"/>
                <w:color w:val="auto"/>
                <w:szCs w:val="22"/>
              </w:rPr>
            </w:pPr>
            <w:r w:rsidRPr="001A7B4B">
              <w:rPr>
                <w:rFonts w:cs="Arial"/>
                <w:b w:val="0"/>
                <w:color w:val="auto"/>
                <w:szCs w:val="22"/>
              </w:rPr>
              <w:t>Examples of UVHW systems</w:t>
            </w:r>
          </w:p>
          <w:p w14:paraId="27E27D45" w14:textId="77777777" w:rsidR="00624D37" w:rsidRPr="001A7B4B" w:rsidRDefault="00624D37" w:rsidP="00EE1F6E">
            <w:pPr>
              <w:pStyle w:val="Normalheadingblue"/>
              <w:spacing w:before="0" w:after="0"/>
              <w:rPr>
                <w:rFonts w:cs="Arial"/>
                <w:b w:val="0"/>
                <w:color w:val="auto"/>
                <w:szCs w:val="22"/>
              </w:rPr>
            </w:pPr>
            <w:r w:rsidRPr="001A7B4B">
              <w:rPr>
                <w:rFonts w:cs="Arial"/>
                <w:b w:val="0"/>
                <w:color w:val="auto"/>
                <w:szCs w:val="22"/>
              </w:rPr>
              <w:lastRenderedPageBreak/>
              <w:t>Knowledge test</w:t>
            </w:r>
          </w:p>
          <w:p w14:paraId="36EC7FCB" w14:textId="77777777" w:rsidR="00190D63" w:rsidRPr="001A7B4B" w:rsidRDefault="00190D63" w:rsidP="00EE1F6E">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29EF6806" w14:textId="77777777" w:rsidR="00DD207A" w:rsidRPr="001A7B4B" w:rsidRDefault="008A57D2">
            <w:r w:rsidRPr="001A7B4B">
              <w:lastRenderedPageBreak/>
              <w:t>Identify components</w:t>
            </w:r>
            <w:r w:rsidRPr="001A7B4B">
              <w:br/>
            </w:r>
            <w:r w:rsidRPr="001A7B4B">
              <w:br/>
            </w:r>
            <w:r w:rsidRPr="001A7B4B">
              <w:lastRenderedPageBreak/>
              <w:br/>
            </w:r>
            <w:r w:rsidRPr="001A7B4B">
              <w:br/>
            </w:r>
            <w:r w:rsidRPr="001A7B4B">
              <w:br/>
            </w:r>
            <w:r w:rsidRPr="001A7B4B">
              <w:br/>
              <w:t>Complete 10 question MCQ test</w:t>
            </w:r>
          </w:p>
        </w:tc>
      </w:tr>
      <w:tr w:rsidR="001A7B4B" w:rsidRPr="001A7B4B" w14:paraId="202D1F0C"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3DDCDE88" w14:textId="77777777" w:rsidR="00624D37" w:rsidRDefault="00624D37" w:rsidP="00624D37">
            <w:pPr>
              <w:jc w:val="center"/>
              <w:rPr>
                <w:rFonts w:cs="Arial"/>
                <w:szCs w:val="22"/>
              </w:rPr>
            </w:pPr>
            <w:r>
              <w:rPr>
                <w:rFonts w:cs="Arial"/>
                <w:szCs w:val="22"/>
              </w:rPr>
              <w:lastRenderedPageBreak/>
              <w:t>97</w:t>
            </w:r>
          </w:p>
          <w:p w14:paraId="14886F1F" w14:textId="77777777" w:rsidR="00624D37" w:rsidRDefault="00624D37" w:rsidP="00624D37">
            <w:pPr>
              <w:jc w:val="center"/>
              <w:rPr>
                <w:rFonts w:cs="Arial"/>
                <w:szCs w:val="22"/>
              </w:rPr>
            </w:pPr>
            <w:r>
              <w:rPr>
                <w:rFonts w:cs="Arial"/>
                <w:szCs w:val="22"/>
              </w:rPr>
              <w:t>3 hours</w:t>
            </w:r>
          </w:p>
          <w:p w14:paraId="5D51E810" w14:textId="2EA16468" w:rsidR="007F5B37" w:rsidRDefault="007F5B37" w:rsidP="00624D37">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2A4093CB" w14:textId="77777777" w:rsidR="00624D37" w:rsidRPr="001A7B4B" w:rsidRDefault="00624D37" w:rsidP="00624D37">
            <w:pPr>
              <w:pStyle w:val="Normalheadingblack"/>
              <w:rPr>
                <w:rFonts w:cs="Arial"/>
                <w:lang w:eastAsia="en-GB"/>
              </w:rPr>
            </w:pPr>
            <w:r w:rsidRPr="001A7B4B">
              <w:rPr>
                <w:rFonts w:cs="Arial"/>
                <w:lang w:eastAsia="en-GB"/>
              </w:rPr>
              <w:t>Outcome 1 – Plumbing and heating common knowledge criteria</w:t>
            </w:r>
          </w:p>
          <w:p w14:paraId="0A728E65" w14:textId="77777777" w:rsidR="00624D37" w:rsidRPr="001A7B4B" w:rsidRDefault="00624D37" w:rsidP="00624D37">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67CD5C48" w14:textId="77777777" w:rsidR="00624D37" w:rsidRPr="001A7B4B" w:rsidRDefault="00624D37" w:rsidP="00624D37">
            <w:pPr>
              <w:pStyle w:val="Normalheadingblack"/>
              <w:rPr>
                <w:rFonts w:cs="Arial"/>
                <w:b w:val="0"/>
                <w:szCs w:val="22"/>
              </w:rPr>
            </w:pPr>
            <w:r w:rsidRPr="001A7B4B">
              <w:rPr>
                <w:rFonts w:cs="Arial"/>
                <w:b w:val="0"/>
                <w:szCs w:val="22"/>
              </w:rPr>
              <w:t>K1.7 Plumbing and heating systems</w:t>
            </w:r>
          </w:p>
          <w:p w14:paraId="4C5A1AB6" w14:textId="77777777" w:rsidR="00624D37" w:rsidRPr="001A7B4B" w:rsidRDefault="00624D37" w:rsidP="00624D37">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49F08574" w14:textId="2E436D53" w:rsidR="00624D37" w:rsidRPr="001A7B4B" w:rsidRDefault="00624D37" w:rsidP="00EE1F6E">
            <w:pPr>
              <w:pStyle w:val="Normalheadingblue"/>
              <w:spacing w:before="0" w:after="0"/>
              <w:rPr>
                <w:rFonts w:cs="Arial"/>
                <w:color w:val="auto"/>
                <w:szCs w:val="22"/>
              </w:rPr>
            </w:pPr>
            <w:r w:rsidRPr="001A7B4B">
              <w:rPr>
                <w:rFonts w:cs="Arial"/>
                <w:color w:val="auto"/>
                <w:szCs w:val="22"/>
              </w:rPr>
              <w:t>Activity:</w:t>
            </w:r>
          </w:p>
          <w:p w14:paraId="2B3C9094" w14:textId="77777777" w:rsidR="00624D37" w:rsidRPr="001A7B4B" w:rsidRDefault="00624D37" w:rsidP="00EE1F6E">
            <w:pPr>
              <w:pStyle w:val="Normalheadingblue"/>
              <w:spacing w:before="0" w:after="0"/>
              <w:rPr>
                <w:rFonts w:cs="Arial"/>
                <w:color w:val="auto"/>
                <w:szCs w:val="22"/>
              </w:rPr>
            </w:pPr>
            <w:r w:rsidRPr="001A7B4B">
              <w:rPr>
                <w:rFonts w:cs="Arial"/>
                <w:color w:val="auto"/>
                <w:szCs w:val="22"/>
              </w:rPr>
              <w:t>Starter task example:</w:t>
            </w:r>
          </w:p>
          <w:p w14:paraId="4D8344A6" w14:textId="708EA5E7" w:rsidR="00E40885" w:rsidRPr="001A7B4B" w:rsidRDefault="00E40885" w:rsidP="00EE1F6E">
            <w:pPr>
              <w:pStyle w:val="Normalheadingblue"/>
              <w:spacing w:before="0" w:after="0"/>
              <w:rPr>
                <w:rFonts w:cs="Arial"/>
                <w:b w:val="0"/>
                <w:color w:val="auto"/>
                <w:szCs w:val="22"/>
              </w:rPr>
            </w:pPr>
            <w:r w:rsidRPr="001A7B4B">
              <w:rPr>
                <w:rFonts w:cs="Arial"/>
                <w:b w:val="0"/>
                <w:color w:val="auto"/>
                <w:szCs w:val="22"/>
              </w:rPr>
              <w:t xml:space="preserve">Pros and cons – vented vs Unvented: </w:t>
            </w:r>
            <w:r w:rsidR="00116A2E" w:rsidRPr="001A7B4B">
              <w:rPr>
                <w:rFonts w:cs="Arial"/>
                <w:b w:val="0"/>
                <w:color w:val="auto"/>
                <w:szCs w:val="22"/>
              </w:rPr>
              <w:t>Students</w:t>
            </w:r>
            <w:r w:rsidRPr="001A7B4B">
              <w:rPr>
                <w:rFonts w:cs="Arial"/>
                <w:b w:val="0"/>
                <w:color w:val="auto"/>
                <w:szCs w:val="22"/>
              </w:rPr>
              <w:t xml:space="preserve"> may organise a pile of pros and cons under two piles (Vented and Unvented) to represent the pros and cons of each system type.</w:t>
            </w:r>
          </w:p>
          <w:p w14:paraId="3FED67B3" w14:textId="77777777" w:rsidR="00E40885" w:rsidRPr="001A7B4B" w:rsidRDefault="00E40885" w:rsidP="00EE1F6E">
            <w:pPr>
              <w:pStyle w:val="Normalheadingblue"/>
              <w:spacing w:before="0" w:after="0"/>
              <w:rPr>
                <w:rFonts w:cs="Arial"/>
                <w:b w:val="0"/>
                <w:color w:val="auto"/>
                <w:szCs w:val="22"/>
              </w:rPr>
            </w:pPr>
          </w:p>
          <w:p w14:paraId="11B01E3D" w14:textId="77777777" w:rsidR="00E40885" w:rsidRPr="001A7B4B" w:rsidRDefault="00E40885" w:rsidP="00EE1F6E">
            <w:pPr>
              <w:pStyle w:val="Normalheadingblue"/>
              <w:spacing w:before="0" w:after="0"/>
              <w:rPr>
                <w:rFonts w:cs="Arial"/>
                <w:b w:val="0"/>
                <w:color w:val="auto"/>
                <w:szCs w:val="22"/>
              </w:rPr>
            </w:pPr>
          </w:p>
          <w:p w14:paraId="2C84C654" w14:textId="4A528758" w:rsidR="00624D37" w:rsidRPr="001A7B4B" w:rsidRDefault="00624D37" w:rsidP="00EE1F6E">
            <w:pPr>
              <w:pStyle w:val="Normalheadingblue"/>
              <w:spacing w:before="0" w:after="0"/>
              <w:rPr>
                <w:rFonts w:cs="Arial"/>
                <w:color w:val="auto"/>
                <w:szCs w:val="22"/>
              </w:rPr>
            </w:pPr>
            <w:r w:rsidRPr="001A7B4B">
              <w:rPr>
                <w:rFonts w:cs="Arial"/>
                <w:color w:val="auto"/>
                <w:szCs w:val="22"/>
              </w:rPr>
              <w:t>Delivery</w:t>
            </w:r>
            <w:r w:rsidR="00EE1F6E" w:rsidRPr="001A7B4B">
              <w:rPr>
                <w:rFonts w:cs="Arial"/>
                <w:color w:val="auto"/>
                <w:szCs w:val="22"/>
              </w:rPr>
              <w:t xml:space="preserve"> focus</w:t>
            </w:r>
            <w:r w:rsidRPr="001A7B4B">
              <w:rPr>
                <w:rFonts w:cs="Arial"/>
                <w:color w:val="auto"/>
                <w:szCs w:val="22"/>
              </w:rPr>
              <w:t>:</w:t>
            </w:r>
          </w:p>
          <w:p w14:paraId="7CB958E2" w14:textId="0D5C7281" w:rsidR="00624D37" w:rsidRPr="001A7B4B" w:rsidRDefault="00624D37" w:rsidP="00EE1F6E">
            <w:pPr>
              <w:pStyle w:val="Normalheadingblue"/>
              <w:spacing w:before="0" w:after="0"/>
              <w:rPr>
                <w:rFonts w:cs="Arial"/>
                <w:b w:val="0"/>
                <w:color w:val="auto"/>
                <w:szCs w:val="22"/>
              </w:rPr>
            </w:pPr>
            <w:r w:rsidRPr="001A7B4B">
              <w:rPr>
                <w:rFonts w:cs="Arial"/>
                <w:b w:val="0"/>
                <w:color w:val="auto"/>
                <w:szCs w:val="22"/>
              </w:rPr>
              <w:t xml:space="preserve">Tutor to deliver </w:t>
            </w:r>
            <w:r w:rsidR="00C66397">
              <w:rPr>
                <w:rFonts w:cs="Arial"/>
                <w:b w:val="0"/>
                <w:color w:val="auto"/>
                <w:szCs w:val="22"/>
              </w:rPr>
              <w:t>content on u</w:t>
            </w:r>
            <w:r w:rsidR="00C66397" w:rsidRPr="00C66397">
              <w:rPr>
                <w:rFonts w:cs="Arial"/>
                <w:b w:val="0"/>
                <w:bCs/>
                <w:color w:val="auto"/>
                <w:szCs w:val="22"/>
              </w:rPr>
              <w:t xml:space="preserve">nvented hot water systems – </w:t>
            </w:r>
            <w:r w:rsidR="00C66397">
              <w:rPr>
                <w:rFonts w:cs="Arial"/>
                <w:b w:val="0"/>
                <w:bCs/>
                <w:color w:val="auto"/>
                <w:szCs w:val="22"/>
              </w:rPr>
              <w:t>f</w:t>
            </w:r>
            <w:r w:rsidR="00C66397" w:rsidRPr="00C66397">
              <w:rPr>
                <w:rFonts w:cs="Arial"/>
                <w:b w:val="0"/>
                <w:bCs/>
                <w:color w:val="auto"/>
                <w:szCs w:val="22"/>
              </w:rPr>
              <w:t>unctional controls</w:t>
            </w:r>
            <w:r w:rsidR="00C66397">
              <w:rPr>
                <w:rFonts w:cs="Arial"/>
                <w:b w:val="0"/>
                <w:bCs/>
                <w:color w:val="auto"/>
                <w:szCs w:val="22"/>
              </w:rPr>
              <w:t>,</w:t>
            </w:r>
            <w:r w:rsidR="00C66397" w:rsidRPr="001A7B4B">
              <w:rPr>
                <w:rFonts w:cs="Arial"/>
                <w:b w:val="0"/>
                <w:color w:val="auto"/>
                <w:szCs w:val="22"/>
              </w:rPr>
              <w:t xml:space="preserve"> </w:t>
            </w:r>
            <w:r w:rsidRPr="001A7B4B">
              <w:rPr>
                <w:rFonts w:cs="Arial"/>
                <w:b w:val="0"/>
                <w:color w:val="auto"/>
                <w:szCs w:val="22"/>
              </w:rPr>
              <w:t>covering the following content:</w:t>
            </w:r>
          </w:p>
          <w:p w14:paraId="6D93C42B" w14:textId="77777777" w:rsidR="00E40885" w:rsidRPr="001A7B4B" w:rsidRDefault="00E40885" w:rsidP="002C017C">
            <w:pPr>
              <w:pStyle w:val="Normalheadingblue"/>
              <w:numPr>
                <w:ilvl w:val="0"/>
                <w:numId w:val="45"/>
              </w:numPr>
              <w:spacing w:before="0" w:after="0"/>
              <w:rPr>
                <w:rFonts w:cs="Arial"/>
                <w:b w:val="0"/>
                <w:color w:val="auto"/>
                <w:szCs w:val="22"/>
              </w:rPr>
            </w:pPr>
            <w:r w:rsidRPr="001A7B4B">
              <w:rPr>
                <w:rFonts w:cs="Arial"/>
                <w:b w:val="0"/>
                <w:color w:val="auto"/>
                <w:szCs w:val="22"/>
              </w:rPr>
              <w:t>Functional controls, their roles and positions</w:t>
            </w:r>
          </w:p>
          <w:p w14:paraId="58D99F61" w14:textId="77777777" w:rsidR="00E40885" w:rsidRPr="001A7B4B" w:rsidRDefault="00E40885" w:rsidP="002C017C">
            <w:pPr>
              <w:pStyle w:val="Normalheadingblue"/>
              <w:numPr>
                <w:ilvl w:val="0"/>
                <w:numId w:val="45"/>
              </w:numPr>
              <w:spacing w:before="0" w:after="0"/>
              <w:rPr>
                <w:rFonts w:cs="Arial"/>
                <w:b w:val="0"/>
                <w:color w:val="auto"/>
                <w:szCs w:val="22"/>
              </w:rPr>
            </w:pPr>
            <w:r w:rsidRPr="001A7B4B">
              <w:rPr>
                <w:rFonts w:cs="Arial"/>
                <w:b w:val="0"/>
                <w:color w:val="auto"/>
                <w:szCs w:val="22"/>
              </w:rPr>
              <w:t>Service valve</w:t>
            </w:r>
          </w:p>
          <w:p w14:paraId="2FC42C86" w14:textId="77777777" w:rsidR="00E40885" w:rsidRPr="001A7B4B" w:rsidRDefault="00E40885" w:rsidP="002C017C">
            <w:pPr>
              <w:pStyle w:val="Normalheadingblue"/>
              <w:numPr>
                <w:ilvl w:val="0"/>
                <w:numId w:val="45"/>
              </w:numPr>
              <w:spacing w:before="0" w:after="0"/>
              <w:rPr>
                <w:rFonts w:cs="Arial"/>
                <w:b w:val="0"/>
                <w:color w:val="auto"/>
                <w:szCs w:val="22"/>
              </w:rPr>
            </w:pPr>
            <w:r w:rsidRPr="001A7B4B">
              <w:rPr>
                <w:rFonts w:cs="Arial"/>
                <w:b w:val="0"/>
                <w:color w:val="auto"/>
                <w:szCs w:val="22"/>
              </w:rPr>
              <w:t>Line strainer</w:t>
            </w:r>
          </w:p>
          <w:p w14:paraId="13ECD3D2" w14:textId="77777777" w:rsidR="00E40885" w:rsidRPr="001A7B4B" w:rsidRDefault="00E40885" w:rsidP="002C017C">
            <w:pPr>
              <w:pStyle w:val="Normalheadingblue"/>
              <w:numPr>
                <w:ilvl w:val="0"/>
                <w:numId w:val="45"/>
              </w:numPr>
              <w:spacing w:before="0" w:after="0"/>
              <w:rPr>
                <w:rFonts w:cs="Arial"/>
                <w:b w:val="0"/>
                <w:color w:val="auto"/>
                <w:szCs w:val="22"/>
              </w:rPr>
            </w:pPr>
            <w:r w:rsidRPr="001A7B4B">
              <w:rPr>
                <w:rFonts w:cs="Arial"/>
                <w:b w:val="0"/>
                <w:color w:val="auto"/>
                <w:szCs w:val="22"/>
              </w:rPr>
              <w:t>Pressure Reducing Valves (PRV)</w:t>
            </w:r>
          </w:p>
          <w:p w14:paraId="7F86C92C" w14:textId="77777777" w:rsidR="00E40885" w:rsidRPr="001A7B4B" w:rsidRDefault="00E40885" w:rsidP="002C017C">
            <w:pPr>
              <w:pStyle w:val="Normalheadingblue"/>
              <w:numPr>
                <w:ilvl w:val="0"/>
                <w:numId w:val="45"/>
              </w:numPr>
              <w:spacing w:before="0" w:after="0"/>
              <w:rPr>
                <w:rFonts w:cs="Arial"/>
                <w:b w:val="0"/>
                <w:color w:val="auto"/>
                <w:szCs w:val="22"/>
              </w:rPr>
            </w:pPr>
            <w:r w:rsidRPr="001A7B4B">
              <w:rPr>
                <w:rFonts w:cs="Arial"/>
                <w:b w:val="0"/>
                <w:color w:val="auto"/>
                <w:szCs w:val="22"/>
              </w:rPr>
              <w:t>Check valves</w:t>
            </w:r>
          </w:p>
          <w:p w14:paraId="70E08B6D" w14:textId="77777777" w:rsidR="00E40885" w:rsidRPr="001A7B4B" w:rsidRDefault="00E40885" w:rsidP="002C017C">
            <w:pPr>
              <w:pStyle w:val="Normalheadingblue"/>
              <w:numPr>
                <w:ilvl w:val="0"/>
                <w:numId w:val="45"/>
              </w:numPr>
              <w:spacing w:before="0" w:after="0"/>
              <w:rPr>
                <w:rFonts w:cs="Arial"/>
                <w:b w:val="0"/>
                <w:color w:val="auto"/>
                <w:szCs w:val="22"/>
              </w:rPr>
            </w:pPr>
            <w:r w:rsidRPr="001A7B4B">
              <w:rPr>
                <w:rFonts w:cs="Arial"/>
                <w:b w:val="0"/>
                <w:color w:val="auto"/>
                <w:szCs w:val="22"/>
              </w:rPr>
              <w:t>Expansion vessel</w:t>
            </w:r>
          </w:p>
          <w:p w14:paraId="7151CAE8" w14:textId="77777777" w:rsidR="00E40885" w:rsidRPr="001A7B4B" w:rsidRDefault="00E40885" w:rsidP="002C017C">
            <w:pPr>
              <w:pStyle w:val="Normalheadingblue"/>
              <w:numPr>
                <w:ilvl w:val="0"/>
                <w:numId w:val="45"/>
              </w:numPr>
              <w:spacing w:before="0" w:after="0"/>
              <w:rPr>
                <w:rFonts w:cs="Arial"/>
                <w:b w:val="0"/>
                <w:color w:val="auto"/>
                <w:szCs w:val="22"/>
              </w:rPr>
            </w:pPr>
            <w:r w:rsidRPr="001A7B4B">
              <w:rPr>
                <w:rFonts w:cs="Arial"/>
                <w:b w:val="0"/>
                <w:color w:val="auto"/>
                <w:szCs w:val="22"/>
              </w:rPr>
              <w:t>Expansion relief valves</w:t>
            </w:r>
          </w:p>
          <w:p w14:paraId="69E21F4A" w14:textId="77777777" w:rsidR="00E40885" w:rsidRPr="001A7B4B" w:rsidRDefault="00E40885" w:rsidP="002C017C">
            <w:pPr>
              <w:pStyle w:val="Normalheadingblue"/>
              <w:numPr>
                <w:ilvl w:val="0"/>
                <w:numId w:val="45"/>
              </w:numPr>
              <w:spacing w:before="0" w:after="0"/>
              <w:rPr>
                <w:rFonts w:cs="Arial"/>
                <w:b w:val="0"/>
                <w:color w:val="auto"/>
                <w:szCs w:val="22"/>
              </w:rPr>
            </w:pPr>
            <w:r w:rsidRPr="001A7B4B">
              <w:rPr>
                <w:rFonts w:cs="Arial"/>
                <w:b w:val="0"/>
                <w:color w:val="auto"/>
                <w:szCs w:val="22"/>
              </w:rPr>
              <w:t>Tundish</w:t>
            </w:r>
          </w:p>
          <w:p w14:paraId="22D74136" w14:textId="77777777" w:rsidR="00E40885" w:rsidRPr="001A7B4B" w:rsidRDefault="00E40885" w:rsidP="002C017C">
            <w:pPr>
              <w:pStyle w:val="Normalheadingblue"/>
              <w:numPr>
                <w:ilvl w:val="0"/>
                <w:numId w:val="45"/>
              </w:numPr>
              <w:spacing w:before="0" w:after="0"/>
              <w:rPr>
                <w:rFonts w:cs="Arial"/>
                <w:b w:val="0"/>
                <w:color w:val="auto"/>
                <w:szCs w:val="22"/>
              </w:rPr>
            </w:pPr>
            <w:r w:rsidRPr="001A7B4B">
              <w:rPr>
                <w:rFonts w:cs="Arial"/>
                <w:b w:val="0"/>
                <w:color w:val="auto"/>
                <w:szCs w:val="22"/>
              </w:rPr>
              <w:t>Provision of balanced cold and hot supply</w:t>
            </w:r>
          </w:p>
          <w:p w14:paraId="36ED7A9A" w14:textId="77777777" w:rsidR="00E40885" w:rsidRPr="001A7B4B" w:rsidRDefault="00E40885" w:rsidP="002C017C">
            <w:pPr>
              <w:pStyle w:val="Normalheadingblue"/>
              <w:numPr>
                <w:ilvl w:val="0"/>
                <w:numId w:val="45"/>
              </w:numPr>
              <w:spacing w:before="0" w:after="0"/>
              <w:rPr>
                <w:rFonts w:cs="Arial"/>
                <w:b w:val="0"/>
                <w:color w:val="auto"/>
                <w:szCs w:val="22"/>
              </w:rPr>
            </w:pPr>
            <w:r w:rsidRPr="001A7B4B">
              <w:rPr>
                <w:rFonts w:cs="Arial"/>
                <w:b w:val="0"/>
                <w:color w:val="auto"/>
                <w:szCs w:val="22"/>
              </w:rPr>
              <w:t>Tutor to discuss the controls fitted to the mains supply and the cylinder in the correct order.</w:t>
            </w:r>
          </w:p>
          <w:p w14:paraId="4F853272" w14:textId="5865E137" w:rsidR="00E40885" w:rsidRPr="001A7B4B" w:rsidRDefault="00116A2E" w:rsidP="002C017C">
            <w:pPr>
              <w:pStyle w:val="Normalheadingblue"/>
              <w:numPr>
                <w:ilvl w:val="0"/>
                <w:numId w:val="45"/>
              </w:numPr>
              <w:spacing w:before="0" w:after="0"/>
              <w:rPr>
                <w:rFonts w:cs="Arial"/>
                <w:b w:val="0"/>
                <w:color w:val="auto"/>
                <w:szCs w:val="22"/>
              </w:rPr>
            </w:pPr>
            <w:r w:rsidRPr="001A7B4B">
              <w:rPr>
                <w:rFonts w:cs="Arial"/>
                <w:b w:val="0"/>
                <w:color w:val="auto"/>
                <w:szCs w:val="22"/>
              </w:rPr>
              <w:t>Students</w:t>
            </w:r>
            <w:r w:rsidR="00E40885" w:rsidRPr="001A7B4B">
              <w:rPr>
                <w:rFonts w:cs="Arial"/>
                <w:b w:val="0"/>
                <w:color w:val="auto"/>
                <w:szCs w:val="22"/>
              </w:rPr>
              <w:t xml:space="preserve"> may draw a diagram of the system layout  </w:t>
            </w:r>
          </w:p>
          <w:p w14:paraId="43ED2AB6" w14:textId="77777777" w:rsidR="00E40885" w:rsidRPr="001A7B4B" w:rsidRDefault="00E40885" w:rsidP="002C017C">
            <w:pPr>
              <w:pStyle w:val="Normalheadingblue"/>
              <w:numPr>
                <w:ilvl w:val="0"/>
                <w:numId w:val="45"/>
              </w:numPr>
              <w:spacing w:before="0" w:after="0"/>
              <w:rPr>
                <w:rFonts w:cs="Arial"/>
                <w:b w:val="0"/>
                <w:color w:val="auto"/>
                <w:szCs w:val="22"/>
              </w:rPr>
            </w:pPr>
            <w:r w:rsidRPr="001A7B4B">
              <w:rPr>
                <w:rFonts w:cs="Arial"/>
                <w:b w:val="0"/>
                <w:color w:val="auto"/>
                <w:szCs w:val="22"/>
              </w:rPr>
              <w:t>Examine working systems to see these components in place and distribute examples to discuss in class including composite valves.</w:t>
            </w:r>
          </w:p>
          <w:p w14:paraId="7C8C6626" w14:textId="77777777" w:rsidR="00624D37" w:rsidRPr="001A7B4B" w:rsidRDefault="00624D37" w:rsidP="00EE1F6E">
            <w:pPr>
              <w:pStyle w:val="Normalheadingblue"/>
              <w:spacing w:before="0" w:after="0"/>
              <w:rPr>
                <w:rFonts w:cs="Arial"/>
                <w:color w:val="auto"/>
                <w:szCs w:val="22"/>
              </w:rPr>
            </w:pPr>
          </w:p>
          <w:p w14:paraId="3137BE6F" w14:textId="4D359CCD" w:rsidR="00624D37" w:rsidRPr="001A7B4B" w:rsidRDefault="00624D37" w:rsidP="00EE1F6E">
            <w:pPr>
              <w:pStyle w:val="Normalheadingblue"/>
              <w:spacing w:before="0" w:after="0"/>
              <w:rPr>
                <w:rFonts w:cs="Arial"/>
                <w:color w:val="auto"/>
                <w:szCs w:val="22"/>
              </w:rPr>
            </w:pPr>
            <w:r w:rsidRPr="001A7B4B">
              <w:rPr>
                <w:rFonts w:cs="Arial"/>
                <w:color w:val="auto"/>
                <w:szCs w:val="22"/>
              </w:rPr>
              <w:t xml:space="preserve">Knowledge </w:t>
            </w:r>
            <w:r w:rsidR="00EE1F6E" w:rsidRPr="001A7B4B">
              <w:rPr>
                <w:rFonts w:cs="Arial"/>
                <w:color w:val="auto"/>
                <w:szCs w:val="22"/>
              </w:rPr>
              <w:t>C</w:t>
            </w:r>
            <w:r w:rsidRPr="001A7B4B">
              <w:rPr>
                <w:rFonts w:cs="Arial"/>
                <w:color w:val="auto"/>
                <w:szCs w:val="22"/>
              </w:rPr>
              <w:t>heck example:</w:t>
            </w:r>
          </w:p>
          <w:p w14:paraId="42918144" w14:textId="1093F6E3" w:rsidR="00E40885" w:rsidRPr="001A7B4B" w:rsidRDefault="00116A2E" w:rsidP="00EE1F6E">
            <w:pPr>
              <w:pStyle w:val="Normalheadingblue"/>
              <w:spacing w:before="0" w:after="0"/>
              <w:rPr>
                <w:rFonts w:cs="Arial"/>
                <w:b w:val="0"/>
                <w:color w:val="auto"/>
                <w:szCs w:val="22"/>
              </w:rPr>
            </w:pPr>
            <w:r w:rsidRPr="001A7B4B">
              <w:rPr>
                <w:rFonts w:cs="Arial"/>
                <w:b w:val="0"/>
                <w:color w:val="auto"/>
                <w:szCs w:val="22"/>
              </w:rPr>
              <w:t>Students</w:t>
            </w:r>
            <w:r w:rsidR="00E40885" w:rsidRPr="001A7B4B">
              <w:rPr>
                <w:rFonts w:cs="Arial"/>
                <w:b w:val="0"/>
                <w:color w:val="auto"/>
                <w:szCs w:val="22"/>
              </w:rPr>
              <w:t xml:space="preserve"> are to produce a detailed diagram of an UVHW system and components.</w:t>
            </w:r>
          </w:p>
          <w:p w14:paraId="0B1B3ADF" w14:textId="77777777" w:rsidR="00EE1F6E" w:rsidRPr="001A7B4B" w:rsidRDefault="00EE1F6E" w:rsidP="00EE1F6E">
            <w:pPr>
              <w:pStyle w:val="Normalheadingblue"/>
              <w:spacing w:before="0" w:after="0"/>
              <w:rPr>
                <w:rFonts w:cs="Arial"/>
                <w:b w:val="0"/>
                <w:color w:val="auto"/>
                <w:szCs w:val="22"/>
              </w:rPr>
            </w:pPr>
          </w:p>
          <w:p w14:paraId="6318D87B" w14:textId="77777777" w:rsidR="00624D37" w:rsidRPr="001A7B4B" w:rsidRDefault="00624D37" w:rsidP="00EE1F6E">
            <w:pPr>
              <w:pStyle w:val="Normalheadingblue"/>
              <w:spacing w:before="0" w:after="0"/>
              <w:rPr>
                <w:rFonts w:cs="Arial"/>
                <w:color w:val="auto"/>
                <w:szCs w:val="22"/>
              </w:rPr>
            </w:pPr>
            <w:r w:rsidRPr="001A7B4B">
              <w:rPr>
                <w:rFonts w:cs="Arial"/>
                <w:color w:val="auto"/>
                <w:szCs w:val="22"/>
              </w:rPr>
              <w:t>Resources:</w:t>
            </w:r>
          </w:p>
          <w:p w14:paraId="4B35CB29" w14:textId="77777777" w:rsidR="00E40885" w:rsidRPr="001A7B4B" w:rsidRDefault="00E40885" w:rsidP="00EE1F6E">
            <w:pPr>
              <w:pStyle w:val="Normalheadingblue"/>
              <w:spacing w:before="0" w:after="0"/>
              <w:rPr>
                <w:rFonts w:cs="Arial"/>
                <w:b w:val="0"/>
                <w:color w:val="auto"/>
                <w:szCs w:val="22"/>
              </w:rPr>
            </w:pPr>
            <w:r w:rsidRPr="001A7B4B">
              <w:rPr>
                <w:rFonts w:cs="Arial"/>
                <w:b w:val="0"/>
                <w:color w:val="auto"/>
                <w:szCs w:val="22"/>
              </w:rPr>
              <w:t>Pros and Cons cards</w:t>
            </w:r>
          </w:p>
          <w:p w14:paraId="69BFD3FC" w14:textId="0FF0C540" w:rsidR="00624D37" w:rsidRPr="001A7B4B" w:rsidRDefault="00763103" w:rsidP="00EE1F6E">
            <w:pPr>
              <w:pStyle w:val="Normalheadingblue"/>
              <w:spacing w:before="0" w:after="0"/>
              <w:rPr>
                <w:rFonts w:cs="Arial"/>
                <w:b w:val="0"/>
                <w:color w:val="auto"/>
                <w:szCs w:val="22"/>
              </w:rPr>
            </w:pPr>
            <w:r w:rsidRPr="001A7B4B">
              <w:rPr>
                <w:rFonts w:cs="Arial"/>
                <w:b w:val="0"/>
                <w:color w:val="auto"/>
                <w:szCs w:val="22"/>
              </w:rPr>
              <w:t>PowerPoint</w:t>
            </w:r>
            <w:r w:rsidR="00E40885" w:rsidRPr="001A7B4B">
              <w:rPr>
                <w:rFonts w:cs="Arial"/>
                <w:b w:val="0"/>
                <w:color w:val="auto"/>
                <w:szCs w:val="22"/>
              </w:rPr>
              <w:t xml:space="preserve"> presentation</w:t>
            </w:r>
          </w:p>
          <w:p w14:paraId="7F34608E" w14:textId="77777777" w:rsidR="00E40885" w:rsidRPr="001A7B4B" w:rsidRDefault="00E40885" w:rsidP="00EE1F6E">
            <w:pPr>
              <w:pStyle w:val="Normalheadingblue"/>
              <w:spacing w:before="0" w:after="0"/>
              <w:rPr>
                <w:rFonts w:cs="Arial"/>
                <w:b w:val="0"/>
                <w:color w:val="auto"/>
                <w:szCs w:val="22"/>
              </w:rPr>
            </w:pPr>
            <w:r w:rsidRPr="001A7B4B">
              <w:rPr>
                <w:rFonts w:cs="Arial"/>
                <w:b w:val="0"/>
                <w:color w:val="auto"/>
                <w:szCs w:val="22"/>
              </w:rPr>
              <w:t>Examples of working systems</w:t>
            </w:r>
          </w:p>
          <w:p w14:paraId="17692B03" w14:textId="77777777" w:rsidR="00E40885" w:rsidRPr="001A7B4B" w:rsidRDefault="00E40885" w:rsidP="00EE1F6E">
            <w:pPr>
              <w:pStyle w:val="Normalheadingblue"/>
              <w:spacing w:before="0" w:after="0"/>
              <w:rPr>
                <w:rFonts w:cs="Arial"/>
                <w:b w:val="0"/>
                <w:color w:val="auto"/>
                <w:szCs w:val="22"/>
              </w:rPr>
            </w:pPr>
            <w:r w:rsidRPr="001A7B4B">
              <w:rPr>
                <w:rFonts w:cs="Arial"/>
                <w:b w:val="0"/>
                <w:color w:val="auto"/>
                <w:szCs w:val="22"/>
              </w:rPr>
              <w:t>UVHW functional components</w:t>
            </w:r>
          </w:p>
          <w:p w14:paraId="6221EF1C" w14:textId="77777777" w:rsidR="00E40885" w:rsidRPr="001A7B4B" w:rsidRDefault="00E40885" w:rsidP="00EE1F6E">
            <w:pPr>
              <w:pStyle w:val="Normalheadingblue"/>
              <w:spacing w:before="0" w:after="0"/>
              <w:rPr>
                <w:rFonts w:cs="Arial"/>
                <w:b w:val="0"/>
                <w:color w:val="auto"/>
                <w:szCs w:val="22"/>
              </w:rPr>
            </w:pPr>
            <w:r w:rsidRPr="001A7B4B">
              <w:rPr>
                <w:rFonts w:cs="Arial"/>
                <w:b w:val="0"/>
                <w:color w:val="auto"/>
                <w:szCs w:val="22"/>
              </w:rPr>
              <w:t>Drawing paper, pencils and rulers</w:t>
            </w:r>
          </w:p>
          <w:p w14:paraId="38A3DCA5" w14:textId="77777777" w:rsidR="00D84080" w:rsidRPr="001A7B4B" w:rsidRDefault="00D84080" w:rsidP="00EE1F6E">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01547585" w14:textId="77777777" w:rsidR="00DD207A" w:rsidRPr="001A7B4B" w:rsidRDefault="008A57D2">
            <w:r w:rsidRPr="001A7B4B">
              <w:lastRenderedPageBreak/>
              <w:t>Identify Pro’s and Con’s</w:t>
            </w:r>
            <w:r w:rsidRPr="001A7B4B">
              <w:br/>
            </w:r>
            <w:r w:rsidRPr="001A7B4B">
              <w:br/>
            </w:r>
            <w:r w:rsidRPr="001A7B4B">
              <w:br/>
            </w:r>
            <w:r w:rsidRPr="001A7B4B">
              <w:br/>
            </w:r>
            <w:r w:rsidRPr="001A7B4B">
              <w:br/>
            </w:r>
            <w:r w:rsidRPr="001A7B4B">
              <w:br/>
              <w:t>Q&amp;A</w:t>
            </w:r>
            <w:r w:rsidRPr="001A7B4B">
              <w:br/>
            </w:r>
            <w:r w:rsidRPr="001A7B4B">
              <w:br/>
              <w:t>Identify components</w:t>
            </w:r>
            <w:r w:rsidRPr="001A7B4B">
              <w:br/>
            </w:r>
            <w:r w:rsidRPr="001A7B4B">
              <w:br/>
              <w:t>Produce diagram</w:t>
            </w:r>
            <w:r w:rsidRPr="001A7B4B">
              <w:br/>
              <w:t>English skills (reading, writing, technical vocabulary)</w:t>
            </w:r>
          </w:p>
        </w:tc>
      </w:tr>
      <w:tr w:rsidR="001A7B4B" w:rsidRPr="001A7B4B" w14:paraId="2FB19A7A"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7E0CDDE2" w14:textId="77777777" w:rsidR="002E7E5B" w:rsidRDefault="002E7E5B" w:rsidP="002E7E5B">
            <w:pPr>
              <w:jc w:val="center"/>
              <w:rPr>
                <w:rFonts w:cs="Arial"/>
                <w:szCs w:val="22"/>
              </w:rPr>
            </w:pPr>
            <w:r>
              <w:rPr>
                <w:rFonts w:cs="Arial"/>
                <w:szCs w:val="22"/>
              </w:rPr>
              <w:t>98</w:t>
            </w:r>
          </w:p>
          <w:p w14:paraId="074E260C" w14:textId="77777777" w:rsidR="002E7E5B" w:rsidRDefault="002E7E5B" w:rsidP="002E7E5B">
            <w:pPr>
              <w:jc w:val="center"/>
              <w:rPr>
                <w:rFonts w:cs="Arial"/>
                <w:szCs w:val="22"/>
              </w:rPr>
            </w:pPr>
            <w:r>
              <w:rPr>
                <w:rFonts w:cs="Arial"/>
                <w:szCs w:val="22"/>
              </w:rPr>
              <w:t>3 hours</w:t>
            </w:r>
          </w:p>
          <w:p w14:paraId="4EA91A3A" w14:textId="7E5C2364" w:rsidR="0017713D" w:rsidRPr="00AE6798" w:rsidRDefault="0017713D" w:rsidP="002E7E5B">
            <w:pPr>
              <w:jc w:val="center"/>
              <w:rPr>
                <w:rFonts w:cs="Arial"/>
                <w:b/>
                <w:bCs/>
                <w:szCs w:val="22"/>
              </w:rPr>
            </w:pPr>
            <w:r w:rsidRPr="00AE6798">
              <w:rPr>
                <w:rFonts w:cs="Arial"/>
                <w:b/>
                <w:bCs/>
                <w:szCs w:val="22"/>
                <w:highlight w:val="yellow"/>
              </w:rPr>
              <w:t>PPT available</w:t>
            </w:r>
          </w:p>
        </w:tc>
        <w:tc>
          <w:tcPr>
            <w:tcW w:w="2199" w:type="dxa"/>
            <w:tcBorders>
              <w:top w:val="single" w:sz="4" w:space="0" w:color="C6C5C6"/>
              <w:left w:val="single" w:sz="4" w:space="0" w:color="C6C5C6"/>
              <w:bottom w:val="single" w:sz="4" w:space="0" w:color="C6C5C6"/>
              <w:right w:val="single" w:sz="4" w:space="0" w:color="C6C5C6"/>
            </w:tcBorders>
          </w:tcPr>
          <w:p w14:paraId="486013B0" w14:textId="77777777" w:rsidR="002E7E5B" w:rsidRPr="001A7B4B" w:rsidRDefault="002E7E5B" w:rsidP="002E7E5B">
            <w:pPr>
              <w:pStyle w:val="Normalheadingblack"/>
              <w:rPr>
                <w:rFonts w:cs="Arial"/>
                <w:lang w:eastAsia="en-GB"/>
              </w:rPr>
            </w:pPr>
            <w:r w:rsidRPr="001A7B4B">
              <w:rPr>
                <w:rFonts w:cs="Arial"/>
                <w:lang w:eastAsia="en-GB"/>
              </w:rPr>
              <w:t>Outcome 1 – Plumbing and heating common knowledge criteria</w:t>
            </w:r>
          </w:p>
          <w:p w14:paraId="28E02101" w14:textId="77777777" w:rsidR="002E7E5B" w:rsidRPr="001A7B4B" w:rsidRDefault="002E7E5B" w:rsidP="002E7E5B">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395EE394" w14:textId="77777777" w:rsidR="002E7E5B" w:rsidRPr="001A7B4B" w:rsidRDefault="002E7E5B" w:rsidP="002E7E5B">
            <w:pPr>
              <w:pStyle w:val="Normalheadingblack"/>
              <w:rPr>
                <w:rFonts w:cs="Arial"/>
                <w:b w:val="0"/>
                <w:szCs w:val="22"/>
              </w:rPr>
            </w:pPr>
            <w:r w:rsidRPr="001A7B4B">
              <w:rPr>
                <w:rFonts w:cs="Arial"/>
                <w:b w:val="0"/>
                <w:szCs w:val="22"/>
              </w:rPr>
              <w:t>K1.7 Plumbing and heating systems</w:t>
            </w:r>
          </w:p>
          <w:p w14:paraId="084D71CC" w14:textId="77777777" w:rsidR="002E7E5B" w:rsidRPr="001A7B4B" w:rsidRDefault="002E7E5B" w:rsidP="002E7E5B">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64C1A845" w14:textId="06D36DAA" w:rsidR="002E7E5B" w:rsidRPr="001A7B4B" w:rsidRDefault="002E7E5B" w:rsidP="00D84080">
            <w:pPr>
              <w:pStyle w:val="Normalheadingblue"/>
              <w:spacing w:before="0" w:after="0"/>
              <w:rPr>
                <w:rFonts w:cs="Arial"/>
                <w:color w:val="auto"/>
                <w:szCs w:val="22"/>
              </w:rPr>
            </w:pPr>
            <w:r w:rsidRPr="001A7B4B">
              <w:rPr>
                <w:rFonts w:cs="Arial"/>
                <w:color w:val="auto"/>
                <w:szCs w:val="22"/>
              </w:rPr>
              <w:t>Activity:</w:t>
            </w:r>
          </w:p>
          <w:p w14:paraId="746139F4" w14:textId="77777777" w:rsidR="002E7E5B" w:rsidRPr="001A7B4B" w:rsidRDefault="002E7E5B" w:rsidP="00D84080">
            <w:pPr>
              <w:pStyle w:val="Normalheadingblue"/>
              <w:spacing w:before="0" w:after="0"/>
              <w:rPr>
                <w:rFonts w:cs="Arial"/>
                <w:color w:val="auto"/>
                <w:szCs w:val="22"/>
              </w:rPr>
            </w:pPr>
            <w:r w:rsidRPr="001A7B4B">
              <w:rPr>
                <w:rFonts w:cs="Arial"/>
                <w:color w:val="auto"/>
                <w:szCs w:val="22"/>
              </w:rPr>
              <w:t>Starter task example:</w:t>
            </w:r>
          </w:p>
          <w:p w14:paraId="50F92C24" w14:textId="77777777" w:rsidR="002E7E5B" w:rsidRPr="001A7B4B" w:rsidRDefault="002E7E5B" w:rsidP="00D84080">
            <w:pPr>
              <w:pStyle w:val="Normalheadingblue"/>
              <w:spacing w:before="0" w:after="0"/>
              <w:rPr>
                <w:rFonts w:cs="Arial"/>
                <w:b w:val="0"/>
                <w:color w:val="auto"/>
                <w:szCs w:val="22"/>
              </w:rPr>
            </w:pPr>
            <w:r w:rsidRPr="001A7B4B">
              <w:rPr>
                <w:rFonts w:cs="Arial"/>
                <w:b w:val="0"/>
                <w:color w:val="auto"/>
                <w:szCs w:val="22"/>
              </w:rPr>
              <w:t>Quick recap session – Tutor to use direct questioning to check recall of content from earlier in term such as H&amp;S within BSE</w:t>
            </w:r>
          </w:p>
          <w:p w14:paraId="021F4D81" w14:textId="77777777" w:rsidR="002E7E5B" w:rsidRPr="001A7B4B" w:rsidRDefault="002E7E5B" w:rsidP="00D84080">
            <w:pPr>
              <w:pStyle w:val="Normalheadingblue"/>
              <w:spacing w:before="0" w:after="0"/>
              <w:rPr>
                <w:rFonts w:cs="Arial"/>
                <w:color w:val="auto"/>
                <w:szCs w:val="22"/>
              </w:rPr>
            </w:pPr>
          </w:p>
          <w:p w14:paraId="05ECFAF9" w14:textId="458F10AC" w:rsidR="002E7E5B" w:rsidRPr="001A7B4B" w:rsidRDefault="002E7E5B" w:rsidP="00D84080">
            <w:pPr>
              <w:pStyle w:val="Normalheadingblue"/>
              <w:spacing w:before="0" w:after="0"/>
              <w:rPr>
                <w:rFonts w:cs="Arial"/>
                <w:color w:val="auto"/>
                <w:szCs w:val="22"/>
              </w:rPr>
            </w:pPr>
            <w:r w:rsidRPr="001A7B4B">
              <w:rPr>
                <w:rFonts w:cs="Arial"/>
                <w:color w:val="auto"/>
                <w:szCs w:val="22"/>
              </w:rPr>
              <w:t>Delivery</w:t>
            </w:r>
            <w:r w:rsidR="00D84080" w:rsidRPr="001A7B4B">
              <w:rPr>
                <w:rFonts w:cs="Arial"/>
                <w:color w:val="auto"/>
                <w:szCs w:val="22"/>
              </w:rPr>
              <w:t xml:space="preserve"> focus</w:t>
            </w:r>
            <w:r w:rsidRPr="001A7B4B">
              <w:rPr>
                <w:rFonts w:cs="Arial"/>
                <w:color w:val="auto"/>
                <w:szCs w:val="22"/>
              </w:rPr>
              <w:t>:</w:t>
            </w:r>
          </w:p>
          <w:p w14:paraId="093C3B0A" w14:textId="77777777" w:rsidR="00BD39E6" w:rsidRPr="00BD39E6" w:rsidRDefault="00BD39E6" w:rsidP="00BD39E6">
            <w:pPr>
              <w:pStyle w:val="Normalheadingblue"/>
              <w:spacing w:before="0" w:after="0"/>
              <w:rPr>
                <w:rFonts w:cs="Arial"/>
                <w:b w:val="0"/>
                <w:color w:val="auto"/>
                <w:szCs w:val="22"/>
              </w:rPr>
            </w:pPr>
            <w:r w:rsidRPr="00BD39E6">
              <w:rPr>
                <w:rFonts w:cs="Arial"/>
                <w:b w:val="0"/>
                <w:bCs/>
                <w:color w:val="auto"/>
                <w:szCs w:val="22"/>
              </w:rPr>
              <w:t>Using PowerPoint</w:t>
            </w:r>
            <w:r w:rsidRPr="00BD39E6">
              <w:rPr>
                <w:rFonts w:cs="Arial"/>
                <w:color w:val="auto"/>
                <w:szCs w:val="22"/>
              </w:rPr>
              <w:t xml:space="preserve"> </w:t>
            </w:r>
            <w:r w:rsidRPr="00F516D5">
              <w:rPr>
                <w:rFonts w:cs="Arial"/>
                <w:color w:val="auto"/>
                <w:szCs w:val="22"/>
                <w:highlight w:val="yellow"/>
              </w:rPr>
              <w:t>K1.7 K1.8 UVHW Safety Controls</w:t>
            </w:r>
            <w:r w:rsidRPr="00BD39E6">
              <w:rPr>
                <w:rFonts w:cs="Arial"/>
                <w:color w:val="auto"/>
                <w:szCs w:val="22"/>
              </w:rPr>
              <w:t xml:space="preserve">, </w:t>
            </w:r>
            <w:r w:rsidRPr="00BD39E6">
              <w:rPr>
                <w:rFonts w:cs="Arial"/>
                <w:b w:val="0"/>
                <w:bCs/>
                <w:color w:val="auto"/>
                <w:szCs w:val="22"/>
              </w:rPr>
              <w:t>deliver the following content</w:t>
            </w:r>
            <w:r w:rsidRPr="00BD39E6">
              <w:rPr>
                <w:rFonts w:cs="Arial"/>
                <w:color w:val="auto"/>
                <w:szCs w:val="22"/>
              </w:rPr>
              <w:t>:</w:t>
            </w:r>
          </w:p>
          <w:p w14:paraId="0C6FC379" w14:textId="1681B653" w:rsidR="002E7E5B" w:rsidRPr="001A7B4B" w:rsidRDefault="002E7E5B" w:rsidP="002C017C">
            <w:pPr>
              <w:pStyle w:val="Normalheadingblue"/>
              <w:numPr>
                <w:ilvl w:val="0"/>
                <w:numId w:val="46"/>
              </w:numPr>
              <w:spacing w:before="0" w:after="0"/>
              <w:rPr>
                <w:rFonts w:cs="Arial"/>
                <w:b w:val="0"/>
                <w:color w:val="auto"/>
                <w:szCs w:val="22"/>
              </w:rPr>
            </w:pPr>
            <w:r w:rsidRPr="001A7B4B">
              <w:rPr>
                <w:rFonts w:cs="Arial"/>
                <w:b w:val="0"/>
                <w:color w:val="auto"/>
                <w:szCs w:val="22"/>
              </w:rPr>
              <w:t>Safety controls for UVHW systems</w:t>
            </w:r>
          </w:p>
          <w:p w14:paraId="36AAB56D" w14:textId="77777777" w:rsidR="002E7E5B" w:rsidRPr="001A7B4B" w:rsidRDefault="002E7E5B" w:rsidP="002C017C">
            <w:pPr>
              <w:pStyle w:val="Normalheadingblue"/>
              <w:numPr>
                <w:ilvl w:val="0"/>
                <w:numId w:val="46"/>
              </w:numPr>
              <w:spacing w:before="0" w:after="0"/>
              <w:rPr>
                <w:rFonts w:cs="Arial"/>
                <w:b w:val="0"/>
                <w:color w:val="auto"/>
                <w:szCs w:val="22"/>
              </w:rPr>
            </w:pPr>
            <w:r w:rsidRPr="001A7B4B">
              <w:rPr>
                <w:rFonts w:cs="Arial"/>
                <w:b w:val="0"/>
                <w:color w:val="auto"/>
                <w:szCs w:val="22"/>
              </w:rPr>
              <w:t>Control thermostat</w:t>
            </w:r>
          </w:p>
          <w:p w14:paraId="4DFEE07A" w14:textId="77777777" w:rsidR="002E7E5B" w:rsidRPr="001A7B4B" w:rsidRDefault="002E7E5B" w:rsidP="002C017C">
            <w:pPr>
              <w:pStyle w:val="Normalheadingblue"/>
              <w:numPr>
                <w:ilvl w:val="0"/>
                <w:numId w:val="46"/>
              </w:numPr>
              <w:spacing w:before="0" w:after="0"/>
              <w:rPr>
                <w:rFonts w:cs="Arial"/>
                <w:b w:val="0"/>
                <w:color w:val="auto"/>
                <w:szCs w:val="22"/>
              </w:rPr>
            </w:pPr>
            <w:r w:rsidRPr="001A7B4B">
              <w:rPr>
                <w:rFonts w:cs="Arial"/>
                <w:b w:val="0"/>
                <w:color w:val="auto"/>
                <w:szCs w:val="22"/>
              </w:rPr>
              <w:t>Energy cut-out (ECO)</w:t>
            </w:r>
          </w:p>
          <w:p w14:paraId="45F685E8" w14:textId="77777777" w:rsidR="002E7E5B" w:rsidRPr="001A7B4B" w:rsidRDefault="002E7E5B" w:rsidP="002C017C">
            <w:pPr>
              <w:pStyle w:val="Normalheadingblue"/>
              <w:numPr>
                <w:ilvl w:val="0"/>
                <w:numId w:val="46"/>
              </w:numPr>
              <w:spacing w:before="0" w:after="0"/>
              <w:rPr>
                <w:rFonts w:cs="Arial"/>
                <w:b w:val="0"/>
                <w:color w:val="auto"/>
                <w:szCs w:val="22"/>
              </w:rPr>
            </w:pPr>
            <w:r w:rsidRPr="001A7B4B">
              <w:rPr>
                <w:rFonts w:cs="Arial"/>
                <w:b w:val="0"/>
                <w:color w:val="auto"/>
                <w:szCs w:val="22"/>
              </w:rPr>
              <w:t>Temperature and pressure relief valve</w:t>
            </w:r>
          </w:p>
          <w:p w14:paraId="1D7BEA1A" w14:textId="77777777" w:rsidR="002E7E5B" w:rsidRPr="001A7B4B" w:rsidRDefault="002E7E5B" w:rsidP="002C017C">
            <w:pPr>
              <w:pStyle w:val="Normalheadingblue"/>
              <w:numPr>
                <w:ilvl w:val="0"/>
                <w:numId w:val="46"/>
              </w:numPr>
              <w:spacing w:before="0" w:after="0"/>
              <w:rPr>
                <w:rFonts w:cs="Arial"/>
                <w:b w:val="0"/>
                <w:color w:val="auto"/>
                <w:szCs w:val="22"/>
              </w:rPr>
            </w:pPr>
            <w:r w:rsidRPr="001A7B4B">
              <w:rPr>
                <w:rFonts w:cs="Arial"/>
                <w:b w:val="0"/>
                <w:color w:val="auto"/>
                <w:szCs w:val="22"/>
              </w:rPr>
              <w:t>Discharge pipework (D1 &amp; D2)</w:t>
            </w:r>
          </w:p>
          <w:p w14:paraId="35D0B299" w14:textId="680C7777" w:rsidR="002E7E5B" w:rsidRPr="001A7B4B" w:rsidRDefault="002E7E5B" w:rsidP="002C017C">
            <w:pPr>
              <w:pStyle w:val="Normalheadingblue"/>
              <w:numPr>
                <w:ilvl w:val="0"/>
                <w:numId w:val="46"/>
              </w:numPr>
              <w:spacing w:before="0" w:after="0"/>
              <w:rPr>
                <w:rFonts w:cs="Arial"/>
                <w:b w:val="0"/>
                <w:color w:val="auto"/>
                <w:szCs w:val="22"/>
              </w:rPr>
            </w:pPr>
            <w:r w:rsidRPr="001A7B4B">
              <w:rPr>
                <w:rFonts w:cs="Arial"/>
                <w:b w:val="0"/>
                <w:color w:val="auto"/>
                <w:szCs w:val="22"/>
              </w:rPr>
              <w:lastRenderedPageBreak/>
              <w:t>Tutor to discuss the temperature and pressure ranges that these components are required to operate</w:t>
            </w:r>
            <w:r w:rsidR="00153ADB">
              <w:rPr>
                <w:rFonts w:cs="Arial"/>
                <w:b w:val="0"/>
                <w:color w:val="auto"/>
                <w:szCs w:val="22"/>
              </w:rPr>
              <w:t>.</w:t>
            </w:r>
          </w:p>
          <w:p w14:paraId="2260788B" w14:textId="414FF529" w:rsidR="002E7E5B" w:rsidRPr="001A7B4B" w:rsidRDefault="002E7E5B" w:rsidP="002C017C">
            <w:pPr>
              <w:pStyle w:val="Normalheadingblue"/>
              <w:numPr>
                <w:ilvl w:val="0"/>
                <w:numId w:val="46"/>
              </w:numPr>
              <w:spacing w:before="0" w:after="0"/>
              <w:rPr>
                <w:rFonts w:cs="Arial"/>
                <w:b w:val="0"/>
                <w:color w:val="auto"/>
                <w:szCs w:val="22"/>
              </w:rPr>
            </w:pPr>
            <w:r w:rsidRPr="001A7B4B">
              <w:rPr>
                <w:rFonts w:cs="Arial"/>
                <w:b w:val="0"/>
                <w:color w:val="auto"/>
                <w:szCs w:val="22"/>
              </w:rPr>
              <w:t>Examine these controls installed within a working system</w:t>
            </w:r>
            <w:r w:rsidR="00153ADB">
              <w:rPr>
                <w:rFonts w:cs="Arial"/>
                <w:b w:val="0"/>
                <w:color w:val="auto"/>
                <w:szCs w:val="22"/>
              </w:rPr>
              <w:t>.</w:t>
            </w:r>
          </w:p>
          <w:p w14:paraId="69FD219E" w14:textId="337CF312" w:rsidR="002E7E5B" w:rsidRPr="001A7B4B" w:rsidRDefault="002E7E5B" w:rsidP="002C017C">
            <w:pPr>
              <w:pStyle w:val="Normalheadingblue"/>
              <w:numPr>
                <w:ilvl w:val="0"/>
                <w:numId w:val="46"/>
              </w:numPr>
              <w:spacing w:before="0" w:after="0"/>
              <w:rPr>
                <w:rFonts w:cs="Arial"/>
                <w:b w:val="0"/>
                <w:color w:val="auto"/>
                <w:szCs w:val="22"/>
              </w:rPr>
            </w:pPr>
            <w:r w:rsidRPr="001A7B4B">
              <w:rPr>
                <w:rFonts w:cs="Arial"/>
                <w:b w:val="0"/>
                <w:color w:val="auto"/>
                <w:szCs w:val="22"/>
              </w:rPr>
              <w:t>Tutor to discuss the basic requirements for discharge pipework including termination, materials, diameter and length</w:t>
            </w:r>
            <w:r w:rsidR="00153ADB">
              <w:rPr>
                <w:rFonts w:cs="Arial"/>
                <w:b w:val="0"/>
                <w:color w:val="auto"/>
                <w:szCs w:val="22"/>
              </w:rPr>
              <w:t>.</w:t>
            </w:r>
          </w:p>
          <w:p w14:paraId="2EFFA249" w14:textId="77777777" w:rsidR="002E7E5B" w:rsidRPr="001A7B4B" w:rsidRDefault="002E7E5B" w:rsidP="00D84080">
            <w:pPr>
              <w:pStyle w:val="Normalheadingblue"/>
              <w:spacing w:before="0" w:after="0"/>
              <w:rPr>
                <w:rFonts w:cs="Arial"/>
                <w:color w:val="auto"/>
                <w:szCs w:val="22"/>
              </w:rPr>
            </w:pPr>
          </w:p>
          <w:p w14:paraId="200195F9" w14:textId="01591A32" w:rsidR="002E7E5B" w:rsidRPr="001A7B4B" w:rsidRDefault="002E7E5B" w:rsidP="00D84080">
            <w:pPr>
              <w:pStyle w:val="Normalheadingblue"/>
              <w:spacing w:before="0" w:after="0"/>
              <w:rPr>
                <w:rFonts w:cs="Arial"/>
                <w:color w:val="auto"/>
                <w:szCs w:val="22"/>
              </w:rPr>
            </w:pPr>
            <w:r w:rsidRPr="001A7B4B">
              <w:rPr>
                <w:rFonts w:cs="Arial"/>
                <w:color w:val="auto"/>
                <w:szCs w:val="22"/>
              </w:rPr>
              <w:t xml:space="preserve">Knowledge </w:t>
            </w:r>
            <w:r w:rsidR="00D84080" w:rsidRPr="001A7B4B">
              <w:rPr>
                <w:rFonts w:cs="Arial"/>
                <w:color w:val="auto"/>
                <w:szCs w:val="22"/>
              </w:rPr>
              <w:t>C</w:t>
            </w:r>
            <w:r w:rsidRPr="001A7B4B">
              <w:rPr>
                <w:rFonts w:cs="Arial"/>
                <w:color w:val="auto"/>
                <w:szCs w:val="22"/>
              </w:rPr>
              <w:t>heck example:</w:t>
            </w:r>
          </w:p>
          <w:p w14:paraId="77E347EC" w14:textId="376AD5B6" w:rsidR="002E7E5B" w:rsidRPr="001A7B4B" w:rsidRDefault="00116A2E" w:rsidP="00D84080">
            <w:pPr>
              <w:pStyle w:val="Normalheadingblue"/>
              <w:spacing w:before="0" w:after="0"/>
              <w:rPr>
                <w:rFonts w:cs="Arial"/>
                <w:b w:val="0"/>
                <w:color w:val="auto"/>
                <w:szCs w:val="22"/>
              </w:rPr>
            </w:pPr>
            <w:r w:rsidRPr="001A7B4B">
              <w:rPr>
                <w:rFonts w:cs="Arial"/>
                <w:b w:val="0"/>
                <w:color w:val="auto"/>
                <w:szCs w:val="22"/>
              </w:rPr>
              <w:t>Students</w:t>
            </w:r>
            <w:r w:rsidR="002E7E5B" w:rsidRPr="001A7B4B">
              <w:rPr>
                <w:rFonts w:cs="Arial"/>
                <w:b w:val="0"/>
                <w:color w:val="auto"/>
                <w:szCs w:val="22"/>
              </w:rPr>
              <w:t xml:space="preserve"> are to complete a written explanation of the function of each safety control along with their relative setpoints. </w:t>
            </w:r>
          </w:p>
          <w:p w14:paraId="654B1A19" w14:textId="77777777" w:rsidR="002E7E5B" w:rsidRPr="001A7B4B" w:rsidRDefault="002E7E5B" w:rsidP="00D84080">
            <w:pPr>
              <w:pStyle w:val="Normalheadingblue"/>
              <w:spacing w:before="0" w:after="0"/>
              <w:rPr>
                <w:rFonts w:cs="Arial"/>
                <w:color w:val="auto"/>
                <w:szCs w:val="22"/>
              </w:rPr>
            </w:pPr>
          </w:p>
          <w:p w14:paraId="0D352A8B" w14:textId="77777777" w:rsidR="002E7E5B" w:rsidRPr="001A7B4B" w:rsidRDefault="002E7E5B" w:rsidP="00D84080">
            <w:pPr>
              <w:pStyle w:val="Normalheadingblue"/>
              <w:spacing w:before="0" w:after="0"/>
              <w:rPr>
                <w:rFonts w:cs="Arial"/>
                <w:color w:val="auto"/>
                <w:szCs w:val="22"/>
              </w:rPr>
            </w:pPr>
            <w:r w:rsidRPr="001A7B4B">
              <w:rPr>
                <w:rFonts w:cs="Arial"/>
                <w:color w:val="auto"/>
                <w:szCs w:val="22"/>
              </w:rPr>
              <w:t>Resources:</w:t>
            </w:r>
          </w:p>
          <w:p w14:paraId="4BADDAD5" w14:textId="31CCE6DA" w:rsidR="002E7E5B" w:rsidRPr="001A7B4B" w:rsidRDefault="00763103" w:rsidP="00D84080">
            <w:pPr>
              <w:pStyle w:val="Normalheadingblue"/>
              <w:spacing w:before="0" w:after="0"/>
              <w:rPr>
                <w:rFonts w:cs="Arial"/>
                <w:b w:val="0"/>
                <w:color w:val="auto"/>
                <w:szCs w:val="22"/>
              </w:rPr>
            </w:pPr>
            <w:r w:rsidRPr="001A7B4B">
              <w:rPr>
                <w:rFonts w:cs="Arial"/>
                <w:b w:val="0"/>
                <w:color w:val="auto"/>
                <w:szCs w:val="22"/>
              </w:rPr>
              <w:t>PowerPoint</w:t>
            </w:r>
            <w:r w:rsidR="00AB7F0D">
              <w:rPr>
                <w:rFonts w:cs="Arial"/>
                <w:b w:val="0"/>
                <w:color w:val="auto"/>
                <w:szCs w:val="22"/>
              </w:rPr>
              <w:t xml:space="preserve">: </w:t>
            </w:r>
            <w:r w:rsidR="00AB7F0D" w:rsidRPr="00AB7F0D">
              <w:rPr>
                <w:rFonts w:cs="Arial"/>
                <w:bCs/>
                <w:color w:val="auto"/>
                <w:szCs w:val="22"/>
              </w:rPr>
              <w:t>K1.7 K1.8 UVHW Safety Controls</w:t>
            </w:r>
          </w:p>
          <w:p w14:paraId="67B0EA07" w14:textId="77777777" w:rsidR="002E7E5B" w:rsidRPr="001A7B4B" w:rsidRDefault="002E7E5B" w:rsidP="00D84080">
            <w:pPr>
              <w:pStyle w:val="Normalheadingblue"/>
              <w:spacing w:before="0" w:after="0"/>
              <w:rPr>
                <w:rFonts w:cs="Arial"/>
                <w:b w:val="0"/>
                <w:color w:val="auto"/>
                <w:szCs w:val="22"/>
              </w:rPr>
            </w:pPr>
            <w:r w:rsidRPr="001A7B4B">
              <w:rPr>
                <w:rFonts w:cs="Arial"/>
                <w:b w:val="0"/>
                <w:color w:val="auto"/>
                <w:szCs w:val="22"/>
              </w:rPr>
              <w:t>Examples of safety controls</w:t>
            </w:r>
          </w:p>
          <w:p w14:paraId="090F07C8" w14:textId="77777777" w:rsidR="002E7E5B" w:rsidRPr="001A7B4B" w:rsidRDefault="002E7E5B" w:rsidP="00D84080">
            <w:pPr>
              <w:pStyle w:val="Normalheadingblue"/>
              <w:spacing w:before="0" w:after="0"/>
              <w:rPr>
                <w:rFonts w:cs="Arial"/>
                <w:color w:val="auto"/>
                <w:szCs w:val="22"/>
              </w:rPr>
            </w:pPr>
          </w:p>
          <w:p w14:paraId="20AA3317" w14:textId="77777777" w:rsidR="002E7E5B" w:rsidRPr="001A7B4B" w:rsidRDefault="002E7E5B" w:rsidP="00D84080">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3C76AC02" w14:textId="77777777" w:rsidR="00DD207A" w:rsidRPr="001A7B4B" w:rsidRDefault="008A57D2">
            <w:r w:rsidRPr="001A7B4B">
              <w:lastRenderedPageBreak/>
              <w:t>Q&amp;A</w:t>
            </w:r>
            <w:r w:rsidRPr="001A7B4B">
              <w:br/>
            </w:r>
            <w:r w:rsidRPr="001A7B4B">
              <w:br/>
            </w:r>
            <w:r w:rsidRPr="001A7B4B">
              <w:br/>
            </w:r>
            <w:r w:rsidRPr="001A7B4B">
              <w:br/>
            </w:r>
            <w:r w:rsidRPr="001A7B4B">
              <w:br/>
              <w:t>Written explanation</w:t>
            </w:r>
            <w:r w:rsidRPr="001A7B4B">
              <w:br/>
              <w:t>English skills (reading, writing, technical vocabulary)</w:t>
            </w:r>
          </w:p>
        </w:tc>
      </w:tr>
      <w:tr w:rsidR="001A7B4B" w:rsidRPr="001A7B4B" w14:paraId="65DA166F"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4B7FF450" w14:textId="77777777" w:rsidR="00AB1A3A" w:rsidRDefault="00AB1A3A" w:rsidP="00E834BE">
            <w:pPr>
              <w:jc w:val="center"/>
              <w:rPr>
                <w:rFonts w:cs="Arial"/>
                <w:szCs w:val="22"/>
              </w:rPr>
            </w:pPr>
            <w:r>
              <w:rPr>
                <w:rFonts w:cs="Arial"/>
                <w:szCs w:val="22"/>
              </w:rPr>
              <w:t>99</w:t>
            </w:r>
          </w:p>
          <w:p w14:paraId="576B379C" w14:textId="77777777" w:rsidR="00F11C54" w:rsidRDefault="00F11C54" w:rsidP="00E834BE">
            <w:pPr>
              <w:jc w:val="center"/>
              <w:rPr>
                <w:rFonts w:cs="Arial"/>
                <w:szCs w:val="22"/>
              </w:rPr>
            </w:pPr>
            <w:r>
              <w:rPr>
                <w:rFonts w:cs="Arial"/>
                <w:szCs w:val="22"/>
              </w:rPr>
              <w:t>3 hours</w:t>
            </w:r>
          </w:p>
          <w:p w14:paraId="06CC9189" w14:textId="02DDFF3F" w:rsidR="00903408" w:rsidRDefault="00903408" w:rsidP="00E834BE">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70F7DA88" w14:textId="77777777" w:rsidR="00AB1A3A" w:rsidRPr="001A7B4B" w:rsidRDefault="00AB1A3A" w:rsidP="00E834BE">
            <w:pPr>
              <w:pStyle w:val="Normalheadingblack"/>
              <w:rPr>
                <w:rFonts w:cs="Arial"/>
                <w:lang w:eastAsia="en-GB"/>
              </w:rPr>
            </w:pPr>
            <w:r w:rsidRPr="001A7B4B">
              <w:rPr>
                <w:rFonts w:cs="Arial"/>
                <w:lang w:eastAsia="en-GB"/>
              </w:rPr>
              <w:t>Outcome 1 – Plumbing and heating common knowledge criteria</w:t>
            </w:r>
          </w:p>
          <w:p w14:paraId="6F878239" w14:textId="77777777" w:rsidR="00AB1A3A" w:rsidRPr="001A7B4B" w:rsidRDefault="00AB1A3A" w:rsidP="00E834BE">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3C9BB76C" w14:textId="77777777" w:rsidR="00AB1A3A" w:rsidRPr="001A7B4B" w:rsidRDefault="00AB1A3A" w:rsidP="00AB1A3A">
            <w:pPr>
              <w:pStyle w:val="Normalheadingblack"/>
              <w:rPr>
                <w:rFonts w:cs="Arial"/>
                <w:b w:val="0"/>
                <w:szCs w:val="22"/>
              </w:rPr>
            </w:pPr>
            <w:r w:rsidRPr="001A7B4B">
              <w:rPr>
                <w:rFonts w:cs="Arial"/>
                <w:b w:val="0"/>
                <w:szCs w:val="22"/>
              </w:rPr>
              <w:t>K1.7 Plumbing and heating systems</w:t>
            </w:r>
          </w:p>
          <w:p w14:paraId="3CD887AC" w14:textId="77777777" w:rsidR="00AB1A3A" w:rsidRPr="001A7B4B" w:rsidRDefault="00AB1A3A" w:rsidP="00AB1A3A">
            <w:pPr>
              <w:pStyle w:val="Normalheadingblack"/>
              <w:rPr>
                <w:rFonts w:cs="Arial"/>
                <w:b w:val="0"/>
                <w:szCs w:val="22"/>
              </w:rPr>
            </w:pPr>
          </w:p>
          <w:p w14:paraId="59D9985E" w14:textId="77777777" w:rsidR="00AB1A3A" w:rsidRPr="001A7B4B" w:rsidRDefault="00AB1A3A" w:rsidP="00AB1A3A">
            <w:pPr>
              <w:pStyle w:val="Normalheadingblack"/>
              <w:rPr>
                <w:rFonts w:cs="Arial"/>
                <w:b w:val="0"/>
                <w:szCs w:val="22"/>
              </w:rPr>
            </w:pPr>
            <w:r w:rsidRPr="001A7B4B">
              <w:rPr>
                <w:rFonts w:cs="Arial"/>
                <w:b w:val="0"/>
                <w:szCs w:val="22"/>
              </w:rPr>
              <w:t>K1.8 Components used in plumbing and heating systems</w:t>
            </w:r>
          </w:p>
          <w:p w14:paraId="0BB7218C" w14:textId="77777777" w:rsidR="00AB1A3A" w:rsidRPr="001A7B4B" w:rsidRDefault="00AB1A3A" w:rsidP="00AB1A3A">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7C4428EB" w14:textId="21D10951" w:rsidR="00AB1A3A" w:rsidRPr="001A7B4B" w:rsidRDefault="00AB1A3A" w:rsidP="0082747C">
            <w:pPr>
              <w:pStyle w:val="Normalheadingblue"/>
              <w:spacing w:before="0" w:after="0"/>
              <w:rPr>
                <w:rFonts w:cs="Arial"/>
                <w:color w:val="auto"/>
                <w:szCs w:val="22"/>
              </w:rPr>
            </w:pPr>
            <w:r w:rsidRPr="001A7B4B">
              <w:rPr>
                <w:rFonts w:cs="Arial"/>
                <w:color w:val="auto"/>
                <w:szCs w:val="22"/>
              </w:rPr>
              <w:t>Activity:</w:t>
            </w:r>
          </w:p>
          <w:p w14:paraId="5DE2BA1A" w14:textId="77777777" w:rsidR="00AB1A3A" w:rsidRPr="001A7B4B" w:rsidRDefault="00AB1A3A" w:rsidP="0082747C">
            <w:pPr>
              <w:pStyle w:val="Normalheadingblue"/>
              <w:spacing w:before="0" w:after="0"/>
              <w:rPr>
                <w:rFonts w:cs="Arial"/>
                <w:color w:val="auto"/>
                <w:szCs w:val="22"/>
              </w:rPr>
            </w:pPr>
            <w:r w:rsidRPr="001A7B4B">
              <w:rPr>
                <w:rFonts w:cs="Arial"/>
                <w:color w:val="auto"/>
                <w:szCs w:val="22"/>
              </w:rPr>
              <w:t>Starter task example:</w:t>
            </w:r>
          </w:p>
          <w:p w14:paraId="5E0A65AA" w14:textId="5B85D6D3" w:rsidR="00AB1A3A" w:rsidRPr="001A7B4B" w:rsidRDefault="00AB1A3A" w:rsidP="0082747C">
            <w:pPr>
              <w:pStyle w:val="Normalheadingblue"/>
              <w:spacing w:before="0" w:after="0"/>
              <w:rPr>
                <w:rFonts w:cs="Arial"/>
                <w:b w:val="0"/>
                <w:color w:val="auto"/>
                <w:szCs w:val="22"/>
              </w:rPr>
            </w:pPr>
            <w:r w:rsidRPr="001A7B4B">
              <w:rPr>
                <w:rFonts w:cs="Arial"/>
                <w:b w:val="0"/>
                <w:color w:val="auto"/>
                <w:szCs w:val="22"/>
              </w:rPr>
              <w:t>Recap – Tutor led discussion and Q&amp;A regarding the purpose of the D1 and D2 pipework</w:t>
            </w:r>
            <w:r w:rsidR="00153ADB">
              <w:rPr>
                <w:rFonts w:cs="Arial"/>
                <w:b w:val="0"/>
                <w:color w:val="auto"/>
                <w:szCs w:val="22"/>
              </w:rPr>
              <w:t>.</w:t>
            </w:r>
          </w:p>
          <w:p w14:paraId="4FEB0C04" w14:textId="77777777" w:rsidR="00AB1A3A" w:rsidRPr="001A7B4B" w:rsidRDefault="00AB1A3A" w:rsidP="0082747C">
            <w:pPr>
              <w:pStyle w:val="Normalheadingblue"/>
              <w:spacing w:before="0" w:after="0"/>
              <w:rPr>
                <w:rFonts w:cs="Arial"/>
                <w:color w:val="auto"/>
                <w:szCs w:val="22"/>
              </w:rPr>
            </w:pPr>
          </w:p>
          <w:p w14:paraId="0738C674" w14:textId="1C27922D" w:rsidR="00AB1A3A" w:rsidRPr="001A7B4B" w:rsidRDefault="00AB1A3A" w:rsidP="0082747C">
            <w:pPr>
              <w:pStyle w:val="Normalheadingblue"/>
              <w:spacing w:before="0" w:after="0"/>
              <w:rPr>
                <w:rFonts w:cs="Arial"/>
                <w:color w:val="auto"/>
                <w:szCs w:val="22"/>
              </w:rPr>
            </w:pPr>
            <w:r w:rsidRPr="001A7B4B">
              <w:rPr>
                <w:rFonts w:cs="Arial"/>
                <w:color w:val="auto"/>
                <w:szCs w:val="22"/>
              </w:rPr>
              <w:t>Delivery</w:t>
            </w:r>
            <w:r w:rsidR="0082747C" w:rsidRPr="001A7B4B">
              <w:rPr>
                <w:rFonts w:cs="Arial"/>
                <w:color w:val="auto"/>
                <w:szCs w:val="22"/>
              </w:rPr>
              <w:t xml:space="preserve"> focus</w:t>
            </w:r>
            <w:r w:rsidRPr="001A7B4B">
              <w:rPr>
                <w:rFonts w:cs="Arial"/>
                <w:color w:val="auto"/>
                <w:szCs w:val="22"/>
              </w:rPr>
              <w:t>:</w:t>
            </w:r>
          </w:p>
          <w:p w14:paraId="2822112E" w14:textId="0EE09B15" w:rsidR="00AB1A3A" w:rsidRPr="001A7B4B" w:rsidRDefault="00AB1A3A" w:rsidP="0082747C">
            <w:pPr>
              <w:pStyle w:val="Normalheadingblue"/>
              <w:spacing w:before="0" w:after="0"/>
              <w:rPr>
                <w:rFonts w:cs="Arial"/>
                <w:b w:val="0"/>
                <w:color w:val="auto"/>
                <w:szCs w:val="22"/>
              </w:rPr>
            </w:pPr>
            <w:r w:rsidRPr="001A7B4B">
              <w:rPr>
                <w:rFonts w:cs="Arial"/>
                <w:b w:val="0"/>
                <w:color w:val="auto"/>
                <w:szCs w:val="22"/>
              </w:rPr>
              <w:t>Tutor to cover</w:t>
            </w:r>
            <w:r w:rsidR="006136B2">
              <w:rPr>
                <w:rFonts w:cs="Arial"/>
                <w:b w:val="0"/>
                <w:color w:val="auto"/>
                <w:szCs w:val="22"/>
              </w:rPr>
              <w:t xml:space="preserve"> </w:t>
            </w:r>
            <w:r w:rsidR="006136B2" w:rsidRPr="006136B2">
              <w:rPr>
                <w:rFonts w:cs="Arial"/>
                <w:b w:val="0"/>
                <w:bCs/>
                <w:color w:val="auto"/>
                <w:szCs w:val="22"/>
              </w:rPr>
              <w:t>Hot water systems – Unvented hot water discharge pipework and secondary returns</w:t>
            </w:r>
            <w:r w:rsidR="006136B2">
              <w:rPr>
                <w:rFonts w:cs="Arial"/>
                <w:b w:val="0"/>
                <w:bCs/>
                <w:color w:val="auto"/>
                <w:szCs w:val="22"/>
              </w:rPr>
              <w:t xml:space="preserve">, including </w:t>
            </w:r>
            <w:r w:rsidRPr="001A7B4B">
              <w:rPr>
                <w:rFonts w:cs="Arial"/>
                <w:b w:val="0"/>
                <w:color w:val="auto"/>
                <w:szCs w:val="22"/>
              </w:rPr>
              <w:t>the following content:</w:t>
            </w:r>
          </w:p>
          <w:p w14:paraId="3DF9DEAA" w14:textId="77777777" w:rsidR="00AB1A3A" w:rsidRPr="001A7B4B" w:rsidRDefault="00AB1A3A" w:rsidP="002C017C">
            <w:pPr>
              <w:pStyle w:val="Normalheadingblue"/>
              <w:numPr>
                <w:ilvl w:val="0"/>
                <w:numId w:val="47"/>
              </w:numPr>
              <w:spacing w:before="0" w:after="0"/>
              <w:rPr>
                <w:rFonts w:cs="Arial"/>
                <w:b w:val="0"/>
                <w:color w:val="auto"/>
                <w:szCs w:val="22"/>
              </w:rPr>
            </w:pPr>
            <w:r w:rsidRPr="001A7B4B">
              <w:rPr>
                <w:rFonts w:cs="Arial"/>
                <w:b w:val="0"/>
                <w:color w:val="auto"/>
                <w:szCs w:val="22"/>
              </w:rPr>
              <w:lastRenderedPageBreak/>
              <w:t>D1 pipework dimensions</w:t>
            </w:r>
          </w:p>
          <w:p w14:paraId="35DFE824" w14:textId="77777777" w:rsidR="00AB1A3A" w:rsidRPr="001A7B4B" w:rsidRDefault="00AB1A3A" w:rsidP="002C017C">
            <w:pPr>
              <w:pStyle w:val="Normalheadingblue"/>
              <w:numPr>
                <w:ilvl w:val="0"/>
                <w:numId w:val="47"/>
              </w:numPr>
              <w:spacing w:before="0" w:after="0"/>
              <w:rPr>
                <w:rFonts w:cs="Arial"/>
                <w:b w:val="0"/>
                <w:color w:val="auto"/>
                <w:szCs w:val="22"/>
              </w:rPr>
            </w:pPr>
            <w:r w:rsidRPr="001A7B4B">
              <w:rPr>
                <w:rFonts w:cs="Arial"/>
                <w:b w:val="0"/>
                <w:color w:val="auto"/>
                <w:szCs w:val="22"/>
              </w:rPr>
              <w:t>D2 pipework dimensions</w:t>
            </w:r>
          </w:p>
          <w:p w14:paraId="69D97262" w14:textId="77777777" w:rsidR="00AB1A3A" w:rsidRPr="001A7B4B" w:rsidRDefault="00AB1A3A" w:rsidP="002C017C">
            <w:pPr>
              <w:pStyle w:val="Normalheadingblue"/>
              <w:numPr>
                <w:ilvl w:val="0"/>
                <w:numId w:val="47"/>
              </w:numPr>
              <w:spacing w:before="0" w:after="0"/>
              <w:rPr>
                <w:rFonts w:cs="Arial"/>
                <w:b w:val="0"/>
                <w:color w:val="auto"/>
                <w:szCs w:val="22"/>
              </w:rPr>
            </w:pPr>
            <w:r w:rsidRPr="001A7B4B">
              <w:rPr>
                <w:rFonts w:cs="Arial"/>
                <w:b w:val="0"/>
                <w:color w:val="auto"/>
                <w:szCs w:val="22"/>
              </w:rPr>
              <w:t>Tundish types</w:t>
            </w:r>
          </w:p>
          <w:p w14:paraId="56061A7A" w14:textId="77777777" w:rsidR="00AB1A3A" w:rsidRPr="001A7B4B" w:rsidRDefault="00AB1A3A" w:rsidP="002C017C">
            <w:pPr>
              <w:pStyle w:val="Normalheadingblue"/>
              <w:numPr>
                <w:ilvl w:val="0"/>
                <w:numId w:val="47"/>
              </w:numPr>
              <w:spacing w:before="0" w:after="0"/>
              <w:rPr>
                <w:rFonts w:cs="Arial"/>
                <w:b w:val="0"/>
                <w:color w:val="auto"/>
                <w:szCs w:val="22"/>
              </w:rPr>
            </w:pPr>
            <w:r w:rsidRPr="001A7B4B">
              <w:rPr>
                <w:rFonts w:cs="Arial"/>
                <w:b w:val="0"/>
                <w:color w:val="auto"/>
                <w:szCs w:val="22"/>
              </w:rPr>
              <w:t>Termination location</w:t>
            </w:r>
          </w:p>
          <w:p w14:paraId="4332A458" w14:textId="77777777" w:rsidR="00AB1A3A" w:rsidRPr="001A7B4B" w:rsidRDefault="00AB1A3A" w:rsidP="002C017C">
            <w:pPr>
              <w:pStyle w:val="Normalheadingblue"/>
              <w:numPr>
                <w:ilvl w:val="0"/>
                <w:numId w:val="47"/>
              </w:numPr>
              <w:spacing w:before="0" w:after="0"/>
              <w:rPr>
                <w:rFonts w:cs="Arial"/>
                <w:b w:val="0"/>
                <w:color w:val="auto"/>
                <w:szCs w:val="22"/>
              </w:rPr>
            </w:pPr>
            <w:r w:rsidRPr="001A7B4B">
              <w:rPr>
                <w:rFonts w:cs="Arial"/>
                <w:b w:val="0"/>
                <w:color w:val="auto"/>
                <w:szCs w:val="22"/>
              </w:rPr>
              <w:t>Calculation of D2 diameter</w:t>
            </w:r>
          </w:p>
          <w:p w14:paraId="08D79EA3" w14:textId="77777777" w:rsidR="00AB1A3A" w:rsidRPr="001A7B4B" w:rsidRDefault="00AB1A3A" w:rsidP="002C017C">
            <w:pPr>
              <w:pStyle w:val="Normalheadingblue"/>
              <w:numPr>
                <w:ilvl w:val="0"/>
                <w:numId w:val="47"/>
              </w:numPr>
              <w:spacing w:before="0" w:after="0"/>
              <w:rPr>
                <w:rFonts w:cs="Arial"/>
                <w:b w:val="0"/>
                <w:color w:val="auto"/>
                <w:szCs w:val="22"/>
              </w:rPr>
            </w:pPr>
            <w:r w:rsidRPr="001A7B4B">
              <w:rPr>
                <w:rFonts w:cs="Arial"/>
                <w:b w:val="0"/>
                <w:color w:val="auto"/>
                <w:szCs w:val="22"/>
              </w:rPr>
              <w:t>Purpose of secondary circuits</w:t>
            </w:r>
          </w:p>
          <w:p w14:paraId="52ED7E73" w14:textId="77777777" w:rsidR="00AB1A3A" w:rsidRPr="001A7B4B" w:rsidRDefault="00AB1A3A" w:rsidP="002C017C">
            <w:pPr>
              <w:pStyle w:val="Normalheadingblue"/>
              <w:numPr>
                <w:ilvl w:val="0"/>
                <w:numId w:val="47"/>
              </w:numPr>
              <w:spacing w:before="0" w:after="0"/>
              <w:rPr>
                <w:rFonts w:cs="Arial"/>
                <w:b w:val="0"/>
                <w:color w:val="auto"/>
                <w:szCs w:val="22"/>
              </w:rPr>
            </w:pPr>
            <w:r w:rsidRPr="001A7B4B">
              <w:rPr>
                <w:rFonts w:cs="Arial"/>
                <w:b w:val="0"/>
                <w:color w:val="auto"/>
                <w:szCs w:val="22"/>
              </w:rPr>
              <w:t>Temperature requirements of distribution pipework</w:t>
            </w:r>
          </w:p>
          <w:p w14:paraId="7C18D432" w14:textId="77777777" w:rsidR="00F11C54" w:rsidRPr="001A7B4B" w:rsidRDefault="00F11C54" w:rsidP="002C017C">
            <w:pPr>
              <w:pStyle w:val="Normalheadingblue"/>
              <w:numPr>
                <w:ilvl w:val="0"/>
                <w:numId w:val="47"/>
              </w:numPr>
              <w:spacing w:before="0" w:after="0"/>
              <w:rPr>
                <w:rFonts w:cs="Arial"/>
                <w:b w:val="0"/>
                <w:color w:val="auto"/>
                <w:szCs w:val="22"/>
              </w:rPr>
            </w:pPr>
            <w:r w:rsidRPr="001A7B4B">
              <w:rPr>
                <w:rFonts w:cs="Arial"/>
                <w:b w:val="0"/>
                <w:color w:val="auto"/>
                <w:szCs w:val="22"/>
              </w:rPr>
              <w:t>Secondary circulation</w:t>
            </w:r>
          </w:p>
          <w:p w14:paraId="5F917ADF" w14:textId="77777777" w:rsidR="00F11C54" w:rsidRPr="001A7B4B" w:rsidRDefault="00F11C54" w:rsidP="002C017C">
            <w:pPr>
              <w:pStyle w:val="Normalheadingblue"/>
              <w:numPr>
                <w:ilvl w:val="0"/>
                <w:numId w:val="47"/>
              </w:numPr>
              <w:spacing w:before="0" w:after="0"/>
              <w:rPr>
                <w:rFonts w:cs="Arial"/>
                <w:b w:val="0"/>
                <w:color w:val="auto"/>
                <w:szCs w:val="22"/>
              </w:rPr>
            </w:pPr>
            <w:r w:rsidRPr="001A7B4B">
              <w:rPr>
                <w:rFonts w:cs="Arial"/>
                <w:b w:val="0"/>
                <w:color w:val="auto"/>
                <w:szCs w:val="22"/>
              </w:rPr>
              <w:t>Secondary pumps</w:t>
            </w:r>
          </w:p>
          <w:p w14:paraId="6B23AED3" w14:textId="2EC9E781" w:rsidR="00AB1A3A" w:rsidRPr="001A7B4B" w:rsidRDefault="00AB1A3A" w:rsidP="002C017C">
            <w:pPr>
              <w:pStyle w:val="Normalheadingblue"/>
              <w:numPr>
                <w:ilvl w:val="0"/>
                <w:numId w:val="47"/>
              </w:numPr>
              <w:spacing w:before="0" w:after="0"/>
              <w:rPr>
                <w:rFonts w:cs="Arial"/>
                <w:b w:val="0"/>
                <w:color w:val="auto"/>
                <w:szCs w:val="22"/>
              </w:rPr>
            </w:pPr>
            <w:r w:rsidRPr="001A7B4B">
              <w:rPr>
                <w:rFonts w:cs="Arial"/>
                <w:b w:val="0"/>
                <w:color w:val="auto"/>
                <w:szCs w:val="22"/>
              </w:rPr>
              <w:t>Show images of acceptable and unacceptable termination locations</w:t>
            </w:r>
            <w:r w:rsidR="00153ADB">
              <w:rPr>
                <w:rFonts w:cs="Arial"/>
                <w:b w:val="0"/>
                <w:color w:val="auto"/>
                <w:szCs w:val="22"/>
              </w:rPr>
              <w:t>.</w:t>
            </w:r>
          </w:p>
          <w:p w14:paraId="52F6D17B" w14:textId="16289ADE" w:rsidR="00AB1A3A" w:rsidRPr="001A7B4B" w:rsidRDefault="00AB1A3A" w:rsidP="002C017C">
            <w:pPr>
              <w:pStyle w:val="Normalheadingblue"/>
              <w:numPr>
                <w:ilvl w:val="0"/>
                <w:numId w:val="47"/>
              </w:numPr>
              <w:spacing w:before="0" w:after="0"/>
              <w:rPr>
                <w:rFonts w:cs="Arial"/>
                <w:b w:val="0"/>
                <w:color w:val="auto"/>
                <w:szCs w:val="22"/>
              </w:rPr>
            </w:pPr>
            <w:r w:rsidRPr="001A7B4B">
              <w:rPr>
                <w:rFonts w:cs="Arial"/>
                <w:b w:val="0"/>
                <w:color w:val="auto"/>
                <w:szCs w:val="22"/>
              </w:rPr>
              <w:t>Compare working systems to document G3 requirements regarding D1 and D2 lengths</w:t>
            </w:r>
            <w:r w:rsidR="00153ADB">
              <w:rPr>
                <w:rFonts w:cs="Arial"/>
                <w:b w:val="0"/>
                <w:color w:val="auto"/>
                <w:szCs w:val="22"/>
              </w:rPr>
              <w:t>.</w:t>
            </w:r>
          </w:p>
          <w:p w14:paraId="61CF4D33" w14:textId="09978DD3" w:rsidR="00AB1A3A" w:rsidRPr="001A7B4B" w:rsidRDefault="00AB1A3A" w:rsidP="002C017C">
            <w:pPr>
              <w:pStyle w:val="Normalheadingblue"/>
              <w:numPr>
                <w:ilvl w:val="0"/>
                <w:numId w:val="47"/>
              </w:numPr>
              <w:spacing w:before="0" w:after="0"/>
              <w:rPr>
                <w:rFonts w:cs="Arial"/>
                <w:b w:val="0"/>
                <w:color w:val="auto"/>
                <w:szCs w:val="22"/>
              </w:rPr>
            </w:pPr>
            <w:r w:rsidRPr="001A7B4B">
              <w:rPr>
                <w:rFonts w:cs="Arial"/>
                <w:b w:val="0"/>
                <w:color w:val="auto"/>
                <w:szCs w:val="22"/>
              </w:rPr>
              <w:t>Explain the methods of calculating D2 pipework diameters</w:t>
            </w:r>
            <w:r w:rsidR="00153ADB">
              <w:rPr>
                <w:rFonts w:cs="Arial"/>
                <w:b w:val="0"/>
                <w:color w:val="auto"/>
                <w:szCs w:val="22"/>
              </w:rPr>
              <w:t>.</w:t>
            </w:r>
          </w:p>
          <w:p w14:paraId="68D17E7B" w14:textId="69FC2801" w:rsidR="00AB1A3A" w:rsidRPr="001A7B4B" w:rsidRDefault="00AB1A3A" w:rsidP="002C017C">
            <w:pPr>
              <w:pStyle w:val="Normalheadingblue"/>
              <w:numPr>
                <w:ilvl w:val="0"/>
                <w:numId w:val="47"/>
              </w:numPr>
              <w:spacing w:before="0" w:after="0"/>
              <w:rPr>
                <w:rFonts w:cs="Arial"/>
                <w:b w:val="0"/>
                <w:color w:val="auto"/>
                <w:szCs w:val="22"/>
              </w:rPr>
            </w:pPr>
            <w:r w:rsidRPr="001A7B4B">
              <w:rPr>
                <w:rFonts w:cs="Arial"/>
                <w:b w:val="0"/>
                <w:color w:val="auto"/>
                <w:szCs w:val="22"/>
              </w:rPr>
              <w:t xml:space="preserve">Allow </w:t>
            </w:r>
            <w:r w:rsidR="00F502C8" w:rsidRPr="001A7B4B">
              <w:rPr>
                <w:rFonts w:cs="Arial"/>
                <w:b w:val="0"/>
                <w:color w:val="auto"/>
                <w:szCs w:val="22"/>
              </w:rPr>
              <w:t>students</w:t>
            </w:r>
            <w:r w:rsidRPr="001A7B4B">
              <w:rPr>
                <w:rFonts w:cs="Arial"/>
                <w:b w:val="0"/>
                <w:color w:val="auto"/>
                <w:szCs w:val="22"/>
              </w:rPr>
              <w:t xml:space="preserve"> time to work through worked examples of D2 calculation</w:t>
            </w:r>
            <w:r w:rsidR="00153ADB">
              <w:rPr>
                <w:rFonts w:cs="Arial"/>
                <w:b w:val="0"/>
                <w:color w:val="auto"/>
                <w:szCs w:val="22"/>
              </w:rPr>
              <w:t>.</w:t>
            </w:r>
          </w:p>
          <w:p w14:paraId="47EE3689" w14:textId="388F3BF6" w:rsidR="00AB1A3A" w:rsidRPr="001A7B4B" w:rsidRDefault="00AB1A3A" w:rsidP="002C017C">
            <w:pPr>
              <w:pStyle w:val="Normalheadingblue"/>
              <w:numPr>
                <w:ilvl w:val="0"/>
                <w:numId w:val="47"/>
              </w:numPr>
              <w:spacing w:before="0" w:after="0"/>
              <w:rPr>
                <w:rFonts w:cs="Arial"/>
                <w:b w:val="0"/>
                <w:color w:val="auto"/>
                <w:szCs w:val="22"/>
              </w:rPr>
            </w:pPr>
            <w:r w:rsidRPr="001A7B4B">
              <w:rPr>
                <w:rFonts w:cs="Arial"/>
                <w:b w:val="0"/>
                <w:color w:val="auto"/>
                <w:szCs w:val="22"/>
              </w:rPr>
              <w:t>Discuss the purpose, location and connection of secondary circuits and the use of corrosion resistant circulators</w:t>
            </w:r>
            <w:r w:rsidR="00153ADB">
              <w:rPr>
                <w:rFonts w:cs="Arial"/>
                <w:b w:val="0"/>
                <w:color w:val="auto"/>
                <w:szCs w:val="22"/>
              </w:rPr>
              <w:t>.</w:t>
            </w:r>
          </w:p>
          <w:p w14:paraId="18AEF74B" w14:textId="77777777" w:rsidR="00AB1A3A" w:rsidRPr="001A7B4B" w:rsidRDefault="00AB1A3A" w:rsidP="0082747C">
            <w:pPr>
              <w:pStyle w:val="Normalheadingblue"/>
              <w:spacing w:before="0" w:after="0"/>
              <w:rPr>
                <w:rFonts w:cs="Arial"/>
                <w:color w:val="auto"/>
                <w:szCs w:val="22"/>
              </w:rPr>
            </w:pPr>
          </w:p>
          <w:p w14:paraId="0B51C3B4" w14:textId="00380D0D" w:rsidR="00AB1A3A" w:rsidRPr="001A7B4B" w:rsidRDefault="00AB1A3A" w:rsidP="0082747C">
            <w:pPr>
              <w:pStyle w:val="Normalheadingblue"/>
              <w:spacing w:before="0" w:after="0"/>
              <w:rPr>
                <w:rFonts w:cs="Arial"/>
                <w:color w:val="auto"/>
                <w:szCs w:val="22"/>
              </w:rPr>
            </w:pPr>
            <w:r w:rsidRPr="001A7B4B">
              <w:rPr>
                <w:rFonts w:cs="Arial"/>
                <w:color w:val="auto"/>
                <w:szCs w:val="22"/>
              </w:rPr>
              <w:t xml:space="preserve">Knowledge </w:t>
            </w:r>
            <w:r w:rsidR="0082747C" w:rsidRPr="001A7B4B">
              <w:rPr>
                <w:rFonts w:cs="Arial"/>
                <w:color w:val="auto"/>
                <w:szCs w:val="22"/>
              </w:rPr>
              <w:t>C</w:t>
            </w:r>
            <w:r w:rsidRPr="001A7B4B">
              <w:rPr>
                <w:rFonts w:cs="Arial"/>
                <w:color w:val="auto"/>
                <w:szCs w:val="22"/>
              </w:rPr>
              <w:t>heck example:</w:t>
            </w:r>
          </w:p>
          <w:p w14:paraId="5ACD807E" w14:textId="31DEBA84" w:rsidR="00AB1A3A" w:rsidRPr="001A7B4B" w:rsidRDefault="00AB1A3A" w:rsidP="0082747C">
            <w:pPr>
              <w:pStyle w:val="Normalheadingblue"/>
              <w:spacing w:before="0" w:after="0"/>
              <w:rPr>
                <w:rFonts w:cs="Arial"/>
                <w:b w:val="0"/>
                <w:color w:val="auto"/>
                <w:szCs w:val="22"/>
              </w:rPr>
            </w:pPr>
            <w:r w:rsidRPr="001A7B4B">
              <w:rPr>
                <w:rFonts w:cs="Arial"/>
                <w:b w:val="0"/>
                <w:color w:val="auto"/>
                <w:szCs w:val="22"/>
              </w:rPr>
              <w:t xml:space="preserve">Knowledge test including open and MCQ questions based on </w:t>
            </w:r>
            <w:r w:rsidR="001F2FCE" w:rsidRPr="001A7B4B">
              <w:rPr>
                <w:rFonts w:cs="Arial"/>
                <w:b w:val="0"/>
                <w:color w:val="auto"/>
                <w:szCs w:val="22"/>
              </w:rPr>
              <w:t>today’s</w:t>
            </w:r>
            <w:r w:rsidRPr="001A7B4B">
              <w:rPr>
                <w:rFonts w:cs="Arial"/>
                <w:b w:val="0"/>
                <w:color w:val="auto"/>
                <w:szCs w:val="22"/>
              </w:rPr>
              <w:t xml:space="preserve"> content. On completion </w:t>
            </w:r>
            <w:r w:rsidR="00F11C54" w:rsidRPr="001A7B4B">
              <w:rPr>
                <w:rFonts w:cs="Arial"/>
                <w:b w:val="0"/>
                <w:color w:val="auto"/>
                <w:szCs w:val="22"/>
              </w:rPr>
              <w:t>swap papers for peer marking and tutor led discussion.</w:t>
            </w:r>
          </w:p>
          <w:p w14:paraId="18C75325" w14:textId="77777777" w:rsidR="00AB1A3A" w:rsidRPr="001A7B4B" w:rsidRDefault="00AB1A3A" w:rsidP="0082747C">
            <w:pPr>
              <w:pStyle w:val="Normalheadingblue"/>
              <w:spacing w:before="0" w:after="0"/>
              <w:rPr>
                <w:rFonts w:cs="Arial"/>
                <w:color w:val="auto"/>
                <w:szCs w:val="22"/>
              </w:rPr>
            </w:pPr>
          </w:p>
          <w:p w14:paraId="31CD5F1A" w14:textId="77777777" w:rsidR="00AB1A3A" w:rsidRPr="001A7B4B" w:rsidRDefault="00AB1A3A" w:rsidP="0082747C">
            <w:pPr>
              <w:pStyle w:val="Normalheadingblue"/>
              <w:spacing w:before="0" w:after="0"/>
              <w:rPr>
                <w:rFonts w:cs="Arial"/>
                <w:color w:val="auto"/>
                <w:szCs w:val="22"/>
              </w:rPr>
            </w:pPr>
            <w:r w:rsidRPr="001A7B4B">
              <w:rPr>
                <w:rFonts w:cs="Arial"/>
                <w:color w:val="auto"/>
                <w:szCs w:val="22"/>
              </w:rPr>
              <w:t>Resources:</w:t>
            </w:r>
          </w:p>
          <w:p w14:paraId="02A56D57" w14:textId="77777777" w:rsidR="00F11C54" w:rsidRPr="001A7B4B" w:rsidRDefault="00F11C54" w:rsidP="0082747C">
            <w:pPr>
              <w:pStyle w:val="Normalheadingblue"/>
              <w:spacing w:before="0" w:after="0"/>
              <w:rPr>
                <w:rFonts w:cs="Arial"/>
                <w:b w:val="0"/>
                <w:color w:val="auto"/>
                <w:szCs w:val="22"/>
              </w:rPr>
            </w:pPr>
            <w:r w:rsidRPr="001A7B4B">
              <w:rPr>
                <w:rFonts w:cs="Arial"/>
                <w:b w:val="0"/>
                <w:color w:val="auto"/>
                <w:szCs w:val="22"/>
              </w:rPr>
              <w:t>Examples of installed discharge pipework</w:t>
            </w:r>
          </w:p>
          <w:p w14:paraId="1F604EBE" w14:textId="77777777" w:rsidR="00F11C54" w:rsidRPr="001A7B4B" w:rsidRDefault="00F11C54" w:rsidP="0082747C">
            <w:pPr>
              <w:pStyle w:val="Normalheadingblue"/>
              <w:spacing w:before="0" w:after="0"/>
              <w:rPr>
                <w:rFonts w:cs="Arial"/>
                <w:b w:val="0"/>
                <w:color w:val="auto"/>
                <w:szCs w:val="22"/>
              </w:rPr>
            </w:pPr>
            <w:r w:rsidRPr="001A7B4B">
              <w:rPr>
                <w:rFonts w:cs="Arial"/>
                <w:b w:val="0"/>
                <w:color w:val="auto"/>
                <w:szCs w:val="22"/>
              </w:rPr>
              <w:lastRenderedPageBreak/>
              <w:t>Knowledge test questions</w:t>
            </w:r>
          </w:p>
          <w:p w14:paraId="4CB981FA" w14:textId="77777777" w:rsidR="00AB1A3A" w:rsidRPr="001A7B4B" w:rsidRDefault="00AB1A3A" w:rsidP="0082747C">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03BC3216" w14:textId="77777777" w:rsidR="00DD207A" w:rsidRPr="001A7B4B" w:rsidRDefault="008A57D2">
            <w:r w:rsidRPr="001A7B4B">
              <w:lastRenderedPageBreak/>
              <w:t>Q&amp;A</w:t>
            </w:r>
            <w:r w:rsidRPr="001A7B4B">
              <w:br/>
            </w:r>
            <w:r w:rsidRPr="001A7B4B">
              <w:br/>
            </w:r>
            <w:r w:rsidRPr="001A7B4B">
              <w:br/>
            </w:r>
            <w:r w:rsidRPr="001A7B4B">
              <w:br/>
              <w:t>Complete D2 pipework calculations</w:t>
            </w:r>
            <w:r w:rsidRPr="001A7B4B">
              <w:br/>
            </w:r>
            <w:r w:rsidRPr="001A7B4B">
              <w:br/>
            </w:r>
            <w:r w:rsidRPr="001A7B4B">
              <w:br/>
            </w:r>
            <w:r w:rsidRPr="001A7B4B">
              <w:lastRenderedPageBreak/>
              <w:t>Knowledge test</w:t>
            </w:r>
            <w:r w:rsidRPr="001A7B4B">
              <w:br/>
              <w:t>English skills (reading, writing, technical vocabulary)</w:t>
            </w:r>
          </w:p>
        </w:tc>
      </w:tr>
      <w:tr w:rsidR="001A7B4B" w:rsidRPr="001A7B4B" w14:paraId="2BCF5E02"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7A9B931C" w14:textId="77777777" w:rsidR="00AB1A3A" w:rsidRDefault="00F11C54" w:rsidP="00E834BE">
            <w:pPr>
              <w:jc w:val="center"/>
              <w:rPr>
                <w:rFonts w:cs="Arial"/>
                <w:szCs w:val="22"/>
              </w:rPr>
            </w:pPr>
            <w:r>
              <w:rPr>
                <w:rFonts w:cs="Arial"/>
                <w:szCs w:val="22"/>
              </w:rPr>
              <w:lastRenderedPageBreak/>
              <w:t>100</w:t>
            </w:r>
          </w:p>
          <w:p w14:paraId="48F0D1F7" w14:textId="77777777" w:rsidR="00F11C54" w:rsidRDefault="00F11C54" w:rsidP="00E834BE">
            <w:pPr>
              <w:jc w:val="center"/>
              <w:rPr>
                <w:rFonts w:cs="Arial"/>
                <w:szCs w:val="22"/>
              </w:rPr>
            </w:pPr>
            <w:r>
              <w:rPr>
                <w:rFonts w:cs="Arial"/>
                <w:szCs w:val="22"/>
              </w:rPr>
              <w:t>3 hours</w:t>
            </w:r>
          </w:p>
          <w:p w14:paraId="3D67A3DD" w14:textId="5EF5B923" w:rsidR="00333EB1" w:rsidRDefault="00333EB1" w:rsidP="00E834BE">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4C063784" w14:textId="77777777" w:rsidR="00AB1A3A" w:rsidRPr="001A7B4B" w:rsidRDefault="00AB1A3A" w:rsidP="00E834BE">
            <w:pPr>
              <w:pStyle w:val="Normalheadingblack"/>
              <w:rPr>
                <w:rFonts w:cs="Arial"/>
                <w:lang w:eastAsia="en-GB"/>
              </w:rPr>
            </w:pPr>
            <w:r w:rsidRPr="001A7B4B">
              <w:rPr>
                <w:rFonts w:cs="Arial"/>
                <w:lang w:eastAsia="en-GB"/>
              </w:rPr>
              <w:t>Outcome 1 – Plumbing and heating common knowledge criteria</w:t>
            </w:r>
          </w:p>
          <w:p w14:paraId="258CA1D0" w14:textId="77777777" w:rsidR="00AB1A3A" w:rsidRPr="001A7B4B" w:rsidRDefault="00AB1A3A" w:rsidP="00E834BE">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1F2880C1" w14:textId="77777777" w:rsidR="00E834BE" w:rsidRPr="001A7B4B" w:rsidRDefault="00E834BE" w:rsidP="00E834BE">
            <w:pPr>
              <w:pStyle w:val="Normalheadingblack"/>
              <w:rPr>
                <w:rFonts w:cs="Arial"/>
                <w:b w:val="0"/>
                <w:szCs w:val="22"/>
              </w:rPr>
            </w:pPr>
            <w:r w:rsidRPr="001A7B4B">
              <w:rPr>
                <w:rFonts w:cs="Arial"/>
                <w:b w:val="0"/>
                <w:szCs w:val="22"/>
              </w:rPr>
              <w:t>K1.7 Plumbing and heating systems</w:t>
            </w:r>
          </w:p>
          <w:p w14:paraId="6FE03DEF" w14:textId="77777777" w:rsidR="00E834BE" w:rsidRPr="001A7B4B" w:rsidRDefault="00E834BE" w:rsidP="00E834BE">
            <w:pPr>
              <w:pStyle w:val="Normalheadingblack"/>
              <w:rPr>
                <w:rFonts w:cs="Arial"/>
                <w:b w:val="0"/>
                <w:szCs w:val="22"/>
              </w:rPr>
            </w:pPr>
          </w:p>
          <w:p w14:paraId="08B4E127" w14:textId="77777777" w:rsidR="00E834BE" w:rsidRPr="001A7B4B" w:rsidRDefault="00E834BE" w:rsidP="00E834BE">
            <w:pPr>
              <w:pStyle w:val="Normalheadingblack"/>
              <w:rPr>
                <w:rFonts w:cs="Arial"/>
                <w:b w:val="0"/>
                <w:szCs w:val="22"/>
              </w:rPr>
            </w:pPr>
            <w:r w:rsidRPr="001A7B4B">
              <w:rPr>
                <w:rFonts w:cs="Arial"/>
                <w:b w:val="0"/>
                <w:szCs w:val="22"/>
              </w:rPr>
              <w:t>K1.8 Components used in plumbing and heating systems</w:t>
            </w:r>
          </w:p>
          <w:p w14:paraId="1E2E5B3A" w14:textId="77777777" w:rsidR="00D95D8E" w:rsidRPr="001A7B4B" w:rsidRDefault="00D95D8E" w:rsidP="00E834BE">
            <w:pPr>
              <w:pStyle w:val="Normalheadingblack"/>
              <w:rPr>
                <w:rFonts w:cs="Arial"/>
                <w:b w:val="0"/>
                <w:szCs w:val="22"/>
              </w:rPr>
            </w:pPr>
          </w:p>
          <w:p w14:paraId="736E938A" w14:textId="77777777" w:rsidR="00D95D8E" w:rsidRPr="001A7B4B" w:rsidRDefault="00D95D8E" w:rsidP="00E834BE">
            <w:pPr>
              <w:pStyle w:val="Normalheadingblack"/>
              <w:rPr>
                <w:rFonts w:cs="Arial"/>
                <w:b w:val="0"/>
                <w:szCs w:val="22"/>
              </w:rPr>
            </w:pPr>
            <w:r w:rsidRPr="001A7B4B">
              <w:rPr>
                <w:rFonts w:cs="Arial"/>
                <w:b w:val="0"/>
                <w:szCs w:val="22"/>
              </w:rPr>
              <w:t>K1.11 Appliances supported by plumbing and heating systems</w:t>
            </w:r>
          </w:p>
          <w:p w14:paraId="741EFC4E" w14:textId="77777777" w:rsidR="00AB1A3A" w:rsidRPr="001A7B4B" w:rsidRDefault="00AB1A3A" w:rsidP="00E834BE">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63C2412F" w14:textId="77777777" w:rsidR="00AB1A3A" w:rsidRPr="001A7B4B" w:rsidRDefault="00AB1A3A" w:rsidP="00BE6733">
            <w:pPr>
              <w:pStyle w:val="Normalheadingblue"/>
              <w:spacing w:before="0" w:after="0"/>
              <w:rPr>
                <w:rFonts w:cs="Arial"/>
                <w:color w:val="auto"/>
                <w:szCs w:val="22"/>
              </w:rPr>
            </w:pPr>
            <w:r w:rsidRPr="001A7B4B">
              <w:rPr>
                <w:rFonts w:cs="Arial"/>
                <w:color w:val="auto"/>
                <w:szCs w:val="22"/>
              </w:rPr>
              <w:t>Activity:</w:t>
            </w:r>
          </w:p>
          <w:p w14:paraId="220E7C52" w14:textId="77777777" w:rsidR="00AB1A3A" w:rsidRPr="001A7B4B" w:rsidRDefault="00AB1A3A" w:rsidP="00BE6733">
            <w:pPr>
              <w:pStyle w:val="Normalheadingblue"/>
              <w:spacing w:before="0" w:after="0"/>
              <w:rPr>
                <w:rFonts w:cs="Arial"/>
                <w:color w:val="auto"/>
                <w:szCs w:val="22"/>
              </w:rPr>
            </w:pPr>
            <w:r w:rsidRPr="001A7B4B">
              <w:rPr>
                <w:rFonts w:cs="Arial"/>
                <w:color w:val="auto"/>
                <w:szCs w:val="22"/>
              </w:rPr>
              <w:t>Starter task example:</w:t>
            </w:r>
          </w:p>
          <w:p w14:paraId="20C410C3" w14:textId="77777777" w:rsidR="00AB1A3A" w:rsidRPr="001A7B4B" w:rsidRDefault="00E7472C" w:rsidP="00BE6733">
            <w:pPr>
              <w:pStyle w:val="Normalheadingblue"/>
              <w:spacing w:before="0" w:after="0"/>
              <w:rPr>
                <w:rFonts w:cs="Arial"/>
                <w:b w:val="0"/>
                <w:color w:val="auto"/>
                <w:szCs w:val="22"/>
              </w:rPr>
            </w:pPr>
            <w:r w:rsidRPr="001A7B4B">
              <w:rPr>
                <w:rFonts w:cs="Arial"/>
                <w:b w:val="0"/>
                <w:color w:val="auto"/>
                <w:szCs w:val="22"/>
              </w:rPr>
              <w:t>Quick recap quiz – use online quiz software to play quick quiz relating to content covered so far on Hot water. Spend 10 minutes on recap quiz.</w:t>
            </w:r>
          </w:p>
          <w:p w14:paraId="60F03D84" w14:textId="77777777" w:rsidR="00BE6733" w:rsidRPr="001A7B4B" w:rsidRDefault="00BE6733" w:rsidP="00BE6733">
            <w:pPr>
              <w:pStyle w:val="Normalheadingblue"/>
              <w:spacing w:before="0" w:after="0"/>
              <w:rPr>
                <w:rFonts w:cs="Arial"/>
                <w:b w:val="0"/>
                <w:color w:val="auto"/>
                <w:szCs w:val="22"/>
              </w:rPr>
            </w:pPr>
          </w:p>
          <w:p w14:paraId="1CC3BA72" w14:textId="75A33DCE" w:rsidR="00AB1A3A" w:rsidRPr="001A7B4B" w:rsidRDefault="00AB1A3A" w:rsidP="00BE6733">
            <w:pPr>
              <w:pStyle w:val="Normalheadingblue"/>
              <w:spacing w:before="0" w:after="0"/>
              <w:rPr>
                <w:rFonts w:cs="Arial"/>
                <w:color w:val="auto"/>
                <w:szCs w:val="22"/>
              </w:rPr>
            </w:pPr>
            <w:r w:rsidRPr="001A7B4B">
              <w:rPr>
                <w:rFonts w:cs="Arial"/>
                <w:color w:val="auto"/>
                <w:szCs w:val="22"/>
              </w:rPr>
              <w:t>Delivery</w:t>
            </w:r>
            <w:r w:rsidR="00BE6733" w:rsidRPr="001A7B4B">
              <w:rPr>
                <w:rFonts w:cs="Arial"/>
                <w:color w:val="auto"/>
                <w:szCs w:val="22"/>
              </w:rPr>
              <w:t xml:space="preserve"> focus</w:t>
            </w:r>
            <w:r w:rsidRPr="001A7B4B">
              <w:rPr>
                <w:rFonts w:cs="Arial"/>
                <w:color w:val="auto"/>
                <w:szCs w:val="22"/>
              </w:rPr>
              <w:t>:</w:t>
            </w:r>
          </w:p>
          <w:p w14:paraId="1BD46455" w14:textId="74A7A870" w:rsidR="00E7472C" w:rsidRPr="001A7B4B" w:rsidRDefault="00E7472C" w:rsidP="00BE6733">
            <w:pPr>
              <w:pStyle w:val="Normalheadingblue"/>
              <w:spacing w:before="0" w:after="0"/>
              <w:rPr>
                <w:rFonts w:cs="Arial"/>
                <w:b w:val="0"/>
                <w:color w:val="auto"/>
                <w:szCs w:val="22"/>
              </w:rPr>
            </w:pPr>
            <w:r w:rsidRPr="001A7B4B">
              <w:rPr>
                <w:rFonts w:cs="Arial"/>
                <w:b w:val="0"/>
                <w:color w:val="auto"/>
                <w:szCs w:val="22"/>
              </w:rPr>
              <w:t xml:space="preserve">Tutor to </w:t>
            </w:r>
            <w:r w:rsidR="00DC3214">
              <w:rPr>
                <w:rFonts w:cs="Arial"/>
                <w:b w:val="0"/>
                <w:color w:val="auto"/>
                <w:szCs w:val="22"/>
              </w:rPr>
              <w:t xml:space="preserve">deliver the following content on </w:t>
            </w:r>
            <w:r w:rsidR="00DC3214" w:rsidRPr="00DC3214">
              <w:rPr>
                <w:rFonts w:cs="Arial"/>
                <w:b w:val="0"/>
                <w:bCs/>
                <w:color w:val="auto"/>
                <w:szCs w:val="22"/>
              </w:rPr>
              <w:t>Hot water systems – instantaneous water heaters</w:t>
            </w:r>
            <w:r w:rsidR="00DC3214">
              <w:rPr>
                <w:rFonts w:cs="Arial"/>
                <w:b w:val="0"/>
                <w:color w:val="auto"/>
                <w:szCs w:val="22"/>
              </w:rPr>
              <w:t>, including</w:t>
            </w:r>
            <w:r w:rsidRPr="001A7B4B">
              <w:rPr>
                <w:rFonts w:cs="Arial"/>
                <w:b w:val="0"/>
                <w:color w:val="auto"/>
                <w:szCs w:val="22"/>
              </w:rPr>
              <w:t>:</w:t>
            </w:r>
          </w:p>
          <w:p w14:paraId="3E19DE35" w14:textId="77777777" w:rsidR="00E7472C" w:rsidRPr="001A7B4B" w:rsidRDefault="00E7472C" w:rsidP="002C017C">
            <w:pPr>
              <w:pStyle w:val="Normalheadingblue"/>
              <w:numPr>
                <w:ilvl w:val="0"/>
                <w:numId w:val="48"/>
              </w:numPr>
              <w:spacing w:before="0" w:after="0"/>
              <w:rPr>
                <w:rFonts w:cs="Arial"/>
                <w:b w:val="0"/>
                <w:color w:val="auto"/>
                <w:szCs w:val="22"/>
              </w:rPr>
            </w:pPr>
            <w:r w:rsidRPr="001A7B4B">
              <w:rPr>
                <w:rFonts w:cs="Arial"/>
                <w:b w:val="0"/>
                <w:color w:val="auto"/>
                <w:szCs w:val="22"/>
              </w:rPr>
              <w:t>Single point water heaters</w:t>
            </w:r>
          </w:p>
          <w:p w14:paraId="016E5C1E" w14:textId="5CD8CD7D" w:rsidR="00E7472C" w:rsidRPr="001A7B4B" w:rsidRDefault="008F5205" w:rsidP="002C017C">
            <w:pPr>
              <w:pStyle w:val="Normalheadingblue"/>
              <w:numPr>
                <w:ilvl w:val="0"/>
                <w:numId w:val="48"/>
              </w:numPr>
              <w:spacing w:before="0" w:after="0"/>
              <w:rPr>
                <w:rFonts w:cs="Arial"/>
                <w:b w:val="0"/>
                <w:color w:val="auto"/>
                <w:szCs w:val="22"/>
              </w:rPr>
            </w:pPr>
            <w:r w:rsidRPr="001A7B4B">
              <w:rPr>
                <w:rFonts w:cs="Arial"/>
                <w:b w:val="0"/>
                <w:color w:val="auto"/>
                <w:szCs w:val="22"/>
              </w:rPr>
              <w:t>Under sink</w:t>
            </w:r>
            <w:r w:rsidR="00E7472C" w:rsidRPr="001A7B4B">
              <w:rPr>
                <w:rFonts w:cs="Arial"/>
                <w:b w:val="0"/>
                <w:color w:val="auto"/>
                <w:szCs w:val="22"/>
              </w:rPr>
              <w:t xml:space="preserve"> water heaters</w:t>
            </w:r>
          </w:p>
          <w:p w14:paraId="01D09B9B" w14:textId="77777777" w:rsidR="00E7472C" w:rsidRPr="001A7B4B" w:rsidRDefault="00E7472C" w:rsidP="002C017C">
            <w:pPr>
              <w:pStyle w:val="Normalheadingblue"/>
              <w:numPr>
                <w:ilvl w:val="0"/>
                <w:numId w:val="48"/>
              </w:numPr>
              <w:spacing w:before="0" w:after="0"/>
              <w:rPr>
                <w:rFonts w:cs="Arial"/>
                <w:b w:val="0"/>
                <w:color w:val="auto"/>
                <w:szCs w:val="22"/>
              </w:rPr>
            </w:pPr>
            <w:r w:rsidRPr="001A7B4B">
              <w:rPr>
                <w:rFonts w:cs="Arial"/>
                <w:b w:val="0"/>
                <w:color w:val="auto"/>
                <w:szCs w:val="22"/>
              </w:rPr>
              <w:t>Multipoint water heaters</w:t>
            </w:r>
          </w:p>
          <w:p w14:paraId="3AEE3F55" w14:textId="77777777" w:rsidR="00E7472C" w:rsidRPr="001A7B4B" w:rsidRDefault="00E7472C" w:rsidP="002C017C">
            <w:pPr>
              <w:pStyle w:val="Normalheadingblue"/>
              <w:numPr>
                <w:ilvl w:val="0"/>
                <w:numId w:val="48"/>
              </w:numPr>
              <w:spacing w:before="0" w:after="0"/>
              <w:rPr>
                <w:rFonts w:cs="Arial"/>
                <w:b w:val="0"/>
                <w:color w:val="auto"/>
                <w:szCs w:val="22"/>
              </w:rPr>
            </w:pPr>
            <w:r w:rsidRPr="001A7B4B">
              <w:rPr>
                <w:rFonts w:cs="Arial"/>
                <w:b w:val="0"/>
                <w:color w:val="auto"/>
                <w:szCs w:val="22"/>
              </w:rPr>
              <w:t>Combination boiler</w:t>
            </w:r>
          </w:p>
          <w:p w14:paraId="610083CB" w14:textId="77777777" w:rsidR="00E7472C" w:rsidRPr="001A7B4B" w:rsidRDefault="00E7472C" w:rsidP="002C017C">
            <w:pPr>
              <w:pStyle w:val="Normalheadingblue"/>
              <w:numPr>
                <w:ilvl w:val="0"/>
                <w:numId w:val="48"/>
              </w:numPr>
              <w:spacing w:before="0" w:after="0"/>
              <w:rPr>
                <w:rFonts w:cs="Arial"/>
                <w:b w:val="0"/>
                <w:color w:val="auto"/>
                <w:szCs w:val="22"/>
              </w:rPr>
            </w:pPr>
            <w:r w:rsidRPr="001A7B4B">
              <w:rPr>
                <w:rFonts w:cs="Arial"/>
                <w:b w:val="0"/>
                <w:color w:val="auto"/>
                <w:szCs w:val="22"/>
              </w:rPr>
              <w:t>Vented taps</w:t>
            </w:r>
          </w:p>
          <w:p w14:paraId="6BCCE127" w14:textId="77777777" w:rsidR="00E7472C" w:rsidRPr="001A7B4B" w:rsidRDefault="00E7472C" w:rsidP="002C017C">
            <w:pPr>
              <w:pStyle w:val="Normalheadingblue"/>
              <w:numPr>
                <w:ilvl w:val="0"/>
                <w:numId w:val="48"/>
              </w:numPr>
              <w:spacing w:before="0" w:after="0"/>
              <w:rPr>
                <w:rFonts w:cs="Arial"/>
                <w:b w:val="0"/>
                <w:color w:val="auto"/>
                <w:szCs w:val="22"/>
              </w:rPr>
            </w:pPr>
            <w:r w:rsidRPr="001A7B4B">
              <w:rPr>
                <w:rFonts w:cs="Arial"/>
                <w:b w:val="0"/>
                <w:color w:val="auto"/>
                <w:szCs w:val="22"/>
              </w:rPr>
              <w:t xml:space="preserve">Examine manufacturers information such as </w:t>
            </w:r>
            <w:hyperlink r:id="rId45" w:history="1">
              <w:r w:rsidRPr="001A7B4B">
                <w:rPr>
                  <w:rStyle w:val="Hyperlink"/>
                  <w:color w:val="auto"/>
                </w:rPr>
                <w:t>Instantaneous Electric | Heatrae Sadia</w:t>
              </w:r>
            </w:hyperlink>
          </w:p>
          <w:p w14:paraId="2DE69047" w14:textId="5E7685D3" w:rsidR="00E7472C" w:rsidRPr="001A7B4B" w:rsidRDefault="00E7472C" w:rsidP="002C017C">
            <w:pPr>
              <w:pStyle w:val="Normalheadingblue"/>
              <w:numPr>
                <w:ilvl w:val="0"/>
                <w:numId w:val="48"/>
              </w:numPr>
              <w:spacing w:before="0" w:after="0"/>
              <w:rPr>
                <w:rFonts w:cs="Arial"/>
                <w:b w:val="0"/>
                <w:color w:val="auto"/>
                <w:szCs w:val="22"/>
              </w:rPr>
            </w:pPr>
            <w:r w:rsidRPr="001A7B4B">
              <w:rPr>
                <w:rFonts w:cs="Arial"/>
                <w:b w:val="0"/>
                <w:color w:val="auto"/>
                <w:szCs w:val="22"/>
              </w:rPr>
              <w:t>Discuss the difference between inlet control and outlet control</w:t>
            </w:r>
            <w:r w:rsidR="00153ADB">
              <w:rPr>
                <w:rFonts w:cs="Arial"/>
                <w:b w:val="0"/>
                <w:color w:val="auto"/>
                <w:szCs w:val="22"/>
              </w:rPr>
              <w:t>.</w:t>
            </w:r>
          </w:p>
          <w:p w14:paraId="0139B80F" w14:textId="12C303D4" w:rsidR="00E7472C" w:rsidRPr="001A7B4B" w:rsidRDefault="00E7472C" w:rsidP="002C017C">
            <w:pPr>
              <w:pStyle w:val="Normalheadingblue"/>
              <w:numPr>
                <w:ilvl w:val="0"/>
                <w:numId w:val="48"/>
              </w:numPr>
              <w:spacing w:before="0" w:after="0"/>
              <w:rPr>
                <w:rFonts w:cs="Arial"/>
                <w:b w:val="0"/>
                <w:color w:val="auto"/>
                <w:szCs w:val="22"/>
              </w:rPr>
            </w:pPr>
            <w:r w:rsidRPr="001A7B4B">
              <w:rPr>
                <w:rFonts w:cs="Arial"/>
                <w:b w:val="0"/>
                <w:color w:val="auto"/>
                <w:szCs w:val="22"/>
              </w:rPr>
              <w:t>Examine a range of heaters in position</w:t>
            </w:r>
            <w:r w:rsidR="00153ADB">
              <w:rPr>
                <w:rFonts w:cs="Arial"/>
                <w:b w:val="0"/>
                <w:color w:val="auto"/>
                <w:szCs w:val="22"/>
              </w:rPr>
              <w:t>.</w:t>
            </w:r>
            <w:r w:rsidRPr="001A7B4B">
              <w:rPr>
                <w:rFonts w:cs="Arial"/>
                <w:b w:val="0"/>
                <w:color w:val="auto"/>
                <w:szCs w:val="22"/>
              </w:rPr>
              <w:t xml:space="preserve"> </w:t>
            </w:r>
          </w:p>
          <w:p w14:paraId="7FAE7A8E" w14:textId="77777777" w:rsidR="00AB1A3A" w:rsidRPr="001A7B4B" w:rsidRDefault="00AB1A3A" w:rsidP="00BE6733">
            <w:pPr>
              <w:pStyle w:val="Normalheadingblue"/>
              <w:spacing w:before="0" w:after="0"/>
              <w:rPr>
                <w:rFonts w:cs="Arial"/>
                <w:color w:val="auto"/>
                <w:szCs w:val="22"/>
              </w:rPr>
            </w:pPr>
          </w:p>
          <w:p w14:paraId="63A0A0DE" w14:textId="20DE3C96" w:rsidR="00AB1A3A" w:rsidRPr="001A7B4B" w:rsidRDefault="00AB1A3A" w:rsidP="00BE6733">
            <w:pPr>
              <w:pStyle w:val="Normalheadingblue"/>
              <w:spacing w:before="0" w:after="0"/>
              <w:rPr>
                <w:rFonts w:cs="Arial"/>
                <w:color w:val="auto"/>
                <w:szCs w:val="22"/>
              </w:rPr>
            </w:pPr>
            <w:r w:rsidRPr="001A7B4B">
              <w:rPr>
                <w:rFonts w:cs="Arial"/>
                <w:color w:val="auto"/>
                <w:szCs w:val="22"/>
              </w:rPr>
              <w:t xml:space="preserve">Knowledge </w:t>
            </w:r>
            <w:r w:rsidR="00BE6733" w:rsidRPr="001A7B4B">
              <w:rPr>
                <w:rFonts w:cs="Arial"/>
                <w:color w:val="auto"/>
                <w:szCs w:val="22"/>
              </w:rPr>
              <w:t>C</w:t>
            </w:r>
            <w:r w:rsidRPr="001A7B4B">
              <w:rPr>
                <w:rFonts w:cs="Arial"/>
                <w:color w:val="auto"/>
                <w:szCs w:val="22"/>
              </w:rPr>
              <w:t>heck example:</w:t>
            </w:r>
          </w:p>
          <w:p w14:paraId="24484FDF" w14:textId="03F8D722" w:rsidR="00AB1A3A" w:rsidRPr="001A7B4B" w:rsidRDefault="00E7472C" w:rsidP="002C017C">
            <w:pPr>
              <w:pStyle w:val="Normalheadingblue"/>
              <w:numPr>
                <w:ilvl w:val="0"/>
                <w:numId w:val="49"/>
              </w:numPr>
              <w:spacing w:before="0" w:after="0"/>
              <w:rPr>
                <w:rFonts w:cs="Arial"/>
                <w:b w:val="0"/>
                <w:color w:val="auto"/>
                <w:szCs w:val="22"/>
              </w:rPr>
            </w:pPr>
            <w:r w:rsidRPr="001A7B4B">
              <w:rPr>
                <w:rFonts w:cs="Arial"/>
                <w:b w:val="0"/>
                <w:color w:val="auto"/>
                <w:szCs w:val="22"/>
              </w:rPr>
              <w:t xml:space="preserve">Knowledge </w:t>
            </w:r>
            <w:r w:rsidR="00E834BE" w:rsidRPr="001A7B4B">
              <w:rPr>
                <w:rFonts w:cs="Arial"/>
                <w:b w:val="0"/>
                <w:color w:val="auto"/>
                <w:szCs w:val="22"/>
              </w:rPr>
              <w:t>check</w:t>
            </w:r>
            <w:r w:rsidRPr="001A7B4B">
              <w:rPr>
                <w:rFonts w:cs="Arial"/>
                <w:b w:val="0"/>
                <w:color w:val="auto"/>
                <w:szCs w:val="22"/>
              </w:rPr>
              <w:t xml:space="preserve"> – identify the types of heater against their best use. </w:t>
            </w:r>
            <w:r w:rsidR="00116A2E" w:rsidRPr="001A7B4B">
              <w:rPr>
                <w:rFonts w:cs="Arial"/>
                <w:b w:val="0"/>
                <w:color w:val="auto"/>
                <w:szCs w:val="22"/>
              </w:rPr>
              <w:t>Students</w:t>
            </w:r>
            <w:r w:rsidRPr="001A7B4B">
              <w:rPr>
                <w:rFonts w:cs="Arial"/>
                <w:b w:val="0"/>
                <w:color w:val="auto"/>
                <w:szCs w:val="22"/>
              </w:rPr>
              <w:t xml:space="preserve"> match the heater image against a description or scenario</w:t>
            </w:r>
            <w:r w:rsidR="00153ADB">
              <w:rPr>
                <w:rFonts w:cs="Arial"/>
                <w:b w:val="0"/>
                <w:color w:val="auto"/>
                <w:szCs w:val="22"/>
              </w:rPr>
              <w:t>.</w:t>
            </w:r>
          </w:p>
          <w:p w14:paraId="052CF515" w14:textId="7C61E0E8" w:rsidR="00D95D8E" w:rsidRPr="001A7B4B" w:rsidRDefault="00D95D8E" w:rsidP="002C017C">
            <w:pPr>
              <w:pStyle w:val="Normalheadingblue"/>
              <w:numPr>
                <w:ilvl w:val="0"/>
                <w:numId w:val="49"/>
              </w:numPr>
              <w:spacing w:before="0" w:after="0"/>
              <w:rPr>
                <w:rFonts w:cs="Arial"/>
                <w:b w:val="0"/>
                <w:color w:val="auto"/>
                <w:szCs w:val="22"/>
              </w:rPr>
            </w:pPr>
            <w:r w:rsidRPr="001A7B4B">
              <w:rPr>
                <w:rFonts w:cs="Arial"/>
                <w:b w:val="0"/>
                <w:color w:val="auto"/>
                <w:szCs w:val="22"/>
              </w:rPr>
              <w:t>Homework task – investigate how your hot water is generated at home</w:t>
            </w:r>
            <w:r w:rsidR="00153ADB">
              <w:rPr>
                <w:rFonts w:cs="Arial"/>
                <w:b w:val="0"/>
                <w:color w:val="auto"/>
                <w:szCs w:val="22"/>
              </w:rPr>
              <w:t>.</w:t>
            </w:r>
          </w:p>
          <w:p w14:paraId="28C2DCA7" w14:textId="77777777" w:rsidR="00AB1A3A" w:rsidRPr="001A7B4B" w:rsidRDefault="00AB1A3A" w:rsidP="00BE6733">
            <w:pPr>
              <w:pStyle w:val="Normalheadingblue"/>
              <w:spacing w:before="0" w:after="0"/>
              <w:rPr>
                <w:rFonts w:cs="Arial"/>
                <w:color w:val="auto"/>
                <w:szCs w:val="22"/>
              </w:rPr>
            </w:pPr>
          </w:p>
          <w:p w14:paraId="5697CB15" w14:textId="77777777" w:rsidR="00AB1A3A" w:rsidRPr="001A7B4B" w:rsidRDefault="00AB1A3A" w:rsidP="00BE6733">
            <w:pPr>
              <w:pStyle w:val="Normalheadingblue"/>
              <w:spacing w:before="0" w:after="0"/>
              <w:rPr>
                <w:rFonts w:cs="Arial"/>
                <w:color w:val="auto"/>
                <w:szCs w:val="22"/>
              </w:rPr>
            </w:pPr>
            <w:r w:rsidRPr="001A7B4B">
              <w:rPr>
                <w:rFonts w:cs="Arial"/>
                <w:color w:val="auto"/>
                <w:szCs w:val="22"/>
              </w:rPr>
              <w:t>Resources:</w:t>
            </w:r>
          </w:p>
          <w:p w14:paraId="1856CB5C" w14:textId="77777777" w:rsidR="00AB1A3A" w:rsidRPr="001A7B4B" w:rsidRDefault="00E834BE" w:rsidP="00BE6733">
            <w:pPr>
              <w:pStyle w:val="Normalheadingblue"/>
              <w:spacing w:before="0" w:after="0"/>
              <w:rPr>
                <w:rFonts w:cs="Arial"/>
                <w:b w:val="0"/>
                <w:color w:val="auto"/>
                <w:szCs w:val="22"/>
              </w:rPr>
            </w:pPr>
            <w:r w:rsidRPr="001A7B4B">
              <w:rPr>
                <w:rFonts w:cs="Arial"/>
                <w:b w:val="0"/>
                <w:color w:val="auto"/>
                <w:szCs w:val="22"/>
              </w:rPr>
              <w:t>Online quiz such as Kahoot</w:t>
            </w:r>
          </w:p>
          <w:p w14:paraId="0765D64A" w14:textId="77777777" w:rsidR="00E834BE" w:rsidRPr="001A7B4B" w:rsidRDefault="00E834BE" w:rsidP="00BE6733">
            <w:pPr>
              <w:pStyle w:val="Normalheadingblue"/>
              <w:spacing w:before="0" w:after="0"/>
              <w:rPr>
                <w:rFonts w:cs="Arial"/>
                <w:b w:val="0"/>
                <w:color w:val="auto"/>
                <w:szCs w:val="22"/>
              </w:rPr>
            </w:pPr>
            <w:r w:rsidRPr="001A7B4B">
              <w:rPr>
                <w:rFonts w:cs="Arial"/>
                <w:b w:val="0"/>
                <w:color w:val="auto"/>
                <w:szCs w:val="22"/>
              </w:rPr>
              <w:t>Examples or instantaneous heaters</w:t>
            </w:r>
          </w:p>
          <w:p w14:paraId="2B063928" w14:textId="77777777" w:rsidR="00E834BE" w:rsidRPr="001A7B4B" w:rsidRDefault="00E834BE" w:rsidP="00BE6733">
            <w:pPr>
              <w:pStyle w:val="Normalheadingblue"/>
              <w:spacing w:before="0" w:after="0"/>
              <w:rPr>
                <w:rFonts w:cs="Arial"/>
                <w:b w:val="0"/>
                <w:color w:val="auto"/>
                <w:szCs w:val="22"/>
              </w:rPr>
            </w:pPr>
            <w:r w:rsidRPr="001A7B4B">
              <w:rPr>
                <w:rFonts w:cs="Arial"/>
                <w:b w:val="0"/>
                <w:color w:val="auto"/>
                <w:szCs w:val="22"/>
              </w:rPr>
              <w:t>Knowledge check matching task</w:t>
            </w:r>
          </w:p>
          <w:p w14:paraId="68DA96D1" w14:textId="77777777" w:rsidR="00BE6733" w:rsidRPr="001A7B4B" w:rsidRDefault="00BE6733" w:rsidP="00BE6733">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24D8CA23" w14:textId="77777777" w:rsidR="00DD207A" w:rsidRPr="001A7B4B" w:rsidRDefault="008A57D2">
            <w:r w:rsidRPr="001A7B4B">
              <w:lastRenderedPageBreak/>
              <w:t>Quick online quiz</w:t>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t>Matching heater to scenario task</w:t>
            </w:r>
            <w:r w:rsidRPr="001A7B4B">
              <w:br/>
              <w:t>English skills (reading, writing, technical vocabulary)</w:t>
            </w:r>
          </w:p>
        </w:tc>
      </w:tr>
      <w:tr w:rsidR="001A7B4B" w:rsidRPr="001A7B4B" w14:paraId="0B43C1D9"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4D563C88" w14:textId="77777777" w:rsidR="00AB1A3A" w:rsidRDefault="00E834BE" w:rsidP="00E834BE">
            <w:pPr>
              <w:jc w:val="center"/>
              <w:rPr>
                <w:rFonts w:cs="Arial"/>
                <w:szCs w:val="22"/>
              </w:rPr>
            </w:pPr>
            <w:r>
              <w:rPr>
                <w:rFonts w:cs="Arial"/>
                <w:szCs w:val="22"/>
              </w:rPr>
              <w:t>101 - 102</w:t>
            </w:r>
          </w:p>
          <w:p w14:paraId="005D0407" w14:textId="77777777" w:rsidR="00E834BE" w:rsidRDefault="00E834BE" w:rsidP="00E834BE">
            <w:pPr>
              <w:jc w:val="center"/>
              <w:rPr>
                <w:rFonts w:cs="Arial"/>
                <w:szCs w:val="22"/>
              </w:rPr>
            </w:pPr>
            <w:r>
              <w:rPr>
                <w:rFonts w:cs="Arial"/>
                <w:szCs w:val="22"/>
              </w:rPr>
              <w:t>6 hours</w:t>
            </w:r>
          </w:p>
        </w:tc>
        <w:tc>
          <w:tcPr>
            <w:tcW w:w="2199" w:type="dxa"/>
            <w:tcBorders>
              <w:top w:val="single" w:sz="4" w:space="0" w:color="C6C5C6"/>
              <w:left w:val="single" w:sz="4" w:space="0" w:color="C6C5C6"/>
              <w:bottom w:val="single" w:sz="4" w:space="0" w:color="C6C5C6"/>
              <w:right w:val="single" w:sz="4" w:space="0" w:color="C6C5C6"/>
            </w:tcBorders>
          </w:tcPr>
          <w:p w14:paraId="0B703320" w14:textId="77777777" w:rsidR="00AB1A3A" w:rsidRPr="001A7B4B" w:rsidRDefault="00AB1A3A" w:rsidP="00E834BE">
            <w:pPr>
              <w:pStyle w:val="Normalheadingblack"/>
              <w:rPr>
                <w:rFonts w:cs="Arial"/>
                <w:lang w:eastAsia="en-GB"/>
              </w:rPr>
            </w:pPr>
            <w:r w:rsidRPr="001A7B4B">
              <w:rPr>
                <w:rFonts w:cs="Arial"/>
                <w:lang w:eastAsia="en-GB"/>
              </w:rPr>
              <w:t>Outcome 1 – Plumbing and heating common knowledge criteria</w:t>
            </w:r>
          </w:p>
          <w:p w14:paraId="6A65F70A" w14:textId="77777777" w:rsidR="00AB1A3A" w:rsidRPr="001A7B4B" w:rsidRDefault="00AB1A3A" w:rsidP="00E834BE">
            <w:pPr>
              <w:pStyle w:val="Normalheadingblack"/>
              <w:rPr>
                <w:rFonts w:cs="Arial"/>
                <w:lang w:eastAsia="en-GB"/>
              </w:rPr>
            </w:pPr>
          </w:p>
          <w:p w14:paraId="64C32D7D" w14:textId="77777777" w:rsidR="00027C8A" w:rsidRPr="001A7B4B" w:rsidRDefault="00027C8A" w:rsidP="00027C8A">
            <w:pPr>
              <w:pStyle w:val="Normalheadingblack"/>
              <w:rPr>
                <w:rFonts w:cs="Arial"/>
                <w:lang w:eastAsia="en-GB"/>
              </w:rPr>
            </w:pPr>
            <w:r w:rsidRPr="001A7B4B">
              <w:rPr>
                <w:rFonts w:cs="Arial"/>
                <w:lang w:eastAsia="en-GB"/>
              </w:rPr>
              <w:t>Outcome 2 Install plumbing and heating systems</w:t>
            </w:r>
          </w:p>
          <w:p w14:paraId="2EB4F06C" w14:textId="77777777" w:rsidR="00027C8A" w:rsidRPr="001A7B4B" w:rsidRDefault="00027C8A" w:rsidP="00E834BE">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6E783B2B" w14:textId="77777777" w:rsidR="00D95D8E" w:rsidRPr="001A7B4B" w:rsidRDefault="00D95D8E" w:rsidP="00D95D8E">
            <w:pPr>
              <w:pStyle w:val="Normalheadingblack"/>
              <w:rPr>
                <w:rFonts w:cs="Arial"/>
                <w:b w:val="0"/>
                <w:szCs w:val="22"/>
              </w:rPr>
            </w:pPr>
            <w:r w:rsidRPr="001A7B4B">
              <w:rPr>
                <w:rFonts w:cs="Arial"/>
                <w:b w:val="0"/>
                <w:szCs w:val="22"/>
              </w:rPr>
              <w:t>K1.7 Plumbing and heating systems</w:t>
            </w:r>
          </w:p>
          <w:p w14:paraId="1582DBF5" w14:textId="77777777" w:rsidR="00D95D8E" w:rsidRPr="001A7B4B" w:rsidRDefault="00D95D8E" w:rsidP="00D95D8E">
            <w:pPr>
              <w:pStyle w:val="Normalheadingblack"/>
              <w:rPr>
                <w:rFonts w:cs="Arial"/>
                <w:b w:val="0"/>
                <w:szCs w:val="22"/>
              </w:rPr>
            </w:pPr>
          </w:p>
          <w:p w14:paraId="583CF8E1" w14:textId="77777777" w:rsidR="00D95D8E" w:rsidRPr="001A7B4B" w:rsidRDefault="00D95D8E" w:rsidP="00D95D8E">
            <w:pPr>
              <w:pStyle w:val="Normalheadingblack"/>
              <w:rPr>
                <w:rFonts w:cs="Arial"/>
                <w:b w:val="0"/>
                <w:szCs w:val="22"/>
              </w:rPr>
            </w:pPr>
            <w:r w:rsidRPr="001A7B4B">
              <w:rPr>
                <w:rFonts w:cs="Arial"/>
                <w:b w:val="0"/>
                <w:szCs w:val="22"/>
              </w:rPr>
              <w:t>K1.8 Components used in plumbing and heating systems</w:t>
            </w:r>
          </w:p>
          <w:p w14:paraId="3624B664" w14:textId="77777777" w:rsidR="00AB1A3A" w:rsidRPr="001A7B4B" w:rsidRDefault="00AB1A3A" w:rsidP="00E834BE">
            <w:pPr>
              <w:pStyle w:val="Normalheadingblack"/>
              <w:rPr>
                <w:rFonts w:cs="Arial"/>
                <w:b w:val="0"/>
                <w:szCs w:val="22"/>
              </w:rPr>
            </w:pPr>
          </w:p>
          <w:p w14:paraId="3975EE53" w14:textId="77777777" w:rsidR="00027C8A" w:rsidRPr="001A7B4B" w:rsidRDefault="00027C8A" w:rsidP="00027C8A">
            <w:pPr>
              <w:pStyle w:val="Default"/>
              <w:rPr>
                <w:color w:val="auto"/>
                <w:szCs w:val="22"/>
              </w:rPr>
            </w:pPr>
            <w:r w:rsidRPr="001A7B4B">
              <w:rPr>
                <w:bCs/>
                <w:color w:val="auto"/>
                <w:sz w:val="22"/>
                <w:szCs w:val="22"/>
              </w:rPr>
              <w:t xml:space="preserve">S2.19 Position and secure components in plumbing system </w:t>
            </w:r>
          </w:p>
          <w:p w14:paraId="7C44B161" w14:textId="77777777" w:rsidR="00027C8A" w:rsidRPr="001A7B4B" w:rsidRDefault="00027C8A" w:rsidP="00E834BE">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5E6D28B3" w14:textId="39616927" w:rsidR="00AB1A3A" w:rsidRPr="001A7B4B" w:rsidRDefault="00AB1A3A" w:rsidP="008764B2">
            <w:pPr>
              <w:pStyle w:val="Normalheadingblue"/>
              <w:spacing w:before="0" w:after="0"/>
              <w:rPr>
                <w:rFonts w:cs="Arial"/>
                <w:color w:val="auto"/>
                <w:szCs w:val="22"/>
              </w:rPr>
            </w:pPr>
            <w:r w:rsidRPr="001A7B4B">
              <w:rPr>
                <w:rFonts w:cs="Arial"/>
                <w:color w:val="auto"/>
                <w:szCs w:val="22"/>
              </w:rPr>
              <w:t>Activity:</w:t>
            </w:r>
          </w:p>
          <w:p w14:paraId="1CBF33F8" w14:textId="77777777" w:rsidR="00AB1A3A" w:rsidRPr="001A7B4B" w:rsidRDefault="00AB1A3A" w:rsidP="008764B2">
            <w:pPr>
              <w:pStyle w:val="Normalheadingblue"/>
              <w:spacing w:before="0" w:after="0"/>
              <w:rPr>
                <w:rFonts w:cs="Arial"/>
                <w:color w:val="auto"/>
                <w:szCs w:val="22"/>
              </w:rPr>
            </w:pPr>
            <w:r w:rsidRPr="001A7B4B">
              <w:rPr>
                <w:rFonts w:cs="Arial"/>
                <w:color w:val="auto"/>
                <w:szCs w:val="22"/>
              </w:rPr>
              <w:t>Starter task example:</w:t>
            </w:r>
          </w:p>
          <w:p w14:paraId="6E397BDF" w14:textId="77777777" w:rsidR="00AB1A3A" w:rsidRPr="001A7B4B" w:rsidRDefault="00D95D8E" w:rsidP="008764B2">
            <w:pPr>
              <w:pStyle w:val="Normalheadingblue"/>
              <w:spacing w:before="0" w:after="0"/>
              <w:rPr>
                <w:rFonts w:cs="Arial"/>
                <w:b w:val="0"/>
                <w:color w:val="auto"/>
                <w:szCs w:val="22"/>
              </w:rPr>
            </w:pPr>
            <w:r w:rsidRPr="001A7B4B">
              <w:rPr>
                <w:rFonts w:cs="Arial"/>
                <w:b w:val="0"/>
                <w:color w:val="auto"/>
                <w:szCs w:val="22"/>
              </w:rPr>
              <w:t>Discuss outcome of homework task – how is your hot water generated at home.</w:t>
            </w:r>
          </w:p>
          <w:p w14:paraId="2E51FE7E" w14:textId="77777777" w:rsidR="00D95D8E" w:rsidRPr="001A7B4B" w:rsidRDefault="00D95D8E" w:rsidP="008764B2">
            <w:pPr>
              <w:pStyle w:val="Normalheadingblue"/>
              <w:spacing w:before="0" w:after="0"/>
              <w:rPr>
                <w:rFonts w:cs="Arial"/>
                <w:color w:val="auto"/>
                <w:szCs w:val="22"/>
              </w:rPr>
            </w:pPr>
          </w:p>
          <w:p w14:paraId="1A9CF195" w14:textId="3F59C276" w:rsidR="00AB1A3A" w:rsidRPr="001A7B4B" w:rsidRDefault="00AB1A3A" w:rsidP="008764B2">
            <w:pPr>
              <w:pStyle w:val="Normalheadingblue"/>
              <w:spacing w:before="0" w:after="0"/>
              <w:rPr>
                <w:rFonts w:cs="Arial"/>
                <w:color w:val="auto"/>
                <w:szCs w:val="22"/>
              </w:rPr>
            </w:pPr>
            <w:r w:rsidRPr="001A7B4B">
              <w:rPr>
                <w:rFonts w:cs="Arial"/>
                <w:color w:val="auto"/>
                <w:szCs w:val="22"/>
              </w:rPr>
              <w:t>Delivery</w:t>
            </w:r>
            <w:r w:rsidR="008764B2" w:rsidRPr="001A7B4B">
              <w:rPr>
                <w:rFonts w:cs="Arial"/>
                <w:color w:val="auto"/>
                <w:szCs w:val="22"/>
              </w:rPr>
              <w:t xml:space="preserve"> focus</w:t>
            </w:r>
            <w:r w:rsidRPr="001A7B4B">
              <w:rPr>
                <w:rFonts w:cs="Arial"/>
                <w:color w:val="auto"/>
                <w:szCs w:val="22"/>
              </w:rPr>
              <w:t>:</w:t>
            </w:r>
          </w:p>
          <w:p w14:paraId="11EC9163" w14:textId="77777777" w:rsidR="00E834BE" w:rsidRPr="001A7B4B" w:rsidRDefault="00E834BE" w:rsidP="008764B2">
            <w:pPr>
              <w:pStyle w:val="Normalheadingblue"/>
              <w:spacing w:before="0" w:after="0"/>
              <w:rPr>
                <w:rFonts w:cs="Arial"/>
                <w:color w:val="auto"/>
                <w:szCs w:val="22"/>
              </w:rPr>
            </w:pPr>
            <w:r w:rsidRPr="001A7B4B">
              <w:rPr>
                <w:rFonts w:cs="Arial"/>
                <w:color w:val="auto"/>
                <w:szCs w:val="22"/>
              </w:rPr>
              <w:t>Hot water systems – Thermostatic mixing valves</w:t>
            </w:r>
          </w:p>
          <w:p w14:paraId="3B92358B" w14:textId="77777777" w:rsidR="00E834BE" w:rsidRPr="001A7B4B" w:rsidRDefault="00E834BE" w:rsidP="002C017C">
            <w:pPr>
              <w:pStyle w:val="Normalheadingblue"/>
              <w:numPr>
                <w:ilvl w:val="0"/>
                <w:numId w:val="49"/>
              </w:numPr>
              <w:spacing w:before="0" w:after="0"/>
              <w:rPr>
                <w:rFonts w:cs="Arial"/>
                <w:b w:val="0"/>
                <w:color w:val="auto"/>
                <w:szCs w:val="22"/>
              </w:rPr>
            </w:pPr>
            <w:r w:rsidRPr="001A7B4B">
              <w:rPr>
                <w:rFonts w:cs="Arial"/>
                <w:b w:val="0"/>
                <w:color w:val="auto"/>
                <w:szCs w:val="22"/>
              </w:rPr>
              <w:t>Tutor to show and examine types of TMV and show the components included such as filters, check valves and service valves.</w:t>
            </w:r>
          </w:p>
          <w:p w14:paraId="731CE046" w14:textId="77777777" w:rsidR="00E834BE" w:rsidRPr="001A7B4B" w:rsidRDefault="00E834BE" w:rsidP="002C017C">
            <w:pPr>
              <w:pStyle w:val="Normalheadingblue"/>
              <w:numPr>
                <w:ilvl w:val="0"/>
                <w:numId w:val="49"/>
              </w:numPr>
              <w:spacing w:before="0" w:after="0"/>
              <w:rPr>
                <w:rFonts w:cs="Arial"/>
                <w:b w:val="0"/>
                <w:color w:val="auto"/>
                <w:szCs w:val="22"/>
              </w:rPr>
            </w:pPr>
            <w:r w:rsidRPr="001A7B4B">
              <w:rPr>
                <w:rFonts w:cs="Arial"/>
                <w:b w:val="0"/>
                <w:color w:val="auto"/>
                <w:szCs w:val="22"/>
              </w:rPr>
              <w:t>Discuss their location either as system temperature control or at point of use.</w:t>
            </w:r>
          </w:p>
          <w:p w14:paraId="35D4C1E9" w14:textId="51FE0EE7" w:rsidR="00E834BE" w:rsidRPr="001A7B4B" w:rsidRDefault="00E834BE" w:rsidP="002C017C">
            <w:pPr>
              <w:pStyle w:val="Normalheadingblue"/>
              <w:numPr>
                <w:ilvl w:val="0"/>
                <w:numId w:val="49"/>
              </w:numPr>
              <w:spacing w:before="0" w:after="0"/>
              <w:rPr>
                <w:rFonts w:cs="Arial"/>
                <w:b w:val="0"/>
                <w:color w:val="auto"/>
                <w:szCs w:val="22"/>
              </w:rPr>
            </w:pPr>
            <w:r w:rsidRPr="001A7B4B">
              <w:rPr>
                <w:rFonts w:cs="Arial"/>
                <w:b w:val="0"/>
                <w:color w:val="auto"/>
                <w:szCs w:val="22"/>
              </w:rPr>
              <w:t>Tutor to discuss the temperature setpoints in accordance with legislation and guidance</w:t>
            </w:r>
            <w:r w:rsidR="00153ADB">
              <w:rPr>
                <w:rFonts w:cs="Arial"/>
                <w:b w:val="0"/>
                <w:color w:val="auto"/>
                <w:szCs w:val="22"/>
              </w:rPr>
              <w:t>.</w:t>
            </w:r>
          </w:p>
          <w:p w14:paraId="3E1FD173" w14:textId="77777777" w:rsidR="00E834BE" w:rsidRPr="001A7B4B" w:rsidRDefault="00E834BE" w:rsidP="002C017C">
            <w:pPr>
              <w:pStyle w:val="Normalheadingblue"/>
              <w:numPr>
                <w:ilvl w:val="0"/>
                <w:numId w:val="49"/>
              </w:numPr>
              <w:spacing w:before="0" w:after="0"/>
              <w:rPr>
                <w:rFonts w:cs="Arial"/>
                <w:b w:val="0"/>
                <w:color w:val="auto"/>
                <w:szCs w:val="22"/>
              </w:rPr>
            </w:pPr>
            <w:r w:rsidRPr="001A7B4B">
              <w:rPr>
                <w:rFonts w:cs="Arial"/>
                <w:b w:val="0"/>
                <w:color w:val="auto"/>
                <w:szCs w:val="22"/>
              </w:rPr>
              <w:t>Tutor to demonstrate the installation at a wash hand basin.</w:t>
            </w:r>
          </w:p>
          <w:p w14:paraId="65B2FF64" w14:textId="0E7D5A74" w:rsidR="00E834BE" w:rsidRPr="001A7B4B" w:rsidRDefault="00E834BE" w:rsidP="002C017C">
            <w:pPr>
              <w:pStyle w:val="Normalheadingblue"/>
              <w:numPr>
                <w:ilvl w:val="0"/>
                <w:numId w:val="49"/>
              </w:numPr>
              <w:spacing w:before="0" w:after="0"/>
              <w:rPr>
                <w:rFonts w:cs="Arial"/>
                <w:b w:val="0"/>
                <w:color w:val="auto"/>
                <w:szCs w:val="22"/>
              </w:rPr>
            </w:pPr>
            <w:r w:rsidRPr="001A7B4B">
              <w:rPr>
                <w:rFonts w:cs="Arial"/>
                <w:b w:val="0"/>
                <w:color w:val="auto"/>
                <w:szCs w:val="22"/>
              </w:rPr>
              <w:t>Tutor to set</w:t>
            </w:r>
            <w:r w:rsidR="00D95D8E" w:rsidRPr="001A7B4B">
              <w:rPr>
                <w:rFonts w:cs="Arial"/>
                <w:b w:val="0"/>
                <w:color w:val="auto"/>
                <w:szCs w:val="22"/>
              </w:rPr>
              <w:t xml:space="preserve"> Practical</w:t>
            </w:r>
            <w:r w:rsidRPr="001A7B4B">
              <w:rPr>
                <w:rFonts w:cs="Arial"/>
                <w:b w:val="0"/>
                <w:color w:val="auto"/>
                <w:szCs w:val="22"/>
              </w:rPr>
              <w:t xml:space="preserve"> task for </w:t>
            </w:r>
            <w:r w:rsidR="00F502C8" w:rsidRPr="001A7B4B">
              <w:rPr>
                <w:rFonts w:cs="Arial"/>
                <w:b w:val="0"/>
                <w:color w:val="auto"/>
                <w:szCs w:val="22"/>
              </w:rPr>
              <w:t>students</w:t>
            </w:r>
            <w:r w:rsidRPr="001A7B4B">
              <w:rPr>
                <w:rFonts w:cs="Arial"/>
                <w:b w:val="0"/>
                <w:color w:val="auto"/>
                <w:szCs w:val="22"/>
              </w:rPr>
              <w:t xml:space="preserve"> to install TMV’s at a wash hand basin or </w:t>
            </w:r>
            <w:r w:rsidR="00D95D8E" w:rsidRPr="001A7B4B">
              <w:rPr>
                <w:rFonts w:cs="Arial"/>
                <w:b w:val="0"/>
                <w:color w:val="auto"/>
                <w:szCs w:val="22"/>
              </w:rPr>
              <w:t>simulated outlet including hot and cold pipework and connection to wash hand basin.</w:t>
            </w:r>
          </w:p>
          <w:p w14:paraId="1EFC9EA2" w14:textId="7D9DAF1C" w:rsidR="00D95D8E" w:rsidRPr="001A7B4B" w:rsidRDefault="00D95D8E" w:rsidP="002C017C">
            <w:pPr>
              <w:pStyle w:val="Normalheadingblue"/>
              <w:numPr>
                <w:ilvl w:val="0"/>
                <w:numId w:val="49"/>
              </w:numPr>
              <w:spacing w:before="0" w:after="0"/>
              <w:rPr>
                <w:rFonts w:cs="Arial"/>
                <w:b w:val="0"/>
                <w:color w:val="auto"/>
                <w:szCs w:val="22"/>
              </w:rPr>
            </w:pPr>
            <w:r w:rsidRPr="001A7B4B">
              <w:rPr>
                <w:rFonts w:cs="Arial"/>
                <w:b w:val="0"/>
                <w:color w:val="auto"/>
                <w:szCs w:val="22"/>
              </w:rPr>
              <w:t xml:space="preserve">Tutor to monitor progress of </w:t>
            </w:r>
            <w:r w:rsidR="00F502C8" w:rsidRPr="001A7B4B">
              <w:rPr>
                <w:rFonts w:cs="Arial"/>
                <w:b w:val="0"/>
                <w:color w:val="auto"/>
                <w:szCs w:val="22"/>
              </w:rPr>
              <w:t>students</w:t>
            </w:r>
            <w:r w:rsidRPr="001A7B4B">
              <w:rPr>
                <w:rFonts w:cs="Arial"/>
                <w:b w:val="0"/>
                <w:color w:val="auto"/>
                <w:szCs w:val="22"/>
              </w:rPr>
              <w:t xml:space="preserve"> and offer advice on skills practice.</w:t>
            </w:r>
          </w:p>
          <w:p w14:paraId="5C5E77A1" w14:textId="77777777" w:rsidR="00D95D8E" w:rsidRPr="001A7B4B" w:rsidRDefault="00D95D8E" w:rsidP="002C017C">
            <w:pPr>
              <w:pStyle w:val="Normalheadingblue"/>
              <w:numPr>
                <w:ilvl w:val="0"/>
                <w:numId w:val="49"/>
              </w:numPr>
              <w:spacing w:before="0" w:after="0"/>
              <w:rPr>
                <w:rFonts w:cs="Arial"/>
                <w:b w:val="0"/>
                <w:color w:val="auto"/>
                <w:szCs w:val="22"/>
              </w:rPr>
            </w:pPr>
            <w:r w:rsidRPr="001A7B4B">
              <w:rPr>
                <w:rFonts w:cs="Arial"/>
                <w:b w:val="0"/>
                <w:color w:val="auto"/>
                <w:szCs w:val="22"/>
              </w:rPr>
              <w:lastRenderedPageBreak/>
              <w:t>On completion tutor to lead with peer examination of work and discussion regards good and bad practice.</w:t>
            </w:r>
          </w:p>
          <w:p w14:paraId="2F203FF8" w14:textId="77777777" w:rsidR="00AB1A3A" w:rsidRPr="001A7B4B" w:rsidRDefault="00AB1A3A" w:rsidP="008764B2">
            <w:pPr>
              <w:pStyle w:val="Normalheadingblue"/>
              <w:spacing w:before="0" w:after="0"/>
              <w:rPr>
                <w:rFonts w:cs="Arial"/>
                <w:color w:val="auto"/>
                <w:szCs w:val="22"/>
              </w:rPr>
            </w:pPr>
          </w:p>
          <w:p w14:paraId="0342D6D4" w14:textId="77777777" w:rsidR="00AB1A3A" w:rsidRPr="001A7B4B" w:rsidRDefault="00AB1A3A" w:rsidP="008764B2">
            <w:pPr>
              <w:pStyle w:val="Normalheadingblue"/>
              <w:spacing w:before="0" w:after="0"/>
              <w:rPr>
                <w:rFonts w:cs="Arial"/>
                <w:color w:val="auto"/>
                <w:szCs w:val="22"/>
              </w:rPr>
            </w:pPr>
            <w:r w:rsidRPr="001A7B4B">
              <w:rPr>
                <w:rFonts w:cs="Arial"/>
                <w:color w:val="auto"/>
                <w:szCs w:val="22"/>
              </w:rPr>
              <w:t>Knowledge</w:t>
            </w:r>
            <w:r w:rsidR="00D95D8E" w:rsidRPr="001A7B4B">
              <w:rPr>
                <w:rFonts w:cs="Arial"/>
                <w:color w:val="auto"/>
                <w:szCs w:val="22"/>
              </w:rPr>
              <w:t xml:space="preserve"> and skills</w:t>
            </w:r>
            <w:r w:rsidRPr="001A7B4B">
              <w:rPr>
                <w:rFonts w:cs="Arial"/>
                <w:color w:val="auto"/>
                <w:szCs w:val="22"/>
              </w:rPr>
              <w:t xml:space="preserve"> check example:</w:t>
            </w:r>
          </w:p>
          <w:p w14:paraId="36382C4D" w14:textId="692D7183" w:rsidR="00AB1A3A" w:rsidRPr="001A7B4B" w:rsidRDefault="00D95D8E" w:rsidP="000D5C76">
            <w:pPr>
              <w:pStyle w:val="Normalheadingblue"/>
              <w:spacing w:before="0" w:after="0"/>
              <w:rPr>
                <w:rFonts w:cs="Arial"/>
                <w:b w:val="0"/>
                <w:color w:val="auto"/>
                <w:szCs w:val="22"/>
              </w:rPr>
            </w:pPr>
            <w:r w:rsidRPr="001A7B4B">
              <w:rPr>
                <w:rFonts w:cs="Arial"/>
                <w:b w:val="0"/>
                <w:color w:val="auto"/>
                <w:szCs w:val="22"/>
              </w:rPr>
              <w:t>Install pipework and TMV at wash hand basin</w:t>
            </w:r>
            <w:r w:rsidR="000D5C76" w:rsidRPr="001A7B4B">
              <w:rPr>
                <w:rFonts w:cs="Arial"/>
                <w:b w:val="0"/>
                <w:color w:val="auto"/>
                <w:szCs w:val="22"/>
              </w:rPr>
              <w:t>.</w:t>
            </w:r>
          </w:p>
          <w:p w14:paraId="2408630A" w14:textId="77777777" w:rsidR="00AB1A3A" w:rsidRPr="001A7B4B" w:rsidRDefault="00AB1A3A" w:rsidP="008764B2">
            <w:pPr>
              <w:pStyle w:val="Normalheadingblue"/>
              <w:spacing w:before="0" w:after="0"/>
              <w:rPr>
                <w:rFonts w:cs="Arial"/>
                <w:color w:val="auto"/>
                <w:szCs w:val="22"/>
              </w:rPr>
            </w:pPr>
          </w:p>
          <w:p w14:paraId="70CC31AC" w14:textId="77777777" w:rsidR="00AB1A3A" w:rsidRPr="001A7B4B" w:rsidRDefault="00AB1A3A" w:rsidP="008764B2">
            <w:pPr>
              <w:pStyle w:val="Normalheadingblue"/>
              <w:spacing w:before="0" w:after="0"/>
              <w:rPr>
                <w:rFonts w:cs="Arial"/>
                <w:color w:val="auto"/>
                <w:szCs w:val="22"/>
              </w:rPr>
            </w:pPr>
            <w:r w:rsidRPr="001A7B4B">
              <w:rPr>
                <w:rFonts w:cs="Arial"/>
                <w:color w:val="auto"/>
                <w:szCs w:val="22"/>
              </w:rPr>
              <w:t>Resources:</w:t>
            </w:r>
          </w:p>
          <w:p w14:paraId="649A98C8" w14:textId="77777777" w:rsidR="00D95D8E" w:rsidRPr="001A7B4B" w:rsidRDefault="00D95D8E" w:rsidP="008764B2">
            <w:pPr>
              <w:pStyle w:val="Normalheadingblue"/>
              <w:spacing w:before="0" w:after="0"/>
              <w:rPr>
                <w:rFonts w:cs="Arial"/>
                <w:b w:val="0"/>
                <w:color w:val="auto"/>
                <w:szCs w:val="22"/>
              </w:rPr>
            </w:pPr>
            <w:r w:rsidRPr="001A7B4B">
              <w:rPr>
                <w:rFonts w:cs="Arial"/>
                <w:b w:val="0"/>
                <w:color w:val="auto"/>
                <w:szCs w:val="22"/>
              </w:rPr>
              <w:t>Examples of TMV’s</w:t>
            </w:r>
          </w:p>
          <w:p w14:paraId="19E40FE5" w14:textId="77777777" w:rsidR="00D95D8E" w:rsidRPr="001A7B4B" w:rsidRDefault="00D95D8E" w:rsidP="008764B2">
            <w:pPr>
              <w:pStyle w:val="Normalheadingblue"/>
              <w:spacing w:before="0" w:after="0"/>
              <w:rPr>
                <w:rFonts w:cs="Arial"/>
                <w:b w:val="0"/>
                <w:color w:val="auto"/>
                <w:szCs w:val="22"/>
              </w:rPr>
            </w:pPr>
            <w:r w:rsidRPr="001A7B4B">
              <w:rPr>
                <w:rFonts w:cs="Arial"/>
                <w:b w:val="0"/>
                <w:color w:val="auto"/>
                <w:szCs w:val="22"/>
              </w:rPr>
              <w:t>Area for installation</w:t>
            </w:r>
          </w:p>
          <w:p w14:paraId="5D42727F" w14:textId="77777777" w:rsidR="00D95D8E" w:rsidRPr="001A7B4B" w:rsidRDefault="00D95D8E" w:rsidP="008764B2">
            <w:pPr>
              <w:pStyle w:val="Normalheadingblue"/>
              <w:spacing w:before="0" w:after="0"/>
              <w:rPr>
                <w:rFonts w:cs="Arial"/>
                <w:b w:val="0"/>
                <w:color w:val="auto"/>
                <w:szCs w:val="22"/>
              </w:rPr>
            </w:pPr>
            <w:r w:rsidRPr="001A7B4B">
              <w:rPr>
                <w:rFonts w:cs="Arial"/>
                <w:b w:val="0"/>
                <w:color w:val="auto"/>
                <w:szCs w:val="22"/>
              </w:rPr>
              <w:t>Tools and materials including service valves, check valves and hand tools</w:t>
            </w:r>
          </w:p>
          <w:p w14:paraId="592F55B7" w14:textId="77777777" w:rsidR="00D95D8E" w:rsidRPr="001A7B4B" w:rsidRDefault="00D95D8E" w:rsidP="008764B2">
            <w:pPr>
              <w:pStyle w:val="Normalheadingblue"/>
              <w:spacing w:before="0" w:after="0"/>
              <w:rPr>
                <w:rFonts w:cs="Arial"/>
                <w:b w:val="0"/>
                <w:color w:val="auto"/>
                <w:szCs w:val="22"/>
              </w:rPr>
            </w:pPr>
            <w:r w:rsidRPr="001A7B4B">
              <w:rPr>
                <w:rFonts w:cs="Arial"/>
                <w:b w:val="0"/>
                <w:color w:val="auto"/>
                <w:szCs w:val="22"/>
              </w:rPr>
              <w:t>PPE</w:t>
            </w:r>
          </w:p>
          <w:p w14:paraId="07F836AF" w14:textId="77777777" w:rsidR="00AB1A3A" w:rsidRPr="001A7B4B" w:rsidRDefault="00AB1A3A" w:rsidP="008764B2">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58568BF3" w14:textId="77777777" w:rsidR="00DD207A" w:rsidRPr="001A7B4B" w:rsidRDefault="008A57D2">
            <w:r w:rsidRPr="001A7B4B">
              <w:lastRenderedPageBreak/>
              <w:t>Homework task</w:t>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t>Practical installation</w:t>
            </w:r>
          </w:p>
        </w:tc>
      </w:tr>
      <w:tr w:rsidR="001A7B4B" w:rsidRPr="001A7B4B" w14:paraId="0D80C1F3"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417049C5" w14:textId="77777777" w:rsidR="00AB1A3A" w:rsidRDefault="00D95D8E" w:rsidP="00E834BE">
            <w:pPr>
              <w:jc w:val="center"/>
              <w:rPr>
                <w:rFonts w:cs="Arial"/>
                <w:szCs w:val="22"/>
              </w:rPr>
            </w:pPr>
            <w:r>
              <w:rPr>
                <w:rFonts w:cs="Arial"/>
                <w:szCs w:val="22"/>
              </w:rPr>
              <w:t>103</w:t>
            </w:r>
          </w:p>
          <w:p w14:paraId="19890675" w14:textId="77777777" w:rsidR="00D95D8E" w:rsidRDefault="00D95D8E" w:rsidP="00E834BE">
            <w:pPr>
              <w:jc w:val="center"/>
              <w:rPr>
                <w:rFonts w:cs="Arial"/>
                <w:szCs w:val="22"/>
              </w:rPr>
            </w:pPr>
            <w:r>
              <w:rPr>
                <w:rFonts w:cs="Arial"/>
                <w:szCs w:val="22"/>
              </w:rPr>
              <w:t>3 hours</w:t>
            </w:r>
          </w:p>
          <w:p w14:paraId="0BCADD4A" w14:textId="1BC9236A" w:rsidR="00333EB1" w:rsidRDefault="00333EB1" w:rsidP="00E834BE">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009827BE" w14:textId="77777777" w:rsidR="00AB1A3A" w:rsidRPr="001A7B4B" w:rsidRDefault="00AB1A3A" w:rsidP="00E834BE">
            <w:pPr>
              <w:pStyle w:val="Normalheadingblack"/>
              <w:rPr>
                <w:rFonts w:cs="Arial"/>
                <w:lang w:eastAsia="en-GB"/>
              </w:rPr>
            </w:pPr>
            <w:r w:rsidRPr="001A7B4B">
              <w:rPr>
                <w:rFonts w:cs="Arial"/>
                <w:lang w:eastAsia="en-GB"/>
              </w:rPr>
              <w:t>Outcome 1 – Plumbing and heating common knowledge criteria</w:t>
            </w:r>
          </w:p>
          <w:p w14:paraId="68395EEA" w14:textId="77777777" w:rsidR="00AB1A3A" w:rsidRPr="001A7B4B" w:rsidRDefault="00AB1A3A" w:rsidP="00E834BE">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7BFB2E5E" w14:textId="77777777" w:rsidR="00027C8A" w:rsidRPr="001A7B4B" w:rsidRDefault="00027C8A" w:rsidP="00027C8A">
            <w:pPr>
              <w:pStyle w:val="Normalheadingblack"/>
              <w:rPr>
                <w:rFonts w:cs="Arial"/>
                <w:b w:val="0"/>
                <w:szCs w:val="22"/>
              </w:rPr>
            </w:pPr>
            <w:r w:rsidRPr="001A7B4B">
              <w:rPr>
                <w:rFonts w:cs="Arial"/>
                <w:b w:val="0"/>
                <w:szCs w:val="22"/>
              </w:rPr>
              <w:t>K1.7 Plumbing and heating systems</w:t>
            </w:r>
          </w:p>
          <w:p w14:paraId="6E2EBF03" w14:textId="77777777" w:rsidR="00027C8A" w:rsidRPr="001A7B4B" w:rsidRDefault="00027C8A" w:rsidP="00027C8A">
            <w:pPr>
              <w:pStyle w:val="Normalheadingblack"/>
              <w:rPr>
                <w:rFonts w:cs="Arial"/>
                <w:b w:val="0"/>
                <w:szCs w:val="22"/>
              </w:rPr>
            </w:pPr>
          </w:p>
          <w:p w14:paraId="1262C177" w14:textId="77777777" w:rsidR="00027C8A" w:rsidRPr="001A7B4B" w:rsidRDefault="00027C8A" w:rsidP="00027C8A">
            <w:pPr>
              <w:pStyle w:val="Normalheadingblack"/>
              <w:rPr>
                <w:rFonts w:cs="Arial"/>
                <w:b w:val="0"/>
                <w:szCs w:val="22"/>
              </w:rPr>
            </w:pPr>
            <w:r w:rsidRPr="001A7B4B">
              <w:rPr>
                <w:rFonts w:cs="Arial"/>
                <w:b w:val="0"/>
                <w:szCs w:val="22"/>
              </w:rPr>
              <w:t>K1.8 Components used in plumbing and heating systems</w:t>
            </w:r>
          </w:p>
          <w:p w14:paraId="71A4B0F1" w14:textId="77777777" w:rsidR="00027C8A" w:rsidRPr="001A7B4B" w:rsidRDefault="00027C8A" w:rsidP="00027C8A">
            <w:pPr>
              <w:pStyle w:val="Normalheadingblack"/>
              <w:rPr>
                <w:rFonts w:cs="Arial"/>
                <w:b w:val="0"/>
                <w:szCs w:val="22"/>
              </w:rPr>
            </w:pPr>
          </w:p>
          <w:p w14:paraId="56250F07" w14:textId="77777777" w:rsidR="00027C8A" w:rsidRPr="001A7B4B" w:rsidRDefault="00027C8A" w:rsidP="00027C8A">
            <w:pPr>
              <w:pStyle w:val="Normalheadingblack"/>
              <w:rPr>
                <w:rFonts w:cs="Arial"/>
                <w:b w:val="0"/>
                <w:szCs w:val="22"/>
              </w:rPr>
            </w:pPr>
            <w:r w:rsidRPr="001A7B4B">
              <w:rPr>
                <w:rFonts w:cs="Arial"/>
                <w:b w:val="0"/>
                <w:szCs w:val="22"/>
              </w:rPr>
              <w:t>K1.11 Appliances supported by plumbing and heating systems</w:t>
            </w:r>
          </w:p>
          <w:p w14:paraId="66BE5496" w14:textId="77777777" w:rsidR="00027C8A" w:rsidRPr="001A7B4B" w:rsidRDefault="00027C8A" w:rsidP="00027C8A">
            <w:pPr>
              <w:pStyle w:val="Normalheadingblack"/>
              <w:rPr>
                <w:rFonts w:cs="Arial"/>
                <w:b w:val="0"/>
                <w:szCs w:val="22"/>
              </w:rPr>
            </w:pPr>
          </w:p>
          <w:p w14:paraId="2EBFDE8D" w14:textId="77777777" w:rsidR="00027C8A" w:rsidRPr="001A7B4B" w:rsidRDefault="00027C8A" w:rsidP="00027C8A">
            <w:pPr>
              <w:pStyle w:val="Normalheadingblack"/>
              <w:rPr>
                <w:rFonts w:cs="Arial"/>
                <w:b w:val="0"/>
                <w:szCs w:val="22"/>
              </w:rPr>
            </w:pPr>
          </w:p>
          <w:p w14:paraId="11C99BD2" w14:textId="77777777" w:rsidR="00027C8A" w:rsidRPr="001A7B4B" w:rsidRDefault="00027C8A" w:rsidP="00027C8A">
            <w:pPr>
              <w:pStyle w:val="Normalheadingblack"/>
              <w:rPr>
                <w:rFonts w:cs="Arial"/>
                <w:b w:val="0"/>
                <w:szCs w:val="22"/>
              </w:rPr>
            </w:pPr>
          </w:p>
          <w:p w14:paraId="7E6B7D89" w14:textId="77777777" w:rsidR="00AB1A3A" w:rsidRPr="001A7B4B" w:rsidRDefault="00AB1A3A" w:rsidP="00E834BE">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7CBBDE16" w14:textId="77777777" w:rsidR="00AB1A3A" w:rsidRPr="001A7B4B" w:rsidRDefault="00AB1A3A" w:rsidP="006D3752">
            <w:pPr>
              <w:pStyle w:val="Normalheadingblue"/>
              <w:spacing w:before="0" w:after="0"/>
              <w:rPr>
                <w:rFonts w:cs="Arial"/>
                <w:color w:val="auto"/>
                <w:szCs w:val="22"/>
              </w:rPr>
            </w:pPr>
            <w:r w:rsidRPr="001A7B4B">
              <w:rPr>
                <w:rFonts w:cs="Arial"/>
                <w:color w:val="auto"/>
                <w:szCs w:val="22"/>
              </w:rPr>
              <w:lastRenderedPageBreak/>
              <w:t>Activity:</w:t>
            </w:r>
          </w:p>
          <w:p w14:paraId="4E43F2CB" w14:textId="77777777" w:rsidR="00AB1A3A" w:rsidRPr="001A7B4B" w:rsidRDefault="00AB1A3A" w:rsidP="006D3752">
            <w:pPr>
              <w:pStyle w:val="Normalheadingblue"/>
              <w:spacing w:before="0" w:after="0"/>
              <w:rPr>
                <w:rFonts w:cs="Arial"/>
                <w:color w:val="auto"/>
                <w:szCs w:val="22"/>
              </w:rPr>
            </w:pPr>
          </w:p>
          <w:p w14:paraId="1FC638E1" w14:textId="77777777" w:rsidR="00AB1A3A" w:rsidRPr="001A7B4B" w:rsidRDefault="00AB1A3A" w:rsidP="006D3752">
            <w:pPr>
              <w:pStyle w:val="Normalheadingblue"/>
              <w:spacing w:before="0" w:after="0"/>
              <w:rPr>
                <w:rFonts w:cs="Arial"/>
                <w:color w:val="auto"/>
                <w:szCs w:val="22"/>
              </w:rPr>
            </w:pPr>
            <w:r w:rsidRPr="001A7B4B">
              <w:rPr>
                <w:rFonts w:cs="Arial"/>
                <w:color w:val="auto"/>
                <w:szCs w:val="22"/>
              </w:rPr>
              <w:t>Starter task example:</w:t>
            </w:r>
          </w:p>
          <w:p w14:paraId="1280CF21" w14:textId="1A8EA00B" w:rsidR="00027C8A" w:rsidRPr="001A7B4B" w:rsidRDefault="00027C8A" w:rsidP="002C017C">
            <w:pPr>
              <w:pStyle w:val="Normalheadingblue"/>
              <w:numPr>
                <w:ilvl w:val="0"/>
                <w:numId w:val="47"/>
              </w:numPr>
              <w:spacing w:before="0" w:after="0"/>
              <w:rPr>
                <w:rFonts w:cs="Arial"/>
                <w:b w:val="0"/>
                <w:color w:val="auto"/>
                <w:szCs w:val="22"/>
              </w:rPr>
            </w:pPr>
            <w:r w:rsidRPr="001A7B4B">
              <w:rPr>
                <w:rFonts w:cs="Arial"/>
                <w:b w:val="0"/>
                <w:color w:val="auto"/>
                <w:szCs w:val="22"/>
              </w:rPr>
              <w:t>Guest speaker such as employer or manufacturer to discuss employment opportunities</w:t>
            </w:r>
            <w:r w:rsidR="00153ADB">
              <w:rPr>
                <w:rFonts w:cs="Arial"/>
                <w:b w:val="0"/>
                <w:color w:val="auto"/>
                <w:szCs w:val="22"/>
              </w:rPr>
              <w:t>.</w:t>
            </w:r>
          </w:p>
          <w:p w14:paraId="7296F216" w14:textId="77777777" w:rsidR="00AB1A3A" w:rsidRPr="001A7B4B" w:rsidRDefault="00AB1A3A" w:rsidP="006D3752">
            <w:pPr>
              <w:pStyle w:val="Normalheadingblue"/>
              <w:spacing w:before="0" w:after="0"/>
              <w:rPr>
                <w:rFonts w:cs="Arial"/>
                <w:color w:val="auto"/>
                <w:szCs w:val="22"/>
              </w:rPr>
            </w:pPr>
          </w:p>
          <w:p w14:paraId="5774EE09" w14:textId="77777777" w:rsidR="004A5C79" w:rsidRDefault="00AB1A3A" w:rsidP="006D3752">
            <w:pPr>
              <w:pStyle w:val="Normalheadingblue"/>
              <w:spacing w:before="0" w:after="0"/>
              <w:rPr>
                <w:rFonts w:cs="Arial"/>
                <w:color w:val="auto"/>
                <w:szCs w:val="22"/>
              </w:rPr>
            </w:pPr>
            <w:r w:rsidRPr="001A7B4B">
              <w:rPr>
                <w:rFonts w:cs="Arial"/>
                <w:color w:val="auto"/>
                <w:szCs w:val="22"/>
              </w:rPr>
              <w:t>Delivery:</w:t>
            </w:r>
          </w:p>
          <w:p w14:paraId="51EED3EA" w14:textId="3BDCAC42" w:rsidR="00D95D8E" w:rsidRPr="001A7B4B" w:rsidRDefault="00027C8A" w:rsidP="006D3752">
            <w:pPr>
              <w:pStyle w:val="Normalheadingblue"/>
              <w:spacing w:before="0" w:after="0"/>
              <w:rPr>
                <w:rFonts w:cs="Arial"/>
                <w:color w:val="auto"/>
                <w:szCs w:val="22"/>
              </w:rPr>
            </w:pPr>
            <w:r w:rsidRPr="001A7B4B">
              <w:rPr>
                <w:rFonts w:cs="Arial"/>
                <w:b w:val="0"/>
                <w:color w:val="auto"/>
                <w:szCs w:val="22"/>
              </w:rPr>
              <w:t>Tutor to deliver content</w:t>
            </w:r>
            <w:r w:rsidR="004A5C79">
              <w:rPr>
                <w:rFonts w:cs="Arial"/>
                <w:b w:val="0"/>
                <w:color w:val="auto"/>
                <w:szCs w:val="22"/>
              </w:rPr>
              <w:t xml:space="preserve"> on</w:t>
            </w:r>
            <w:r w:rsidRPr="001A7B4B">
              <w:rPr>
                <w:rFonts w:cs="Arial"/>
                <w:b w:val="0"/>
                <w:color w:val="auto"/>
                <w:szCs w:val="22"/>
              </w:rPr>
              <w:t xml:space="preserve"> </w:t>
            </w:r>
            <w:r w:rsidR="004A5C79" w:rsidRPr="004A5C79">
              <w:rPr>
                <w:rFonts w:cs="Arial"/>
                <w:b w:val="0"/>
                <w:bCs/>
                <w:color w:val="auto"/>
                <w:szCs w:val="22"/>
              </w:rPr>
              <w:t>Hot water systems – alternate sources of hot water</w:t>
            </w:r>
            <w:r w:rsidR="004A5C79">
              <w:rPr>
                <w:rFonts w:cs="Arial"/>
                <w:b w:val="0"/>
                <w:bCs/>
                <w:color w:val="auto"/>
                <w:szCs w:val="22"/>
              </w:rPr>
              <w:t>,</w:t>
            </w:r>
            <w:r w:rsidR="004A5C79" w:rsidRPr="001A7B4B">
              <w:rPr>
                <w:rFonts w:cs="Arial"/>
                <w:color w:val="auto"/>
                <w:szCs w:val="22"/>
              </w:rPr>
              <w:t xml:space="preserve"> </w:t>
            </w:r>
            <w:r w:rsidRPr="001A7B4B">
              <w:rPr>
                <w:rFonts w:cs="Arial"/>
                <w:b w:val="0"/>
                <w:color w:val="auto"/>
                <w:szCs w:val="22"/>
              </w:rPr>
              <w:t>including:</w:t>
            </w:r>
          </w:p>
          <w:p w14:paraId="52449345" w14:textId="77777777" w:rsidR="00027C8A" w:rsidRPr="001A7B4B" w:rsidRDefault="00027C8A" w:rsidP="002C017C">
            <w:pPr>
              <w:pStyle w:val="Normalheadingblue"/>
              <w:numPr>
                <w:ilvl w:val="0"/>
                <w:numId w:val="47"/>
              </w:numPr>
              <w:spacing w:before="0" w:after="0"/>
              <w:rPr>
                <w:rFonts w:cs="Arial"/>
                <w:b w:val="0"/>
                <w:color w:val="auto"/>
                <w:szCs w:val="22"/>
              </w:rPr>
            </w:pPr>
            <w:r w:rsidRPr="001A7B4B">
              <w:rPr>
                <w:rFonts w:cs="Arial"/>
                <w:b w:val="0"/>
                <w:color w:val="auto"/>
                <w:szCs w:val="22"/>
              </w:rPr>
              <w:t>Solar thermal hot water system principles</w:t>
            </w:r>
          </w:p>
          <w:p w14:paraId="2BD2A10C" w14:textId="77777777" w:rsidR="00027C8A" w:rsidRPr="001A7B4B" w:rsidRDefault="00027C8A" w:rsidP="002C017C">
            <w:pPr>
              <w:pStyle w:val="Normalheadingblue"/>
              <w:numPr>
                <w:ilvl w:val="0"/>
                <w:numId w:val="47"/>
              </w:numPr>
              <w:spacing w:before="0" w:after="0"/>
              <w:rPr>
                <w:rFonts w:cs="Arial"/>
                <w:b w:val="0"/>
                <w:color w:val="auto"/>
                <w:szCs w:val="22"/>
              </w:rPr>
            </w:pPr>
            <w:r w:rsidRPr="001A7B4B">
              <w:rPr>
                <w:rFonts w:cs="Arial"/>
                <w:b w:val="0"/>
                <w:color w:val="auto"/>
                <w:szCs w:val="22"/>
              </w:rPr>
              <w:t>Basic system layout</w:t>
            </w:r>
          </w:p>
          <w:p w14:paraId="4A79212D" w14:textId="77777777" w:rsidR="00027C8A" w:rsidRPr="001A7B4B" w:rsidRDefault="00027C8A" w:rsidP="002C017C">
            <w:pPr>
              <w:pStyle w:val="Normalheadingblue"/>
              <w:numPr>
                <w:ilvl w:val="0"/>
                <w:numId w:val="47"/>
              </w:numPr>
              <w:spacing w:before="0" w:after="0"/>
              <w:rPr>
                <w:rFonts w:cs="Arial"/>
                <w:b w:val="0"/>
                <w:color w:val="auto"/>
                <w:szCs w:val="22"/>
              </w:rPr>
            </w:pPr>
            <w:r w:rsidRPr="001A7B4B">
              <w:rPr>
                <w:rFonts w:cs="Arial"/>
                <w:b w:val="0"/>
                <w:color w:val="auto"/>
                <w:szCs w:val="22"/>
              </w:rPr>
              <w:t>Collector types</w:t>
            </w:r>
          </w:p>
          <w:p w14:paraId="23FA90B1" w14:textId="77777777" w:rsidR="00027C8A" w:rsidRPr="001A7B4B" w:rsidRDefault="00027C8A" w:rsidP="002C017C">
            <w:pPr>
              <w:pStyle w:val="Normalheadingblue"/>
              <w:numPr>
                <w:ilvl w:val="0"/>
                <w:numId w:val="47"/>
              </w:numPr>
              <w:spacing w:before="0" w:after="0"/>
              <w:rPr>
                <w:rFonts w:cs="Arial"/>
                <w:b w:val="0"/>
                <w:color w:val="auto"/>
                <w:szCs w:val="22"/>
              </w:rPr>
            </w:pPr>
            <w:r w:rsidRPr="001A7B4B">
              <w:rPr>
                <w:rFonts w:cs="Arial"/>
                <w:b w:val="0"/>
                <w:color w:val="auto"/>
                <w:szCs w:val="22"/>
              </w:rPr>
              <w:t>Pump station</w:t>
            </w:r>
          </w:p>
          <w:p w14:paraId="5E8DABDE" w14:textId="77777777" w:rsidR="00027C8A" w:rsidRPr="001A7B4B" w:rsidRDefault="00027C8A" w:rsidP="002C017C">
            <w:pPr>
              <w:pStyle w:val="Normalheadingblue"/>
              <w:numPr>
                <w:ilvl w:val="0"/>
                <w:numId w:val="47"/>
              </w:numPr>
              <w:spacing w:before="0" w:after="0"/>
              <w:rPr>
                <w:rFonts w:cs="Arial"/>
                <w:b w:val="0"/>
                <w:color w:val="auto"/>
                <w:szCs w:val="22"/>
              </w:rPr>
            </w:pPr>
            <w:r w:rsidRPr="001A7B4B">
              <w:rPr>
                <w:rFonts w:cs="Arial"/>
                <w:b w:val="0"/>
                <w:color w:val="auto"/>
                <w:szCs w:val="22"/>
              </w:rPr>
              <w:t>Twin coil cylinder</w:t>
            </w:r>
          </w:p>
          <w:p w14:paraId="7C074E1E" w14:textId="77777777" w:rsidR="00027C8A" w:rsidRPr="001A7B4B" w:rsidRDefault="00027C8A" w:rsidP="002C017C">
            <w:pPr>
              <w:pStyle w:val="Normalheadingblue"/>
              <w:numPr>
                <w:ilvl w:val="0"/>
                <w:numId w:val="47"/>
              </w:numPr>
              <w:spacing w:before="0" w:after="0"/>
              <w:rPr>
                <w:rFonts w:cs="Arial"/>
                <w:b w:val="0"/>
                <w:color w:val="auto"/>
                <w:szCs w:val="22"/>
              </w:rPr>
            </w:pPr>
            <w:r w:rsidRPr="001A7B4B">
              <w:rPr>
                <w:rFonts w:cs="Arial"/>
                <w:b w:val="0"/>
                <w:color w:val="auto"/>
                <w:szCs w:val="22"/>
              </w:rPr>
              <w:t>Thermal stores</w:t>
            </w:r>
          </w:p>
          <w:p w14:paraId="3F4CD95F" w14:textId="77777777" w:rsidR="00027C8A" w:rsidRPr="001A7B4B" w:rsidRDefault="00027C8A" w:rsidP="002C017C">
            <w:pPr>
              <w:pStyle w:val="Normalheadingblue"/>
              <w:numPr>
                <w:ilvl w:val="0"/>
                <w:numId w:val="47"/>
              </w:numPr>
              <w:spacing w:before="0" w:after="0"/>
              <w:rPr>
                <w:rFonts w:cs="Arial"/>
                <w:b w:val="0"/>
                <w:color w:val="auto"/>
                <w:szCs w:val="22"/>
              </w:rPr>
            </w:pPr>
            <w:r w:rsidRPr="001A7B4B">
              <w:rPr>
                <w:rFonts w:cs="Arial"/>
                <w:b w:val="0"/>
                <w:color w:val="auto"/>
                <w:szCs w:val="22"/>
              </w:rPr>
              <w:lastRenderedPageBreak/>
              <w:t>Tutor to use working examples and installed systems to explain system layouts and component positions.</w:t>
            </w:r>
          </w:p>
          <w:p w14:paraId="023BF0C0" w14:textId="2BB5D4F1" w:rsidR="00027C8A" w:rsidRPr="001A7B4B" w:rsidRDefault="00116A2E" w:rsidP="002C017C">
            <w:pPr>
              <w:pStyle w:val="Normalheadingblue"/>
              <w:numPr>
                <w:ilvl w:val="0"/>
                <w:numId w:val="47"/>
              </w:numPr>
              <w:spacing w:before="0" w:after="0"/>
              <w:rPr>
                <w:rFonts w:cs="Arial"/>
                <w:b w:val="0"/>
                <w:color w:val="auto"/>
                <w:szCs w:val="22"/>
              </w:rPr>
            </w:pPr>
            <w:r w:rsidRPr="001A7B4B">
              <w:rPr>
                <w:rFonts w:cs="Arial"/>
                <w:b w:val="0"/>
                <w:color w:val="auto"/>
                <w:szCs w:val="22"/>
              </w:rPr>
              <w:t>Students</w:t>
            </w:r>
            <w:r w:rsidR="00027C8A" w:rsidRPr="001A7B4B">
              <w:rPr>
                <w:rFonts w:cs="Arial"/>
                <w:b w:val="0"/>
                <w:color w:val="auto"/>
                <w:szCs w:val="22"/>
              </w:rPr>
              <w:t xml:space="preserve"> to identify the parts of a working system and discuss as a group.</w:t>
            </w:r>
          </w:p>
          <w:p w14:paraId="508FA40E" w14:textId="1AD039BA" w:rsidR="00027C8A" w:rsidRPr="001A7B4B" w:rsidRDefault="00027C8A" w:rsidP="002C017C">
            <w:pPr>
              <w:pStyle w:val="Normalheadingblue"/>
              <w:numPr>
                <w:ilvl w:val="0"/>
                <w:numId w:val="47"/>
              </w:numPr>
              <w:spacing w:before="0" w:after="0"/>
              <w:rPr>
                <w:rFonts w:cs="Arial"/>
                <w:b w:val="0"/>
                <w:color w:val="auto"/>
                <w:szCs w:val="22"/>
              </w:rPr>
            </w:pPr>
            <w:r w:rsidRPr="001A7B4B">
              <w:rPr>
                <w:rFonts w:cs="Arial"/>
                <w:b w:val="0"/>
                <w:color w:val="auto"/>
                <w:szCs w:val="22"/>
              </w:rPr>
              <w:t xml:space="preserve">Investigate a thermal store unit and </w:t>
            </w:r>
            <w:r w:rsidR="00F502C8" w:rsidRPr="001A7B4B">
              <w:rPr>
                <w:rFonts w:cs="Arial"/>
                <w:b w:val="0"/>
                <w:color w:val="auto"/>
                <w:szCs w:val="22"/>
              </w:rPr>
              <w:t>students</w:t>
            </w:r>
            <w:r w:rsidRPr="001A7B4B">
              <w:rPr>
                <w:rFonts w:cs="Arial"/>
                <w:b w:val="0"/>
                <w:color w:val="auto"/>
                <w:szCs w:val="22"/>
              </w:rPr>
              <w:t xml:space="preserve"> identify the connections.</w:t>
            </w:r>
          </w:p>
          <w:p w14:paraId="319590AB" w14:textId="77777777" w:rsidR="00AB1A3A" w:rsidRPr="001A7B4B" w:rsidRDefault="00AB1A3A" w:rsidP="006D3752">
            <w:pPr>
              <w:pStyle w:val="Normalheadingblue"/>
              <w:spacing w:before="0" w:after="0"/>
              <w:rPr>
                <w:rFonts w:cs="Arial"/>
                <w:color w:val="auto"/>
                <w:szCs w:val="22"/>
              </w:rPr>
            </w:pPr>
          </w:p>
          <w:p w14:paraId="51DBC9F6" w14:textId="77777777" w:rsidR="00AB1A3A" w:rsidRPr="001A7B4B" w:rsidRDefault="00AB1A3A" w:rsidP="006D3752">
            <w:pPr>
              <w:pStyle w:val="Normalheadingblue"/>
              <w:spacing w:before="0" w:after="0"/>
              <w:rPr>
                <w:rFonts w:cs="Arial"/>
                <w:color w:val="auto"/>
                <w:szCs w:val="22"/>
              </w:rPr>
            </w:pPr>
            <w:r w:rsidRPr="001A7B4B">
              <w:rPr>
                <w:rFonts w:cs="Arial"/>
                <w:color w:val="auto"/>
                <w:szCs w:val="22"/>
              </w:rPr>
              <w:t>Knowledge check example:</w:t>
            </w:r>
          </w:p>
          <w:p w14:paraId="77DFB409" w14:textId="77777777" w:rsidR="00AB1A3A" w:rsidRPr="001A7B4B" w:rsidRDefault="00027C8A" w:rsidP="002C017C">
            <w:pPr>
              <w:pStyle w:val="Normalheadingblue"/>
              <w:numPr>
                <w:ilvl w:val="0"/>
                <w:numId w:val="50"/>
              </w:numPr>
              <w:spacing w:before="0" w:after="0"/>
              <w:rPr>
                <w:rFonts w:cs="Arial"/>
                <w:b w:val="0"/>
                <w:color w:val="auto"/>
                <w:szCs w:val="22"/>
              </w:rPr>
            </w:pPr>
            <w:r w:rsidRPr="001A7B4B">
              <w:rPr>
                <w:rFonts w:cs="Arial"/>
                <w:b w:val="0"/>
                <w:color w:val="auto"/>
                <w:szCs w:val="22"/>
              </w:rPr>
              <w:t>Knowledge test – MCQ and open question paper based on the session content.</w:t>
            </w:r>
          </w:p>
          <w:p w14:paraId="5C0ABD05" w14:textId="77777777" w:rsidR="00AB1A3A" w:rsidRPr="001A7B4B" w:rsidRDefault="00AB1A3A" w:rsidP="006D3752">
            <w:pPr>
              <w:pStyle w:val="Normalheadingblue"/>
              <w:spacing w:before="0" w:after="0"/>
              <w:rPr>
                <w:rFonts w:cs="Arial"/>
                <w:color w:val="auto"/>
                <w:szCs w:val="22"/>
              </w:rPr>
            </w:pPr>
          </w:p>
          <w:p w14:paraId="23025D7B" w14:textId="77777777" w:rsidR="00AB1A3A" w:rsidRPr="001A7B4B" w:rsidRDefault="00AB1A3A" w:rsidP="006D3752">
            <w:pPr>
              <w:pStyle w:val="Normalheadingblue"/>
              <w:spacing w:before="0" w:after="0"/>
              <w:rPr>
                <w:rFonts w:cs="Arial"/>
                <w:color w:val="auto"/>
                <w:szCs w:val="22"/>
              </w:rPr>
            </w:pPr>
            <w:r w:rsidRPr="001A7B4B">
              <w:rPr>
                <w:rFonts w:cs="Arial"/>
                <w:color w:val="auto"/>
                <w:szCs w:val="22"/>
              </w:rPr>
              <w:t>Resources:</w:t>
            </w:r>
          </w:p>
          <w:p w14:paraId="37A0FFA3" w14:textId="77777777" w:rsidR="00891BE4" w:rsidRPr="001A7B4B" w:rsidRDefault="00891BE4" w:rsidP="006D3752">
            <w:pPr>
              <w:pStyle w:val="Normalheadingblue"/>
              <w:spacing w:before="0" w:after="0"/>
              <w:rPr>
                <w:rFonts w:cs="Arial"/>
                <w:b w:val="0"/>
                <w:color w:val="auto"/>
                <w:szCs w:val="22"/>
              </w:rPr>
            </w:pPr>
            <w:r w:rsidRPr="001A7B4B">
              <w:rPr>
                <w:rFonts w:cs="Arial"/>
                <w:b w:val="0"/>
                <w:color w:val="auto"/>
                <w:szCs w:val="22"/>
              </w:rPr>
              <w:t>Examples of working or installed systems</w:t>
            </w:r>
          </w:p>
          <w:p w14:paraId="367BF179" w14:textId="77777777" w:rsidR="00891BE4" w:rsidRPr="001A7B4B" w:rsidRDefault="00891BE4" w:rsidP="006D3752">
            <w:pPr>
              <w:pStyle w:val="Normalheadingblue"/>
              <w:spacing w:before="0" w:after="0"/>
              <w:rPr>
                <w:rFonts w:cs="Arial"/>
                <w:b w:val="0"/>
                <w:color w:val="auto"/>
                <w:szCs w:val="22"/>
              </w:rPr>
            </w:pPr>
            <w:r w:rsidRPr="001A7B4B">
              <w:rPr>
                <w:rFonts w:cs="Arial"/>
                <w:b w:val="0"/>
                <w:color w:val="auto"/>
                <w:szCs w:val="22"/>
              </w:rPr>
              <w:t>System components</w:t>
            </w:r>
          </w:p>
          <w:p w14:paraId="4BEB7FF4" w14:textId="77777777" w:rsidR="00891BE4" w:rsidRPr="001A7B4B" w:rsidRDefault="00891BE4" w:rsidP="006D3752">
            <w:pPr>
              <w:pStyle w:val="Normalheadingblue"/>
              <w:spacing w:before="0" w:after="0"/>
              <w:rPr>
                <w:rFonts w:cs="Arial"/>
                <w:color w:val="auto"/>
                <w:szCs w:val="22"/>
              </w:rPr>
            </w:pPr>
            <w:r w:rsidRPr="001A7B4B">
              <w:rPr>
                <w:rFonts w:cs="Arial"/>
                <w:b w:val="0"/>
                <w:color w:val="auto"/>
                <w:szCs w:val="22"/>
              </w:rPr>
              <w:t>MCQ knowledge test</w:t>
            </w:r>
          </w:p>
        </w:tc>
        <w:tc>
          <w:tcPr>
            <w:tcW w:w="2246" w:type="dxa"/>
            <w:tcBorders>
              <w:top w:val="single" w:sz="4" w:space="0" w:color="C6C5C6"/>
              <w:left w:val="single" w:sz="4" w:space="0" w:color="C6C5C6"/>
              <w:bottom w:val="single" w:sz="4" w:space="0" w:color="C6C5C6"/>
              <w:right w:val="single" w:sz="4" w:space="0" w:color="C6C5C6"/>
            </w:tcBorders>
          </w:tcPr>
          <w:p w14:paraId="24989B0B" w14:textId="77777777" w:rsidR="00DD207A" w:rsidRPr="001A7B4B" w:rsidRDefault="008A57D2">
            <w:r w:rsidRPr="001A7B4B">
              <w:lastRenderedPageBreak/>
              <w:t>Q&amp;A</w:t>
            </w:r>
            <w:r w:rsidRPr="001A7B4B">
              <w:br/>
            </w:r>
            <w:r w:rsidRPr="001A7B4B">
              <w:br/>
            </w:r>
            <w:r w:rsidRPr="001A7B4B">
              <w:br/>
            </w:r>
            <w:r w:rsidRPr="001A7B4B">
              <w:br/>
            </w:r>
            <w:r w:rsidRPr="001A7B4B">
              <w:br/>
            </w:r>
            <w:r w:rsidRPr="001A7B4B">
              <w:br/>
            </w:r>
            <w:r w:rsidRPr="001A7B4B">
              <w:br/>
            </w:r>
            <w:r w:rsidRPr="001A7B4B">
              <w:br/>
              <w:t>Identify components and connections</w:t>
            </w:r>
            <w:r w:rsidRPr="001A7B4B">
              <w:br/>
            </w:r>
            <w:r w:rsidRPr="001A7B4B">
              <w:br/>
            </w:r>
            <w:r w:rsidRPr="001A7B4B">
              <w:br/>
              <w:t>Knowledge test</w:t>
            </w:r>
            <w:r w:rsidRPr="001A7B4B">
              <w:br/>
              <w:t xml:space="preserve">English skills (reading, writing, </w:t>
            </w:r>
            <w:r w:rsidRPr="001A7B4B">
              <w:lastRenderedPageBreak/>
              <w:t>technical vocabulary)</w:t>
            </w:r>
          </w:p>
        </w:tc>
      </w:tr>
      <w:tr w:rsidR="001A7B4B" w:rsidRPr="001A7B4B" w14:paraId="7C86FAD8"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1F9D4FA9" w14:textId="77777777" w:rsidR="00027C8A" w:rsidRDefault="00DC7AE5" w:rsidP="00027C8A">
            <w:pPr>
              <w:jc w:val="center"/>
              <w:rPr>
                <w:rFonts w:cs="Arial"/>
                <w:szCs w:val="22"/>
              </w:rPr>
            </w:pPr>
            <w:r>
              <w:rPr>
                <w:rFonts w:cs="Arial"/>
                <w:szCs w:val="22"/>
              </w:rPr>
              <w:lastRenderedPageBreak/>
              <w:t>104</w:t>
            </w:r>
          </w:p>
          <w:p w14:paraId="7105CBB3" w14:textId="77777777" w:rsidR="00DC7AE5" w:rsidRDefault="00DC7AE5" w:rsidP="00027C8A">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066492E8" w14:textId="77777777" w:rsidR="00027C8A" w:rsidRPr="001A7B4B" w:rsidRDefault="00027C8A" w:rsidP="00027C8A">
            <w:pPr>
              <w:pStyle w:val="Normalheadingblack"/>
              <w:rPr>
                <w:rFonts w:cs="Arial"/>
                <w:lang w:eastAsia="en-GB"/>
              </w:rPr>
            </w:pPr>
            <w:r w:rsidRPr="001A7B4B">
              <w:rPr>
                <w:rFonts w:cs="Arial"/>
                <w:lang w:eastAsia="en-GB"/>
              </w:rPr>
              <w:t>Outcome 1 – Plumbing and heating common knowledge criteria</w:t>
            </w:r>
          </w:p>
          <w:p w14:paraId="5B6491F1" w14:textId="77777777" w:rsidR="00027C8A" w:rsidRPr="001A7B4B" w:rsidRDefault="00027C8A" w:rsidP="00027C8A">
            <w:pPr>
              <w:pStyle w:val="Normalheadingblack"/>
              <w:rPr>
                <w:rFonts w:cs="Arial"/>
                <w:lang w:eastAsia="en-GB"/>
              </w:rPr>
            </w:pPr>
          </w:p>
          <w:p w14:paraId="3C3FA537" w14:textId="77777777" w:rsidR="00027C8A" w:rsidRPr="001A7B4B" w:rsidRDefault="00027C8A" w:rsidP="00027C8A">
            <w:pPr>
              <w:pStyle w:val="Normalheadingblack"/>
              <w:rPr>
                <w:rFonts w:cs="Arial"/>
                <w:lang w:eastAsia="en-GB"/>
              </w:rPr>
            </w:pPr>
            <w:r w:rsidRPr="001A7B4B">
              <w:rPr>
                <w:rFonts w:cs="Arial"/>
                <w:lang w:eastAsia="en-GB"/>
              </w:rPr>
              <w:t>Outcome 2 Install plumbing and heating systems</w:t>
            </w:r>
          </w:p>
          <w:p w14:paraId="70B20093" w14:textId="77777777" w:rsidR="00027C8A" w:rsidRPr="001A7B4B" w:rsidRDefault="00027C8A" w:rsidP="00027C8A">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77CD002F" w14:textId="77777777" w:rsidR="00DC7AE5" w:rsidRPr="001A7B4B" w:rsidRDefault="00DC7AE5" w:rsidP="00DC7AE5">
            <w:pPr>
              <w:pStyle w:val="Normalheadingblack"/>
              <w:rPr>
                <w:rFonts w:cs="Arial"/>
                <w:b w:val="0"/>
                <w:szCs w:val="22"/>
              </w:rPr>
            </w:pPr>
            <w:r w:rsidRPr="001A7B4B">
              <w:rPr>
                <w:rFonts w:cs="Arial"/>
                <w:b w:val="0"/>
                <w:szCs w:val="22"/>
              </w:rPr>
              <w:t>K1.7 Plumbing and heating systems</w:t>
            </w:r>
          </w:p>
          <w:p w14:paraId="0E8D03C9" w14:textId="77777777" w:rsidR="00DC7AE5" w:rsidRPr="001A7B4B" w:rsidRDefault="00DC7AE5" w:rsidP="00DC7AE5">
            <w:pPr>
              <w:pStyle w:val="Normalheadingblack"/>
              <w:rPr>
                <w:rFonts w:cs="Arial"/>
                <w:b w:val="0"/>
                <w:szCs w:val="22"/>
              </w:rPr>
            </w:pPr>
          </w:p>
          <w:p w14:paraId="52D70179" w14:textId="77777777" w:rsidR="00DC7AE5" w:rsidRPr="001A7B4B" w:rsidRDefault="00DC7AE5" w:rsidP="00DC7AE5">
            <w:pPr>
              <w:pStyle w:val="Normalheadingblack"/>
              <w:rPr>
                <w:rFonts w:cs="Arial"/>
                <w:b w:val="0"/>
                <w:szCs w:val="22"/>
              </w:rPr>
            </w:pPr>
            <w:r w:rsidRPr="001A7B4B">
              <w:rPr>
                <w:rFonts w:cs="Arial"/>
                <w:b w:val="0"/>
                <w:szCs w:val="22"/>
              </w:rPr>
              <w:t>K1.8 Components used in plumbing and heating systems</w:t>
            </w:r>
          </w:p>
          <w:p w14:paraId="1D60556D" w14:textId="77777777" w:rsidR="00DC7AE5" w:rsidRPr="001A7B4B" w:rsidRDefault="00DC7AE5" w:rsidP="00DC7AE5">
            <w:pPr>
              <w:pStyle w:val="Normalheadingblack"/>
              <w:rPr>
                <w:rFonts w:cs="Arial"/>
                <w:b w:val="0"/>
                <w:szCs w:val="22"/>
              </w:rPr>
            </w:pPr>
          </w:p>
          <w:p w14:paraId="13BA019B" w14:textId="77777777" w:rsidR="00DC7AE5" w:rsidRPr="001A7B4B" w:rsidRDefault="00DC7AE5" w:rsidP="00DC7AE5">
            <w:pPr>
              <w:pStyle w:val="Normalheadingblack"/>
              <w:rPr>
                <w:rFonts w:cs="Arial"/>
                <w:b w:val="0"/>
                <w:szCs w:val="22"/>
              </w:rPr>
            </w:pPr>
            <w:r w:rsidRPr="001A7B4B">
              <w:rPr>
                <w:rFonts w:cs="Arial"/>
                <w:b w:val="0"/>
                <w:szCs w:val="22"/>
              </w:rPr>
              <w:t>K1.11 Appliances supported by plumbing and heating systems</w:t>
            </w:r>
          </w:p>
          <w:p w14:paraId="61DC43F7" w14:textId="77777777" w:rsidR="00027C8A" w:rsidRPr="001A7B4B" w:rsidRDefault="00027C8A" w:rsidP="00027C8A">
            <w:pPr>
              <w:pStyle w:val="Normalheadingblack"/>
              <w:rPr>
                <w:rFonts w:cs="Arial"/>
                <w:b w:val="0"/>
                <w:szCs w:val="22"/>
              </w:rPr>
            </w:pPr>
          </w:p>
          <w:p w14:paraId="5A283E75" w14:textId="77777777" w:rsidR="00027C8A" w:rsidRPr="001A7B4B" w:rsidRDefault="00027C8A" w:rsidP="00DC7AE5">
            <w:pPr>
              <w:pStyle w:val="Default"/>
              <w:rPr>
                <w:b/>
                <w:color w:val="auto"/>
                <w:szCs w:val="22"/>
              </w:rPr>
            </w:pPr>
          </w:p>
        </w:tc>
        <w:tc>
          <w:tcPr>
            <w:tcW w:w="5785" w:type="dxa"/>
            <w:tcBorders>
              <w:top w:val="single" w:sz="4" w:space="0" w:color="C6C5C6"/>
              <w:left w:val="single" w:sz="4" w:space="0" w:color="C6C5C6"/>
              <w:bottom w:val="single" w:sz="4" w:space="0" w:color="C6C5C6"/>
              <w:right w:val="single" w:sz="4" w:space="0" w:color="C6C5C6"/>
            </w:tcBorders>
          </w:tcPr>
          <w:p w14:paraId="54F105A4" w14:textId="77777777" w:rsidR="00027C8A" w:rsidRPr="001A7B4B" w:rsidRDefault="00027C8A" w:rsidP="00027C8A">
            <w:pPr>
              <w:pStyle w:val="Normalheadingblue"/>
              <w:rPr>
                <w:rFonts w:cs="Arial"/>
                <w:color w:val="auto"/>
                <w:szCs w:val="22"/>
              </w:rPr>
            </w:pPr>
            <w:r w:rsidRPr="001A7B4B">
              <w:rPr>
                <w:rFonts w:cs="Arial"/>
                <w:color w:val="auto"/>
                <w:szCs w:val="22"/>
              </w:rPr>
              <w:lastRenderedPageBreak/>
              <w:t>Activity:</w:t>
            </w:r>
          </w:p>
          <w:p w14:paraId="3D723713" w14:textId="77777777" w:rsidR="00027C8A" w:rsidRPr="001A7B4B" w:rsidRDefault="00027C8A" w:rsidP="00027C8A">
            <w:pPr>
              <w:pStyle w:val="Normalheadingblue"/>
              <w:rPr>
                <w:rFonts w:cs="Arial"/>
                <w:color w:val="auto"/>
                <w:szCs w:val="22"/>
              </w:rPr>
            </w:pPr>
          </w:p>
          <w:p w14:paraId="61B7AD37" w14:textId="77777777" w:rsidR="00027C8A" w:rsidRPr="001A7B4B" w:rsidRDefault="00027C8A" w:rsidP="00027C8A">
            <w:pPr>
              <w:pStyle w:val="Normalheadingblue"/>
              <w:rPr>
                <w:rFonts w:cs="Arial"/>
                <w:color w:val="auto"/>
                <w:szCs w:val="22"/>
              </w:rPr>
            </w:pPr>
            <w:r w:rsidRPr="001A7B4B">
              <w:rPr>
                <w:rFonts w:cs="Arial"/>
                <w:color w:val="auto"/>
                <w:szCs w:val="22"/>
              </w:rPr>
              <w:t>Starter task example:</w:t>
            </w:r>
          </w:p>
          <w:p w14:paraId="5E7D0499" w14:textId="77777777" w:rsidR="00027C8A" w:rsidRPr="001A7B4B" w:rsidRDefault="00DC7AE5" w:rsidP="002C017C">
            <w:pPr>
              <w:pStyle w:val="Normalheadingblue"/>
              <w:numPr>
                <w:ilvl w:val="0"/>
                <w:numId w:val="50"/>
              </w:numPr>
              <w:rPr>
                <w:rFonts w:cs="Arial"/>
                <w:b w:val="0"/>
                <w:color w:val="auto"/>
                <w:szCs w:val="22"/>
              </w:rPr>
            </w:pPr>
            <w:r w:rsidRPr="001A7B4B">
              <w:rPr>
                <w:rFonts w:cs="Arial"/>
                <w:b w:val="0"/>
                <w:color w:val="auto"/>
                <w:szCs w:val="22"/>
              </w:rPr>
              <w:t>Tutor summary of progress and content covered to date with Q&amp;A on Hot water content covered.</w:t>
            </w:r>
          </w:p>
          <w:p w14:paraId="7D2657D1" w14:textId="77777777" w:rsidR="00027C8A" w:rsidRPr="001A7B4B" w:rsidRDefault="00027C8A" w:rsidP="00027C8A">
            <w:pPr>
              <w:pStyle w:val="Normalheadingblue"/>
              <w:rPr>
                <w:rFonts w:cs="Arial"/>
                <w:color w:val="auto"/>
                <w:szCs w:val="22"/>
              </w:rPr>
            </w:pPr>
            <w:r w:rsidRPr="001A7B4B">
              <w:rPr>
                <w:rFonts w:cs="Arial"/>
                <w:color w:val="auto"/>
                <w:szCs w:val="22"/>
              </w:rPr>
              <w:t>Delivery:</w:t>
            </w:r>
          </w:p>
          <w:p w14:paraId="4303DEE4" w14:textId="77777777" w:rsidR="00DC7AE5" w:rsidRPr="001A7B4B" w:rsidRDefault="00DC7AE5" w:rsidP="00027C8A">
            <w:pPr>
              <w:pStyle w:val="Normalheadingblue"/>
              <w:rPr>
                <w:rFonts w:cs="Arial"/>
                <w:color w:val="auto"/>
                <w:szCs w:val="22"/>
              </w:rPr>
            </w:pPr>
            <w:r w:rsidRPr="001A7B4B">
              <w:rPr>
                <w:rFonts w:cs="Arial"/>
                <w:color w:val="auto"/>
                <w:szCs w:val="22"/>
              </w:rPr>
              <w:t>Summary of content for Hot water systems – Recap and knowledge check:</w:t>
            </w:r>
          </w:p>
          <w:p w14:paraId="068AB550" w14:textId="77777777" w:rsidR="00DC7AE5" w:rsidRPr="001A7B4B" w:rsidRDefault="00DC7AE5" w:rsidP="002C017C">
            <w:pPr>
              <w:pStyle w:val="Normalheadingblue"/>
              <w:numPr>
                <w:ilvl w:val="0"/>
                <w:numId w:val="50"/>
              </w:numPr>
              <w:rPr>
                <w:rFonts w:cs="Arial"/>
                <w:b w:val="0"/>
                <w:color w:val="auto"/>
                <w:szCs w:val="22"/>
              </w:rPr>
            </w:pPr>
            <w:r w:rsidRPr="001A7B4B">
              <w:rPr>
                <w:rFonts w:cs="Arial"/>
                <w:b w:val="0"/>
                <w:color w:val="auto"/>
                <w:szCs w:val="22"/>
              </w:rPr>
              <w:t>Tutor to set a knowledge assessment for content covered relating to hot water systems.</w:t>
            </w:r>
          </w:p>
          <w:p w14:paraId="125A616F" w14:textId="77777777" w:rsidR="00DC7AE5" w:rsidRPr="001A7B4B" w:rsidRDefault="00DC7AE5" w:rsidP="002C017C">
            <w:pPr>
              <w:pStyle w:val="Normalheadingblue"/>
              <w:numPr>
                <w:ilvl w:val="0"/>
                <w:numId w:val="50"/>
              </w:numPr>
              <w:rPr>
                <w:rFonts w:cs="Arial"/>
                <w:b w:val="0"/>
                <w:color w:val="auto"/>
                <w:szCs w:val="22"/>
              </w:rPr>
            </w:pPr>
            <w:r w:rsidRPr="001A7B4B">
              <w:rPr>
                <w:rFonts w:cs="Arial"/>
                <w:b w:val="0"/>
                <w:color w:val="auto"/>
                <w:szCs w:val="22"/>
              </w:rPr>
              <w:lastRenderedPageBreak/>
              <w:t xml:space="preserve">Examples may be Mock exam paper, open </w:t>
            </w:r>
            <w:proofErr w:type="gramStart"/>
            <w:r w:rsidRPr="001A7B4B">
              <w:rPr>
                <w:rFonts w:cs="Arial"/>
                <w:b w:val="0"/>
                <w:color w:val="auto"/>
                <w:szCs w:val="22"/>
              </w:rPr>
              <w:t>questions ,</w:t>
            </w:r>
            <w:proofErr w:type="gramEnd"/>
            <w:r w:rsidRPr="001A7B4B">
              <w:rPr>
                <w:rFonts w:cs="Arial"/>
                <w:b w:val="0"/>
                <w:color w:val="auto"/>
                <w:szCs w:val="22"/>
              </w:rPr>
              <w:t xml:space="preserve"> </w:t>
            </w:r>
            <w:proofErr w:type="gramStart"/>
            <w:r w:rsidRPr="001A7B4B">
              <w:rPr>
                <w:rFonts w:cs="Arial"/>
                <w:b w:val="0"/>
                <w:color w:val="auto"/>
                <w:szCs w:val="22"/>
              </w:rPr>
              <w:t>scenario based</w:t>
            </w:r>
            <w:proofErr w:type="gramEnd"/>
            <w:r w:rsidRPr="001A7B4B">
              <w:rPr>
                <w:rFonts w:cs="Arial"/>
                <w:b w:val="0"/>
                <w:color w:val="auto"/>
                <w:szCs w:val="22"/>
              </w:rPr>
              <w:t xml:space="preserve"> questions or written assignment task.</w:t>
            </w:r>
          </w:p>
          <w:p w14:paraId="3058889C" w14:textId="77777777" w:rsidR="00DC7AE5" w:rsidRPr="001A7B4B" w:rsidRDefault="00DC7AE5" w:rsidP="002C017C">
            <w:pPr>
              <w:pStyle w:val="Normalheadingblue"/>
              <w:numPr>
                <w:ilvl w:val="0"/>
                <w:numId w:val="50"/>
              </w:numPr>
              <w:rPr>
                <w:rFonts w:cs="Arial"/>
                <w:b w:val="0"/>
                <w:color w:val="auto"/>
                <w:szCs w:val="22"/>
              </w:rPr>
            </w:pPr>
            <w:r w:rsidRPr="001A7B4B">
              <w:rPr>
                <w:rFonts w:cs="Arial"/>
                <w:b w:val="0"/>
                <w:color w:val="auto"/>
                <w:szCs w:val="22"/>
              </w:rPr>
              <w:t>Tutor to gather work produced for marking and feedback in next session.</w:t>
            </w:r>
          </w:p>
          <w:p w14:paraId="4F7DA5BB" w14:textId="77777777" w:rsidR="00DC7AE5" w:rsidRPr="001A7B4B" w:rsidRDefault="00DC7AE5" w:rsidP="00027C8A">
            <w:pPr>
              <w:pStyle w:val="Normalheadingblue"/>
              <w:rPr>
                <w:rFonts w:cs="Arial"/>
                <w:color w:val="auto"/>
                <w:szCs w:val="22"/>
              </w:rPr>
            </w:pPr>
          </w:p>
          <w:p w14:paraId="224BE7B4" w14:textId="77777777" w:rsidR="00027C8A" w:rsidRPr="001A7B4B" w:rsidRDefault="00027C8A" w:rsidP="00027C8A">
            <w:pPr>
              <w:pStyle w:val="Normalheadingblue"/>
              <w:rPr>
                <w:rFonts w:cs="Arial"/>
                <w:color w:val="auto"/>
                <w:szCs w:val="22"/>
              </w:rPr>
            </w:pPr>
          </w:p>
          <w:p w14:paraId="5504A607" w14:textId="77777777" w:rsidR="00027C8A" w:rsidRPr="001A7B4B" w:rsidRDefault="00027C8A" w:rsidP="00027C8A">
            <w:pPr>
              <w:pStyle w:val="Normalheadingblue"/>
              <w:rPr>
                <w:rFonts w:cs="Arial"/>
                <w:color w:val="auto"/>
                <w:szCs w:val="22"/>
              </w:rPr>
            </w:pPr>
            <w:r w:rsidRPr="001A7B4B">
              <w:rPr>
                <w:rFonts w:cs="Arial"/>
                <w:color w:val="auto"/>
                <w:szCs w:val="22"/>
              </w:rPr>
              <w:t>Knowledge check example:</w:t>
            </w:r>
          </w:p>
          <w:p w14:paraId="2E6238E1" w14:textId="77777777" w:rsidR="00027C8A" w:rsidRPr="001A7B4B" w:rsidRDefault="006217A1" w:rsidP="002C017C">
            <w:pPr>
              <w:pStyle w:val="Normalheadingblue"/>
              <w:numPr>
                <w:ilvl w:val="0"/>
                <w:numId w:val="51"/>
              </w:numPr>
              <w:rPr>
                <w:rFonts w:cs="Arial"/>
                <w:b w:val="0"/>
                <w:color w:val="auto"/>
                <w:szCs w:val="22"/>
              </w:rPr>
            </w:pPr>
            <w:r w:rsidRPr="001A7B4B">
              <w:rPr>
                <w:rFonts w:cs="Arial"/>
                <w:b w:val="0"/>
                <w:color w:val="auto"/>
                <w:szCs w:val="22"/>
              </w:rPr>
              <w:t>P</w:t>
            </w:r>
            <w:r w:rsidR="00EB06BC" w:rsidRPr="001A7B4B">
              <w:rPr>
                <w:rFonts w:cs="Arial"/>
                <w:b w:val="0"/>
                <w:color w:val="auto"/>
                <w:szCs w:val="22"/>
              </w:rPr>
              <w:t>rogress</w:t>
            </w:r>
            <w:r w:rsidR="00DC7AE5" w:rsidRPr="001A7B4B">
              <w:rPr>
                <w:rFonts w:cs="Arial"/>
                <w:b w:val="0"/>
                <w:color w:val="auto"/>
                <w:szCs w:val="22"/>
              </w:rPr>
              <w:t xml:space="preserve"> assessment to cover content on Hot water systems to date.</w:t>
            </w:r>
            <w:r w:rsidRPr="001A7B4B">
              <w:rPr>
                <w:rFonts w:cs="Arial"/>
                <w:b w:val="0"/>
                <w:color w:val="auto"/>
                <w:szCs w:val="22"/>
              </w:rPr>
              <w:t xml:space="preserve"> Tutor to feedback in next session.</w:t>
            </w:r>
          </w:p>
          <w:p w14:paraId="092CDD84" w14:textId="77777777" w:rsidR="00027C8A" w:rsidRPr="001A7B4B" w:rsidRDefault="00027C8A" w:rsidP="00027C8A">
            <w:pPr>
              <w:pStyle w:val="Normalheadingblue"/>
              <w:rPr>
                <w:rFonts w:cs="Arial"/>
                <w:color w:val="auto"/>
                <w:szCs w:val="22"/>
              </w:rPr>
            </w:pPr>
          </w:p>
          <w:p w14:paraId="193AD943" w14:textId="77777777" w:rsidR="00027C8A" w:rsidRPr="001A7B4B" w:rsidRDefault="00027C8A" w:rsidP="00DC7AE5">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01AD9DAF" w14:textId="77777777" w:rsidR="00DD207A" w:rsidRPr="001A7B4B" w:rsidRDefault="008A57D2">
            <w:r w:rsidRPr="001A7B4B">
              <w:lastRenderedPageBreak/>
              <w:t>Q&amp;A</w:t>
            </w:r>
            <w:r w:rsidRPr="001A7B4B">
              <w:br/>
            </w:r>
            <w:r w:rsidRPr="001A7B4B">
              <w:br/>
            </w:r>
            <w:r w:rsidRPr="001A7B4B">
              <w:br/>
            </w:r>
            <w:r w:rsidRPr="001A7B4B">
              <w:br/>
              <w:t>Progress assessment – Hot water</w:t>
            </w:r>
            <w:r w:rsidRPr="001A7B4B">
              <w:br/>
              <w:t>English skills (reading, writing, technical vocabulary)</w:t>
            </w:r>
          </w:p>
        </w:tc>
      </w:tr>
      <w:tr w:rsidR="001A7B4B" w:rsidRPr="001A7B4B" w14:paraId="5B7FED1B"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61521A1E" w14:textId="77777777" w:rsidR="00AB1A3A" w:rsidRDefault="00DC7AE5" w:rsidP="00E834BE">
            <w:pPr>
              <w:jc w:val="center"/>
              <w:rPr>
                <w:rFonts w:cs="Arial"/>
                <w:szCs w:val="22"/>
              </w:rPr>
            </w:pPr>
            <w:r>
              <w:rPr>
                <w:rFonts w:cs="Arial"/>
                <w:szCs w:val="22"/>
              </w:rPr>
              <w:t>105</w:t>
            </w:r>
          </w:p>
          <w:p w14:paraId="25C0E62A" w14:textId="77777777" w:rsidR="00DC7AE5" w:rsidRDefault="00DC7AE5" w:rsidP="00E834BE">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744A96FF" w14:textId="77777777" w:rsidR="00AB1A3A" w:rsidRPr="001A7B4B" w:rsidRDefault="00AB1A3A" w:rsidP="00E834BE">
            <w:pPr>
              <w:pStyle w:val="Normalheadingblack"/>
              <w:rPr>
                <w:rFonts w:cs="Arial"/>
                <w:lang w:eastAsia="en-GB"/>
              </w:rPr>
            </w:pPr>
            <w:r w:rsidRPr="001A7B4B">
              <w:rPr>
                <w:rFonts w:cs="Arial"/>
                <w:lang w:eastAsia="en-GB"/>
              </w:rPr>
              <w:t>Outcome 1 – Plumbing and heating common knowledge criteria</w:t>
            </w:r>
          </w:p>
          <w:p w14:paraId="6C8FA840" w14:textId="77777777" w:rsidR="00AB1A3A" w:rsidRPr="001A7B4B" w:rsidRDefault="00AB1A3A" w:rsidP="00E834BE">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5E368394" w14:textId="77777777" w:rsidR="008D6633" w:rsidRPr="001A7B4B" w:rsidRDefault="008D6633" w:rsidP="008D6633">
            <w:pPr>
              <w:pStyle w:val="Normalheadingblack"/>
              <w:rPr>
                <w:rFonts w:cs="Arial"/>
                <w:b w:val="0"/>
                <w:szCs w:val="22"/>
              </w:rPr>
            </w:pPr>
            <w:r w:rsidRPr="001A7B4B">
              <w:rPr>
                <w:rFonts w:cs="Arial"/>
                <w:b w:val="0"/>
                <w:szCs w:val="22"/>
              </w:rPr>
              <w:t>K1.7 Plumbing and heating systems</w:t>
            </w:r>
          </w:p>
          <w:p w14:paraId="6C62A6FF" w14:textId="77777777" w:rsidR="00AB1A3A" w:rsidRPr="001A7B4B" w:rsidRDefault="00AB1A3A" w:rsidP="00E834BE">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1FAD6380" w14:textId="77777777" w:rsidR="00AB1A3A" w:rsidRPr="001A7B4B" w:rsidRDefault="00AB1A3A" w:rsidP="00E834BE">
            <w:pPr>
              <w:pStyle w:val="Normalheadingblue"/>
              <w:rPr>
                <w:rFonts w:cs="Arial"/>
                <w:color w:val="auto"/>
                <w:szCs w:val="22"/>
              </w:rPr>
            </w:pPr>
            <w:r w:rsidRPr="001A7B4B">
              <w:rPr>
                <w:rFonts w:cs="Arial"/>
                <w:color w:val="auto"/>
                <w:szCs w:val="22"/>
              </w:rPr>
              <w:t>Activity:</w:t>
            </w:r>
          </w:p>
          <w:p w14:paraId="59CED77A" w14:textId="77777777" w:rsidR="00AB1A3A" w:rsidRPr="001A7B4B" w:rsidRDefault="00AB1A3A" w:rsidP="00E834BE">
            <w:pPr>
              <w:pStyle w:val="Normalheadingblue"/>
              <w:rPr>
                <w:rFonts w:cs="Arial"/>
                <w:color w:val="auto"/>
                <w:szCs w:val="22"/>
              </w:rPr>
            </w:pPr>
          </w:p>
          <w:p w14:paraId="6F2D4313" w14:textId="77777777" w:rsidR="00AB1A3A" w:rsidRPr="001A7B4B" w:rsidRDefault="00AB1A3A" w:rsidP="00E834BE">
            <w:pPr>
              <w:pStyle w:val="Normalheadingblue"/>
              <w:rPr>
                <w:rFonts w:cs="Arial"/>
                <w:color w:val="auto"/>
                <w:szCs w:val="22"/>
              </w:rPr>
            </w:pPr>
            <w:r w:rsidRPr="001A7B4B">
              <w:rPr>
                <w:rFonts w:cs="Arial"/>
                <w:color w:val="auto"/>
                <w:szCs w:val="22"/>
              </w:rPr>
              <w:t>Starter task example:</w:t>
            </w:r>
          </w:p>
          <w:p w14:paraId="3673355A" w14:textId="77777777" w:rsidR="00AB1A3A" w:rsidRPr="001A7B4B" w:rsidRDefault="006217A1" w:rsidP="002C017C">
            <w:pPr>
              <w:pStyle w:val="Normalheadingblue"/>
              <w:numPr>
                <w:ilvl w:val="0"/>
                <w:numId w:val="51"/>
              </w:numPr>
              <w:rPr>
                <w:rFonts w:cs="Arial"/>
                <w:b w:val="0"/>
                <w:color w:val="auto"/>
                <w:szCs w:val="22"/>
              </w:rPr>
            </w:pPr>
            <w:r w:rsidRPr="001A7B4B">
              <w:rPr>
                <w:rFonts w:cs="Arial"/>
                <w:b w:val="0"/>
                <w:color w:val="auto"/>
                <w:szCs w:val="22"/>
              </w:rPr>
              <w:t>Feedback on progress assessment.</w:t>
            </w:r>
          </w:p>
          <w:p w14:paraId="7CD28480" w14:textId="77777777" w:rsidR="006217A1" w:rsidRPr="001A7B4B" w:rsidRDefault="006217A1" w:rsidP="002C017C">
            <w:pPr>
              <w:pStyle w:val="Normalheadingblue"/>
              <w:numPr>
                <w:ilvl w:val="0"/>
                <w:numId w:val="51"/>
              </w:numPr>
              <w:rPr>
                <w:rFonts w:cs="Arial"/>
                <w:b w:val="0"/>
                <w:color w:val="auto"/>
                <w:szCs w:val="22"/>
              </w:rPr>
            </w:pPr>
            <w:r w:rsidRPr="001A7B4B">
              <w:rPr>
                <w:rFonts w:cs="Arial"/>
                <w:b w:val="0"/>
                <w:color w:val="auto"/>
                <w:szCs w:val="22"/>
              </w:rPr>
              <w:t>Introduction to new content – Heating systems</w:t>
            </w:r>
          </w:p>
          <w:p w14:paraId="3332154B" w14:textId="77777777" w:rsidR="00AB1A3A" w:rsidRPr="001A7B4B" w:rsidRDefault="00AB1A3A" w:rsidP="00E834BE">
            <w:pPr>
              <w:pStyle w:val="Normalheadingblue"/>
              <w:rPr>
                <w:rFonts w:cs="Arial"/>
                <w:color w:val="auto"/>
                <w:szCs w:val="22"/>
              </w:rPr>
            </w:pPr>
            <w:r w:rsidRPr="001A7B4B">
              <w:rPr>
                <w:rFonts w:cs="Arial"/>
                <w:color w:val="auto"/>
                <w:szCs w:val="22"/>
              </w:rPr>
              <w:t>Delivery:</w:t>
            </w:r>
          </w:p>
          <w:p w14:paraId="23679C37" w14:textId="77777777" w:rsidR="006217A1" w:rsidRPr="001A7B4B" w:rsidRDefault="006217A1" w:rsidP="00E834BE">
            <w:pPr>
              <w:pStyle w:val="Normalheadingblue"/>
              <w:rPr>
                <w:rFonts w:cs="Arial"/>
                <w:b w:val="0"/>
                <w:color w:val="auto"/>
                <w:szCs w:val="22"/>
              </w:rPr>
            </w:pPr>
            <w:r w:rsidRPr="001A7B4B">
              <w:rPr>
                <w:rFonts w:cs="Arial"/>
                <w:color w:val="auto"/>
                <w:szCs w:val="22"/>
              </w:rPr>
              <w:t>Introduction to Heating systems - Wet central heating</w:t>
            </w:r>
            <w:r w:rsidRPr="001A7B4B">
              <w:rPr>
                <w:rFonts w:cs="Arial"/>
                <w:b w:val="0"/>
                <w:color w:val="auto"/>
                <w:szCs w:val="22"/>
              </w:rPr>
              <w:t>:</w:t>
            </w:r>
          </w:p>
          <w:p w14:paraId="58E0A5C6" w14:textId="4ED65305" w:rsidR="006217A1" w:rsidRPr="001A7B4B" w:rsidRDefault="006217A1" w:rsidP="002C017C">
            <w:pPr>
              <w:pStyle w:val="Normalheadingblue"/>
              <w:numPr>
                <w:ilvl w:val="0"/>
                <w:numId w:val="52"/>
              </w:numPr>
              <w:rPr>
                <w:rFonts w:cs="Arial"/>
                <w:b w:val="0"/>
                <w:color w:val="auto"/>
                <w:szCs w:val="22"/>
              </w:rPr>
            </w:pPr>
            <w:r w:rsidRPr="001A7B4B">
              <w:rPr>
                <w:rFonts w:cs="Arial"/>
                <w:b w:val="0"/>
                <w:color w:val="auto"/>
                <w:szCs w:val="22"/>
              </w:rPr>
              <w:t xml:space="preserve">Tutor to ask </w:t>
            </w:r>
            <w:r w:rsidR="00F502C8" w:rsidRPr="001A7B4B">
              <w:rPr>
                <w:rFonts w:cs="Arial"/>
                <w:b w:val="0"/>
                <w:color w:val="auto"/>
                <w:szCs w:val="22"/>
              </w:rPr>
              <w:t>students</w:t>
            </w:r>
            <w:r w:rsidRPr="001A7B4B">
              <w:rPr>
                <w:rFonts w:cs="Arial"/>
                <w:b w:val="0"/>
                <w:color w:val="auto"/>
                <w:szCs w:val="22"/>
              </w:rPr>
              <w:t xml:space="preserve"> to work in pairs to create a mind-map examining what terms and knowledge </w:t>
            </w:r>
            <w:r w:rsidRPr="001A7B4B">
              <w:rPr>
                <w:rFonts w:cs="Arial"/>
                <w:b w:val="0"/>
                <w:color w:val="auto"/>
                <w:szCs w:val="22"/>
              </w:rPr>
              <w:lastRenderedPageBreak/>
              <w:t>they may already have regards the provision of heating within a dwelling or building and discuss as a group.</w:t>
            </w:r>
          </w:p>
          <w:p w14:paraId="3D4474D2" w14:textId="77777777" w:rsidR="006217A1" w:rsidRPr="001A7B4B" w:rsidRDefault="006217A1" w:rsidP="002C017C">
            <w:pPr>
              <w:pStyle w:val="Normalheadingblue"/>
              <w:numPr>
                <w:ilvl w:val="0"/>
                <w:numId w:val="52"/>
              </w:numPr>
              <w:rPr>
                <w:rFonts w:cs="Arial"/>
                <w:b w:val="0"/>
                <w:color w:val="auto"/>
                <w:szCs w:val="22"/>
              </w:rPr>
            </w:pPr>
            <w:r w:rsidRPr="001A7B4B">
              <w:rPr>
                <w:rFonts w:cs="Arial"/>
                <w:b w:val="0"/>
                <w:color w:val="auto"/>
                <w:szCs w:val="22"/>
              </w:rPr>
              <w:t>Tutor to introduce the principle of wet central heating and the use of water to transfer heat to emitters.</w:t>
            </w:r>
          </w:p>
          <w:p w14:paraId="0642789B" w14:textId="77777777" w:rsidR="006217A1" w:rsidRPr="001A7B4B" w:rsidRDefault="006217A1" w:rsidP="002C017C">
            <w:pPr>
              <w:pStyle w:val="Normalheadingblue"/>
              <w:numPr>
                <w:ilvl w:val="0"/>
                <w:numId w:val="52"/>
              </w:numPr>
              <w:rPr>
                <w:rFonts w:cs="Arial"/>
                <w:b w:val="0"/>
                <w:color w:val="auto"/>
                <w:szCs w:val="22"/>
              </w:rPr>
            </w:pPr>
            <w:r w:rsidRPr="001A7B4B">
              <w:rPr>
                <w:rFonts w:cs="Arial"/>
                <w:b w:val="0"/>
                <w:color w:val="auto"/>
                <w:szCs w:val="22"/>
              </w:rPr>
              <w:t>Use diagrams and sketches to introduce a basic one pipe circuit and discuss the principles and drawbacks.</w:t>
            </w:r>
          </w:p>
          <w:p w14:paraId="3F197D65" w14:textId="77777777" w:rsidR="006217A1" w:rsidRPr="001A7B4B" w:rsidRDefault="006217A1" w:rsidP="002C017C">
            <w:pPr>
              <w:pStyle w:val="Normalheadingblue"/>
              <w:numPr>
                <w:ilvl w:val="0"/>
                <w:numId w:val="52"/>
              </w:numPr>
              <w:rPr>
                <w:rFonts w:cs="Arial"/>
                <w:b w:val="0"/>
                <w:color w:val="auto"/>
                <w:szCs w:val="22"/>
              </w:rPr>
            </w:pPr>
            <w:r w:rsidRPr="001A7B4B">
              <w:rPr>
                <w:rFonts w:cs="Arial"/>
                <w:b w:val="0"/>
                <w:color w:val="auto"/>
                <w:szCs w:val="22"/>
              </w:rPr>
              <w:t>Discuss pipe sizes and reduction in diameter.</w:t>
            </w:r>
          </w:p>
          <w:p w14:paraId="4FEC502D" w14:textId="7733D269" w:rsidR="006217A1" w:rsidRPr="001A7B4B" w:rsidRDefault="00116A2E" w:rsidP="002C017C">
            <w:pPr>
              <w:pStyle w:val="Normalheadingblue"/>
              <w:numPr>
                <w:ilvl w:val="0"/>
                <w:numId w:val="52"/>
              </w:numPr>
              <w:rPr>
                <w:rFonts w:cs="Arial"/>
                <w:b w:val="0"/>
                <w:color w:val="auto"/>
                <w:szCs w:val="22"/>
              </w:rPr>
            </w:pPr>
            <w:r w:rsidRPr="001A7B4B">
              <w:rPr>
                <w:rFonts w:cs="Arial"/>
                <w:b w:val="0"/>
                <w:color w:val="auto"/>
                <w:szCs w:val="22"/>
              </w:rPr>
              <w:t>Students</w:t>
            </w:r>
            <w:r w:rsidR="006217A1" w:rsidRPr="001A7B4B">
              <w:rPr>
                <w:rFonts w:cs="Arial"/>
                <w:b w:val="0"/>
                <w:color w:val="auto"/>
                <w:szCs w:val="22"/>
              </w:rPr>
              <w:t xml:space="preserve"> to produce their own sketch and label.</w:t>
            </w:r>
          </w:p>
          <w:p w14:paraId="37CCA8F0" w14:textId="3C77C0C2" w:rsidR="006217A1" w:rsidRPr="001A7B4B" w:rsidRDefault="00116A2E" w:rsidP="002C017C">
            <w:pPr>
              <w:pStyle w:val="Normalheadingblue"/>
              <w:numPr>
                <w:ilvl w:val="0"/>
                <w:numId w:val="52"/>
              </w:numPr>
              <w:rPr>
                <w:rFonts w:cs="Arial"/>
                <w:b w:val="0"/>
                <w:color w:val="auto"/>
                <w:szCs w:val="22"/>
              </w:rPr>
            </w:pPr>
            <w:r w:rsidRPr="001A7B4B">
              <w:rPr>
                <w:rFonts w:cs="Arial"/>
                <w:b w:val="0"/>
                <w:color w:val="auto"/>
                <w:szCs w:val="22"/>
              </w:rPr>
              <w:t>Students</w:t>
            </w:r>
            <w:r w:rsidR="006217A1" w:rsidRPr="001A7B4B">
              <w:rPr>
                <w:rFonts w:cs="Arial"/>
                <w:b w:val="0"/>
                <w:color w:val="auto"/>
                <w:szCs w:val="22"/>
              </w:rPr>
              <w:t xml:space="preserve"> to consider how the issue of circuit cooling could be overcome which leads into the next stage – 2 pipe systems.</w:t>
            </w:r>
          </w:p>
          <w:p w14:paraId="4179C9D1" w14:textId="77777777" w:rsidR="006217A1" w:rsidRPr="001A7B4B" w:rsidRDefault="006217A1" w:rsidP="002C017C">
            <w:pPr>
              <w:pStyle w:val="Normalheadingblue"/>
              <w:numPr>
                <w:ilvl w:val="0"/>
                <w:numId w:val="52"/>
              </w:numPr>
              <w:rPr>
                <w:rFonts w:cs="Arial"/>
                <w:b w:val="0"/>
                <w:color w:val="auto"/>
                <w:szCs w:val="22"/>
              </w:rPr>
            </w:pPr>
            <w:r w:rsidRPr="001A7B4B">
              <w:rPr>
                <w:rFonts w:cs="Arial"/>
                <w:b w:val="0"/>
                <w:color w:val="auto"/>
                <w:szCs w:val="22"/>
              </w:rPr>
              <w:t>Discuss the terms LTHW and how an open vent is used to keep the system below 100’c.</w:t>
            </w:r>
          </w:p>
          <w:p w14:paraId="78402D77" w14:textId="77777777" w:rsidR="00AB1A3A" w:rsidRPr="001A7B4B" w:rsidRDefault="00AB1A3A" w:rsidP="00E834BE">
            <w:pPr>
              <w:pStyle w:val="Normalheadingblue"/>
              <w:rPr>
                <w:rFonts w:cs="Arial"/>
                <w:color w:val="auto"/>
                <w:szCs w:val="22"/>
              </w:rPr>
            </w:pPr>
          </w:p>
          <w:p w14:paraId="511D2691" w14:textId="77777777" w:rsidR="006217A1" w:rsidRPr="001A7B4B" w:rsidRDefault="006217A1" w:rsidP="00E834BE">
            <w:pPr>
              <w:pStyle w:val="Normalheadingblue"/>
              <w:rPr>
                <w:rFonts w:cs="Arial"/>
                <w:color w:val="auto"/>
                <w:szCs w:val="22"/>
              </w:rPr>
            </w:pPr>
          </w:p>
          <w:p w14:paraId="665D57B9" w14:textId="77777777" w:rsidR="00AB1A3A" w:rsidRPr="001A7B4B" w:rsidRDefault="00AB1A3A" w:rsidP="00E834BE">
            <w:pPr>
              <w:pStyle w:val="Normalheadingblue"/>
              <w:rPr>
                <w:rFonts w:cs="Arial"/>
                <w:color w:val="auto"/>
                <w:szCs w:val="22"/>
              </w:rPr>
            </w:pPr>
            <w:r w:rsidRPr="001A7B4B">
              <w:rPr>
                <w:rFonts w:cs="Arial"/>
                <w:color w:val="auto"/>
                <w:szCs w:val="22"/>
              </w:rPr>
              <w:t>Knowledge check example:</w:t>
            </w:r>
          </w:p>
          <w:p w14:paraId="25FB4640" w14:textId="553D0175" w:rsidR="00AB1A3A" w:rsidRPr="001A7B4B" w:rsidRDefault="006217A1" w:rsidP="002C017C">
            <w:pPr>
              <w:pStyle w:val="Normalheadingblue"/>
              <w:numPr>
                <w:ilvl w:val="0"/>
                <w:numId w:val="53"/>
              </w:numPr>
              <w:rPr>
                <w:rFonts w:cs="Arial"/>
                <w:b w:val="0"/>
                <w:color w:val="auto"/>
                <w:szCs w:val="22"/>
              </w:rPr>
            </w:pPr>
            <w:r w:rsidRPr="001A7B4B">
              <w:rPr>
                <w:rFonts w:cs="Arial"/>
                <w:b w:val="0"/>
                <w:color w:val="auto"/>
                <w:szCs w:val="22"/>
              </w:rPr>
              <w:t xml:space="preserve">Short knowledge MCQ test based on </w:t>
            </w:r>
            <w:r w:rsidR="001F2FCE" w:rsidRPr="001A7B4B">
              <w:rPr>
                <w:rFonts w:cs="Arial"/>
                <w:b w:val="0"/>
                <w:color w:val="auto"/>
                <w:szCs w:val="22"/>
              </w:rPr>
              <w:t>today’s</w:t>
            </w:r>
            <w:r w:rsidRPr="001A7B4B">
              <w:rPr>
                <w:rFonts w:cs="Arial"/>
                <w:b w:val="0"/>
                <w:color w:val="auto"/>
                <w:szCs w:val="22"/>
              </w:rPr>
              <w:t xml:space="preserve"> session</w:t>
            </w:r>
          </w:p>
          <w:p w14:paraId="33C2CA43" w14:textId="77777777" w:rsidR="006217A1" w:rsidRPr="001A7B4B" w:rsidRDefault="006217A1" w:rsidP="002C017C">
            <w:pPr>
              <w:pStyle w:val="Normalheadingblue"/>
              <w:numPr>
                <w:ilvl w:val="0"/>
                <w:numId w:val="53"/>
              </w:numPr>
              <w:rPr>
                <w:rFonts w:cs="Arial"/>
                <w:b w:val="0"/>
                <w:color w:val="auto"/>
                <w:szCs w:val="22"/>
              </w:rPr>
            </w:pPr>
            <w:r w:rsidRPr="001A7B4B">
              <w:rPr>
                <w:rFonts w:cs="Arial"/>
                <w:b w:val="0"/>
                <w:color w:val="auto"/>
                <w:szCs w:val="22"/>
              </w:rPr>
              <w:t>Homework task – research task – find out about 2 pipe system ready for next session.</w:t>
            </w:r>
          </w:p>
          <w:p w14:paraId="52D62AFB" w14:textId="77777777" w:rsidR="00AB1A3A" w:rsidRPr="001A7B4B" w:rsidRDefault="00AB1A3A" w:rsidP="00E834BE">
            <w:pPr>
              <w:pStyle w:val="Normalheadingblue"/>
              <w:rPr>
                <w:rFonts w:cs="Arial"/>
                <w:color w:val="auto"/>
                <w:szCs w:val="22"/>
              </w:rPr>
            </w:pPr>
          </w:p>
          <w:p w14:paraId="7D3BB353" w14:textId="77777777" w:rsidR="00AB1A3A" w:rsidRPr="001A7B4B" w:rsidRDefault="00AB1A3A" w:rsidP="00E834BE">
            <w:pPr>
              <w:pStyle w:val="Normalheadingblue"/>
              <w:rPr>
                <w:rFonts w:cs="Arial"/>
                <w:color w:val="auto"/>
                <w:szCs w:val="22"/>
              </w:rPr>
            </w:pPr>
            <w:r w:rsidRPr="001A7B4B">
              <w:rPr>
                <w:rFonts w:cs="Arial"/>
                <w:color w:val="auto"/>
                <w:szCs w:val="22"/>
              </w:rPr>
              <w:lastRenderedPageBreak/>
              <w:t>Resources:</w:t>
            </w:r>
          </w:p>
          <w:p w14:paraId="765B76AD" w14:textId="77777777" w:rsidR="006217A1" w:rsidRPr="001A7B4B" w:rsidRDefault="006217A1" w:rsidP="00E834BE">
            <w:pPr>
              <w:pStyle w:val="Normalheadingblue"/>
              <w:rPr>
                <w:rFonts w:cs="Arial"/>
                <w:b w:val="0"/>
                <w:color w:val="auto"/>
                <w:szCs w:val="22"/>
              </w:rPr>
            </w:pPr>
            <w:r w:rsidRPr="001A7B4B">
              <w:rPr>
                <w:rFonts w:cs="Arial"/>
                <w:b w:val="0"/>
                <w:color w:val="auto"/>
                <w:szCs w:val="22"/>
              </w:rPr>
              <w:t>Drawing paper</w:t>
            </w:r>
          </w:p>
          <w:p w14:paraId="2DE4D10C" w14:textId="77777777" w:rsidR="006217A1" w:rsidRPr="001A7B4B" w:rsidRDefault="006217A1" w:rsidP="00E834BE">
            <w:pPr>
              <w:pStyle w:val="Normalheadingblue"/>
              <w:rPr>
                <w:rFonts w:cs="Arial"/>
                <w:b w:val="0"/>
                <w:color w:val="auto"/>
                <w:szCs w:val="22"/>
              </w:rPr>
            </w:pPr>
            <w:r w:rsidRPr="001A7B4B">
              <w:rPr>
                <w:rFonts w:cs="Arial"/>
                <w:b w:val="0"/>
                <w:color w:val="auto"/>
                <w:szCs w:val="22"/>
              </w:rPr>
              <w:t>Pencils</w:t>
            </w:r>
          </w:p>
          <w:p w14:paraId="3E347920" w14:textId="77777777" w:rsidR="006217A1" w:rsidRPr="001A7B4B" w:rsidRDefault="006217A1" w:rsidP="00E834BE">
            <w:pPr>
              <w:pStyle w:val="Normalheadingblue"/>
              <w:rPr>
                <w:rFonts w:cs="Arial"/>
                <w:b w:val="0"/>
                <w:color w:val="auto"/>
                <w:szCs w:val="22"/>
              </w:rPr>
            </w:pPr>
            <w:r w:rsidRPr="001A7B4B">
              <w:rPr>
                <w:rFonts w:cs="Arial"/>
                <w:b w:val="0"/>
                <w:color w:val="auto"/>
                <w:szCs w:val="22"/>
              </w:rPr>
              <w:t>rulers</w:t>
            </w:r>
          </w:p>
          <w:p w14:paraId="7E178A33" w14:textId="77777777" w:rsidR="00AB1A3A" w:rsidRPr="001A7B4B" w:rsidRDefault="00AB1A3A" w:rsidP="00E834BE">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681DD4F7" w14:textId="443172AD" w:rsidR="00DD207A" w:rsidRPr="001A7B4B" w:rsidRDefault="008A57D2">
            <w:r w:rsidRPr="001A7B4B">
              <w:lastRenderedPageBreak/>
              <w:t xml:space="preserve">Q&amp;A – </w:t>
            </w:r>
            <w:r w:rsidR="004E33B1" w:rsidRPr="001A7B4B">
              <w:t>Mind map</w:t>
            </w:r>
            <w:r w:rsidRPr="001A7B4B">
              <w:br/>
            </w:r>
            <w:r w:rsidRPr="001A7B4B">
              <w:br/>
            </w:r>
            <w:r w:rsidRPr="001A7B4B">
              <w:br/>
              <w:t>Knowledge test</w:t>
            </w:r>
            <w:r w:rsidRPr="001A7B4B">
              <w:br/>
              <w:t>English skills (reading, writing, technical vocabulary)</w:t>
            </w:r>
          </w:p>
        </w:tc>
      </w:tr>
      <w:tr w:rsidR="001A7B4B" w:rsidRPr="001A7B4B" w14:paraId="4A13B6D3"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55B81BCB" w14:textId="77777777" w:rsidR="00AB1A3A" w:rsidRDefault="008D6633" w:rsidP="00E834BE">
            <w:pPr>
              <w:jc w:val="center"/>
              <w:rPr>
                <w:rFonts w:cs="Arial"/>
                <w:szCs w:val="22"/>
              </w:rPr>
            </w:pPr>
            <w:r>
              <w:rPr>
                <w:rFonts w:cs="Arial"/>
                <w:szCs w:val="22"/>
              </w:rPr>
              <w:lastRenderedPageBreak/>
              <w:t>106</w:t>
            </w:r>
          </w:p>
          <w:p w14:paraId="7AE25349" w14:textId="77777777" w:rsidR="008D6633" w:rsidRDefault="008D6633" w:rsidP="00E834BE">
            <w:pPr>
              <w:jc w:val="center"/>
              <w:rPr>
                <w:rFonts w:cs="Arial"/>
                <w:szCs w:val="22"/>
              </w:rPr>
            </w:pPr>
            <w:r>
              <w:rPr>
                <w:rFonts w:cs="Arial"/>
                <w:szCs w:val="22"/>
              </w:rPr>
              <w:t>3 hours</w:t>
            </w:r>
          </w:p>
          <w:p w14:paraId="130F25AC" w14:textId="73DBC4F3" w:rsidR="00FB4649" w:rsidRPr="0000692C" w:rsidRDefault="00FB4649" w:rsidP="00E834BE">
            <w:pPr>
              <w:jc w:val="center"/>
              <w:rPr>
                <w:rFonts w:cs="Arial"/>
                <w:b/>
                <w:bCs/>
                <w:szCs w:val="22"/>
              </w:rPr>
            </w:pPr>
            <w:r w:rsidRPr="0000692C">
              <w:rPr>
                <w:rFonts w:cs="Arial"/>
                <w:b/>
                <w:bCs/>
                <w:szCs w:val="22"/>
                <w:highlight w:val="yellow"/>
              </w:rPr>
              <w:t>PPT available</w:t>
            </w:r>
          </w:p>
        </w:tc>
        <w:tc>
          <w:tcPr>
            <w:tcW w:w="2199" w:type="dxa"/>
            <w:tcBorders>
              <w:top w:val="single" w:sz="4" w:space="0" w:color="C6C5C6"/>
              <w:left w:val="single" w:sz="4" w:space="0" w:color="C6C5C6"/>
              <w:bottom w:val="single" w:sz="4" w:space="0" w:color="C6C5C6"/>
              <w:right w:val="single" w:sz="4" w:space="0" w:color="C6C5C6"/>
            </w:tcBorders>
          </w:tcPr>
          <w:p w14:paraId="4724F2AD" w14:textId="77777777" w:rsidR="00AB1A3A" w:rsidRPr="001A7B4B" w:rsidRDefault="00AB1A3A" w:rsidP="00E834BE">
            <w:pPr>
              <w:pStyle w:val="Normalheadingblack"/>
              <w:rPr>
                <w:rFonts w:cs="Arial"/>
                <w:lang w:eastAsia="en-GB"/>
              </w:rPr>
            </w:pPr>
            <w:r w:rsidRPr="001A7B4B">
              <w:rPr>
                <w:rFonts w:cs="Arial"/>
                <w:lang w:eastAsia="en-GB"/>
              </w:rPr>
              <w:t>Outcome 1 – Plumbing and heating common knowledge criteria</w:t>
            </w:r>
          </w:p>
          <w:p w14:paraId="6F7EC3B7" w14:textId="77777777" w:rsidR="00AB1A3A" w:rsidRPr="001A7B4B" w:rsidRDefault="00AB1A3A" w:rsidP="00E834BE">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6D2740C2" w14:textId="77777777" w:rsidR="00A7203F" w:rsidRPr="001A7B4B" w:rsidRDefault="00A7203F" w:rsidP="00A7203F">
            <w:pPr>
              <w:pStyle w:val="Normalheadingblack"/>
              <w:rPr>
                <w:rFonts w:cs="Arial"/>
                <w:b w:val="0"/>
                <w:szCs w:val="22"/>
              </w:rPr>
            </w:pPr>
            <w:r w:rsidRPr="001A7B4B">
              <w:rPr>
                <w:rFonts w:cs="Arial"/>
                <w:b w:val="0"/>
                <w:szCs w:val="22"/>
              </w:rPr>
              <w:t>K1.7 Plumbing and heating systems</w:t>
            </w:r>
          </w:p>
          <w:p w14:paraId="15EC474B" w14:textId="77777777" w:rsidR="00AB1A3A" w:rsidRPr="001A7B4B" w:rsidRDefault="00AB1A3A" w:rsidP="00E834BE">
            <w:pPr>
              <w:pStyle w:val="Normalheadingblack"/>
              <w:rPr>
                <w:rFonts w:cs="Arial"/>
                <w:b w:val="0"/>
                <w:szCs w:val="22"/>
              </w:rPr>
            </w:pPr>
          </w:p>
          <w:p w14:paraId="2477C29E" w14:textId="77777777" w:rsidR="00A649BD" w:rsidRPr="001A7B4B" w:rsidRDefault="00A649BD" w:rsidP="00E834BE">
            <w:pPr>
              <w:pStyle w:val="Normalheadingblack"/>
              <w:rPr>
                <w:rFonts w:cs="Arial"/>
                <w:b w:val="0"/>
                <w:szCs w:val="22"/>
              </w:rPr>
            </w:pPr>
            <w:r w:rsidRPr="001A7B4B">
              <w:rPr>
                <w:rFonts w:cs="Arial"/>
                <w:b w:val="0"/>
                <w:szCs w:val="22"/>
              </w:rPr>
              <w:t>K1.8 Components used in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2171EDFC" w14:textId="77777777" w:rsidR="00AB1A3A" w:rsidRPr="001A7B4B" w:rsidRDefault="00AB1A3A" w:rsidP="00E834BE">
            <w:pPr>
              <w:pStyle w:val="Normalheadingblue"/>
              <w:rPr>
                <w:rFonts w:cs="Arial"/>
                <w:color w:val="auto"/>
                <w:szCs w:val="22"/>
              </w:rPr>
            </w:pPr>
            <w:r w:rsidRPr="001A7B4B">
              <w:rPr>
                <w:rFonts w:cs="Arial"/>
                <w:color w:val="auto"/>
                <w:szCs w:val="22"/>
              </w:rPr>
              <w:t>Activity:</w:t>
            </w:r>
          </w:p>
          <w:p w14:paraId="2AC39412" w14:textId="77777777" w:rsidR="00AB1A3A" w:rsidRPr="001A7B4B" w:rsidRDefault="00AB1A3A" w:rsidP="00E834BE">
            <w:pPr>
              <w:pStyle w:val="Normalheadingblue"/>
              <w:rPr>
                <w:rFonts w:cs="Arial"/>
                <w:color w:val="auto"/>
                <w:szCs w:val="22"/>
              </w:rPr>
            </w:pPr>
          </w:p>
          <w:p w14:paraId="2C1440DF" w14:textId="77777777" w:rsidR="00AB1A3A" w:rsidRPr="001A7B4B" w:rsidRDefault="00AB1A3A" w:rsidP="00E834BE">
            <w:pPr>
              <w:pStyle w:val="Normalheadingblue"/>
              <w:rPr>
                <w:rFonts w:cs="Arial"/>
                <w:color w:val="auto"/>
                <w:szCs w:val="22"/>
              </w:rPr>
            </w:pPr>
            <w:r w:rsidRPr="001A7B4B">
              <w:rPr>
                <w:rFonts w:cs="Arial"/>
                <w:color w:val="auto"/>
                <w:szCs w:val="22"/>
              </w:rPr>
              <w:t>Starter task example:</w:t>
            </w:r>
          </w:p>
          <w:p w14:paraId="200965AF" w14:textId="52F0EA51" w:rsidR="00AB1A3A" w:rsidRPr="001A7B4B" w:rsidRDefault="00116A2E" w:rsidP="002C017C">
            <w:pPr>
              <w:pStyle w:val="Normalheadingblue"/>
              <w:numPr>
                <w:ilvl w:val="0"/>
                <w:numId w:val="56"/>
              </w:numPr>
              <w:rPr>
                <w:rFonts w:cs="Arial"/>
                <w:b w:val="0"/>
                <w:color w:val="auto"/>
                <w:szCs w:val="22"/>
              </w:rPr>
            </w:pPr>
            <w:r w:rsidRPr="001A7B4B">
              <w:rPr>
                <w:rFonts w:cs="Arial"/>
                <w:b w:val="0"/>
                <w:color w:val="auto"/>
                <w:szCs w:val="22"/>
              </w:rPr>
              <w:t>Students</w:t>
            </w:r>
            <w:r w:rsidR="00A7203F" w:rsidRPr="001A7B4B">
              <w:rPr>
                <w:rFonts w:cs="Arial"/>
                <w:b w:val="0"/>
                <w:color w:val="auto"/>
                <w:szCs w:val="22"/>
              </w:rPr>
              <w:t xml:space="preserve"> to feedback the information they discovered in homework task from previous session</w:t>
            </w:r>
          </w:p>
          <w:p w14:paraId="238EA6AB" w14:textId="77777777" w:rsidR="00AB1A3A" w:rsidRPr="001A7B4B" w:rsidRDefault="00AB1A3A" w:rsidP="00E834BE">
            <w:pPr>
              <w:pStyle w:val="Normalheadingblue"/>
              <w:rPr>
                <w:rFonts w:cs="Arial"/>
                <w:color w:val="auto"/>
                <w:szCs w:val="22"/>
              </w:rPr>
            </w:pPr>
            <w:r w:rsidRPr="001A7B4B">
              <w:rPr>
                <w:rFonts w:cs="Arial"/>
                <w:color w:val="auto"/>
                <w:szCs w:val="22"/>
              </w:rPr>
              <w:t>Delivery:</w:t>
            </w:r>
          </w:p>
          <w:p w14:paraId="29796A13" w14:textId="77777777" w:rsidR="0000692C" w:rsidRDefault="0000692C" w:rsidP="0000692C">
            <w:pPr>
              <w:pStyle w:val="Normalheadingblue"/>
              <w:rPr>
                <w:rFonts w:cs="Arial"/>
                <w:color w:val="auto"/>
                <w:szCs w:val="22"/>
              </w:rPr>
            </w:pPr>
            <w:r w:rsidRPr="0000692C">
              <w:rPr>
                <w:rFonts w:cs="Arial"/>
                <w:b w:val="0"/>
                <w:bCs/>
                <w:color w:val="auto"/>
                <w:szCs w:val="22"/>
              </w:rPr>
              <w:t>Using PowerPoint</w:t>
            </w:r>
            <w:r w:rsidRPr="0000692C">
              <w:rPr>
                <w:rFonts w:cs="Arial"/>
                <w:color w:val="auto"/>
                <w:szCs w:val="22"/>
              </w:rPr>
              <w:t xml:space="preserve"> </w:t>
            </w:r>
            <w:r w:rsidRPr="00EE149D">
              <w:rPr>
                <w:rFonts w:cs="Arial"/>
                <w:color w:val="auto"/>
                <w:szCs w:val="22"/>
                <w:highlight w:val="yellow"/>
              </w:rPr>
              <w:t>K1.7 K1.8 Open Vented Heating Systems</w:t>
            </w:r>
            <w:r w:rsidRPr="0000692C">
              <w:rPr>
                <w:rFonts w:cs="Arial"/>
                <w:b w:val="0"/>
                <w:bCs/>
                <w:color w:val="auto"/>
                <w:szCs w:val="22"/>
              </w:rPr>
              <w:t>, deliver the following content:</w:t>
            </w:r>
          </w:p>
          <w:p w14:paraId="41D2CF82" w14:textId="30F45BFB" w:rsidR="008D6633" w:rsidRPr="001A7B4B" w:rsidRDefault="008D6633" w:rsidP="0000692C">
            <w:pPr>
              <w:pStyle w:val="Normalheadingblue"/>
              <w:rPr>
                <w:rFonts w:cs="Arial"/>
                <w:b w:val="0"/>
                <w:color w:val="auto"/>
                <w:szCs w:val="22"/>
              </w:rPr>
            </w:pPr>
            <w:r w:rsidRPr="001A7B4B">
              <w:rPr>
                <w:rFonts w:cs="Arial"/>
                <w:b w:val="0"/>
                <w:color w:val="auto"/>
                <w:szCs w:val="22"/>
              </w:rPr>
              <w:t>Roles of open vent pipe, cold feed and expansion pipe and F&amp;E cistern</w:t>
            </w:r>
          </w:p>
          <w:p w14:paraId="4F6F812C" w14:textId="77777777" w:rsidR="008D6633" w:rsidRPr="001A7B4B" w:rsidRDefault="008D6633" w:rsidP="002C017C">
            <w:pPr>
              <w:pStyle w:val="Normalheadingblue"/>
              <w:numPr>
                <w:ilvl w:val="0"/>
                <w:numId w:val="54"/>
              </w:numPr>
              <w:rPr>
                <w:rFonts w:cs="Arial"/>
                <w:b w:val="0"/>
                <w:color w:val="auto"/>
                <w:szCs w:val="22"/>
              </w:rPr>
            </w:pPr>
            <w:r w:rsidRPr="001A7B4B">
              <w:rPr>
                <w:rFonts w:cs="Arial"/>
                <w:b w:val="0"/>
                <w:color w:val="auto"/>
                <w:szCs w:val="22"/>
              </w:rPr>
              <w:t>Open vent pipe requirements such as height and diameter</w:t>
            </w:r>
          </w:p>
          <w:p w14:paraId="03BB51C0" w14:textId="77777777" w:rsidR="008D6633" w:rsidRPr="001A7B4B" w:rsidRDefault="008D6633" w:rsidP="002C017C">
            <w:pPr>
              <w:pStyle w:val="Normalheadingblue"/>
              <w:numPr>
                <w:ilvl w:val="0"/>
                <w:numId w:val="54"/>
              </w:numPr>
              <w:rPr>
                <w:rFonts w:cs="Arial"/>
                <w:b w:val="0"/>
                <w:color w:val="auto"/>
                <w:szCs w:val="22"/>
              </w:rPr>
            </w:pPr>
            <w:r w:rsidRPr="001A7B4B">
              <w:rPr>
                <w:rFonts w:cs="Arial"/>
                <w:b w:val="0"/>
                <w:color w:val="auto"/>
                <w:szCs w:val="22"/>
              </w:rPr>
              <w:t>Two pipe system layouts</w:t>
            </w:r>
          </w:p>
          <w:p w14:paraId="443BE148" w14:textId="77777777" w:rsidR="008D6633" w:rsidRPr="001A7B4B" w:rsidRDefault="008D6633" w:rsidP="002C017C">
            <w:pPr>
              <w:pStyle w:val="Normalheadingblue"/>
              <w:numPr>
                <w:ilvl w:val="0"/>
                <w:numId w:val="54"/>
              </w:numPr>
              <w:rPr>
                <w:rFonts w:cs="Arial"/>
                <w:b w:val="0"/>
                <w:color w:val="auto"/>
                <w:szCs w:val="22"/>
              </w:rPr>
            </w:pPr>
            <w:r w:rsidRPr="001A7B4B">
              <w:rPr>
                <w:rFonts w:cs="Arial"/>
                <w:b w:val="0"/>
                <w:color w:val="auto"/>
                <w:szCs w:val="22"/>
              </w:rPr>
              <w:t>Role of the circulator</w:t>
            </w:r>
          </w:p>
          <w:p w14:paraId="483E5947" w14:textId="77777777" w:rsidR="00A613E5" w:rsidRPr="001A7B4B" w:rsidRDefault="00A7203F" w:rsidP="002C017C">
            <w:pPr>
              <w:pStyle w:val="Normalheadingblue"/>
              <w:numPr>
                <w:ilvl w:val="0"/>
                <w:numId w:val="54"/>
              </w:numPr>
              <w:rPr>
                <w:rFonts w:cs="Arial"/>
                <w:b w:val="0"/>
                <w:color w:val="auto"/>
                <w:szCs w:val="22"/>
              </w:rPr>
            </w:pPr>
            <w:r w:rsidRPr="001A7B4B">
              <w:rPr>
                <w:rFonts w:cs="Arial"/>
                <w:b w:val="0"/>
                <w:color w:val="auto"/>
                <w:szCs w:val="22"/>
              </w:rPr>
              <w:t>Advantages of 2 pipe vs 1 pipe systems</w:t>
            </w:r>
          </w:p>
          <w:p w14:paraId="1AF3D5A2" w14:textId="486EE35C" w:rsidR="00A7203F" w:rsidRPr="001A7B4B" w:rsidRDefault="00A7203F" w:rsidP="002C017C">
            <w:pPr>
              <w:pStyle w:val="Normalheadingblue"/>
              <w:numPr>
                <w:ilvl w:val="0"/>
                <w:numId w:val="54"/>
              </w:numPr>
              <w:rPr>
                <w:rFonts w:cs="Arial"/>
                <w:b w:val="0"/>
                <w:color w:val="auto"/>
                <w:szCs w:val="22"/>
              </w:rPr>
            </w:pPr>
            <w:r w:rsidRPr="001A7B4B">
              <w:rPr>
                <w:rFonts w:cs="Arial"/>
                <w:b w:val="0"/>
                <w:color w:val="auto"/>
                <w:szCs w:val="22"/>
              </w:rPr>
              <w:t xml:space="preserve">Tutor to show </w:t>
            </w:r>
            <w:r w:rsidR="00F502C8" w:rsidRPr="001A7B4B">
              <w:rPr>
                <w:rFonts w:cs="Arial"/>
                <w:b w:val="0"/>
                <w:color w:val="auto"/>
                <w:szCs w:val="22"/>
              </w:rPr>
              <w:t>students</w:t>
            </w:r>
            <w:r w:rsidRPr="001A7B4B">
              <w:rPr>
                <w:rFonts w:cs="Arial"/>
                <w:b w:val="0"/>
                <w:color w:val="auto"/>
                <w:szCs w:val="22"/>
              </w:rPr>
              <w:t xml:space="preserve"> examples of system layouts in centre for </w:t>
            </w:r>
            <w:r w:rsidR="00F502C8" w:rsidRPr="001A7B4B">
              <w:rPr>
                <w:rFonts w:cs="Arial"/>
                <w:b w:val="0"/>
                <w:color w:val="auto"/>
                <w:szCs w:val="22"/>
              </w:rPr>
              <w:t>students</w:t>
            </w:r>
            <w:r w:rsidRPr="001A7B4B">
              <w:rPr>
                <w:rFonts w:cs="Arial"/>
                <w:b w:val="0"/>
                <w:color w:val="auto"/>
                <w:szCs w:val="22"/>
              </w:rPr>
              <w:t xml:space="preserve"> to identify</w:t>
            </w:r>
          </w:p>
          <w:p w14:paraId="17575D5A" w14:textId="3A43C9A5" w:rsidR="00A7203F" w:rsidRPr="001A7B4B" w:rsidRDefault="00116A2E" w:rsidP="002C017C">
            <w:pPr>
              <w:pStyle w:val="Normalheadingblue"/>
              <w:numPr>
                <w:ilvl w:val="0"/>
                <w:numId w:val="54"/>
              </w:numPr>
              <w:rPr>
                <w:rFonts w:cs="Arial"/>
                <w:b w:val="0"/>
                <w:color w:val="auto"/>
                <w:szCs w:val="22"/>
              </w:rPr>
            </w:pPr>
            <w:r w:rsidRPr="001A7B4B">
              <w:rPr>
                <w:rFonts w:cs="Arial"/>
                <w:b w:val="0"/>
                <w:color w:val="auto"/>
                <w:szCs w:val="22"/>
              </w:rPr>
              <w:lastRenderedPageBreak/>
              <w:t>Students</w:t>
            </w:r>
            <w:r w:rsidR="00A7203F" w:rsidRPr="001A7B4B">
              <w:rPr>
                <w:rFonts w:cs="Arial"/>
                <w:b w:val="0"/>
                <w:color w:val="auto"/>
                <w:szCs w:val="22"/>
              </w:rPr>
              <w:t xml:space="preserve"> to produce sketch of two pipe open vented system with labels</w:t>
            </w:r>
          </w:p>
          <w:p w14:paraId="0DA513B3" w14:textId="77777777" w:rsidR="00AB1A3A" w:rsidRPr="001A7B4B" w:rsidRDefault="00AB1A3A" w:rsidP="00E834BE">
            <w:pPr>
              <w:pStyle w:val="Normalheadingblue"/>
              <w:rPr>
                <w:rFonts w:cs="Arial"/>
                <w:color w:val="auto"/>
                <w:szCs w:val="22"/>
              </w:rPr>
            </w:pPr>
            <w:r w:rsidRPr="001A7B4B">
              <w:rPr>
                <w:rFonts w:cs="Arial"/>
                <w:color w:val="auto"/>
                <w:szCs w:val="22"/>
              </w:rPr>
              <w:t>Knowledge check example:</w:t>
            </w:r>
          </w:p>
          <w:p w14:paraId="10F170E1" w14:textId="03B3F5F6" w:rsidR="00AB1A3A" w:rsidRPr="001A7B4B" w:rsidRDefault="00A7203F" w:rsidP="002C017C">
            <w:pPr>
              <w:pStyle w:val="Normalheadingblue"/>
              <w:numPr>
                <w:ilvl w:val="0"/>
                <w:numId w:val="55"/>
              </w:numPr>
              <w:rPr>
                <w:rFonts w:cs="Arial"/>
                <w:b w:val="0"/>
                <w:color w:val="auto"/>
                <w:szCs w:val="22"/>
              </w:rPr>
            </w:pPr>
            <w:r w:rsidRPr="001A7B4B">
              <w:rPr>
                <w:rFonts w:cs="Arial"/>
                <w:b w:val="0"/>
                <w:color w:val="auto"/>
                <w:szCs w:val="22"/>
              </w:rPr>
              <w:t xml:space="preserve">Tutor to use quiz software such as Kahoot to check </w:t>
            </w:r>
            <w:r w:rsidR="00F502C8" w:rsidRPr="001A7B4B">
              <w:rPr>
                <w:rFonts w:cs="Arial"/>
                <w:b w:val="0"/>
                <w:color w:val="auto"/>
                <w:szCs w:val="22"/>
              </w:rPr>
              <w:t>students</w:t>
            </w:r>
            <w:r w:rsidRPr="001A7B4B">
              <w:rPr>
                <w:rFonts w:cs="Arial"/>
                <w:b w:val="0"/>
                <w:color w:val="auto"/>
                <w:szCs w:val="22"/>
              </w:rPr>
              <w:t xml:space="preserve"> understanding of content from the session</w:t>
            </w:r>
            <w:r w:rsidR="00AB1A3A" w:rsidRPr="001A7B4B">
              <w:rPr>
                <w:rFonts w:cs="Arial"/>
                <w:b w:val="0"/>
                <w:color w:val="auto"/>
                <w:szCs w:val="22"/>
              </w:rPr>
              <w:t xml:space="preserve"> </w:t>
            </w:r>
          </w:p>
          <w:p w14:paraId="198419B8" w14:textId="77777777" w:rsidR="00AB1A3A" w:rsidRPr="001A7B4B" w:rsidRDefault="00AB1A3A" w:rsidP="00E834BE">
            <w:pPr>
              <w:pStyle w:val="Normalheadingblue"/>
              <w:rPr>
                <w:rFonts w:cs="Arial"/>
                <w:color w:val="auto"/>
                <w:szCs w:val="22"/>
              </w:rPr>
            </w:pPr>
          </w:p>
          <w:p w14:paraId="7BDB613C" w14:textId="77777777" w:rsidR="00AB1A3A" w:rsidRPr="001A7B4B" w:rsidRDefault="00AB1A3A" w:rsidP="00A7203F">
            <w:pPr>
              <w:pStyle w:val="Normalheadingblue"/>
              <w:rPr>
                <w:rFonts w:cs="Arial"/>
                <w:color w:val="auto"/>
                <w:szCs w:val="22"/>
              </w:rPr>
            </w:pPr>
            <w:r w:rsidRPr="001A7B4B">
              <w:rPr>
                <w:rFonts w:cs="Arial"/>
                <w:color w:val="auto"/>
                <w:szCs w:val="22"/>
              </w:rPr>
              <w:t>Resources:</w:t>
            </w:r>
          </w:p>
          <w:p w14:paraId="2A2E403F" w14:textId="3B83DC52" w:rsidR="00A7203F" w:rsidRPr="001A7B4B" w:rsidRDefault="00763103" w:rsidP="00A7203F">
            <w:pPr>
              <w:pStyle w:val="Normalheadingblue"/>
              <w:rPr>
                <w:rFonts w:cs="Arial"/>
                <w:b w:val="0"/>
                <w:color w:val="auto"/>
                <w:szCs w:val="22"/>
              </w:rPr>
            </w:pPr>
            <w:r w:rsidRPr="001A7B4B">
              <w:rPr>
                <w:rFonts w:cs="Arial"/>
                <w:b w:val="0"/>
                <w:color w:val="auto"/>
                <w:szCs w:val="22"/>
              </w:rPr>
              <w:t>PowerPoint</w:t>
            </w:r>
            <w:r w:rsidR="00EE5CA2">
              <w:rPr>
                <w:rFonts w:cs="Arial"/>
                <w:b w:val="0"/>
                <w:color w:val="auto"/>
                <w:szCs w:val="22"/>
              </w:rPr>
              <w:t xml:space="preserve">: </w:t>
            </w:r>
            <w:r w:rsidR="00EE5CA2" w:rsidRPr="00EE5CA2">
              <w:rPr>
                <w:rFonts w:cs="Arial"/>
                <w:bCs/>
                <w:color w:val="auto"/>
                <w:szCs w:val="22"/>
              </w:rPr>
              <w:t>K1.7 K1.8 Open Vented Heating Systems</w:t>
            </w:r>
          </w:p>
          <w:p w14:paraId="4B6377B2" w14:textId="77777777" w:rsidR="00A7203F" w:rsidRPr="001A7B4B" w:rsidRDefault="00A7203F" w:rsidP="00A7203F">
            <w:pPr>
              <w:pStyle w:val="Normalheadingblue"/>
              <w:rPr>
                <w:rFonts w:cs="Arial"/>
                <w:b w:val="0"/>
                <w:color w:val="auto"/>
                <w:szCs w:val="22"/>
              </w:rPr>
            </w:pPr>
            <w:r w:rsidRPr="001A7B4B">
              <w:rPr>
                <w:rFonts w:cs="Arial"/>
                <w:b w:val="0"/>
                <w:color w:val="auto"/>
                <w:szCs w:val="22"/>
              </w:rPr>
              <w:t>Paper, pencils and rulers</w:t>
            </w:r>
          </w:p>
          <w:p w14:paraId="41F3B417" w14:textId="77777777" w:rsidR="00A7203F" w:rsidRPr="001A7B4B" w:rsidRDefault="00A7203F" w:rsidP="00A7203F">
            <w:pPr>
              <w:pStyle w:val="Normalheadingblue"/>
              <w:rPr>
                <w:rFonts w:cs="Arial"/>
                <w:b w:val="0"/>
                <w:color w:val="auto"/>
                <w:szCs w:val="22"/>
              </w:rPr>
            </w:pPr>
            <w:r w:rsidRPr="001A7B4B">
              <w:rPr>
                <w:rFonts w:cs="Arial"/>
                <w:b w:val="0"/>
                <w:color w:val="auto"/>
                <w:szCs w:val="22"/>
              </w:rPr>
              <w:t>Examples of 2 pipe systems</w:t>
            </w:r>
          </w:p>
          <w:p w14:paraId="3D50BAAF" w14:textId="77777777" w:rsidR="00A7203F" w:rsidRPr="001A7B4B" w:rsidRDefault="00A7203F" w:rsidP="00A7203F">
            <w:pPr>
              <w:pStyle w:val="Normalheadingblue"/>
              <w:rPr>
                <w:rFonts w:cs="Arial"/>
                <w:color w:val="auto"/>
                <w:szCs w:val="22"/>
              </w:rPr>
            </w:pPr>
            <w:r w:rsidRPr="001A7B4B">
              <w:rPr>
                <w:rFonts w:cs="Arial"/>
                <w:b w:val="0"/>
                <w:color w:val="auto"/>
                <w:szCs w:val="22"/>
              </w:rPr>
              <w:t>Knowledge quiz online</w:t>
            </w:r>
          </w:p>
        </w:tc>
        <w:tc>
          <w:tcPr>
            <w:tcW w:w="2246" w:type="dxa"/>
            <w:tcBorders>
              <w:top w:val="single" w:sz="4" w:space="0" w:color="C6C5C6"/>
              <w:left w:val="single" w:sz="4" w:space="0" w:color="C6C5C6"/>
              <w:bottom w:val="single" w:sz="4" w:space="0" w:color="C6C5C6"/>
              <w:right w:val="single" w:sz="4" w:space="0" w:color="C6C5C6"/>
            </w:tcBorders>
          </w:tcPr>
          <w:p w14:paraId="5D16ADBB" w14:textId="77777777" w:rsidR="00DD207A" w:rsidRPr="001A7B4B" w:rsidRDefault="008A57D2">
            <w:r w:rsidRPr="001A7B4B">
              <w:lastRenderedPageBreak/>
              <w:t>Homework task</w:t>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t>Produce sketch</w:t>
            </w:r>
            <w:r w:rsidRPr="001A7B4B">
              <w:br/>
            </w:r>
            <w:r w:rsidRPr="001A7B4B">
              <w:br/>
            </w:r>
            <w:r w:rsidRPr="001A7B4B">
              <w:br/>
              <w:t>Online knowledge quiz</w:t>
            </w:r>
            <w:r w:rsidRPr="001A7B4B">
              <w:br/>
              <w:t>English skills (reading, writing, technical vocabulary)</w:t>
            </w:r>
          </w:p>
        </w:tc>
      </w:tr>
      <w:tr w:rsidR="001A7B4B" w:rsidRPr="001A7B4B" w14:paraId="0F5EB4F8"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715998F6" w14:textId="77777777" w:rsidR="003F3253" w:rsidRDefault="003F3253" w:rsidP="003F3253">
            <w:pPr>
              <w:jc w:val="center"/>
              <w:rPr>
                <w:rFonts w:cs="Arial"/>
                <w:szCs w:val="22"/>
              </w:rPr>
            </w:pPr>
            <w:r>
              <w:rPr>
                <w:rFonts w:cs="Arial"/>
                <w:szCs w:val="22"/>
              </w:rPr>
              <w:t>107</w:t>
            </w:r>
          </w:p>
          <w:p w14:paraId="4C4E9BDC" w14:textId="77777777" w:rsidR="003F3253" w:rsidRDefault="003F3253" w:rsidP="003F3253">
            <w:pPr>
              <w:jc w:val="center"/>
              <w:rPr>
                <w:rFonts w:cs="Arial"/>
                <w:szCs w:val="22"/>
              </w:rPr>
            </w:pPr>
            <w:r>
              <w:rPr>
                <w:rFonts w:cs="Arial"/>
                <w:szCs w:val="22"/>
              </w:rPr>
              <w:t>3 hours</w:t>
            </w:r>
          </w:p>
          <w:p w14:paraId="154E0D2E" w14:textId="1A2F0B7C" w:rsidR="00C82E5C" w:rsidRDefault="00C82E5C" w:rsidP="003F3253">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6E5C6245" w14:textId="77777777" w:rsidR="003F3253" w:rsidRPr="001A7B4B" w:rsidRDefault="003F3253" w:rsidP="003F3253">
            <w:pPr>
              <w:pStyle w:val="Normalheadingblack"/>
              <w:rPr>
                <w:rFonts w:cs="Arial"/>
                <w:lang w:eastAsia="en-GB"/>
              </w:rPr>
            </w:pPr>
            <w:r w:rsidRPr="001A7B4B">
              <w:rPr>
                <w:rFonts w:cs="Arial"/>
                <w:lang w:eastAsia="en-GB"/>
              </w:rPr>
              <w:t>Outcome 1 – Plumbing and heating common knowledge criteria</w:t>
            </w:r>
          </w:p>
          <w:p w14:paraId="6932D29F" w14:textId="77777777" w:rsidR="003F3253" w:rsidRPr="001A7B4B" w:rsidRDefault="003F3253" w:rsidP="003F3253">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5DC70AC8" w14:textId="77777777" w:rsidR="003F3253" w:rsidRPr="001A7B4B" w:rsidRDefault="003F3253" w:rsidP="003F3253">
            <w:pPr>
              <w:pStyle w:val="Normalheadingblack"/>
              <w:rPr>
                <w:rFonts w:cs="Arial"/>
                <w:b w:val="0"/>
                <w:szCs w:val="22"/>
              </w:rPr>
            </w:pPr>
            <w:r w:rsidRPr="001A7B4B">
              <w:rPr>
                <w:rFonts w:cs="Arial"/>
                <w:b w:val="0"/>
                <w:szCs w:val="22"/>
              </w:rPr>
              <w:t>K1.7 Plumbing and heating systems</w:t>
            </w:r>
          </w:p>
          <w:p w14:paraId="37F57F83" w14:textId="77777777" w:rsidR="003F3253" w:rsidRPr="001A7B4B" w:rsidRDefault="003F3253" w:rsidP="003F3253">
            <w:pPr>
              <w:pStyle w:val="Normalheadingblack"/>
              <w:rPr>
                <w:rFonts w:cs="Arial"/>
                <w:b w:val="0"/>
                <w:szCs w:val="22"/>
              </w:rPr>
            </w:pPr>
          </w:p>
          <w:p w14:paraId="60298ACC" w14:textId="77777777" w:rsidR="003F3253" w:rsidRPr="001A7B4B" w:rsidRDefault="003F3253" w:rsidP="003F3253">
            <w:pPr>
              <w:pStyle w:val="Normalheadingblack"/>
              <w:rPr>
                <w:rFonts w:cs="Arial"/>
                <w:b w:val="0"/>
                <w:szCs w:val="22"/>
              </w:rPr>
            </w:pPr>
            <w:r w:rsidRPr="001A7B4B">
              <w:rPr>
                <w:rFonts w:cs="Arial"/>
                <w:b w:val="0"/>
                <w:szCs w:val="22"/>
              </w:rPr>
              <w:t>K1.8 Components used in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34BE9584" w14:textId="77777777" w:rsidR="003F3253" w:rsidRPr="001A7B4B" w:rsidRDefault="003F3253" w:rsidP="003F3253">
            <w:pPr>
              <w:pStyle w:val="Normalheadingblue"/>
              <w:rPr>
                <w:rFonts w:cs="Arial"/>
                <w:color w:val="auto"/>
                <w:szCs w:val="22"/>
              </w:rPr>
            </w:pPr>
            <w:r w:rsidRPr="001A7B4B">
              <w:rPr>
                <w:rFonts w:cs="Arial"/>
                <w:color w:val="auto"/>
                <w:szCs w:val="22"/>
              </w:rPr>
              <w:t>Activity:</w:t>
            </w:r>
          </w:p>
          <w:p w14:paraId="0E7AC7E4" w14:textId="77777777" w:rsidR="003F3253" w:rsidRPr="001A7B4B" w:rsidRDefault="003F3253" w:rsidP="003F3253">
            <w:pPr>
              <w:pStyle w:val="Normalheadingblue"/>
              <w:rPr>
                <w:rFonts w:cs="Arial"/>
                <w:color w:val="auto"/>
                <w:szCs w:val="22"/>
              </w:rPr>
            </w:pPr>
          </w:p>
          <w:p w14:paraId="17532EA0" w14:textId="77777777" w:rsidR="003F3253" w:rsidRPr="001A7B4B" w:rsidRDefault="003F3253" w:rsidP="003F3253">
            <w:pPr>
              <w:pStyle w:val="Normalheadingblue"/>
              <w:rPr>
                <w:rFonts w:cs="Arial"/>
                <w:color w:val="auto"/>
                <w:szCs w:val="22"/>
              </w:rPr>
            </w:pPr>
            <w:r w:rsidRPr="001A7B4B">
              <w:rPr>
                <w:rFonts w:cs="Arial"/>
                <w:color w:val="auto"/>
                <w:szCs w:val="22"/>
              </w:rPr>
              <w:t>Starter task example:</w:t>
            </w:r>
          </w:p>
          <w:p w14:paraId="6D307DD3" w14:textId="66C65C9F" w:rsidR="003F3253" w:rsidRPr="001A7B4B" w:rsidRDefault="003F3253" w:rsidP="002C017C">
            <w:pPr>
              <w:pStyle w:val="Normalheadingblue"/>
              <w:numPr>
                <w:ilvl w:val="0"/>
                <w:numId w:val="55"/>
              </w:numPr>
              <w:rPr>
                <w:rFonts w:cs="Arial"/>
                <w:b w:val="0"/>
                <w:color w:val="auto"/>
                <w:szCs w:val="22"/>
              </w:rPr>
            </w:pPr>
            <w:r w:rsidRPr="001A7B4B">
              <w:rPr>
                <w:rFonts w:cs="Arial"/>
                <w:b w:val="0"/>
                <w:color w:val="auto"/>
                <w:szCs w:val="22"/>
              </w:rPr>
              <w:t xml:space="preserve">Quick recap – </w:t>
            </w:r>
            <w:r w:rsidR="00F502C8" w:rsidRPr="001A7B4B">
              <w:rPr>
                <w:rFonts w:cs="Arial"/>
                <w:b w:val="0"/>
                <w:color w:val="auto"/>
                <w:szCs w:val="22"/>
              </w:rPr>
              <w:t>students</w:t>
            </w:r>
            <w:r w:rsidRPr="001A7B4B">
              <w:rPr>
                <w:rFonts w:cs="Arial"/>
                <w:b w:val="0"/>
                <w:color w:val="auto"/>
                <w:szCs w:val="22"/>
              </w:rPr>
              <w:t xml:space="preserve"> to state one fact from previous session before nominating a peer to do the same</w:t>
            </w:r>
          </w:p>
          <w:p w14:paraId="7857EF5A" w14:textId="77777777" w:rsidR="003F3253" w:rsidRPr="001A7B4B" w:rsidRDefault="003F3253" w:rsidP="003F3253">
            <w:pPr>
              <w:pStyle w:val="Normalheadingblue"/>
              <w:rPr>
                <w:rFonts w:cs="Arial"/>
                <w:color w:val="auto"/>
                <w:szCs w:val="22"/>
              </w:rPr>
            </w:pPr>
            <w:r w:rsidRPr="001A7B4B">
              <w:rPr>
                <w:rFonts w:cs="Arial"/>
                <w:color w:val="auto"/>
                <w:szCs w:val="22"/>
              </w:rPr>
              <w:t>Delivery:</w:t>
            </w:r>
          </w:p>
          <w:p w14:paraId="60863885" w14:textId="1DAF04F3" w:rsidR="003F3253" w:rsidRPr="001A7B4B" w:rsidRDefault="003F3253" w:rsidP="003F3253">
            <w:pPr>
              <w:pStyle w:val="Normalheadingblue"/>
              <w:rPr>
                <w:rFonts w:cs="Arial"/>
                <w:color w:val="auto"/>
                <w:szCs w:val="22"/>
              </w:rPr>
            </w:pPr>
            <w:r w:rsidRPr="001A7B4B">
              <w:rPr>
                <w:rFonts w:cs="Arial"/>
                <w:b w:val="0"/>
                <w:color w:val="auto"/>
                <w:szCs w:val="22"/>
              </w:rPr>
              <w:t>Tutor to deliver content</w:t>
            </w:r>
            <w:r w:rsidR="0021663A">
              <w:rPr>
                <w:rFonts w:cs="Arial"/>
                <w:b w:val="0"/>
                <w:color w:val="auto"/>
                <w:szCs w:val="22"/>
              </w:rPr>
              <w:t xml:space="preserve"> on </w:t>
            </w:r>
            <w:r w:rsidR="0021663A" w:rsidRPr="0021663A">
              <w:rPr>
                <w:rFonts w:cs="Arial"/>
                <w:b w:val="0"/>
                <w:bCs/>
                <w:color w:val="auto"/>
                <w:szCs w:val="22"/>
              </w:rPr>
              <w:t>Heating systems – Sealed heating systems</w:t>
            </w:r>
            <w:r w:rsidR="0021663A">
              <w:rPr>
                <w:rFonts w:cs="Arial"/>
                <w:b w:val="0"/>
                <w:bCs/>
                <w:color w:val="auto"/>
                <w:szCs w:val="22"/>
              </w:rPr>
              <w:t xml:space="preserve">, </w:t>
            </w:r>
            <w:r w:rsidRPr="001A7B4B">
              <w:rPr>
                <w:rFonts w:cs="Arial"/>
                <w:b w:val="0"/>
                <w:color w:val="auto"/>
                <w:szCs w:val="22"/>
              </w:rPr>
              <w:t>including:</w:t>
            </w:r>
          </w:p>
          <w:p w14:paraId="183324A7" w14:textId="77777777" w:rsidR="003F3253" w:rsidRPr="001A7B4B" w:rsidRDefault="003F3253" w:rsidP="002C017C">
            <w:pPr>
              <w:pStyle w:val="Normalheadingblue"/>
              <w:numPr>
                <w:ilvl w:val="0"/>
                <w:numId w:val="55"/>
              </w:numPr>
              <w:rPr>
                <w:rFonts w:cs="Arial"/>
                <w:b w:val="0"/>
                <w:color w:val="auto"/>
                <w:szCs w:val="22"/>
              </w:rPr>
            </w:pPr>
            <w:r w:rsidRPr="001A7B4B">
              <w:rPr>
                <w:rFonts w:cs="Arial"/>
                <w:b w:val="0"/>
                <w:color w:val="auto"/>
                <w:szCs w:val="22"/>
              </w:rPr>
              <w:t>Sealed heating system overview</w:t>
            </w:r>
          </w:p>
          <w:p w14:paraId="7D11E871" w14:textId="77777777" w:rsidR="003F3253" w:rsidRPr="001A7B4B" w:rsidRDefault="003F3253" w:rsidP="002C017C">
            <w:pPr>
              <w:pStyle w:val="Normalheadingblue"/>
              <w:numPr>
                <w:ilvl w:val="0"/>
                <w:numId w:val="55"/>
              </w:numPr>
              <w:rPr>
                <w:rFonts w:cs="Arial"/>
                <w:b w:val="0"/>
                <w:color w:val="auto"/>
                <w:szCs w:val="22"/>
              </w:rPr>
            </w:pPr>
            <w:r w:rsidRPr="001A7B4B">
              <w:rPr>
                <w:rFonts w:cs="Arial"/>
                <w:b w:val="0"/>
                <w:color w:val="auto"/>
                <w:szCs w:val="22"/>
              </w:rPr>
              <w:t>Need for expansion vessel and safety controls</w:t>
            </w:r>
          </w:p>
          <w:p w14:paraId="330F25B9" w14:textId="77777777" w:rsidR="003F3253" w:rsidRPr="001A7B4B" w:rsidRDefault="003F3253" w:rsidP="002C017C">
            <w:pPr>
              <w:pStyle w:val="Normalheadingblue"/>
              <w:numPr>
                <w:ilvl w:val="0"/>
                <w:numId w:val="55"/>
              </w:numPr>
              <w:rPr>
                <w:rFonts w:cs="Arial"/>
                <w:b w:val="0"/>
                <w:color w:val="auto"/>
                <w:szCs w:val="22"/>
              </w:rPr>
            </w:pPr>
            <w:r w:rsidRPr="001A7B4B">
              <w:rPr>
                <w:rFonts w:cs="Arial"/>
                <w:b w:val="0"/>
                <w:color w:val="auto"/>
                <w:szCs w:val="22"/>
              </w:rPr>
              <w:lastRenderedPageBreak/>
              <w:t>Method of filling the system – filling loops</w:t>
            </w:r>
          </w:p>
          <w:p w14:paraId="6726E89F" w14:textId="77777777" w:rsidR="003F3253" w:rsidRPr="001A7B4B" w:rsidRDefault="003F3253" w:rsidP="002C017C">
            <w:pPr>
              <w:pStyle w:val="Normalheadingblue"/>
              <w:numPr>
                <w:ilvl w:val="0"/>
                <w:numId w:val="55"/>
              </w:numPr>
              <w:rPr>
                <w:rFonts w:cs="Arial"/>
                <w:b w:val="0"/>
                <w:color w:val="auto"/>
                <w:szCs w:val="22"/>
              </w:rPr>
            </w:pPr>
            <w:r w:rsidRPr="001A7B4B">
              <w:rPr>
                <w:rFonts w:cs="Arial"/>
                <w:b w:val="0"/>
                <w:color w:val="auto"/>
                <w:szCs w:val="22"/>
              </w:rPr>
              <w:t>Discuss the system layout and mains cold water connection</w:t>
            </w:r>
          </w:p>
          <w:p w14:paraId="5AB7015D" w14:textId="77777777" w:rsidR="003F3253" w:rsidRPr="001A7B4B" w:rsidRDefault="003F3253" w:rsidP="002C017C">
            <w:pPr>
              <w:pStyle w:val="Normalheadingblue"/>
              <w:numPr>
                <w:ilvl w:val="0"/>
                <w:numId w:val="55"/>
              </w:numPr>
              <w:rPr>
                <w:rFonts w:cs="Arial"/>
                <w:b w:val="0"/>
                <w:color w:val="auto"/>
                <w:szCs w:val="22"/>
              </w:rPr>
            </w:pPr>
            <w:r w:rsidRPr="001A7B4B">
              <w:rPr>
                <w:rFonts w:cs="Arial"/>
                <w:b w:val="0"/>
                <w:color w:val="auto"/>
                <w:szCs w:val="22"/>
              </w:rPr>
              <w:t>Distribute filling loop examples and discuss the requirement for disconnection after filling</w:t>
            </w:r>
          </w:p>
          <w:p w14:paraId="39BC3250" w14:textId="77777777" w:rsidR="003F3253" w:rsidRPr="001A7B4B" w:rsidRDefault="003F3253" w:rsidP="002C017C">
            <w:pPr>
              <w:pStyle w:val="Normalheadingblue"/>
              <w:numPr>
                <w:ilvl w:val="0"/>
                <w:numId w:val="55"/>
              </w:numPr>
              <w:rPr>
                <w:rFonts w:cs="Arial"/>
                <w:b w:val="0"/>
                <w:color w:val="auto"/>
                <w:szCs w:val="22"/>
              </w:rPr>
            </w:pPr>
            <w:r w:rsidRPr="001A7B4B">
              <w:rPr>
                <w:rFonts w:cs="Arial"/>
                <w:b w:val="0"/>
                <w:color w:val="auto"/>
                <w:szCs w:val="22"/>
              </w:rPr>
              <w:t>Discuss the advantages of sealed vs open vented and the removal of the need for open vent and F&amp;E Cistern</w:t>
            </w:r>
          </w:p>
          <w:p w14:paraId="03E305A0" w14:textId="77777777" w:rsidR="003F3253" w:rsidRPr="001A7B4B" w:rsidRDefault="003F3253" w:rsidP="002C017C">
            <w:pPr>
              <w:pStyle w:val="Normalheadingblue"/>
              <w:numPr>
                <w:ilvl w:val="0"/>
                <w:numId w:val="55"/>
              </w:numPr>
              <w:rPr>
                <w:rFonts w:cs="Arial"/>
                <w:b w:val="0"/>
                <w:color w:val="auto"/>
                <w:szCs w:val="22"/>
              </w:rPr>
            </w:pPr>
            <w:r w:rsidRPr="001A7B4B">
              <w:rPr>
                <w:rFonts w:cs="Arial"/>
                <w:b w:val="0"/>
                <w:color w:val="auto"/>
                <w:szCs w:val="22"/>
              </w:rPr>
              <w:t>Discuss the term LPHW, MTHW and the relationship between temperature and pressure</w:t>
            </w:r>
          </w:p>
          <w:p w14:paraId="375B8771" w14:textId="39A9A59A" w:rsidR="003F3253" w:rsidRPr="001A7B4B" w:rsidRDefault="003F3253" w:rsidP="002C017C">
            <w:pPr>
              <w:pStyle w:val="Normalheadingblue"/>
              <w:numPr>
                <w:ilvl w:val="0"/>
                <w:numId w:val="55"/>
              </w:numPr>
              <w:rPr>
                <w:rFonts w:cs="Arial"/>
                <w:b w:val="0"/>
                <w:color w:val="auto"/>
                <w:szCs w:val="22"/>
              </w:rPr>
            </w:pPr>
            <w:r w:rsidRPr="001A7B4B">
              <w:rPr>
                <w:rFonts w:cs="Arial"/>
                <w:b w:val="0"/>
                <w:color w:val="auto"/>
                <w:szCs w:val="22"/>
              </w:rPr>
              <w:t xml:space="preserve">Show </w:t>
            </w:r>
            <w:r w:rsidR="00F502C8" w:rsidRPr="001A7B4B">
              <w:rPr>
                <w:rFonts w:cs="Arial"/>
                <w:b w:val="0"/>
                <w:color w:val="auto"/>
                <w:szCs w:val="22"/>
              </w:rPr>
              <w:t>students</w:t>
            </w:r>
            <w:r w:rsidRPr="001A7B4B">
              <w:rPr>
                <w:rFonts w:cs="Arial"/>
                <w:b w:val="0"/>
                <w:color w:val="auto"/>
                <w:szCs w:val="22"/>
              </w:rPr>
              <w:t xml:space="preserve"> an example of a working system and set a task for </w:t>
            </w:r>
            <w:r w:rsidR="00F502C8" w:rsidRPr="001A7B4B">
              <w:rPr>
                <w:rFonts w:cs="Arial"/>
                <w:b w:val="0"/>
                <w:color w:val="auto"/>
                <w:szCs w:val="22"/>
              </w:rPr>
              <w:t>students</w:t>
            </w:r>
            <w:r w:rsidRPr="001A7B4B">
              <w:rPr>
                <w:rFonts w:cs="Arial"/>
                <w:b w:val="0"/>
                <w:color w:val="auto"/>
                <w:szCs w:val="22"/>
              </w:rPr>
              <w:t xml:space="preserve"> to identify the different pipes and components</w:t>
            </w:r>
          </w:p>
          <w:p w14:paraId="4D67DC5B" w14:textId="77777777" w:rsidR="003F3253" w:rsidRPr="001A7B4B" w:rsidRDefault="003F3253" w:rsidP="003F3253">
            <w:pPr>
              <w:pStyle w:val="Normalheadingblue"/>
              <w:rPr>
                <w:rFonts w:cs="Arial"/>
                <w:color w:val="auto"/>
                <w:szCs w:val="22"/>
              </w:rPr>
            </w:pPr>
          </w:p>
          <w:p w14:paraId="247D74E3" w14:textId="77777777" w:rsidR="003F3253" w:rsidRPr="001A7B4B" w:rsidRDefault="003F3253" w:rsidP="003F3253">
            <w:pPr>
              <w:pStyle w:val="Normalheadingblue"/>
              <w:rPr>
                <w:rFonts w:cs="Arial"/>
                <w:color w:val="auto"/>
                <w:szCs w:val="22"/>
              </w:rPr>
            </w:pPr>
            <w:r w:rsidRPr="001A7B4B">
              <w:rPr>
                <w:rFonts w:cs="Arial"/>
                <w:color w:val="auto"/>
                <w:szCs w:val="22"/>
              </w:rPr>
              <w:t>Knowledge check example:</w:t>
            </w:r>
          </w:p>
          <w:p w14:paraId="7BF9FC88" w14:textId="4D78E73F" w:rsidR="003F3253" w:rsidRPr="001A7B4B" w:rsidRDefault="00116A2E" w:rsidP="002C017C">
            <w:pPr>
              <w:pStyle w:val="Normalheadingblue"/>
              <w:numPr>
                <w:ilvl w:val="0"/>
                <w:numId w:val="57"/>
              </w:numPr>
              <w:rPr>
                <w:rFonts w:cs="Arial"/>
                <w:b w:val="0"/>
                <w:color w:val="auto"/>
                <w:szCs w:val="22"/>
              </w:rPr>
            </w:pPr>
            <w:r w:rsidRPr="001A7B4B">
              <w:rPr>
                <w:rFonts w:cs="Arial"/>
                <w:b w:val="0"/>
                <w:color w:val="auto"/>
                <w:szCs w:val="22"/>
              </w:rPr>
              <w:t>Students</w:t>
            </w:r>
            <w:r w:rsidR="003F3253" w:rsidRPr="001A7B4B">
              <w:rPr>
                <w:rFonts w:cs="Arial"/>
                <w:b w:val="0"/>
                <w:color w:val="auto"/>
                <w:szCs w:val="22"/>
              </w:rPr>
              <w:t xml:space="preserve"> to sketch a diagram of the system and label components. </w:t>
            </w:r>
            <w:r w:rsidRPr="001A7B4B">
              <w:rPr>
                <w:rFonts w:cs="Arial"/>
                <w:b w:val="0"/>
                <w:color w:val="auto"/>
                <w:szCs w:val="22"/>
              </w:rPr>
              <w:t>Students</w:t>
            </w:r>
            <w:r w:rsidR="003F3253" w:rsidRPr="001A7B4B">
              <w:rPr>
                <w:rFonts w:cs="Arial"/>
                <w:b w:val="0"/>
                <w:color w:val="auto"/>
                <w:szCs w:val="22"/>
              </w:rPr>
              <w:t xml:space="preserve"> to swap for peer marking and feedback </w:t>
            </w:r>
          </w:p>
          <w:p w14:paraId="4059E5F7" w14:textId="77777777" w:rsidR="003F3253" w:rsidRPr="001A7B4B" w:rsidRDefault="003F3253" w:rsidP="003F3253">
            <w:pPr>
              <w:pStyle w:val="Normalheadingblue"/>
              <w:rPr>
                <w:rFonts w:cs="Arial"/>
                <w:color w:val="auto"/>
                <w:szCs w:val="22"/>
              </w:rPr>
            </w:pPr>
          </w:p>
          <w:p w14:paraId="53D8189C" w14:textId="77777777" w:rsidR="003F3253" w:rsidRPr="001A7B4B" w:rsidRDefault="003F3253" w:rsidP="003F3253">
            <w:pPr>
              <w:pStyle w:val="Normalheadingblue"/>
              <w:rPr>
                <w:rFonts w:cs="Arial"/>
                <w:color w:val="auto"/>
                <w:szCs w:val="22"/>
              </w:rPr>
            </w:pPr>
            <w:r w:rsidRPr="001A7B4B">
              <w:rPr>
                <w:rFonts w:cs="Arial"/>
                <w:color w:val="auto"/>
                <w:szCs w:val="22"/>
              </w:rPr>
              <w:t>Resources:</w:t>
            </w:r>
          </w:p>
          <w:p w14:paraId="1F0334DC" w14:textId="77777777" w:rsidR="003F3253" w:rsidRPr="001A7B4B" w:rsidRDefault="003F3253" w:rsidP="003F3253">
            <w:pPr>
              <w:pStyle w:val="Normalheadingblue"/>
              <w:rPr>
                <w:rFonts w:cs="Arial"/>
                <w:b w:val="0"/>
                <w:color w:val="auto"/>
                <w:szCs w:val="22"/>
              </w:rPr>
            </w:pPr>
            <w:r w:rsidRPr="001A7B4B">
              <w:rPr>
                <w:rFonts w:cs="Arial"/>
                <w:b w:val="0"/>
                <w:color w:val="auto"/>
                <w:szCs w:val="22"/>
              </w:rPr>
              <w:t>Examples of sealed heating system</w:t>
            </w:r>
          </w:p>
          <w:p w14:paraId="590F8F9F" w14:textId="77777777" w:rsidR="003F3253" w:rsidRPr="001A7B4B" w:rsidRDefault="003F3253" w:rsidP="003F3253">
            <w:pPr>
              <w:pStyle w:val="Normalheadingblue"/>
              <w:rPr>
                <w:rFonts w:cs="Arial"/>
                <w:b w:val="0"/>
                <w:color w:val="auto"/>
                <w:szCs w:val="22"/>
              </w:rPr>
            </w:pPr>
            <w:r w:rsidRPr="001A7B4B">
              <w:rPr>
                <w:rFonts w:cs="Arial"/>
                <w:b w:val="0"/>
                <w:color w:val="auto"/>
                <w:szCs w:val="22"/>
              </w:rPr>
              <w:t>Filling loop</w:t>
            </w:r>
          </w:p>
          <w:p w14:paraId="4505AD57" w14:textId="77777777" w:rsidR="003F3253" w:rsidRPr="001A7B4B" w:rsidRDefault="003F3253" w:rsidP="003F3253">
            <w:pPr>
              <w:pStyle w:val="Normalheadingblue"/>
              <w:rPr>
                <w:rFonts w:cs="Arial"/>
                <w:b w:val="0"/>
                <w:color w:val="auto"/>
                <w:szCs w:val="22"/>
              </w:rPr>
            </w:pPr>
            <w:r w:rsidRPr="001A7B4B">
              <w:rPr>
                <w:rFonts w:cs="Arial"/>
                <w:b w:val="0"/>
                <w:color w:val="auto"/>
                <w:szCs w:val="22"/>
              </w:rPr>
              <w:t>Drawing paper, pencils and rulers</w:t>
            </w:r>
          </w:p>
          <w:p w14:paraId="05D7AFA3" w14:textId="77777777" w:rsidR="00620CD0" w:rsidRPr="001A7B4B" w:rsidRDefault="00620CD0" w:rsidP="003F3253">
            <w:pPr>
              <w:pStyle w:val="Normalheadingblue"/>
              <w:rPr>
                <w:rFonts w:cs="Arial"/>
                <w:color w:val="auto"/>
                <w:szCs w:val="22"/>
              </w:rPr>
            </w:pPr>
          </w:p>
          <w:p w14:paraId="3E79A933" w14:textId="77777777" w:rsidR="00620CD0" w:rsidRPr="001A7B4B" w:rsidRDefault="00620CD0" w:rsidP="003F3253">
            <w:pPr>
              <w:pStyle w:val="Normalheadingblue"/>
              <w:rPr>
                <w:rFonts w:cs="Arial"/>
                <w:color w:val="auto"/>
                <w:szCs w:val="22"/>
              </w:rPr>
            </w:pPr>
          </w:p>
          <w:p w14:paraId="5C5CF114" w14:textId="77777777" w:rsidR="00620CD0" w:rsidRPr="001A7B4B" w:rsidRDefault="00620CD0" w:rsidP="003F3253">
            <w:pPr>
              <w:pStyle w:val="Normalheadingblue"/>
              <w:rPr>
                <w:rFonts w:cs="Arial"/>
                <w:color w:val="auto"/>
                <w:szCs w:val="22"/>
              </w:rPr>
            </w:pPr>
          </w:p>
          <w:p w14:paraId="74996727" w14:textId="77777777" w:rsidR="00620CD0" w:rsidRPr="001A7B4B" w:rsidRDefault="00620CD0" w:rsidP="003F3253">
            <w:pPr>
              <w:pStyle w:val="Normalheadingblue"/>
              <w:rPr>
                <w:rFonts w:cs="Arial"/>
                <w:color w:val="auto"/>
                <w:szCs w:val="22"/>
              </w:rPr>
            </w:pPr>
          </w:p>
          <w:p w14:paraId="3C1729AC" w14:textId="77777777" w:rsidR="00620CD0" w:rsidRPr="001A7B4B" w:rsidRDefault="00620CD0" w:rsidP="003F3253">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5FA6718A" w14:textId="77777777" w:rsidR="00DD207A" w:rsidRPr="001A7B4B" w:rsidRDefault="008A57D2">
            <w:r w:rsidRPr="001A7B4B">
              <w:lastRenderedPageBreak/>
              <w:t>Q&amp;A recap</w:t>
            </w:r>
            <w:r w:rsidRPr="001A7B4B">
              <w:br/>
            </w:r>
            <w:r w:rsidRPr="001A7B4B">
              <w:br/>
            </w:r>
            <w:r w:rsidRPr="001A7B4B">
              <w:br/>
            </w:r>
            <w:r w:rsidRPr="001A7B4B">
              <w:br/>
              <w:t>Identify components</w:t>
            </w:r>
            <w:r w:rsidRPr="001A7B4B">
              <w:br/>
            </w:r>
            <w:r w:rsidRPr="001A7B4B">
              <w:br/>
            </w:r>
            <w:r w:rsidRPr="001A7B4B">
              <w:br/>
              <w:t>Produce diagram</w:t>
            </w:r>
            <w:r w:rsidRPr="001A7B4B">
              <w:br/>
            </w:r>
            <w:r w:rsidRPr="001A7B4B">
              <w:br/>
              <w:t>Peer feedback</w:t>
            </w:r>
            <w:r w:rsidRPr="001A7B4B">
              <w:br/>
              <w:t xml:space="preserve">English skills (reading, writing, </w:t>
            </w:r>
            <w:r w:rsidRPr="001A7B4B">
              <w:lastRenderedPageBreak/>
              <w:t>technical vocabulary)</w:t>
            </w:r>
          </w:p>
        </w:tc>
      </w:tr>
      <w:tr w:rsidR="001A7B4B" w:rsidRPr="001A7B4B" w14:paraId="2DB08A2B"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3F514EE8" w14:textId="77777777" w:rsidR="00620CD0" w:rsidRDefault="00620CD0" w:rsidP="00620CD0">
            <w:pPr>
              <w:jc w:val="center"/>
              <w:rPr>
                <w:rFonts w:cs="Arial"/>
                <w:szCs w:val="22"/>
              </w:rPr>
            </w:pPr>
            <w:r>
              <w:rPr>
                <w:rFonts w:cs="Arial"/>
                <w:szCs w:val="22"/>
              </w:rPr>
              <w:lastRenderedPageBreak/>
              <w:t>108</w:t>
            </w:r>
          </w:p>
          <w:p w14:paraId="21077630" w14:textId="77777777" w:rsidR="00620CD0" w:rsidRDefault="00620CD0" w:rsidP="00620CD0">
            <w:pPr>
              <w:jc w:val="center"/>
              <w:rPr>
                <w:rFonts w:cs="Arial"/>
                <w:szCs w:val="22"/>
              </w:rPr>
            </w:pPr>
            <w:r>
              <w:rPr>
                <w:rFonts w:cs="Arial"/>
                <w:szCs w:val="22"/>
              </w:rPr>
              <w:t>3 hours</w:t>
            </w:r>
          </w:p>
          <w:p w14:paraId="2D4CF8B1" w14:textId="47D52868" w:rsidR="002D155C" w:rsidRDefault="002D155C" w:rsidP="00620CD0">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7CED730B" w14:textId="77777777" w:rsidR="00620CD0" w:rsidRPr="001A7B4B" w:rsidRDefault="00620CD0" w:rsidP="00620CD0">
            <w:pPr>
              <w:pStyle w:val="Normalheadingblack"/>
              <w:rPr>
                <w:rFonts w:cs="Arial"/>
                <w:lang w:eastAsia="en-GB"/>
              </w:rPr>
            </w:pPr>
            <w:r w:rsidRPr="001A7B4B">
              <w:rPr>
                <w:rFonts w:cs="Arial"/>
                <w:lang w:eastAsia="en-GB"/>
              </w:rPr>
              <w:t>Outcome 1 – Plumbing and heating common knowledge criteria</w:t>
            </w:r>
          </w:p>
          <w:p w14:paraId="3C63578B" w14:textId="77777777" w:rsidR="00620CD0" w:rsidRPr="001A7B4B" w:rsidRDefault="00620CD0" w:rsidP="00620CD0">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4A2254B9" w14:textId="77777777" w:rsidR="00620CD0" w:rsidRPr="001A7B4B" w:rsidRDefault="00620CD0" w:rsidP="00620CD0">
            <w:pPr>
              <w:pStyle w:val="Normalheadingblack"/>
              <w:rPr>
                <w:rFonts w:cs="Arial"/>
                <w:b w:val="0"/>
                <w:szCs w:val="22"/>
              </w:rPr>
            </w:pPr>
            <w:r w:rsidRPr="001A7B4B">
              <w:rPr>
                <w:rFonts w:cs="Arial"/>
                <w:b w:val="0"/>
                <w:szCs w:val="22"/>
              </w:rPr>
              <w:t>K1.7 Plumbing and heating systems</w:t>
            </w:r>
          </w:p>
          <w:p w14:paraId="22192642" w14:textId="77777777" w:rsidR="00620CD0" w:rsidRPr="001A7B4B" w:rsidRDefault="00620CD0" w:rsidP="00620CD0">
            <w:pPr>
              <w:pStyle w:val="Normalheadingblack"/>
              <w:rPr>
                <w:rFonts w:cs="Arial"/>
                <w:b w:val="0"/>
                <w:szCs w:val="22"/>
              </w:rPr>
            </w:pPr>
          </w:p>
          <w:p w14:paraId="39DD7EC7" w14:textId="77777777" w:rsidR="00620CD0" w:rsidRPr="001A7B4B" w:rsidRDefault="00620CD0" w:rsidP="00620CD0">
            <w:pPr>
              <w:pStyle w:val="Normalheadingblack"/>
              <w:rPr>
                <w:rFonts w:cs="Arial"/>
                <w:b w:val="0"/>
                <w:szCs w:val="22"/>
              </w:rPr>
            </w:pPr>
            <w:r w:rsidRPr="001A7B4B">
              <w:rPr>
                <w:rFonts w:cs="Arial"/>
                <w:b w:val="0"/>
                <w:szCs w:val="22"/>
              </w:rPr>
              <w:t>K1.8 Components used in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0155791B" w14:textId="77777777" w:rsidR="00620CD0" w:rsidRPr="001A7B4B" w:rsidRDefault="00620CD0" w:rsidP="00620CD0">
            <w:pPr>
              <w:pStyle w:val="Normalheadingblue"/>
              <w:rPr>
                <w:rFonts w:cs="Arial"/>
                <w:color w:val="auto"/>
                <w:szCs w:val="22"/>
              </w:rPr>
            </w:pPr>
            <w:r w:rsidRPr="001A7B4B">
              <w:rPr>
                <w:rFonts w:cs="Arial"/>
                <w:color w:val="auto"/>
                <w:szCs w:val="22"/>
              </w:rPr>
              <w:t>Activity:</w:t>
            </w:r>
          </w:p>
          <w:p w14:paraId="4713A7FF" w14:textId="77777777" w:rsidR="00620CD0" w:rsidRPr="001A7B4B" w:rsidRDefault="00620CD0" w:rsidP="00620CD0">
            <w:pPr>
              <w:pStyle w:val="Normalheadingblue"/>
              <w:rPr>
                <w:rFonts w:cs="Arial"/>
                <w:color w:val="auto"/>
                <w:szCs w:val="22"/>
              </w:rPr>
            </w:pPr>
          </w:p>
          <w:p w14:paraId="5820BB67" w14:textId="77777777" w:rsidR="00620CD0" w:rsidRPr="001A7B4B" w:rsidRDefault="00620CD0" w:rsidP="00620CD0">
            <w:pPr>
              <w:pStyle w:val="Normalheadingblue"/>
              <w:rPr>
                <w:rFonts w:cs="Arial"/>
                <w:color w:val="auto"/>
                <w:szCs w:val="22"/>
              </w:rPr>
            </w:pPr>
            <w:r w:rsidRPr="001A7B4B">
              <w:rPr>
                <w:rFonts w:cs="Arial"/>
                <w:color w:val="auto"/>
                <w:szCs w:val="22"/>
              </w:rPr>
              <w:t>Starter task example:</w:t>
            </w:r>
          </w:p>
          <w:p w14:paraId="7AC23495" w14:textId="68D77FD1" w:rsidR="00620CD0" w:rsidRPr="001A7B4B" w:rsidRDefault="00620CD0" w:rsidP="002C017C">
            <w:pPr>
              <w:pStyle w:val="Normalheadingblue"/>
              <w:numPr>
                <w:ilvl w:val="0"/>
                <w:numId w:val="57"/>
              </w:numPr>
              <w:rPr>
                <w:rFonts w:cs="Arial"/>
                <w:b w:val="0"/>
                <w:color w:val="auto"/>
                <w:szCs w:val="22"/>
              </w:rPr>
            </w:pPr>
            <w:r w:rsidRPr="001A7B4B">
              <w:rPr>
                <w:rFonts w:cs="Arial"/>
                <w:b w:val="0"/>
                <w:color w:val="auto"/>
                <w:szCs w:val="22"/>
              </w:rPr>
              <w:t xml:space="preserve">Introduce </w:t>
            </w:r>
            <w:r w:rsidR="00F502C8" w:rsidRPr="001A7B4B">
              <w:rPr>
                <w:rFonts w:cs="Arial"/>
                <w:b w:val="0"/>
                <w:color w:val="auto"/>
                <w:szCs w:val="22"/>
              </w:rPr>
              <w:t>students</w:t>
            </w:r>
            <w:r w:rsidRPr="001A7B4B">
              <w:rPr>
                <w:rFonts w:cs="Arial"/>
                <w:b w:val="0"/>
                <w:color w:val="auto"/>
                <w:szCs w:val="22"/>
              </w:rPr>
              <w:t xml:space="preserve"> to the term ‘Sundial plan, by sharing the following link </w:t>
            </w:r>
            <w:hyperlink r:id="rId46" w:history="1">
              <w:r w:rsidRPr="001A7B4B">
                <w:rPr>
                  <w:rStyle w:val="Hyperlink"/>
                  <w:b w:val="0"/>
                  <w:color w:val="auto"/>
                </w:rPr>
                <w:t>Honeywell_H_Controls_Wiring_Guide.pdf</w:t>
              </w:r>
            </w:hyperlink>
          </w:p>
          <w:p w14:paraId="076833FD" w14:textId="77777777" w:rsidR="00620CD0" w:rsidRPr="001A7B4B" w:rsidRDefault="00620CD0" w:rsidP="00620CD0">
            <w:pPr>
              <w:pStyle w:val="Normalheadingblue"/>
              <w:rPr>
                <w:rFonts w:cs="Arial"/>
                <w:color w:val="auto"/>
                <w:szCs w:val="22"/>
              </w:rPr>
            </w:pPr>
            <w:r w:rsidRPr="001A7B4B">
              <w:rPr>
                <w:rFonts w:cs="Arial"/>
                <w:color w:val="auto"/>
                <w:szCs w:val="22"/>
              </w:rPr>
              <w:t>Delivery:</w:t>
            </w:r>
          </w:p>
          <w:p w14:paraId="439F2E20" w14:textId="3370FB61" w:rsidR="00620CD0" w:rsidRPr="001A7B4B" w:rsidRDefault="00620CD0" w:rsidP="00620CD0">
            <w:pPr>
              <w:pStyle w:val="Normalheadingblue"/>
              <w:rPr>
                <w:rFonts w:cs="Arial"/>
                <w:b w:val="0"/>
                <w:color w:val="auto"/>
                <w:szCs w:val="22"/>
              </w:rPr>
            </w:pPr>
            <w:r w:rsidRPr="001A7B4B">
              <w:rPr>
                <w:rFonts w:cs="Arial"/>
                <w:b w:val="0"/>
                <w:color w:val="auto"/>
                <w:szCs w:val="22"/>
              </w:rPr>
              <w:t xml:space="preserve">Tutor to discuss </w:t>
            </w:r>
            <w:r w:rsidR="00E40D41" w:rsidRPr="00E40D41">
              <w:rPr>
                <w:rFonts w:cs="Arial"/>
                <w:b w:val="0"/>
                <w:bCs/>
                <w:color w:val="auto"/>
                <w:szCs w:val="22"/>
              </w:rPr>
              <w:t>Heating systems</w:t>
            </w:r>
            <w:r w:rsidR="00E40D41">
              <w:rPr>
                <w:rFonts w:cs="Arial"/>
                <w:b w:val="0"/>
                <w:bCs/>
                <w:color w:val="auto"/>
                <w:szCs w:val="22"/>
              </w:rPr>
              <w:t xml:space="preserve">, </w:t>
            </w:r>
            <w:r w:rsidR="00E40D41" w:rsidRPr="00E40D41">
              <w:rPr>
                <w:rFonts w:cs="Arial"/>
                <w:b w:val="0"/>
                <w:bCs/>
                <w:color w:val="auto"/>
                <w:szCs w:val="22"/>
              </w:rPr>
              <w:t>System layouts</w:t>
            </w:r>
            <w:r w:rsidR="00E40D41">
              <w:rPr>
                <w:rFonts w:cs="Arial"/>
                <w:b w:val="0"/>
                <w:bCs/>
                <w:color w:val="auto"/>
                <w:szCs w:val="22"/>
              </w:rPr>
              <w:t xml:space="preserve">, and the </w:t>
            </w:r>
            <w:r w:rsidR="00E40D41" w:rsidRPr="00E40D41">
              <w:rPr>
                <w:rFonts w:cs="Arial"/>
                <w:b w:val="0"/>
                <w:bCs/>
                <w:color w:val="auto"/>
                <w:szCs w:val="22"/>
              </w:rPr>
              <w:t>S Plan system</w:t>
            </w:r>
            <w:r w:rsidR="00E40D41" w:rsidRPr="00E40D41">
              <w:rPr>
                <w:rFonts w:cs="Arial"/>
                <w:b w:val="0"/>
                <w:color w:val="auto"/>
                <w:szCs w:val="22"/>
              </w:rPr>
              <w:t>, covering the</w:t>
            </w:r>
            <w:r w:rsidR="00E40D41">
              <w:rPr>
                <w:rFonts w:cs="Arial"/>
                <w:bCs/>
                <w:color w:val="auto"/>
                <w:szCs w:val="22"/>
              </w:rPr>
              <w:t xml:space="preserve"> </w:t>
            </w:r>
            <w:r w:rsidRPr="001A7B4B">
              <w:rPr>
                <w:rFonts w:cs="Arial"/>
                <w:b w:val="0"/>
                <w:color w:val="auto"/>
                <w:szCs w:val="22"/>
              </w:rPr>
              <w:t>following content:</w:t>
            </w:r>
          </w:p>
          <w:p w14:paraId="4CB96AD3" w14:textId="77777777" w:rsidR="00620CD0" w:rsidRPr="001A7B4B" w:rsidRDefault="00620CD0" w:rsidP="002C017C">
            <w:pPr>
              <w:pStyle w:val="Normalheadingblue"/>
              <w:numPr>
                <w:ilvl w:val="0"/>
                <w:numId w:val="57"/>
              </w:numPr>
              <w:rPr>
                <w:rFonts w:cs="Arial"/>
                <w:b w:val="0"/>
                <w:color w:val="auto"/>
                <w:szCs w:val="22"/>
              </w:rPr>
            </w:pPr>
            <w:r w:rsidRPr="001A7B4B">
              <w:rPr>
                <w:rFonts w:cs="Arial"/>
                <w:b w:val="0"/>
                <w:color w:val="auto"/>
                <w:szCs w:val="22"/>
              </w:rPr>
              <w:t>The need for heating and hot water control</w:t>
            </w:r>
          </w:p>
          <w:p w14:paraId="0043FB65" w14:textId="77777777" w:rsidR="00620CD0" w:rsidRPr="001A7B4B" w:rsidRDefault="00620CD0" w:rsidP="002C017C">
            <w:pPr>
              <w:pStyle w:val="Normalheadingblue"/>
              <w:numPr>
                <w:ilvl w:val="0"/>
                <w:numId w:val="57"/>
              </w:numPr>
              <w:rPr>
                <w:rFonts w:cs="Arial"/>
                <w:b w:val="0"/>
                <w:color w:val="auto"/>
                <w:szCs w:val="22"/>
              </w:rPr>
            </w:pPr>
            <w:r w:rsidRPr="001A7B4B">
              <w:rPr>
                <w:rFonts w:cs="Arial"/>
                <w:b w:val="0"/>
                <w:color w:val="auto"/>
                <w:szCs w:val="22"/>
              </w:rPr>
              <w:t>The operation of 2 port valves</w:t>
            </w:r>
          </w:p>
          <w:p w14:paraId="4B1003E5" w14:textId="77777777" w:rsidR="00620CD0" w:rsidRPr="001A7B4B" w:rsidRDefault="00620CD0" w:rsidP="002C017C">
            <w:pPr>
              <w:pStyle w:val="Normalheadingblue"/>
              <w:numPr>
                <w:ilvl w:val="0"/>
                <w:numId w:val="57"/>
              </w:numPr>
              <w:rPr>
                <w:rFonts w:cs="Arial"/>
                <w:b w:val="0"/>
                <w:color w:val="auto"/>
                <w:szCs w:val="22"/>
              </w:rPr>
            </w:pPr>
            <w:r w:rsidRPr="001A7B4B">
              <w:rPr>
                <w:rFonts w:cs="Arial"/>
                <w:b w:val="0"/>
                <w:color w:val="auto"/>
                <w:szCs w:val="22"/>
              </w:rPr>
              <w:t>System configuration</w:t>
            </w:r>
          </w:p>
          <w:p w14:paraId="4072367E" w14:textId="77777777" w:rsidR="00620CD0" w:rsidRPr="001A7B4B" w:rsidRDefault="00620CD0" w:rsidP="002C017C">
            <w:pPr>
              <w:pStyle w:val="Normalheadingblue"/>
              <w:numPr>
                <w:ilvl w:val="0"/>
                <w:numId w:val="57"/>
              </w:numPr>
              <w:rPr>
                <w:rFonts w:cs="Arial"/>
                <w:b w:val="0"/>
                <w:color w:val="auto"/>
                <w:szCs w:val="22"/>
              </w:rPr>
            </w:pPr>
            <w:r w:rsidRPr="001A7B4B">
              <w:rPr>
                <w:rFonts w:cs="Arial"/>
                <w:b w:val="0"/>
                <w:color w:val="auto"/>
                <w:szCs w:val="22"/>
              </w:rPr>
              <w:t>The controls required for operation</w:t>
            </w:r>
          </w:p>
          <w:p w14:paraId="78A160E1" w14:textId="77777777" w:rsidR="00620CD0" w:rsidRPr="001A7B4B" w:rsidRDefault="00620CD0" w:rsidP="002C017C">
            <w:pPr>
              <w:pStyle w:val="Normalheadingblue"/>
              <w:numPr>
                <w:ilvl w:val="0"/>
                <w:numId w:val="57"/>
              </w:numPr>
              <w:rPr>
                <w:rFonts w:cs="Arial"/>
                <w:b w:val="0"/>
                <w:color w:val="auto"/>
                <w:szCs w:val="22"/>
              </w:rPr>
            </w:pPr>
            <w:r w:rsidRPr="001A7B4B">
              <w:rPr>
                <w:rFonts w:cs="Arial"/>
                <w:b w:val="0"/>
                <w:color w:val="auto"/>
                <w:szCs w:val="22"/>
              </w:rPr>
              <w:t>Tutor to use images and examples of S plans such as Honeywell wiring boards to demonstrate the system in operation.</w:t>
            </w:r>
          </w:p>
          <w:p w14:paraId="620E8129" w14:textId="77777777" w:rsidR="00620CD0" w:rsidRPr="001A7B4B" w:rsidRDefault="00620CD0" w:rsidP="002C017C">
            <w:pPr>
              <w:pStyle w:val="Normalheadingblue"/>
              <w:numPr>
                <w:ilvl w:val="0"/>
                <w:numId w:val="57"/>
              </w:numPr>
              <w:rPr>
                <w:rFonts w:cs="Arial"/>
                <w:b w:val="0"/>
                <w:color w:val="auto"/>
                <w:szCs w:val="22"/>
              </w:rPr>
            </w:pPr>
            <w:r w:rsidRPr="001A7B4B">
              <w:rPr>
                <w:rFonts w:cs="Arial"/>
                <w:b w:val="0"/>
                <w:color w:val="auto"/>
                <w:szCs w:val="22"/>
              </w:rPr>
              <w:t>Discuss the need and principles for the controls and how the system is controlled for temperature and time.</w:t>
            </w:r>
          </w:p>
          <w:p w14:paraId="617DF19C" w14:textId="3379126E" w:rsidR="00620CD0" w:rsidRPr="001A7B4B" w:rsidRDefault="00116A2E" w:rsidP="002C017C">
            <w:pPr>
              <w:pStyle w:val="Normalheadingblue"/>
              <w:numPr>
                <w:ilvl w:val="0"/>
                <w:numId w:val="57"/>
              </w:numPr>
              <w:rPr>
                <w:rFonts w:cs="Arial"/>
                <w:b w:val="0"/>
                <w:color w:val="auto"/>
                <w:szCs w:val="22"/>
              </w:rPr>
            </w:pPr>
            <w:r w:rsidRPr="001A7B4B">
              <w:rPr>
                <w:rFonts w:cs="Arial"/>
                <w:b w:val="0"/>
                <w:color w:val="auto"/>
                <w:szCs w:val="22"/>
              </w:rPr>
              <w:lastRenderedPageBreak/>
              <w:t>Students</w:t>
            </w:r>
            <w:r w:rsidR="00620CD0" w:rsidRPr="001A7B4B">
              <w:rPr>
                <w:rFonts w:cs="Arial"/>
                <w:b w:val="0"/>
                <w:color w:val="auto"/>
                <w:szCs w:val="22"/>
              </w:rPr>
              <w:t xml:space="preserve"> to produce a diagram sketch of the system</w:t>
            </w:r>
          </w:p>
          <w:p w14:paraId="37AAE735" w14:textId="77777777" w:rsidR="00620CD0" w:rsidRPr="001A7B4B" w:rsidRDefault="00620CD0" w:rsidP="00620CD0">
            <w:pPr>
              <w:pStyle w:val="Normalheadingblue"/>
              <w:rPr>
                <w:rFonts w:cs="Arial"/>
                <w:color w:val="auto"/>
                <w:szCs w:val="22"/>
              </w:rPr>
            </w:pPr>
          </w:p>
          <w:p w14:paraId="3274A78F" w14:textId="77777777" w:rsidR="00620CD0" w:rsidRPr="001A7B4B" w:rsidRDefault="00620CD0" w:rsidP="00620CD0">
            <w:pPr>
              <w:pStyle w:val="Normalheadingblue"/>
              <w:rPr>
                <w:rFonts w:cs="Arial"/>
                <w:color w:val="auto"/>
                <w:szCs w:val="22"/>
              </w:rPr>
            </w:pPr>
            <w:r w:rsidRPr="001A7B4B">
              <w:rPr>
                <w:rFonts w:cs="Arial"/>
                <w:color w:val="auto"/>
                <w:szCs w:val="22"/>
              </w:rPr>
              <w:t>Knowledge check example:</w:t>
            </w:r>
          </w:p>
          <w:p w14:paraId="404CE17B" w14:textId="0746AA1E" w:rsidR="00620CD0" w:rsidRPr="001A7B4B" w:rsidRDefault="00116A2E" w:rsidP="002C017C">
            <w:pPr>
              <w:pStyle w:val="Normalheadingblue"/>
              <w:numPr>
                <w:ilvl w:val="0"/>
                <w:numId w:val="58"/>
              </w:numPr>
              <w:rPr>
                <w:rFonts w:cs="Arial"/>
                <w:b w:val="0"/>
                <w:color w:val="auto"/>
                <w:szCs w:val="22"/>
              </w:rPr>
            </w:pPr>
            <w:r w:rsidRPr="001A7B4B">
              <w:rPr>
                <w:rFonts w:cs="Arial"/>
                <w:b w:val="0"/>
                <w:color w:val="auto"/>
                <w:szCs w:val="22"/>
              </w:rPr>
              <w:t>Students</w:t>
            </w:r>
            <w:r w:rsidR="00620CD0" w:rsidRPr="001A7B4B">
              <w:rPr>
                <w:rFonts w:cs="Arial"/>
                <w:b w:val="0"/>
                <w:color w:val="auto"/>
                <w:szCs w:val="22"/>
              </w:rPr>
              <w:t xml:space="preserve"> to produce a step by step explanation of how the S Plan system operates and how control is achieved before discussing in tutor led discussion</w:t>
            </w:r>
          </w:p>
          <w:p w14:paraId="6072FEED" w14:textId="77777777" w:rsidR="00620CD0" w:rsidRPr="001A7B4B" w:rsidRDefault="00620CD0" w:rsidP="00620CD0">
            <w:pPr>
              <w:pStyle w:val="Normalheadingblue"/>
              <w:rPr>
                <w:rFonts w:cs="Arial"/>
                <w:color w:val="auto"/>
                <w:szCs w:val="22"/>
              </w:rPr>
            </w:pPr>
          </w:p>
          <w:p w14:paraId="36AAC2BC" w14:textId="77777777" w:rsidR="00620CD0" w:rsidRPr="001A7B4B" w:rsidRDefault="00620CD0" w:rsidP="00620CD0">
            <w:pPr>
              <w:pStyle w:val="Normalheadingblue"/>
              <w:rPr>
                <w:rFonts w:cs="Arial"/>
                <w:color w:val="auto"/>
                <w:szCs w:val="22"/>
              </w:rPr>
            </w:pPr>
            <w:r w:rsidRPr="001A7B4B">
              <w:rPr>
                <w:rFonts w:cs="Arial"/>
                <w:color w:val="auto"/>
                <w:szCs w:val="22"/>
              </w:rPr>
              <w:t>Resources:</w:t>
            </w:r>
          </w:p>
          <w:p w14:paraId="47F37560" w14:textId="77777777" w:rsidR="009A6235" w:rsidRPr="001A7B4B" w:rsidRDefault="009A6235" w:rsidP="00620CD0">
            <w:pPr>
              <w:pStyle w:val="Normalheadingblue"/>
              <w:rPr>
                <w:rFonts w:cs="Arial"/>
                <w:b w:val="0"/>
                <w:color w:val="auto"/>
                <w:szCs w:val="22"/>
              </w:rPr>
            </w:pPr>
            <w:r w:rsidRPr="001A7B4B">
              <w:rPr>
                <w:rFonts w:cs="Arial"/>
                <w:b w:val="0"/>
                <w:color w:val="auto"/>
                <w:szCs w:val="22"/>
              </w:rPr>
              <w:t>Examples of 2 port valves</w:t>
            </w:r>
          </w:p>
          <w:p w14:paraId="61EAB29F" w14:textId="77777777" w:rsidR="009A6235" w:rsidRPr="001A7B4B" w:rsidRDefault="009A6235" w:rsidP="00620CD0">
            <w:pPr>
              <w:pStyle w:val="Normalheadingblue"/>
              <w:rPr>
                <w:rFonts w:cs="Arial"/>
                <w:b w:val="0"/>
                <w:color w:val="auto"/>
                <w:szCs w:val="22"/>
              </w:rPr>
            </w:pPr>
            <w:r w:rsidRPr="001A7B4B">
              <w:rPr>
                <w:rFonts w:cs="Arial"/>
                <w:b w:val="0"/>
                <w:color w:val="auto"/>
                <w:szCs w:val="22"/>
              </w:rPr>
              <w:t>Working s plan systems</w:t>
            </w:r>
          </w:p>
          <w:p w14:paraId="03D37A4C" w14:textId="77777777" w:rsidR="009A6235" w:rsidRPr="001A7B4B" w:rsidRDefault="009A6235" w:rsidP="00620CD0">
            <w:pPr>
              <w:pStyle w:val="Normalheadingblue"/>
              <w:rPr>
                <w:rFonts w:cs="Arial"/>
                <w:color w:val="auto"/>
                <w:szCs w:val="22"/>
              </w:rPr>
            </w:pPr>
            <w:r w:rsidRPr="001A7B4B">
              <w:rPr>
                <w:rFonts w:cs="Arial"/>
                <w:b w:val="0"/>
                <w:color w:val="auto"/>
                <w:szCs w:val="22"/>
              </w:rPr>
              <w:t>Drawing paper, pencils and rulers</w:t>
            </w:r>
          </w:p>
        </w:tc>
        <w:tc>
          <w:tcPr>
            <w:tcW w:w="2246" w:type="dxa"/>
            <w:tcBorders>
              <w:top w:val="single" w:sz="4" w:space="0" w:color="C6C5C6"/>
              <w:left w:val="single" w:sz="4" w:space="0" w:color="C6C5C6"/>
              <w:bottom w:val="single" w:sz="4" w:space="0" w:color="C6C5C6"/>
              <w:right w:val="single" w:sz="4" w:space="0" w:color="C6C5C6"/>
            </w:tcBorders>
          </w:tcPr>
          <w:p w14:paraId="630764BD" w14:textId="77777777" w:rsidR="00DD207A" w:rsidRPr="001A7B4B" w:rsidRDefault="008A57D2">
            <w:r w:rsidRPr="001A7B4B">
              <w:lastRenderedPageBreak/>
              <w:t>Produce sketch of system layout</w:t>
            </w:r>
            <w:r w:rsidRPr="001A7B4B">
              <w:br/>
            </w:r>
            <w:r w:rsidRPr="001A7B4B">
              <w:br/>
            </w:r>
            <w:r w:rsidRPr="001A7B4B">
              <w:br/>
            </w:r>
            <w:r w:rsidRPr="001A7B4B">
              <w:br/>
              <w:t>Produce step by step operation guide</w:t>
            </w:r>
          </w:p>
        </w:tc>
      </w:tr>
      <w:tr w:rsidR="001A7B4B" w:rsidRPr="001A7B4B" w14:paraId="01827ABF"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68B14F7D" w14:textId="77777777" w:rsidR="00AB1A3A" w:rsidRDefault="00620CD0" w:rsidP="00E834BE">
            <w:pPr>
              <w:jc w:val="center"/>
              <w:rPr>
                <w:rFonts w:cs="Arial"/>
                <w:szCs w:val="22"/>
              </w:rPr>
            </w:pPr>
            <w:r>
              <w:rPr>
                <w:rFonts w:cs="Arial"/>
                <w:szCs w:val="22"/>
              </w:rPr>
              <w:t>109</w:t>
            </w:r>
            <w:r w:rsidR="009A6235">
              <w:rPr>
                <w:rFonts w:cs="Arial"/>
                <w:szCs w:val="22"/>
              </w:rPr>
              <w:t xml:space="preserve"> </w:t>
            </w:r>
            <w:r w:rsidR="00BC6D17">
              <w:rPr>
                <w:rFonts w:cs="Arial"/>
                <w:szCs w:val="22"/>
              </w:rPr>
              <w:t>-110</w:t>
            </w:r>
          </w:p>
          <w:p w14:paraId="3BAE33EA" w14:textId="77777777" w:rsidR="00620CD0" w:rsidRDefault="00BC6D17" w:rsidP="00E834BE">
            <w:pPr>
              <w:jc w:val="center"/>
              <w:rPr>
                <w:rFonts w:cs="Arial"/>
                <w:szCs w:val="22"/>
              </w:rPr>
            </w:pPr>
            <w:r>
              <w:rPr>
                <w:rFonts w:cs="Arial"/>
                <w:szCs w:val="22"/>
              </w:rPr>
              <w:t>6</w:t>
            </w:r>
            <w:r w:rsidR="00620CD0">
              <w:rPr>
                <w:rFonts w:cs="Arial"/>
                <w:szCs w:val="22"/>
              </w:rPr>
              <w:t xml:space="preserve"> hours</w:t>
            </w:r>
          </w:p>
          <w:p w14:paraId="75434D44" w14:textId="1C1368F6" w:rsidR="00FE6A43" w:rsidRPr="00E60143" w:rsidRDefault="00FE6A43" w:rsidP="00E834BE">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31F82842" w14:textId="77777777" w:rsidR="00AB1A3A" w:rsidRPr="001A7B4B" w:rsidRDefault="00AB1A3A" w:rsidP="00E834BE">
            <w:pPr>
              <w:pStyle w:val="Normalheadingblack"/>
              <w:rPr>
                <w:rFonts w:cs="Arial"/>
                <w:lang w:eastAsia="en-GB"/>
              </w:rPr>
            </w:pPr>
            <w:r w:rsidRPr="001A7B4B">
              <w:rPr>
                <w:rFonts w:cs="Arial"/>
                <w:lang w:eastAsia="en-GB"/>
              </w:rPr>
              <w:t>Outcome 1 – Plumbing and heating common knowledge criteria</w:t>
            </w:r>
          </w:p>
          <w:p w14:paraId="182D3DE0" w14:textId="77777777" w:rsidR="00AB1A3A" w:rsidRPr="001A7B4B" w:rsidRDefault="00AB1A3A" w:rsidP="00E834BE">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1AAB824F" w14:textId="77777777" w:rsidR="009A6235" w:rsidRPr="001A7B4B" w:rsidRDefault="009A6235" w:rsidP="009A6235">
            <w:pPr>
              <w:pStyle w:val="Normalheadingblack"/>
              <w:rPr>
                <w:rFonts w:cs="Arial"/>
                <w:b w:val="0"/>
                <w:szCs w:val="22"/>
              </w:rPr>
            </w:pPr>
            <w:r w:rsidRPr="001A7B4B">
              <w:rPr>
                <w:rFonts w:cs="Arial"/>
                <w:b w:val="0"/>
                <w:szCs w:val="22"/>
              </w:rPr>
              <w:t>K1.7 Plumbing and heating systems</w:t>
            </w:r>
          </w:p>
          <w:p w14:paraId="40B2D290" w14:textId="77777777" w:rsidR="009A6235" w:rsidRPr="001A7B4B" w:rsidRDefault="009A6235" w:rsidP="009A6235">
            <w:pPr>
              <w:pStyle w:val="Normalheadingblack"/>
              <w:rPr>
                <w:rFonts w:cs="Arial"/>
                <w:b w:val="0"/>
                <w:szCs w:val="22"/>
              </w:rPr>
            </w:pPr>
          </w:p>
          <w:p w14:paraId="2744AB31" w14:textId="77777777" w:rsidR="00AB1A3A" w:rsidRPr="001A7B4B" w:rsidRDefault="009A6235" w:rsidP="009A6235">
            <w:r w:rsidRPr="001A7B4B">
              <w:rPr>
                <w:rFonts w:cs="Arial"/>
                <w:szCs w:val="22"/>
              </w:rPr>
              <w:t>K1.8 Components used in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10683837" w14:textId="77777777" w:rsidR="00AB1A3A" w:rsidRPr="001A7B4B" w:rsidRDefault="00AB1A3A" w:rsidP="00E834BE">
            <w:pPr>
              <w:pStyle w:val="Normalheadingblue"/>
              <w:rPr>
                <w:rFonts w:cs="Arial"/>
                <w:color w:val="auto"/>
                <w:szCs w:val="22"/>
              </w:rPr>
            </w:pPr>
            <w:r w:rsidRPr="001A7B4B">
              <w:rPr>
                <w:rFonts w:cs="Arial"/>
                <w:color w:val="auto"/>
                <w:szCs w:val="22"/>
              </w:rPr>
              <w:t>Activity:</w:t>
            </w:r>
          </w:p>
          <w:p w14:paraId="09415F6A" w14:textId="77777777" w:rsidR="00AB1A3A" w:rsidRPr="001A7B4B" w:rsidRDefault="00AB1A3A" w:rsidP="00E834BE">
            <w:pPr>
              <w:pStyle w:val="Normalheadingblue"/>
              <w:rPr>
                <w:rFonts w:cs="Arial"/>
                <w:color w:val="auto"/>
                <w:szCs w:val="22"/>
              </w:rPr>
            </w:pPr>
          </w:p>
          <w:p w14:paraId="2BF61949" w14:textId="77777777" w:rsidR="00AB1A3A" w:rsidRPr="001A7B4B" w:rsidRDefault="00AB1A3A" w:rsidP="00E834BE">
            <w:pPr>
              <w:pStyle w:val="Normalheadingblue"/>
              <w:rPr>
                <w:rFonts w:cs="Arial"/>
                <w:color w:val="auto"/>
                <w:szCs w:val="22"/>
              </w:rPr>
            </w:pPr>
            <w:r w:rsidRPr="001A7B4B">
              <w:rPr>
                <w:rFonts w:cs="Arial"/>
                <w:color w:val="auto"/>
                <w:szCs w:val="22"/>
              </w:rPr>
              <w:t>Starter task example:</w:t>
            </w:r>
          </w:p>
          <w:p w14:paraId="1B34CCB4" w14:textId="77777777" w:rsidR="00AB1A3A" w:rsidRPr="001A7B4B" w:rsidRDefault="00374A87" w:rsidP="002C017C">
            <w:pPr>
              <w:pStyle w:val="Normalheadingblue"/>
              <w:numPr>
                <w:ilvl w:val="0"/>
                <w:numId w:val="58"/>
              </w:numPr>
              <w:rPr>
                <w:rFonts w:cs="Arial"/>
                <w:b w:val="0"/>
                <w:color w:val="auto"/>
                <w:szCs w:val="22"/>
              </w:rPr>
            </w:pPr>
            <w:r w:rsidRPr="001A7B4B">
              <w:rPr>
                <w:rFonts w:cs="Arial"/>
                <w:b w:val="0"/>
                <w:color w:val="auto"/>
                <w:szCs w:val="22"/>
              </w:rPr>
              <w:t>Recap of previous session to cover S plan systems – Q</w:t>
            </w:r>
            <w:r w:rsidR="009A6235" w:rsidRPr="001A7B4B">
              <w:rPr>
                <w:rFonts w:cs="Arial"/>
                <w:b w:val="0"/>
                <w:color w:val="auto"/>
                <w:szCs w:val="22"/>
              </w:rPr>
              <w:t>&amp;A or peer to peer questions</w:t>
            </w:r>
          </w:p>
          <w:p w14:paraId="539DDE4C" w14:textId="77777777" w:rsidR="009A6235" w:rsidRPr="001A7B4B" w:rsidRDefault="009A6235" w:rsidP="00E834BE">
            <w:pPr>
              <w:pStyle w:val="Normalheadingblue"/>
              <w:rPr>
                <w:rFonts w:cs="Arial"/>
                <w:color w:val="auto"/>
                <w:szCs w:val="22"/>
              </w:rPr>
            </w:pPr>
          </w:p>
          <w:p w14:paraId="6A65D955" w14:textId="77777777" w:rsidR="00AB1A3A" w:rsidRPr="001A7B4B" w:rsidRDefault="00AB1A3A" w:rsidP="00E834BE">
            <w:pPr>
              <w:pStyle w:val="Normalheadingblue"/>
              <w:rPr>
                <w:rFonts w:cs="Arial"/>
                <w:color w:val="auto"/>
                <w:szCs w:val="22"/>
              </w:rPr>
            </w:pPr>
            <w:r w:rsidRPr="001A7B4B">
              <w:rPr>
                <w:rFonts w:cs="Arial"/>
                <w:color w:val="auto"/>
                <w:szCs w:val="22"/>
              </w:rPr>
              <w:t>Delivery:</w:t>
            </w:r>
          </w:p>
          <w:p w14:paraId="604F75E8" w14:textId="69E89E72" w:rsidR="009F0267" w:rsidRPr="001A7B4B" w:rsidRDefault="00BC6D17" w:rsidP="00BC6D17">
            <w:pPr>
              <w:pStyle w:val="Normalheadingblue"/>
              <w:rPr>
                <w:rFonts w:cs="Arial"/>
                <w:color w:val="auto"/>
                <w:szCs w:val="22"/>
              </w:rPr>
            </w:pPr>
            <w:r w:rsidRPr="001A7B4B">
              <w:rPr>
                <w:rFonts w:cs="Arial"/>
                <w:b w:val="0"/>
                <w:color w:val="auto"/>
                <w:szCs w:val="22"/>
              </w:rPr>
              <w:t xml:space="preserve">Tutor to deliver content </w:t>
            </w:r>
            <w:r w:rsidR="008B317F">
              <w:rPr>
                <w:rFonts w:cs="Arial"/>
                <w:b w:val="0"/>
                <w:color w:val="auto"/>
                <w:szCs w:val="22"/>
              </w:rPr>
              <w:t xml:space="preserve">on </w:t>
            </w:r>
            <w:r w:rsidR="008B317F" w:rsidRPr="008B317F">
              <w:rPr>
                <w:rFonts w:cs="Arial"/>
                <w:b w:val="0"/>
                <w:bCs/>
                <w:color w:val="auto"/>
                <w:szCs w:val="22"/>
              </w:rPr>
              <w:t>Heating systems – Heating circuit detail</w:t>
            </w:r>
            <w:r w:rsidR="008B317F">
              <w:rPr>
                <w:rFonts w:cs="Arial"/>
                <w:b w:val="0"/>
                <w:bCs/>
                <w:color w:val="auto"/>
                <w:szCs w:val="22"/>
              </w:rPr>
              <w:t>,</w:t>
            </w:r>
            <w:r w:rsidR="008B317F" w:rsidRPr="001A7B4B">
              <w:rPr>
                <w:rFonts w:cs="Arial"/>
                <w:color w:val="auto"/>
                <w:szCs w:val="22"/>
              </w:rPr>
              <w:t xml:space="preserve"> </w:t>
            </w:r>
            <w:r w:rsidRPr="001A7B4B">
              <w:rPr>
                <w:rFonts w:cs="Arial"/>
                <w:b w:val="0"/>
                <w:color w:val="auto"/>
                <w:szCs w:val="22"/>
              </w:rPr>
              <w:t>including:</w:t>
            </w:r>
          </w:p>
          <w:p w14:paraId="636B31ED" w14:textId="77777777" w:rsidR="00BC6D17" w:rsidRPr="001A7B4B" w:rsidRDefault="00BC6D17" w:rsidP="002C017C">
            <w:pPr>
              <w:pStyle w:val="Default"/>
              <w:numPr>
                <w:ilvl w:val="0"/>
                <w:numId w:val="58"/>
              </w:numPr>
              <w:rPr>
                <w:color w:val="auto"/>
                <w:sz w:val="22"/>
                <w:szCs w:val="22"/>
              </w:rPr>
            </w:pPr>
            <w:r w:rsidRPr="001A7B4B">
              <w:rPr>
                <w:color w:val="auto"/>
                <w:sz w:val="22"/>
                <w:szCs w:val="22"/>
              </w:rPr>
              <w:lastRenderedPageBreak/>
              <w:t xml:space="preserve">The typical pipe sizes used in central heating systems. </w:t>
            </w:r>
          </w:p>
          <w:p w14:paraId="2267397A" w14:textId="77777777" w:rsidR="00BC6D17" w:rsidRPr="001A7B4B" w:rsidRDefault="00BC6D17" w:rsidP="002C017C">
            <w:pPr>
              <w:pStyle w:val="Normalheadingblue"/>
              <w:numPr>
                <w:ilvl w:val="0"/>
                <w:numId w:val="58"/>
              </w:numPr>
              <w:rPr>
                <w:rFonts w:cs="Arial"/>
                <w:b w:val="0"/>
                <w:color w:val="auto"/>
                <w:szCs w:val="22"/>
              </w:rPr>
            </w:pPr>
            <w:r w:rsidRPr="001A7B4B">
              <w:rPr>
                <w:b w:val="0"/>
                <w:color w:val="auto"/>
                <w:szCs w:val="22"/>
              </w:rPr>
              <w:t xml:space="preserve">The importance of pump positioning. </w:t>
            </w:r>
          </w:p>
          <w:p w14:paraId="6D14B1C5" w14:textId="21D92931" w:rsidR="00BC6D17" w:rsidRPr="001A7B4B" w:rsidRDefault="00BC6D17" w:rsidP="002C017C">
            <w:pPr>
              <w:pStyle w:val="Normalheadingblue"/>
              <w:numPr>
                <w:ilvl w:val="0"/>
                <w:numId w:val="58"/>
              </w:numPr>
              <w:rPr>
                <w:rFonts w:cs="Arial"/>
                <w:b w:val="0"/>
                <w:color w:val="auto"/>
                <w:szCs w:val="22"/>
              </w:rPr>
            </w:pPr>
            <w:r w:rsidRPr="001A7B4B">
              <w:rPr>
                <w:rFonts w:cs="Arial"/>
                <w:b w:val="0"/>
                <w:color w:val="auto"/>
                <w:szCs w:val="22"/>
              </w:rPr>
              <w:t>Positive and negative pressures created by pump</w:t>
            </w:r>
            <w:r w:rsidR="00932296">
              <w:rPr>
                <w:rFonts w:cs="Arial"/>
                <w:b w:val="0"/>
                <w:color w:val="auto"/>
                <w:szCs w:val="22"/>
              </w:rPr>
              <w:t>.</w:t>
            </w:r>
          </w:p>
          <w:p w14:paraId="4DF4B219" w14:textId="77777777" w:rsidR="00BC6D17" w:rsidRPr="001A7B4B" w:rsidRDefault="00BC6D17" w:rsidP="002C017C">
            <w:pPr>
              <w:pStyle w:val="Normalheadingblue"/>
              <w:numPr>
                <w:ilvl w:val="0"/>
                <w:numId w:val="58"/>
              </w:numPr>
              <w:rPr>
                <w:rFonts w:cs="Arial"/>
                <w:b w:val="0"/>
                <w:color w:val="auto"/>
                <w:szCs w:val="22"/>
              </w:rPr>
            </w:pPr>
            <w:r w:rsidRPr="001A7B4B">
              <w:rPr>
                <w:b w:val="0"/>
                <w:color w:val="auto"/>
                <w:szCs w:val="22"/>
              </w:rPr>
              <w:t xml:space="preserve">The zoning and control requirements of central heating systems in accordance with statutory legislation. </w:t>
            </w:r>
          </w:p>
          <w:p w14:paraId="3F6159B3" w14:textId="77777777" w:rsidR="00BC6D17" w:rsidRPr="001A7B4B" w:rsidRDefault="00BC6D17" w:rsidP="002C017C">
            <w:pPr>
              <w:pStyle w:val="Normalheadingblue"/>
              <w:numPr>
                <w:ilvl w:val="0"/>
                <w:numId w:val="58"/>
              </w:numPr>
              <w:rPr>
                <w:rFonts w:cs="Arial"/>
                <w:b w:val="0"/>
                <w:color w:val="auto"/>
                <w:szCs w:val="22"/>
              </w:rPr>
            </w:pPr>
            <w:r w:rsidRPr="001A7B4B">
              <w:rPr>
                <w:rFonts w:cs="Arial"/>
                <w:b w:val="0"/>
                <w:color w:val="auto"/>
                <w:szCs w:val="22"/>
              </w:rPr>
              <w:t>Tutor to refer to the S Plan system from previous session to introduce the principle of zoning and discuss the legislation referring to maximum areas.</w:t>
            </w:r>
          </w:p>
          <w:p w14:paraId="14BB0218" w14:textId="77777777" w:rsidR="00BC6D17" w:rsidRPr="001A7B4B" w:rsidRDefault="00BC6D17" w:rsidP="002C017C">
            <w:pPr>
              <w:pStyle w:val="Normalheadingblue"/>
              <w:numPr>
                <w:ilvl w:val="0"/>
                <w:numId w:val="58"/>
              </w:numPr>
              <w:rPr>
                <w:rFonts w:cs="Arial"/>
                <w:b w:val="0"/>
                <w:color w:val="auto"/>
                <w:szCs w:val="22"/>
              </w:rPr>
            </w:pPr>
            <w:r w:rsidRPr="001A7B4B">
              <w:rPr>
                <w:rFonts w:cs="Arial"/>
                <w:b w:val="0"/>
                <w:color w:val="auto"/>
                <w:szCs w:val="22"/>
              </w:rPr>
              <w:t>Discuss the typical pipe sizes and examine systems in centre to compare.</w:t>
            </w:r>
          </w:p>
          <w:p w14:paraId="654C12EE" w14:textId="77777777" w:rsidR="00BC6D17" w:rsidRPr="001A7B4B" w:rsidRDefault="00374A87" w:rsidP="002C017C">
            <w:pPr>
              <w:pStyle w:val="Normalheadingblue"/>
              <w:numPr>
                <w:ilvl w:val="0"/>
                <w:numId w:val="58"/>
              </w:numPr>
              <w:rPr>
                <w:rFonts w:cs="Arial"/>
                <w:b w:val="0"/>
                <w:color w:val="auto"/>
                <w:szCs w:val="22"/>
              </w:rPr>
            </w:pPr>
            <w:r w:rsidRPr="001A7B4B">
              <w:rPr>
                <w:rFonts w:cs="Arial"/>
                <w:b w:val="0"/>
                <w:color w:val="auto"/>
                <w:szCs w:val="22"/>
              </w:rPr>
              <w:t>Examine pump position diagrams and discuss impact of pump position.</w:t>
            </w:r>
          </w:p>
          <w:p w14:paraId="327F27DA" w14:textId="5C541C93" w:rsidR="00374A87" w:rsidRPr="001A7B4B" w:rsidRDefault="00374A87" w:rsidP="002C017C">
            <w:pPr>
              <w:pStyle w:val="Normalheadingblue"/>
              <w:numPr>
                <w:ilvl w:val="0"/>
                <w:numId w:val="58"/>
              </w:numPr>
              <w:rPr>
                <w:rFonts w:cs="Arial"/>
                <w:b w:val="0"/>
                <w:color w:val="auto"/>
                <w:szCs w:val="22"/>
              </w:rPr>
            </w:pPr>
            <w:r w:rsidRPr="001A7B4B">
              <w:rPr>
                <w:rFonts w:cs="Arial"/>
                <w:b w:val="0"/>
                <w:color w:val="auto"/>
                <w:szCs w:val="22"/>
              </w:rPr>
              <w:t>Work through given examples of pump positions to determine pressure in system examples</w:t>
            </w:r>
            <w:r w:rsidR="00932296">
              <w:rPr>
                <w:rFonts w:cs="Arial"/>
                <w:b w:val="0"/>
                <w:color w:val="auto"/>
                <w:szCs w:val="22"/>
              </w:rPr>
              <w:t>.</w:t>
            </w:r>
          </w:p>
          <w:p w14:paraId="5328A58B" w14:textId="360E952F" w:rsidR="00374A87" w:rsidRPr="001A7B4B" w:rsidRDefault="00116A2E" w:rsidP="002C017C">
            <w:pPr>
              <w:pStyle w:val="Normalheadingblue"/>
              <w:numPr>
                <w:ilvl w:val="0"/>
                <w:numId w:val="58"/>
              </w:numPr>
              <w:rPr>
                <w:rFonts w:cs="Arial"/>
                <w:b w:val="0"/>
                <w:color w:val="auto"/>
                <w:szCs w:val="22"/>
              </w:rPr>
            </w:pPr>
            <w:r w:rsidRPr="001A7B4B">
              <w:rPr>
                <w:rFonts w:cs="Arial"/>
                <w:b w:val="0"/>
                <w:color w:val="auto"/>
                <w:szCs w:val="22"/>
              </w:rPr>
              <w:t>Students</w:t>
            </w:r>
            <w:r w:rsidR="00374A87" w:rsidRPr="001A7B4B">
              <w:rPr>
                <w:rFonts w:cs="Arial"/>
                <w:b w:val="0"/>
                <w:color w:val="auto"/>
                <w:szCs w:val="22"/>
              </w:rPr>
              <w:t xml:space="preserve"> to produce diagram of S plan system but this time identify pipe sizes and positive and negative pressures within the system.</w:t>
            </w:r>
          </w:p>
          <w:p w14:paraId="5963AD0C" w14:textId="77777777" w:rsidR="00AB1A3A" w:rsidRPr="001A7B4B" w:rsidRDefault="00AB1A3A" w:rsidP="00E834BE">
            <w:pPr>
              <w:pStyle w:val="Normalheadingblue"/>
              <w:rPr>
                <w:rFonts w:cs="Arial"/>
                <w:color w:val="auto"/>
                <w:szCs w:val="22"/>
              </w:rPr>
            </w:pPr>
          </w:p>
          <w:p w14:paraId="5FF2803F" w14:textId="77777777" w:rsidR="00AB1A3A" w:rsidRPr="001A7B4B" w:rsidRDefault="00AB1A3A" w:rsidP="00E834BE">
            <w:pPr>
              <w:pStyle w:val="Normalheadingblue"/>
              <w:rPr>
                <w:rFonts w:cs="Arial"/>
                <w:color w:val="auto"/>
                <w:szCs w:val="22"/>
              </w:rPr>
            </w:pPr>
            <w:r w:rsidRPr="001A7B4B">
              <w:rPr>
                <w:rFonts w:cs="Arial"/>
                <w:color w:val="auto"/>
                <w:szCs w:val="22"/>
              </w:rPr>
              <w:t>Knowledge check example:</w:t>
            </w:r>
          </w:p>
          <w:p w14:paraId="752ED763" w14:textId="77777777" w:rsidR="00AB1A3A" w:rsidRPr="001A7B4B" w:rsidRDefault="00374A87" w:rsidP="002C017C">
            <w:pPr>
              <w:pStyle w:val="Normalheadingblue"/>
              <w:numPr>
                <w:ilvl w:val="0"/>
                <w:numId w:val="59"/>
              </w:numPr>
              <w:rPr>
                <w:rFonts w:cs="Arial"/>
                <w:b w:val="0"/>
                <w:color w:val="auto"/>
                <w:szCs w:val="22"/>
              </w:rPr>
            </w:pPr>
            <w:r w:rsidRPr="001A7B4B">
              <w:rPr>
                <w:rFonts w:cs="Arial"/>
                <w:b w:val="0"/>
                <w:color w:val="auto"/>
                <w:szCs w:val="22"/>
              </w:rPr>
              <w:t>Knowledge assessment open questions to cover content from the session.</w:t>
            </w:r>
          </w:p>
          <w:p w14:paraId="2109DD63" w14:textId="77777777" w:rsidR="00374A87" w:rsidRPr="001A7B4B" w:rsidRDefault="00374A87" w:rsidP="00E834BE">
            <w:pPr>
              <w:pStyle w:val="Normalheadingblue"/>
              <w:rPr>
                <w:rFonts w:cs="Arial"/>
                <w:color w:val="auto"/>
                <w:szCs w:val="22"/>
              </w:rPr>
            </w:pPr>
          </w:p>
          <w:p w14:paraId="127EF283" w14:textId="77777777" w:rsidR="00AB1A3A" w:rsidRPr="001A7B4B" w:rsidRDefault="00AB1A3A" w:rsidP="00E834BE">
            <w:pPr>
              <w:pStyle w:val="Normalheadingblue"/>
              <w:rPr>
                <w:rFonts w:cs="Arial"/>
                <w:color w:val="auto"/>
                <w:szCs w:val="22"/>
              </w:rPr>
            </w:pPr>
            <w:r w:rsidRPr="001A7B4B">
              <w:rPr>
                <w:rFonts w:cs="Arial"/>
                <w:color w:val="auto"/>
                <w:szCs w:val="22"/>
              </w:rPr>
              <w:t>Resources:</w:t>
            </w:r>
          </w:p>
          <w:p w14:paraId="11CD3DCE" w14:textId="77777777" w:rsidR="00374A87" w:rsidRPr="001A7B4B" w:rsidRDefault="00374A87" w:rsidP="00E834BE">
            <w:pPr>
              <w:pStyle w:val="Normalheadingblue"/>
              <w:rPr>
                <w:rFonts w:cs="Arial"/>
                <w:b w:val="0"/>
                <w:color w:val="auto"/>
                <w:szCs w:val="22"/>
              </w:rPr>
            </w:pPr>
            <w:r w:rsidRPr="001A7B4B">
              <w:rPr>
                <w:rFonts w:cs="Arial"/>
                <w:b w:val="0"/>
                <w:color w:val="auto"/>
                <w:szCs w:val="22"/>
              </w:rPr>
              <w:t>Working system examples</w:t>
            </w:r>
          </w:p>
          <w:p w14:paraId="09C8B698" w14:textId="77777777" w:rsidR="00374A87" w:rsidRPr="001A7B4B" w:rsidRDefault="00374A87" w:rsidP="00E834BE">
            <w:pPr>
              <w:pStyle w:val="Normalheadingblue"/>
              <w:rPr>
                <w:rFonts w:cs="Arial"/>
                <w:b w:val="0"/>
                <w:color w:val="auto"/>
                <w:szCs w:val="22"/>
              </w:rPr>
            </w:pPr>
            <w:r w:rsidRPr="001A7B4B">
              <w:rPr>
                <w:rFonts w:cs="Arial"/>
                <w:b w:val="0"/>
                <w:color w:val="auto"/>
                <w:szCs w:val="22"/>
              </w:rPr>
              <w:t>System diagrams and schematics</w:t>
            </w:r>
          </w:p>
          <w:p w14:paraId="7411A5E1" w14:textId="77777777" w:rsidR="00374A87" w:rsidRPr="001A7B4B" w:rsidRDefault="00374A87" w:rsidP="00E834BE">
            <w:pPr>
              <w:pStyle w:val="Normalheadingblue"/>
              <w:rPr>
                <w:rFonts w:cs="Arial"/>
                <w:b w:val="0"/>
                <w:color w:val="auto"/>
                <w:szCs w:val="22"/>
              </w:rPr>
            </w:pPr>
            <w:r w:rsidRPr="001A7B4B">
              <w:rPr>
                <w:rFonts w:cs="Arial"/>
                <w:b w:val="0"/>
                <w:color w:val="auto"/>
                <w:szCs w:val="22"/>
              </w:rPr>
              <w:t>Open question assessment paper</w:t>
            </w:r>
          </w:p>
          <w:p w14:paraId="64159F93" w14:textId="77777777" w:rsidR="00374A87" w:rsidRPr="001A7B4B" w:rsidRDefault="00374A87" w:rsidP="00E834BE">
            <w:pPr>
              <w:pStyle w:val="Normalheadingblue"/>
              <w:rPr>
                <w:rFonts w:cs="Arial"/>
                <w:color w:val="auto"/>
                <w:szCs w:val="22"/>
              </w:rPr>
            </w:pPr>
          </w:p>
          <w:p w14:paraId="2C97A78A" w14:textId="77777777" w:rsidR="00AB1A3A" w:rsidRPr="001A7B4B" w:rsidRDefault="00AB1A3A" w:rsidP="00E834BE">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51032A81" w14:textId="77777777" w:rsidR="00DD207A" w:rsidRPr="001A7B4B" w:rsidRDefault="008A57D2">
            <w:r w:rsidRPr="001A7B4B">
              <w:lastRenderedPageBreak/>
              <w:t>Q&amp;A</w:t>
            </w:r>
            <w:r w:rsidRPr="001A7B4B">
              <w:br/>
            </w:r>
            <w:r w:rsidRPr="001A7B4B">
              <w:br/>
            </w:r>
            <w:r w:rsidRPr="001A7B4B">
              <w:br/>
            </w:r>
            <w:r w:rsidRPr="001A7B4B">
              <w:br/>
              <w:t>Worked examples – pump positions</w:t>
            </w:r>
            <w:r w:rsidRPr="001A7B4B">
              <w:br/>
            </w:r>
            <w:r w:rsidRPr="001A7B4B">
              <w:br/>
              <w:t>Produce detailed drawing</w:t>
            </w:r>
            <w:r w:rsidRPr="001A7B4B">
              <w:br/>
            </w:r>
            <w:r w:rsidRPr="001A7B4B">
              <w:br/>
            </w:r>
            <w:r w:rsidRPr="001A7B4B">
              <w:br/>
            </w:r>
            <w:r w:rsidRPr="001A7B4B">
              <w:br/>
            </w:r>
            <w:r w:rsidRPr="001A7B4B">
              <w:lastRenderedPageBreak/>
              <w:t>Open question assessment</w:t>
            </w:r>
            <w:r w:rsidRPr="001A7B4B">
              <w:br/>
              <w:t>English skills (reading, writing, technical vocabulary)</w:t>
            </w:r>
          </w:p>
        </w:tc>
      </w:tr>
      <w:tr w:rsidR="001A7B4B" w:rsidRPr="001A7B4B" w14:paraId="68A27ACF"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05ABA9BD" w14:textId="77777777" w:rsidR="00403143" w:rsidRDefault="00403143" w:rsidP="00403143">
            <w:pPr>
              <w:jc w:val="center"/>
              <w:rPr>
                <w:rFonts w:cs="Arial"/>
                <w:szCs w:val="22"/>
              </w:rPr>
            </w:pPr>
            <w:r>
              <w:rPr>
                <w:rFonts w:cs="Arial"/>
                <w:szCs w:val="22"/>
              </w:rPr>
              <w:lastRenderedPageBreak/>
              <w:t>111-112</w:t>
            </w:r>
          </w:p>
          <w:p w14:paraId="55A8498F" w14:textId="77777777" w:rsidR="00403143" w:rsidRDefault="00403143" w:rsidP="00403143">
            <w:pPr>
              <w:jc w:val="center"/>
              <w:rPr>
                <w:rFonts w:cs="Arial"/>
                <w:szCs w:val="22"/>
              </w:rPr>
            </w:pPr>
            <w:r>
              <w:rPr>
                <w:rFonts w:cs="Arial"/>
                <w:szCs w:val="22"/>
              </w:rPr>
              <w:t>6 hours</w:t>
            </w:r>
          </w:p>
          <w:p w14:paraId="259B5B8E" w14:textId="69392643" w:rsidR="000A4090" w:rsidRPr="00317259" w:rsidRDefault="000A4090" w:rsidP="00403143">
            <w:pPr>
              <w:jc w:val="center"/>
              <w:rPr>
                <w:rFonts w:cs="Arial"/>
                <w:b/>
                <w:bCs/>
                <w:szCs w:val="22"/>
              </w:rPr>
            </w:pPr>
            <w:r w:rsidRPr="00317259">
              <w:rPr>
                <w:rFonts w:cs="Arial"/>
                <w:b/>
                <w:bCs/>
                <w:szCs w:val="22"/>
                <w:highlight w:val="yellow"/>
              </w:rPr>
              <w:t>PPT available</w:t>
            </w:r>
          </w:p>
        </w:tc>
        <w:tc>
          <w:tcPr>
            <w:tcW w:w="2199" w:type="dxa"/>
            <w:tcBorders>
              <w:top w:val="single" w:sz="4" w:space="0" w:color="C6C5C6"/>
              <w:left w:val="single" w:sz="4" w:space="0" w:color="C6C5C6"/>
              <w:bottom w:val="single" w:sz="4" w:space="0" w:color="C6C5C6"/>
              <w:right w:val="single" w:sz="4" w:space="0" w:color="C6C5C6"/>
            </w:tcBorders>
          </w:tcPr>
          <w:p w14:paraId="541415C8" w14:textId="77777777" w:rsidR="00403143" w:rsidRPr="001A7B4B" w:rsidRDefault="00403143" w:rsidP="00403143">
            <w:pPr>
              <w:pStyle w:val="Normalheadingblack"/>
              <w:rPr>
                <w:rFonts w:cs="Arial"/>
                <w:lang w:eastAsia="en-GB"/>
              </w:rPr>
            </w:pPr>
            <w:r w:rsidRPr="001A7B4B">
              <w:rPr>
                <w:rFonts w:cs="Arial"/>
                <w:lang w:eastAsia="en-GB"/>
              </w:rPr>
              <w:t>Outcome 1 – Plumbing and heating common knowledge criteria</w:t>
            </w:r>
          </w:p>
          <w:p w14:paraId="2194873E" w14:textId="77777777" w:rsidR="00403143" w:rsidRPr="001A7B4B" w:rsidRDefault="00403143" w:rsidP="00403143">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5A150EC4" w14:textId="77777777" w:rsidR="00403143" w:rsidRPr="001A7B4B" w:rsidRDefault="00403143" w:rsidP="00403143">
            <w:pPr>
              <w:pStyle w:val="Normalheadingblack"/>
              <w:rPr>
                <w:rFonts w:cs="Arial"/>
                <w:b w:val="0"/>
                <w:szCs w:val="22"/>
              </w:rPr>
            </w:pPr>
            <w:r w:rsidRPr="001A7B4B">
              <w:rPr>
                <w:rFonts w:cs="Arial"/>
                <w:b w:val="0"/>
                <w:szCs w:val="22"/>
              </w:rPr>
              <w:t>K1.7 Plumbing and heating systems</w:t>
            </w:r>
          </w:p>
          <w:p w14:paraId="74E46CB6" w14:textId="77777777" w:rsidR="00403143" w:rsidRPr="001A7B4B" w:rsidRDefault="00403143" w:rsidP="00403143">
            <w:pPr>
              <w:pStyle w:val="Normalheadingblack"/>
              <w:rPr>
                <w:rFonts w:cs="Arial"/>
                <w:b w:val="0"/>
                <w:szCs w:val="22"/>
              </w:rPr>
            </w:pPr>
          </w:p>
          <w:p w14:paraId="7A2B7774" w14:textId="77777777" w:rsidR="00403143" w:rsidRPr="001A7B4B" w:rsidRDefault="00403143" w:rsidP="00403143">
            <w:pPr>
              <w:pStyle w:val="Normalheadingblack"/>
              <w:rPr>
                <w:rFonts w:cs="Arial"/>
                <w:b w:val="0"/>
                <w:szCs w:val="22"/>
              </w:rPr>
            </w:pPr>
            <w:r w:rsidRPr="001A7B4B">
              <w:rPr>
                <w:rFonts w:cs="Arial"/>
                <w:b w:val="0"/>
                <w:szCs w:val="22"/>
              </w:rPr>
              <w:t>K1.8 Components used in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7092885C" w14:textId="77777777" w:rsidR="00403143" w:rsidRPr="001A7B4B" w:rsidRDefault="00403143" w:rsidP="00403143">
            <w:pPr>
              <w:pStyle w:val="Normalheadingblue"/>
              <w:rPr>
                <w:rFonts w:cs="Arial"/>
                <w:color w:val="auto"/>
                <w:szCs w:val="22"/>
              </w:rPr>
            </w:pPr>
            <w:r w:rsidRPr="001A7B4B">
              <w:rPr>
                <w:rFonts w:cs="Arial"/>
                <w:color w:val="auto"/>
                <w:szCs w:val="22"/>
              </w:rPr>
              <w:t>Activity:</w:t>
            </w:r>
          </w:p>
          <w:p w14:paraId="40862EED" w14:textId="77777777" w:rsidR="00403143" w:rsidRPr="001A7B4B" w:rsidRDefault="00403143" w:rsidP="00403143">
            <w:pPr>
              <w:pStyle w:val="Normalheadingblue"/>
              <w:rPr>
                <w:rFonts w:cs="Arial"/>
                <w:color w:val="auto"/>
                <w:szCs w:val="22"/>
              </w:rPr>
            </w:pPr>
          </w:p>
          <w:p w14:paraId="76C31D86" w14:textId="77777777" w:rsidR="00403143" w:rsidRPr="001A7B4B" w:rsidRDefault="00403143" w:rsidP="00403143">
            <w:pPr>
              <w:pStyle w:val="Normalheadingblue"/>
              <w:rPr>
                <w:rFonts w:cs="Arial"/>
                <w:color w:val="auto"/>
                <w:szCs w:val="22"/>
              </w:rPr>
            </w:pPr>
            <w:r w:rsidRPr="001A7B4B">
              <w:rPr>
                <w:rFonts w:cs="Arial"/>
                <w:color w:val="auto"/>
                <w:szCs w:val="22"/>
              </w:rPr>
              <w:t>Starter task example:</w:t>
            </w:r>
          </w:p>
          <w:p w14:paraId="36509F4E" w14:textId="4E02CBE0" w:rsidR="00403143" w:rsidRPr="001A7B4B" w:rsidRDefault="00403143" w:rsidP="002C017C">
            <w:pPr>
              <w:pStyle w:val="Normalheadingblue"/>
              <w:numPr>
                <w:ilvl w:val="0"/>
                <w:numId w:val="59"/>
              </w:numPr>
              <w:rPr>
                <w:rFonts w:cs="Arial"/>
                <w:b w:val="0"/>
                <w:color w:val="auto"/>
                <w:szCs w:val="22"/>
              </w:rPr>
            </w:pPr>
            <w:r w:rsidRPr="001A7B4B">
              <w:rPr>
                <w:rFonts w:cs="Arial"/>
                <w:b w:val="0"/>
                <w:color w:val="auto"/>
                <w:szCs w:val="22"/>
              </w:rPr>
              <w:t xml:space="preserve">Work related activity – tutor to spend 5-10 mins leading activity where </w:t>
            </w:r>
            <w:r w:rsidR="00F502C8" w:rsidRPr="001A7B4B">
              <w:rPr>
                <w:rFonts w:cs="Arial"/>
                <w:b w:val="0"/>
                <w:color w:val="auto"/>
                <w:szCs w:val="22"/>
              </w:rPr>
              <w:t>students</w:t>
            </w:r>
            <w:r w:rsidRPr="001A7B4B">
              <w:rPr>
                <w:rFonts w:cs="Arial"/>
                <w:b w:val="0"/>
                <w:color w:val="auto"/>
                <w:szCs w:val="22"/>
              </w:rPr>
              <w:t xml:space="preserve"> identify what makes someone employable</w:t>
            </w:r>
            <w:r w:rsidR="00932296">
              <w:rPr>
                <w:rFonts w:cs="Arial"/>
                <w:b w:val="0"/>
                <w:color w:val="auto"/>
                <w:szCs w:val="22"/>
              </w:rPr>
              <w:t>.</w:t>
            </w:r>
          </w:p>
          <w:p w14:paraId="4DFC5677" w14:textId="77777777" w:rsidR="00403143" w:rsidRPr="001A7B4B" w:rsidRDefault="00403143" w:rsidP="00403143">
            <w:pPr>
              <w:pStyle w:val="Normalheadingblue"/>
              <w:rPr>
                <w:rFonts w:cs="Arial"/>
                <w:color w:val="auto"/>
                <w:szCs w:val="22"/>
              </w:rPr>
            </w:pPr>
            <w:r w:rsidRPr="001A7B4B">
              <w:rPr>
                <w:rFonts w:cs="Arial"/>
                <w:color w:val="auto"/>
                <w:szCs w:val="22"/>
              </w:rPr>
              <w:t>Delivery:</w:t>
            </w:r>
          </w:p>
          <w:p w14:paraId="3595A8A6" w14:textId="2A0B37C4" w:rsidR="00403143" w:rsidRPr="001A7B4B" w:rsidRDefault="00D31FBF" w:rsidP="00403143">
            <w:pPr>
              <w:pStyle w:val="Normalheadingblue"/>
              <w:rPr>
                <w:b w:val="0"/>
                <w:color w:val="auto"/>
                <w:szCs w:val="22"/>
              </w:rPr>
            </w:pPr>
            <w:r w:rsidRPr="00D31FBF">
              <w:rPr>
                <w:rFonts w:cs="Arial"/>
                <w:b w:val="0"/>
                <w:bCs/>
                <w:color w:val="auto"/>
                <w:szCs w:val="22"/>
              </w:rPr>
              <w:t>Using PowerPoint</w:t>
            </w:r>
            <w:r w:rsidRPr="00D31FBF">
              <w:rPr>
                <w:rFonts w:cs="Arial"/>
                <w:color w:val="auto"/>
                <w:szCs w:val="22"/>
              </w:rPr>
              <w:t xml:space="preserve"> </w:t>
            </w:r>
            <w:r w:rsidRPr="00D5281F">
              <w:rPr>
                <w:rFonts w:cs="Arial"/>
                <w:color w:val="auto"/>
                <w:szCs w:val="22"/>
                <w:highlight w:val="yellow"/>
              </w:rPr>
              <w:t>K1.7 K1.8 Fully Pumped Heating Systems_ S, Y, W Plan</w:t>
            </w:r>
            <w:r w:rsidRPr="00D31FBF">
              <w:rPr>
                <w:rFonts w:cs="Arial"/>
                <w:color w:val="auto"/>
                <w:szCs w:val="22"/>
              </w:rPr>
              <w:t xml:space="preserve">, </w:t>
            </w:r>
            <w:r w:rsidRPr="00D31FBF">
              <w:rPr>
                <w:rFonts w:cs="Arial"/>
                <w:b w:val="0"/>
                <w:bCs/>
                <w:color w:val="auto"/>
                <w:szCs w:val="22"/>
              </w:rPr>
              <w:t>deliver the following content:</w:t>
            </w:r>
          </w:p>
          <w:p w14:paraId="4973BE9F" w14:textId="77777777" w:rsidR="00403143" w:rsidRPr="001A7B4B" w:rsidRDefault="00403143" w:rsidP="002C017C">
            <w:pPr>
              <w:pStyle w:val="Default"/>
              <w:numPr>
                <w:ilvl w:val="0"/>
                <w:numId w:val="59"/>
              </w:numPr>
              <w:rPr>
                <w:color w:val="auto"/>
                <w:sz w:val="22"/>
                <w:szCs w:val="22"/>
              </w:rPr>
            </w:pPr>
            <w:r w:rsidRPr="001A7B4B">
              <w:rPr>
                <w:color w:val="auto"/>
                <w:sz w:val="22"/>
                <w:szCs w:val="22"/>
              </w:rPr>
              <w:t xml:space="preserve">Fully pumped, 3 x two port valves (S plan+) </w:t>
            </w:r>
          </w:p>
          <w:p w14:paraId="7864BD30" w14:textId="77777777" w:rsidR="00403143" w:rsidRPr="001A7B4B" w:rsidRDefault="00403143" w:rsidP="002C017C">
            <w:pPr>
              <w:pStyle w:val="Default"/>
              <w:numPr>
                <w:ilvl w:val="0"/>
                <w:numId w:val="59"/>
              </w:numPr>
              <w:rPr>
                <w:color w:val="auto"/>
                <w:sz w:val="22"/>
                <w:szCs w:val="22"/>
              </w:rPr>
            </w:pPr>
            <w:r w:rsidRPr="001A7B4B">
              <w:rPr>
                <w:color w:val="auto"/>
                <w:sz w:val="22"/>
                <w:szCs w:val="22"/>
              </w:rPr>
              <w:t xml:space="preserve">Fully pumped, 3 port valve (mid position/diverting) (Y/W plans (PDHWS)) </w:t>
            </w:r>
          </w:p>
          <w:p w14:paraId="4BBADC10" w14:textId="77777777" w:rsidR="00403143" w:rsidRPr="001A7B4B" w:rsidRDefault="00403143" w:rsidP="002C017C">
            <w:pPr>
              <w:pStyle w:val="Default"/>
              <w:numPr>
                <w:ilvl w:val="0"/>
                <w:numId w:val="59"/>
              </w:numPr>
              <w:rPr>
                <w:color w:val="auto"/>
                <w:sz w:val="22"/>
                <w:szCs w:val="22"/>
              </w:rPr>
            </w:pPr>
            <w:r w:rsidRPr="001A7B4B">
              <w:rPr>
                <w:color w:val="auto"/>
                <w:sz w:val="22"/>
                <w:szCs w:val="22"/>
              </w:rPr>
              <w:t>Arrangements of zones</w:t>
            </w:r>
          </w:p>
          <w:p w14:paraId="5A9934F1" w14:textId="77777777" w:rsidR="00403143" w:rsidRPr="001A7B4B" w:rsidRDefault="00403143" w:rsidP="002C017C">
            <w:pPr>
              <w:pStyle w:val="Default"/>
              <w:numPr>
                <w:ilvl w:val="0"/>
                <w:numId w:val="59"/>
              </w:numPr>
              <w:rPr>
                <w:color w:val="auto"/>
                <w:sz w:val="22"/>
                <w:szCs w:val="22"/>
              </w:rPr>
            </w:pPr>
            <w:r w:rsidRPr="001A7B4B">
              <w:rPr>
                <w:color w:val="auto"/>
                <w:sz w:val="22"/>
                <w:szCs w:val="22"/>
              </w:rPr>
              <w:t>Control principles</w:t>
            </w:r>
          </w:p>
          <w:p w14:paraId="4290E74E" w14:textId="542D1B60" w:rsidR="00403143" w:rsidRPr="001A7B4B" w:rsidRDefault="00403143" w:rsidP="002C017C">
            <w:pPr>
              <w:pStyle w:val="Default"/>
              <w:numPr>
                <w:ilvl w:val="0"/>
                <w:numId w:val="59"/>
              </w:numPr>
              <w:rPr>
                <w:color w:val="auto"/>
                <w:sz w:val="22"/>
                <w:szCs w:val="22"/>
              </w:rPr>
            </w:pPr>
            <w:r w:rsidRPr="001A7B4B">
              <w:rPr>
                <w:color w:val="auto"/>
                <w:sz w:val="22"/>
                <w:szCs w:val="22"/>
              </w:rPr>
              <w:t>Operation of 3 port diverting and mid position valves</w:t>
            </w:r>
            <w:r w:rsidR="00932296">
              <w:rPr>
                <w:color w:val="auto"/>
                <w:sz w:val="22"/>
                <w:szCs w:val="22"/>
              </w:rPr>
              <w:t>.</w:t>
            </w:r>
          </w:p>
          <w:p w14:paraId="4C066870" w14:textId="230E04F5" w:rsidR="00403143" w:rsidRPr="001A7B4B" w:rsidRDefault="00403143" w:rsidP="002C017C">
            <w:pPr>
              <w:pStyle w:val="Default"/>
              <w:numPr>
                <w:ilvl w:val="0"/>
                <w:numId w:val="59"/>
              </w:numPr>
              <w:rPr>
                <w:color w:val="auto"/>
                <w:sz w:val="22"/>
                <w:szCs w:val="22"/>
              </w:rPr>
            </w:pPr>
            <w:r w:rsidRPr="001A7B4B">
              <w:rPr>
                <w:color w:val="auto"/>
                <w:sz w:val="22"/>
                <w:szCs w:val="22"/>
              </w:rPr>
              <w:t>Tutor to discuss schematic layouts and diagrams</w:t>
            </w:r>
            <w:r w:rsidR="00932296">
              <w:rPr>
                <w:color w:val="auto"/>
                <w:sz w:val="22"/>
                <w:szCs w:val="22"/>
              </w:rPr>
              <w:t>.</w:t>
            </w:r>
          </w:p>
          <w:p w14:paraId="2CE16702" w14:textId="55F5DD06" w:rsidR="00403143" w:rsidRPr="001A7B4B" w:rsidRDefault="00403143" w:rsidP="002C017C">
            <w:pPr>
              <w:pStyle w:val="Default"/>
              <w:numPr>
                <w:ilvl w:val="0"/>
                <w:numId w:val="59"/>
              </w:numPr>
              <w:rPr>
                <w:color w:val="auto"/>
                <w:sz w:val="22"/>
                <w:szCs w:val="22"/>
              </w:rPr>
            </w:pPr>
            <w:r w:rsidRPr="001A7B4B">
              <w:rPr>
                <w:color w:val="auto"/>
                <w:sz w:val="22"/>
                <w:szCs w:val="22"/>
              </w:rPr>
              <w:lastRenderedPageBreak/>
              <w:t xml:space="preserve">Examine working or installed systems for </w:t>
            </w:r>
            <w:r w:rsidR="00F502C8" w:rsidRPr="001A7B4B">
              <w:rPr>
                <w:color w:val="auto"/>
                <w:sz w:val="22"/>
                <w:szCs w:val="22"/>
              </w:rPr>
              <w:t>students</w:t>
            </w:r>
            <w:r w:rsidRPr="001A7B4B">
              <w:rPr>
                <w:color w:val="auto"/>
                <w:sz w:val="22"/>
                <w:szCs w:val="22"/>
              </w:rPr>
              <w:t xml:space="preserve"> to try and identify the components and pipes</w:t>
            </w:r>
            <w:r w:rsidR="00932296">
              <w:rPr>
                <w:color w:val="auto"/>
                <w:sz w:val="22"/>
                <w:szCs w:val="22"/>
              </w:rPr>
              <w:t>.</w:t>
            </w:r>
          </w:p>
          <w:p w14:paraId="5E3974CB" w14:textId="320DC972" w:rsidR="00403143" w:rsidRPr="001A7B4B" w:rsidRDefault="00116A2E" w:rsidP="002C017C">
            <w:pPr>
              <w:pStyle w:val="Default"/>
              <w:numPr>
                <w:ilvl w:val="0"/>
                <w:numId w:val="59"/>
              </w:numPr>
              <w:rPr>
                <w:color w:val="auto"/>
                <w:sz w:val="22"/>
                <w:szCs w:val="22"/>
              </w:rPr>
            </w:pPr>
            <w:r w:rsidRPr="001A7B4B">
              <w:rPr>
                <w:color w:val="auto"/>
                <w:sz w:val="22"/>
                <w:szCs w:val="22"/>
              </w:rPr>
              <w:t>Students</w:t>
            </w:r>
            <w:r w:rsidR="00C55C8E" w:rsidRPr="001A7B4B">
              <w:rPr>
                <w:color w:val="auto"/>
                <w:sz w:val="22"/>
                <w:szCs w:val="22"/>
              </w:rPr>
              <w:t xml:space="preserve"> to sketch the </w:t>
            </w:r>
            <w:r w:rsidR="00076AF4" w:rsidRPr="001A7B4B">
              <w:rPr>
                <w:color w:val="auto"/>
                <w:sz w:val="22"/>
                <w:szCs w:val="22"/>
              </w:rPr>
              <w:t>system layouts and label</w:t>
            </w:r>
            <w:r w:rsidR="00932296">
              <w:rPr>
                <w:color w:val="auto"/>
                <w:sz w:val="22"/>
                <w:szCs w:val="22"/>
              </w:rPr>
              <w:t>.</w:t>
            </w:r>
          </w:p>
          <w:p w14:paraId="5D426B02" w14:textId="6BE101C5" w:rsidR="00076AF4" w:rsidRPr="001A7B4B" w:rsidRDefault="00116A2E" w:rsidP="002C017C">
            <w:pPr>
              <w:pStyle w:val="Default"/>
              <w:numPr>
                <w:ilvl w:val="0"/>
                <w:numId w:val="59"/>
              </w:numPr>
              <w:rPr>
                <w:color w:val="auto"/>
                <w:sz w:val="22"/>
                <w:szCs w:val="22"/>
              </w:rPr>
            </w:pPr>
            <w:r w:rsidRPr="001A7B4B">
              <w:rPr>
                <w:color w:val="auto"/>
                <w:sz w:val="22"/>
                <w:szCs w:val="22"/>
              </w:rPr>
              <w:t>Students</w:t>
            </w:r>
            <w:r w:rsidR="00076AF4" w:rsidRPr="001A7B4B">
              <w:rPr>
                <w:color w:val="auto"/>
                <w:sz w:val="22"/>
                <w:szCs w:val="22"/>
              </w:rPr>
              <w:t xml:space="preserve"> to produce written step by step control methodology of the system operation</w:t>
            </w:r>
            <w:r w:rsidR="00932296">
              <w:rPr>
                <w:color w:val="auto"/>
                <w:sz w:val="22"/>
                <w:szCs w:val="22"/>
              </w:rPr>
              <w:t>.</w:t>
            </w:r>
          </w:p>
          <w:p w14:paraId="58100EB5" w14:textId="77777777" w:rsidR="00403143" w:rsidRPr="001A7B4B" w:rsidRDefault="00403143" w:rsidP="00403143">
            <w:pPr>
              <w:pStyle w:val="Normalheadingblue"/>
              <w:rPr>
                <w:rFonts w:cs="Arial"/>
                <w:color w:val="auto"/>
                <w:szCs w:val="22"/>
              </w:rPr>
            </w:pPr>
          </w:p>
          <w:p w14:paraId="7B110D91" w14:textId="77777777" w:rsidR="00403143" w:rsidRPr="001A7B4B" w:rsidRDefault="00403143" w:rsidP="00403143">
            <w:pPr>
              <w:pStyle w:val="Normalheadingblue"/>
              <w:rPr>
                <w:rFonts w:cs="Arial"/>
                <w:color w:val="auto"/>
                <w:szCs w:val="22"/>
              </w:rPr>
            </w:pPr>
            <w:r w:rsidRPr="001A7B4B">
              <w:rPr>
                <w:rFonts w:cs="Arial"/>
                <w:color w:val="auto"/>
                <w:szCs w:val="22"/>
              </w:rPr>
              <w:t>Knowledge check example:</w:t>
            </w:r>
          </w:p>
          <w:p w14:paraId="58426F62" w14:textId="77777777" w:rsidR="00403143" w:rsidRPr="001A7B4B" w:rsidRDefault="00076AF4" w:rsidP="002C017C">
            <w:pPr>
              <w:pStyle w:val="Normalheadingblue"/>
              <w:numPr>
                <w:ilvl w:val="0"/>
                <w:numId w:val="60"/>
              </w:numPr>
              <w:rPr>
                <w:rFonts w:cs="Arial"/>
                <w:b w:val="0"/>
                <w:color w:val="auto"/>
                <w:szCs w:val="22"/>
              </w:rPr>
            </w:pPr>
            <w:r w:rsidRPr="001A7B4B">
              <w:rPr>
                <w:rFonts w:cs="Arial"/>
                <w:b w:val="0"/>
                <w:color w:val="auto"/>
                <w:szCs w:val="22"/>
              </w:rPr>
              <w:t>Complete the incomplete diagrams showing correct system layout for S, S+, Y and W plans before swapping for tutor led peer marking ad feedback</w:t>
            </w:r>
          </w:p>
          <w:p w14:paraId="07B7D840" w14:textId="77777777" w:rsidR="00403143" w:rsidRPr="001A7B4B" w:rsidRDefault="00403143" w:rsidP="00403143">
            <w:pPr>
              <w:pStyle w:val="Normalheadingblue"/>
              <w:rPr>
                <w:rFonts w:cs="Arial"/>
                <w:color w:val="auto"/>
                <w:szCs w:val="22"/>
              </w:rPr>
            </w:pPr>
          </w:p>
          <w:p w14:paraId="32EFB3F7" w14:textId="77777777" w:rsidR="00403143" w:rsidRPr="001A7B4B" w:rsidRDefault="00403143" w:rsidP="00403143">
            <w:pPr>
              <w:pStyle w:val="Normalheadingblue"/>
              <w:rPr>
                <w:rFonts w:cs="Arial"/>
                <w:color w:val="auto"/>
                <w:szCs w:val="22"/>
              </w:rPr>
            </w:pPr>
            <w:r w:rsidRPr="001A7B4B">
              <w:rPr>
                <w:rFonts w:cs="Arial"/>
                <w:color w:val="auto"/>
                <w:szCs w:val="22"/>
              </w:rPr>
              <w:t>Resources:</w:t>
            </w:r>
          </w:p>
          <w:p w14:paraId="30D7E4B8" w14:textId="0F8C118A" w:rsidR="00403143" w:rsidRPr="001A7B4B" w:rsidRDefault="00763103" w:rsidP="00076AF4">
            <w:pPr>
              <w:pStyle w:val="Normalheadingblue"/>
              <w:rPr>
                <w:rFonts w:cs="Arial"/>
                <w:b w:val="0"/>
                <w:color w:val="auto"/>
                <w:szCs w:val="22"/>
              </w:rPr>
            </w:pPr>
            <w:r w:rsidRPr="001A7B4B">
              <w:rPr>
                <w:rFonts w:cs="Arial"/>
                <w:b w:val="0"/>
                <w:color w:val="auto"/>
                <w:szCs w:val="22"/>
              </w:rPr>
              <w:t>PowerPoint</w:t>
            </w:r>
            <w:r w:rsidR="0028415E">
              <w:rPr>
                <w:rFonts w:cs="Arial"/>
                <w:b w:val="0"/>
                <w:color w:val="auto"/>
                <w:szCs w:val="22"/>
              </w:rPr>
              <w:t xml:space="preserve">: </w:t>
            </w:r>
            <w:r w:rsidR="0028415E" w:rsidRPr="0028415E">
              <w:rPr>
                <w:rFonts w:cs="Arial"/>
                <w:bCs/>
                <w:color w:val="auto"/>
                <w:szCs w:val="22"/>
              </w:rPr>
              <w:t>K1.7 K1.8 Fully Pumped Heating Systems_ S, Y, W Plan</w:t>
            </w:r>
          </w:p>
          <w:p w14:paraId="656E4673" w14:textId="77777777" w:rsidR="00076AF4" w:rsidRPr="001A7B4B" w:rsidRDefault="00076AF4" w:rsidP="00076AF4">
            <w:pPr>
              <w:pStyle w:val="Normalheadingblue"/>
              <w:rPr>
                <w:rFonts w:cs="Arial"/>
                <w:b w:val="0"/>
                <w:color w:val="auto"/>
                <w:szCs w:val="22"/>
              </w:rPr>
            </w:pPr>
            <w:r w:rsidRPr="001A7B4B">
              <w:rPr>
                <w:rFonts w:cs="Arial"/>
                <w:b w:val="0"/>
                <w:color w:val="auto"/>
                <w:szCs w:val="22"/>
              </w:rPr>
              <w:t>Schematic diagrams</w:t>
            </w:r>
          </w:p>
          <w:p w14:paraId="5291A14A" w14:textId="77777777" w:rsidR="00076AF4" w:rsidRPr="001A7B4B" w:rsidRDefault="00076AF4" w:rsidP="00076AF4">
            <w:pPr>
              <w:pStyle w:val="Normalheadingblue"/>
              <w:rPr>
                <w:rFonts w:cs="Arial"/>
                <w:b w:val="0"/>
                <w:color w:val="auto"/>
                <w:szCs w:val="22"/>
              </w:rPr>
            </w:pPr>
            <w:r w:rsidRPr="001A7B4B">
              <w:rPr>
                <w:rFonts w:cs="Arial"/>
                <w:b w:val="0"/>
                <w:color w:val="auto"/>
                <w:szCs w:val="22"/>
              </w:rPr>
              <w:t>Drawing paper pencils and rulers</w:t>
            </w:r>
          </w:p>
          <w:p w14:paraId="37E562DC" w14:textId="77777777" w:rsidR="00076AF4" w:rsidRPr="001A7B4B" w:rsidRDefault="00076AF4" w:rsidP="00076AF4">
            <w:pPr>
              <w:pStyle w:val="Normalheadingblue"/>
              <w:rPr>
                <w:rFonts w:cs="Arial"/>
                <w:b w:val="0"/>
                <w:color w:val="auto"/>
                <w:szCs w:val="22"/>
              </w:rPr>
            </w:pPr>
            <w:r w:rsidRPr="001A7B4B">
              <w:rPr>
                <w:rFonts w:cs="Arial"/>
                <w:b w:val="0"/>
                <w:color w:val="auto"/>
                <w:szCs w:val="22"/>
              </w:rPr>
              <w:t>Examples of working systems</w:t>
            </w:r>
          </w:p>
          <w:p w14:paraId="760E56A1" w14:textId="77777777" w:rsidR="00076AF4" w:rsidRPr="001A7B4B" w:rsidRDefault="00076AF4" w:rsidP="00076AF4">
            <w:pPr>
              <w:pStyle w:val="Normalheadingblue"/>
              <w:rPr>
                <w:rFonts w:cs="Arial"/>
                <w:color w:val="auto"/>
                <w:szCs w:val="22"/>
              </w:rPr>
            </w:pPr>
            <w:r w:rsidRPr="001A7B4B">
              <w:rPr>
                <w:rFonts w:cs="Arial"/>
                <w:b w:val="0"/>
                <w:color w:val="auto"/>
                <w:szCs w:val="22"/>
              </w:rPr>
              <w:t>Incomplete drawings</w:t>
            </w:r>
          </w:p>
        </w:tc>
        <w:tc>
          <w:tcPr>
            <w:tcW w:w="2246" w:type="dxa"/>
            <w:tcBorders>
              <w:top w:val="single" w:sz="4" w:space="0" w:color="C6C5C6"/>
              <w:left w:val="single" w:sz="4" w:space="0" w:color="C6C5C6"/>
              <w:bottom w:val="single" w:sz="4" w:space="0" w:color="C6C5C6"/>
              <w:right w:val="single" w:sz="4" w:space="0" w:color="C6C5C6"/>
            </w:tcBorders>
          </w:tcPr>
          <w:p w14:paraId="1F1E4DFC" w14:textId="77777777" w:rsidR="00DD207A" w:rsidRPr="001A7B4B" w:rsidRDefault="008A57D2">
            <w:r w:rsidRPr="001A7B4B">
              <w:lastRenderedPageBreak/>
              <w:t>Q&amp;A</w:t>
            </w:r>
            <w:r w:rsidRPr="001A7B4B">
              <w:br/>
            </w:r>
            <w:r w:rsidRPr="001A7B4B">
              <w:br/>
            </w:r>
            <w:r w:rsidRPr="001A7B4B">
              <w:br/>
              <w:t>Produce system diagrams</w:t>
            </w:r>
            <w:r w:rsidRPr="001A7B4B">
              <w:br/>
            </w:r>
            <w:r w:rsidRPr="001A7B4B">
              <w:br/>
              <w:t>Identify components</w:t>
            </w:r>
            <w:r w:rsidRPr="001A7B4B">
              <w:br/>
            </w:r>
            <w:r w:rsidRPr="001A7B4B">
              <w:br/>
              <w:t>Complete the incomplete layout diagrams</w:t>
            </w:r>
            <w:r w:rsidRPr="001A7B4B">
              <w:br/>
              <w:t>English skills (reading, writing, technical vocabulary)</w:t>
            </w:r>
          </w:p>
        </w:tc>
      </w:tr>
      <w:tr w:rsidR="001A7B4B" w:rsidRPr="001A7B4B" w14:paraId="40661B45"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3C4E553B" w14:textId="77777777" w:rsidR="00C24203" w:rsidRDefault="00C24203" w:rsidP="00C24203">
            <w:pPr>
              <w:jc w:val="center"/>
              <w:rPr>
                <w:rFonts w:cs="Arial"/>
                <w:szCs w:val="22"/>
              </w:rPr>
            </w:pPr>
            <w:r>
              <w:rPr>
                <w:rFonts w:cs="Arial"/>
                <w:szCs w:val="22"/>
              </w:rPr>
              <w:t>113-114</w:t>
            </w:r>
          </w:p>
          <w:p w14:paraId="6CDAE106" w14:textId="77777777" w:rsidR="00C24203" w:rsidRDefault="00C24203" w:rsidP="00C24203">
            <w:pPr>
              <w:jc w:val="center"/>
              <w:rPr>
                <w:rFonts w:cs="Arial"/>
                <w:szCs w:val="22"/>
              </w:rPr>
            </w:pPr>
            <w:r>
              <w:rPr>
                <w:rFonts w:cs="Arial"/>
                <w:szCs w:val="22"/>
              </w:rPr>
              <w:t>6 hours</w:t>
            </w:r>
          </w:p>
          <w:p w14:paraId="24287FD8" w14:textId="627071E1" w:rsidR="00937D79" w:rsidRDefault="00937D79" w:rsidP="00C24203">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40BD38EA" w14:textId="77777777" w:rsidR="00C24203" w:rsidRPr="001A7B4B" w:rsidRDefault="00C24203" w:rsidP="00C24203">
            <w:pPr>
              <w:pStyle w:val="Normalheadingblack"/>
              <w:rPr>
                <w:rFonts w:cs="Arial"/>
                <w:lang w:eastAsia="en-GB"/>
              </w:rPr>
            </w:pPr>
            <w:r w:rsidRPr="001A7B4B">
              <w:rPr>
                <w:rFonts w:cs="Arial"/>
                <w:lang w:eastAsia="en-GB"/>
              </w:rPr>
              <w:t>Outcome 1 – Plumbing and heating common knowledge criteria</w:t>
            </w:r>
          </w:p>
          <w:p w14:paraId="363D52BC" w14:textId="77777777" w:rsidR="00C24203" w:rsidRPr="001A7B4B" w:rsidRDefault="00C24203" w:rsidP="00C24203">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699BB516" w14:textId="77777777" w:rsidR="00C24203" w:rsidRPr="001A7B4B" w:rsidRDefault="00C24203" w:rsidP="00C24203">
            <w:pPr>
              <w:pStyle w:val="Normalheadingblack"/>
              <w:rPr>
                <w:rFonts w:cs="Arial"/>
                <w:b w:val="0"/>
                <w:szCs w:val="22"/>
              </w:rPr>
            </w:pPr>
            <w:r w:rsidRPr="001A7B4B">
              <w:rPr>
                <w:rFonts w:cs="Arial"/>
                <w:b w:val="0"/>
                <w:szCs w:val="22"/>
              </w:rPr>
              <w:lastRenderedPageBreak/>
              <w:t>K1.7 Plumbing and heating systems</w:t>
            </w:r>
          </w:p>
          <w:p w14:paraId="157EEF14" w14:textId="77777777" w:rsidR="00C24203" w:rsidRPr="001A7B4B" w:rsidRDefault="00C24203" w:rsidP="00C24203">
            <w:pPr>
              <w:pStyle w:val="Normalheadingblack"/>
              <w:rPr>
                <w:rFonts w:cs="Arial"/>
                <w:b w:val="0"/>
                <w:szCs w:val="22"/>
              </w:rPr>
            </w:pPr>
          </w:p>
          <w:p w14:paraId="41A67CD3" w14:textId="77777777" w:rsidR="00C24203" w:rsidRPr="001A7B4B" w:rsidRDefault="00C24203" w:rsidP="00C24203">
            <w:pPr>
              <w:pStyle w:val="Normalheadingblack"/>
              <w:rPr>
                <w:rFonts w:cs="Arial"/>
                <w:b w:val="0"/>
                <w:szCs w:val="22"/>
              </w:rPr>
            </w:pPr>
            <w:r w:rsidRPr="001A7B4B">
              <w:rPr>
                <w:rFonts w:cs="Arial"/>
                <w:b w:val="0"/>
                <w:szCs w:val="22"/>
              </w:rPr>
              <w:lastRenderedPageBreak/>
              <w:t>K1.8 Components used in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2B0F8B16" w14:textId="77777777" w:rsidR="00C24203" w:rsidRPr="001A7B4B" w:rsidRDefault="00C24203" w:rsidP="00C24203">
            <w:pPr>
              <w:pStyle w:val="Normalheadingblue"/>
              <w:rPr>
                <w:rFonts w:cs="Arial"/>
                <w:color w:val="auto"/>
                <w:szCs w:val="22"/>
              </w:rPr>
            </w:pPr>
            <w:r w:rsidRPr="001A7B4B">
              <w:rPr>
                <w:rFonts w:cs="Arial"/>
                <w:color w:val="auto"/>
                <w:szCs w:val="22"/>
              </w:rPr>
              <w:lastRenderedPageBreak/>
              <w:t>Activity:</w:t>
            </w:r>
          </w:p>
          <w:p w14:paraId="0E579C11" w14:textId="77777777" w:rsidR="00C24203" w:rsidRPr="001A7B4B" w:rsidRDefault="00C24203" w:rsidP="00C24203">
            <w:pPr>
              <w:pStyle w:val="Normalheadingblue"/>
              <w:rPr>
                <w:rFonts w:cs="Arial"/>
                <w:color w:val="auto"/>
                <w:szCs w:val="22"/>
              </w:rPr>
            </w:pPr>
          </w:p>
          <w:p w14:paraId="520B002E" w14:textId="77777777" w:rsidR="00C24203" w:rsidRPr="001A7B4B" w:rsidRDefault="00C24203" w:rsidP="00C24203">
            <w:pPr>
              <w:pStyle w:val="Normalheadingblue"/>
              <w:rPr>
                <w:rFonts w:cs="Arial"/>
                <w:color w:val="auto"/>
                <w:szCs w:val="22"/>
              </w:rPr>
            </w:pPr>
            <w:r w:rsidRPr="001A7B4B">
              <w:rPr>
                <w:rFonts w:cs="Arial"/>
                <w:color w:val="auto"/>
                <w:szCs w:val="22"/>
              </w:rPr>
              <w:t>Starter task example:</w:t>
            </w:r>
          </w:p>
          <w:p w14:paraId="0B12D3E8" w14:textId="4D601DEB" w:rsidR="00C24203" w:rsidRPr="001A7B4B" w:rsidRDefault="00C24203" w:rsidP="002C017C">
            <w:pPr>
              <w:pStyle w:val="Normalheadingblue"/>
              <w:numPr>
                <w:ilvl w:val="0"/>
                <w:numId w:val="60"/>
              </w:numPr>
              <w:rPr>
                <w:rFonts w:cs="Arial"/>
                <w:b w:val="0"/>
                <w:color w:val="auto"/>
                <w:szCs w:val="22"/>
              </w:rPr>
            </w:pPr>
            <w:r w:rsidRPr="001A7B4B">
              <w:rPr>
                <w:rFonts w:cs="Arial"/>
                <w:b w:val="0"/>
                <w:color w:val="auto"/>
                <w:szCs w:val="22"/>
              </w:rPr>
              <w:lastRenderedPageBreak/>
              <w:t>Long term recall Q&amp;A – Recall of knowledge from Hot water content – Each learner to state one fact based on hot water systems before nominating a peer</w:t>
            </w:r>
            <w:r w:rsidR="00A55661">
              <w:rPr>
                <w:rFonts w:cs="Arial"/>
                <w:b w:val="0"/>
                <w:color w:val="auto"/>
                <w:szCs w:val="22"/>
              </w:rPr>
              <w:t>.</w:t>
            </w:r>
          </w:p>
          <w:p w14:paraId="6C583409" w14:textId="77777777" w:rsidR="00C24203" w:rsidRPr="001A7B4B" w:rsidRDefault="00C24203" w:rsidP="00C24203">
            <w:pPr>
              <w:pStyle w:val="Normalheadingblue"/>
              <w:rPr>
                <w:rFonts w:cs="Arial"/>
                <w:color w:val="auto"/>
                <w:szCs w:val="22"/>
              </w:rPr>
            </w:pPr>
            <w:r w:rsidRPr="001A7B4B">
              <w:rPr>
                <w:rFonts w:cs="Arial"/>
                <w:color w:val="auto"/>
                <w:szCs w:val="22"/>
              </w:rPr>
              <w:t>Delivery:</w:t>
            </w:r>
          </w:p>
          <w:p w14:paraId="0ED1256C" w14:textId="006FFF2B" w:rsidR="00C24203" w:rsidRPr="001A7B4B" w:rsidRDefault="00C24203" w:rsidP="00C24203">
            <w:pPr>
              <w:pStyle w:val="Normalheadingblue"/>
              <w:rPr>
                <w:rFonts w:cs="Arial"/>
                <w:color w:val="auto"/>
                <w:szCs w:val="22"/>
              </w:rPr>
            </w:pPr>
            <w:r w:rsidRPr="001A7B4B">
              <w:rPr>
                <w:rFonts w:cs="Arial"/>
                <w:b w:val="0"/>
                <w:color w:val="auto"/>
                <w:szCs w:val="22"/>
              </w:rPr>
              <w:t>Tutor to deliver content</w:t>
            </w:r>
            <w:r w:rsidR="000B4628">
              <w:rPr>
                <w:rFonts w:cs="Arial"/>
                <w:b w:val="0"/>
                <w:color w:val="auto"/>
                <w:szCs w:val="22"/>
              </w:rPr>
              <w:t xml:space="preserve"> on </w:t>
            </w:r>
            <w:r w:rsidR="000B4628" w:rsidRPr="000B4628">
              <w:rPr>
                <w:rFonts w:cs="Arial"/>
                <w:b w:val="0"/>
                <w:bCs/>
                <w:color w:val="auto"/>
                <w:szCs w:val="22"/>
              </w:rPr>
              <w:t>Heating systems – Large system layouts and control, including</w:t>
            </w:r>
            <w:r w:rsidRPr="000B4628">
              <w:rPr>
                <w:rFonts w:cs="Arial"/>
                <w:b w:val="0"/>
                <w:bCs/>
                <w:color w:val="auto"/>
                <w:szCs w:val="22"/>
              </w:rPr>
              <w:t>:</w:t>
            </w:r>
          </w:p>
          <w:p w14:paraId="0895664C" w14:textId="77777777" w:rsidR="00C24203" w:rsidRPr="001A7B4B" w:rsidRDefault="00C24203" w:rsidP="002C017C">
            <w:pPr>
              <w:pStyle w:val="Normalheadingblue"/>
              <w:numPr>
                <w:ilvl w:val="0"/>
                <w:numId w:val="60"/>
              </w:numPr>
              <w:rPr>
                <w:rFonts w:cs="Arial"/>
                <w:b w:val="0"/>
                <w:color w:val="auto"/>
                <w:szCs w:val="22"/>
              </w:rPr>
            </w:pPr>
            <w:r w:rsidRPr="001A7B4B">
              <w:rPr>
                <w:rFonts w:cs="Arial"/>
                <w:b w:val="0"/>
                <w:color w:val="auto"/>
                <w:szCs w:val="22"/>
              </w:rPr>
              <w:t>Constant temperature systems</w:t>
            </w:r>
          </w:p>
          <w:p w14:paraId="66821EB7" w14:textId="77777777" w:rsidR="00C24203" w:rsidRPr="001A7B4B" w:rsidRDefault="00C24203" w:rsidP="002C017C">
            <w:pPr>
              <w:pStyle w:val="Normalheadingblue"/>
              <w:numPr>
                <w:ilvl w:val="0"/>
                <w:numId w:val="60"/>
              </w:numPr>
              <w:rPr>
                <w:rFonts w:cs="Arial"/>
                <w:b w:val="0"/>
                <w:color w:val="auto"/>
                <w:szCs w:val="22"/>
              </w:rPr>
            </w:pPr>
            <w:r w:rsidRPr="001A7B4B">
              <w:rPr>
                <w:rFonts w:cs="Arial"/>
                <w:b w:val="0"/>
                <w:color w:val="auto"/>
                <w:szCs w:val="22"/>
              </w:rPr>
              <w:t>Variable temperature systems</w:t>
            </w:r>
          </w:p>
          <w:p w14:paraId="28E139A9" w14:textId="77777777" w:rsidR="00C24203" w:rsidRPr="001A7B4B" w:rsidRDefault="00C24203" w:rsidP="002C017C">
            <w:pPr>
              <w:pStyle w:val="Normalheadingblue"/>
              <w:numPr>
                <w:ilvl w:val="0"/>
                <w:numId w:val="60"/>
              </w:numPr>
              <w:rPr>
                <w:rFonts w:cs="Arial"/>
                <w:b w:val="0"/>
                <w:color w:val="auto"/>
                <w:szCs w:val="22"/>
              </w:rPr>
            </w:pPr>
            <w:r w:rsidRPr="001A7B4B">
              <w:rPr>
                <w:rFonts w:cs="Arial"/>
                <w:b w:val="0"/>
                <w:color w:val="auto"/>
                <w:szCs w:val="22"/>
              </w:rPr>
              <w:t>Multiple boiler installations</w:t>
            </w:r>
          </w:p>
          <w:p w14:paraId="636DC070" w14:textId="77777777" w:rsidR="00C24203" w:rsidRPr="001A7B4B" w:rsidRDefault="00C24203" w:rsidP="002C017C">
            <w:pPr>
              <w:pStyle w:val="Normalheadingblue"/>
              <w:numPr>
                <w:ilvl w:val="0"/>
                <w:numId w:val="60"/>
              </w:numPr>
              <w:rPr>
                <w:rFonts w:cs="Arial"/>
                <w:b w:val="0"/>
                <w:color w:val="auto"/>
                <w:szCs w:val="22"/>
              </w:rPr>
            </w:pPr>
            <w:r w:rsidRPr="001A7B4B">
              <w:rPr>
                <w:rFonts w:cs="Arial"/>
                <w:b w:val="0"/>
                <w:color w:val="auto"/>
                <w:szCs w:val="22"/>
              </w:rPr>
              <w:t>Low loss headers</w:t>
            </w:r>
          </w:p>
          <w:p w14:paraId="047C83CC" w14:textId="77777777" w:rsidR="00C24203" w:rsidRPr="001A7B4B" w:rsidRDefault="00C24203" w:rsidP="002C017C">
            <w:pPr>
              <w:pStyle w:val="Normalheadingblue"/>
              <w:numPr>
                <w:ilvl w:val="0"/>
                <w:numId w:val="60"/>
              </w:numPr>
              <w:rPr>
                <w:rFonts w:cs="Arial"/>
                <w:b w:val="0"/>
                <w:color w:val="auto"/>
                <w:szCs w:val="22"/>
              </w:rPr>
            </w:pPr>
            <w:r w:rsidRPr="001A7B4B">
              <w:rPr>
                <w:rFonts w:cs="Arial"/>
                <w:b w:val="0"/>
                <w:color w:val="auto"/>
                <w:szCs w:val="22"/>
              </w:rPr>
              <w:t>Tutor to discuss the need for larger systems and identify the difference between CT and VT including 3 port valve position in relation to pump.</w:t>
            </w:r>
          </w:p>
          <w:p w14:paraId="37D8ED4C" w14:textId="6A807C28" w:rsidR="00C24203" w:rsidRPr="001A7B4B" w:rsidRDefault="00C24203" w:rsidP="002C017C">
            <w:pPr>
              <w:pStyle w:val="Normalheadingblue"/>
              <w:numPr>
                <w:ilvl w:val="0"/>
                <w:numId w:val="60"/>
              </w:numPr>
              <w:rPr>
                <w:rFonts w:cs="Arial"/>
                <w:b w:val="0"/>
                <w:color w:val="auto"/>
                <w:szCs w:val="22"/>
              </w:rPr>
            </w:pPr>
            <w:r w:rsidRPr="001A7B4B">
              <w:rPr>
                <w:rFonts w:cs="Arial"/>
                <w:b w:val="0"/>
                <w:color w:val="auto"/>
                <w:szCs w:val="22"/>
              </w:rPr>
              <w:t>Look at 3 port mixing and diverting valves and identify the difference in ports</w:t>
            </w:r>
            <w:r w:rsidR="00F07F64">
              <w:rPr>
                <w:rFonts w:cs="Arial"/>
                <w:b w:val="0"/>
                <w:color w:val="auto"/>
                <w:szCs w:val="22"/>
              </w:rPr>
              <w:t>.</w:t>
            </w:r>
          </w:p>
          <w:p w14:paraId="18143B54" w14:textId="5E27FD65" w:rsidR="00C24203" w:rsidRPr="001A7B4B" w:rsidRDefault="00116A2E" w:rsidP="002C017C">
            <w:pPr>
              <w:pStyle w:val="Normalheadingblue"/>
              <w:numPr>
                <w:ilvl w:val="0"/>
                <w:numId w:val="60"/>
              </w:numPr>
              <w:rPr>
                <w:rFonts w:cs="Arial"/>
                <w:b w:val="0"/>
                <w:color w:val="auto"/>
                <w:szCs w:val="22"/>
              </w:rPr>
            </w:pPr>
            <w:r w:rsidRPr="001A7B4B">
              <w:rPr>
                <w:rFonts w:cs="Arial"/>
                <w:b w:val="0"/>
                <w:color w:val="auto"/>
                <w:szCs w:val="22"/>
              </w:rPr>
              <w:t>Students</w:t>
            </w:r>
            <w:r w:rsidR="00C24203" w:rsidRPr="001A7B4B">
              <w:rPr>
                <w:rFonts w:cs="Arial"/>
                <w:b w:val="0"/>
                <w:color w:val="auto"/>
                <w:szCs w:val="22"/>
              </w:rPr>
              <w:t xml:space="preserve"> to label the ports (a, b, ab) of mixing and diverting valves</w:t>
            </w:r>
            <w:r w:rsidR="00F07F64">
              <w:rPr>
                <w:rFonts w:cs="Arial"/>
                <w:b w:val="0"/>
                <w:color w:val="auto"/>
                <w:szCs w:val="22"/>
              </w:rPr>
              <w:t>.</w:t>
            </w:r>
          </w:p>
          <w:p w14:paraId="5B34BA44" w14:textId="3F30F6FD" w:rsidR="00C24203" w:rsidRPr="001A7B4B" w:rsidRDefault="00C24203" w:rsidP="002C017C">
            <w:pPr>
              <w:pStyle w:val="Normalheadingblue"/>
              <w:numPr>
                <w:ilvl w:val="0"/>
                <w:numId w:val="60"/>
              </w:numPr>
              <w:rPr>
                <w:rFonts w:cs="Arial"/>
                <w:b w:val="0"/>
                <w:color w:val="auto"/>
                <w:szCs w:val="22"/>
              </w:rPr>
            </w:pPr>
            <w:r w:rsidRPr="001A7B4B">
              <w:rPr>
                <w:rFonts w:cs="Arial"/>
                <w:b w:val="0"/>
                <w:color w:val="auto"/>
                <w:szCs w:val="22"/>
              </w:rPr>
              <w:t>Examine multiple boiler / modular boiler installation and discuss the advantages vs single large boiler</w:t>
            </w:r>
            <w:r w:rsidR="00F07F64">
              <w:rPr>
                <w:rFonts w:cs="Arial"/>
                <w:b w:val="0"/>
                <w:color w:val="auto"/>
                <w:szCs w:val="22"/>
              </w:rPr>
              <w:t>.</w:t>
            </w:r>
          </w:p>
          <w:p w14:paraId="10DA97C0" w14:textId="548025F2" w:rsidR="00C24203" w:rsidRPr="001A7B4B" w:rsidRDefault="00C24203" w:rsidP="002C017C">
            <w:pPr>
              <w:pStyle w:val="Normalheadingblue"/>
              <w:numPr>
                <w:ilvl w:val="0"/>
                <w:numId w:val="60"/>
              </w:numPr>
              <w:rPr>
                <w:rFonts w:cs="Arial"/>
                <w:b w:val="0"/>
                <w:color w:val="auto"/>
                <w:szCs w:val="22"/>
              </w:rPr>
            </w:pPr>
            <w:r w:rsidRPr="001A7B4B">
              <w:rPr>
                <w:rFonts w:cs="Arial"/>
                <w:b w:val="0"/>
                <w:color w:val="auto"/>
                <w:szCs w:val="22"/>
              </w:rPr>
              <w:t>Discuss the position of AAV’s and drain off valves on header installations</w:t>
            </w:r>
            <w:r w:rsidR="00F07F64">
              <w:rPr>
                <w:rFonts w:cs="Arial"/>
                <w:b w:val="0"/>
                <w:color w:val="auto"/>
                <w:szCs w:val="22"/>
              </w:rPr>
              <w:t>.</w:t>
            </w:r>
          </w:p>
          <w:p w14:paraId="2CFC5A72" w14:textId="77777777" w:rsidR="00C24203" w:rsidRPr="001A7B4B" w:rsidRDefault="00C24203" w:rsidP="00C24203">
            <w:pPr>
              <w:pStyle w:val="Normalheadingblue"/>
              <w:rPr>
                <w:rFonts w:cs="Arial"/>
                <w:color w:val="auto"/>
                <w:szCs w:val="22"/>
              </w:rPr>
            </w:pPr>
          </w:p>
          <w:p w14:paraId="68269C02" w14:textId="77777777" w:rsidR="00C24203" w:rsidRPr="001A7B4B" w:rsidRDefault="00C24203" w:rsidP="00C24203">
            <w:pPr>
              <w:pStyle w:val="Normalheadingblue"/>
              <w:rPr>
                <w:rFonts w:cs="Arial"/>
                <w:color w:val="auto"/>
                <w:szCs w:val="22"/>
              </w:rPr>
            </w:pPr>
            <w:r w:rsidRPr="001A7B4B">
              <w:rPr>
                <w:rFonts w:cs="Arial"/>
                <w:color w:val="auto"/>
                <w:szCs w:val="22"/>
              </w:rPr>
              <w:lastRenderedPageBreak/>
              <w:t>Knowledge check example:</w:t>
            </w:r>
          </w:p>
          <w:p w14:paraId="2C3BD557" w14:textId="1877213B" w:rsidR="00C24203" w:rsidRPr="001A7B4B" w:rsidRDefault="00C24203" w:rsidP="00C24203">
            <w:pPr>
              <w:pStyle w:val="Normalheadingblue"/>
              <w:rPr>
                <w:rFonts w:cs="Arial"/>
                <w:b w:val="0"/>
                <w:color w:val="auto"/>
                <w:szCs w:val="22"/>
              </w:rPr>
            </w:pPr>
            <w:r w:rsidRPr="001A7B4B">
              <w:rPr>
                <w:rFonts w:cs="Arial"/>
                <w:b w:val="0"/>
                <w:color w:val="auto"/>
                <w:szCs w:val="22"/>
              </w:rPr>
              <w:t>Knowledge test based on session content including MCQ, open questions and diagram based questions</w:t>
            </w:r>
            <w:r w:rsidR="00932296">
              <w:rPr>
                <w:rFonts w:cs="Arial"/>
                <w:b w:val="0"/>
                <w:color w:val="auto"/>
                <w:szCs w:val="22"/>
              </w:rPr>
              <w:t>.</w:t>
            </w:r>
          </w:p>
          <w:p w14:paraId="0E743191" w14:textId="77777777" w:rsidR="00C24203" w:rsidRPr="001A7B4B" w:rsidRDefault="00C24203" w:rsidP="00C24203">
            <w:pPr>
              <w:pStyle w:val="Normalheadingblue"/>
              <w:rPr>
                <w:rFonts w:cs="Arial"/>
                <w:color w:val="auto"/>
                <w:szCs w:val="22"/>
              </w:rPr>
            </w:pPr>
          </w:p>
          <w:p w14:paraId="1A9E3BAE" w14:textId="77777777" w:rsidR="00C24203" w:rsidRPr="001A7B4B" w:rsidRDefault="00C24203" w:rsidP="00C24203">
            <w:pPr>
              <w:pStyle w:val="Normalheadingblue"/>
              <w:rPr>
                <w:rFonts w:cs="Arial"/>
                <w:color w:val="auto"/>
                <w:szCs w:val="22"/>
              </w:rPr>
            </w:pPr>
            <w:r w:rsidRPr="001A7B4B">
              <w:rPr>
                <w:rFonts w:cs="Arial"/>
                <w:color w:val="auto"/>
                <w:szCs w:val="22"/>
              </w:rPr>
              <w:t>Resources:</w:t>
            </w:r>
          </w:p>
          <w:p w14:paraId="76C2AEBA" w14:textId="77777777" w:rsidR="00C24203" w:rsidRPr="001A7B4B" w:rsidRDefault="00C24203" w:rsidP="00C24203">
            <w:pPr>
              <w:pStyle w:val="Normalheadingblue"/>
              <w:rPr>
                <w:rFonts w:cs="Arial"/>
                <w:b w:val="0"/>
                <w:color w:val="auto"/>
                <w:szCs w:val="22"/>
              </w:rPr>
            </w:pPr>
            <w:r w:rsidRPr="001A7B4B">
              <w:rPr>
                <w:rFonts w:cs="Arial"/>
                <w:b w:val="0"/>
                <w:color w:val="auto"/>
                <w:szCs w:val="22"/>
              </w:rPr>
              <w:t>Schematics of CT and VT installations</w:t>
            </w:r>
          </w:p>
          <w:p w14:paraId="25B60CC8" w14:textId="436FDB87" w:rsidR="00C24203" w:rsidRPr="001A7B4B" w:rsidRDefault="00C24203" w:rsidP="00C24203">
            <w:pPr>
              <w:pStyle w:val="Normalheadingblue"/>
              <w:rPr>
                <w:rFonts w:cs="Arial"/>
                <w:b w:val="0"/>
                <w:color w:val="auto"/>
                <w:szCs w:val="22"/>
              </w:rPr>
            </w:pPr>
            <w:r w:rsidRPr="001A7B4B">
              <w:rPr>
                <w:rFonts w:cs="Arial"/>
                <w:b w:val="0"/>
                <w:color w:val="auto"/>
                <w:szCs w:val="22"/>
              </w:rPr>
              <w:t>Examples of 3 port mixing and diverting valves</w:t>
            </w:r>
          </w:p>
          <w:p w14:paraId="54152E32" w14:textId="3545B378" w:rsidR="00C24203" w:rsidRPr="001A7B4B" w:rsidRDefault="00C24203" w:rsidP="00C24203">
            <w:pPr>
              <w:pStyle w:val="Normalheadingblue"/>
              <w:rPr>
                <w:rFonts w:cs="Arial"/>
                <w:b w:val="0"/>
                <w:color w:val="auto"/>
                <w:szCs w:val="22"/>
              </w:rPr>
            </w:pPr>
            <w:r w:rsidRPr="001A7B4B">
              <w:rPr>
                <w:rFonts w:cs="Arial"/>
                <w:b w:val="0"/>
                <w:color w:val="auto"/>
                <w:szCs w:val="22"/>
              </w:rPr>
              <w:t>Examples of headers and installed systems</w:t>
            </w:r>
          </w:p>
          <w:p w14:paraId="4B9A1053" w14:textId="77777777" w:rsidR="00C24203" w:rsidRPr="001A7B4B" w:rsidRDefault="00C24203" w:rsidP="00C24203">
            <w:pPr>
              <w:pStyle w:val="Normalheadingblue"/>
              <w:rPr>
                <w:rFonts w:cs="Arial"/>
                <w:color w:val="auto"/>
                <w:szCs w:val="22"/>
              </w:rPr>
            </w:pPr>
            <w:r w:rsidRPr="001A7B4B">
              <w:rPr>
                <w:rFonts w:cs="Arial"/>
                <w:b w:val="0"/>
                <w:color w:val="auto"/>
                <w:szCs w:val="22"/>
              </w:rPr>
              <w:t>Knowledge test</w:t>
            </w:r>
          </w:p>
        </w:tc>
        <w:tc>
          <w:tcPr>
            <w:tcW w:w="2246" w:type="dxa"/>
            <w:tcBorders>
              <w:top w:val="single" w:sz="4" w:space="0" w:color="C6C5C6"/>
              <w:left w:val="single" w:sz="4" w:space="0" w:color="C6C5C6"/>
              <w:bottom w:val="single" w:sz="4" w:space="0" w:color="C6C5C6"/>
              <w:right w:val="single" w:sz="4" w:space="0" w:color="C6C5C6"/>
            </w:tcBorders>
          </w:tcPr>
          <w:p w14:paraId="70712A06" w14:textId="77777777" w:rsidR="00DD207A" w:rsidRPr="001A7B4B" w:rsidRDefault="008A57D2">
            <w:r w:rsidRPr="001A7B4B">
              <w:lastRenderedPageBreak/>
              <w:t>Q&amp;A</w:t>
            </w:r>
            <w:r w:rsidRPr="001A7B4B">
              <w:br/>
            </w:r>
            <w:r w:rsidRPr="001A7B4B">
              <w:br/>
            </w:r>
            <w:r w:rsidRPr="001A7B4B">
              <w:br/>
            </w:r>
            <w:r w:rsidRPr="001A7B4B">
              <w:br/>
              <w:t>Knowledge test</w:t>
            </w:r>
            <w:r w:rsidRPr="001A7B4B">
              <w:br/>
            </w:r>
            <w:r w:rsidRPr="001A7B4B">
              <w:lastRenderedPageBreak/>
              <w:br/>
            </w:r>
            <w:r w:rsidRPr="001A7B4B">
              <w:br/>
            </w:r>
            <w:r w:rsidRPr="001A7B4B">
              <w:br/>
            </w:r>
            <w:r w:rsidRPr="001A7B4B">
              <w:br/>
            </w:r>
            <w:r w:rsidRPr="001A7B4B">
              <w:br/>
            </w:r>
            <w:r w:rsidRPr="001A7B4B">
              <w:br/>
            </w:r>
            <w:r w:rsidRPr="001A7B4B">
              <w:br/>
            </w:r>
            <w:r w:rsidRPr="001A7B4B">
              <w:br/>
            </w:r>
            <w:r w:rsidRPr="001A7B4B">
              <w:br/>
            </w:r>
            <w:r w:rsidRPr="001A7B4B">
              <w:br/>
            </w:r>
            <w:r w:rsidRPr="001A7B4B">
              <w:br/>
              <w:t>Identify valve ports</w:t>
            </w:r>
            <w:r w:rsidRPr="001A7B4B">
              <w:br/>
              <w:t>English skills (reading, writing, technical vocabulary)</w:t>
            </w:r>
          </w:p>
        </w:tc>
      </w:tr>
      <w:tr w:rsidR="001A7B4B" w:rsidRPr="001A7B4B" w14:paraId="5EA9EE30"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2830FFE8" w14:textId="77777777" w:rsidR="00D00E66" w:rsidRDefault="00D00E66" w:rsidP="00D00E66">
            <w:pPr>
              <w:jc w:val="center"/>
              <w:rPr>
                <w:rFonts w:cs="Arial"/>
                <w:szCs w:val="22"/>
              </w:rPr>
            </w:pPr>
            <w:r>
              <w:rPr>
                <w:rFonts w:cs="Arial"/>
                <w:szCs w:val="22"/>
              </w:rPr>
              <w:lastRenderedPageBreak/>
              <w:t>115</w:t>
            </w:r>
          </w:p>
          <w:p w14:paraId="7C078777" w14:textId="77777777" w:rsidR="00D00E66" w:rsidRDefault="00D00E66" w:rsidP="00D00E66">
            <w:pPr>
              <w:jc w:val="center"/>
              <w:rPr>
                <w:rFonts w:cs="Arial"/>
                <w:szCs w:val="22"/>
              </w:rPr>
            </w:pPr>
            <w:r>
              <w:rPr>
                <w:rFonts w:cs="Arial"/>
                <w:szCs w:val="22"/>
              </w:rPr>
              <w:t>3 hours</w:t>
            </w:r>
          </w:p>
          <w:p w14:paraId="7AD638F3" w14:textId="7B3809AB" w:rsidR="004924D3" w:rsidRDefault="004924D3" w:rsidP="00D00E66">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0753C209" w14:textId="77777777" w:rsidR="00D00E66" w:rsidRPr="001A7B4B" w:rsidRDefault="00D00E66" w:rsidP="00D00E66">
            <w:pPr>
              <w:pStyle w:val="Normalheadingblack"/>
              <w:rPr>
                <w:rFonts w:cs="Arial"/>
                <w:lang w:eastAsia="en-GB"/>
              </w:rPr>
            </w:pPr>
            <w:r w:rsidRPr="001A7B4B">
              <w:rPr>
                <w:rFonts w:cs="Arial"/>
                <w:lang w:eastAsia="en-GB"/>
              </w:rPr>
              <w:t>Outcome 1 – Plumbing and heating common knowledge criteria</w:t>
            </w:r>
          </w:p>
          <w:p w14:paraId="33477B35" w14:textId="77777777" w:rsidR="00D00E66" w:rsidRPr="001A7B4B" w:rsidRDefault="00D00E66" w:rsidP="00D00E66">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584E72F9" w14:textId="77777777" w:rsidR="00D00E66" w:rsidRPr="001A7B4B" w:rsidRDefault="00D00E66" w:rsidP="00D00E66">
            <w:pPr>
              <w:pStyle w:val="Normalheadingblack"/>
              <w:rPr>
                <w:rFonts w:cs="Arial"/>
                <w:b w:val="0"/>
                <w:szCs w:val="22"/>
              </w:rPr>
            </w:pPr>
            <w:r w:rsidRPr="001A7B4B">
              <w:rPr>
                <w:rFonts w:cs="Arial"/>
                <w:b w:val="0"/>
                <w:szCs w:val="22"/>
              </w:rPr>
              <w:t>K1.7 Plumbing and heating systems</w:t>
            </w:r>
          </w:p>
          <w:p w14:paraId="549DA8AD" w14:textId="77777777" w:rsidR="00D00E66" w:rsidRPr="001A7B4B" w:rsidRDefault="00D00E66" w:rsidP="00D00E66">
            <w:pPr>
              <w:pStyle w:val="Normalheadingblack"/>
              <w:rPr>
                <w:rFonts w:cs="Arial"/>
                <w:b w:val="0"/>
                <w:szCs w:val="22"/>
              </w:rPr>
            </w:pPr>
          </w:p>
          <w:p w14:paraId="3F5CD61B" w14:textId="77777777" w:rsidR="00D00E66" w:rsidRPr="001A7B4B" w:rsidRDefault="00D00E66" w:rsidP="00D00E66">
            <w:pPr>
              <w:pStyle w:val="Normalheadingblack"/>
              <w:rPr>
                <w:rFonts w:cs="Arial"/>
                <w:b w:val="0"/>
                <w:szCs w:val="22"/>
              </w:rPr>
            </w:pPr>
            <w:r w:rsidRPr="001A7B4B">
              <w:rPr>
                <w:rFonts w:cs="Arial"/>
                <w:b w:val="0"/>
                <w:szCs w:val="22"/>
              </w:rPr>
              <w:t>K1.8 Components used in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678E9ACE" w14:textId="77777777" w:rsidR="00D00E66" w:rsidRPr="001A7B4B" w:rsidRDefault="00D00E66" w:rsidP="00D00E66">
            <w:pPr>
              <w:pStyle w:val="Normalheadingblue"/>
              <w:rPr>
                <w:rFonts w:cs="Arial"/>
                <w:color w:val="auto"/>
                <w:szCs w:val="22"/>
              </w:rPr>
            </w:pPr>
            <w:r w:rsidRPr="001A7B4B">
              <w:rPr>
                <w:rFonts w:cs="Arial"/>
                <w:color w:val="auto"/>
                <w:szCs w:val="22"/>
              </w:rPr>
              <w:t>Activity:</w:t>
            </w:r>
          </w:p>
          <w:p w14:paraId="64D5B83C" w14:textId="77777777" w:rsidR="00D00E66" w:rsidRPr="001A7B4B" w:rsidRDefault="00D00E66" w:rsidP="00D00E66">
            <w:pPr>
              <w:pStyle w:val="Normalheadingblue"/>
              <w:rPr>
                <w:rFonts w:cs="Arial"/>
                <w:color w:val="auto"/>
                <w:szCs w:val="22"/>
              </w:rPr>
            </w:pPr>
          </w:p>
          <w:p w14:paraId="7609C91C" w14:textId="77777777" w:rsidR="00D00E66" w:rsidRPr="001A7B4B" w:rsidRDefault="00D00E66" w:rsidP="00D00E66">
            <w:pPr>
              <w:pStyle w:val="Normalheadingblue"/>
              <w:rPr>
                <w:rFonts w:cs="Arial"/>
                <w:color w:val="auto"/>
                <w:szCs w:val="22"/>
              </w:rPr>
            </w:pPr>
            <w:r w:rsidRPr="001A7B4B">
              <w:rPr>
                <w:rFonts w:cs="Arial"/>
                <w:color w:val="auto"/>
                <w:szCs w:val="22"/>
              </w:rPr>
              <w:t>Starter task example:</w:t>
            </w:r>
          </w:p>
          <w:p w14:paraId="707525EA" w14:textId="77777777" w:rsidR="00D00E66" w:rsidRPr="001A7B4B" w:rsidRDefault="00D00E66" w:rsidP="002C017C">
            <w:pPr>
              <w:pStyle w:val="Normalheadingblue"/>
              <w:numPr>
                <w:ilvl w:val="0"/>
                <w:numId w:val="62"/>
              </w:numPr>
              <w:rPr>
                <w:rFonts w:cs="Arial"/>
                <w:b w:val="0"/>
                <w:color w:val="auto"/>
                <w:szCs w:val="22"/>
              </w:rPr>
            </w:pPr>
            <w:r w:rsidRPr="001A7B4B">
              <w:rPr>
                <w:rFonts w:cs="Arial"/>
                <w:b w:val="0"/>
                <w:color w:val="auto"/>
                <w:szCs w:val="22"/>
              </w:rPr>
              <w:t>Introduction to AI software for study. Tutor to introduce quick examples of AI software and lead 10 minute discussion regarding its use within study and work.</w:t>
            </w:r>
          </w:p>
          <w:p w14:paraId="07ACB80F" w14:textId="77777777" w:rsidR="004C32D0" w:rsidRDefault="00D00E66" w:rsidP="00D00E66">
            <w:pPr>
              <w:pStyle w:val="Normalheadingblue"/>
              <w:rPr>
                <w:rFonts w:cs="Arial"/>
                <w:color w:val="auto"/>
                <w:szCs w:val="22"/>
              </w:rPr>
            </w:pPr>
            <w:r w:rsidRPr="001A7B4B">
              <w:rPr>
                <w:rFonts w:cs="Arial"/>
                <w:color w:val="auto"/>
                <w:szCs w:val="22"/>
              </w:rPr>
              <w:t>Delivery:</w:t>
            </w:r>
          </w:p>
          <w:p w14:paraId="7E4E468A" w14:textId="081DD319" w:rsidR="00D00E66" w:rsidRPr="001A7B4B" w:rsidRDefault="00D00E66" w:rsidP="00D00E66">
            <w:pPr>
              <w:pStyle w:val="Normalheadingblue"/>
              <w:rPr>
                <w:rFonts w:cs="Arial"/>
                <w:color w:val="auto"/>
                <w:szCs w:val="22"/>
              </w:rPr>
            </w:pPr>
            <w:r w:rsidRPr="001A7B4B">
              <w:rPr>
                <w:rFonts w:cs="Arial"/>
                <w:b w:val="0"/>
                <w:color w:val="auto"/>
                <w:szCs w:val="22"/>
              </w:rPr>
              <w:t>Tutor to deliver content</w:t>
            </w:r>
            <w:r w:rsidR="004C32D0">
              <w:rPr>
                <w:rFonts w:cs="Arial"/>
                <w:b w:val="0"/>
                <w:color w:val="auto"/>
                <w:szCs w:val="22"/>
              </w:rPr>
              <w:t xml:space="preserve"> on </w:t>
            </w:r>
            <w:r w:rsidR="004C32D0" w:rsidRPr="004C32D0">
              <w:rPr>
                <w:rFonts w:cs="Arial"/>
                <w:b w:val="0"/>
                <w:bCs/>
                <w:color w:val="auto"/>
                <w:szCs w:val="22"/>
              </w:rPr>
              <w:t>Heating systems – Microbore systems</w:t>
            </w:r>
            <w:r w:rsidR="004C32D0">
              <w:rPr>
                <w:rFonts w:cs="Arial"/>
                <w:color w:val="auto"/>
                <w:szCs w:val="22"/>
              </w:rPr>
              <w:t>,</w:t>
            </w:r>
            <w:r w:rsidRPr="001A7B4B">
              <w:rPr>
                <w:rFonts w:cs="Arial"/>
                <w:b w:val="0"/>
                <w:color w:val="auto"/>
                <w:szCs w:val="22"/>
              </w:rPr>
              <w:t xml:space="preserve"> including:</w:t>
            </w:r>
          </w:p>
          <w:p w14:paraId="1BF504E3" w14:textId="77777777" w:rsidR="00D00E66" w:rsidRPr="001A7B4B" w:rsidRDefault="00D00E66" w:rsidP="002C017C">
            <w:pPr>
              <w:pStyle w:val="Normalheadingblue"/>
              <w:numPr>
                <w:ilvl w:val="0"/>
                <w:numId w:val="61"/>
              </w:numPr>
              <w:rPr>
                <w:rFonts w:cs="Arial"/>
                <w:b w:val="0"/>
                <w:color w:val="auto"/>
                <w:szCs w:val="22"/>
              </w:rPr>
            </w:pPr>
            <w:r w:rsidRPr="001A7B4B">
              <w:rPr>
                <w:rFonts w:cs="Arial"/>
                <w:b w:val="0"/>
                <w:color w:val="auto"/>
                <w:szCs w:val="22"/>
              </w:rPr>
              <w:t>Microbore pipe sizes</w:t>
            </w:r>
          </w:p>
          <w:p w14:paraId="21C9298C" w14:textId="77777777" w:rsidR="00D00E66" w:rsidRPr="001A7B4B" w:rsidRDefault="00D00E66" w:rsidP="002C017C">
            <w:pPr>
              <w:pStyle w:val="Normalheadingblue"/>
              <w:numPr>
                <w:ilvl w:val="0"/>
                <w:numId w:val="61"/>
              </w:numPr>
              <w:rPr>
                <w:rFonts w:cs="Arial"/>
                <w:b w:val="0"/>
                <w:color w:val="auto"/>
                <w:szCs w:val="22"/>
              </w:rPr>
            </w:pPr>
            <w:r w:rsidRPr="001A7B4B">
              <w:rPr>
                <w:rFonts w:cs="Arial"/>
                <w:b w:val="0"/>
                <w:color w:val="auto"/>
                <w:szCs w:val="22"/>
              </w:rPr>
              <w:t>Manifolds</w:t>
            </w:r>
          </w:p>
          <w:p w14:paraId="3D4B925D" w14:textId="77777777" w:rsidR="00D00E66" w:rsidRPr="001A7B4B" w:rsidRDefault="00D00E66" w:rsidP="002C017C">
            <w:pPr>
              <w:pStyle w:val="Normalheadingblue"/>
              <w:numPr>
                <w:ilvl w:val="0"/>
                <w:numId w:val="61"/>
              </w:numPr>
              <w:rPr>
                <w:rFonts w:cs="Arial"/>
                <w:b w:val="0"/>
                <w:color w:val="auto"/>
                <w:szCs w:val="22"/>
              </w:rPr>
            </w:pPr>
            <w:r w:rsidRPr="001A7B4B">
              <w:rPr>
                <w:rFonts w:cs="Arial"/>
                <w:b w:val="0"/>
                <w:color w:val="auto"/>
                <w:szCs w:val="22"/>
              </w:rPr>
              <w:t>Pipework distribution</w:t>
            </w:r>
          </w:p>
          <w:p w14:paraId="173ABD99" w14:textId="533C8D2E" w:rsidR="00D00E66" w:rsidRPr="001A7B4B" w:rsidRDefault="00D00E66" w:rsidP="002C017C">
            <w:pPr>
              <w:pStyle w:val="Normalheadingblue"/>
              <w:numPr>
                <w:ilvl w:val="0"/>
                <w:numId w:val="61"/>
              </w:numPr>
              <w:rPr>
                <w:rFonts w:cs="Arial"/>
                <w:b w:val="0"/>
                <w:color w:val="auto"/>
                <w:szCs w:val="22"/>
              </w:rPr>
            </w:pPr>
            <w:r w:rsidRPr="001A7B4B">
              <w:rPr>
                <w:rFonts w:cs="Arial"/>
                <w:b w:val="0"/>
                <w:color w:val="auto"/>
                <w:szCs w:val="22"/>
              </w:rPr>
              <w:lastRenderedPageBreak/>
              <w:t>Tutor to distribute examples of microbore pipe and fittings</w:t>
            </w:r>
            <w:r w:rsidR="00F07F64">
              <w:rPr>
                <w:rFonts w:cs="Arial"/>
                <w:b w:val="0"/>
                <w:color w:val="auto"/>
                <w:szCs w:val="22"/>
              </w:rPr>
              <w:t>.</w:t>
            </w:r>
          </w:p>
          <w:p w14:paraId="438858D2" w14:textId="5500F680" w:rsidR="00D00E66" w:rsidRPr="001A7B4B" w:rsidRDefault="00D00E66" w:rsidP="002C017C">
            <w:pPr>
              <w:pStyle w:val="Normalheadingblue"/>
              <w:numPr>
                <w:ilvl w:val="0"/>
                <w:numId w:val="61"/>
              </w:numPr>
              <w:rPr>
                <w:rFonts w:cs="Arial"/>
                <w:b w:val="0"/>
                <w:color w:val="auto"/>
                <w:szCs w:val="22"/>
              </w:rPr>
            </w:pPr>
            <w:r w:rsidRPr="001A7B4B">
              <w:rPr>
                <w:rFonts w:cs="Arial"/>
                <w:b w:val="0"/>
                <w:color w:val="auto"/>
                <w:szCs w:val="22"/>
              </w:rPr>
              <w:t>Examine manifolds and discuss the maximum number of emitters allowable per manifold including pipe lengths</w:t>
            </w:r>
            <w:r w:rsidR="00F07F64">
              <w:rPr>
                <w:rFonts w:cs="Arial"/>
                <w:b w:val="0"/>
                <w:color w:val="auto"/>
                <w:szCs w:val="22"/>
              </w:rPr>
              <w:t>.</w:t>
            </w:r>
          </w:p>
          <w:p w14:paraId="60C439A4" w14:textId="20FD6FB5" w:rsidR="00D00E66" w:rsidRPr="001A7B4B" w:rsidRDefault="00D00E66" w:rsidP="002C017C">
            <w:pPr>
              <w:pStyle w:val="Normalheadingblue"/>
              <w:numPr>
                <w:ilvl w:val="0"/>
                <w:numId w:val="61"/>
              </w:numPr>
              <w:rPr>
                <w:rFonts w:cs="Arial"/>
                <w:b w:val="0"/>
                <w:color w:val="auto"/>
                <w:szCs w:val="22"/>
              </w:rPr>
            </w:pPr>
            <w:r w:rsidRPr="001A7B4B">
              <w:rPr>
                <w:rFonts w:cs="Arial"/>
                <w:b w:val="0"/>
                <w:color w:val="auto"/>
                <w:szCs w:val="22"/>
              </w:rPr>
              <w:t>Examine installed systems and discuss layout</w:t>
            </w:r>
            <w:r w:rsidR="00F07F64">
              <w:rPr>
                <w:rFonts w:cs="Arial"/>
                <w:b w:val="0"/>
                <w:color w:val="auto"/>
                <w:szCs w:val="22"/>
              </w:rPr>
              <w:t>.</w:t>
            </w:r>
          </w:p>
          <w:p w14:paraId="62E4421C" w14:textId="77777777" w:rsidR="00D00E66" w:rsidRPr="001A7B4B" w:rsidRDefault="00D00E66" w:rsidP="00D00E66">
            <w:pPr>
              <w:pStyle w:val="Normalheadingblue"/>
              <w:ind w:left="720"/>
              <w:rPr>
                <w:rFonts w:cs="Arial"/>
                <w:b w:val="0"/>
                <w:color w:val="auto"/>
                <w:szCs w:val="22"/>
              </w:rPr>
            </w:pPr>
          </w:p>
          <w:p w14:paraId="69C91DD6" w14:textId="77777777" w:rsidR="00D00E66" w:rsidRPr="001A7B4B" w:rsidRDefault="00D00E66" w:rsidP="00D00E66">
            <w:pPr>
              <w:pStyle w:val="Normalheadingblue"/>
              <w:rPr>
                <w:rFonts w:cs="Arial"/>
                <w:color w:val="auto"/>
                <w:szCs w:val="22"/>
              </w:rPr>
            </w:pPr>
          </w:p>
          <w:p w14:paraId="638A89A2" w14:textId="77777777" w:rsidR="00D00E66" w:rsidRPr="001A7B4B" w:rsidRDefault="00D00E66" w:rsidP="00D00E66">
            <w:pPr>
              <w:pStyle w:val="Normalheadingblue"/>
              <w:rPr>
                <w:rFonts w:cs="Arial"/>
                <w:color w:val="auto"/>
                <w:szCs w:val="22"/>
              </w:rPr>
            </w:pPr>
            <w:r w:rsidRPr="001A7B4B">
              <w:rPr>
                <w:rFonts w:cs="Arial"/>
                <w:color w:val="auto"/>
                <w:szCs w:val="22"/>
              </w:rPr>
              <w:t>Knowledge check example:</w:t>
            </w:r>
          </w:p>
          <w:p w14:paraId="54CF0576" w14:textId="7F7FD5CC" w:rsidR="00D00E66" w:rsidRPr="001A7B4B" w:rsidRDefault="00116A2E" w:rsidP="002C017C">
            <w:pPr>
              <w:pStyle w:val="Normalheadingblue"/>
              <w:numPr>
                <w:ilvl w:val="0"/>
                <w:numId w:val="63"/>
              </w:numPr>
              <w:rPr>
                <w:rFonts w:cs="Arial"/>
                <w:b w:val="0"/>
                <w:color w:val="auto"/>
                <w:szCs w:val="22"/>
              </w:rPr>
            </w:pPr>
            <w:r w:rsidRPr="001A7B4B">
              <w:rPr>
                <w:rFonts w:cs="Arial"/>
                <w:b w:val="0"/>
                <w:color w:val="auto"/>
                <w:szCs w:val="22"/>
              </w:rPr>
              <w:t>Students</w:t>
            </w:r>
            <w:r w:rsidR="00D00E66" w:rsidRPr="001A7B4B">
              <w:rPr>
                <w:rFonts w:cs="Arial"/>
                <w:b w:val="0"/>
                <w:color w:val="auto"/>
                <w:szCs w:val="22"/>
              </w:rPr>
              <w:t xml:space="preserve"> to produce sketch of microbore system layout for a given scenario set by tutor.</w:t>
            </w:r>
          </w:p>
          <w:p w14:paraId="25115224" w14:textId="77777777" w:rsidR="00D00E66" w:rsidRPr="001A7B4B" w:rsidRDefault="00D00E66" w:rsidP="00D00E66">
            <w:pPr>
              <w:pStyle w:val="Normalheadingblue"/>
              <w:rPr>
                <w:rFonts w:cs="Arial"/>
                <w:color w:val="auto"/>
                <w:szCs w:val="22"/>
              </w:rPr>
            </w:pPr>
          </w:p>
          <w:p w14:paraId="2488F37D" w14:textId="77777777" w:rsidR="00D00E66" w:rsidRPr="001A7B4B" w:rsidRDefault="00D00E66" w:rsidP="00D00E66">
            <w:pPr>
              <w:pStyle w:val="Normalheadingblue"/>
              <w:rPr>
                <w:rFonts w:cs="Arial"/>
                <w:color w:val="auto"/>
                <w:szCs w:val="22"/>
              </w:rPr>
            </w:pPr>
            <w:r w:rsidRPr="001A7B4B">
              <w:rPr>
                <w:rFonts w:cs="Arial"/>
                <w:color w:val="auto"/>
                <w:szCs w:val="22"/>
              </w:rPr>
              <w:t>Resources:</w:t>
            </w:r>
          </w:p>
          <w:p w14:paraId="3CACBFA8" w14:textId="77777777" w:rsidR="00D00E66" w:rsidRPr="001A7B4B" w:rsidRDefault="00D00E66" w:rsidP="00D00E66">
            <w:pPr>
              <w:pStyle w:val="Normalheadingblue"/>
              <w:rPr>
                <w:rFonts w:cs="Arial"/>
                <w:b w:val="0"/>
                <w:color w:val="auto"/>
                <w:szCs w:val="22"/>
              </w:rPr>
            </w:pPr>
            <w:r w:rsidRPr="001A7B4B">
              <w:rPr>
                <w:rFonts w:cs="Arial"/>
                <w:b w:val="0"/>
                <w:color w:val="auto"/>
                <w:szCs w:val="22"/>
              </w:rPr>
              <w:t>Examples of microbore pipework and fittings</w:t>
            </w:r>
          </w:p>
          <w:p w14:paraId="4A416633" w14:textId="77777777" w:rsidR="00D00E66" w:rsidRPr="001A7B4B" w:rsidRDefault="00D00E66" w:rsidP="00D00E66">
            <w:pPr>
              <w:pStyle w:val="Normalheadingblue"/>
              <w:rPr>
                <w:rFonts w:cs="Arial"/>
                <w:b w:val="0"/>
                <w:color w:val="auto"/>
                <w:szCs w:val="22"/>
              </w:rPr>
            </w:pPr>
            <w:r w:rsidRPr="001A7B4B">
              <w:rPr>
                <w:rFonts w:cs="Arial"/>
                <w:b w:val="0"/>
                <w:color w:val="auto"/>
                <w:szCs w:val="22"/>
              </w:rPr>
              <w:t>Examples of manifolds</w:t>
            </w:r>
          </w:p>
          <w:p w14:paraId="49FA8805" w14:textId="77777777" w:rsidR="00D00E66" w:rsidRPr="001A7B4B" w:rsidRDefault="00D00E66" w:rsidP="00D00E66">
            <w:pPr>
              <w:pStyle w:val="Normalheadingblue"/>
              <w:rPr>
                <w:rFonts w:cs="Arial"/>
                <w:b w:val="0"/>
                <w:color w:val="auto"/>
                <w:szCs w:val="22"/>
              </w:rPr>
            </w:pPr>
            <w:r w:rsidRPr="001A7B4B">
              <w:rPr>
                <w:rFonts w:cs="Arial"/>
                <w:b w:val="0"/>
                <w:color w:val="auto"/>
                <w:szCs w:val="22"/>
              </w:rPr>
              <w:t>Working systems</w:t>
            </w:r>
          </w:p>
          <w:p w14:paraId="2B410B53" w14:textId="77777777" w:rsidR="00D00E66" w:rsidRPr="001A7B4B" w:rsidRDefault="00D00E66" w:rsidP="00D00E66">
            <w:pPr>
              <w:pStyle w:val="Normalheadingblue"/>
              <w:rPr>
                <w:rFonts w:cs="Arial"/>
                <w:b w:val="0"/>
                <w:color w:val="auto"/>
                <w:szCs w:val="22"/>
              </w:rPr>
            </w:pPr>
            <w:r w:rsidRPr="001A7B4B">
              <w:rPr>
                <w:rFonts w:cs="Arial"/>
                <w:b w:val="0"/>
                <w:color w:val="auto"/>
                <w:szCs w:val="22"/>
              </w:rPr>
              <w:t>Drawing paper, pencils and rulers</w:t>
            </w:r>
          </w:p>
          <w:p w14:paraId="795C2B04" w14:textId="77777777" w:rsidR="00D00E66" w:rsidRPr="001A7B4B" w:rsidRDefault="00D00E66" w:rsidP="00D00E66">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5FEB3DAD" w14:textId="77777777" w:rsidR="00DD207A" w:rsidRPr="001A7B4B" w:rsidRDefault="008A57D2">
            <w:r w:rsidRPr="001A7B4B">
              <w:lastRenderedPageBreak/>
              <w:t>Q&amp;A</w:t>
            </w:r>
            <w:r w:rsidRPr="001A7B4B">
              <w:br/>
            </w:r>
            <w:r w:rsidRPr="001A7B4B">
              <w:br/>
            </w:r>
            <w:r w:rsidRPr="001A7B4B">
              <w:br/>
            </w:r>
            <w:r w:rsidRPr="001A7B4B">
              <w:br/>
            </w:r>
            <w:r w:rsidRPr="001A7B4B">
              <w:br/>
            </w:r>
            <w:r w:rsidRPr="001A7B4B">
              <w:br/>
            </w:r>
            <w:r w:rsidRPr="001A7B4B">
              <w:br/>
            </w:r>
            <w:r w:rsidRPr="001A7B4B">
              <w:br/>
              <w:t>Produce system diagram</w:t>
            </w:r>
            <w:r w:rsidRPr="001A7B4B">
              <w:br/>
              <w:t>English skills (reading, writing, technical vocabulary)</w:t>
            </w:r>
          </w:p>
        </w:tc>
      </w:tr>
      <w:tr w:rsidR="001A7B4B" w:rsidRPr="001A7B4B" w14:paraId="6ED2FEA9"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38238732" w14:textId="77777777" w:rsidR="005B1640" w:rsidRDefault="005B1640" w:rsidP="005B1640">
            <w:pPr>
              <w:jc w:val="center"/>
              <w:rPr>
                <w:rFonts w:cs="Arial"/>
                <w:szCs w:val="22"/>
              </w:rPr>
            </w:pPr>
            <w:r>
              <w:rPr>
                <w:rFonts w:cs="Arial"/>
                <w:szCs w:val="22"/>
              </w:rPr>
              <w:t>116</w:t>
            </w:r>
          </w:p>
          <w:p w14:paraId="4606683F" w14:textId="77777777" w:rsidR="005B1640" w:rsidRDefault="005B1640" w:rsidP="005B1640">
            <w:pPr>
              <w:jc w:val="center"/>
              <w:rPr>
                <w:rFonts w:cs="Arial"/>
                <w:szCs w:val="22"/>
              </w:rPr>
            </w:pPr>
            <w:r>
              <w:rPr>
                <w:rFonts w:cs="Arial"/>
                <w:szCs w:val="22"/>
              </w:rPr>
              <w:t>3 hours</w:t>
            </w:r>
          </w:p>
          <w:p w14:paraId="7EDA25FB" w14:textId="77777777" w:rsidR="005B1640" w:rsidRDefault="005B1640" w:rsidP="005B1640">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11EFFA02" w14:textId="77777777" w:rsidR="005B1640" w:rsidRPr="001A7B4B" w:rsidRDefault="005B1640" w:rsidP="005B1640">
            <w:pPr>
              <w:pStyle w:val="Normalheadingblack"/>
              <w:rPr>
                <w:rFonts w:cs="Arial"/>
                <w:lang w:eastAsia="en-GB"/>
              </w:rPr>
            </w:pPr>
            <w:r w:rsidRPr="001A7B4B">
              <w:rPr>
                <w:rFonts w:cs="Arial"/>
                <w:lang w:eastAsia="en-GB"/>
              </w:rPr>
              <w:t>Outcome 1 – Plumbing and heating common knowledge criteria</w:t>
            </w:r>
          </w:p>
          <w:p w14:paraId="3E56E0E4" w14:textId="77777777" w:rsidR="005B1640" w:rsidRPr="001A7B4B" w:rsidRDefault="005B1640" w:rsidP="005B1640">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25FE4D37" w14:textId="77777777" w:rsidR="005B1640" w:rsidRPr="001A7B4B" w:rsidRDefault="005B1640" w:rsidP="005B1640">
            <w:pPr>
              <w:pStyle w:val="Normalheadingblack"/>
              <w:rPr>
                <w:rFonts w:cs="Arial"/>
                <w:b w:val="0"/>
                <w:szCs w:val="22"/>
              </w:rPr>
            </w:pPr>
            <w:r w:rsidRPr="001A7B4B">
              <w:rPr>
                <w:rFonts w:cs="Arial"/>
                <w:b w:val="0"/>
                <w:szCs w:val="22"/>
              </w:rPr>
              <w:t>K1.7 Plumbing and heating systems</w:t>
            </w:r>
          </w:p>
          <w:p w14:paraId="27E50E46" w14:textId="77777777" w:rsidR="005B1640" w:rsidRPr="001A7B4B" w:rsidRDefault="005B1640" w:rsidP="005B1640">
            <w:pPr>
              <w:pStyle w:val="Normalheadingblack"/>
              <w:rPr>
                <w:rFonts w:cs="Arial"/>
                <w:b w:val="0"/>
                <w:szCs w:val="22"/>
              </w:rPr>
            </w:pPr>
          </w:p>
          <w:p w14:paraId="19615E5C" w14:textId="77777777" w:rsidR="005B1640" w:rsidRPr="001A7B4B" w:rsidRDefault="005B1640" w:rsidP="005B1640">
            <w:pPr>
              <w:pStyle w:val="Normalheadingblack"/>
              <w:rPr>
                <w:rFonts w:cs="Arial"/>
                <w:b w:val="0"/>
                <w:szCs w:val="22"/>
              </w:rPr>
            </w:pPr>
            <w:r w:rsidRPr="001A7B4B">
              <w:rPr>
                <w:rFonts w:cs="Arial"/>
                <w:b w:val="0"/>
                <w:szCs w:val="22"/>
              </w:rPr>
              <w:lastRenderedPageBreak/>
              <w:t>K1.8 Components used in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476DBB79" w14:textId="77777777" w:rsidR="005B1640" w:rsidRPr="001A7B4B" w:rsidRDefault="005B1640" w:rsidP="005B1640">
            <w:pPr>
              <w:pStyle w:val="Normalheadingblue"/>
              <w:rPr>
                <w:rFonts w:cs="Arial"/>
                <w:color w:val="auto"/>
                <w:szCs w:val="22"/>
              </w:rPr>
            </w:pPr>
            <w:r w:rsidRPr="001A7B4B">
              <w:rPr>
                <w:rFonts w:cs="Arial"/>
                <w:color w:val="auto"/>
                <w:szCs w:val="22"/>
              </w:rPr>
              <w:lastRenderedPageBreak/>
              <w:t>Activity:</w:t>
            </w:r>
          </w:p>
          <w:p w14:paraId="57BDF8CE" w14:textId="77777777" w:rsidR="005B1640" w:rsidRPr="001A7B4B" w:rsidRDefault="005B1640" w:rsidP="005B1640">
            <w:pPr>
              <w:pStyle w:val="Normalheadingblue"/>
              <w:rPr>
                <w:rFonts w:cs="Arial"/>
                <w:color w:val="auto"/>
                <w:szCs w:val="22"/>
              </w:rPr>
            </w:pPr>
          </w:p>
          <w:p w14:paraId="2DFEED99" w14:textId="77777777" w:rsidR="005B1640" w:rsidRPr="001A7B4B" w:rsidRDefault="005B1640" w:rsidP="005B1640">
            <w:pPr>
              <w:pStyle w:val="Normalheadingblue"/>
              <w:rPr>
                <w:rFonts w:cs="Arial"/>
                <w:color w:val="auto"/>
                <w:szCs w:val="22"/>
              </w:rPr>
            </w:pPr>
            <w:r w:rsidRPr="001A7B4B">
              <w:rPr>
                <w:rFonts w:cs="Arial"/>
                <w:color w:val="auto"/>
                <w:szCs w:val="22"/>
              </w:rPr>
              <w:t>Starter task example:</w:t>
            </w:r>
          </w:p>
          <w:p w14:paraId="27EDDC9A" w14:textId="77777777" w:rsidR="005B1640" w:rsidRPr="001A7B4B" w:rsidRDefault="005B1640" w:rsidP="002C017C">
            <w:pPr>
              <w:pStyle w:val="Normalheadingblue"/>
              <w:numPr>
                <w:ilvl w:val="0"/>
                <w:numId w:val="63"/>
              </w:numPr>
              <w:rPr>
                <w:rFonts w:cs="Arial"/>
                <w:b w:val="0"/>
                <w:color w:val="auto"/>
                <w:szCs w:val="22"/>
              </w:rPr>
            </w:pPr>
            <w:r w:rsidRPr="001A7B4B">
              <w:rPr>
                <w:rFonts w:cs="Arial"/>
                <w:b w:val="0"/>
                <w:color w:val="auto"/>
                <w:szCs w:val="22"/>
              </w:rPr>
              <w:t xml:space="preserve">Start by watching video relating to Plumbing industry such as </w:t>
            </w:r>
            <w:hyperlink r:id="rId47" w:history="1">
              <w:r w:rsidRPr="001A7B4B">
                <w:rPr>
                  <w:rStyle w:val="Hyperlink"/>
                  <w:b w:val="0"/>
                  <w:color w:val="auto"/>
                </w:rPr>
                <w:t xml:space="preserve">Should You Become a Plumber / </w:t>
              </w:r>
              <w:r w:rsidRPr="001A7B4B">
                <w:rPr>
                  <w:rStyle w:val="Hyperlink"/>
                  <w:b w:val="0"/>
                  <w:color w:val="auto"/>
                </w:rPr>
                <w:lastRenderedPageBreak/>
                <w:t>Gas Engineer / Apprenticeship v Fast Track Plumbing</w:t>
              </w:r>
            </w:hyperlink>
            <w:r w:rsidRPr="001A7B4B">
              <w:rPr>
                <w:b w:val="0"/>
                <w:color w:val="auto"/>
              </w:rPr>
              <w:t xml:space="preserve"> and discuss as a group</w:t>
            </w:r>
          </w:p>
          <w:p w14:paraId="6B34C780" w14:textId="77777777" w:rsidR="005B1640" w:rsidRPr="001A7B4B" w:rsidRDefault="005B1640" w:rsidP="005B1640">
            <w:pPr>
              <w:pStyle w:val="Normalheadingblue"/>
              <w:rPr>
                <w:rFonts w:cs="Arial"/>
                <w:b w:val="0"/>
                <w:color w:val="auto"/>
                <w:szCs w:val="22"/>
              </w:rPr>
            </w:pPr>
          </w:p>
          <w:p w14:paraId="62D6653F" w14:textId="77777777" w:rsidR="005B1640" w:rsidRPr="001A7B4B" w:rsidRDefault="005B1640" w:rsidP="005B1640">
            <w:pPr>
              <w:pStyle w:val="Normalheadingblue"/>
              <w:rPr>
                <w:rFonts w:cs="Arial"/>
                <w:b w:val="0"/>
                <w:color w:val="auto"/>
                <w:szCs w:val="22"/>
              </w:rPr>
            </w:pPr>
          </w:p>
          <w:p w14:paraId="6AF9888A" w14:textId="098B49CE" w:rsidR="005B1640" w:rsidRPr="001A7B4B" w:rsidRDefault="005B1640" w:rsidP="005B1640">
            <w:pPr>
              <w:pStyle w:val="Normalheadingblue"/>
              <w:rPr>
                <w:rFonts w:cs="Arial"/>
                <w:color w:val="auto"/>
                <w:szCs w:val="22"/>
              </w:rPr>
            </w:pPr>
            <w:r w:rsidRPr="001A7B4B">
              <w:rPr>
                <w:rFonts w:cs="Arial"/>
                <w:color w:val="auto"/>
                <w:szCs w:val="22"/>
              </w:rPr>
              <w:t>Delivery:</w:t>
            </w:r>
          </w:p>
          <w:p w14:paraId="01F80B54" w14:textId="20E73670" w:rsidR="005B1640" w:rsidRPr="001A7B4B" w:rsidRDefault="005B1640" w:rsidP="005B1640">
            <w:pPr>
              <w:pStyle w:val="Normalheadingblue"/>
              <w:rPr>
                <w:rFonts w:cs="Arial"/>
                <w:b w:val="0"/>
                <w:color w:val="auto"/>
                <w:szCs w:val="22"/>
              </w:rPr>
            </w:pPr>
            <w:r w:rsidRPr="001A7B4B">
              <w:rPr>
                <w:rFonts w:cs="Arial"/>
                <w:b w:val="0"/>
                <w:color w:val="auto"/>
                <w:szCs w:val="22"/>
              </w:rPr>
              <w:t>Tutor to deliver content</w:t>
            </w:r>
            <w:r w:rsidR="00250388">
              <w:rPr>
                <w:rFonts w:cs="Arial"/>
                <w:b w:val="0"/>
                <w:color w:val="auto"/>
                <w:szCs w:val="22"/>
              </w:rPr>
              <w:t xml:space="preserve"> on </w:t>
            </w:r>
            <w:r w:rsidR="00250388" w:rsidRPr="00250388">
              <w:rPr>
                <w:rFonts w:cs="Arial"/>
                <w:b w:val="0"/>
                <w:bCs/>
                <w:color w:val="auto"/>
                <w:szCs w:val="22"/>
              </w:rPr>
              <w:t>Heating systems – Underfloor heating systems,</w:t>
            </w:r>
            <w:r w:rsidR="00250388">
              <w:rPr>
                <w:rFonts w:cs="Arial"/>
                <w:b w:val="0"/>
                <w:color w:val="auto"/>
                <w:szCs w:val="22"/>
              </w:rPr>
              <w:t xml:space="preserve"> </w:t>
            </w:r>
            <w:r w:rsidRPr="001A7B4B">
              <w:rPr>
                <w:rFonts w:cs="Arial"/>
                <w:b w:val="0"/>
                <w:color w:val="auto"/>
                <w:szCs w:val="22"/>
              </w:rPr>
              <w:t>including:</w:t>
            </w:r>
          </w:p>
          <w:p w14:paraId="23D73450" w14:textId="77777777" w:rsidR="005B1640" w:rsidRPr="001A7B4B" w:rsidRDefault="005B1640" w:rsidP="002C017C">
            <w:pPr>
              <w:pStyle w:val="Normalheadingblue"/>
              <w:numPr>
                <w:ilvl w:val="0"/>
                <w:numId w:val="63"/>
              </w:numPr>
              <w:rPr>
                <w:rFonts w:cs="Arial"/>
                <w:b w:val="0"/>
                <w:color w:val="auto"/>
                <w:szCs w:val="22"/>
              </w:rPr>
            </w:pPr>
            <w:r w:rsidRPr="001A7B4B">
              <w:rPr>
                <w:rFonts w:cs="Arial"/>
                <w:b w:val="0"/>
                <w:color w:val="auto"/>
                <w:szCs w:val="22"/>
              </w:rPr>
              <w:t>Principles of underfloor heating systems</w:t>
            </w:r>
          </w:p>
          <w:p w14:paraId="11FEADA5" w14:textId="77777777" w:rsidR="005B1640" w:rsidRPr="001A7B4B" w:rsidRDefault="005B1640" w:rsidP="002C017C">
            <w:pPr>
              <w:pStyle w:val="Normalheadingblue"/>
              <w:numPr>
                <w:ilvl w:val="0"/>
                <w:numId w:val="63"/>
              </w:numPr>
              <w:rPr>
                <w:rFonts w:cs="Arial"/>
                <w:b w:val="0"/>
                <w:color w:val="auto"/>
                <w:szCs w:val="22"/>
              </w:rPr>
            </w:pPr>
            <w:r w:rsidRPr="001A7B4B">
              <w:rPr>
                <w:rFonts w:cs="Arial"/>
                <w:b w:val="0"/>
                <w:color w:val="auto"/>
                <w:szCs w:val="22"/>
              </w:rPr>
              <w:t>Advantages of heat distribution</w:t>
            </w:r>
          </w:p>
          <w:p w14:paraId="72584F7B" w14:textId="77777777" w:rsidR="005B1640" w:rsidRPr="001A7B4B" w:rsidRDefault="005B1640" w:rsidP="002C017C">
            <w:pPr>
              <w:pStyle w:val="Normalheadingblue"/>
              <w:numPr>
                <w:ilvl w:val="0"/>
                <w:numId w:val="63"/>
              </w:numPr>
              <w:rPr>
                <w:rFonts w:cs="Arial"/>
                <w:b w:val="0"/>
                <w:color w:val="auto"/>
                <w:szCs w:val="22"/>
              </w:rPr>
            </w:pPr>
            <w:r w:rsidRPr="001A7B4B">
              <w:rPr>
                <w:rFonts w:cs="Arial"/>
                <w:b w:val="0"/>
                <w:color w:val="auto"/>
                <w:szCs w:val="22"/>
              </w:rPr>
              <w:t xml:space="preserve">Temperatures </w:t>
            </w:r>
          </w:p>
          <w:p w14:paraId="40EE18E5" w14:textId="77777777" w:rsidR="005B1640" w:rsidRPr="001A7B4B" w:rsidRDefault="005B1640" w:rsidP="002C017C">
            <w:pPr>
              <w:pStyle w:val="Normalheadingblue"/>
              <w:numPr>
                <w:ilvl w:val="0"/>
                <w:numId w:val="63"/>
              </w:numPr>
              <w:rPr>
                <w:rFonts w:cs="Arial"/>
                <w:b w:val="0"/>
                <w:color w:val="auto"/>
                <w:szCs w:val="22"/>
              </w:rPr>
            </w:pPr>
            <w:r w:rsidRPr="001A7B4B">
              <w:rPr>
                <w:rFonts w:cs="Arial"/>
                <w:b w:val="0"/>
                <w:color w:val="auto"/>
                <w:szCs w:val="22"/>
              </w:rPr>
              <w:t>Installation processes</w:t>
            </w:r>
          </w:p>
          <w:p w14:paraId="093DE2BC" w14:textId="77777777" w:rsidR="005B1640" w:rsidRPr="001A7B4B" w:rsidRDefault="005B1640" w:rsidP="002C017C">
            <w:pPr>
              <w:pStyle w:val="Normalheadingblue"/>
              <w:numPr>
                <w:ilvl w:val="0"/>
                <w:numId w:val="63"/>
              </w:numPr>
              <w:rPr>
                <w:rFonts w:cs="Arial"/>
                <w:b w:val="0"/>
                <w:color w:val="auto"/>
                <w:szCs w:val="22"/>
              </w:rPr>
            </w:pPr>
            <w:r w:rsidRPr="001A7B4B">
              <w:rPr>
                <w:rFonts w:cs="Arial"/>
                <w:b w:val="0"/>
                <w:color w:val="auto"/>
                <w:szCs w:val="22"/>
              </w:rPr>
              <w:t>Control of temperature and zones</w:t>
            </w:r>
          </w:p>
          <w:p w14:paraId="262FFC19" w14:textId="77777777" w:rsidR="005B1640" w:rsidRPr="001A7B4B" w:rsidRDefault="005B1640" w:rsidP="002C017C">
            <w:pPr>
              <w:pStyle w:val="Normalheadingblue"/>
              <w:numPr>
                <w:ilvl w:val="0"/>
                <w:numId w:val="63"/>
              </w:numPr>
              <w:rPr>
                <w:rFonts w:cs="Arial"/>
                <w:b w:val="0"/>
                <w:color w:val="auto"/>
                <w:szCs w:val="22"/>
              </w:rPr>
            </w:pPr>
            <w:r w:rsidRPr="001A7B4B">
              <w:rPr>
                <w:rFonts w:cs="Arial"/>
                <w:b w:val="0"/>
                <w:color w:val="auto"/>
                <w:szCs w:val="22"/>
              </w:rPr>
              <w:t>Materials</w:t>
            </w:r>
          </w:p>
          <w:p w14:paraId="19E70E98" w14:textId="6CA284D3" w:rsidR="005B1640" w:rsidRPr="001A7B4B" w:rsidRDefault="005B1640" w:rsidP="002C017C">
            <w:pPr>
              <w:pStyle w:val="Normalheadingblue"/>
              <w:numPr>
                <w:ilvl w:val="0"/>
                <w:numId w:val="63"/>
              </w:numPr>
              <w:rPr>
                <w:rFonts w:cs="Arial"/>
                <w:b w:val="0"/>
                <w:color w:val="auto"/>
                <w:szCs w:val="22"/>
              </w:rPr>
            </w:pPr>
            <w:r w:rsidRPr="001A7B4B">
              <w:rPr>
                <w:rFonts w:cs="Arial"/>
                <w:b w:val="0"/>
                <w:color w:val="auto"/>
                <w:szCs w:val="22"/>
              </w:rPr>
              <w:t xml:space="preserve">Tutor to deliver information using </w:t>
            </w:r>
            <w:r w:rsidR="00763103" w:rsidRPr="001A7B4B">
              <w:rPr>
                <w:rFonts w:cs="Arial"/>
                <w:b w:val="0"/>
                <w:color w:val="auto"/>
                <w:szCs w:val="22"/>
              </w:rPr>
              <w:t>PowerPoint</w:t>
            </w:r>
            <w:r w:rsidRPr="001A7B4B">
              <w:rPr>
                <w:rFonts w:cs="Arial"/>
                <w:b w:val="0"/>
                <w:color w:val="auto"/>
                <w:szCs w:val="22"/>
              </w:rPr>
              <w:t xml:space="preserve"> and videos where required such as </w:t>
            </w:r>
            <w:hyperlink r:id="rId48" w:history="1">
              <w:r w:rsidRPr="001A7B4B">
                <w:rPr>
                  <w:rStyle w:val="Hyperlink"/>
                  <w:color w:val="auto"/>
                </w:rPr>
                <w:t>How Does Underfloor Heating Work? – Wunda</w:t>
              </w:r>
            </w:hyperlink>
            <w:r w:rsidRPr="001A7B4B">
              <w:rPr>
                <w:color w:val="auto"/>
              </w:rPr>
              <w:t xml:space="preserve">, </w:t>
            </w:r>
            <w:hyperlink r:id="rId49" w:history="1">
              <w:r w:rsidRPr="001A7B4B">
                <w:rPr>
                  <w:rStyle w:val="Hyperlink"/>
                  <w:color w:val="auto"/>
                </w:rPr>
                <w:t>(23) Plumbing - How Does Underfloor Heating Work - YouTube</w:t>
              </w:r>
            </w:hyperlink>
            <w:r w:rsidRPr="001A7B4B">
              <w:rPr>
                <w:color w:val="auto"/>
              </w:rPr>
              <w:t xml:space="preserve">, </w:t>
            </w:r>
            <w:hyperlink r:id="rId50" w:history="1">
              <w:r w:rsidRPr="001A7B4B">
                <w:rPr>
                  <w:rStyle w:val="Hyperlink"/>
                  <w:color w:val="auto"/>
                </w:rPr>
                <w:t>(23) How to Lay Underfloor Heating in a Screed - YouTube</w:t>
              </w:r>
            </w:hyperlink>
          </w:p>
          <w:p w14:paraId="5027A9F2" w14:textId="77777777" w:rsidR="005B1640" w:rsidRPr="001A7B4B" w:rsidRDefault="005B1640" w:rsidP="002C017C">
            <w:pPr>
              <w:pStyle w:val="Normalheadingblue"/>
              <w:numPr>
                <w:ilvl w:val="0"/>
                <w:numId w:val="63"/>
              </w:numPr>
              <w:rPr>
                <w:rFonts w:cs="Arial"/>
                <w:b w:val="0"/>
                <w:color w:val="auto"/>
                <w:szCs w:val="22"/>
              </w:rPr>
            </w:pPr>
            <w:r w:rsidRPr="001A7B4B">
              <w:rPr>
                <w:rFonts w:cs="Arial"/>
                <w:b w:val="0"/>
                <w:color w:val="auto"/>
                <w:szCs w:val="22"/>
              </w:rPr>
              <w:t>Tutor to show examples of installed systems including the trays and different systems for varied floors.</w:t>
            </w:r>
          </w:p>
          <w:p w14:paraId="1CAF82C1" w14:textId="35B3391D" w:rsidR="005B1640" w:rsidRPr="001A7B4B" w:rsidRDefault="005B1640" w:rsidP="002C017C">
            <w:pPr>
              <w:pStyle w:val="Normalheadingblue"/>
              <w:numPr>
                <w:ilvl w:val="0"/>
                <w:numId w:val="63"/>
              </w:numPr>
              <w:rPr>
                <w:rFonts w:cs="Arial"/>
                <w:b w:val="0"/>
                <w:color w:val="auto"/>
                <w:szCs w:val="22"/>
              </w:rPr>
            </w:pPr>
            <w:r w:rsidRPr="001A7B4B">
              <w:rPr>
                <w:rFonts w:cs="Arial"/>
                <w:b w:val="0"/>
                <w:color w:val="auto"/>
                <w:szCs w:val="22"/>
              </w:rPr>
              <w:t>Distribute plastic pipework types to examine and examine manifolds</w:t>
            </w:r>
            <w:r w:rsidR="00F07F64">
              <w:rPr>
                <w:rFonts w:cs="Arial"/>
                <w:b w:val="0"/>
                <w:color w:val="auto"/>
                <w:szCs w:val="22"/>
              </w:rPr>
              <w:t>.</w:t>
            </w:r>
          </w:p>
          <w:p w14:paraId="1437F7CA" w14:textId="5E4B05D9" w:rsidR="005B1640" w:rsidRPr="001A7B4B" w:rsidRDefault="005B1640" w:rsidP="002C017C">
            <w:pPr>
              <w:pStyle w:val="Normalheadingblue"/>
              <w:numPr>
                <w:ilvl w:val="0"/>
                <w:numId w:val="63"/>
              </w:numPr>
              <w:rPr>
                <w:rFonts w:cs="Arial"/>
                <w:b w:val="0"/>
                <w:color w:val="auto"/>
                <w:szCs w:val="22"/>
              </w:rPr>
            </w:pPr>
            <w:r w:rsidRPr="001A7B4B">
              <w:rPr>
                <w:rFonts w:cs="Arial"/>
                <w:b w:val="0"/>
                <w:color w:val="auto"/>
                <w:szCs w:val="22"/>
              </w:rPr>
              <w:lastRenderedPageBreak/>
              <w:t>Discuss the methods of room control and temperature distribution</w:t>
            </w:r>
            <w:r w:rsidR="00F07F64">
              <w:rPr>
                <w:rFonts w:cs="Arial"/>
                <w:b w:val="0"/>
                <w:color w:val="auto"/>
                <w:szCs w:val="22"/>
              </w:rPr>
              <w:t>.</w:t>
            </w:r>
          </w:p>
          <w:p w14:paraId="4229B369" w14:textId="7F2C42D9" w:rsidR="005B1640" w:rsidRPr="001A7B4B" w:rsidRDefault="005B1640" w:rsidP="002C017C">
            <w:pPr>
              <w:pStyle w:val="Normalheadingblue"/>
              <w:numPr>
                <w:ilvl w:val="0"/>
                <w:numId w:val="63"/>
              </w:numPr>
              <w:rPr>
                <w:rFonts w:cs="Arial"/>
                <w:b w:val="0"/>
                <w:color w:val="auto"/>
                <w:szCs w:val="22"/>
              </w:rPr>
            </w:pPr>
            <w:r w:rsidRPr="001A7B4B">
              <w:rPr>
                <w:rFonts w:cs="Arial"/>
                <w:b w:val="0"/>
                <w:color w:val="auto"/>
                <w:szCs w:val="22"/>
              </w:rPr>
              <w:t>Tutor to give demonstration of connecting pipework to manifolds</w:t>
            </w:r>
            <w:r w:rsidR="00F07F64">
              <w:rPr>
                <w:rFonts w:cs="Arial"/>
                <w:b w:val="0"/>
                <w:color w:val="auto"/>
                <w:szCs w:val="22"/>
              </w:rPr>
              <w:t>.</w:t>
            </w:r>
          </w:p>
          <w:p w14:paraId="54D4915E" w14:textId="77777777" w:rsidR="005B1640" w:rsidRPr="001A7B4B" w:rsidRDefault="005B1640" w:rsidP="005B1640">
            <w:pPr>
              <w:pStyle w:val="Normalheadingblue"/>
              <w:rPr>
                <w:rFonts w:cs="Arial"/>
                <w:color w:val="auto"/>
                <w:szCs w:val="22"/>
              </w:rPr>
            </w:pPr>
          </w:p>
          <w:p w14:paraId="79D9B543" w14:textId="77777777" w:rsidR="005B1640" w:rsidRPr="001A7B4B" w:rsidRDefault="005B1640" w:rsidP="005B1640">
            <w:pPr>
              <w:pStyle w:val="Normalheadingblue"/>
              <w:rPr>
                <w:rFonts w:cs="Arial"/>
                <w:color w:val="auto"/>
                <w:szCs w:val="22"/>
              </w:rPr>
            </w:pPr>
            <w:r w:rsidRPr="001A7B4B">
              <w:rPr>
                <w:rFonts w:cs="Arial"/>
                <w:color w:val="auto"/>
                <w:szCs w:val="22"/>
              </w:rPr>
              <w:t>Knowledge check example:</w:t>
            </w:r>
          </w:p>
          <w:p w14:paraId="300BBDAF" w14:textId="600D8A0C" w:rsidR="005B1640" w:rsidRPr="001A7B4B" w:rsidRDefault="005B1640" w:rsidP="002C017C">
            <w:pPr>
              <w:pStyle w:val="Normalheadingblue"/>
              <w:numPr>
                <w:ilvl w:val="0"/>
                <w:numId w:val="64"/>
              </w:numPr>
              <w:rPr>
                <w:rFonts w:cs="Arial"/>
                <w:b w:val="0"/>
                <w:color w:val="auto"/>
                <w:szCs w:val="22"/>
              </w:rPr>
            </w:pPr>
            <w:r w:rsidRPr="001A7B4B">
              <w:rPr>
                <w:rFonts w:cs="Arial"/>
                <w:b w:val="0"/>
                <w:color w:val="auto"/>
                <w:szCs w:val="22"/>
              </w:rPr>
              <w:t>MCQ test based on session content completed in small groups or pairs before tutor led discussion of answers as a group</w:t>
            </w:r>
            <w:r w:rsidR="00F07F64">
              <w:rPr>
                <w:rFonts w:cs="Arial"/>
                <w:b w:val="0"/>
                <w:color w:val="auto"/>
                <w:szCs w:val="22"/>
              </w:rPr>
              <w:t>.</w:t>
            </w:r>
          </w:p>
          <w:p w14:paraId="4D789D3E" w14:textId="77777777" w:rsidR="005B1640" w:rsidRPr="001A7B4B" w:rsidRDefault="005B1640" w:rsidP="005B1640">
            <w:pPr>
              <w:pStyle w:val="Normalheadingblue"/>
              <w:ind w:left="720"/>
              <w:rPr>
                <w:rFonts w:cs="Arial"/>
                <w:b w:val="0"/>
                <w:color w:val="auto"/>
                <w:szCs w:val="22"/>
              </w:rPr>
            </w:pPr>
          </w:p>
          <w:p w14:paraId="273535FB" w14:textId="77777777" w:rsidR="005B1640" w:rsidRPr="001A7B4B" w:rsidRDefault="005B1640" w:rsidP="005B1640">
            <w:pPr>
              <w:pStyle w:val="Normalheadingblue"/>
              <w:rPr>
                <w:rFonts w:cs="Arial"/>
                <w:color w:val="auto"/>
                <w:szCs w:val="22"/>
              </w:rPr>
            </w:pPr>
            <w:r w:rsidRPr="001A7B4B">
              <w:rPr>
                <w:rFonts w:cs="Arial"/>
                <w:color w:val="auto"/>
                <w:szCs w:val="22"/>
              </w:rPr>
              <w:t>Resources:</w:t>
            </w:r>
          </w:p>
          <w:p w14:paraId="14176553" w14:textId="77777777" w:rsidR="005B1640" w:rsidRPr="001A7B4B" w:rsidRDefault="005B1640" w:rsidP="005B1640">
            <w:pPr>
              <w:pStyle w:val="Normalheadingblue"/>
              <w:rPr>
                <w:rFonts w:cs="Arial"/>
                <w:b w:val="0"/>
                <w:color w:val="auto"/>
                <w:szCs w:val="22"/>
              </w:rPr>
            </w:pPr>
            <w:r w:rsidRPr="001A7B4B">
              <w:rPr>
                <w:rFonts w:cs="Arial"/>
                <w:b w:val="0"/>
                <w:color w:val="auto"/>
                <w:szCs w:val="22"/>
              </w:rPr>
              <w:t>Examples of UFH pipework</w:t>
            </w:r>
          </w:p>
          <w:p w14:paraId="6096CDBC" w14:textId="77777777" w:rsidR="005B1640" w:rsidRPr="001A7B4B" w:rsidRDefault="005B1640" w:rsidP="005B1640">
            <w:pPr>
              <w:pStyle w:val="Normalheadingblue"/>
              <w:rPr>
                <w:rFonts w:cs="Arial"/>
                <w:b w:val="0"/>
                <w:color w:val="auto"/>
                <w:szCs w:val="22"/>
              </w:rPr>
            </w:pPr>
            <w:r w:rsidRPr="001A7B4B">
              <w:rPr>
                <w:rFonts w:cs="Arial"/>
                <w:b w:val="0"/>
                <w:color w:val="auto"/>
                <w:szCs w:val="22"/>
              </w:rPr>
              <w:t>UFH Manifolds</w:t>
            </w:r>
          </w:p>
          <w:p w14:paraId="145F8210" w14:textId="77777777" w:rsidR="005B1640" w:rsidRPr="001A7B4B" w:rsidRDefault="005B1640" w:rsidP="005B1640">
            <w:pPr>
              <w:pStyle w:val="Normalheadingblue"/>
              <w:rPr>
                <w:rFonts w:cs="Arial"/>
                <w:b w:val="0"/>
                <w:color w:val="auto"/>
                <w:szCs w:val="22"/>
              </w:rPr>
            </w:pPr>
            <w:r w:rsidRPr="001A7B4B">
              <w:rPr>
                <w:rFonts w:cs="Arial"/>
                <w:b w:val="0"/>
                <w:color w:val="auto"/>
                <w:szCs w:val="22"/>
              </w:rPr>
              <w:t>Installation tools for jointing to manifold</w:t>
            </w:r>
          </w:p>
          <w:p w14:paraId="2F0D4E58" w14:textId="77777777" w:rsidR="005B1640" w:rsidRPr="001A7B4B" w:rsidRDefault="005B1640" w:rsidP="005B1640">
            <w:pPr>
              <w:pStyle w:val="Normalheadingblue"/>
              <w:rPr>
                <w:rFonts w:cs="Arial"/>
                <w:b w:val="0"/>
                <w:color w:val="auto"/>
                <w:szCs w:val="22"/>
              </w:rPr>
            </w:pPr>
            <w:r w:rsidRPr="001A7B4B">
              <w:rPr>
                <w:rFonts w:cs="Arial"/>
                <w:b w:val="0"/>
                <w:color w:val="auto"/>
                <w:szCs w:val="22"/>
              </w:rPr>
              <w:t>MCQ knowledge test</w:t>
            </w:r>
          </w:p>
          <w:p w14:paraId="2C835817" w14:textId="77777777" w:rsidR="005B1640" w:rsidRPr="001A7B4B" w:rsidRDefault="005B1640" w:rsidP="005B1640">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45D74731" w14:textId="77777777" w:rsidR="00DD207A" w:rsidRPr="001A7B4B" w:rsidRDefault="008A57D2">
            <w:r w:rsidRPr="001A7B4B">
              <w:lastRenderedPageBreak/>
              <w:t>MCQ knowledge test</w:t>
            </w:r>
            <w:r w:rsidRPr="001A7B4B">
              <w:br/>
              <w:t xml:space="preserve">English skills (reading, writing, </w:t>
            </w:r>
            <w:r w:rsidRPr="001A7B4B">
              <w:lastRenderedPageBreak/>
              <w:t>technical vocabulary)</w:t>
            </w:r>
          </w:p>
        </w:tc>
      </w:tr>
      <w:tr w:rsidR="001A7B4B" w:rsidRPr="001A7B4B" w14:paraId="39700222"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2F808DC2" w14:textId="77777777" w:rsidR="005B1640" w:rsidRDefault="00CF64B4" w:rsidP="005B1640">
            <w:pPr>
              <w:jc w:val="center"/>
              <w:rPr>
                <w:rFonts w:cs="Arial"/>
                <w:szCs w:val="22"/>
              </w:rPr>
            </w:pPr>
            <w:r>
              <w:rPr>
                <w:rFonts w:cs="Arial"/>
                <w:szCs w:val="22"/>
              </w:rPr>
              <w:lastRenderedPageBreak/>
              <w:t>117</w:t>
            </w:r>
          </w:p>
          <w:p w14:paraId="1A0AF010" w14:textId="77777777" w:rsidR="00CF64B4" w:rsidRDefault="00CF64B4" w:rsidP="005B1640">
            <w:pPr>
              <w:jc w:val="center"/>
              <w:rPr>
                <w:rFonts w:cs="Arial"/>
                <w:szCs w:val="22"/>
              </w:rPr>
            </w:pPr>
            <w:r>
              <w:rPr>
                <w:rFonts w:cs="Arial"/>
                <w:szCs w:val="22"/>
              </w:rPr>
              <w:t>3 hours</w:t>
            </w:r>
          </w:p>
          <w:p w14:paraId="71CB28C2" w14:textId="1B76F5C5" w:rsidR="00C33B05" w:rsidRPr="00A75057" w:rsidRDefault="00C33B05" w:rsidP="005B1640">
            <w:pPr>
              <w:jc w:val="center"/>
              <w:rPr>
                <w:rFonts w:cs="Arial"/>
                <w:b/>
                <w:bCs/>
                <w:szCs w:val="22"/>
              </w:rPr>
            </w:pPr>
            <w:r w:rsidRPr="00A75057">
              <w:rPr>
                <w:rFonts w:cs="Arial"/>
                <w:b/>
                <w:bCs/>
                <w:szCs w:val="22"/>
                <w:highlight w:val="yellow"/>
              </w:rPr>
              <w:t>PPT available</w:t>
            </w:r>
          </w:p>
        </w:tc>
        <w:tc>
          <w:tcPr>
            <w:tcW w:w="2199" w:type="dxa"/>
            <w:tcBorders>
              <w:top w:val="single" w:sz="4" w:space="0" w:color="C6C5C6"/>
              <w:left w:val="single" w:sz="4" w:space="0" w:color="C6C5C6"/>
              <w:bottom w:val="single" w:sz="4" w:space="0" w:color="C6C5C6"/>
              <w:right w:val="single" w:sz="4" w:space="0" w:color="C6C5C6"/>
            </w:tcBorders>
          </w:tcPr>
          <w:p w14:paraId="19E7A027" w14:textId="77777777" w:rsidR="005B1640" w:rsidRPr="001A7B4B" w:rsidRDefault="005B1640" w:rsidP="005B1640">
            <w:pPr>
              <w:pStyle w:val="Normalheadingblack"/>
              <w:rPr>
                <w:rFonts w:cs="Arial"/>
                <w:lang w:eastAsia="en-GB"/>
              </w:rPr>
            </w:pPr>
            <w:r w:rsidRPr="001A7B4B">
              <w:rPr>
                <w:rFonts w:cs="Arial"/>
                <w:lang w:eastAsia="en-GB"/>
              </w:rPr>
              <w:t>Outcome 1 – Plumbing and heating common knowledge criteria</w:t>
            </w:r>
          </w:p>
          <w:p w14:paraId="65F7AD71" w14:textId="77777777" w:rsidR="005B1640" w:rsidRPr="001A7B4B" w:rsidRDefault="005B1640" w:rsidP="005B1640">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69C5A782" w14:textId="77777777" w:rsidR="005B1640" w:rsidRPr="001A7B4B" w:rsidRDefault="005B1640" w:rsidP="005B1640">
            <w:pPr>
              <w:pStyle w:val="Normalheadingblack"/>
              <w:rPr>
                <w:rFonts w:cs="Arial"/>
                <w:b w:val="0"/>
                <w:szCs w:val="22"/>
              </w:rPr>
            </w:pPr>
            <w:r w:rsidRPr="001A7B4B">
              <w:rPr>
                <w:rFonts w:cs="Arial"/>
                <w:b w:val="0"/>
                <w:szCs w:val="22"/>
              </w:rPr>
              <w:t>K1.7 Plumbing and heating systems</w:t>
            </w:r>
          </w:p>
          <w:p w14:paraId="5EB80FCD" w14:textId="77777777" w:rsidR="005B1640" w:rsidRPr="001A7B4B" w:rsidRDefault="005B1640" w:rsidP="005B1640">
            <w:pPr>
              <w:pStyle w:val="Normalheadingblack"/>
              <w:rPr>
                <w:rFonts w:cs="Arial"/>
                <w:b w:val="0"/>
                <w:szCs w:val="22"/>
              </w:rPr>
            </w:pPr>
          </w:p>
          <w:p w14:paraId="564302B0" w14:textId="77777777" w:rsidR="005B1640" w:rsidRPr="001A7B4B" w:rsidRDefault="005B1640" w:rsidP="005B1640">
            <w:pPr>
              <w:pStyle w:val="Normalheadingblack"/>
              <w:rPr>
                <w:rFonts w:cs="Arial"/>
                <w:b w:val="0"/>
                <w:szCs w:val="22"/>
              </w:rPr>
            </w:pPr>
            <w:r w:rsidRPr="001A7B4B">
              <w:rPr>
                <w:rFonts w:cs="Arial"/>
                <w:b w:val="0"/>
                <w:szCs w:val="22"/>
              </w:rPr>
              <w:t>K1.8 Components used in plumbing and heating systems</w:t>
            </w:r>
          </w:p>
          <w:p w14:paraId="63CB0442" w14:textId="77777777" w:rsidR="00C670F9" w:rsidRPr="001A7B4B" w:rsidRDefault="00C670F9" w:rsidP="005B1640">
            <w:pPr>
              <w:pStyle w:val="Normalheadingblack"/>
              <w:rPr>
                <w:rFonts w:cs="Arial"/>
                <w:b w:val="0"/>
                <w:szCs w:val="22"/>
              </w:rPr>
            </w:pPr>
          </w:p>
          <w:p w14:paraId="7E6F4E82" w14:textId="77777777" w:rsidR="00C670F9" w:rsidRPr="001A7B4B" w:rsidRDefault="00C670F9" w:rsidP="005B1640">
            <w:pPr>
              <w:pStyle w:val="Normalheadingblack"/>
              <w:rPr>
                <w:rFonts w:cs="Arial"/>
                <w:b w:val="0"/>
                <w:szCs w:val="22"/>
              </w:rPr>
            </w:pPr>
            <w:r w:rsidRPr="001A7B4B">
              <w:rPr>
                <w:rFonts w:cs="Arial"/>
                <w:b w:val="0"/>
                <w:szCs w:val="22"/>
              </w:rPr>
              <w:lastRenderedPageBreak/>
              <w:t>K1.11 Appliances supported by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0F23DF12" w14:textId="77777777" w:rsidR="005B1640" w:rsidRPr="001A7B4B" w:rsidRDefault="005B1640" w:rsidP="005B1640">
            <w:pPr>
              <w:pStyle w:val="Normalheadingblue"/>
              <w:rPr>
                <w:rFonts w:cs="Arial"/>
                <w:color w:val="auto"/>
                <w:szCs w:val="22"/>
              </w:rPr>
            </w:pPr>
            <w:r w:rsidRPr="001A7B4B">
              <w:rPr>
                <w:rFonts w:cs="Arial"/>
                <w:color w:val="auto"/>
                <w:szCs w:val="22"/>
              </w:rPr>
              <w:lastRenderedPageBreak/>
              <w:t>Activity:</w:t>
            </w:r>
          </w:p>
          <w:p w14:paraId="6E31632B" w14:textId="77777777" w:rsidR="005B1640" w:rsidRPr="001A7B4B" w:rsidRDefault="005B1640" w:rsidP="005B1640">
            <w:pPr>
              <w:pStyle w:val="Normalheadingblue"/>
              <w:rPr>
                <w:rFonts w:cs="Arial"/>
                <w:color w:val="auto"/>
                <w:szCs w:val="22"/>
              </w:rPr>
            </w:pPr>
          </w:p>
          <w:p w14:paraId="77B65A36" w14:textId="77777777" w:rsidR="005B1640" w:rsidRPr="001A7B4B" w:rsidRDefault="005B1640" w:rsidP="005B1640">
            <w:pPr>
              <w:pStyle w:val="Normalheadingblue"/>
              <w:rPr>
                <w:rFonts w:cs="Arial"/>
                <w:color w:val="auto"/>
                <w:szCs w:val="22"/>
              </w:rPr>
            </w:pPr>
            <w:r w:rsidRPr="001A7B4B">
              <w:rPr>
                <w:rFonts w:cs="Arial"/>
                <w:color w:val="auto"/>
                <w:szCs w:val="22"/>
              </w:rPr>
              <w:t>Starter task example:</w:t>
            </w:r>
          </w:p>
          <w:p w14:paraId="29AFB18B" w14:textId="77777777" w:rsidR="005B1640" w:rsidRPr="001A7B4B" w:rsidRDefault="00CF64B4" w:rsidP="002C017C">
            <w:pPr>
              <w:pStyle w:val="Normalheadingblue"/>
              <w:numPr>
                <w:ilvl w:val="0"/>
                <w:numId w:val="64"/>
              </w:numPr>
              <w:rPr>
                <w:rFonts w:cs="Arial"/>
                <w:b w:val="0"/>
                <w:color w:val="auto"/>
                <w:szCs w:val="22"/>
              </w:rPr>
            </w:pPr>
            <w:r w:rsidRPr="001A7B4B">
              <w:rPr>
                <w:rFonts w:cs="Arial"/>
                <w:b w:val="0"/>
                <w:color w:val="auto"/>
                <w:szCs w:val="22"/>
              </w:rPr>
              <w:t>Recap from previous session – Q&amp;A based on UFH delivery.</w:t>
            </w:r>
          </w:p>
          <w:p w14:paraId="543AF8F0" w14:textId="77777777" w:rsidR="005B1640" w:rsidRPr="001A7B4B" w:rsidRDefault="005B1640" w:rsidP="005B1640">
            <w:pPr>
              <w:pStyle w:val="Normalheadingblue"/>
              <w:rPr>
                <w:rFonts w:cs="Arial"/>
                <w:b w:val="0"/>
                <w:color w:val="auto"/>
                <w:szCs w:val="22"/>
              </w:rPr>
            </w:pPr>
          </w:p>
          <w:p w14:paraId="756CE80D" w14:textId="77777777" w:rsidR="005B1640" w:rsidRPr="001A7B4B" w:rsidRDefault="005B1640" w:rsidP="005B1640">
            <w:pPr>
              <w:pStyle w:val="Normalheadingblue"/>
              <w:rPr>
                <w:rFonts w:cs="Arial"/>
                <w:color w:val="auto"/>
                <w:szCs w:val="22"/>
              </w:rPr>
            </w:pPr>
            <w:r w:rsidRPr="001A7B4B">
              <w:rPr>
                <w:rFonts w:cs="Arial"/>
                <w:color w:val="auto"/>
                <w:szCs w:val="22"/>
              </w:rPr>
              <w:lastRenderedPageBreak/>
              <w:t>Delivery:</w:t>
            </w:r>
          </w:p>
          <w:p w14:paraId="6E0F24E5" w14:textId="20324E30" w:rsidR="005B1640" w:rsidRPr="001A7B4B" w:rsidRDefault="002E6747" w:rsidP="005B1640">
            <w:pPr>
              <w:pStyle w:val="Normalheadingblue"/>
              <w:rPr>
                <w:rFonts w:cs="Arial"/>
                <w:color w:val="auto"/>
                <w:szCs w:val="22"/>
              </w:rPr>
            </w:pPr>
            <w:r w:rsidRPr="002E6747">
              <w:rPr>
                <w:rFonts w:cs="Arial"/>
                <w:b w:val="0"/>
                <w:bCs/>
                <w:color w:val="auto"/>
                <w:szCs w:val="22"/>
              </w:rPr>
              <w:t>Using</w:t>
            </w:r>
            <w:r w:rsidRPr="002E6747">
              <w:rPr>
                <w:rFonts w:cs="Arial"/>
                <w:color w:val="auto"/>
                <w:szCs w:val="22"/>
              </w:rPr>
              <w:t xml:space="preserve"> </w:t>
            </w:r>
            <w:r w:rsidRPr="00B94144">
              <w:rPr>
                <w:rFonts w:cs="Arial"/>
                <w:b w:val="0"/>
                <w:bCs/>
                <w:color w:val="auto"/>
                <w:szCs w:val="22"/>
              </w:rPr>
              <w:t xml:space="preserve">PowerPoint </w:t>
            </w:r>
            <w:r w:rsidRPr="00C37BE4">
              <w:rPr>
                <w:rFonts w:cs="Arial"/>
                <w:color w:val="auto"/>
                <w:szCs w:val="22"/>
                <w:highlight w:val="yellow"/>
              </w:rPr>
              <w:t>K1.7 K1.8 K1.11 Boilers</w:t>
            </w:r>
            <w:r w:rsidRPr="002E6747">
              <w:rPr>
                <w:rFonts w:cs="Arial"/>
                <w:color w:val="auto"/>
                <w:szCs w:val="22"/>
              </w:rPr>
              <w:t xml:space="preserve">, </w:t>
            </w:r>
            <w:r w:rsidRPr="002E6747">
              <w:rPr>
                <w:rFonts w:cs="Arial"/>
                <w:b w:val="0"/>
                <w:bCs/>
                <w:color w:val="auto"/>
                <w:szCs w:val="22"/>
              </w:rPr>
              <w:t>deliver the following content:</w:t>
            </w:r>
          </w:p>
          <w:p w14:paraId="56074DDD" w14:textId="77777777" w:rsidR="00CF64B4" w:rsidRPr="001A7B4B" w:rsidRDefault="00CF64B4" w:rsidP="002C017C">
            <w:pPr>
              <w:pStyle w:val="Normalheadingblue"/>
              <w:numPr>
                <w:ilvl w:val="0"/>
                <w:numId w:val="64"/>
              </w:numPr>
              <w:rPr>
                <w:rFonts w:cs="Arial"/>
                <w:b w:val="0"/>
                <w:color w:val="auto"/>
                <w:szCs w:val="22"/>
              </w:rPr>
            </w:pPr>
            <w:r w:rsidRPr="001A7B4B">
              <w:rPr>
                <w:rFonts w:cs="Arial"/>
                <w:b w:val="0"/>
                <w:color w:val="auto"/>
                <w:szCs w:val="22"/>
              </w:rPr>
              <w:t>Heat only boiler</w:t>
            </w:r>
          </w:p>
          <w:p w14:paraId="71430E0B" w14:textId="77777777" w:rsidR="00CF64B4" w:rsidRPr="001A7B4B" w:rsidRDefault="00CF64B4" w:rsidP="002C017C">
            <w:pPr>
              <w:pStyle w:val="Normalheadingblue"/>
              <w:numPr>
                <w:ilvl w:val="0"/>
                <w:numId w:val="64"/>
              </w:numPr>
              <w:rPr>
                <w:rFonts w:cs="Arial"/>
                <w:b w:val="0"/>
                <w:color w:val="auto"/>
                <w:szCs w:val="22"/>
              </w:rPr>
            </w:pPr>
            <w:r w:rsidRPr="001A7B4B">
              <w:rPr>
                <w:rFonts w:cs="Arial"/>
                <w:b w:val="0"/>
                <w:color w:val="auto"/>
                <w:szCs w:val="22"/>
              </w:rPr>
              <w:t>System boiler</w:t>
            </w:r>
          </w:p>
          <w:p w14:paraId="347EB861" w14:textId="77777777" w:rsidR="00CF64B4" w:rsidRPr="001A7B4B" w:rsidRDefault="00CF64B4" w:rsidP="002C017C">
            <w:pPr>
              <w:pStyle w:val="Normalheadingblue"/>
              <w:numPr>
                <w:ilvl w:val="0"/>
                <w:numId w:val="64"/>
              </w:numPr>
              <w:rPr>
                <w:rFonts w:cs="Arial"/>
                <w:b w:val="0"/>
                <w:color w:val="auto"/>
                <w:szCs w:val="22"/>
              </w:rPr>
            </w:pPr>
            <w:r w:rsidRPr="001A7B4B">
              <w:rPr>
                <w:rFonts w:cs="Arial"/>
                <w:b w:val="0"/>
                <w:color w:val="auto"/>
                <w:szCs w:val="22"/>
              </w:rPr>
              <w:t>Combination boiler</w:t>
            </w:r>
          </w:p>
          <w:p w14:paraId="7C7428CB" w14:textId="77777777" w:rsidR="00CF64B4" w:rsidRPr="001A7B4B" w:rsidRDefault="00CF64B4" w:rsidP="002C017C">
            <w:pPr>
              <w:pStyle w:val="Normalheadingblue"/>
              <w:numPr>
                <w:ilvl w:val="0"/>
                <w:numId w:val="64"/>
              </w:numPr>
              <w:rPr>
                <w:rFonts w:cs="Arial"/>
                <w:b w:val="0"/>
                <w:color w:val="auto"/>
                <w:szCs w:val="22"/>
              </w:rPr>
            </w:pPr>
            <w:r w:rsidRPr="001A7B4B">
              <w:rPr>
                <w:rFonts w:cs="Arial"/>
                <w:b w:val="0"/>
                <w:color w:val="auto"/>
                <w:szCs w:val="22"/>
              </w:rPr>
              <w:t>Principles of each</w:t>
            </w:r>
          </w:p>
          <w:p w14:paraId="0F4DDF7F" w14:textId="77777777" w:rsidR="00CF64B4" w:rsidRPr="001A7B4B" w:rsidRDefault="00CF64B4" w:rsidP="002C017C">
            <w:pPr>
              <w:pStyle w:val="Normalheadingblue"/>
              <w:numPr>
                <w:ilvl w:val="0"/>
                <w:numId w:val="64"/>
              </w:numPr>
              <w:rPr>
                <w:rFonts w:cs="Arial"/>
                <w:b w:val="0"/>
                <w:color w:val="auto"/>
                <w:szCs w:val="22"/>
              </w:rPr>
            </w:pPr>
            <w:r w:rsidRPr="001A7B4B">
              <w:rPr>
                <w:rFonts w:cs="Arial"/>
                <w:b w:val="0"/>
                <w:color w:val="auto"/>
                <w:szCs w:val="22"/>
              </w:rPr>
              <w:t>Installation methods</w:t>
            </w:r>
          </w:p>
          <w:p w14:paraId="3983C668" w14:textId="77777777" w:rsidR="00CF64B4" w:rsidRPr="001A7B4B" w:rsidRDefault="00CF64B4" w:rsidP="002C017C">
            <w:pPr>
              <w:pStyle w:val="Normalheadingblue"/>
              <w:numPr>
                <w:ilvl w:val="0"/>
                <w:numId w:val="64"/>
              </w:numPr>
              <w:rPr>
                <w:rFonts w:cs="Arial"/>
                <w:b w:val="0"/>
                <w:color w:val="auto"/>
                <w:szCs w:val="22"/>
              </w:rPr>
            </w:pPr>
            <w:r w:rsidRPr="001A7B4B">
              <w:rPr>
                <w:rFonts w:cs="Arial"/>
                <w:b w:val="0"/>
                <w:color w:val="auto"/>
                <w:szCs w:val="22"/>
              </w:rPr>
              <w:t>System suitability</w:t>
            </w:r>
          </w:p>
          <w:p w14:paraId="0F5F5143" w14:textId="77777777" w:rsidR="00CF64B4" w:rsidRPr="001A7B4B" w:rsidRDefault="00CF64B4" w:rsidP="002C017C">
            <w:pPr>
              <w:pStyle w:val="Normalheadingblue"/>
              <w:numPr>
                <w:ilvl w:val="0"/>
                <w:numId w:val="64"/>
              </w:numPr>
              <w:rPr>
                <w:rFonts w:cs="Arial"/>
                <w:b w:val="0"/>
                <w:color w:val="auto"/>
                <w:szCs w:val="22"/>
              </w:rPr>
            </w:pPr>
            <w:r w:rsidRPr="001A7B4B">
              <w:rPr>
                <w:rFonts w:cs="Arial"/>
                <w:b w:val="0"/>
                <w:color w:val="auto"/>
                <w:szCs w:val="22"/>
              </w:rPr>
              <w:t>Advantages and disadvantages of each type</w:t>
            </w:r>
          </w:p>
          <w:p w14:paraId="56BD23C5" w14:textId="4633AD59" w:rsidR="00CF64B4" w:rsidRPr="001A7B4B" w:rsidRDefault="00CF64B4" w:rsidP="002C017C">
            <w:pPr>
              <w:pStyle w:val="Normalheadingblue"/>
              <w:numPr>
                <w:ilvl w:val="0"/>
                <w:numId w:val="64"/>
              </w:numPr>
              <w:rPr>
                <w:rFonts w:cs="Arial"/>
                <w:b w:val="0"/>
                <w:color w:val="auto"/>
                <w:szCs w:val="22"/>
              </w:rPr>
            </w:pPr>
            <w:r w:rsidRPr="001A7B4B">
              <w:rPr>
                <w:rFonts w:cs="Arial"/>
                <w:b w:val="0"/>
                <w:color w:val="auto"/>
                <w:szCs w:val="22"/>
              </w:rPr>
              <w:t xml:space="preserve">Tutor to show examples of working systems and set tasks for </w:t>
            </w:r>
            <w:r w:rsidR="00F502C8" w:rsidRPr="001A7B4B">
              <w:rPr>
                <w:rFonts w:cs="Arial"/>
                <w:b w:val="0"/>
                <w:color w:val="auto"/>
                <w:szCs w:val="22"/>
              </w:rPr>
              <w:t>students</w:t>
            </w:r>
            <w:r w:rsidRPr="001A7B4B">
              <w:rPr>
                <w:rFonts w:cs="Arial"/>
                <w:b w:val="0"/>
                <w:color w:val="auto"/>
                <w:szCs w:val="22"/>
              </w:rPr>
              <w:t xml:space="preserve"> to identify layouts and components</w:t>
            </w:r>
          </w:p>
          <w:p w14:paraId="311231C1" w14:textId="5A34DED8" w:rsidR="00044E13" w:rsidRPr="001A7B4B" w:rsidRDefault="00116A2E" w:rsidP="002C017C">
            <w:pPr>
              <w:pStyle w:val="Normalheadingblue"/>
              <w:numPr>
                <w:ilvl w:val="0"/>
                <w:numId w:val="64"/>
              </w:numPr>
              <w:rPr>
                <w:rFonts w:cs="Arial"/>
                <w:b w:val="0"/>
                <w:color w:val="auto"/>
                <w:szCs w:val="22"/>
              </w:rPr>
            </w:pPr>
            <w:r w:rsidRPr="001A7B4B">
              <w:rPr>
                <w:rFonts w:cs="Arial"/>
                <w:b w:val="0"/>
                <w:color w:val="auto"/>
                <w:szCs w:val="22"/>
              </w:rPr>
              <w:t>Students</w:t>
            </w:r>
            <w:r w:rsidR="00044E13" w:rsidRPr="001A7B4B">
              <w:rPr>
                <w:rFonts w:cs="Arial"/>
                <w:b w:val="0"/>
                <w:color w:val="auto"/>
                <w:szCs w:val="22"/>
              </w:rPr>
              <w:t xml:space="preserve"> to discuss advantages and disadvantages of each type</w:t>
            </w:r>
          </w:p>
          <w:p w14:paraId="220B9640" w14:textId="77777777" w:rsidR="00044E13" w:rsidRPr="001A7B4B" w:rsidRDefault="00044E13" w:rsidP="002C017C">
            <w:pPr>
              <w:pStyle w:val="Normalheadingblue"/>
              <w:numPr>
                <w:ilvl w:val="0"/>
                <w:numId w:val="64"/>
              </w:numPr>
              <w:rPr>
                <w:rFonts w:cs="Arial"/>
                <w:b w:val="0"/>
                <w:color w:val="auto"/>
                <w:szCs w:val="22"/>
              </w:rPr>
            </w:pPr>
            <w:r w:rsidRPr="001A7B4B">
              <w:rPr>
                <w:rFonts w:cs="Arial"/>
                <w:b w:val="0"/>
                <w:color w:val="auto"/>
                <w:szCs w:val="22"/>
              </w:rPr>
              <w:t xml:space="preserve">Tutor to show examples of manufacturers websites to look at ranges such as </w:t>
            </w:r>
            <w:hyperlink r:id="rId51" w:history="1">
              <w:r w:rsidRPr="001A7B4B">
                <w:rPr>
                  <w:rStyle w:val="Hyperlink"/>
                  <w:color w:val="auto"/>
                </w:rPr>
                <w:t>Boilers | Worcester Bosch</w:t>
              </w:r>
            </w:hyperlink>
          </w:p>
          <w:p w14:paraId="318FE6A0" w14:textId="77777777" w:rsidR="00044E13" w:rsidRPr="001A7B4B" w:rsidRDefault="00044E13" w:rsidP="00044E13">
            <w:pPr>
              <w:pStyle w:val="Normalheadingblue"/>
              <w:ind w:left="720"/>
              <w:rPr>
                <w:rFonts w:cs="Arial"/>
                <w:b w:val="0"/>
                <w:color w:val="auto"/>
                <w:szCs w:val="22"/>
              </w:rPr>
            </w:pPr>
          </w:p>
          <w:p w14:paraId="788F45A3" w14:textId="77777777" w:rsidR="005B1640" w:rsidRPr="001A7B4B" w:rsidRDefault="005B1640" w:rsidP="005B1640">
            <w:pPr>
              <w:pStyle w:val="Normalheadingblue"/>
              <w:rPr>
                <w:rFonts w:cs="Arial"/>
                <w:color w:val="auto"/>
                <w:szCs w:val="22"/>
              </w:rPr>
            </w:pPr>
          </w:p>
          <w:p w14:paraId="2B6F834A" w14:textId="77777777" w:rsidR="005B1640" w:rsidRPr="001A7B4B" w:rsidRDefault="005B1640" w:rsidP="005B1640">
            <w:pPr>
              <w:pStyle w:val="Normalheadingblue"/>
              <w:rPr>
                <w:rFonts w:cs="Arial"/>
                <w:color w:val="auto"/>
                <w:szCs w:val="22"/>
              </w:rPr>
            </w:pPr>
            <w:r w:rsidRPr="001A7B4B">
              <w:rPr>
                <w:rFonts w:cs="Arial"/>
                <w:color w:val="auto"/>
                <w:szCs w:val="22"/>
              </w:rPr>
              <w:t>Knowledge check example:</w:t>
            </w:r>
          </w:p>
          <w:p w14:paraId="700C7822" w14:textId="2048DE83" w:rsidR="005B1640" w:rsidRPr="001A7B4B" w:rsidRDefault="00044E13" w:rsidP="002C017C">
            <w:pPr>
              <w:pStyle w:val="Normalheadingblue"/>
              <w:numPr>
                <w:ilvl w:val="0"/>
                <w:numId w:val="65"/>
              </w:numPr>
              <w:rPr>
                <w:rFonts w:cs="Arial"/>
                <w:b w:val="0"/>
                <w:color w:val="auto"/>
                <w:szCs w:val="22"/>
              </w:rPr>
            </w:pPr>
            <w:r w:rsidRPr="001A7B4B">
              <w:rPr>
                <w:rFonts w:cs="Arial"/>
                <w:b w:val="0"/>
                <w:color w:val="auto"/>
                <w:szCs w:val="22"/>
              </w:rPr>
              <w:t xml:space="preserve">Knowledge check using statements referring to each boiler type allowing </w:t>
            </w:r>
            <w:r w:rsidR="00F502C8" w:rsidRPr="001A7B4B">
              <w:rPr>
                <w:rFonts w:cs="Arial"/>
                <w:b w:val="0"/>
                <w:color w:val="auto"/>
                <w:szCs w:val="22"/>
              </w:rPr>
              <w:t>students</w:t>
            </w:r>
            <w:r w:rsidRPr="001A7B4B">
              <w:rPr>
                <w:rFonts w:cs="Arial"/>
                <w:b w:val="0"/>
                <w:color w:val="auto"/>
                <w:szCs w:val="22"/>
              </w:rPr>
              <w:t xml:space="preserve"> to identify </w:t>
            </w:r>
            <w:r w:rsidRPr="001A7B4B">
              <w:rPr>
                <w:rFonts w:cs="Arial"/>
                <w:b w:val="0"/>
                <w:color w:val="auto"/>
                <w:szCs w:val="22"/>
              </w:rPr>
              <w:lastRenderedPageBreak/>
              <w:t xml:space="preserve">boiler type or scenarios in which </w:t>
            </w:r>
            <w:r w:rsidR="00F502C8" w:rsidRPr="001A7B4B">
              <w:rPr>
                <w:rFonts w:cs="Arial"/>
                <w:b w:val="0"/>
                <w:color w:val="auto"/>
                <w:szCs w:val="22"/>
              </w:rPr>
              <w:t>students</w:t>
            </w:r>
            <w:r w:rsidRPr="001A7B4B">
              <w:rPr>
                <w:rFonts w:cs="Arial"/>
                <w:b w:val="0"/>
                <w:color w:val="auto"/>
                <w:szCs w:val="22"/>
              </w:rPr>
              <w:t xml:space="preserve"> can select a suitable boiler</w:t>
            </w:r>
          </w:p>
          <w:p w14:paraId="2969B0C8" w14:textId="77777777" w:rsidR="005B1640" w:rsidRPr="001A7B4B" w:rsidRDefault="005B1640" w:rsidP="005B1640">
            <w:pPr>
              <w:pStyle w:val="Normalheadingblue"/>
              <w:rPr>
                <w:rFonts w:cs="Arial"/>
                <w:color w:val="auto"/>
                <w:szCs w:val="22"/>
              </w:rPr>
            </w:pPr>
            <w:r w:rsidRPr="001A7B4B">
              <w:rPr>
                <w:rFonts w:cs="Arial"/>
                <w:color w:val="auto"/>
                <w:szCs w:val="22"/>
              </w:rPr>
              <w:t>Resources:</w:t>
            </w:r>
          </w:p>
          <w:p w14:paraId="56AFA905" w14:textId="6A955CEE" w:rsidR="00044E13" w:rsidRPr="001A7B4B" w:rsidRDefault="00763103" w:rsidP="005B1640">
            <w:pPr>
              <w:pStyle w:val="Normalheadingblue"/>
              <w:rPr>
                <w:rFonts w:cs="Arial"/>
                <w:b w:val="0"/>
                <w:color w:val="auto"/>
                <w:szCs w:val="22"/>
              </w:rPr>
            </w:pPr>
            <w:r w:rsidRPr="001A7B4B">
              <w:rPr>
                <w:rFonts w:cs="Arial"/>
                <w:b w:val="0"/>
                <w:color w:val="auto"/>
                <w:szCs w:val="22"/>
              </w:rPr>
              <w:t>PowerPoint</w:t>
            </w:r>
            <w:r w:rsidR="002E6747">
              <w:rPr>
                <w:rFonts w:cs="Arial"/>
                <w:b w:val="0"/>
                <w:color w:val="auto"/>
                <w:szCs w:val="22"/>
              </w:rPr>
              <w:t xml:space="preserve">: </w:t>
            </w:r>
            <w:r w:rsidR="00681BB3" w:rsidRPr="00681BB3">
              <w:rPr>
                <w:rFonts w:cs="Arial"/>
                <w:bCs/>
                <w:color w:val="auto"/>
                <w:szCs w:val="22"/>
              </w:rPr>
              <w:t>K1.7 K1.8 K1.11 Boilers</w:t>
            </w:r>
          </w:p>
          <w:p w14:paraId="2BF3FFC8" w14:textId="77777777" w:rsidR="00044E13" w:rsidRPr="001A7B4B" w:rsidRDefault="00044E13" w:rsidP="005B1640">
            <w:pPr>
              <w:pStyle w:val="Normalheadingblue"/>
              <w:rPr>
                <w:rFonts w:cs="Arial"/>
                <w:b w:val="0"/>
                <w:color w:val="auto"/>
                <w:szCs w:val="22"/>
              </w:rPr>
            </w:pPr>
            <w:r w:rsidRPr="001A7B4B">
              <w:rPr>
                <w:rFonts w:cs="Arial"/>
                <w:b w:val="0"/>
                <w:color w:val="auto"/>
                <w:szCs w:val="22"/>
              </w:rPr>
              <w:t>Examples of fitted boilers and systems</w:t>
            </w:r>
          </w:p>
          <w:p w14:paraId="4AA862C3" w14:textId="77777777" w:rsidR="00044E13" w:rsidRPr="001A7B4B" w:rsidRDefault="00044E13" w:rsidP="005B1640">
            <w:pPr>
              <w:pStyle w:val="Normalheadingblue"/>
              <w:rPr>
                <w:rFonts w:cs="Arial"/>
                <w:b w:val="0"/>
                <w:color w:val="auto"/>
                <w:szCs w:val="22"/>
              </w:rPr>
            </w:pPr>
            <w:proofErr w:type="spellStart"/>
            <w:r w:rsidRPr="001A7B4B">
              <w:rPr>
                <w:rFonts w:cs="Arial"/>
                <w:b w:val="0"/>
                <w:color w:val="auto"/>
                <w:szCs w:val="22"/>
              </w:rPr>
              <w:t>Manufacturers</w:t>
            </w:r>
            <w:proofErr w:type="spellEnd"/>
            <w:r w:rsidRPr="001A7B4B">
              <w:rPr>
                <w:rFonts w:cs="Arial"/>
                <w:b w:val="0"/>
                <w:color w:val="auto"/>
                <w:szCs w:val="22"/>
              </w:rPr>
              <w:t xml:space="preserve"> instructions</w:t>
            </w:r>
          </w:p>
          <w:p w14:paraId="38E1BB24" w14:textId="77777777" w:rsidR="00044E13" w:rsidRPr="001A7B4B" w:rsidRDefault="00044E13" w:rsidP="005B1640">
            <w:pPr>
              <w:pStyle w:val="Normalheadingblue"/>
              <w:rPr>
                <w:rFonts w:cs="Arial"/>
                <w:b w:val="0"/>
                <w:color w:val="auto"/>
                <w:szCs w:val="22"/>
              </w:rPr>
            </w:pPr>
            <w:r w:rsidRPr="001A7B4B">
              <w:rPr>
                <w:rFonts w:cs="Arial"/>
                <w:b w:val="0"/>
                <w:color w:val="auto"/>
                <w:szCs w:val="22"/>
              </w:rPr>
              <w:t xml:space="preserve">Knowledge check scenarios </w:t>
            </w:r>
          </w:p>
          <w:p w14:paraId="46D527EC" w14:textId="77777777" w:rsidR="005B1640" w:rsidRPr="001A7B4B" w:rsidRDefault="005B1640" w:rsidP="00CF64B4">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7A696C63" w14:textId="77777777" w:rsidR="00DD207A" w:rsidRPr="001A7B4B" w:rsidRDefault="008A57D2">
            <w:r w:rsidRPr="001A7B4B">
              <w:lastRenderedPageBreak/>
              <w:t>Q&amp;A</w:t>
            </w:r>
            <w:r w:rsidRPr="001A7B4B">
              <w:br/>
            </w:r>
            <w:r w:rsidRPr="001A7B4B">
              <w:br/>
            </w:r>
            <w:r w:rsidRPr="001A7B4B">
              <w:br/>
            </w:r>
            <w:r w:rsidRPr="001A7B4B">
              <w:br/>
            </w:r>
            <w:r w:rsidRPr="001A7B4B">
              <w:br/>
            </w:r>
            <w:r w:rsidRPr="001A7B4B">
              <w:br/>
              <w:t>Identify boilers and components</w:t>
            </w:r>
            <w:r w:rsidRPr="001A7B4B">
              <w:br/>
            </w:r>
            <w:r w:rsidRPr="001A7B4B">
              <w:lastRenderedPageBreak/>
              <w:br/>
            </w:r>
            <w:r w:rsidRPr="001A7B4B">
              <w:br/>
            </w:r>
            <w:r w:rsidRPr="001A7B4B">
              <w:br/>
            </w:r>
            <w:r w:rsidRPr="001A7B4B">
              <w:br/>
              <w:t>Scenario based knowledge check</w:t>
            </w:r>
            <w:r w:rsidRPr="001A7B4B">
              <w:br/>
              <w:t>English skills (reading, writing, technical vocabulary)</w:t>
            </w:r>
          </w:p>
        </w:tc>
      </w:tr>
      <w:tr w:rsidR="001A7B4B" w:rsidRPr="001A7B4B" w14:paraId="08B642B6"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190EA90C" w14:textId="77777777" w:rsidR="00CF64B4" w:rsidRDefault="00CF64B4" w:rsidP="00044E13">
            <w:pPr>
              <w:jc w:val="center"/>
              <w:rPr>
                <w:rFonts w:cs="Arial"/>
                <w:szCs w:val="22"/>
              </w:rPr>
            </w:pPr>
            <w:r>
              <w:rPr>
                <w:rFonts w:cs="Arial"/>
                <w:szCs w:val="22"/>
              </w:rPr>
              <w:lastRenderedPageBreak/>
              <w:t>11</w:t>
            </w:r>
            <w:r w:rsidR="00044E13">
              <w:rPr>
                <w:rFonts w:cs="Arial"/>
                <w:szCs w:val="22"/>
              </w:rPr>
              <w:t>8</w:t>
            </w:r>
          </w:p>
          <w:p w14:paraId="42C65B5B" w14:textId="77777777" w:rsidR="002313BB" w:rsidRDefault="002313BB" w:rsidP="00044E13">
            <w:pPr>
              <w:jc w:val="center"/>
              <w:rPr>
                <w:rFonts w:cs="Arial"/>
                <w:szCs w:val="22"/>
              </w:rPr>
            </w:pPr>
            <w:r>
              <w:rPr>
                <w:rFonts w:cs="Arial"/>
                <w:szCs w:val="22"/>
              </w:rPr>
              <w:t>3 hours</w:t>
            </w:r>
          </w:p>
          <w:p w14:paraId="6277EAE7" w14:textId="1EFD44BE" w:rsidR="00820AE3" w:rsidRPr="00416B01" w:rsidRDefault="00820AE3" w:rsidP="00044E13">
            <w:pPr>
              <w:jc w:val="center"/>
              <w:rPr>
                <w:rFonts w:cs="Arial"/>
                <w:b/>
                <w:bCs/>
                <w:szCs w:val="22"/>
              </w:rPr>
            </w:pPr>
            <w:r w:rsidRPr="00416B01">
              <w:rPr>
                <w:rFonts w:cs="Arial"/>
                <w:b/>
                <w:bCs/>
                <w:szCs w:val="22"/>
                <w:highlight w:val="yellow"/>
              </w:rPr>
              <w:t>PPT available</w:t>
            </w:r>
            <w:r w:rsidRPr="00416B01">
              <w:rPr>
                <w:rFonts w:cs="Arial"/>
                <w:b/>
                <w:bCs/>
                <w:szCs w:val="22"/>
              </w:rPr>
              <w:t xml:space="preserve"> </w:t>
            </w:r>
          </w:p>
        </w:tc>
        <w:tc>
          <w:tcPr>
            <w:tcW w:w="2199" w:type="dxa"/>
            <w:tcBorders>
              <w:top w:val="single" w:sz="4" w:space="0" w:color="C6C5C6"/>
              <w:left w:val="single" w:sz="4" w:space="0" w:color="C6C5C6"/>
              <w:bottom w:val="single" w:sz="4" w:space="0" w:color="C6C5C6"/>
              <w:right w:val="single" w:sz="4" w:space="0" w:color="C6C5C6"/>
            </w:tcBorders>
          </w:tcPr>
          <w:p w14:paraId="2D7B8CF1" w14:textId="77777777" w:rsidR="00CF64B4" w:rsidRPr="001A7B4B" w:rsidRDefault="00CF64B4" w:rsidP="00044E13">
            <w:pPr>
              <w:pStyle w:val="Normalheadingblack"/>
              <w:rPr>
                <w:rFonts w:cs="Arial"/>
                <w:lang w:eastAsia="en-GB"/>
              </w:rPr>
            </w:pPr>
            <w:r w:rsidRPr="001A7B4B">
              <w:rPr>
                <w:rFonts w:cs="Arial"/>
                <w:lang w:eastAsia="en-GB"/>
              </w:rPr>
              <w:t>Outcome 1 – Plumbing and heating common knowledge criteria</w:t>
            </w:r>
          </w:p>
          <w:p w14:paraId="77DAB80A" w14:textId="77777777" w:rsidR="00CF64B4" w:rsidRPr="001A7B4B" w:rsidRDefault="00CF64B4" w:rsidP="00044E13">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1CD34435" w14:textId="77777777" w:rsidR="00CF64B4" w:rsidRPr="001A7B4B" w:rsidRDefault="00CF64B4" w:rsidP="00044E13">
            <w:pPr>
              <w:pStyle w:val="Normalheadingblack"/>
              <w:rPr>
                <w:rFonts w:cs="Arial"/>
                <w:b w:val="0"/>
                <w:szCs w:val="22"/>
              </w:rPr>
            </w:pPr>
            <w:r w:rsidRPr="001A7B4B">
              <w:rPr>
                <w:rFonts w:cs="Arial"/>
                <w:b w:val="0"/>
                <w:szCs w:val="22"/>
              </w:rPr>
              <w:t>K1.7 Plumbing and heating systems</w:t>
            </w:r>
          </w:p>
          <w:p w14:paraId="6FEC605F" w14:textId="77777777" w:rsidR="00CF64B4" w:rsidRPr="001A7B4B" w:rsidRDefault="00CF64B4" w:rsidP="00044E13">
            <w:pPr>
              <w:pStyle w:val="Normalheadingblack"/>
              <w:rPr>
                <w:rFonts w:cs="Arial"/>
                <w:b w:val="0"/>
                <w:szCs w:val="22"/>
              </w:rPr>
            </w:pPr>
          </w:p>
          <w:p w14:paraId="5A3A026A" w14:textId="77777777" w:rsidR="00CF64B4" w:rsidRPr="001A7B4B" w:rsidRDefault="00CF64B4" w:rsidP="00044E13">
            <w:pPr>
              <w:pStyle w:val="Normalheadingblack"/>
              <w:rPr>
                <w:rFonts w:cs="Arial"/>
                <w:b w:val="0"/>
                <w:szCs w:val="22"/>
              </w:rPr>
            </w:pPr>
            <w:r w:rsidRPr="001A7B4B">
              <w:rPr>
                <w:rFonts w:cs="Arial"/>
                <w:b w:val="0"/>
                <w:szCs w:val="22"/>
              </w:rPr>
              <w:t>K1.8 Components used in plumbing and heating systems</w:t>
            </w:r>
          </w:p>
          <w:p w14:paraId="7E7B778B" w14:textId="77777777" w:rsidR="00C670F9" w:rsidRPr="001A7B4B" w:rsidRDefault="00C670F9" w:rsidP="00044E13">
            <w:pPr>
              <w:pStyle w:val="Normalheadingblack"/>
              <w:rPr>
                <w:rFonts w:cs="Arial"/>
                <w:b w:val="0"/>
                <w:szCs w:val="22"/>
              </w:rPr>
            </w:pPr>
          </w:p>
          <w:p w14:paraId="61A603EF" w14:textId="77777777" w:rsidR="00C670F9" w:rsidRPr="001A7B4B" w:rsidRDefault="00C670F9" w:rsidP="00044E13">
            <w:pPr>
              <w:pStyle w:val="Normalheadingblack"/>
              <w:rPr>
                <w:rFonts w:cs="Arial"/>
                <w:b w:val="0"/>
                <w:szCs w:val="22"/>
              </w:rPr>
            </w:pPr>
            <w:r w:rsidRPr="001A7B4B">
              <w:rPr>
                <w:rFonts w:cs="Arial"/>
                <w:b w:val="0"/>
                <w:szCs w:val="22"/>
              </w:rPr>
              <w:t>K1.11 Appliances supported by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38F1CC27" w14:textId="77777777" w:rsidR="00CF64B4" w:rsidRPr="001A7B4B" w:rsidRDefault="00CF64B4" w:rsidP="00044E13">
            <w:pPr>
              <w:pStyle w:val="Normalheadingblue"/>
              <w:rPr>
                <w:rFonts w:cs="Arial"/>
                <w:color w:val="auto"/>
                <w:szCs w:val="22"/>
              </w:rPr>
            </w:pPr>
            <w:r w:rsidRPr="001A7B4B">
              <w:rPr>
                <w:rFonts w:cs="Arial"/>
                <w:color w:val="auto"/>
                <w:szCs w:val="22"/>
              </w:rPr>
              <w:t>Activity:</w:t>
            </w:r>
          </w:p>
          <w:p w14:paraId="2F31D653" w14:textId="77777777" w:rsidR="00CF64B4" w:rsidRPr="001A7B4B" w:rsidRDefault="00CF64B4" w:rsidP="00044E13">
            <w:pPr>
              <w:pStyle w:val="Normalheadingblue"/>
              <w:rPr>
                <w:rFonts w:cs="Arial"/>
                <w:color w:val="auto"/>
                <w:szCs w:val="22"/>
              </w:rPr>
            </w:pPr>
          </w:p>
          <w:p w14:paraId="25F8060C" w14:textId="77777777" w:rsidR="00CF64B4" w:rsidRPr="001A7B4B" w:rsidRDefault="00CF64B4" w:rsidP="00044E13">
            <w:pPr>
              <w:pStyle w:val="Normalheadingblue"/>
              <w:rPr>
                <w:rFonts w:cs="Arial"/>
                <w:color w:val="auto"/>
                <w:szCs w:val="22"/>
              </w:rPr>
            </w:pPr>
            <w:r w:rsidRPr="001A7B4B">
              <w:rPr>
                <w:rFonts w:cs="Arial"/>
                <w:color w:val="auto"/>
                <w:szCs w:val="22"/>
              </w:rPr>
              <w:t>Starter task example:</w:t>
            </w:r>
          </w:p>
          <w:p w14:paraId="370CB04F" w14:textId="0CECA5CB" w:rsidR="00CF64B4" w:rsidRPr="001A7B4B" w:rsidRDefault="00044E13" w:rsidP="002C017C">
            <w:pPr>
              <w:pStyle w:val="Normalheadingblue"/>
              <w:numPr>
                <w:ilvl w:val="0"/>
                <w:numId w:val="65"/>
              </w:numPr>
              <w:rPr>
                <w:rFonts w:cs="Arial"/>
                <w:b w:val="0"/>
                <w:color w:val="auto"/>
                <w:szCs w:val="22"/>
              </w:rPr>
            </w:pPr>
            <w:r w:rsidRPr="001A7B4B">
              <w:rPr>
                <w:rFonts w:cs="Arial"/>
                <w:b w:val="0"/>
                <w:color w:val="auto"/>
                <w:szCs w:val="22"/>
              </w:rPr>
              <w:t xml:space="preserve">Mind map activity – how can heat be generated without gas – </w:t>
            </w:r>
            <w:r w:rsidR="00F502C8" w:rsidRPr="001A7B4B">
              <w:rPr>
                <w:rFonts w:cs="Arial"/>
                <w:b w:val="0"/>
                <w:color w:val="auto"/>
                <w:szCs w:val="22"/>
              </w:rPr>
              <w:t>students</w:t>
            </w:r>
            <w:r w:rsidRPr="001A7B4B">
              <w:rPr>
                <w:rFonts w:cs="Arial"/>
                <w:b w:val="0"/>
                <w:color w:val="auto"/>
                <w:szCs w:val="22"/>
              </w:rPr>
              <w:t xml:space="preserve"> work in small groups to create ideas before feeding back into class led by tutor</w:t>
            </w:r>
          </w:p>
          <w:p w14:paraId="7CD49825" w14:textId="77777777" w:rsidR="00CF64B4" w:rsidRPr="001A7B4B" w:rsidRDefault="00CF64B4" w:rsidP="00044E13">
            <w:pPr>
              <w:pStyle w:val="Normalheadingblue"/>
              <w:rPr>
                <w:rFonts w:cs="Arial"/>
                <w:color w:val="auto"/>
                <w:szCs w:val="22"/>
              </w:rPr>
            </w:pPr>
          </w:p>
          <w:p w14:paraId="02DDAE4B" w14:textId="77777777" w:rsidR="00CF64B4" w:rsidRPr="001A7B4B" w:rsidRDefault="00CF64B4" w:rsidP="00044E13">
            <w:pPr>
              <w:pStyle w:val="Normalheadingblue"/>
              <w:rPr>
                <w:rFonts w:cs="Arial"/>
                <w:color w:val="auto"/>
                <w:szCs w:val="22"/>
              </w:rPr>
            </w:pPr>
            <w:r w:rsidRPr="001A7B4B">
              <w:rPr>
                <w:rFonts w:cs="Arial"/>
                <w:color w:val="auto"/>
                <w:szCs w:val="22"/>
              </w:rPr>
              <w:t>Delivery:</w:t>
            </w:r>
          </w:p>
          <w:p w14:paraId="4259156F" w14:textId="77777777" w:rsidR="00171350" w:rsidRPr="00171350" w:rsidRDefault="00171350" w:rsidP="00171350">
            <w:pPr>
              <w:pStyle w:val="Normalheadingblue"/>
              <w:rPr>
                <w:rFonts w:cs="Arial"/>
                <w:b w:val="0"/>
                <w:bCs/>
                <w:color w:val="auto"/>
                <w:szCs w:val="22"/>
              </w:rPr>
            </w:pPr>
            <w:r w:rsidRPr="00171350">
              <w:rPr>
                <w:rFonts w:cs="Arial"/>
                <w:b w:val="0"/>
                <w:bCs/>
                <w:color w:val="auto"/>
                <w:szCs w:val="22"/>
              </w:rPr>
              <w:t>Using PowerPoint</w:t>
            </w:r>
            <w:r w:rsidRPr="00171350">
              <w:rPr>
                <w:rFonts w:cs="Arial"/>
                <w:color w:val="auto"/>
                <w:szCs w:val="22"/>
              </w:rPr>
              <w:t xml:space="preserve"> </w:t>
            </w:r>
            <w:r w:rsidRPr="00C37BE4">
              <w:rPr>
                <w:rFonts w:cs="Arial"/>
                <w:color w:val="auto"/>
                <w:szCs w:val="22"/>
                <w:highlight w:val="yellow"/>
              </w:rPr>
              <w:t>K1.7 K1.8 K1.11 Air Source Heat Pumps &amp; Electric Boilers</w:t>
            </w:r>
            <w:r w:rsidRPr="00171350">
              <w:rPr>
                <w:rFonts w:cs="Arial"/>
                <w:b w:val="0"/>
                <w:bCs/>
                <w:color w:val="auto"/>
                <w:szCs w:val="22"/>
              </w:rPr>
              <w:t>, deliver the following content:</w:t>
            </w:r>
          </w:p>
          <w:p w14:paraId="3C20D754" w14:textId="35B6D6BE" w:rsidR="00044E13" w:rsidRPr="001A7B4B" w:rsidRDefault="00044E13" w:rsidP="002C017C">
            <w:pPr>
              <w:pStyle w:val="Normalheadingblue"/>
              <w:numPr>
                <w:ilvl w:val="0"/>
                <w:numId w:val="65"/>
              </w:numPr>
              <w:rPr>
                <w:rFonts w:cs="Arial"/>
                <w:b w:val="0"/>
                <w:color w:val="auto"/>
                <w:szCs w:val="22"/>
              </w:rPr>
            </w:pPr>
            <w:r w:rsidRPr="001A7B4B">
              <w:rPr>
                <w:rFonts w:cs="Arial"/>
                <w:b w:val="0"/>
                <w:color w:val="auto"/>
                <w:szCs w:val="22"/>
              </w:rPr>
              <w:t>Air source heat pumps</w:t>
            </w:r>
          </w:p>
          <w:p w14:paraId="52F196D1" w14:textId="77777777" w:rsidR="00044E13" w:rsidRPr="001A7B4B" w:rsidRDefault="00044E13" w:rsidP="002C017C">
            <w:pPr>
              <w:pStyle w:val="Normalheadingblue"/>
              <w:numPr>
                <w:ilvl w:val="0"/>
                <w:numId w:val="65"/>
              </w:numPr>
              <w:rPr>
                <w:rFonts w:cs="Arial"/>
                <w:b w:val="0"/>
                <w:color w:val="auto"/>
                <w:szCs w:val="22"/>
              </w:rPr>
            </w:pPr>
            <w:r w:rsidRPr="001A7B4B">
              <w:rPr>
                <w:rFonts w:cs="Arial"/>
                <w:b w:val="0"/>
                <w:color w:val="auto"/>
                <w:szCs w:val="22"/>
              </w:rPr>
              <w:t>Electric boilers</w:t>
            </w:r>
          </w:p>
          <w:p w14:paraId="1933BFF2" w14:textId="77777777" w:rsidR="008C4E66" w:rsidRPr="001A7B4B" w:rsidRDefault="008C4E66" w:rsidP="002C017C">
            <w:pPr>
              <w:pStyle w:val="Normalheadingblue"/>
              <w:numPr>
                <w:ilvl w:val="0"/>
                <w:numId w:val="65"/>
              </w:numPr>
              <w:rPr>
                <w:rFonts w:cs="Arial"/>
                <w:b w:val="0"/>
                <w:color w:val="auto"/>
                <w:szCs w:val="22"/>
              </w:rPr>
            </w:pPr>
            <w:r w:rsidRPr="001A7B4B">
              <w:rPr>
                <w:rFonts w:cs="Arial"/>
                <w:b w:val="0"/>
                <w:color w:val="auto"/>
                <w:szCs w:val="22"/>
              </w:rPr>
              <w:t>Basic principles of refrigerant cycle</w:t>
            </w:r>
          </w:p>
          <w:p w14:paraId="71576F98" w14:textId="77777777" w:rsidR="008C4E66" w:rsidRPr="001A7B4B" w:rsidRDefault="008C4E66" w:rsidP="002C017C">
            <w:pPr>
              <w:pStyle w:val="Normalheadingblue"/>
              <w:numPr>
                <w:ilvl w:val="0"/>
                <w:numId w:val="65"/>
              </w:numPr>
              <w:rPr>
                <w:rFonts w:cs="Arial"/>
                <w:b w:val="0"/>
                <w:color w:val="auto"/>
                <w:szCs w:val="22"/>
              </w:rPr>
            </w:pPr>
            <w:r w:rsidRPr="001A7B4B">
              <w:rPr>
                <w:rFonts w:cs="Arial"/>
                <w:b w:val="0"/>
                <w:color w:val="auto"/>
                <w:szCs w:val="22"/>
              </w:rPr>
              <w:lastRenderedPageBreak/>
              <w:t>System layouts</w:t>
            </w:r>
          </w:p>
          <w:p w14:paraId="4260FB67" w14:textId="77777777" w:rsidR="008C4E66" w:rsidRPr="001A7B4B" w:rsidRDefault="008C4E66" w:rsidP="002C017C">
            <w:pPr>
              <w:pStyle w:val="Normalheadingblue"/>
              <w:numPr>
                <w:ilvl w:val="0"/>
                <w:numId w:val="65"/>
              </w:numPr>
              <w:rPr>
                <w:rFonts w:cs="Arial"/>
                <w:b w:val="0"/>
                <w:color w:val="auto"/>
                <w:szCs w:val="22"/>
              </w:rPr>
            </w:pPr>
            <w:r w:rsidRPr="001A7B4B">
              <w:rPr>
                <w:rFonts w:cs="Arial"/>
                <w:b w:val="0"/>
                <w:color w:val="auto"/>
                <w:szCs w:val="22"/>
              </w:rPr>
              <w:t>Limitations and advantages of both</w:t>
            </w:r>
          </w:p>
          <w:p w14:paraId="1D996886" w14:textId="77777777" w:rsidR="008C4E66" w:rsidRPr="001A7B4B" w:rsidRDefault="008C4E66" w:rsidP="002C017C">
            <w:pPr>
              <w:pStyle w:val="Normalheadingblue"/>
              <w:numPr>
                <w:ilvl w:val="0"/>
                <w:numId w:val="65"/>
              </w:numPr>
              <w:rPr>
                <w:rFonts w:cs="Arial"/>
                <w:b w:val="0"/>
                <w:color w:val="auto"/>
                <w:szCs w:val="22"/>
              </w:rPr>
            </w:pPr>
            <w:r w:rsidRPr="001A7B4B">
              <w:rPr>
                <w:rFonts w:cs="Arial"/>
                <w:b w:val="0"/>
                <w:color w:val="auto"/>
                <w:szCs w:val="22"/>
              </w:rPr>
              <w:t xml:space="preserve">Tutor to highlight the principles of basic refrigeration cycle and how heat is generated </w:t>
            </w:r>
          </w:p>
          <w:p w14:paraId="214BA8CF" w14:textId="77777777" w:rsidR="008C4E66" w:rsidRPr="001A7B4B" w:rsidRDefault="008C4E66" w:rsidP="002C017C">
            <w:pPr>
              <w:pStyle w:val="Normalheadingblue"/>
              <w:numPr>
                <w:ilvl w:val="0"/>
                <w:numId w:val="65"/>
              </w:numPr>
              <w:rPr>
                <w:rFonts w:cs="Arial"/>
                <w:b w:val="0"/>
                <w:color w:val="auto"/>
                <w:szCs w:val="22"/>
              </w:rPr>
            </w:pPr>
            <w:r w:rsidRPr="001A7B4B">
              <w:rPr>
                <w:rFonts w:cs="Arial"/>
                <w:b w:val="0"/>
                <w:color w:val="auto"/>
                <w:szCs w:val="22"/>
              </w:rPr>
              <w:t xml:space="preserve">Examine examples of heat pump units and discuss the heat exchange process </w:t>
            </w:r>
            <w:hyperlink r:id="rId52" w:history="1">
              <w:r w:rsidRPr="001A7B4B">
                <w:rPr>
                  <w:rStyle w:val="Hyperlink"/>
                  <w:color w:val="auto"/>
                </w:rPr>
                <w:t>Air Source Heat Pumps explained - YouTube</w:t>
              </w:r>
            </w:hyperlink>
          </w:p>
          <w:p w14:paraId="6E97D5A7" w14:textId="77777777" w:rsidR="002313BB" w:rsidRPr="001A7B4B" w:rsidRDefault="008C4E66" w:rsidP="002C017C">
            <w:pPr>
              <w:pStyle w:val="Normalheadingblue"/>
              <w:numPr>
                <w:ilvl w:val="0"/>
                <w:numId w:val="65"/>
              </w:numPr>
              <w:rPr>
                <w:rFonts w:cs="Arial"/>
                <w:b w:val="0"/>
                <w:color w:val="auto"/>
                <w:szCs w:val="22"/>
              </w:rPr>
            </w:pPr>
            <w:r w:rsidRPr="001A7B4B">
              <w:rPr>
                <w:rFonts w:cs="Arial"/>
                <w:b w:val="0"/>
                <w:color w:val="auto"/>
                <w:szCs w:val="22"/>
              </w:rPr>
              <w:t>Discuss temperatures and how the systems are coupled</w:t>
            </w:r>
          </w:p>
          <w:p w14:paraId="51EC5A4F" w14:textId="77777777" w:rsidR="008C4E66" w:rsidRPr="001A7B4B" w:rsidRDefault="008C4E66" w:rsidP="002C017C">
            <w:pPr>
              <w:pStyle w:val="Normalheadingblue"/>
              <w:numPr>
                <w:ilvl w:val="0"/>
                <w:numId w:val="65"/>
              </w:numPr>
              <w:rPr>
                <w:rFonts w:cs="Arial"/>
                <w:b w:val="0"/>
                <w:color w:val="auto"/>
                <w:szCs w:val="22"/>
              </w:rPr>
            </w:pPr>
            <w:r w:rsidRPr="001A7B4B">
              <w:rPr>
                <w:rFonts w:cs="Arial"/>
                <w:b w:val="0"/>
                <w:color w:val="auto"/>
                <w:szCs w:val="22"/>
              </w:rPr>
              <w:t>Examine an example of an electric boiler and discuss its operation and control</w:t>
            </w:r>
            <w:r w:rsidR="002313BB" w:rsidRPr="001A7B4B">
              <w:rPr>
                <w:rFonts w:cs="Arial"/>
                <w:b w:val="0"/>
                <w:color w:val="auto"/>
                <w:szCs w:val="22"/>
              </w:rPr>
              <w:t xml:space="preserve"> </w:t>
            </w:r>
            <w:hyperlink r:id="rId53" w:history="1">
              <w:r w:rsidR="002313BB" w:rsidRPr="001A7B4B">
                <w:rPr>
                  <w:rStyle w:val="Hyperlink"/>
                  <w:color w:val="auto"/>
                </w:rPr>
                <w:t>[Futurebuild 2025] Combi Boilers - Electric Combi Boilers Company</w:t>
              </w:r>
            </w:hyperlink>
          </w:p>
          <w:p w14:paraId="73515F3D" w14:textId="77777777" w:rsidR="00CF64B4" w:rsidRPr="001A7B4B" w:rsidRDefault="00CF64B4" w:rsidP="00044E13">
            <w:pPr>
              <w:pStyle w:val="Normalheadingblue"/>
              <w:rPr>
                <w:rFonts w:cs="Arial"/>
                <w:color w:val="auto"/>
                <w:szCs w:val="22"/>
              </w:rPr>
            </w:pPr>
          </w:p>
          <w:p w14:paraId="13BF9F7F" w14:textId="77777777" w:rsidR="00CF64B4" w:rsidRPr="001A7B4B" w:rsidRDefault="00CF64B4" w:rsidP="00044E13">
            <w:pPr>
              <w:pStyle w:val="Normalheadingblue"/>
              <w:rPr>
                <w:rFonts w:cs="Arial"/>
                <w:color w:val="auto"/>
                <w:szCs w:val="22"/>
              </w:rPr>
            </w:pPr>
            <w:r w:rsidRPr="001A7B4B">
              <w:rPr>
                <w:rFonts w:cs="Arial"/>
                <w:color w:val="auto"/>
                <w:szCs w:val="22"/>
              </w:rPr>
              <w:t>Knowledge check example:</w:t>
            </w:r>
          </w:p>
          <w:p w14:paraId="39569A30" w14:textId="2E2CDAD0" w:rsidR="002313BB" w:rsidRPr="001A7B4B" w:rsidRDefault="002313BB" w:rsidP="00044E13">
            <w:pPr>
              <w:pStyle w:val="Normalheadingblue"/>
              <w:rPr>
                <w:rFonts w:cs="Arial"/>
                <w:b w:val="0"/>
                <w:color w:val="auto"/>
                <w:szCs w:val="22"/>
              </w:rPr>
            </w:pPr>
            <w:r w:rsidRPr="001A7B4B">
              <w:rPr>
                <w:rFonts w:cs="Arial"/>
                <w:b w:val="0"/>
                <w:color w:val="auto"/>
                <w:szCs w:val="22"/>
              </w:rPr>
              <w:t xml:space="preserve">Online quiz for </w:t>
            </w:r>
            <w:r w:rsidR="00F502C8" w:rsidRPr="001A7B4B">
              <w:rPr>
                <w:rFonts w:cs="Arial"/>
                <w:b w:val="0"/>
                <w:color w:val="auto"/>
                <w:szCs w:val="22"/>
              </w:rPr>
              <w:t>students</w:t>
            </w:r>
            <w:r w:rsidRPr="001A7B4B">
              <w:rPr>
                <w:rFonts w:cs="Arial"/>
                <w:b w:val="0"/>
                <w:color w:val="auto"/>
                <w:szCs w:val="22"/>
              </w:rPr>
              <w:t xml:space="preserve"> to complete either in small teams or individually such as Kahoot based on </w:t>
            </w:r>
            <w:r w:rsidR="001F2FCE" w:rsidRPr="001A7B4B">
              <w:rPr>
                <w:rFonts w:cs="Arial"/>
                <w:b w:val="0"/>
                <w:color w:val="auto"/>
                <w:szCs w:val="22"/>
              </w:rPr>
              <w:t>today’s</w:t>
            </w:r>
            <w:r w:rsidRPr="001A7B4B">
              <w:rPr>
                <w:rFonts w:cs="Arial"/>
                <w:b w:val="0"/>
                <w:color w:val="auto"/>
                <w:szCs w:val="22"/>
              </w:rPr>
              <w:t xml:space="preserve"> content.</w:t>
            </w:r>
          </w:p>
          <w:p w14:paraId="4A65EF1D" w14:textId="77777777" w:rsidR="00CF64B4" w:rsidRPr="001A7B4B" w:rsidRDefault="00CF64B4" w:rsidP="00CF64B4">
            <w:pPr>
              <w:pStyle w:val="Normalheadingblue"/>
              <w:rPr>
                <w:rFonts w:cs="Arial"/>
                <w:color w:val="auto"/>
                <w:szCs w:val="22"/>
              </w:rPr>
            </w:pPr>
          </w:p>
          <w:p w14:paraId="439316E8" w14:textId="77777777" w:rsidR="00CF64B4" w:rsidRPr="001A7B4B" w:rsidRDefault="00CF64B4" w:rsidP="00044E13">
            <w:pPr>
              <w:pStyle w:val="Normalheadingblue"/>
              <w:rPr>
                <w:rFonts w:cs="Arial"/>
                <w:color w:val="auto"/>
                <w:szCs w:val="22"/>
              </w:rPr>
            </w:pPr>
            <w:r w:rsidRPr="001A7B4B">
              <w:rPr>
                <w:rFonts w:cs="Arial"/>
                <w:color w:val="auto"/>
                <w:szCs w:val="22"/>
              </w:rPr>
              <w:t>Resources:</w:t>
            </w:r>
          </w:p>
          <w:p w14:paraId="7CE2A748" w14:textId="49EE906A" w:rsidR="002313BB" w:rsidRPr="001A7B4B" w:rsidRDefault="00763103" w:rsidP="00044E13">
            <w:pPr>
              <w:pStyle w:val="Normalheadingblue"/>
              <w:rPr>
                <w:rFonts w:cs="Arial"/>
                <w:b w:val="0"/>
                <w:color w:val="auto"/>
                <w:szCs w:val="22"/>
              </w:rPr>
            </w:pPr>
            <w:r w:rsidRPr="001A7B4B">
              <w:rPr>
                <w:rFonts w:cs="Arial"/>
                <w:b w:val="0"/>
                <w:color w:val="auto"/>
                <w:szCs w:val="22"/>
              </w:rPr>
              <w:t>PowerPoint</w:t>
            </w:r>
            <w:r w:rsidR="00416B01">
              <w:rPr>
                <w:rFonts w:cs="Arial"/>
                <w:b w:val="0"/>
                <w:color w:val="auto"/>
                <w:szCs w:val="22"/>
              </w:rPr>
              <w:t xml:space="preserve">: </w:t>
            </w:r>
            <w:r w:rsidR="00416B01" w:rsidRPr="00416B01">
              <w:rPr>
                <w:rFonts w:cs="Arial"/>
                <w:bCs/>
                <w:color w:val="auto"/>
                <w:szCs w:val="22"/>
              </w:rPr>
              <w:t>K1.7 K1.8 K1.11 Air Source Heat Pumps &amp; Electric Boilers</w:t>
            </w:r>
          </w:p>
          <w:p w14:paraId="1E386FAB" w14:textId="77777777" w:rsidR="002313BB" w:rsidRPr="001A7B4B" w:rsidRDefault="002313BB" w:rsidP="00044E13">
            <w:pPr>
              <w:pStyle w:val="Normalheadingblue"/>
              <w:rPr>
                <w:rFonts w:cs="Arial"/>
                <w:b w:val="0"/>
                <w:color w:val="auto"/>
                <w:szCs w:val="22"/>
              </w:rPr>
            </w:pPr>
            <w:r w:rsidRPr="001A7B4B">
              <w:rPr>
                <w:rFonts w:cs="Arial"/>
                <w:b w:val="0"/>
                <w:color w:val="auto"/>
                <w:szCs w:val="22"/>
              </w:rPr>
              <w:t>Examples of ASHP and Electric boilers to examine</w:t>
            </w:r>
          </w:p>
          <w:p w14:paraId="7620A5FF" w14:textId="77777777" w:rsidR="002313BB" w:rsidRPr="001A7B4B" w:rsidRDefault="002313BB" w:rsidP="00044E13">
            <w:pPr>
              <w:pStyle w:val="Normalheadingblue"/>
              <w:rPr>
                <w:rFonts w:cs="Arial"/>
                <w:b w:val="0"/>
                <w:color w:val="auto"/>
                <w:szCs w:val="22"/>
              </w:rPr>
            </w:pPr>
            <w:r w:rsidRPr="001A7B4B">
              <w:rPr>
                <w:rFonts w:cs="Arial"/>
                <w:b w:val="0"/>
                <w:color w:val="auto"/>
                <w:szCs w:val="22"/>
              </w:rPr>
              <w:t>Online quiz</w:t>
            </w:r>
          </w:p>
          <w:p w14:paraId="5D8D0E49" w14:textId="77777777" w:rsidR="00CF64B4" w:rsidRPr="001A7B4B" w:rsidRDefault="00CF64B4" w:rsidP="00044E13">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076A0108" w14:textId="77777777" w:rsidR="00DD207A" w:rsidRPr="001A7B4B" w:rsidRDefault="008A57D2">
            <w:r w:rsidRPr="001A7B4B">
              <w:lastRenderedPageBreak/>
              <w:t>Group work and feedback session</w:t>
            </w:r>
            <w:r w:rsidRPr="001A7B4B">
              <w:br/>
            </w:r>
            <w:r w:rsidRPr="001A7B4B">
              <w:br/>
            </w:r>
            <w:r w:rsidRPr="001A7B4B">
              <w:br/>
            </w:r>
            <w:r w:rsidRPr="001A7B4B">
              <w:br/>
            </w:r>
            <w:r w:rsidRPr="001A7B4B">
              <w:br/>
            </w:r>
            <w:r w:rsidRPr="001A7B4B">
              <w:br/>
            </w:r>
            <w:r w:rsidRPr="001A7B4B">
              <w:br/>
            </w:r>
            <w:r w:rsidRPr="001A7B4B">
              <w:br/>
            </w:r>
            <w:r w:rsidRPr="001A7B4B">
              <w:br/>
            </w:r>
            <w:r w:rsidRPr="001A7B4B">
              <w:br/>
              <w:t>Online quiz</w:t>
            </w:r>
            <w:r w:rsidRPr="001A7B4B">
              <w:br/>
              <w:t>English skills (reading, writing, technical vocabulary)</w:t>
            </w:r>
          </w:p>
        </w:tc>
      </w:tr>
      <w:tr w:rsidR="001A7B4B" w:rsidRPr="001A7B4B" w14:paraId="5C28BA0A"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5329F970" w14:textId="77777777" w:rsidR="00CF64B4" w:rsidRDefault="00CF64B4" w:rsidP="00044E13">
            <w:pPr>
              <w:jc w:val="center"/>
              <w:rPr>
                <w:rFonts w:cs="Arial"/>
                <w:szCs w:val="22"/>
              </w:rPr>
            </w:pPr>
            <w:r>
              <w:rPr>
                <w:rFonts w:cs="Arial"/>
                <w:szCs w:val="22"/>
              </w:rPr>
              <w:lastRenderedPageBreak/>
              <w:t>11</w:t>
            </w:r>
            <w:r w:rsidR="00044E13">
              <w:rPr>
                <w:rFonts w:cs="Arial"/>
                <w:szCs w:val="22"/>
              </w:rPr>
              <w:t>9</w:t>
            </w:r>
          </w:p>
          <w:p w14:paraId="1917609C" w14:textId="77777777" w:rsidR="00B6480D" w:rsidRDefault="00B6480D" w:rsidP="00044E13">
            <w:pPr>
              <w:jc w:val="center"/>
              <w:rPr>
                <w:rFonts w:cs="Arial"/>
                <w:szCs w:val="22"/>
              </w:rPr>
            </w:pPr>
            <w:r>
              <w:rPr>
                <w:rFonts w:cs="Arial"/>
                <w:szCs w:val="22"/>
              </w:rPr>
              <w:t>3 hours</w:t>
            </w:r>
          </w:p>
          <w:p w14:paraId="0C5315CF" w14:textId="10F5EA4D" w:rsidR="009B5D5B" w:rsidRDefault="009B5D5B" w:rsidP="00044E13">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6A784AB0" w14:textId="77777777" w:rsidR="00CF64B4" w:rsidRPr="001A7B4B" w:rsidRDefault="00CF64B4" w:rsidP="00044E13">
            <w:pPr>
              <w:pStyle w:val="Normalheadingblack"/>
              <w:rPr>
                <w:rFonts w:cs="Arial"/>
                <w:lang w:eastAsia="en-GB"/>
              </w:rPr>
            </w:pPr>
            <w:r w:rsidRPr="001A7B4B">
              <w:rPr>
                <w:rFonts w:cs="Arial"/>
                <w:lang w:eastAsia="en-GB"/>
              </w:rPr>
              <w:t>Outcome 1 – Plumbing and heating common knowledge criteria</w:t>
            </w:r>
          </w:p>
          <w:p w14:paraId="23D62D63" w14:textId="77777777" w:rsidR="00CF64B4" w:rsidRPr="001A7B4B" w:rsidRDefault="00CF64B4" w:rsidP="00044E13">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6A97F492" w14:textId="77777777" w:rsidR="00CF64B4" w:rsidRPr="001A7B4B" w:rsidRDefault="00CF64B4" w:rsidP="00044E13">
            <w:pPr>
              <w:pStyle w:val="Normalheadingblack"/>
              <w:rPr>
                <w:rFonts w:cs="Arial"/>
                <w:b w:val="0"/>
                <w:szCs w:val="22"/>
              </w:rPr>
            </w:pPr>
            <w:r w:rsidRPr="001A7B4B">
              <w:rPr>
                <w:rFonts w:cs="Arial"/>
                <w:b w:val="0"/>
                <w:szCs w:val="22"/>
              </w:rPr>
              <w:t>K1.7 Plumbing and heating systems</w:t>
            </w:r>
          </w:p>
          <w:p w14:paraId="628E7B6D" w14:textId="77777777" w:rsidR="00CF64B4" w:rsidRPr="001A7B4B" w:rsidRDefault="00CF64B4" w:rsidP="00044E13">
            <w:pPr>
              <w:pStyle w:val="Normalheadingblack"/>
              <w:rPr>
                <w:rFonts w:cs="Arial"/>
                <w:b w:val="0"/>
                <w:szCs w:val="22"/>
              </w:rPr>
            </w:pPr>
          </w:p>
          <w:p w14:paraId="0F21DE24" w14:textId="77777777" w:rsidR="00CF64B4" w:rsidRPr="001A7B4B" w:rsidRDefault="00CF64B4" w:rsidP="00044E13">
            <w:pPr>
              <w:pStyle w:val="Normalheadingblack"/>
              <w:rPr>
                <w:rFonts w:cs="Arial"/>
                <w:b w:val="0"/>
                <w:szCs w:val="22"/>
              </w:rPr>
            </w:pPr>
            <w:r w:rsidRPr="001A7B4B">
              <w:rPr>
                <w:rFonts w:cs="Arial"/>
                <w:b w:val="0"/>
                <w:szCs w:val="22"/>
              </w:rPr>
              <w:t>K1.8 Components used in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2153C0E1" w14:textId="77777777" w:rsidR="00CF64B4" w:rsidRPr="001A7B4B" w:rsidRDefault="00CF64B4" w:rsidP="00044E13">
            <w:pPr>
              <w:pStyle w:val="Normalheadingblue"/>
              <w:rPr>
                <w:rFonts w:cs="Arial"/>
                <w:color w:val="auto"/>
                <w:szCs w:val="22"/>
              </w:rPr>
            </w:pPr>
            <w:r w:rsidRPr="001A7B4B">
              <w:rPr>
                <w:rFonts w:cs="Arial"/>
                <w:color w:val="auto"/>
                <w:szCs w:val="22"/>
              </w:rPr>
              <w:t>Activity:</w:t>
            </w:r>
          </w:p>
          <w:p w14:paraId="251B3B40" w14:textId="77777777" w:rsidR="00CF64B4" w:rsidRPr="001A7B4B" w:rsidRDefault="00CF64B4" w:rsidP="00044E13">
            <w:pPr>
              <w:pStyle w:val="Normalheadingblue"/>
              <w:rPr>
                <w:rFonts w:cs="Arial"/>
                <w:color w:val="auto"/>
                <w:szCs w:val="22"/>
              </w:rPr>
            </w:pPr>
          </w:p>
          <w:p w14:paraId="20BCD2FB" w14:textId="77777777" w:rsidR="00CF64B4" w:rsidRPr="001A7B4B" w:rsidRDefault="00CF64B4" w:rsidP="00044E13">
            <w:pPr>
              <w:pStyle w:val="Normalheadingblue"/>
              <w:rPr>
                <w:rFonts w:cs="Arial"/>
                <w:color w:val="auto"/>
                <w:szCs w:val="22"/>
              </w:rPr>
            </w:pPr>
            <w:r w:rsidRPr="001A7B4B">
              <w:rPr>
                <w:rFonts w:cs="Arial"/>
                <w:color w:val="auto"/>
                <w:szCs w:val="22"/>
              </w:rPr>
              <w:t>Starter task example:</w:t>
            </w:r>
          </w:p>
          <w:p w14:paraId="06F69AAA" w14:textId="44EE4627" w:rsidR="00CF64B4" w:rsidRPr="001A7B4B" w:rsidRDefault="00B6480D" w:rsidP="002C017C">
            <w:pPr>
              <w:pStyle w:val="Normalheadingblue"/>
              <w:numPr>
                <w:ilvl w:val="0"/>
                <w:numId w:val="68"/>
              </w:numPr>
              <w:rPr>
                <w:rFonts w:cs="Arial"/>
                <w:b w:val="0"/>
                <w:color w:val="auto"/>
                <w:szCs w:val="22"/>
              </w:rPr>
            </w:pPr>
            <w:r w:rsidRPr="001A7B4B">
              <w:rPr>
                <w:rFonts w:cs="Arial"/>
                <w:b w:val="0"/>
                <w:color w:val="auto"/>
                <w:szCs w:val="22"/>
              </w:rPr>
              <w:t>List advantages and limitations for the heat generation sources covered to date including Combination boiler, System boiler, Traditional boiler, ASHP and Electric boiler in small groups before tutor led discussion</w:t>
            </w:r>
            <w:r w:rsidR="00C37BE4">
              <w:rPr>
                <w:rFonts w:cs="Arial"/>
                <w:b w:val="0"/>
                <w:color w:val="auto"/>
                <w:szCs w:val="22"/>
              </w:rPr>
              <w:t>.</w:t>
            </w:r>
          </w:p>
          <w:p w14:paraId="3D981711" w14:textId="77777777" w:rsidR="00CF64B4" w:rsidRPr="001A7B4B" w:rsidRDefault="00CF64B4" w:rsidP="00044E13">
            <w:pPr>
              <w:pStyle w:val="Normalheadingblue"/>
              <w:rPr>
                <w:rFonts w:cs="Arial"/>
                <w:color w:val="auto"/>
                <w:szCs w:val="22"/>
              </w:rPr>
            </w:pPr>
          </w:p>
          <w:p w14:paraId="0EB9C092" w14:textId="77777777" w:rsidR="00CF64B4" w:rsidRPr="001A7B4B" w:rsidRDefault="00CF64B4" w:rsidP="00044E13">
            <w:pPr>
              <w:pStyle w:val="Normalheadingblue"/>
              <w:rPr>
                <w:rFonts w:cs="Arial"/>
                <w:color w:val="auto"/>
                <w:szCs w:val="22"/>
              </w:rPr>
            </w:pPr>
            <w:r w:rsidRPr="001A7B4B">
              <w:rPr>
                <w:rFonts w:cs="Arial"/>
                <w:color w:val="auto"/>
                <w:szCs w:val="22"/>
              </w:rPr>
              <w:t>Delivery:</w:t>
            </w:r>
          </w:p>
          <w:p w14:paraId="071D48E8" w14:textId="6E310001" w:rsidR="00966CC6" w:rsidRPr="001A7B4B" w:rsidRDefault="00966CC6" w:rsidP="00044E13">
            <w:pPr>
              <w:pStyle w:val="Normalheadingblue"/>
              <w:rPr>
                <w:rFonts w:cs="Arial"/>
                <w:b w:val="0"/>
                <w:color w:val="auto"/>
                <w:szCs w:val="22"/>
              </w:rPr>
            </w:pPr>
            <w:r w:rsidRPr="001A7B4B">
              <w:rPr>
                <w:rFonts w:cs="Arial"/>
                <w:b w:val="0"/>
                <w:color w:val="auto"/>
                <w:szCs w:val="22"/>
              </w:rPr>
              <w:t>Tutor to deliver content</w:t>
            </w:r>
            <w:r w:rsidR="000C27D6">
              <w:rPr>
                <w:rFonts w:cs="Arial"/>
                <w:b w:val="0"/>
                <w:color w:val="auto"/>
                <w:szCs w:val="22"/>
              </w:rPr>
              <w:t xml:space="preserve"> on </w:t>
            </w:r>
            <w:r w:rsidR="000C27D6" w:rsidRPr="000C27D6">
              <w:rPr>
                <w:rFonts w:cs="Arial"/>
                <w:b w:val="0"/>
                <w:bCs/>
                <w:color w:val="auto"/>
                <w:szCs w:val="22"/>
              </w:rPr>
              <w:t>Heating systems – District heating and heat interface units,</w:t>
            </w:r>
            <w:r w:rsidR="000C27D6">
              <w:rPr>
                <w:rFonts w:cs="Arial"/>
                <w:b w:val="0"/>
                <w:color w:val="auto"/>
                <w:szCs w:val="22"/>
              </w:rPr>
              <w:t xml:space="preserve"> </w:t>
            </w:r>
            <w:r w:rsidRPr="001A7B4B">
              <w:rPr>
                <w:rFonts w:cs="Arial"/>
                <w:b w:val="0"/>
                <w:color w:val="auto"/>
                <w:szCs w:val="22"/>
              </w:rPr>
              <w:t>including:</w:t>
            </w:r>
          </w:p>
          <w:p w14:paraId="098291AD" w14:textId="77777777" w:rsidR="00966CC6" w:rsidRPr="001A7B4B" w:rsidRDefault="00966CC6" w:rsidP="002C017C">
            <w:pPr>
              <w:pStyle w:val="Normalheadingblue"/>
              <w:numPr>
                <w:ilvl w:val="0"/>
                <w:numId w:val="66"/>
              </w:numPr>
              <w:rPr>
                <w:rFonts w:cs="Arial"/>
                <w:b w:val="0"/>
                <w:color w:val="auto"/>
                <w:szCs w:val="22"/>
              </w:rPr>
            </w:pPr>
            <w:r w:rsidRPr="001A7B4B">
              <w:rPr>
                <w:rFonts w:cs="Arial"/>
                <w:b w:val="0"/>
                <w:color w:val="auto"/>
                <w:szCs w:val="22"/>
              </w:rPr>
              <w:t>District heating systems</w:t>
            </w:r>
          </w:p>
          <w:p w14:paraId="711B3F76" w14:textId="77777777" w:rsidR="00966CC6" w:rsidRPr="001A7B4B" w:rsidRDefault="00966CC6" w:rsidP="002C017C">
            <w:pPr>
              <w:pStyle w:val="Normalheadingblue"/>
              <w:numPr>
                <w:ilvl w:val="0"/>
                <w:numId w:val="66"/>
              </w:numPr>
              <w:rPr>
                <w:rFonts w:cs="Arial"/>
                <w:b w:val="0"/>
                <w:color w:val="auto"/>
                <w:szCs w:val="22"/>
              </w:rPr>
            </w:pPr>
            <w:r w:rsidRPr="001A7B4B">
              <w:rPr>
                <w:rFonts w:cs="Arial"/>
                <w:b w:val="0"/>
                <w:color w:val="auto"/>
                <w:szCs w:val="22"/>
              </w:rPr>
              <w:t>Heat Interface Units (HIU)</w:t>
            </w:r>
          </w:p>
          <w:p w14:paraId="3D5E72C0" w14:textId="77777777" w:rsidR="00966CC6" w:rsidRPr="001A7B4B" w:rsidRDefault="00966CC6" w:rsidP="002C017C">
            <w:pPr>
              <w:pStyle w:val="Normalheadingblue"/>
              <w:numPr>
                <w:ilvl w:val="0"/>
                <w:numId w:val="66"/>
              </w:numPr>
              <w:rPr>
                <w:rFonts w:cs="Arial"/>
                <w:b w:val="0"/>
                <w:color w:val="auto"/>
                <w:szCs w:val="22"/>
              </w:rPr>
            </w:pPr>
            <w:r w:rsidRPr="001A7B4B">
              <w:rPr>
                <w:rFonts w:cs="Arial"/>
                <w:b w:val="0"/>
                <w:color w:val="auto"/>
                <w:szCs w:val="22"/>
              </w:rPr>
              <w:t>Distribution system</w:t>
            </w:r>
          </w:p>
          <w:p w14:paraId="6B650457" w14:textId="77777777" w:rsidR="00966CC6" w:rsidRPr="001A7B4B" w:rsidRDefault="00966CC6" w:rsidP="002C017C">
            <w:pPr>
              <w:pStyle w:val="Normalheadingblue"/>
              <w:numPr>
                <w:ilvl w:val="0"/>
                <w:numId w:val="66"/>
              </w:numPr>
              <w:rPr>
                <w:rFonts w:cs="Arial"/>
                <w:b w:val="0"/>
                <w:color w:val="auto"/>
                <w:szCs w:val="22"/>
              </w:rPr>
            </w:pPr>
            <w:r w:rsidRPr="001A7B4B">
              <w:rPr>
                <w:rFonts w:cs="Arial"/>
                <w:b w:val="0"/>
                <w:color w:val="auto"/>
                <w:szCs w:val="22"/>
              </w:rPr>
              <w:t>Heat generation</w:t>
            </w:r>
          </w:p>
          <w:p w14:paraId="1D648095" w14:textId="77777777" w:rsidR="00966CC6" w:rsidRPr="001A7B4B" w:rsidRDefault="00966CC6" w:rsidP="002C017C">
            <w:pPr>
              <w:pStyle w:val="Normalheadingblue"/>
              <w:numPr>
                <w:ilvl w:val="0"/>
                <w:numId w:val="66"/>
              </w:numPr>
              <w:rPr>
                <w:rFonts w:cs="Arial"/>
                <w:b w:val="0"/>
                <w:color w:val="auto"/>
                <w:szCs w:val="22"/>
              </w:rPr>
            </w:pPr>
            <w:r w:rsidRPr="001A7B4B">
              <w:rPr>
                <w:rFonts w:cs="Arial"/>
                <w:b w:val="0"/>
                <w:color w:val="auto"/>
                <w:szCs w:val="22"/>
              </w:rPr>
              <w:t>Pipework sizes and installation methods</w:t>
            </w:r>
          </w:p>
          <w:p w14:paraId="33A59B16" w14:textId="04062149" w:rsidR="00966CC6" w:rsidRPr="001A7B4B" w:rsidRDefault="00966CC6" w:rsidP="002C017C">
            <w:pPr>
              <w:pStyle w:val="Normalheadingblue"/>
              <w:numPr>
                <w:ilvl w:val="0"/>
                <w:numId w:val="66"/>
              </w:numPr>
              <w:rPr>
                <w:rFonts w:cs="Arial"/>
                <w:b w:val="0"/>
                <w:color w:val="auto"/>
                <w:szCs w:val="22"/>
              </w:rPr>
            </w:pPr>
            <w:r w:rsidRPr="001A7B4B">
              <w:rPr>
                <w:rFonts w:cs="Arial"/>
                <w:b w:val="0"/>
                <w:color w:val="auto"/>
                <w:szCs w:val="22"/>
              </w:rPr>
              <w:t>Tutor to discuss examples of operational systems within the UK and discuss the advantages and limitations financially, environmentally and in function</w:t>
            </w:r>
            <w:r w:rsidR="00C37BE4">
              <w:rPr>
                <w:rFonts w:cs="Arial"/>
                <w:b w:val="0"/>
                <w:color w:val="auto"/>
                <w:szCs w:val="22"/>
              </w:rPr>
              <w:t>.</w:t>
            </w:r>
          </w:p>
          <w:p w14:paraId="733B755A" w14:textId="68CE7420" w:rsidR="00966CC6" w:rsidRPr="001A7B4B" w:rsidRDefault="00966CC6" w:rsidP="002C017C">
            <w:pPr>
              <w:pStyle w:val="Normalheadingblue"/>
              <w:numPr>
                <w:ilvl w:val="0"/>
                <w:numId w:val="66"/>
              </w:numPr>
              <w:rPr>
                <w:rFonts w:cs="Arial"/>
                <w:b w:val="0"/>
                <w:color w:val="auto"/>
                <w:szCs w:val="22"/>
              </w:rPr>
            </w:pPr>
            <w:r w:rsidRPr="001A7B4B">
              <w:rPr>
                <w:rFonts w:cs="Arial"/>
                <w:b w:val="0"/>
                <w:color w:val="auto"/>
                <w:szCs w:val="22"/>
              </w:rPr>
              <w:t>Look at examples using videos such as:</w:t>
            </w:r>
          </w:p>
          <w:p w14:paraId="4B120025" w14:textId="77777777" w:rsidR="00966CC6" w:rsidRPr="001A7B4B" w:rsidRDefault="00966CC6" w:rsidP="002C017C">
            <w:pPr>
              <w:pStyle w:val="Normalheadingblue"/>
              <w:numPr>
                <w:ilvl w:val="0"/>
                <w:numId w:val="66"/>
              </w:numPr>
              <w:rPr>
                <w:rFonts w:cs="Arial"/>
                <w:b w:val="0"/>
                <w:color w:val="auto"/>
                <w:szCs w:val="22"/>
              </w:rPr>
            </w:pPr>
            <w:hyperlink r:id="rId54" w:history="1">
              <w:r w:rsidRPr="001A7B4B">
                <w:rPr>
                  <w:rStyle w:val="Hyperlink"/>
                  <w:color w:val="auto"/>
                </w:rPr>
                <w:t>What is District Heating</w:t>
              </w:r>
            </w:hyperlink>
          </w:p>
          <w:p w14:paraId="0C9C6E6D" w14:textId="77777777" w:rsidR="00966CC6" w:rsidRPr="001A7B4B" w:rsidRDefault="00966CC6" w:rsidP="002C017C">
            <w:pPr>
              <w:pStyle w:val="Normalheadingblue"/>
              <w:numPr>
                <w:ilvl w:val="0"/>
                <w:numId w:val="66"/>
              </w:numPr>
              <w:rPr>
                <w:rFonts w:cs="Arial"/>
                <w:b w:val="0"/>
                <w:color w:val="auto"/>
                <w:szCs w:val="22"/>
              </w:rPr>
            </w:pPr>
            <w:hyperlink r:id="rId55" w:history="1">
              <w:r w:rsidRPr="001A7B4B">
                <w:rPr>
                  <w:rStyle w:val="Hyperlink"/>
                  <w:color w:val="auto"/>
                </w:rPr>
                <w:t>Kozanlar HIU-Heat Interface Units</w:t>
              </w:r>
            </w:hyperlink>
          </w:p>
          <w:p w14:paraId="6844FD0C" w14:textId="77777777" w:rsidR="00CF64B4" w:rsidRPr="001A7B4B" w:rsidRDefault="00CF64B4" w:rsidP="00044E13">
            <w:pPr>
              <w:pStyle w:val="Normalheadingblue"/>
              <w:rPr>
                <w:rFonts w:cs="Arial"/>
                <w:color w:val="auto"/>
                <w:szCs w:val="22"/>
              </w:rPr>
            </w:pPr>
          </w:p>
          <w:p w14:paraId="39ACB111" w14:textId="77777777" w:rsidR="00CF64B4" w:rsidRPr="001A7B4B" w:rsidRDefault="00CF64B4" w:rsidP="00044E13">
            <w:pPr>
              <w:pStyle w:val="Normalheadingblue"/>
              <w:rPr>
                <w:rFonts w:cs="Arial"/>
                <w:color w:val="auto"/>
                <w:szCs w:val="22"/>
              </w:rPr>
            </w:pPr>
            <w:r w:rsidRPr="001A7B4B">
              <w:rPr>
                <w:rFonts w:cs="Arial"/>
                <w:color w:val="auto"/>
                <w:szCs w:val="22"/>
              </w:rPr>
              <w:t>Knowledge check example:</w:t>
            </w:r>
          </w:p>
          <w:p w14:paraId="3111AEBF" w14:textId="2E18F00E" w:rsidR="00CF64B4" w:rsidRPr="001A7B4B" w:rsidRDefault="00116A2E" w:rsidP="002C017C">
            <w:pPr>
              <w:pStyle w:val="Normalheadingblue"/>
              <w:numPr>
                <w:ilvl w:val="0"/>
                <w:numId w:val="67"/>
              </w:numPr>
              <w:rPr>
                <w:rFonts w:cs="Arial"/>
                <w:b w:val="0"/>
                <w:color w:val="auto"/>
                <w:szCs w:val="22"/>
              </w:rPr>
            </w:pPr>
            <w:r w:rsidRPr="001A7B4B">
              <w:rPr>
                <w:rFonts w:cs="Arial"/>
                <w:b w:val="0"/>
                <w:color w:val="auto"/>
                <w:szCs w:val="22"/>
              </w:rPr>
              <w:t>Students</w:t>
            </w:r>
            <w:r w:rsidR="00B6480D" w:rsidRPr="001A7B4B">
              <w:rPr>
                <w:rFonts w:cs="Arial"/>
                <w:b w:val="0"/>
                <w:color w:val="auto"/>
                <w:szCs w:val="22"/>
              </w:rPr>
              <w:t xml:space="preserve"> to create a brief overview of system operation in a written short assignment including advantages and limitations</w:t>
            </w:r>
          </w:p>
          <w:p w14:paraId="0E699980" w14:textId="77777777" w:rsidR="00CF64B4" w:rsidRPr="001A7B4B" w:rsidRDefault="00CF64B4" w:rsidP="00044E13">
            <w:pPr>
              <w:pStyle w:val="Normalheadingblue"/>
              <w:rPr>
                <w:rFonts w:cs="Arial"/>
                <w:color w:val="auto"/>
                <w:szCs w:val="22"/>
              </w:rPr>
            </w:pPr>
            <w:r w:rsidRPr="001A7B4B">
              <w:rPr>
                <w:rFonts w:cs="Arial"/>
                <w:color w:val="auto"/>
                <w:szCs w:val="22"/>
              </w:rPr>
              <w:t>Resources:</w:t>
            </w:r>
          </w:p>
          <w:p w14:paraId="1FAEFF1F" w14:textId="77777777" w:rsidR="00CF64B4" w:rsidRPr="001A7B4B" w:rsidRDefault="00CF64B4" w:rsidP="00044E13">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177E1CEF" w14:textId="77777777" w:rsidR="00DD207A" w:rsidRPr="001A7B4B" w:rsidRDefault="008A57D2">
            <w:r w:rsidRPr="001A7B4B">
              <w:lastRenderedPageBreak/>
              <w:t>List advantages and limitations in groups</w:t>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t>Written work task</w:t>
            </w:r>
          </w:p>
        </w:tc>
      </w:tr>
      <w:tr w:rsidR="001A7B4B" w:rsidRPr="001A7B4B" w14:paraId="1462158F"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2175FAD6" w14:textId="77777777" w:rsidR="00CF64B4" w:rsidRDefault="00CF64B4" w:rsidP="00044E13">
            <w:pPr>
              <w:jc w:val="center"/>
              <w:rPr>
                <w:rFonts w:cs="Arial"/>
                <w:szCs w:val="22"/>
              </w:rPr>
            </w:pPr>
            <w:r>
              <w:rPr>
                <w:rFonts w:cs="Arial"/>
                <w:szCs w:val="22"/>
              </w:rPr>
              <w:t>1</w:t>
            </w:r>
            <w:r w:rsidR="00044E13">
              <w:rPr>
                <w:rFonts w:cs="Arial"/>
                <w:szCs w:val="22"/>
              </w:rPr>
              <w:t>20</w:t>
            </w:r>
          </w:p>
          <w:p w14:paraId="5C776120" w14:textId="77777777" w:rsidR="00B6480D" w:rsidRDefault="00B6480D" w:rsidP="00044E13">
            <w:pPr>
              <w:jc w:val="center"/>
              <w:rPr>
                <w:rFonts w:cs="Arial"/>
                <w:szCs w:val="22"/>
              </w:rPr>
            </w:pPr>
            <w:r>
              <w:rPr>
                <w:rFonts w:cs="Arial"/>
                <w:szCs w:val="22"/>
              </w:rPr>
              <w:t>3 hours</w:t>
            </w:r>
          </w:p>
          <w:p w14:paraId="4624981E" w14:textId="3DF69F56" w:rsidR="009B5D5B" w:rsidRDefault="009B5D5B" w:rsidP="00044E13">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04EC8F78" w14:textId="77777777" w:rsidR="00CF64B4" w:rsidRPr="001A7B4B" w:rsidRDefault="00CF64B4" w:rsidP="00044E13">
            <w:pPr>
              <w:pStyle w:val="Normalheadingblack"/>
              <w:rPr>
                <w:rFonts w:cs="Arial"/>
                <w:lang w:eastAsia="en-GB"/>
              </w:rPr>
            </w:pPr>
            <w:r w:rsidRPr="001A7B4B">
              <w:rPr>
                <w:rFonts w:cs="Arial"/>
                <w:lang w:eastAsia="en-GB"/>
              </w:rPr>
              <w:t>Outcome 1 – Plumbing and heating common knowledge criteria</w:t>
            </w:r>
          </w:p>
          <w:p w14:paraId="02489689" w14:textId="77777777" w:rsidR="00CF64B4" w:rsidRPr="001A7B4B" w:rsidRDefault="00CF64B4" w:rsidP="00044E13">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35C3B221" w14:textId="77777777" w:rsidR="00CF64B4" w:rsidRPr="001A7B4B" w:rsidRDefault="00CF64B4" w:rsidP="00044E13">
            <w:pPr>
              <w:pStyle w:val="Normalheadingblack"/>
              <w:rPr>
                <w:rFonts w:cs="Arial"/>
                <w:b w:val="0"/>
                <w:szCs w:val="22"/>
              </w:rPr>
            </w:pPr>
            <w:r w:rsidRPr="001A7B4B">
              <w:rPr>
                <w:rFonts w:cs="Arial"/>
                <w:b w:val="0"/>
                <w:szCs w:val="22"/>
              </w:rPr>
              <w:t>K1.7 Plumbing and heating systems</w:t>
            </w:r>
          </w:p>
          <w:p w14:paraId="2F9563D9" w14:textId="77777777" w:rsidR="00CF64B4" w:rsidRPr="001A7B4B" w:rsidRDefault="00CF64B4" w:rsidP="00044E13">
            <w:pPr>
              <w:pStyle w:val="Normalheadingblack"/>
              <w:rPr>
                <w:rFonts w:cs="Arial"/>
                <w:b w:val="0"/>
                <w:szCs w:val="22"/>
              </w:rPr>
            </w:pPr>
          </w:p>
          <w:p w14:paraId="11244DBB" w14:textId="77777777" w:rsidR="00CF64B4" w:rsidRPr="001A7B4B" w:rsidRDefault="00CF64B4" w:rsidP="00044E13">
            <w:pPr>
              <w:pStyle w:val="Normalheadingblack"/>
              <w:rPr>
                <w:rFonts w:cs="Arial"/>
                <w:b w:val="0"/>
                <w:szCs w:val="22"/>
              </w:rPr>
            </w:pPr>
            <w:r w:rsidRPr="001A7B4B">
              <w:rPr>
                <w:rFonts w:cs="Arial"/>
                <w:b w:val="0"/>
                <w:szCs w:val="22"/>
              </w:rPr>
              <w:t>K1.8 Components used in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38C6C6DE" w14:textId="77777777" w:rsidR="00CF64B4" w:rsidRPr="001A7B4B" w:rsidRDefault="00CF64B4" w:rsidP="00044E13">
            <w:pPr>
              <w:pStyle w:val="Normalheadingblue"/>
              <w:rPr>
                <w:rFonts w:cs="Arial"/>
                <w:color w:val="auto"/>
                <w:szCs w:val="22"/>
              </w:rPr>
            </w:pPr>
            <w:r w:rsidRPr="001A7B4B">
              <w:rPr>
                <w:rFonts w:cs="Arial"/>
                <w:color w:val="auto"/>
                <w:szCs w:val="22"/>
              </w:rPr>
              <w:t>Activity:</w:t>
            </w:r>
          </w:p>
          <w:p w14:paraId="3CC7F483" w14:textId="77777777" w:rsidR="00CF64B4" w:rsidRPr="001A7B4B" w:rsidRDefault="00CF64B4" w:rsidP="00044E13">
            <w:pPr>
              <w:pStyle w:val="Normalheadingblue"/>
              <w:rPr>
                <w:rFonts w:cs="Arial"/>
                <w:color w:val="auto"/>
                <w:szCs w:val="22"/>
              </w:rPr>
            </w:pPr>
          </w:p>
          <w:p w14:paraId="5DFC1277" w14:textId="77777777" w:rsidR="00CF64B4" w:rsidRPr="001A7B4B" w:rsidRDefault="00CF64B4" w:rsidP="00044E13">
            <w:pPr>
              <w:pStyle w:val="Normalheadingblue"/>
              <w:rPr>
                <w:rFonts w:cs="Arial"/>
                <w:color w:val="auto"/>
                <w:szCs w:val="22"/>
              </w:rPr>
            </w:pPr>
            <w:r w:rsidRPr="001A7B4B">
              <w:rPr>
                <w:rFonts w:cs="Arial"/>
                <w:color w:val="auto"/>
                <w:szCs w:val="22"/>
              </w:rPr>
              <w:t>Starter task example:</w:t>
            </w:r>
          </w:p>
          <w:p w14:paraId="2A5D4702" w14:textId="7A379C32" w:rsidR="00CF64B4" w:rsidRPr="001A7B4B" w:rsidRDefault="003018EC" w:rsidP="002C017C">
            <w:pPr>
              <w:pStyle w:val="Normalheadingblue"/>
              <w:numPr>
                <w:ilvl w:val="0"/>
                <w:numId w:val="67"/>
              </w:numPr>
              <w:rPr>
                <w:rFonts w:cs="Arial"/>
                <w:b w:val="0"/>
                <w:color w:val="auto"/>
                <w:szCs w:val="22"/>
              </w:rPr>
            </w:pPr>
            <w:r w:rsidRPr="001A7B4B">
              <w:rPr>
                <w:rFonts w:cs="Arial"/>
                <w:b w:val="0"/>
                <w:color w:val="auto"/>
                <w:szCs w:val="22"/>
              </w:rPr>
              <w:t>Guest speaker from manufacturer such as appliance or electric heaters to discuss their product</w:t>
            </w:r>
            <w:r w:rsidR="00C37BE4">
              <w:rPr>
                <w:rFonts w:cs="Arial"/>
                <w:b w:val="0"/>
                <w:color w:val="auto"/>
                <w:szCs w:val="22"/>
              </w:rPr>
              <w:t>.</w:t>
            </w:r>
          </w:p>
          <w:p w14:paraId="5779E128" w14:textId="77777777" w:rsidR="00CF64B4" w:rsidRPr="001A7B4B" w:rsidRDefault="00CF64B4" w:rsidP="00044E13">
            <w:pPr>
              <w:pStyle w:val="Normalheadingblue"/>
              <w:rPr>
                <w:rFonts w:cs="Arial"/>
                <w:color w:val="auto"/>
                <w:szCs w:val="22"/>
              </w:rPr>
            </w:pPr>
          </w:p>
          <w:p w14:paraId="79BF95AB" w14:textId="77777777" w:rsidR="00CF64B4" w:rsidRPr="001A7B4B" w:rsidRDefault="00CF64B4" w:rsidP="00044E13">
            <w:pPr>
              <w:pStyle w:val="Normalheadingblue"/>
              <w:rPr>
                <w:rFonts w:cs="Arial"/>
                <w:color w:val="auto"/>
                <w:szCs w:val="22"/>
              </w:rPr>
            </w:pPr>
            <w:r w:rsidRPr="001A7B4B">
              <w:rPr>
                <w:rFonts w:cs="Arial"/>
                <w:color w:val="auto"/>
                <w:szCs w:val="22"/>
              </w:rPr>
              <w:t>Delivery:</w:t>
            </w:r>
          </w:p>
          <w:p w14:paraId="45DDAEAB" w14:textId="600255AE" w:rsidR="00063B58" w:rsidRPr="001A7B4B" w:rsidRDefault="00063B58" w:rsidP="00044E13">
            <w:pPr>
              <w:pStyle w:val="Normalheadingblue"/>
              <w:rPr>
                <w:rFonts w:cs="Arial"/>
                <w:color w:val="auto"/>
                <w:szCs w:val="22"/>
              </w:rPr>
            </w:pPr>
            <w:r w:rsidRPr="001A7B4B">
              <w:rPr>
                <w:rFonts w:cs="Arial"/>
                <w:b w:val="0"/>
                <w:color w:val="auto"/>
                <w:szCs w:val="22"/>
              </w:rPr>
              <w:t xml:space="preserve">Tutor </w:t>
            </w:r>
            <w:r w:rsidR="00FA180A">
              <w:rPr>
                <w:rFonts w:cs="Arial"/>
                <w:b w:val="0"/>
                <w:color w:val="auto"/>
                <w:szCs w:val="22"/>
              </w:rPr>
              <w:t xml:space="preserve">to </w:t>
            </w:r>
            <w:r w:rsidRPr="001A7B4B">
              <w:rPr>
                <w:rFonts w:cs="Arial"/>
                <w:b w:val="0"/>
                <w:color w:val="auto"/>
                <w:szCs w:val="22"/>
              </w:rPr>
              <w:t xml:space="preserve">deliver content </w:t>
            </w:r>
            <w:r w:rsidR="00FA180A">
              <w:rPr>
                <w:rFonts w:cs="Arial"/>
                <w:b w:val="0"/>
                <w:color w:val="auto"/>
                <w:szCs w:val="22"/>
              </w:rPr>
              <w:t xml:space="preserve">on </w:t>
            </w:r>
            <w:r w:rsidR="00FA180A" w:rsidRPr="00FA180A">
              <w:rPr>
                <w:rFonts w:cs="Arial"/>
                <w:b w:val="0"/>
                <w:bCs/>
                <w:color w:val="auto"/>
                <w:szCs w:val="22"/>
              </w:rPr>
              <w:t>Heating systems – Warm air heating and storage heaters</w:t>
            </w:r>
            <w:r w:rsidR="00FA180A">
              <w:rPr>
                <w:rFonts w:cs="Arial"/>
                <w:b w:val="0"/>
                <w:color w:val="auto"/>
                <w:szCs w:val="22"/>
              </w:rPr>
              <w:t>,</w:t>
            </w:r>
            <w:r w:rsidR="00FA180A" w:rsidRPr="00FA180A">
              <w:rPr>
                <w:rFonts w:cs="Arial"/>
                <w:b w:val="0"/>
                <w:color w:val="auto"/>
                <w:szCs w:val="22"/>
              </w:rPr>
              <w:t xml:space="preserve"> </w:t>
            </w:r>
            <w:r w:rsidRPr="001A7B4B">
              <w:rPr>
                <w:rFonts w:cs="Arial"/>
                <w:b w:val="0"/>
                <w:color w:val="auto"/>
                <w:szCs w:val="22"/>
              </w:rPr>
              <w:t>including:</w:t>
            </w:r>
          </w:p>
          <w:p w14:paraId="64829F2D" w14:textId="77777777" w:rsidR="00063B58" w:rsidRPr="001A7B4B" w:rsidRDefault="00063B58" w:rsidP="002C017C">
            <w:pPr>
              <w:pStyle w:val="Normalheadingblue"/>
              <w:numPr>
                <w:ilvl w:val="0"/>
                <w:numId w:val="67"/>
              </w:numPr>
              <w:rPr>
                <w:rFonts w:cs="Arial"/>
                <w:b w:val="0"/>
                <w:color w:val="auto"/>
                <w:szCs w:val="22"/>
              </w:rPr>
            </w:pPr>
            <w:r w:rsidRPr="001A7B4B">
              <w:rPr>
                <w:rFonts w:cs="Arial"/>
                <w:b w:val="0"/>
                <w:color w:val="auto"/>
                <w:szCs w:val="22"/>
              </w:rPr>
              <w:t>Use of warm air heating systems</w:t>
            </w:r>
          </w:p>
          <w:p w14:paraId="02215F03" w14:textId="77777777" w:rsidR="00063B58" w:rsidRPr="001A7B4B" w:rsidRDefault="00063B58" w:rsidP="002C017C">
            <w:pPr>
              <w:pStyle w:val="Normalheadingblue"/>
              <w:numPr>
                <w:ilvl w:val="0"/>
                <w:numId w:val="67"/>
              </w:numPr>
              <w:rPr>
                <w:rFonts w:cs="Arial"/>
                <w:b w:val="0"/>
                <w:color w:val="auto"/>
                <w:szCs w:val="22"/>
              </w:rPr>
            </w:pPr>
            <w:r w:rsidRPr="001A7B4B">
              <w:rPr>
                <w:rFonts w:cs="Arial"/>
                <w:b w:val="0"/>
                <w:color w:val="auto"/>
                <w:szCs w:val="22"/>
              </w:rPr>
              <w:t>Electric storage heaters</w:t>
            </w:r>
          </w:p>
          <w:p w14:paraId="5546AB83" w14:textId="77777777" w:rsidR="00063B58" w:rsidRPr="001A7B4B" w:rsidRDefault="00063B58" w:rsidP="002C017C">
            <w:pPr>
              <w:pStyle w:val="Normalheadingblue"/>
              <w:numPr>
                <w:ilvl w:val="0"/>
                <w:numId w:val="67"/>
              </w:numPr>
              <w:rPr>
                <w:rFonts w:cs="Arial"/>
                <w:b w:val="0"/>
                <w:color w:val="auto"/>
                <w:szCs w:val="22"/>
              </w:rPr>
            </w:pPr>
            <w:r w:rsidRPr="001A7B4B">
              <w:rPr>
                <w:rFonts w:cs="Arial"/>
                <w:b w:val="0"/>
                <w:color w:val="auto"/>
                <w:szCs w:val="22"/>
              </w:rPr>
              <w:t>Advantages and limitations of each</w:t>
            </w:r>
          </w:p>
          <w:p w14:paraId="132EADFE" w14:textId="42703096" w:rsidR="009F6D51" w:rsidRPr="001A7B4B" w:rsidRDefault="003018EC" w:rsidP="002C017C">
            <w:pPr>
              <w:pStyle w:val="Normalheadingblue"/>
              <w:numPr>
                <w:ilvl w:val="0"/>
                <w:numId w:val="67"/>
              </w:numPr>
              <w:rPr>
                <w:rFonts w:cs="Arial"/>
                <w:b w:val="0"/>
                <w:color w:val="auto"/>
                <w:szCs w:val="22"/>
              </w:rPr>
            </w:pPr>
            <w:r w:rsidRPr="001A7B4B">
              <w:rPr>
                <w:rFonts w:cs="Arial"/>
                <w:b w:val="0"/>
                <w:color w:val="auto"/>
                <w:szCs w:val="22"/>
              </w:rPr>
              <w:lastRenderedPageBreak/>
              <w:t>Tutor to deliver information relating to the principles of each system</w:t>
            </w:r>
            <w:r w:rsidR="00C37BE4">
              <w:rPr>
                <w:rFonts w:cs="Arial"/>
                <w:b w:val="0"/>
                <w:color w:val="auto"/>
                <w:szCs w:val="22"/>
              </w:rPr>
              <w:t>.</w:t>
            </w:r>
          </w:p>
          <w:p w14:paraId="00D594E3" w14:textId="6504BF3C" w:rsidR="003018EC" w:rsidRPr="001A7B4B" w:rsidRDefault="003018EC" w:rsidP="002C017C">
            <w:pPr>
              <w:pStyle w:val="Normalheadingblue"/>
              <w:numPr>
                <w:ilvl w:val="0"/>
                <w:numId w:val="67"/>
              </w:numPr>
              <w:rPr>
                <w:rFonts w:cs="Arial"/>
                <w:b w:val="0"/>
                <w:color w:val="auto"/>
                <w:szCs w:val="22"/>
              </w:rPr>
            </w:pPr>
            <w:r w:rsidRPr="001A7B4B">
              <w:rPr>
                <w:rFonts w:cs="Arial"/>
                <w:b w:val="0"/>
                <w:color w:val="auto"/>
                <w:szCs w:val="22"/>
              </w:rPr>
              <w:t>Discuss the distribution of air and ductwork location</w:t>
            </w:r>
            <w:r w:rsidR="00C37BE4">
              <w:rPr>
                <w:rFonts w:cs="Arial"/>
                <w:b w:val="0"/>
                <w:color w:val="auto"/>
                <w:szCs w:val="22"/>
              </w:rPr>
              <w:t>.</w:t>
            </w:r>
          </w:p>
          <w:p w14:paraId="1CBD7101" w14:textId="75778D3A" w:rsidR="00CF64B4" w:rsidRPr="001A7B4B" w:rsidRDefault="003018EC" w:rsidP="002C017C">
            <w:pPr>
              <w:pStyle w:val="Normalheadingblue"/>
              <w:numPr>
                <w:ilvl w:val="0"/>
                <w:numId w:val="67"/>
              </w:numPr>
              <w:rPr>
                <w:rFonts w:cs="Arial"/>
                <w:b w:val="0"/>
                <w:color w:val="auto"/>
                <w:szCs w:val="22"/>
              </w:rPr>
            </w:pPr>
            <w:r w:rsidRPr="001A7B4B">
              <w:rPr>
                <w:rFonts w:cs="Arial"/>
                <w:b w:val="0"/>
                <w:color w:val="auto"/>
                <w:szCs w:val="22"/>
              </w:rPr>
              <w:t xml:space="preserve">Make </w:t>
            </w:r>
            <w:r w:rsidR="00F502C8" w:rsidRPr="001A7B4B">
              <w:rPr>
                <w:rFonts w:cs="Arial"/>
                <w:b w:val="0"/>
                <w:color w:val="auto"/>
                <w:szCs w:val="22"/>
              </w:rPr>
              <w:t>students</w:t>
            </w:r>
            <w:r w:rsidRPr="001A7B4B">
              <w:rPr>
                <w:rFonts w:cs="Arial"/>
                <w:b w:val="0"/>
                <w:color w:val="auto"/>
                <w:szCs w:val="22"/>
              </w:rPr>
              <w:t xml:space="preserve"> aware of the off peak electrical demand and the control of temperature and use video links where applicable </w:t>
            </w:r>
            <w:hyperlink r:id="rId56" w:history="1">
              <w:r w:rsidRPr="001A7B4B">
                <w:rPr>
                  <w:rStyle w:val="Hyperlink"/>
                  <w:color w:val="auto"/>
                </w:rPr>
                <w:t>How To Use Electric Storage Heaters - British Gas</w:t>
              </w:r>
            </w:hyperlink>
          </w:p>
          <w:p w14:paraId="2AA4F11B" w14:textId="77777777" w:rsidR="00CF64B4" w:rsidRPr="001A7B4B" w:rsidRDefault="00CF64B4" w:rsidP="00044E13">
            <w:pPr>
              <w:pStyle w:val="Normalheadingblue"/>
              <w:rPr>
                <w:rFonts w:cs="Arial"/>
                <w:color w:val="auto"/>
                <w:szCs w:val="22"/>
              </w:rPr>
            </w:pPr>
          </w:p>
          <w:p w14:paraId="14C27190" w14:textId="77777777" w:rsidR="00CF64B4" w:rsidRPr="001A7B4B" w:rsidRDefault="00CF64B4" w:rsidP="00044E13">
            <w:pPr>
              <w:pStyle w:val="Normalheadingblue"/>
              <w:rPr>
                <w:rFonts w:cs="Arial"/>
                <w:color w:val="auto"/>
                <w:szCs w:val="22"/>
              </w:rPr>
            </w:pPr>
            <w:r w:rsidRPr="001A7B4B">
              <w:rPr>
                <w:rFonts w:cs="Arial"/>
                <w:color w:val="auto"/>
                <w:szCs w:val="22"/>
              </w:rPr>
              <w:t>Knowledge check example:</w:t>
            </w:r>
          </w:p>
          <w:p w14:paraId="028B6DDB" w14:textId="02294B59" w:rsidR="003018EC" w:rsidRPr="001A7B4B" w:rsidRDefault="003018EC" w:rsidP="002C017C">
            <w:pPr>
              <w:pStyle w:val="Normalheadingblue"/>
              <w:numPr>
                <w:ilvl w:val="0"/>
                <w:numId w:val="69"/>
              </w:numPr>
              <w:rPr>
                <w:rFonts w:cs="Arial"/>
                <w:b w:val="0"/>
                <w:color w:val="auto"/>
                <w:szCs w:val="22"/>
              </w:rPr>
            </w:pPr>
            <w:r w:rsidRPr="001A7B4B">
              <w:rPr>
                <w:rFonts w:cs="Arial"/>
                <w:b w:val="0"/>
                <w:color w:val="auto"/>
                <w:szCs w:val="22"/>
              </w:rPr>
              <w:t xml:space="preserve">Fact match task – </w:t>
            </w:r>
            <w:r w:rsidR="00F502C8" w:rsidRPr="001A7B4B">
              <w:rPr>
                <w:rFonts w:cs="Arial"/>
                <w:b w:val="0"/>
                <w:color w:val="auto"/>
                <w:szCs w:val="22"/>
              </w:rPr>
              <w:t>students</w:t>
            </w:r>
            <w:r w:rsidRPr="001A7B4B">
              <w:rPr>
                <w:rFonts w:cs="Arial"/>
                <w:b w:val="0"/>
                <w:color w:val="auto"/>
                <w:szCs w:val="22"/>
              </w:rPr>
              <w:t xml:space="preserve"> match fact cards to either warm air heaters or storage heating solutions</w:t>
            </w:r>
            <w:r w:rsidR="00C37BE4">
              <w:rPr>
                <w:rFonts w:cs="Arial"/>
                <w:b w:val="0"/>
                <w:color w:val="auto"/>
                <w:szCs w:val="22"/>
              </w:rPr>
              <w:t>.</w:t>
            </w:r>
          </w:p>
          <w:p w14:paraId="3A021FCC" w14:textId="77777777" w:rsidR="00CF64B4" w:rsidRPr="001A7B4B" w:rsidRDefault="00CF64B4" w:rsidP="00CF64B4">
            <w:pPr>
              <w:pStyle w:val="Normalheadingblue"/>
              <w:rPr>
                <w:rFonts w:cs="Arial"/>
                <w:color w:val="auto"/>
                <w:szCs w:val="22"/>
              </w:rPr>
            </w:pPr>
          </w:p>
          <w:p w14:paraId="7E8A9DE7" w14:textId="77777777" w:rsidR="00CF64B4" w:rsidRPr="001A7B4B" w:rsidRDefault="00CF64B4" w:rsidP="00044E13">
            <w:pPr>
              <w:pStyle w:val="Normalheadingblue"/>
              <w:rPr>
                <w:rFonts w:cs="Arial"/>
                <w:color w:val="auto"/>
                <w:szCs w:val="22"/>
              </w:rPr>
            </w:pPr>
            <w:r w:rsidRPr="001A7B4B">
              <w:rPr>
                <w:rFonts w:cs="Arial"/>
                <w:color w:val="auto"/>
                <w:szCs w:val="22"/>
              </w:rPr>
              <w:t>Resources:</w:t>
            </w:r>
          </w:p>
          <w:p w14:paraId="5E0C3EFA" w14:textId="77777777" w:rsidR="003018EC" w:rsidRPr="001A7B4B" w:rsidRDefault="003018EC" w:rsidP="00044E13">
            <w:pPr>
              <w:pStyle w:val="Normalheadingblue"/>
              <w:rPr>
                <w:rFonts w:cs="Arial"/>
                <w:b w:val="0"/>
                <w:color w:val="auto"/>
                <w:szCs w:val="22"/>
              </w:rPr>
            </w:pPr>
            <w:r w:rsidRPr="001A7B4B">
              <w:rPr>
                <w:rFonts w:cs="Arial"/>
                <w:b w:val="0"/>
                <w:color w:val="auto"/>
                <w:szCs w:val="22"/>
              </w:rPr>
              <w:t>Fact match cards</w:t>
            </w:r>
          </w:p>
          <w:p w14:paraId="16D8DF94" w14:textId="77777777" w:rsidR="00CF64B4" w:rsidRPr="001A7B4B" w:rsidRDefault="00CF64B4" w:rsidP="00044E13">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1905F3AE" w14:textId="77777777" w:rsidR="00DD207A" w:rsidRPr="001A7B4B" w:rsidRDefault="008A57D2">
            <w:r w:rsidRPr="001A7B4B">
              <w:lastRenderedPageBreak/>
              <w:t>Fact match task</w:t>
            </w:r>
          </w:p>
        </w:tc>
      </w:tr>
      <w:tr w:rsidR="001A7B4B" w:rsidRPr="001A7B4B" w14:paraId="7C63757E"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11E1BD09" w14:textId="77777777" w:rsidR="00CF64B4" w:rsidRDefault="00CF64B4" w:rsidP="00044E13">
            <w:pPr>
              <w:jc w:val="center"/>
              <w:rPr>
                <w:rFonts w:cs="Arial"/>
                <w:szCs w:val="22"/>
              </w:rPr>
            </w:pPr>
            <w:r>
              <w:rPr>
                <w:rFonts w:cs="Arial"/>
                <w:szCs w:val="22"/>
              </w:rPr>
              <w:t>1</w:t>
            </w:r>
            <w:r w:rsidR="00044E13">
              <w:rPr>
                <w:rFonts w:cs="Arial"/>
                <w:szCs w:val="22"/>
              </w:rPr>
              <w:t>21</w:t>
            </w:r>
            <w:r w:rsidR="007416BA">
              <w:rPr>
                <w:rFonts w:cs="Arial"/>
                <w:szCs w:val="22"/>
              </w:rPr>
              <w:t>-122</w:t>
            </w:r>
          </w:p>
          <w:p w14:paraId="4639D18C" w14:textId="77777777" w:rsidR="007416BA" w:rsidRDefault="007416BA" w:rsidP="00044E13">
            <w:pPr>
              <w:jc w:val="center"/>
              <w:rPr>
                <w:rFonts w:cs="Arial"/>
                <w:szCs w:val="22"/>
              </w:rPr>
            </w:pPr>
            <w:r>
              <w:rPr>
                <w:rFonts w:cs="Arial"/>
                <w:szCs w:val="22"/>
              </w:rPr>
              <w:t>6 hours</w:t>
            </w:r>
          </w:p>
          <w:p w14:paraId="1C1DAA95" w14:textId="5FAB5E40" w:rsidR="005C768C" w:rsidRPr="0054555D" w:rsidRDefault="005C768C" w:rsidP="00044E13">
            <w:pPr>
              <w:jc w:val="center"/>
              <w:rPr>
                <w:rFonts w:cs="Arial"/>
                <w:b/>
                <w:bCs/>
                <w:szCs w:val="22"/>
              </w:rPr>
            </w:pPr>
            <w:r w:rsidRPr="0054555D">
              <w:rPr>
                <w:rFonts w:cs="Arial"/>
                <w:b/>
                <w:bCs/>
                <w:szCs w:val="22"/>
                <w:highlight w:val="yellow"/>
              </w:rPr>
              <w:t>PPT available</w:t>
            </w:r>
          </w:p>
        </w:tc>
        <w:tc>
          <w:tcPr>
            <w:tcW w:w="2199" w:type="dxa"/>
            <w:tcBorders>
              <w:top w:val="single" w:sz="4" w:space="0" w:color="C6C5C6"/>
              <w:left w:val="single" w:sz="4" w:space="0" w:color="C6C5C6"/>
              <w:bottom w:val="single" w:sz="4" w:space="0" w:color="C6C5C6"/>
              <w:right w:val="single" w:sz="4" w:space="0" w:color="C6C5C6"/>
            </w:tcBorders>
          </w:tcPr>
          <w:p w14:paraId="3925E554" w14:textId="77777777" w:rsidR="00CF64B4" w:rsidRPr="001A7B4B" w:rsidRDefault="00CF64B4" w:rsidP="00044E13">
            <w:pPr>
              <w:pStyle w:val="Normalheadingblack"/>
              <w:rPr>
                <w:rFonts w:cs="Arial"/>
                <w:lang w:eastAsia="en-GB"/>
              </w:rPr>
            </w:pPr>
            <w:r w:rsidRPr="001A7B4B">
              <w:rPr>
                <w:rFonts w:cs="Arial"/>
                <w:lang w:eastAsia="en-GB"/>
              </w:rPr>
              <w:t>Outcome 1 – Plumbing and heating common knowledge criteria</w:t>
            </w:r>
          </w:p>
          <w:p w14:paraId="7DDBA120" w14:textId="77777777" w:rsidR="00CF64B4" w:rsidRPr="001A7B4B" w:rsidRDefault="00CF64B4" w:rsidP="00044E13">
            <w:pPr>
              <w:pStyle w:val="Normalheadingblack"/>
              <w:rPr>
                <w:rFonts w:cs="Arial"/>
                <w:lang w:eastAsia="en-GB"/>
              </w:rPr>
            </w:pPr>
          </w:p>
          <w:p w14:paraId="6DC1521E" w14:textId="77777777" w:rsidR="007416BA" w:rsidRPr="001A7B4B" w:rsidRDefault="007416BA" w:rsidP="007416BA">
            <w:pPr>
              <w:pStyle w:val="Normalheadingblack"/>
              <w:rPr>
                <w:rFonts w:cs="Arial"/>
                <w:lang w:eastAsia="en-GB"/>
              </w:rPr>
            </w:pPr>
            <w:r w:rsidRPr="001A7B4B">
              <w:rPr>
                <w:rFonts w:cs="Arial"/>
                <w:lang w:eastAsia="en-GB"/>
              </w:rPr>
              <w:lastRenderedPageBreak/>
              <w:t>Outcome 2 Install plumbing and heating systems</w:t>
            </w:r>
          </w:p>
          <w:p w14:paraId="2C782EBA" w14:textId="77777777" w:rsidR="007416BA" w:rsidRPr="001A7B4B" w:rsidRDefault="007416BA" w:rsidP="00044E13">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19A569B8" w14:textId="77777777" w:rsidR="00CF64B4" w:rsidRPr="001A7B4B" w:rsidRDefault="00CF64B4" w:rsidP="00044E13">
            <w:pPr>
              <w:pStyle w:val="Normalheadingblack"/>
              <w:rPr>
                <w:rFonts w:cs="Arial"/>
                <w:b w:val="0"/>
                <w:szCs w:val="22"/>
              </w:rPr>
            </w:pPr>
            <w:r w:rsidRPr="001A7B4B">
              <w:rPr>
                <w:rFonts w:cs="Arial"/>
                <w:b w:val="0"/>
                <w:szCs w:val="22"/>
              </w:rPr>
              <w:lastRenderedPageBreak/>
              <w:t>K1.7 Plumbing and heating systems</w:t>
            </w:r>
          </w:p>
          <w:p w14:paraId="79D56AA4" w14:textId="77777777" w:rsidR="00CF64B4" w:rsidRPr="001A7B4B" w:rsidRDefault="00CF64B4" w:rsidP="00044E13">
            <w:pPr>
              <w:pStyle w:val="Normalheadingblack"/>
              <w:rPr>
                <w:rFonts w:cs="Arial"/>
                <w:b w:val="0"/>
                <w:szCs w:val="22"/>
              </w:rPr>
            </w:pPr>
          </w:p>
          <w:p w14:paraId="0B691BA1" w14:textId="77777777" w:rsidR="00CF64B4" w:rsidRPr="001A7B4B" w:rsidRDefault="00CF64B4" w:rsidP="00044E13">
            <w:pPr>
              <w:pStyle w:val="Normalheadingblack"/>
              <w:rPr>
                <w:rFonts w:cs="Arial"/>
                <w:b w:val="0"/>
                <w:szCs w:val="22"/>
              </w:rPr>
            </w:pPr>
            <w:r w:rsidRPr="001A7B4B">
              <w:rPr>
                <w:rFonts w:cs="Arial"/>
                <w:b w:val="0"/>
                <w:szCs w:val="22"/>
              </w:rPr>
              <w:t>K1.8 Components used in plumbing and heating systems</w:t>
            </w:r>
          </w:p>
          <w:p w14:paraId="5A55A150" w14:textId="77777777" w:rsidR="007416BA" w:rsidRPr="001A7B4B" w:rsidRDefault="007416BA" w:rsidP="00044E13">
            <w:pPr>
              <w:pStyle w:val="Normalheadingblack"/>
              <w:rPr>
                <w:rFonts w:cs="Arial"/>
                <w:b w:val="0"/>
                <w:szCs w:val="22"/>
              </w:rPr>
            </w:pPr>
          </w:p>
          <w:p w14:paraId="221A7240" w14:textId="77777777" w:rsidR="007416BA" w:rsidRPr="001A7B4B" w:rsidRDefault="007416BA" w:rsidP="007416BA">
            <w:pPr>
              <w:pStyle w:val="Default"/>
              <w:rPr>
                <w:bCs/>
                <w:color w:val="auto"/>
                <w:sz w:val="22"/>
                <w:szCs w:val="22"/>
              </w:rPr>
            </w:pPr>
            <w:r w:rsidRPr="001A7B4B">
              <w:rPr>
                <w:bCs/>
                <w:color w:val="auto"/>
                <w:sz w:val="22"/>
                <w:szCs w:val="22"/>
              </w:rPr>
              <w:lastRenderedPageBreak/>
              <w:t xml:space="preserve">S2.19 Position and secure components in plumbing system </w:t>
            </w:r>
          </w:p>
          <w:p w14:paraId="6B9DC236" w14:textId="77777777" w:rsidR="00433536" w:rsidRPr="001A7B4B" w:rsidRDefault="00433536" w:rsidP="007416BA">
            <w:pPr>
              <w:pStyle w:val="Default"/>
              <w:rPr>
                <w:color w:val="auto"/>
                <w:szCs w:val="22"/>
              </w:rPr>
            </w:pPr>
          </w:p>
          <w:p w14:paraId="1E307DF7" w14:textId="77777777" w:rsidR="00433536" w:rsidRPr="001A7B4B" w:rsidRDefault="00433536" w:rsidP="007416BA">
            <w:pPr>
              <w:pStyle w:val="Default"/>
              <w:rPr>
                <w:color w:val="auto"/>
                <w:sz w:val="22"/>
                <w:szCs w:val="22"/>
              </w:rPr>
            </w:pPr>
            <w:r w:rsidRPr="001A7B4B">
              <w:rPr>
                <w:color w:val="auto"/>
                <w:sz w:val="22"/>
                <w:szCs w:val="22"/>
              </w:rPr>
              <w:t>S2.13 Install components to heating appliances</w:t>
            </w:r>
          </w:p>
          <w:p w14:paraId="455D3962" w14:textId="77777777" w:rsidR="007416BA" w:rsidRPr="001A7B4B" w:rsidRDefault="007416BA" w:rsidP="00044E13">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246F3779" w14:textId="77777777" w:rsidR="00CF64B4" w:rsidRPr="001A7B4B" w:rsidRDefault="00CF64B4" w:rsidP="00044E13">
            <w:pPr>
              <w:pStyle w:val="Normalheadingblue"/>
              <w:rPr>
                <w:rFonts w:cs="Arial"/>
                <w:color w:val="auto"/>
                <w:szCs w:val="22"/>
              </w:rPr>
            </w:pPr>
            <w:r w:rsidRPr="001A7B4B">
              <w:rPr>
                <w:rFonts w:cs="Arial"/>
                <w:color w:val="auto"/>
                <w:szCs w:val="22"/>
              </w:rPr>
              <w:lastRenderedPageBreak/>
              <w:t>Activity:</w:t>
            </w:r>
          </w:p>
          <w:p w14:paraId="59AFF2C0" w14:textId="77777777" w:rsidR="00CF64B4" w:rsidRPr="001A7B4B" w:rsidRDefault="00CF64B4" w:rsidP="00044E13">
            <w:pPr>
              <w:pStyle w:val="Normalheadingblue"/>
              <w:rPr>
                <w:rFonts w:cs="Arial"/>
                <w:color w:val="auto"/>
                <w:szCs w:val="22"/>
              </w:rPr>
            </w:pPr>
          </w:p>
          <w:p w14:paraId="4E0088C4" w14:textId="77777777" w:rsidR="00CF64B4" w:rsidRPr="001A7B4B" w:rsidRDefault="00CF64B4" w:rsidP="00044E13">
            <w:pPr>
              <w:pStyle w:val="Normalheadingblue"/>
              <w:rPr>
                <w:rFonts w:cs="Arial"/>
                <w:color w:val="auto"/>
                <w:szCs w:val="22"/>
              </w:rPr>
            </w:pPr>
            <w:r w:rsidRPr="001A7B4B">
              <w:rPr>
                <w:rFonts w:cs="Arial"/>
                <w:color w:val="auto"/>
                <w:szCs w:val="22"/>
              </w:rPr>
              <w:t>Starter task example:</w:t>
            </w:r>
          </w:p>
          <w:p w14:paraId="058B98F4" w14:textId="053C540D" w:rsidR="00CF64B4" w:rsidRPr="001A7B4B" w:rsidRDefault="007416BA" w:rsidP="002C017C">
            <w:pPr>
              <w:pStyle w:val="Normalheadingblue"/>
              <w:numPr>
                <w:ilvl w:val="0"/>
                <w:numId w:val="69"/>
              </w:numPr>
              <w:rPr>
                <w:rFonts w:cs="Arial"/>
                <w:b w:val="0"/>
                <w:color w:val="auto"/>
                <w:szCs w:val="22"/>
              </w:rPr>
            </w:pPr>
            <w:r w:rsidRPr="001A7B4B">
              <w:rPr>
                <w:rFonts w:cs="Arial"/>
                <w:b w:val="0"/>
                <w:color w:val="auto"/>
                <w:szCs w:val="22"/>
              </w:rPr>
              <w:t xml:space="preserve">Knowledge recap – Heating system layouts – </w:t>
            </w:r>
            <w:r w:rsidR="00116A2E" w:rsidRPr="001A7B4B">
              <w:rPr>
                <w:rFonts w:cs="Arial"/>
                <w:b w:val="0"/>
                <w:color w:val="auto"/>
                <w:szCs w:val="22"/>
              </w:rPr>
              <w:t>Students</w:t>
            </w:r>
            <w:r w:rsidRPr="001A7B4B">
              <w:rPr>
                <w:rFonts w:cs="Arial"/>
                <w:b w:val="0"/>
                <w:color w:val="auto"/>
                <w:szCs w:val="22"/>
              </w:rPr>
              <w:t xml:space="preserve"> to sketch a simple 2 pipe heating system before comparing and peer feedback</w:t>
            </w:r>
            <w:r w:rsidR="00C37BE4">
              <w:rPr>
                <w:rFonts w:cs="Arial"/>
                <w:b w:val="0"/>
                <w:color w:val="auto"/>
                <w:szCs w:val="22"/>
              </w:rPr>
              <w:t>.</w:t>
            </w:r>
          </w:p>
          <w:p w14:paraId="577782A2" w14:textId="77777777" w:rsidR="00CF64B4" w:rsidRPr="001A7B4B" w:rsidRDefault="00CF64B4" w:rsidP="00044E13">
            <w:pPr>
              <w:pStyle w:val="Normalheadingblue"/>
              <w:rPr>
                <w:rFonts w:cs="Arial"/>
                <w:color w:val="auto"/>
                <w:szCs w:val="22"/>
              </w:rPr>
            </w:pPr>
          </w:p>
          <w:p w14:paraId="1EDB7152" w14:textId="77777777" w:rsidR="00CF64B4" w:rsidRPr="001A7B4B" w:rsidRDefault="00CF64B4" w:rsidP="00044E13">
            <w:pPr>
              <w:pStyle w:val="Normalheadingblue"/>
              <w:rPr>
                <w:rFonts w:cs="Arial"/>
                <w:color w:val="auto"/>
                <w:szCs w:val="22"/>
              </w:rPr>
            </w:pPr>
            <w:r w:rsidRPr="001A7B4B">
              <w:rPr>
                <w:rFonts w:cs="Arial"/>
                <w:color w:val="auto"/>
                <w:szCs w:val="22"/>
              </w:rPr>
              <w:t>Delivery:</w:t>
            </w:r>
          </w:p>
          <w:p w14:paraId="639722EA" w14:textId="505655A2" w:rsidR="003018EC" w:rsidRPr="001A7B4B" w:rsidRDefault="004F7F61" w:rsidP="00044E13">
            <w:pPr>
              <w:pStyle w:val="Normalheadingblue"/>
              <w:rPr>
                <w:rFonts w:cs="Arial"/>
                <w:b w:val="0"/>
                <w:color w:val="auto"/>
                <w:szCs w:val="22"/>
              </w:rPr>
            </w:pPr>
            <w:r w:rsidRPr="004F7F61">
              <w:rPr>
                <w:rFonts w:cs="Arial"/>
                <w:b w:val="0"/>
                <w:bCs/>
                <w:color w:val="auto"/>
                <w:szCs w:val="22"/>
              </w:rPr>
              <w:t>Using</w:t>
            </w:r>
            <w:r w:rsidRPr="004F7F61">
              <w:rPr>
                <w:rFonts w:cs="Arial"/>
                <w:color w:val="auto"/>
                <w:szCs w:val="22"/>
              </w:rPr>
              <w:t xml:space="preserve"> </w:t>
            </w:r>
            <w:r w:rsidRPr="00B13867">
              <w:rPr>
                <w:rFonts w:cs="Arial"/>
                <w:b w:val="0"/>
                <w:bCs/>
                <w:color w:val="auto"/>
                <w:szCs w:val="22"/>
              </w:rPr>
              <w:t xml:space="preserve">PowerPoint </w:t>
            </w:r>
            <w:r w:rsidRPr="00C37BE4">
              <w:rPr>
                <w:rFonts w:cs="Arial"/>
                <w:color w:val="auto"/>
                <w:szCs w:val="22"/>
                <w:highlight w:val="yellow"/>
              </w:rPr>
              <w:t>K1.7 K1.8 Circulating Pumps</w:t>
            </w:r>
            <w:r w:rsidRPr="004F7F61">
              <w:rPr>
                <w:rFonts w:cs="Arial"/>
                <w:b w:val="0"/>
                <w:bCs/>
                <w:color w:val="auto"/>
                <w:szCs w:val="22"/>
              </w:rPr>
              <w:t>, deliver the following content</w:t>
            </w:r>
            <w:r w:rsidRPr="004F7F61">
              <w:rPr>
                <w:rFonts w:cs="Arial"/>
                <w:color w:val="auto"/>
                <w:szCs w:val="22"/>
              </w:rPr>
              <w:t>:</w:t>
            </w:r>
          </w:p>
          <w:p w14:paraId="382359D4" w14:textId="77777777" w:rsidR="00CD6D0E" w:rsidRPr="001A7B4B" w:rsidRDefault="00CD6D0E" w:rsidP="002C017C">
            <w:pPr>
              <w:pStyle w:val="Normalheadingblue"/>
              <w:numPr>
                <w:ilvl w:val="0"/>
                <w:numId w:val="69"/>
              </w:numPr>
              <w:rPr>
                <w:rFonts w:cs="Arial"/>
                <w:b w:val="0"/>
                <w:color w:val="auto"/>
                <w:szCs w:val="22"/>
              </w:rPr>
            </w:pPr>
            <w:r w:rsidRPr="001A7B4B">
              <w:rPr>
                <w:rFonts w:cs="Arial"/>
                <w:b w:val="0"/>
                <w:color w:val="auto"/>
                <w:szCs w:val="22"/>
              </w:rPr>
              <w:t>Pump principles</w:t>
            </w:r>
          </w:p>
          <w:p w14:paraId="3F39E64B" w14:textId="77777777" w:rsidR="00CD6D0E" w:rsidRPr="001A7B4B" w:rsidRDefault="00CD6D0E" w:rsidP="002C017C">
            <w:pPr>
              <w:pStyle w:val="Normalheadingblue"/>
              <w:numPr>
                <w:ilvl w:val="0"/>
                <w:numId w:val="69"/>
              </w:numPr>
              <w:rPr>
                <w:rFonts w:cs="Arial"/>
                <w:b w:val="0"/>
                <w:color w:val="auto"/>
                <w:szCs w:val="22"/>
              </w:rPr>
            </w:pPr>
            <w:r w:rsidRPr="001A7B4B">
              <w:rPr>
                <w:rFonts w:cs="Arial"/>
                <w:b w:val="0"/>
                <w:color w:val="auto"/>
                <w:szCs w:val="22"/>
              </w:rPr>
              <w:t>Types of circulator</w:t>
            </w:r>
          </w:p>
          <w:p w14:paraId="2B44A1A4" w14:textId="77777777" w:rsidR="00CD6D0E" w:rsidRPr="001A7B4B" w:rsidRDefault="00CD6D0E" w:rsidP="002C017C">
            <w:pPr>
              <w:pStyle w:val="Normalheadingblue"/>
              <w:numPr>
                <w:ilvl w:val="0"/>
                <w:numId w:val="69"/>
              </w:numPr>
              <w:rPr>
                <w:rFonts w:cs="Arial"/>
                <w:b w:val="0"/>
                <w:color w:val="auto"/>
                <w:szCs w:val="22"/>
              </w:rPr>
            </w:pPr>
            <w:r w:rsidRPr="001A7B4B">
              <w:rPr>
                <w:rFonts w:cs="Arial"/>
                <w:b w:val="0"/>
                <w:color w:val="auto"/>
                <w:szCs w:val="22"/>
              </w:rPr>
              <w:t>Impeller design</w:t>
            </w:r>
          </w:p>
          <w:p w14:paraId="02F9D49E" w14:textId="77777777" w:rsidR="00CD6D0E" w:rsidRPr="001A7B4B" w:rsidRDefault="00CD6D0E" w:rsidP="002C017C">
            <w:pPr>
              <w:pStyle w:val="Normalheadingblue"/>
              <w:numPr>
                <w:ilvl w:val="0"/>
                <w:numId w:val="69"/>
              </w:numPr>
              <w:rPr>
                <w:rFonts w:cs="Arial"/>
                <w:b w:val="0"/>
                <w:color w:val="auto"/>
                <w:szCs w:val="22"/>
              </w:rPr>
            </w:pPr>
            <w:r w:rsidRPr="001A7B4B">
              <w:rPr>
                <w:rFonts w:cs="Arial"/>
                <w:b w:val="0"/>
                <w:color w:val="auto"/>
                <w:szCs w:val="22"/>
              </w:rPr>
              <w:t>Pump orientation</w:t>
            </w:r>
          </w:p>
          <w:p w14:paraId="455E622D" w14:textId="77777777" w:rsidR="00CD6D0E" w:rsidRPr="001A7B4B" w:rsidRDefault="00CD6D0E" w:rsidP="002C017C">
            <w:pPr>
              <w:pStyle w:val="Normalheadingblue"/>
              <w:numPr>
                <w:ilvl w:val="0"/>
                <w:numId w:val="69"/>
              </w:numPr>
              <w:rPr>
                <w:rFonts w:cs="Arial"/>
                <w:b w:val="0"/>
                <w:color w:val="auto"/>
                <w:szCs w:val="22"/>
              </w:rPr>
            </w:pPr>
            <w:r w:rsidRPr="001A7B4B">
              <w:rPr>
                <w:rFonts w:cs="Arial"/>
                <w:b w:val="0"/>
                <w:color w:val="auto"/>
                <w:szCs w:val="22"/>
              </w:rPr>
              <w:t>Pump positions within the system</w:t>
            </w:r>
          </w:p>
          <w:p w14:paraId="50E93BB4" w14:textId="77777777" w:rsidR="00CD6D0E" w:rsidRPr="001A7B4B" w:rsidRDefault="00CD6D0E" w:rsidP="002C017C">
            <w:pPr>
              <w:pStyle w:val="Normalheadingblue"/>
              <w:numPr>
                <w:ilvl w:val="0"/>
                <w:numId w:val="69"/>
              </w:numPr>
              <w:rPr>
                <w:rFonts w:cs="Arial"/>
                <w:b w:val="0"/>
                <w:color w:val="auto"/>
                <w:szCs w:val="22"/>
              </w:rPr>
            </w:pPr>
            <w:r w:rsidRPr="001A7B4B">
              <w:rPr>
                <w:rFonts w:cs="Arial"/>
                <w:b w:val="0"/>
                <w:color w:val="auto"/>
                <w:szCs w:val="22"/>
              </w:rPr>
              <w:t>Tutor to distribute examples of pumps which can be split down into component parts to expose impeller and motor components</w:t>
            </w:r>
          </w:p>
          <w:p w14:paraId="1EA453B1" w14:textId="77777777" w:rsidR="00CD6D0E" w:rsidRPr="001A7B4B" w:rsidRDefault="00CD6D0E" w:rsidP="002C017C">
            <w:pPr>
              <w:pStyle w:val="Normalheadingblue"/>
              <w:numPr>
                <w:ilvl w:val="0"/>
                <w:numId w:val="69"/>
              </w:numPr>
              <w:rPr>
                <w:rFonts w:cs="Arial"/>
                <w:b w:val="0"/>
                <w:color w:val="auto"/>
                <w:szCs w:val="22"/>
              </w:rPr>
            </w:pPr>
            <w:r w:rsidRPr="001A7B4B">
              <w:rPr>
                <w:rFonts w:cs="Arial"/>
                <w:b w:val="0"/>
                <w:color w:val="auto"/>
                <w:szCs w:val="22"/>
              </w:rPr>
              <w:t xml:space="preserve">Look at </w:t>
            </w:r>
            <w:proofErr w:type="spellStart"/>
            <w:r w:rsidRPr="001A7B4B">
              <w:rPr>
                <w:rFonts w:cs="Arial"/>
                <w:b w:val="0"/>
                <w:color w:val="auto"/>
                <w:szCs w:val="22"/>
              </w:rPr>
              <w:t>manufacturers</w:t>
            </w:r>
            <w:proofErr w:type="spellEnd"/>
            <w:r w:rsidRPr="001A7B4B">
              <w:rPr>
                <w:rFonts w:cs="Arial"/>
                <w:b w:val="0"/>
                <w:color w:val="auto"/>
                <w:szCs w:val="22"/>
              </w:rPr>
              <w:t xml:space="preserve"> instructions and discuss pump orientation </w:t>
            </w:r>
            <w:hyperlink r:id="rId57" w:history="1">
              <w:r w:rsidRPr="001A7B4B">
                <w:rPr>
                  <w:rStyle w:val="Hyperlink"/>
                  <w:color w:val="auto"/>
                </w:rPr>
                <w:t>MAGNA3 Installation and Operating Instructions—Page 2</w:t>
              </w:r>
            </w:hyperlink>
          </w:p>
          <w:p w14:paraId="212B64FA" w14:textId="77777777" w:rsidR="007416BA" w:rsidRPr="001A7B4B" w:rsidRDefault="007416BA" w:rsidP="002C017C">
            <w:pPr>
              <w:pStyle w:val="Normalheadingblue"/>
              <w:numPr>
                <w:ilvl w:val="0"/>
                <w:numId w:val="69"/>
              </w:numPr>
              <w:rPr>
                <w:rFonts w:cs="Arial"/>
                <w:b w:val="0"/>
                <w:color w:val="auto"/>
                <w:szCs w:val="22"/>
              </w:rPr>
            </w:pPr>
            <w:r w:rsidRPr="001A7B4B">
              <w:rPr>
                <w:rFonts w:cs="Arial"/>
                <w:b w:val="0"/>
                <w:color w:val="auto"/>
                <w:szCs w:val="22"/>
              </w:rPr>
              <w:t>Examine a range of manufacturers to become aware of different designs</w:t>
            </w:r>
          </w:p>
          <w:p w14:paraId="18CD7CBA" w14:textId="77777777" w:rsidR="00CD6D0E" w:rsidRPr="001A7B4B" w:rsidRDefault="00CD6D0E" w:rsidP="002C017C">
            <w:pPr>
              <w:pStyle w:val="Normalheadingblue"/>
              <w:numPr>
                <w:ilvl w:val="0"/>
                <w:numId w:val="69"/>
              </w:numPr>
              <w:rPr>
                <w:rFonts w:cs="Arial"/>
                <w:b w:val="0"/>
                <w:color w:val="auto"/>
                <w:szCs w:val="22"/>
              </w:rPr>
            </w:pPr>
            <w:r w:rsidRPr="001A7B4B">
              <w:rPr>
                <w:rFonts w:cs="Arial"/>
                <w:b w:val="0"/>
                <w:color w:val="auto"/>
                <w:szCs w:val="22"/>
              </w:rPr>
              <w:t>Show examples of pumps in position in centre and discuss the effect of positive and negative pressure within the system</w:t>
            </w:r>
          </w:p>
          <w:p w14:paraId="1E369E00" w14:textId="77777777" w:rsidR="00CD6D0E" w:rsidRPr="001A7B4B" w:rsidRDefault="00CD6D0E" w:rsidP="002C017C">
            <w:pPr>
              <w:pStyle w:val="Normalheadingblue"/>
              <w:numPr>
                <w:ilvl w:val="0"/>
                <w:numId w:val="69"/>
              </w:numPr>
              <w:rPr>
                <w:rFonts w:cs="Arial"/>
                <w:b w:val="0"/>
                <w:color w:val="auto"/>
                <w:szCs w:val="22"/>
              </w:rPr>
            </w:pPr>
            <w:r w:rsidRPr="001A7B4B">
              <w:rPr>
                <w:rFonts w:cs="Arial"/>
                <w:b w:val="0"/>
                <w:color w:val="auto"/>
                <w:szCs w:val="22"/>
              </w:rPr>
              <w:t>Tutor to demonstrate the installation process by removing and replacing a pump in position.</w:t>
            </w:r>
          </w:p>
          <w:p w14:paraId="305822D8" w14:textId="61E02B41" w:rsidR="00CD6D0E" w:rsidRPr="001A7B4B" w:rsidRDefault="00CD6D0E" w:rsidP="002C017C">
            <w:pPr>
              <w:pStyle w:val="Normalheadingblue"/>
              <w:numPr>
                <w:ilvl w:val="0"/>
                <w:numId w:val="69"/>
              </w:numPr>
              <w:rPr>
                <w:rFonts w:cs="Arial"/>
                <w:b w:val="0"/>
                <w:color w:val="auto"/>
                <w:szCs w:val="22"/>
              </w:rPr>
            </w:pPr>
            <w:r w:rsidRPr="001A7B4B">
              <w:rPr>
                <w:rFonts w:cs="Arial"/>
                <w:b w:val="0"/>
                <w:color w:val="auto"/>
                <w:szCs w:val="22"/>
              </w:rPr>
              <w:t xml:space="preserve">Set tsk for </w:t>
            </w:r>
            <w:r w:rsidR="00F502C8" w:rsidRPr="001A7B4B">
              <w:rPr>
                <w:rFonts w:cs="Arial"/>
                <w:b w:val="0"/>
                <w:color w:val="auto"/>
                <w:szCs w:val="22"/>
              </w:rPr>
              <w:t>students</w:t>
            </w:r>
            <w:r w:rsidRPr="001A7B4B">
              <w:rPr>
                <w:rFonts w:cs="Arial"/>
                <w:b w:val="0"/>
                <w:color w:val="auto"/>
                <w:szCs w:val="22"/>
              </w:rPr>
              <w:t xml:space="preserve"> in pairs to install a small pump on a decommissioned system</w:t>
            </w:r>
          </w:p>
          <w:p w14:paraId="403D7ED4" w14:textId="77777777" w:rsidR="00CF64B4" w:rsidRPr="001A7B4B" w:rsidRDefault="00CF64B4" w:rsidP="00044E13">
            <w:pPr>
              <w:pStyle w:val="Normalheadingblue"/>
              <w:rPr>
                <w:rFonts w:cs="Arial"/>
                <w:color w:val="auto"/>
                <w:szCs w:val="22"/>
              </w:rPr>
            </w:pPr>
          </w:p>
          <w:p w14:paraId="12375400" w14:textId="77777777" w:rsidR="00CF64B4" w:rsidRPr="001A7B4B" w:rsidRDefault="00CF64B4" w:rsidP="00044E13">
            <w:pPr>
              <w:pStyle w:val="Normalheadingblue"/>
              <w:rPr>
                <w:rFonts w:cs="Arial"/>
                <w:color w:val="auto"/>
                <w:szCs w:val="22"/>
              </w:rPr>
            </w:pPr>
            <w:r w:rsidRPr="001A7B4B">
              <w:rPr>
                <w:rFonts w:cs="Arial"/>
                <w:color w:val="auto"/>
                <w:szCs w:val="22"/>
              </w:rPr>
              <w:t>Knowledge</w:t>
            </w:r>
            <w:r w:rsidR="007416BA" w:rsidRPr="001A7B4B">
              <w:rPr>
                <w:rFonts w:cs="Arial"/>
                <w:color w:val="auto"/>
                <w:szCs w:val="22"/>
              </w:rPr>
              <w:t xml:space="preserve"> and skills</w:t>
            </w:r>
            <w:r w:rsidRPr="001A7B4B">
              <w:rPr>
                <w:rFonts w:cs="Arial"/>
                <w:color w:val="auto"/>
                <w:szCs w:val="22"/>
              </w:rPr>
              <w:t xml:space="preserve"> check example:</w:t>
            </w:r>
          </w:p>
          <w:p w14:paraId="6F9E3454" w14:textId="77777777" w:rsidR="00CF64B4" w:rsidRPr="001A7B4B" w:rsidRDefault="00CD6D0E" w:rsidP="002C017C">
            <w:pPr>
              <w:pStyle w:val="Normalheadingblue"/>
              <w:numPr>
                <w:ilvl w:val="0"/>
                <w:numId w:val="70"/>
              </w:numPr>
              <w:rPr>
                <w:rFonts w:cs="Arial"/>
                <w:b w:val="0"/>
                <w:color w:val="auto"/>
                <w:szCs w:val="22"/>
              </w:rPr>
            </w:pPr>
            <w:r w:rsidRPr="001A7B4B">
              <w:rPr>
                <w:rFonts w:cs="Arial"/>
                <w:b w:val="0"/>
                <w:color w:val="auto"/>
                <w:szCs w:val="22"/>
              </w:rPr>
              <w:t>Pump assessment paper including MCQ, orientation scenarios and connections</w:t>
            </w:r>
          </w:p>
          <w:p w14:paraId="234A5A6D" w14:textId="7C9D625B" w:rsidR="007416BA" w:rsidRPr="001A7B4B" w:rsidRDefault="00116A2E" w:rsidP="002C017C">
            <w:pPr>
              <w:pStyle w:val="Normalheadingblue"/>
              <w:numPr>
                <w:ilvl w:val="0"/>
                <w:numId w:val="70"/>
              </w:numPr>
              <w:rPr>
                <w:rFonts w:cs="Arial"/>
                <w:b w:val="0"/>
                <w:color w:val="auto"/>
                <w:szCs w:val="22"/>
              </w:rPr>
            </w:pPr>
            <w:r w:rsidRPr="001A7B4B">
              <w:rPr>
                <w:rFonts w:cs="Arial"/>
                <w:b w:val="0"/>
                <w:color w:val="auto"/>
                <w:szCs w:val="22"/>
              </w:rPr>
              <w:t>Students</w:t>
            </w:r>
            <w:r w:rsidR="007416BA" w:rsidRPr="001A7B4B">
              <w:rPr>
                <w:rFonts w:cs="Arial"/>
                <w:b w:val="0"/>
                <w:color w:val="auto"/>
                <w:szCs w:val="22"/>
              </w:rPr>
              <w:t xml:space="preserve"> to install a pump in pairs</w:t>
            </w:r>
          </w:p>
          <w:p w14:paraId="767BCE41" w14:textId="77777777" w:rsidR="00CF64B4" w:rsidRPr="001A7B4B" w:rsidRDefault="00CF64B4" w:rsidP="00044E13">
            <w:pPr>
              <w:pStyle w:val="Normalheadingblue"/>
              <w:rPr>
                <w:rFonts w:cs="Arial"/>
                <w:color w:val="auto"/>
                <w:szCs w:val="22"/>
              </w:rPr>
            </w:pPr>
            <w:r w:rsidRPr="001A7B4B">
              <w:rPr>
                <w:rFonts w:cs="Arial"/>
                <w:color w:val="auto"/>
                <w:szCs w:val="22"/>
              </w:rPr>
              <w:t>Resources:</w:t>
            </w:r>
          </w:p>
          <w:p w14:paraId="06A47878" w14:textId="6CED29A6" w:rsidR="00CF64B4" w:rsidRPr="001A7B4B" w:rsidRDefault="00763103" w:rsidP="00044E13">
            <w:pPr>
              <w:pStyle w:val="Normalheadingblue"/>
              <w:rPr>
                <w:rFonts w:cs="Arial"/>
                <w:b w:val="0"/>
                <w:color w:val="auto"/>
                <w:szCs w:val="22"/>
              </w:rPr>
            </w:pPr>
            <w:r w:rsidRPr="001A7B4B">
              <w:rPr>
                <w:rFonts w:cs="Arial"/>
                <w:b w:val="0"/>
                <w:color w:val="auto"/>
                <w:szCs w:val="22"/>
              </w:rPr>
              <w:t>PowerPoint</w:t>
            </w:r>
            <w:r w:rsidR="004F7F61">
              <w:rPr>
                <w:rFonts w:cs="Arial"/>
                <w:b w:val="0"/>
                <w:color w:val="auto"/>
                <w:szCs w:val="22"/>
              </w:rPr>
              <w:t>:</w:t>
            </w:r>
            <w:r w:rsidR="0054555D">
              <w:rPr>
                <w:rFonts w:cs="Arial"/>
                <w:b w:val="0"/>
                <w:color w:val="auto"/>
                <w:szCs w:val="22"/>
              </w:rPr>
              <w:t xml:space="preserve"> </w:t>
            </w:r>
            <w:r w:rsidR="0054555D" w:rsidRPr="0054555D">
              <w:rPr>
                <w:rFonts w:cs="Arial"/>
                <w:bCs/>
                <w:color w:val="auto"/>
                <w:szCs w:val="22"/>
              </w:rPr>
              <w:t>K1.7 K1.8 Circulating Pumps</w:t>
            </w:r>
          </w:p>
          <w:p w14:paraId="6EAE59F3" w14:textId="77777777" w:rsidR="007416BA" w:rsidRPr="001A7B4B" w:rsidRDefault="007416BA" w:rsidP="00044E13">
            <w:pPr>
              <w:pStyle w:val="Normalheadingblue"/>
              <w:rPr>
                <w:rFonts w:cs="Arial"/>
                <w:b w:val="0"/>
                <w:color w:val="auto"/>
                <w:szCs w:val="22"/>
              </w:rPr>
            </w:pPr>
            <w:r w:rsidRPr="001A7B4B">
              <w:rPr>
                <w:rFonts w:cs="Arial"/>
                <w:b w:val="0"/>
                <w:color w:val="auto"/>
                <w:szCs w:val="22"/>
              </w:rPr>
              <w:t>Examples of circulating pumps</w:t>
            </w:r>
          </w:p>
          <w:p w14:paraId="31BDAE9F" w14:textId="77777777" w:rsidR="007416BA" w:rsidRPr="001A7B4B" w:rsidRDefault="007416BA" w:rsidP="00044E13">
            <w:pPr>
              <w:pStyle w:val="Normalheadingblue"/>
              <w:rPr>
                <w:rFonts w:cs="Arial"/>
                <w:b w:val="0"/>
                <w:color w:val="auto"/>
                <w:szCs w:val="22"/>
              </w:rPr>
            </w:pPr>
            <w:proofErr w:type="spellStart"/>
            <w:r w:rsidRPr="001A7B4B">
              <w:rPr>
                <w:rFonts w:cs="Arial"/>
                <w:b w:val="0"/>
                <w:color w:val="auto"/>
                <w:szCs w:val="22"/>
              </w:rPr>
              <w:t>Manufacturers</w:t>
            </w:r>
            <w:proofErr w:type="spellEnd"/>
            <w:r w:rsidRPr="001A7B4B">
              <w:rPr>
                <w:rFonts w:cs="Arial"/>
                <w:b w:val="0"/>
                <w:color w:val="auto"/>
                <w:szCs w:val="22"/>
              </w:rPr>
              <w:t xml:space="preserve"> instructions</w:t>
            </w:r>
          </w:p>
          <w:p w14:paraId="54E0E09A" w14:textId="77777777" w:rsidR="007416BA" w:rsidRPr="001A7B4B" w:rsidRDefault="007416BA" w:rsidP="00044E13">
            <w:pPr>
              <w:pStyle w:val="Normalheadingblue"/>
              <w:rPr>
                <w:rFonts w:cs="Arial"/>
                <w:b w:val="0"/>
                <w:color w:val="auto"/>
                <w:szCs w:val="22"/>
              </w:rPr>
            </w:pPr>
            <w:r w:rsidRPr="001A7B4B">
              <w:rPr>
                <w:rFonts w:cs="Arial"/>
                <w:b w:val="0"/>
                <w:color w:val="auto"/>
                <w:szCs w:val="22"/>
              </w:rPr>
              <w:t>Tools relevant to pump installation</w:t>
            </w:r>
          </w:p>
          <w:p w14:paraId="521561CA" w14:textId="77777777" w:rsidR="007416BA" w:rsidRPr="001A7B4B" w:rsidRDefault="007416BA" w:rsidP="00044E13">
            <w:pPr>
              <w:pStyle w:val="Normalheadingblue"/>
              <w:rPr>
                <w:rFonts w:cs="Arial"/>
                <w:color w:val="auto"/>
                <w:szCs w:val="22"/>
              </w:rPr>
            </w:pPr>
            <w:r w:rsidRPr="001A7B4B">
              <w:rPr>
                <w:rFonts w:cs="Arial"/>
                <w:b w:val="0"/>
                <w:color w:val="auto"/>
                <w:szCs w:val="22"/>
              </w:rPr>
              <w:t>Knowledge assessment paper</w:t>
            </w:r>
          </w:p>
        </w:tc>
        <w:tc>
          <w:tcPr>
            <w:tcW w:w="2246" w:type="dxa"/>
            <w:tcBorders>
              <w:top w:val="single" w:sz="4" w:space="0" w:color="C6C5C6"/>
              <w:left w:val="single" w:sz="4" w:space="0" w:color="C6C5C6"/>
              <w:bottom w:val="single" w:sz="4" w:space="0" w:color="C6C5C6"/>
              <w:right w:val="single" w:sz="4" w:space="0" w:color="C6C5C6"/>
            </w:tcBorders>
          </w:tcPr>
          <w:p w14:paraId="1955672A" w14:textId="77777777" w:rsidR="00DD207A" w:rsidRPr="001A7B4B" w:rsidRDefault="008A57D2">
            <w:r w:rsidRPr="001A7B4B">
              <w:lastRenderedPageBreak/>
              <w:t>Sketch 2 pipe system</w:t>
            </w:r>
            <w:r w:rsidRPr="001A7B4B">
              <w:br/>
            </w:r>
            <w:r w:rsidRPr="001A7B4B">
              <w:br/>
              <w:t>Q&amp;A</w:t>
            </w:r>
            <w:r w:rsidRPr="001A7B4B">
              <w:br/>
            </w:r>
            <w:r w:rsidRPr="001A7B4B">
              <w:br/>
            </w:r>
            <w:r w:rsidRPr="001A7B4B">
              <w:br/>
            </w:r>
            <w:r w:rsidRPr="001A7B4B">
              <w:br/>
            </w:r>
            <w:r w:rsidRPr="001A7B4B">
              <w:br/>
            </w:r>
            <w:r w:rsidRPr="001A7B4B">
              <w:lastRenderedPageBreak/>
              <w:br/>
              <w:t>Install pump</w:t>
            </w:r>
            <w:r w:rsidRPr="001A7B4B">
              <w:br/>
            </w:r>
            <w:r w:rsidRPr="001A7B4B">
              <w:br/>
              <w:t>Knowledge assessment paper</w:t>
            </w:r>
            <w:r w:rsidRPr="001A7B4B">
              <w:br/>
              <w:t>English skills (reading, writing, technical vocabulary)</w:t>
            </w:r>
          </w:p>
        </w:tc>
      </w:tr>
      <w:tr w:rsidR="001A7B4B" w:rsidRPr="001A7B4B" w14:paraId="483B2B0E"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0E9F6EAB" w14:textId="77777777" w:rsidR="00CF64B4" w:rsidRDefault="00CF64B4" w:rsidP="00044E13">
            <w:pPr>
              <w:jc w:val="center"/>
              <w:rPr>
                <w:rFonts w:cs="Arial"/>
                <w:szCs w:val="22"/>
              </w:rPr>
            </w:pPr>
            <w:r>
              <w:rPr>
                <w:rFonts w:cs="Arial"/>
                <w:szCs w:val="22"/>
              </w:rPr>
              <w:lastRenderedPageBreak/>
              <w:t>1</w:t>
            </w:r>
            <w:r w:rsidR="00044E13">
              <w:rPr>
                <w:rFonts w:cs="Arial"/>
                <w:szCs w:val="22"/>
              </w:rPr>
              <w:t>2</w:t>
            </w:r>
            <w:r w:rsidR="00443796">
              <w:rPr>
                <w:rFonts w:cs="Arial"/>
                <w:szCs w:val="22"/>
              </w:rPr>
              <w:t>3</w:t>
            </w:r>
          </w:p>
          <w:p w14:paraId="08760402" w14:textId="77777777" w:rsidR="00443796" w:rsidRDefault="00443796" w:rsidP="00044E13">
            <w:pPr>
              <w:jc w:val="center"/>
              <w:rPr>
                <w:rFonts w:cs="Arial"/>
                <w:szCs w:val="22"/>
              </w:rPr>
            </w:pPr>
            <w:r>
              <w:rPr>
                <w:rFonts w:cs="Arial"/>
                <w:szCs w:val="22"/>
              </w:rPr>
              <w:t>3 hours</w:t>
            </w:r>
          </w:p>
          <w:p w14:paraId="15654E65" w14:textId="2175A981" w:rsidR="00F460AF" w:rsidRDefault="00F460AF" w:rsidP="00044E13">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6A7D3BFA" w14:textId="77777777" w:rsidR="00CF64B4" w:rsidRPr="001A7B4B" w:rsidRDefault="00CF64B4" w:rsidP="00044E13">
            <w:pPr>
              <w:pStyle w:val="Normalheadingblack"/>
              <w:rPr>
                <w:rFonts w:cs="Arial"/>
                <w:lang w:eastAsia="en-GB"/>
              </w:rPr>
            </w:pPr>
            <w:r w:rsidRPr="001A7B4B">
              <w:rPr>
                <w:rFonts w:cs="Arial"/>
                <w:lang w:eastAsia="en-GB"/>
              </w:rPr>
              <w:t>Outcome 1 – Plumbing and heating common knowledge criteria</w:t>
            </w:r>
          </w:p>
          <w:p w14:paraId="6172C401" w14:textId="77777777" w:rsidR="00CF64B4" w:rsidRPr="001A7B4B" w:rsidRDefault="00CF64B4" w:rsidP="00044E13">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0AD64092" w14:textId="77777777" w:rsidR="00CF64B4" w:rsidRPr="001A7B4B" w:rsidRDefault="00CF64B4" w:rsidP="00044E13">
            <w:pPr>
              <w:pStyle w:val="Normalheadingblack"/>
              <w:rPr>
                <w:rFonts w:cs="Arial"/>
                <w:b w:val="0"/>
                <w:szCs w:val="22"/>
              </w:rPr>
            </w:pPr>
          </w:p>
          <w:p w14:paraId="5877CB39" w14:textId="77777777" w:rsidR="00CF64B4" w:rsidRPr="001A7B4B" w:rsidRDefault="00CF64B4" w:rsidP="00044E13">
            <w:pPr>
              <w:pStyle w:val="Normalheadingblack"/>
              <w:rPr>
                <w:rFonts w:cs="Arial"/>
                <w:b w:val="0"/>
                <w:szCs w:val="22"/>
              </w:rPr>
            </w:pPr>
            <w:r w:rsidRPr="001A7B4B">
              <w:rPr>
                <w:rFonts w:cs="Arial"/>
                <w:b w:val="0"/>
                <w:szCs w:val="22"/>
              </w:rPr>
              <w:t>K1.8 Components used in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06BC2DAA" w14:textId="77777777" w:rsidR="00CF64B4" w:rsidRPr="001A7B4B" w:rsidRDefault="00CF64B4" w:rsidP="00044E13">
            <w:pPr>
              <w:pStyle w:val="Normalheadingblue"/>
              <w:rPr>
                <w:rFonts w:cs="Arial"/>
                <w:color w:val="auto"/>
                <w:szCs w:val="22"/>
              </w:rPr>
            </w:pPr>
            <w:r w:rsidRPr="001A7B4B">
              <w:rPr>
                <w:rFonts w:cs="Arial"/>
                <w:color w:val="auto"/>
                <w:szCs w:val="22"/>
              </w:rPr>
              <w:t>Activity:</w:t>
            </w:r>
          </w:p>
          <w:p w14:paraId="7C309212" w14:textId="77777777" w:rsidR="00CF64B4" w:rsidRPr="001A7B4B" w:rsidRDefault="00CF64B4" w:rsidP="00044E13">
            <w:pPr>
              <w:pStyle w:val="Normalheadingblue"/>
              <w:rPr>
                <w:rFonts w:cs="Arial"/>
                <w:color w:val="auto"/>
                <w:szCs w:val="22"/>
              </w:rPr>
            </w:pPr>
          </w:p>
          <w:p w14:paraId="6E60A908" w14:textId="77777777" w:rsidR="00CF64B4" w:rsidRPr="001A7B4B" w:rsidRDefault="00CF64B4" w:rsidP="00044E13">
            <w:pPr>
              <w:pStyle w:val="Normalheadingblue"/>
              <w:rPr>
                <w:rFonts w:cs="Arial"/>
                <w:color w:val="auto"/>
                <w:szCs w:val="22"/>
              </w:rPr>
            </w:pPr>
            <w:r w:rsidRPr="001A7B4B">
              <w:rPr>
                <w:rFonts w:cs="Arial"/>
                <w:color w:val="auto"/>
                <w:szCs w:val="22"/>
              </w:rPr>
              <w:t>Starter task example:</w:t>
            </w:r>
          </w:p>
          <w:p w14:paraId="0D4198B6" w14:textId="77777777" w:rsidR="00443796" w:rsidRPr="001A7B4B" w:rsidRDefault="00443796" w:rsidP="002C017C">
            <w:pPr>
              <w:pStyle w:val="Normalheadingblue"/>
              <w:numPr>
                <w:ilvl w:val="0"/>
                <w:numId w:val="73"/>
              </w:numPr>
              <w:rPr>
                <w:rFonts w:cs="Arial"/>
                <w:b w:val="0"/>
                <w:color w:val="auto"/>
                <w:szCs w:val="22"/>
              </w:rPr>
            </w:pPr>
            <w:r w:rsidRPr="001A7B4B">
              <w:rPr>
                <w:rFonts w:cs="Arial"/>
                <w:b w:val="0"/>
                <w:color w:val="auto"/>
                <w:szCs w:val="22"/>
              </w:rPr>
              <w:t>Recap Q&amp;A - State one fact from previous session before nominating a peer to do the same</w:t>
            </w:r>
          </w:p>
          <w:p w14:paraId="288C3AE3" w14:textId="77777777" w:rsidR="00CF64B4" w:rsidRPr="001A7B4B" w:rsidRDefault="00CF64B4" w:rsidP="00044E13">
            <w:pPr>
              <w:pStyle w:val="Normalheadingblue"/>
              <w:rPr>
                <w:rFonts w:cs="Arial"/>
                <w:color w:val="auto"/>
                <w:szCs w:val="22"/>
              </w:rPr>
            </w:pPr>
          </w:p>
          <w:p w14:paraId="26BBD5DB" w14:textId="77777777" w:rsidR="00CF64B4" w:rsidRDefault="00CF64B4" w:rsidP="00044E13">
            <w:pPr>
              <w:pStyle w:val="Normalheadingblue"/>
              <w:rPr>
                <w:rFonts w:cs="Arial"/>
                <w:color w:val="auto"/>
                <w:szCs w:val="22"/>
              </w:rPr>
            </w:pPr>
            <w:r w:rsidRPr="001A7B4B">
              <w:rPr>
                <w:rFonts w:cs="Arial"/>
                <w:color w:val="auto"/>
                <w:szCs w:val="22"/>
              </w:rPr>
              <w:t>Delivery:</w:t>
            </w:r>
          </w:p>
          <w:p w14:paraId="7C0FD5D9" w14:textId="473154FD" w:rsidR="00C242DA" w:rsidRPr="001A7B4B" w:rsidRDefault="00C242DA" w:rsidP="00044E13">
            <w:pPr>
              <w:pStyle w:val="Normalheadingblue"/>
              <w:rPr>
                <w:rFonts w:cs="Arial"/>
                <w:color w:val="auto"/>
                <w:szCs w:val="22"/>
              </w:rPr>
            </w:pPr>
            <w:r w:rsidRPr="001A7B4B">
              <w:rPr>
                <w:rFonts w:cs="Arial"/>
                <w:b w:val="0"/>
                <w:color w:val="auto"/>
                <w:szCs w:val="22"/>
              </w:rPr>
              <w:t xml:space="preserve">Tutor </w:t>
            </w:r>
            <w:r>
              <w:rPr>
                <w:rFonts w:cs="Arial"/>
                <w:b w:val="0"/>
                <w:color w:val="auto"/>
                <w:szCs w:val="22"/>
              </w:rPr>
              <w:t xml:space="preserve">to </w:t>
            </w:r>
            <w:r w:rsidRPr="001A7B4B">
              <w:rPr>
                <w:rFonts w:cs="Arial"/>
                <w:b w:val="0"/>
                <w:color w:val="auto"/>
                <w:szCs w:val="22"/>
              </w:rPr>
              <w:t xml:space="preserve">deliver content </w:t>
            </w:r>
            <w:r>
              <w:rPr>
                <w:rFonts w:cs="Arial"/>
                <w:b w:val="0"/>
                <w:color w:val="auto"/>
                <w:szCs w:val="22"/>
              </w:rPr>
              <w:t xml:space="preserve">on </w:t>
            </w:r>
            <w:r w:rsidRPr="00C242DA">
              <w:rPr>
                <w:rFonts w:cs="Arial"/>
                <w:b w:val="0"/>
                <w:bCs/>
                <w:color w:val="auto"/>
                <w:szCs w:val="22"/>
              </w:rPr>
              <w:t>Heating systems – System components</w:t>
            </w:r>
            <w:r>
              <w:rPr>
                <w:rFonts w:cs="Arial"/>
                <w:b w:val="0"/>
                <w:color w:val="auto"/>
                <w:szCs w:val="22"/>
              </w:rPr>
              <w:t>,</w:t>
            </w:r>
            <w:r w:rsidRPr="00FA180A">
              <w:rPr>
                <w:rFonts w:cs="Arial"/>
                <w:b w:val="0"/>
                <w:color w:val="auto"/>
                <w:szCs w:val="22"/>
              </w:rPr>
              <w:t xml:space="preserve"> </w:t>
            </w:r>
            <w:r w:rsidRPr="001A7B4B">
              <w:rPr>
                <w:rFonts w:cs="Arial"/>
                <w:b w:val="0"/>
                <w:color w:val="auto"/>
                <w:szCs w:val="22"/>
              </w:rPr>
              <w:t>including:</w:t>
            </w:r>
          </w:p>
          <w:p w14:paraId="40E7CCB6" w14:textId="77777777" w:rsidR="007416BA" w:rsidRPr="001A7B4B" w:rsidRDefault="007416BA" w:rsidP="002C017C">
            <w:pPr>
              <w:pStyle w:val="Normalheadingblue"/>
              <w:numPr>
                <w:ilvl w:val="0"/>
                <w:numId w:val="71"/>
              </w:numPr>
              <w:rPr>
                <w:rFonts w:cs="Arial"/>
                <w:b w:val="0"/>
                <w:color w:val="auto"/>
                <w:szCs w:val="22"/>
              </w:rPr>
            </w:pPr>
            <w:r w:rsidRPr="001A7B4B">
              <w:rPr>
                <w:rFonts w:cs="Arial"/>
                <w:b w:val="0"/>
                <w:color w:val="auto"/>
                <w:szCs w:val="22"/>
              </w:rPr>
              <w:t>Expansion vessels</w:t>
            </w:r>
          </w:p>
          <w:p w14:paraId="17A5458D" w14:textId="77777777" w:rsidR="007416BA" w:rsidRPr="001A7B4B" w:rsidRDefault="007416BA" w:rsidP="002C017C">
            <w:pPr>
              <w:pStyle w:val="Normalheadingblue"/>
              <w:numPr>
                <w:ilvl w:val="0"/>
                <w:numId w:val="71"/>
              </w:numPr>
              <w:rPr>
                <w:rFonts w:cs="Arial"/>
                <w:b w:val="0"/>
                <w:color w:val="auto"/>
                <w:szCs w:val="22"/>
              </w:rPr>
            </w:pPr>
            <w:r w:rsidRPr="001A7B4B">
              <w:rPr>
                <w:rFonts w:cs="Arial"/>
                <w:b w:val="0"/>
                <w:color w:val="auto"/>
                <w:szCs w:val="22"/>
              </w:rPr>
              <w:t>Buffer vessels</w:t>
            </w:r>
          </w:p>
          <w:p w14:paraId="3A69E71F" w14:textId="77777777" w:rsidR="007416BA" w:rsidRPr="001A7B4B" w:rsidRDefault="007416BA" w:rsidP="002C017C">
            <w:pPr>
              <w:pStyle w:val="Normalheadingblue"/>
              <w:numPr>
                <w:ilvl w:val="0"/>
                <w:numId w:val="71"/>
              </w:numPr>
              <w:rPr>
                <w:rFonts w:cs="Arial"/>
                <w:b w:val="0"/>
                <w:color w:val="auto"/>
                <w:szCs w:val="22"/>
              </w:rPr>
            </w:pPr>
            <w:proofErr w:type="spellStart"/>
            <w:r w:rsidRPr="001A7B4B">
              <w:rPr>
                <w:rFonts w:cs="Arial"/>
                <w:b w:val="0"/>
                <w:color w:val="auto"/>
                <w:szCs w:val="22"/>
              </w:rPr>
              <w:lastRenderedPageBreak/>
              <w:t>Anti gravity</w:t>
            </w:r>
            <w:proofErr w:type="spellEnd"/>
            <w:r w:rsidRPr="001A7B4B">
              <w:rPr>
                <w:rFonts w:cs="Arial"/>
                <w:b w:val="0"/>
                <w:color w:val="auto"/>
                <w:szCs w:val="22"/>
              </w:rPr>
              <w:t xml:space="preserve"> valves</w:t>
            </w:r>
          </w:p>
          <w:p w14:paraId="0BD4733F" w14:textId="77777777" w:rsidR="007416BA" w:rsidRPr="001A7B4B" w:rsidRDefault="007416BA" w:rsidP="002C017C">
            <w:pPr>
              <w:pStyle w:val="Normalheadingblue"/>
              <w:numPr>
                <w:ilvl w:val="0"/>
                <w:numId w:val="71"/>
              </w:numPr>
              <w:rPr>
                <w:rFonts w:cs="Arial"/>
                <w:b w:val="0"/>
                <w:color w:val="auto"/>
                <w:szCs w:val="22"/>
              </w:rPr>
            </w:pPr>
            <w:r w:rsidRPr="001A7B4B">
              <w:rPr>
                <w:rFonts w:cs="Arial"/>
                <w:b w:val="0"/>
                <w:color w:val="auto"/>
                <w:szCs w:val="22"/>
              </w:rPr>
              <w:t>Pressure gauges</w:t>
            </w:r>
          </w:p>
          <w:p w14:paraId="7055E956" w14:textId="77777777" w:rsidR="007416BA" w:rsidRPr="001A7B4B" w:rsidRDefault="007416BA" w:rsidP="002C017C">
            <w:pPr>
              <w:pStyle w:val="Normalheadingblue"/>
              <w:numPr>
                <w:ilvl w:val="0"/>
                <w:numId w:val="71"/>
              </w:numPr>
              <w:rPr>
                <w:rFonts w:cs="Arial"/>
                <w:b w:val="0"/>
                <w:color w:val="auto"/>
                <w:szCs w:val="22"/>
              </w:rPr>
            </w:pPr>
            <w:r w:rsidRPr="001A7B4B">
              <w:rPr>
                <w:rFonts w:cs="Arial"/>
                <w:b w:val="0"/>
                <w:color w:val="auto"/>
                <w:szCs w:val="22"/>
              </w:rPr>
              <w:t>Pressure relief valves</w:t>
            </w:r>
          </w:p>
          <w:p w14:paraId="2AE583F3" w14:textId="77777777" w:rsidR="007416BA" w:rsidRPr="001A7B4B" w:rsidRDefault="007416BA" w:rsidP="002C017C">
            <w:pPr>
              <w:pStyle w:val="Normalheadingblue"/>
              <w:numPr>
                <w:ilvl w:val="0"/>
                <w:numId w:val="71"/>
              </w:numPr>
              <w:rPr>
                <w:rFonts w:cs="Arial"/>
                <w:b w:val="0"/>
                <w:color w:val="auto"/>
                <w:szCs w:val="22"/>
              </w:rPr>
            </w:pPr>
            <w:r w:rsidRPr="001A7B4B">
              <w:rPr>
                <w:rFonts w:cs="Arial"/>
                <w:b w:val="0"/>
                <w:color w:val="auto"/>
                <w:szCs w:val="22"/>
              </w:rPr>
              <w:t>Magnetic filters</w:t>
            </w:r>
          </w:p>
          <w:p w14:paraId="4203D6EC" w14:textId="77777777" w:rsidR="007416BA" w:rsidRPr="001A7B4B" w:rsidRDefault="007416BA" w:rsidP="002C017C">
            <w:pPr>
              <w:pStyle w:val="Normalheadingblue"/>
              <w:numPr>
                <w:ilvl w:val="0"/>
                <w:numId w:val="71"/>
              </w:numPr>
              <w:rPr>
                <w:rFonts w:cs="Arial"/>
                <w:b w:val="0"/>
                <w:color w:val="auto"/>
                <w:szCs w:val="22"/>
              </w:rPr>
            </w:pPr>
            <w:r w:rsidRPr="001A7B4B">
              <w:rPr>
                <w:rFonts w:cs="Arial"/>
                <w:b w:val="0"/>
                <w:color w:val="auto"/>
                <w:szCs w:val="22"/>
              </w:rPr>
              <w:t>Drain valves</w:t>
            </w:r>
          </w:p>
          <w:p w14:paraId="2858E6D0" w14:textId="77777777" w:rsidR="007416BA" w:rsidRPr="001A7B4B" w:rsidRDefault="007416BA" w:rsidP="002C017C">
            <w:pPr>
              <w:pStyle w:val="Normalheadingblue"/>
              <w:numPr>
                <w:ilvl w:val="0"/>
                <w:numId w:val="71"/>
              </w:numPr>
              <w:rPr>
                <w:rFonts w:cs="Arial"/>
                <w:b w:val="0"/>
                <w:color w:val="auto"/>
                <w:szCs w:val="22"/>
              </w:rPr>
            </w:pPr>
            <w:r w:rsidRPr="001A7B4B">
              <w:rPr>
                <w:rFonts w:cs="Arial"/>
                <w:b w:val="0"/>
                <w:color w:val="auto"/>
                <w:szCs w:val="22"/>
              </w:rPr>
              <w:t>Corrosion filters</w:t>
            </w:r>
          </w:p>
          <w:p w14:paraId="759B938C" w14:textId="77777777" w:rsidR="007416BA" w:rsidRPr="001A7B4B" w:rsidRDefault="007416BA" w:rsidP="002C017C">
            <w:pPr>
              <w:pStyle w:val="Normalheadingblue"/>
              <w:numPr>
                <w:ilvl w:val="0"/>
                <w:numId w:val="71"/>
              </w:numPr>
              <w:rPr>
                <w:rFonts w:cs="Arial"/>
                <w:b w:val="0"/>
                <w:color w:val="auto"/>
                <w:szCs w:val="22"/>
              </w:rPr>
            </w:pPr>
            <w:r w:rsidRPr="001A7B4B">
              <w:rPr>
                <w:rFonts w:cs="Arial"/>
                <w:b w:val="0"/>
                <w:color w:val="auto"/>
                <w:szCs w:val="22"/>
              </w:rPr>
              <w:t>Expansion joints and expansion within the system</w:t>
            </w:r>
          </w:p>
          <w:p w14:paraId="6C7867D4" w14:textId="76712B79" w:rsidR="00443796" w:rsidRPr="001A7B4B" w:rsidRDefault="00443796" w:rsidP="002C017C">
            <w:pPr>
              <w:pStyle w:val="Normalheadingblue"/>
              <w:numPr>
                <w:ilvl w:val="0"/>
                <w:numId w:val="71"/>
              </w:numPr>
              <w:rPr>
                <w:rFonts w:cs="Arial"/>
                <w:b w:val="0"/>
                <w:color w:val="auto"/>
                <w:szCs w:val="22"/>
              </w:rPr>
            </w:pPr>
            <w:r w:rsidRPr="001A7B4B">
              <w:rPr>
                <w:rFonts w:cs="Arial"/>
                <w:b w:val="0"/>
                <w:color w:val="auto"/>
                <w:szCs w:val="22"/>
              </w:rPr>
              <w:t>Tutor to distribute examples of the components and examine components within an installed system</w:t>
            </w:r>
            <w:r w:rsidR="00C37BE4">
              <w:rPr>
                <w:rFonts w:cs="Arial"/>
                <w:b w:val="0"/>
                <w:color w:val="auto"/>
                <w:szCs w:val="22"/>
              </w:rPr>
              <w:t>.</w:t>
            </w:r>
          </w:p>
          <w:p w14:paraId="62342786" w14:textId="6E9DACFE" w:rsidR="00443796" w:rsidRPr="001A7B4B" w:rsidRDefault="00443796" w:rsidP="002C017C">
            <w:pPr>
              <w:pStyle w:val="Normalheadingblue"/>
              <w:numPr>
                <w:ilvl w:val="0"/>
                <w:numId w:val="71"/>
              </w:numPr>
              <w:rPr>
                <w:rFonts w:cs="Arial"/>
                <w:b w:val="0"/>
                <w:color w:val="auto"/>
                <w:szCs w:val="22"/>
              </w:rPr>
            </w:pPr>
            <w:r w:rsidRPr="001A7B4B">
              <w:rPr>
                <w:rFonts w:cs="Arial"/>
                <w:b w:val="0"/>
                <w:color w:val="auto"/>
                <w:szCs w:val="22"/>
              </w:rPr>
              <w:t>Look at manufacturers websites and literature</w:t>
            </w:r>
            <w:r w:rsidR="00C37BE4">
              <w:rPr>
                <w:rFonts w:cs="Arial"/>
                <w:b w:val="0"/>
                <w:color w:val="auto"/>
                <w:szCs w:val="22"/>
              </w:rPr>
              <w:t>.</w:t>
            </w:r>
          </w:p>
          <w:p w14:paraId="05DD3519" w14:textId="32027A7E" w:rsidR="00443796" w:rsidRPr="001A7B4B" w:rsidRDefault="00116A2E" w:rsidP="002C017C">
            <w:pPr>
              <w:pStyle w:val="Normalheadingblue"/>
              <w:numPr>
                <w:ilvl w:val="0"/>
                <w:numId w:val="71"/>
              </w:numPr>
              <w:rPr>
                <w:rFonts w:cs="Arial"/>
                <w:b w:val="0"/>
                <w:color w:val="auto"/>
                <w:szCs w:val="22"/>
              </w:rPr>
            </w:pPr>
            <w:r w:rsidRPr="001A7B4B">
              <w:rPr>
                <w:rFonts w:cs="Arial"/>
                <w:b w:val="0"/>
                <w:color w:val="auto"/>
                <w:szCs w:val="22"/>
              </w:rPr>
              <w:t>Students</w:t>
            </w:r>
            <w:r w:rsidR="00443796" w:rsidRPr="001A7B4B">
              <w:rPr>
                <w:rFonts w:cs="Arial"/>
                <w:b w:val="0"/>
                <w:color w:val="auto"/>
                <w:szCs w:val="22"/>
              </w:rPr>
              <w:t xml:space="preserve"> to identify locations within system diagrams where components should be located</w:t>
            </w:r>
            <w:r w:rsidR="00C37BE4">
              <w:rPr>
                <w:rFonts w:cs="Arial"/>
                <w:b w:val="0"/>
                <w:color w:val="auto"/>
                <w:szCs w:val="22"/>
              </w:rPr>
              <w:t>.</w:t>
            </w:r>
          </w:p>
          <w:p w14:paraId="124AA566" w14:textId="77777777" w:rsidR="00CF64B4" w:rsidRPr="001A7B4B" w:rsidRDefault="00CF64B4" w:rsidP="00044E13">
            <w:pPr>
              <w:pStyle w:val="Normalheadingblue"/>
              <w:rPr>
                <w:rFonts w:cs="Arial"/>
                <w:color w:val="auto"/>
                <w:szCs w:val="22"/>
              </w:rPr>
            </w:pPr>
          </w:p>
          <w:p w14:paraId="54B7FF10" w14:textId="77777777" w:rsidR="00CF64B4" w:rsidRPr="001A7B4B" w:rsidRDefault="00CF64B4" w:rsidP="00044E13">
            <w:pPr>
              <w:pStyle w:val="Normalheadingblue"/>
              <w:rPr>
                <w:rFonts w:cs="Arial"/>
                <w:color w:val="auto"/>
                <w:szCs w:val="22"/>
              </w:rPr>
            </w:pPr>
            <w:r w:rsidRPr="001A7B4B">
              <w:rPr>
                <w:rFonts w:cs="Arial"/>
                <w:color w:val="auto"/>
                <w:szCs w:val="22"/>
              </w:rPr>
              <w:t>Knowledge check example:</w:t>
            </w:r>
          </w:p>
          <w:p w14:paraId="31C0EDD1" w14:textId="2422151B" w:rsidR="00CF64B4" w:rsidRPr="001A7B4B" w:rsidRDefault="00443796" w:rsidP="002C017C">
            <w:pPr>
              <w:pStyle w:val="Normalheadingblue"/>
              <w:numPr>
                <w:ilvl w:val="0"/>
                <w:numId w:val="72"/>
              </w:numPr>
              <w:rPr>
                <w:rFonts w:cs="Arial"/>
                <w:b w:val="0"/>
                <w:color w:val="auto"/>
                <w:szCs w:val="22"/>
              </w:rPr>
            </w:pPr>
            <w:r w:rsidRPr="001A7B4B">
              <w:rPr>
                <w:rFonts w:cs="Arial"/>
                <w:b w:val="0"/>
                <w:color w:val="auto"/>
                <w:szCs w:val="22"/>
              </w:rPr>
              <w:t>Match the component description to the image or component</w:t>
            </w:r>
            <w:r w:rsidR="00C37BE4">
              <w:rPr>
                <w:rFonts w:cs="Arial"/>
                <w:b w:val="0"/>
                <w:color w:val="auto"/>
                <w:szCs w:val="22"/>
              </w:rPr>
              <w:t>.</w:t>
            </w:r>
          </w:p>
          <w:p w14:paraId="51703F12" w14:textId="77777777" w:rsidR="00CF64B4" w:rsidRPr="001A7B4B" w:rsidRDefault="00CF64B4" w:rsidP="00044E13">
            <w:pPr>
              <w:pStyle w:val="Normalheadingblue"/>
              <w:rPr>
                <w:rFonts w:cs="Arial"/>
                <w:color w:val="auto"/>
                <w:szCs w:val="22"/>
              </w:rPr>
            </w:pPr>
            <w:r w:rsidRPr="001A7B4B">
              <w:rPr>
                <w:rFonts w:cs="Arial"/>
                <w:color w:val="auto"/>
                <w:szCs w:val="22"/>
              </w:rPr>
              <w:t>Resources:</w:t>
            </w:r>
          </w:p>
          <w:p w14:paraId="0F13CF14" w14:textId="77777777" w:rsidR="00443796" w:rsidRPr="001A7B4B" w:rsidRDefault="00443796" w:rsidP="00044E13">
            <w:pPr>
              <w:pStyle w:val="Normalheadingblue"/>
              <w:rPr>
                <w:rFonts w:cs="Arial"/>
                <w:b w:val="0"/>
                <w:color w:val="auto"/>
                <w:szCs w:val="22"/>
              </w:rPr>
            </w:pPr>
            <w:r w:rsidRPr="001A7B4B">
              <w:rPr>
                <w:rFonts w:cs="Arial"/>
                <w:b w:val="0"/>
                <w:color w:val="auto"/>
                <w:szCs w:val="22"/>
              </w:rPr>
              <w:t>Examples of components</w:t>
            </w:r>
          </w:p>
          <w:p w14:paraId="05FBE406" w14:textId="77777777" w:rsidR="00443796" w:rsidRPr="001A7B4B" w:rsidRDefault="00443796" w:rsidP="00044E13">
            <w:pPr>
              <w:pStyle w:val="Normalheadingblue"/>
              <w:rPr>
                <w:rFonts w:cs="Arial"/>
                <w:b w:val="0"/>
                <w:color w:val="auto"/>
                <w:szCs w:val="22"/>
              </w:rPr>
            </w:pPr>
            <w:r w:rsidRPr="001A7B4B">
              <w:rPr>
                <w:rFonts w:cs="Arial"/>
                <w:b w:val="0"/>
                <w:color w:val="auto"/>
                <w:szCs w:val="22"/>
              </w:rPr>
              <w:t>Examples of installed systems</w:t>
            </w:r>
          </w:p>
          <w:p w14:paraId="2B675EAC" w14:textId="77777777" w:rsidR="00443796" w:rsidRPr="001A7B4B" w:rsidRDefault="00443796" w:rsidP="00044E13">
            <w:pPr>
              <w:pStyle w:val="Normalheadingblue"/>
              <w:rPr>
                <w:rFonts w:cs="Arial"/>
                <w:b w:val="0"/>
                <w:color w:val="auto"/>
                <w:szCs w:val="22"/>
              </w:rPr>
            </w:pPr>
            <w:r w:rsidRPr="001A7B4B">
              <w:rPr>
                <w:rFonts w:cs="Arial"/>
                <w:b w:val="0"/>
                <w:color w:val="auto"/>
                <w:szCs w:val="22"/>
              </w:rPr>
              <w:t>Manufacturers literature</w:t>
            </w:r>
          </w:p>
          <w:p w14:paraId="37A7B192" w14:textId="77777777" w:rsidR="00443796" w:rsidRPr="001A7B4B" w:rsidRDefault="00443796" w:rsidP="00044E13">
            <w:pPr>
              <w:pStyle w:val="Normalheadingblue"/>
              <w:rPr>
                <w:rFonts w:cs="Arial"/>
                <w:b w:val="0"/>
                <w:color w:val="auto"/>
                <w:szCs w:val="22"/>
              </w:rPr>
            </w:pPr>
            <w:r w:rsidRPr="001A7B4B">
              <w:rPr>
                <w:rFonts w:cs="Arial"/>
                <w:b w:val="0"/>
                <w:color w:val="auto"/>
                <w:szCs w:val="22"/>
              </w:rPr>
              <w:t>Matching description task cards or worksheet</w:t>
            </w:r>
          </w:p>
          <w:p w14:paraId="3753F3A6" w14:textId="77777777" w:rsidR="00CF64B4" w:rsidRPr="001A7B4B" w:rsidRDefault="00CF64B4" w:rsidP="00044E13">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2AB6F754" w14:textId="77777777" w:rsidR="00DD207A" w:rsidRPr="001A7B4B" w:rsidRDefault="008A57D2">
            <w:r w:rsidRPr="001A7B4B">
              <w:lastRenderedPageBreak/>
              <w:t>Q&amp;A</w:t>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t>Identify component positions</w:t>
            </w:r>
            <w:r w:rsidRPr="001A7B4B">
              <w:br/>
            </w:r>
            <w:r w:rsidRPr="001A7B4B">
              <w:lastRenderedPageBreak/>
              <w:br/>
            </w:r>
            <w:r w:rsidRPr="001A7B4B">
              <w:br/>
            </w:r>
            <w:r w:rsidRPr="001A7B4B">
              <w:br/>
              <w:t>Match the description task</w:t>
            </w:r>
            <w:r w:rsidRPr="001A7B4B">
              <w:br/>
              <w:t>English skills (reading, writing, technical vocabulary)</w:t>
            </w:r>
          </w:p>
        </w:tc>
      </w:tr>
      <w:tr w:rsidR="001A7B4B" w:rsidRPr="001A7B4B" w14:paraId="57C9500C"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20EF9440" w14:textId="77777777" w:rsidR="00CF64B4" w:rsidRDefault="00CF64B4" w:rsidP="00044E13">
            <w:pPr>
              <w:jc w:val="center"/>
              <w:rPr>
                <w:rFonts w:cs="Arial"/>
                <w:szCs w:val="22"/>
              </w:rPr>
            </w:pPr>
            <w:r>
              <w:rPr>
                <w:rFonts w:cs="Arial"/>
                <w:szCs w:val="22"/>
              </w:rPr>
              <w:lastRenderedPageBreak/>
              <w:t>1</w:t>
            </w:r>
            <w:r w:rsidR="00044E13">
              <w:rPr>
                <w:rFonts w:cs="Arial"/>
                <w:szCs w:val="22"/>
              </w:rPr>
              <w:t>2</w:t>
            </w:r>
            <w:r w:rsidR="00443796">
              <w:rPr>
                <w:rFonts w:cs="Arial"/>
                <w:szCs w:val="22"/>
              </w:rPr>
              <w:t>4</w:t>
            </w:r>
          </w:p>
          <w:p w14:paraId="4BE4C8FF" w14:textId="77777777" w:rsidR="00312AD5" w:rsidRDefault="00312AD5" w:rsidP="00044E13">
            <w:pPr>
              <w:jc w:val="center"/>
              <w:rPr>
                <w:rFonts w:cs="Arial"/>
                <w:szCs w:val="22"/>
              </w:rPr>
            </w:pPr>
            <w:r>
              <w:rPr>
                <w:rFonts w:cs="Arial"/>
                <w:szCs w:val="22"/>
              </w:rPr>
              <w:t>3 hours</w:t>
            </w:r>
          </w:p>
          <w:p w14:paraId="22171EC3" w14:textId="101FBC9B" w:rsidR="00D80B63" w:rsidRDefault="00D80B63" w:rsidP="00044E13">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6C03EB90" w14:textId="77777777" w:rsidR="00CF64B4" w:rsidRPr="001A7B4B" w:rsidRDefault="00CF64B4" w:rsidP="00044E13">
            <w:pPr>
              <w:pStyle w:val="Normalheadingblack"/>
              <w:rPr>
                <w:rFonts w:cs="Arial"/>
                <w:lang w:eastAsia="en-GB"/>
              </w:rPr>
            </w:pPr>
            <w:r w:rsidRPr="001A7B4B">
              <w:rPr>
                <w:rFonts w:cs="Arial"/>
                <w:lang w:eastAsia="en-GB"/>
              </w:rPr>
              <w:t>Outcome 1 – Plumbing and heating common knowledge criteria</w:t>
            </w:r>
          </w:p>
          <w:p w14:paraId="6D70F383" w14:textId="77777777" w:rsidR="00CF64B4" w:rsidRPr="001A7B4B" w:rsidRDefault="00CF64B4" w:rsidP="00044E13">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213AE0B4" w14:textId="77777777" w:rsidR="00CF64B4" w:rsidRPr="001A7B4B" w:rsidRDefault="00CF64B4" w:rsidP="00044E13">
            <w:pPr>
              <w:pStyle w:val="Normalheadingblack"/>
              <w:rPr>
                <w:rFonts w:cs="Arial"/>
                <w:b w:val="0"/>
                <w:szCs w:val="22"/>
              </w:rPr>
            </w:pPr>
          </w:p>
          <w:p w14:paraId="6ACB1375" w14:textId="77777777" w:rsidR="00CF64B4" w:rsidRPr="001A7B4B" w:rsidRDefault="00CF64B4" w:rsidP="00044E13">
            <w:pPr>
              <w:pStyle w:val="Normalheadingblack"/>
              <w:rPr>
                <w:rFonts w:cs="Arial"/>
                <w:b w:val="0"/>
                <w:szCs w:val="22"/>
              </w:rPr>
            </w:pPr>
            <w:r w:rsidRPr="001A7B4B">
              <w:rPr>
                <w:rFonts w:cs="Arial"/>
                <w:b w:val="0"/>
                <w:szCs w:val="22"/>
              </w:rPr>
              <w:t>K1.8 Components used in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0BB666F1" w14:textId="77777777" w:rsidR="00CF64B4" w:rsidRPr="001A7B4B" w:rsidRDefault="00CF64B4" w:rsidP="00044E13">
            <w:pPr>
              <w:pStyle w:val="Normalheadingblue"/>
              <w:rPr>
                <w:rFonts w:cs="Arial"/>
                <w:color w:val="auto"/>
                <w:szCs w:val="22"/>
              </w:rPr>
            </w:pPr>
            <w:r w:rsidRPr="001A7B4B">
              <w:rPr>
                <w:rFonts w:cs="Arial"/>
                <w:color w:val="auto"/>
                <w:szCs w:val="22"/>
              </w:rPr>
              <w:t>Activity:</w:t>
            </w:r>
          </w:p>
          <w:p w14:paraId="6F97F3B4" w14:textId="77777777" w:rsidR="00CF64B4" w:rsidRPr="001A7B4B" w:rsidRDefault="00CF64B4" w:rsidP="00044E13">
            <w:pPr>
              <w:pStyle w:val="Normalheadingblue"/>
              <w:rPr>
                <w:rFonts w:cs="Arial"/>
                <w:color w:val="auto"/>
                <w:szCs w:val="22"/>
              </w:rPr>
            </w:pPr>
          </w:p>
          <w:p w14:paraId="336D3D86" w14:textId="77777777" w:rsidR="00CF64B4" w:rsidRPr="001A7B4B" w:rsidRDefault="00CF64B4" w:rsidP="00044E13">
            <w:pPr>
              <w:pStyle w:val="Normalheadingblue"/>
              <w:rPr>
                <w:rFonts w:cs="Arial"/>
                <w:color w:val="auto"/>
                <w:szCs w:val="22"/>
              </w:rPr>
            </w:pPr>
            <w:r w:rsidRPr="001A7B4B">
              <w:rPr>
                <w:rFonts w:cs="Arial"/>
                <w:color w:val="auto"/>
                <w:szCs w:val="22"/>
              </w:rPr>
              <w:t>Starter task example:</w:t>
            </w:r>
          </w:p>
          <w:p w14:paraId="00DDFE59" w14:textId="4A9084C6" w:rsidR="00CF64B4" w:rsidRPr="001A7B4B" w:rsidRDefault="00AA0D3C" w:rsidP="002C017C">
            <w:pPr>
              <w:pStyle w:val="Normalheadingblue"/>
              <w:numPr>
                <w:ilvl w:val="0"/>
                <w:numId w:val="72"/>
              </w:numPr>
              <w:rPr>
                <w:rFonts w:cs="Arial"/>
                <w:b w:val="0"/>
                <w:color w:val="auto"/>
                <w:szCs w:val="22"/>
              </w:rPr>
            </w:pPr>
            <w:r w:rsidRPr="001A7B4B">
              <w:rPr>
                <w:rFonts w:cs="Arial"/>
                <w:b w:val="0"/>
                <w:color w:val="auto"/>
                <w:szCs w:val="22"/>
              </w:rPr>
              <w:t xml:space="preserve">Long term recall task – </w:t>
            </w:r>
            <w:r w:rsidR="00116A2E" w:rsidRPr="001A7B4B">
              <w:rPr>
                <w:rFonts w:cs="Arial"/>
                <w:b w:val="0"/>
                <w:color w:val="auto"/>
                <w:szCs w:val="22"/>
              </w:rPr>
              <w:t>Students</w:t>
            </w:r>
            <w:r w:rsidRPr="001A7B4B">
              <w:rPr>
                <w:rFonts w:cs="Arial"/>
                <w:b w:val="0"/>
                <w:color w:val="auto"/>
                <w:szCs w:val="22"/>
              </w:rPr>
              <w:t xml:space="preserve"> to state examples of how heat is transferred using plumbing and heating examples</w:t>
            </w:r>
            <w:r w:rsidR="00C37BE4">
              <w:rPr>
                <w:rFonts w:cs="Arial"/>
                <w:b w:val="0"/>
                <w:color w:val="auto"/>
                <w:szCs w:val="22"/>
              </w:rPr>
              <w:t>.</w:t>
            </w:r>
          </w:p>
          <w:p w14:paraId="5F734671" w14:textId="77777777" w:rsidR="00CF64B4" w:rsidRPr="001A7B4B" w:rsidRDefault="00CF64B4" w:rsidP="00044E13">
            <w:pPr>
              <w:pStyle w:val="Normalheadingblue"/>
              <w:rPr>
                <w:rFonts w:cs="Arial"/>
                <w:color w:val="auto"/>
                <w:szCs w:val="22"/>
              </w:rPr>
            </w:pPr>
          </w:p>
          <w:p w14:paraId="64623A09" w14:textId="77777777" w:rsidR="00CF64B4" w:rsidRPr="001A7B4B" w:rsidRDefault="00CF64B4" w:rsidP="00044E13">
            <w:pPr>
              <w:pStyle w:val="Normalheadingblue"/>
              <w:rPr>
                <w:rFonts w:cs="Arial"/>
                <w:color w:val="auto"/>
                <w:szCs w:val="22"/>
              </w:rPr>
            </w:pPr>
            <w:r w:rsidRPr="001A7B4B">
              <w:rPr>
                <w:rFonts w:cs="Arial"/>
                <w:color w:val="auto"/>
                <w:szCs w:val="22"/>
              </w:rPr>
              <w:t>Delivery:</w:t>
            </w:r>
          </w:p>
          <w:p w14:paraId="27596089" w14:textId="60935B3A" w:rsidR="00312AD5" w:rsidRPr="001A7B4B" w:rsidRDefault="00312AD5" w:rsidP="00044E13">
            <w:pPr>
              <w:pStyle w:val="Normalheadingblue"/>
              <w:rPr>
                <w:rFonts w:cs="Arial"/>
                <w:b w:val="0"/>
                <w:color w:val="auto"/>
                <w:szCs w:val="22"/>
              </w:rPr>
            </w:pPr>
            <w:r w:rsidRPr="001A7B4B">
              <w:rPr>
                <w:rFonts w:cs="Arial"/>
                <w:b w:val="0"/>
                <w:color w:val="auto"/>
                <w:szCs w:val="22"/>
              </w:rPr>
              <w:t xml:space="preserve">Tutor to deliver content </w:t>
            </w:r>
            <w:r w:rsidR="00063B2B">
              <w:rPr>
                <w:rFonts w:cs="Arial"/>
                <w:b w:val="0"/>
                <w:color w:val="auto"/>
                <w:szCs w:val="22"/>
              </w:rPr>
              <w:t xml:space="preserve">on </w:t>
            </w:r>
            <w:r w:rsidR="00063B2B" w:rsidRPr="003F6DBA">
              <w:rPr>
                <w:rFonts w:cs="Arial"/>
                <w:b w:val="0"/>
                <w:bCs/>
                <w:color w:val="auto"/>
                <w:szCs w:val="22"/>
              </w:rPr>
              <w:t>Heating systems – Heat emitters</w:t>
            </w:r>
            <w:r w:rsidR="003F6DBA" w:rsidRPr="003F6DBA">
              <w:rPr>
                <w:rFonts w:cs="Arial"/>
                <w:b w:val="0"/>
                <w:bCs/>
                <w:color w:val="auto"/>
                <w:szCs w:val="22"/>
              </w:rPr>
              <w:t xml:space="preserve">, </w:t>
            </w:r>
            <w:r w:rsidRPr="001A7B4B">
              <w:rPr>
                <w:rFonts w:cs="Arial"/>
                <w:b w:val="0"/>
                <w:color w:val="auto"/>
                <w:szCs w:val="22"/>
              </w:rPr>
              <w:t>including:</w:t>
            </w:r>
          </w:p>
          <w:p w14:paraId="2AD92583" w14:textId="77777777" w:rsidR="00312AD5" w:rsidRPr="001A7B4B" w:rsidRDefault="00312AD5" w:rsidP="002C017C">
            <w:pPr>
              <w:pStyle w:val="Normalheadingblue"/>
              <w:numPr>
                <w:ilvl w:val="0"/>
                <w:numId w:val="72"/>
              </w:numPr>
              <w:rPr>
                <w:rFonts w:cs="Arial"/>
                <w:b w:val="0"/>
                <w:color w:val="auto"/>
                <w:szCs w:val="22"/>
              </w:rPr>
            </w:pPr>
            <w:r w:rsidRPr="001A7B4B">
              <w:rPr>
                <w:rFonts w:cs="Arial"/>
                <w:b w:val="0"/>
                <w:color w:val="auto"/>
                <w:szCs w:val="22"/>
              </w:rPr>
              <w:t>Bespoke heat emitters</w:t>
            </w:r>
          </w:p>
          <w:p w14:paraId="6780DFD7" w14:textId="77777777" w:rsidR="00312AD5" w:rsidRPr="001A7B4B" w:rsidRDefault="00312AD5" w:rsidP="002C017C">
            <w:pPr>
              <w:pStyle w:val="Normalheadingblue"/>
              <w:numPr>
                <w:ilvl w:val="0"/>
                <w:numId w:val="72"/>
              </w:numPr>
              <w:rPr>
                <w:rFonts w:cs="Arial"/>
                <w:b w:val="0"/>
                <w:color w:val="auto"/>
                <w:szCs w:val="22"/>
              </w:rPr>
            </w:pPr>
            <w:r w:rsidRPr="001A7B4B">
              <w:rPr>
                <w:rFonts w:cs="Arial"/>
                <w:b w:val="0"/>
                <w:color w:val="auto"/>
                <w:szCs w:val="22"/>
              </w:rPr>
              <w:t>panel radiators</w:t>
            </w:r>
          </w:p>
          <w:p w14:paraId="56181F5C" w14:textId="77777777" w:rsidR="00312AD5" w:rsidRPr="001A7B4B" w:rsidRDefault="00312AD5" w:rsidP="002C017C">
            <w:pPr>
              <w:pStyle w:val="Normalheadingblue"/>
              <w:numPr>
                <w:ilvl w:val="0"/>
                <w:numId w:val="72"/>
              </w:numPr>
              <w:rPr>
                <w:rFonts w:cs="Arial"/>
                <w:b w:val="0"/>
                <w:color w:val="auto"/>
                <w:szCs w:val="22"/>
              </w:rPr>
            </w:pPr>
            <w:r w:rsidRPr="001A7B4B">
              <w:rPr>
                <w:rFonts w:cs="Arial"/>
                <w:b w:val="0"/>
                <w:color w:val="auto"/>
                <w:szCs w:val="22"/>
              </w:rPr>
              <w:t>column radiators</w:t>
            </w:r>
          </w:p>
          <w:p w14:paraId="7677E79B" w14:textId="77777777" w:rsidR="00312AD5" w:rsidRPr="001A7B4B" w:rsidRDefault="00312AD5" w:rsidP="002C017C">
            <w:pPr>
              <w:pStyle w:val="Normalheadingblue"/>
              <w:numPr>
                <w:ilvl w:val="0"/>
                <w:numId w:val="72"/>
              </w:numPr>
              <w:rPr>
                <w:rFonts w:cs="Arial"/>
                <w:b w:val="0"/>
                <w:color w:val="auto"/>
                <w:szCs w:val="22"/>
              </w:rPr>
            </w:pPr>
            <w:r w:rsidRPr="001A7B4B">
              <w:rPr>
                <w:rFonts w:cs="Arial"/>
                <w:b w:val="0"/>
                <w:color w:val="auto"/>
                <w:szCs w:val="22"/>
              </w:rPr>
              <w:t>low surface temperature radiators</w:t>
            </w:r>
          </w:p>
          <w:p w14:paraId="70FD27AE" w14:textId="77777777" w:rsidR="00312AD5" w:rsidRPr="001A7B4B" w:rsidRDefault="00312AD5" w:rsidP="002C017C">
            <w:pPr>
              <w:pStyle w:val="Normalheadingblue"/>
              <w:numPr>
                <w:ilvl w:val="0"/>
                <w:numId w:val="72"/>
              </w:numPr>
              <w:rPr>
                <w:rFonts w:cs="Arial"/>
                <w:b w:val="0"/>
                <w:color w:val="auto"/>
                <w:szCs w:val="22"/>
              </w:rPr>
            </w:pPr>
            <w:r w:rsidRPr="001A7B4B">
              <w:rPr>
                <w:rFonts w:cs="Arial"/>
                <w:b w:val="0"/>
                <w:color w:val="auto"/>
                <w:szCs w:val="22"/>
              </w:rPr>
              <w:t>fan convectors</w:t>
            </w:r>
          </w:p>
          <w:p w14:paraId="3AE84083" w14:textId="77777777" w:rsidR="00312AD5" w:rsidRPr="001A7B4B" w:rsidRDefault="00312AD5" w:rsidP="002C017C">
            <w:pPr>
              <w:pStyle w:val="Normalheadingblue"/>
              <w:numPr>
                <w:ilvl w:val="0"/>
                <w:numId w:val="72"/>
              </w:numPr>
              <w:rPr>
                <w:rFonts w:cs="Arial"/>
                <w:b w:val="0"/>
                <w:color w:val="auto"/>
                <w:szCs w:val="22"/>
              </w:rPr>
            </w:pPr>
            <w:r w:rsidRPr="001A7B4B">
              <w:rPr>
                <w:rFonts w:cs="Arial"/>
                <w:b w:val="0"/>
                <w:color w:val="auto"/>
                <w:szCs w:val="22"/>
              </w:rPr>
              <w:t>plinth heaters</w:t>
            </w:r>
          </w:p>
          <w:p w14:paraId="7AFFB6A1" w14:textId="77777777" w:rsidR="00312AD5" w:rsidRPr="001A7B4B" w:rsidRDefault="00312AD5" w:rsidP="002C017C">
            <w:pPr>
              <w:pStyle w:val="Normalheadingblue"/>
              <w:numPr>
                <w:ilvl w:val="0"/>
                <w:numId w:val="72"/>
              </w:numPr>
              <w:rPr>
                <w:rFonts w:cs="Arial"/>
                <w:b w:val="0"/>
                <w:color w:val="auto"/>
                <w:szCs w:val="22"/>
              </w:rPr>
            </w:pPr>
            <w:r w:rsidRPr="001A7B4B">
              <w:rPr>
                <w:rFonts w:cs="Arial"/>
                <w:b w:val="0"/>
                <w:color w:val="auto"/>
                <w:szCs w:val="22"/>
              </w:rPr>
              <w:t>towel warmers</w:t>
            </w:r>
          </w:p>
          <w:p w14:paraId="3F0E44E9" w14:textId="77777777" w:rsidR="00312AD5" w:rsidRPr="001A7B4B" w:rsidRDefault="00312AD5" w:rsidP="002C017C">
            <w:pPr>
              <w:pStyle w:val="Normalheadingblue"/>
              <w:numPr>
                <w:ilvl w:val="0"/>
                <w:numId w:val="72"/>
              </w:numPr>
              <w:rPr>
                <w:rFonts w:cs="Arial"/>
                <w:b w:val="0"/>
                <w:color w:val="auto"/>
                <w:szCs w:val="22"/>
              </w:rPr>
            </w:pPr>
            <w:r w:rsidRPr="001A7B4B">
              <w:rPr>
                <w:rFonts w:cs="Arial"/>
                <w:b w:val="0"/>
                <w:color w:val="auto"/>
                <w:szCs w:val="22"/>
              </w:rPr>
              <w:t>Dressing of radiators</w:t>
            </w:r>
          </w:p>
          <w:p w14:paraId="21767364" w14:textId="77777777" w:rsidR="00312AD5" w:rsidRPr="001A7B4B" w:rsidRDefault="00312AD5" w:rsidP="002C017C">
            <w:pPr>
              <w:pStyle w:val="Normalheadingblue"/>
              <w:numPr>
                <w:ilvl w:val="0"/>
                <w:numId w:val="72"/>
              </w:numPr>
              <w:rPr>
                <w:rFonts w:cs="Arial"/>
                <w:b w:val="0"/>
                <w:color w:val="auto"/>
                <w:szCs w:val="22"/>
              </w:rPr>
            </w:pPr>
            <w:r w:rsidRPr="001A7B4B">
              <w:rPr>
                <w:rFonts w:cs="Arial"/>
                <w:b w:val="0"/>
                <w:color w:val="auto"/>
                <w:szCs w:val="22"/>
              </w:rPr>
              <w:t>Heat distribution</w:t>
            </w:r>
          </w:p>
          <w:p w14:paraId="58358783" w14:textId="77777777" w:rsidR="00312AD5" w:rsidRPr="001A7B4B" w:rsidRDefault="00312AD5" w:rsidP="002C017C">
            <w:pPr>
              <w:pStyle w:val="Normalheadingblue"/>
              <w:numPr>
                <w:ilvl w:val="0"/>
                <w:numId w:val="72"/>
              </w:numPr>
              <w:rPr>
                <w:rFonts w:cs="Arial"/>
                <w:b w:val="0"/>
                <w:color w:val="auto"/>
                <w:szCs w:val="22"/>
              </w:rPr>
            </w:pPr>
            <w:r w:rsidRPr="001A7B4B">
              <w:rPr>
                <w:rFonts w:cs="Arial"/>
                <w:b w:val="0"/>
                <w:color w:val="auto"/>
                <w:szCs w:val="22"/>
              </w:rPr>
              <w:t>Valves</w:t>
            </w:r>
          </w:p>
          <w:p w14:paraId="189C91AC" w14:textId="77777777" w:rsidR="00312AD5" w:rsidRPr="001A7B4B" w:rsidRDefault="00312AD5" w:rsidP="002C017C">
            <w:pPr>
              <w:pStyle w:val="Normalheadingblue"/>
              <w:numPr>
                <w:ilvl w:val="0"/>
                <w:numId w:val="72"/>
              </w:numPr>
              <w:rPr>
                <w:rFonts w:cs="Arial"/>
                <w:b w:val="0"/>
                <w:color w:val="auto"/>
                <w:szCs w:val="22"/>
              </w:rPr>
            </w:pPr>
            <w:r w:rsidRPr="001A7B4B">
              <w:rPr>
                <w:rFonts w:cs="Arial"/>
                <w:b w:val="0"/>
                <w:color w:val="auto"/>
                <w:szCs w:val="22"/>
              </w:rPr>
              <w:t>Connection types (TBOE, BOE)</w:t>
            </w:r>
          </w:p>
          <w:p w14:paraId="498D283C" w14:textId="4D2F11E0" w:rsidR="00312AD5" w:rsidRPr="001A7B4B" w:rsidRDefault="00312AD5" w:rsidP="002C017C">
            <w:pPr>
              <w:pStyle w:val="Normalheadingblue"/>
              <w:numPr>
                <w:ilvl w:val="0"/>
                <w:numId w:val="72"/>
              </w:numPr>
              <w:rPr>
                <w:rFonts w:cs="Arial"/>
                <w:b w:val="0"/>
                <w:color w:val="auto"/>
                <w:szCs w:val="22"/>
              </w:rPr>
            </w:pPr>
            <w:r w:rsidRPr="001A7B4B">
              <w:rPr>
                <w:rFonts w:cs="Arial"/>
                <w:b w:val="0"/>
                <w:color w:val="auto"/>
                <w:szCs w:val="22"/>
              </w:rPr>
              <w:lastRenderedPageBreak/>
              <w:t>How to hang a radiator including measurements and levelling</w:t>
            </w:r>
            <w:r w:rsidR="00C37BE4">
              <w:rPr>
                <w:rFonts w:cs="Arial"/>
                <w:b w:val="0"/>
                <w:color w:val="auto"/>
                <w:szCs w:val="22"/>
              </w:rPr>
              <w:t>.</w:t>
            </w:r>
          </w:p>
          <w:p w14:paraId="474D5AD7" w14:textId="25428336" w:rsidR="00312AD5" w:rsidRPr="001A7B4B" w:rsidRDefault="00312AD5" w:rsidP="002C017C">
            <w:pPr>
              <w:pStyle w:val="Normalheadingblue"/>
              <w:numPr>
                <w:ilvl w:val="0"/>
                <w:numId w:val="72"/>
              </w:numPr>
              <w:rPr>
                <w:rFonts w:cs="Arial"/>
                <w:b w:val="0"/>
                <w:color w:val="auto"/>
                <w:szCs w:val="22"/>
              </w:rPr>
            </w:pPr>
            <w:r w:rsidRPr="001A7B4B">
              <w:rPr>
                <w:rFonts w:cs="Arial"/>
                <w:b w:val="0"/>
                <w:color w:val="auto"/>
                <w:szCs w:val="22"/>
              </w:rPr>
              <w:t>Tutor to show examples of each type and discuss their suitability against a range of properties and scenarios</w:t>
            </w:r>
            <w:r w:rsidR="00C37BE4">
              <w:rPr>
                <w:rFonts w:cs="Arial"/>
                <w:b w:val="0"/>
                <w:color w:val="auto"/>
                <w:szCs w:val="22"/>
              </w:rPr>
              <w:t>.</w:t>
            </w:r>
          </w:p>
          <w:p w14:paraId="7DA2CA29" w14:textId="03B07BF2" w:rsidR="00312AD5" w:rsidRPr="001A7B4B" w:rsidRDefault="00312AD5" w:rsidP="002C017C">
            <w:pPr>
              <w:pStyle w:val="Normalheadingblue"/>
              <w:numPr>
                <w:ilvl w:val="0"/>
                <w:numId w:val="72"/>
              </w:numPr>
              <w:rPr>
                <w:rFonts w:cs="Arial"/>
                <w:b w:val="0"/>
                <w:color w:val="auto"/>
                <w:szCs w:val="22"/>
              </w:rPr>
            </w:pPr>
            <w:r w:rsidRPr="001A7B4B">
              <w:rPr>
                <w:rFonts w:cs="Arial"/>
                <w:b w:val="0"/>
                <w:color w:val="auto"/>
                <w:szCs w:val="22"/>
              </w:rPr>
              <w:t>Discuss surface temperatures and safety</w:t>
            </w:r>
            <w:r w:rsidR="00C37BE4">
              <w:rPr>
                <w:rFonts w:cs="Arial"/>
                <w:b w:val="0"/>
                <w:color w:val="auto"/>
                <w:szCs w:val="22"/>
              </w:rPr>
              <w:t>.</w:t>
            </w:r>
          </w:p>
          <w:p w14:paraId="693281DA" w14:textId="248FB7C6" w:rsidR="00312AD5" w:rsidRPr="001A7B4B" w:rsidRDefault="00312AD5" w:rsidP="002C017C">
            <w:pPr>
              <w:pStyle w:val="Normalheadingblue"/>
              <w:numPr>
                <w:ilvl w:val="0"/>
                <w:numId w:val="72"/>
              </w:numPr>
              <w:rPr>
                <w:rFonts w:cs="Arial"/>
                <w:b w:val="0"/>
                <w:color w:val="auto"/>
                <w:szCs w:val="22"/>
              </w:rPr>
            </w:pPr>
            <w:r w:rsidRPr="001A7B4B">
              <w:rPr>
                <w:rFonts w:cs="Arial"/>
                <w:b w:val="0"/>
                <w:color w:val="auto"/>
                <w:szCs w:val="22"/>
              </w:rPr>
              <w:t>Discuss and demonstrate the process of dressing a radiator with air vent, plugs and valves</w:t>
            </w:r>
            <w:r w:rsidR="00C37BE4">
              <w:rPr>
                <w:rFonts w:cs="Arial"/>
                <w:b w:val="0"/>
                <w:color w:val="auto"/>
                <w:szCs w:val="22"/>
              </w:rPr>
              <w:t>.</w:t>
            </w:r>
          </w:p>
          <w:p w14:paraId="51AC64E1" w14:textId="25D08FF3" w:rsidR="00312AD5" w:rsidRPr="001A7B4B" w:rsidRDefault="00312AD5" w:rsidP="002C017C">
            <w:pPr>
              <w:pStyle w:val="Normalheadingblue"/>
              <w:numPr>
                <w:ilvl w:val="0"/>
                <w:numId w:val="72"/>
              </w:numPr>
              <w:rPr>
                <w:rFonts w:cs="Arial"/>
                <w:b w:val="0"/>
                <w:color w:val="auto"/>
                <w:szCs w:val="22"/>
              </w:rPr>
            </w:pPr>
            <w:r w:rsidRPr="001A7B4B">
              <w:rPr>
                <w:rFonts w:cs="Arial"/>
                <w:b w:val="0"/>
                <w:color w:val="auto"/>
                <w:szCs w:val="22"/>
              </w:rPr>
              <w:t>Discuss the heat distribution or various types and the connections including TBOE and BOE</w:t>
            </w:r>
            <w:r w:rsidR="00C37BE4">
              <w:rPr>
                <w:rFonts w:cs="Arial"/>
                <w:b w:val="0"/>
                <w:color w:val="auto"/>
                <w:szCs w:val="22"/>
              </w:rPr>
              <w:t>.</w:t>
            </w:r>
          </w:p>
          <w:p w14:paraId="5DA70007" w14:textId="77777777" w:rsidR="00CF64B4" w:rsidRPr="001A7B4B" w:rsidRDefault="00CF64B4" w:rsidP="00044E13">
            <w:pPr>
              <w:pStyle w:val="Normalheadingblue"/>
              <w:rPr>
                <w:rFonts w:cs="Arial"/>
                <w:color w:val="auto"/>
                <w:szCs w:val="22"/>
              </w:rPr>
            </w:pPr>
          </w:p>
          <w:p w14:paraId="6AB8E2C8" w14:textId="77777777" w:rsidR="00CF64B4" w:rsidRPr="001A7B4B" w:rsidRDefault="00CF64B4" w:rsidP="00044E13">
            <w:pPr>
              <w:pStyle w:val="Normalheadingblue"/>
              <w:rPr>
                <w:rFonts w:cs="Arial"/>
                <w:color w:val="auto"/>
                <w:szCs w:val="22"/>
              </w:rPr>
            </w:pPr>
          </w:p>
          <w:p w14:paraId="51E1157B" w14:textId="77777777" w:rsidR="00CF64B4" w:rsidRPr="001A7B4B" w:rsidRDefault="00CF64B4" w:rsidP="00044E13">
            <w:pPr>
              <w:pStyle w:val="Normalheadingblue"/>
              <w:rPr>
                <w:rFonts w:cs="Arial"/>
                <w:color w:val="auto"/>
                <w:szCs w:val="22"/>
              </w:rPr>
            </w:pPr>
            <w:r w:rsidRPr="001A7B4B">
              <w:rPr>
                <w:rFonts w:cs="Arial"/>
                <w:color w:val="auto"/>
                <w:szCs w:val="22"/>
              </w:rPr>
              <w:t>Knowledge check example:</w:t>
            </w:r>
          </w:p>
          <w:p w14:paraId="4301EF11" w14:textId="05FE87BC" w:rsidR="00CF64B4" w:rsidRPr="001A7B4B" w:rsidRDefault="00312AD5" w:rsidP="002C017C">
            <w:pPr>
              <w:pStyle w:val="Normalheadingblue"/>
              <w:numPr>
                <w:ilvl w:val="0"/>
                <w:numId w:val="74"/>
              </w:numPr>
              <w:rPr>
                <w:rFonts w:cs="Arial"/>
                <w:b w:val="0"/>
                <w:color w:val="auto"/>
                <w:szCs w:val="22"/>
              </w:rPr>
            </w:pPr>
            <w:r w:rsidRPr="001A7B4B">
              <w:rPr>
                <w:rFonts w:cs="Arial"/>
                <w:b w:val="0"/>
                <w:color w:val="auto"/>
                <w:szCs w:val="22"/>
              </w:rPr>
              <w:t xml:space="preserve">MCQ Knowledge test based on </w:t>
            </w:r>
            <w:r w:rsidR="001F2FCE" w:rsidRPr="001A7B4B">
              <w:rPr>
                <w:rFonts w:cs="Arial"/>
                <w:b w:val="0"/>
                <w:color w:val="auto"/>
                <w:szCs w:val="22"/>
              </w:rPr>
              <w:t>today’s</w:t>
            </w:r>
            <w:r w:rsidRPr="001A7B4B">
              <w:rPr>
                <w:rFonts w:cs="Arial"/>
                <w:b w:val="0"/>
                <w:color w:val="auto"/>
                <w:szCs w:val="22"/>
              </w:rPr>
              <w:t xml:space="preserve"> sessions</w:t>
            </w:r>
          </w:p>
          <w:p w14:paraId="3C3D41C8" w14:textId="77777777" w:rsidR="00CF64B4" w:rsidRPr="001A7B4B" w:rsidRDefault="00CF64B4" w:rsidP="00044E13">
            <w:pPr>
              <w:pStyle w:val="Normalheadingblue"/>
              <w:rPr>
                <w:rFonts w:cs="Arial"/>
                <w:color w:val="auto"/>
                <w:szCs w:val="22"/>
              </w:rPr>
            </w:pPr>
            <w:r w:rsidRPr="001A7B4B">
              <w:rPr>
                <w:rFonts w:cs="Arial"/>
                <w:color w:val="auto"/>
                <w:szCs w:val="22"/>
              </w:rPr>
              <w:t>Resources:</w:t>
            </w:r>
          </w:p>
          <w:p w14:paraId="151170FF" w14:textId="77777777" w:rsidR="00312AD5" w:rsidRPr="001A7B4B" w:rsidRDefault="00312AD5" w:rsidP="00312AD5">
            <w:pPr>
              <w:pStyle w:val="Normalheadingblue"/>
              <w:rPr>
                <w:rFonts w:cs="Arial"/>
                <w:b w:val="0"/>
                <w:color w:val="auto"/>
                <w:szCs w:val="22"/>
              </w:rPr>
            </w:pPr>
            <w:r w:rsidRPr="001A7B4B">
              <w:rPr>
                <w:rFonts w:cs="Arial"/>
                <w:b w:val="0"/>
                <w:color w:val="auto"/>
                <w:szCs w:val="22"/>
              </w:rPr>
              <w:t>Examples of heat emitter types</w:t>
            </w:r>
          </w:p>
          <w:p w14:paraId="5928AA39" w14:textId="77777777" w:rsidR="00312AD5" w:rsidRPr="001A7B4B" w:rsidRDefault="00312AD5" w:rsidP="00312AD5">
            <w:pPr>
              <w:pStyle w:val="Normalheadingblue"/>
              <w:rPr>
                <w:rFonts w:cs="Arial"/>
                <w:b w:val="0"/>
                <w:color w:val="auto"/>
                <w:szCs w:val="22"/>
              </w:rPr>
            </w:pPr>
            <w:r w:rsidRPr="001A7B4B">
              <w:rPr>
                <w:rFonts w:cs="Arial"/>
                <w:b w:val="0"/>
                <w:color w:val="auto"/>
                <w:szCs w:val="22"/>
              </w:rPr>
              <w:t>Radiator valves</w:t>
            </w:r>
          </w:p>
          <w:p w14:paraId="08172068" w14:textId="77777777" w:rsidR="00312AD5" w:rsidRPr="001A7B4B" w:rsidRDefault="00312AD5" w:rsidP="00312AD5">
            <w:pPr>
              <w:pStyle w:val="Normalheadingblue"/>
              <w:rPr>
                <w:rFonts w:cs="Arial"/>
                <w:b w:val="0"/>
                <w:color w:val="auto"/>
                <w:szCs w:val="22"/>
              </w:rPr>
            </w:pPr>
            <w:r w:rsidRPr="001A7B4B">
              <w:rPr>
                <w:rFonts w:cs="Arial"/>
                <w:b w:val="0"/>
                <w:color w:val="auto"/>
                <w:szCs w:val="22"/>
              </w:rPr>
              <w:t>Tape measure and level</w:t>
            </w:r>
          </w:p>
          <w:p w14:paraId="7A42E522" w14:textId="77777777" w:rsidR="00312AD5" w:rsidRPr="001A7B4B" w:rsidRDefault="00312AD5" w:rsidP="00312AD5">
            <w:pPr>
              <w:pStyle w:val="Normalheadingblue"/>
              <w:rPr>
                <w:rFonts w:cs="Arial"/>
                <w:b w:val="0"/>
                <w:color w:val="auto"/>
                <w:szCs w:val="22"/>
              </w:rPr>
            </w:pPr>
            <w:r w:rsidRPr="001A7B4B">
              <w:rPr>
                <w:rFonts w:cs="Arial"/>
                <w:b w:val="0"/>
                <w:color w:val="auto"/>
                <w:szCs w:val="22"/>
              </w:rPr>
              <w:t>Radiator and brackets</w:t>
            </w:r>
          </w:p>
          <w:p w14:paraId="735D41C2" w14:textId="77777777" w:rsidR="00312AD5" w:rsidRPr="001A7B4B" w:rsidRDefault="00312AD5" w:rsidP="00312AD5">
            <w:pPr>
              <w:pStyle w:val="Normalheadingblue"/>
              <w:rPr>
                <w:rFonts w:cs="Arial"/>
                <w:b w:val="0"/>
                <w:color w:val="auto"/>
                <w:szCs w:val="22"/>
              </w:rPr>
            </w:pPr>
            <w:r w:rsidRPr="001A7B4B">
              <w:rPr>
                <w:rFonts w:cs="Arial"/>
                <w:b w:val="0"/>
                <w:color w:val="auto"/>
                <w:szCs w:val="22"/>
              </w:rPr>
              <w:t>MCQ assessment</w:t>
            </w:r>
          </w:p>
          <w:p w14:paraId="5BB0ABC8" w14:textId="77777777" w:rsidR="00CF64B4" w:rsidRPr="001A7B4B" w:rsidRDefault="00CF64B4" w:rsidP="00044E13">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23BAFEAF" w14:textId="77777777" w:rsidR="00DD207A" w:rsidRPr="001A7B4B" w:rsidRDefault="008A57D2">
            <w:r w:rsidRPr="001A7B4B">
              <w:lastRenderedPageBreak/>
              <w:t>Q&amp;A</w:t>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t>MCQ test</w:t>
            </w:r>
            <w:r w:rsidRPr="001A7B4B">
              <w:br/>
              <w:t>English skills (reading, writing, technical vocabulary)</w:t>
            </w:r>
          </w:p>
        </w:tc>
      </w:tr>
      <w:tr w:rsidR="001A7B4B" w:rsidRPr="001A7B4B" w14:paraId="2F0691F8"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6110B958" w14:textId="77777777" w:rsidR="00CF64B4" w:rsidRDefault="00CF64B4" w:rsidP="00044E13">
            <w:pPr>
              <w:jc w:val="center"/>
              <w:rPr>
                <w:rFonts w:cs="Arial"/>
                <w:szCs w:val="22"/>
              </w:rPr>
            </w:pPr>
            <w:r>
              <w:rPr>
                <w:rFonts w:cs="Arial"/>
                <w:szCs w:val="22"/>
              </w:rPr>
              <w:lastRenderedPageBreak/>
              <w:t>1</w:t>
            </w:r>
            <w:r w:rsidR="00044E13">
              <w:rPr>
                <w:rFonts w:cs="Arial"/>
                <w:szCs w:val="22"/>
              </w:rPr>
              <w:t>2</w:t>
            </w:r>
            <w:r w:rsidR="00443796">
              <w:rPr>
                <w:rFonts w:cs="Arial"/>
                <w:szCs w:val="22"/>
              </w:rPr>
              <w:t>5</w:t>
            </w:r>
            <w:r w:rsidR="00AA0D3C">
              <w:rPr>
                <w:rFonts w:cs="Arial"/>
                <w:szCs w:val="22"/>
              </w:rPr>
              <w:t xml:space="preserve"> - 126</w:t>
            </w:r>
          </w:p>
          <w:p w14:paraId="59A34EC4" w14:textId="77777777" w:rsidR="00AA0D3C" w:rsidRDefault="00AA0D3C" w:rsidP="00044E13">
            <w:pPr>
              <w:jc w:val="center"/>
              <w:rPr>
                <w:rFonts w:cs="Arial"/>
                <w:szCs w:val="22"/>
              </w:rPr>
            </w:pPr>
            <w:r>
              <w:rPr>
                <w:rFonts w:cs="Arial"/>
                <w:szCs w:val="22"/>
              </w:rPr>
              <w:t>6 hours</w:t>
            </w:r>
          </w:p>
        </w:tc>
        <w:tc>
          <w:tcPr>
            <w:tcW w:w="2199" w:type="dxa"/>
            <w:tcBorders>
              <w:top w:val="single" w:sz="4" w:space="0" w:color="C6C5C6"/>
              <w:left w:val="single" w:sz="4" w:space="0" w:color="C6C5C6"/>
              <w:bottom w:val="single" w:sz="4" w:space="0" w:color="C6C5C6"/>
              <w:right w:val="single" w:sz="4" w:space="0" w:color="C6C5C6"/>
            </w:tcBorders>
          </w:tcPr>
          <w:p w14:paraId="6911A153" w14:textId="77777777" w:rsidR="00AA0D3C" w:rsidRPr="001A7B4B" w:rsidRDefault="00AA0D3C" w:rsidP="00AA0D3C">
            <w:pPr>
              <w:pStyle w:val="Normalheadingblack"/>
              <w:rPr>
                <w:rFonts w:cs="Arial"/>
                <w:lang w:eastAsia="en-GB"/>
              </w:rPr>
            </w:pPr>
            <w:r w:rsidRPr="001A7B4B">
              <w:rPr>
                <w:rFonts w:cs="Arial"/>
                <w:lang w:eastAsia="en-GB"/>
              </w:rPr>
              <w:t>Outcome 2 Install plumbing and heating systems</w:t>
            </w:r>
          </w:p>
          <w:p w14:paraId="6466CB1C" w14:textId="77777777" w:rsidR="00CF64B4" w:rsidRPr="001A7B4B" w:rsidRDefault="00CF64B4" w:rsidP="00044E13">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568AE8D5" w14:textId="77777777" w:rsidR="00AA0D3C" w:rsidRPr="001A7B4B" w:rsidRDefault="00AA0D3C" w:rsidP="00AA0D3C">
            <w:pPr>
              <w:pStyle w:val="Default"/>
              <w:rPr>
                <w:bCs/>
                <w:color w:val="auto"/>
                <w:sz w:val="22"/>
                <w:szCs w:val="22"/>
              </w:rPr>
            </w:pPr>
            <w:r w:rsidRPr="001A7B4B">
              <w:rPr>
                <w:bCs/>
                <w:color w:val="auto"/>
                <w:sz w:val="22"/>
                <w:szCs w:val="22"/>
              </w:rPr>
              <w:t xml:space="preserve">S2.19 Position and secure components in plumbing system </w:t>
            </w:r>
          </w:p>
          <w:p w14:paraId="2A13104B" w14:textId="77777777" w:rsidR="00433536" w:rsidRPr="001A7B4B" w:rsidRDefault="00433536" w:rsidP="00AA0D3C">
            <w:pPr>
              <w:pStyle w:val="Default"/>
              <w:rPr>
                <w:color w:val="auto"/>
                <w:szCs w:val="22"/>
              </w:rPr>
            </w:pPr>
          </w:p>
          <w:p w14:paraId="3864C9B7" w14:textId="77777777" w:rsidR="00433536" w:rsidRPr="001A7B4B" w:rsidRDefault="00433536" w:rsidP="00AA0D3C">
            <w:pPr>
              <w:pStyle w:val="Default"/>
              <w:rPr>
                <w:color w:val="auto"/>
                <w:sz w:val="22"/>
                <w:szCs w:val="22"/>
              </w:rPr>
            </w:pPr>
            <w:r w:rsidRPr="001A7B4B">
              <w:rPr>
                <w:color w:val="auto"/>
                <w:sz w:val="22"/>
                <w:szCs w:val="22"/>
              </w:rPr>
              <w:t xml:space="preserve">S2.12 </w:t>
            </w:r>
            <w:r w:rsidR="00F60280" w:rsidRPr="001A7B4B">
              <w:rPr>
                <w:color w:val="auto"/>
                <w:sz w:val="22"/>
                <w:szCs w:val="22"/>
              </w:rPr>
              <w:t>Install heat emitting devices</w:t>
            </w:r>
          </w:p>
          <w:p w14:paraId="0D9B3B5D" w14:textId="77777777" w:rsidR="00D52365" w:rsidRPr="001A7B4B" w:rsidRDefault="00D52365" w:rsidP="00AA0D3C">
            <w:pPr>
              <w:pStyle w:val="Default"/>
              <w:rPr>
                <w:color w:val="auto"/>
                <w:sz w:val="22"/>
                <w:szCs w:val="22"/>
              </w:rPr>
            </w:pPr>
          </w:p>
          <w:p w14:paraId="17411603" w14:textId="77777777" w:rsidR="00D52365" w:rsidRPr="001A7B4B" w:rsidRDefault="00D52365" w:rsidP="00AA0D3C">
            <w:pPr>
              <w:pStyle w:val="Default"/>
              <w:rPr>
                <w:color w:val="auto"/>
                <w:sz w:val="22"/>
                <w:szCs w:val="22"/>
              </w:rPr>
            </w:pPr>
            <w:r w:rsidRPr="001A7B4B">
              <w:rPr>
                <w:color w:val="auto"/>
                <w:sz w:val="22"/>
                <w:szCs w:val="22"/>
              </w:rPr>
              <w:t>S2.16 Install seals for heat emitting devices</w:t>
            </w:r>
          </w:p>
          <w:p w14:paraId="36F61F8C" w14:textId="77777777" w:rsidR="00CF64B4" w:rsidRPr="001A7B4B" w:rsidRDefault="00CF64B4" w:rsidP="00044E13">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1B250904" w14:textId="77777777" w:rsidR="00CF64B4" w:rsidRPr="001A7B4B" w:rsidRDefault="00CF64B4" w:rsidP="00044E13">
            <w:pPr>
              <w:pStyle w:val="Normalheadingblue"/>
              <w:rPr>
                <w:rFonts w:cs="Arial"/>
                <w:color w:val="auto"/>
                <w:szCs w:val="22"/>
              </w:rPr>
            </w:pPr>
            <w:r w:rsidRPr="001A7B4B">
              <w:rPr>
                <w:rFonts w:cs="Arial"/>
                <w:color w:val="auto"/>
                <w:szCs w:val="22"/>
              </w:rPr>
              <w:t>Activity:</w:t>
            </w:r>
          </w:p>
          <w:p w14:paraId="76D7990B" w14:textId="77777777" w:rsidR="00CF64B4" w:rsidRPr="001A7B4B" w:rsidRDefault="00CF64B4" w:rsidP="00044E13">
            <w:pPr>
              <w:pStyle w:val="Normalheadingblue"/>
              <w:rPr>
                <w:rFonts w:cs="Arial"/>
                <w:color w:val="auto"/>
                <w:szCs w:val="22"/>
              </w:rPr>
            </w:pPr>
          </w:p>
          <w:p w14:paraId="48173CD9" w14:textId="77777777" w:rsidR="00CF64B4" w:rsidRPr="001A7B4B" w:rsidRDefault="00CF64B4" w:rsidP="00044E13">
            <w:pPr>
              <w:pStyle w:val="Normalheadingblue"/>
              <w:rPr>
                <w:rFonts w:cs="Arial"/>
                <w:color w:val="auto"/>
                <w:szCs w:val="22"/>
              </w:rPr>
            </w:pPr>
            <w:r w:rsidRPr="001A7B4B">
              <w:rPr>
                <w:rFonts w:cs="Arial"/>
                <w:color w:val="auto"/>
                <w:szCs w:val="22"/>
              </w:rPr>
              <w:t>Starter task example:</w:t>
            </w:r>
          </w:p>
          <w:p w14:paraId="3E86226E" w14:textId="77777777" w:rsidR="00CF64B4" w:rsidRPr="001A7B4B" w:rsidRDefault="00AA0D3C" w:rsidP="002C017C">
            <w:pPr>
              <w:pStyle w:val="Normalheadingblue"/>
              <w:numPr>
                <w:ilvl w:val="0"/>
                <w:numId w:val="74"/>
              </w:numPr>
              <w:rPr>
                <w:rFonts w:cs="Arial"/>
                <w:b w:val="0"/>
                <w:color w:val="auto"/>
                <w:szCs w:val="22"/>
              </w:rPr>
            </w:pPr>
            <w:r w:rsidRPr="001A7B4B">
              <w:rPr>
                <w:rFonts w:cs="Arial"/>
                <w:b w:val="0"/>
                <w:color w:val="auto"/>
                <w:szCs w:val="22"/>
              </w:rPr>
              <w:t>Toolbox talk – use of hand tools delivered by a selected learner</w:t>
            </w:r>
          </w:p>
          <w:p w14:paraId="3AE3A862" w14:textId="77777777" w:rsidR="00CF64B4" w:rsidRPr="001A7B4B" w:rsidRDefault="00CF64B4" w:rsidP="00044E13">
            <w:pPr>
              <w:pStyle w:val="Normalheadingblue"/>
              <w:rPr>
                <w:rFonts w:cs="Arial"/>
                <w:color w:val="auto"/>
                <w:szCs w:val="22"/>
              </w:rPr>
            </w:pPr>
          </w:p>
          <w:p w14:paraId="4ABF89F3" w14:textId="77777777" w:rsidR="00CF64B4" w:rsidRPr="001A7B4B" w:rsidRDefault="00CF64B4" w:rsidP="00044E13">
            <w:pPr>
              <w:pStyle w:val="Normalheadingblue"/>
              <w:rPr>
                <w:rFonts w:cs="Arial"/>
                <w:color w:val="auto"/>
                <w:szCs w:val="22"/>
              </w:rPr>
            </w:pPr>
            <w:r w:rsidRPr="001A7B4B">
              <w:rPr>
                <w:rFonts w:cs="Arial"/>
                <w:color w:val="auto"/>
                <w:szCs w:val="22"/>
              </w:rPr>
              <w:t>Delivery:</w:t>
            </w:r>
          </w:p>
          <w:p w14:paraId="311BFAA8" w14:textId="77777777" w:rsidR="00CF64B4" w:rsidRPr="001A7B4B" w:rsidRDefault="00AA0D3C" w:rsidP="00044E13">
            <w:pPr>
              <w:pStyle w:val="Normalheadingblue"/>
              <w:rPr>
                <w:rFonts w:cs="Arial"/>
                <w:color w:val="auto"/>
                <w:szCs w:val="22"/>
              </w:rPr>
            </w:pPr>
            <w:r w:rsidRPr="001A7B4B">
              <w:rPr>
                <w:rFonts w:cs="Arial"/>
                <w:color w:val="auto"/>
                <w:szCs w:val="22"/>
              </w:rPr>
              <w:t>Practical session – Radiator installation</w:t>
            </w:r>
          </w:p>
          <w:p w14:paraId="196BCE88" w14:textId="21CDABD9" w:rsidR="00AA0D3C" w:rsidRPr="001A7B4B" w:rsidRDefault="00AA0D3C" w:rsidP="002C017C">
            <w:pPr>
              <w:pStyle w:val="Normalheadingblue"/>
              <w:numPr>
                <w:ilvl w:val="0"/>
                <w:numId w:val="74"/>
              </w:numPr>
              <w:rPr>
                <w:rFonts w:cs="Arial"/>
                <w:b w:val="0"/>
                <w:color w:val="auto"/>
                <w:szCs w:val="22"/>
              </w:rPr>
            </w:pPr>
            <w:r w:rsidRPr="001A7B4B">
              <w:rPr>
                <w:rFonts w:cs="Arial"/>
                <w:b w:val="0"/>
                <w:color w:val="auto"/>
                <w:szCs w:val="22"/>
              </w:rPr>
              <w:t>Tutor to recap the process of hanging a radiator to a set height and position</w:t>
            </w:r>
            <w:r w:rsidR="00C37BE4">
              <w:rPr>
                <w:rFonts w:cs="Arial"/>
                <w:b w:val="0"/>
                <w:color w:val="auto"/>
                <w:szCs w:val="22"/>
              </w:rPr>
              <w:t>.</w:t>
            </w:r>
          </w:p>
          <w:p w14:paraId="57DF0688" w14:textId="6A4665C4" w:rsidR="00AA0D3C" w:rsidRPr="001A7B4B" w:rsidRDefault="00AA0D3C" w:rsidP="002C017C">
            <w:pPr>
              <w:pStyle w:val="Normalheadingblue"/>
              <w:numPr>
                <w:ilvl w:val="0"/>
                <w:numId w:val="74"/>
              </w:numPr>
              <w:rPr>
                <w:rFonts w:cs="Arial"/>
                <w:b w:val="0"/>
                <w:color w:val="auto"/>
                <w:szCs w:val="22"/>
              </w:rPr>
            </w:pPr>
            <w:r w:rsidRPr="001A7B4B">
              <w:rPr>
                <w:rFonts w:cs="Arial"/>
                <w:b w:val="0"/>
                <w:color w:val="auto"/>
                <w:szCs w:val="22"/>
              </w:rPr>
              <w:t xml:space="preserve">Tutor to give specific dimensions to </w:t>
            </w:r>
            <w:r w:rsidR="00F502C8" w:rsidRPr="001A7B4B">
              <w:rPr>
                <w:rFonts w:cs="Arial"/>
                <w:b w:val="0"/>
                <w:color w:val="auto"/>
                <w:szCs w:val="22"/>
              </w:rPr>
              <w:t>students</w:t>
            </w:r>
            <w:r w:rsidRPr="001A7B4B">
              <w:rPr>
                <w:rFonts w:cs="Arial"/>
                <w:b w:val="0"/>
                <w:color w:val="auto"/>
                <w:szCs w:val="22"/>
              </w:rPr>
              <w:t xml:space="preserve"> for the position and guidance on the connection types</w:t>
            </w:r>
            <w:r w:rsidR="00C37BE4">
              <w:rPr>
                <w:rFonts w:cs="Arial"/>
                <w:b w:val="0"/>
                <w:color w:val="auto"/>
                <w:szCs w:val="22"/>
              </w:rPr>
              <w:t>.</w:t>
            </w:r>
          </w:p>
          <w:p w14:paraId="220A620E" w14:textId="29BB0A6A" w:rsidR="00AA0D3C" w:rsidRPr="001A7B4B" w:rsidRDefault="00116A2E" w:rsidP="002C017C">
            <w:pPr>
              <w:pStyle w:val="Normalheadingblue"/>
              <w:numPr>
                <w:ilvl w:val="0"/>
                <w:numId w:val="74"/>
              </w:numPr>
              <w:rPr>
                <w:rFonts w:cs="Arial"/>
                <w:b w:val="0"/>
                <w:color w:val="auto"/>
                <w:szCs w:val="22"/>
              </w:rPr>
            </w:pPr>
            <w:r w:rsidRPr="001A7B4B">
              <w:rPr>
                <w:rFonts w:cs="Arial"/>
                <w:b w:val="0"/>
                <w:color w:val="auto"/>
                <w:szCs w:val="22"/>
              </w:rPr>
              <w:t>Students</w:t>
            </w:r>
            <w:r w:rsidR="00AA0D3C" w:rsidRPr="001A7B4B">
              <w:rPr>
                <w:rFonts w:cs="Arial"/>
                <w:b w:val="0"/>
                <w:color w:val="auto"/>
                <w:szCs w:val="22"/>
              </w:rPr>
              <w:t xml:space="preserve"> are to dress a radiator and install on a surface</w:t>
            </w:r>
            <w:r w:rsidR="00C37BE4">
              <w:rPr>
                <w:rFonts w:cs="Arial"/>
                <w:b w:val="0"/>
                <w:color w:val="auto"/>
                <w:szCs w:val="22"/>
              </w:rPr>
              <w:t>.</w:t>
            </w:r>
          </w:p>
          <w:p w14:paraId="036073FA" w14:textId="078B41CE" w:rsidR="00AA0D3C" w:rsidRPr="001A7B4B" w:rsidRDefault="00116A2E" w:rsidP="002C017C">
            <w:pPr>
              <w:pStyle w:val="Normalheadingblue"/>
              <w:numPr>
                <w:ilvl w:val="0"/>
                <w:numId w:val="74"/>
              </w:numPr>
              <w:rPr>
                <w:rFonts w:cs="Arial"/>
                <w:b w:val="0"/>
                <w:color w:val="auto"/>
                <w:szCs w:val="22"/>
              </w:rPr>
            </w:pPr>
            <w:r w:rsidRPr="001A7B4B">
              <w:rPr>
                <w:rFonts w:cs="Arial"/>
                <w:b w:val="0"/>
                <w:color w:val="auto"/>
                <w:szCs w:val="22"/>
              </w:rPr>
              <w:t>Students</w:t>
            </w:r>
            <w:r w:rsidR="00AA0D3C" w:rsidRPr="001A7B4B">
              <w:rPr>
                <w:rFonts w:cs="Arial"/>
                <w:b w:val="0"/>
                <w:color w:val="auto"/>
                <w:szCs w:val="22"/>
              </w:rPr>
              <w:t xml:space="preserve"> are to connect pipework to valves as directed by tutor</w:t>
            </w:r>
            <w:r w:rsidR="00C37BE4">
              <w:rPr>
                <w:rFonts w:cs="Arial"/>
                <w:b w:val="0"/>
                <w:color w:val="auto"/>
                <w:szCs w:val="22"/>
              </w:rPr>
              <w:t>.</w:t>
            </w:r>
          </w:p>
          <w:p w14:paraId="264DFCD6" w14:textId="77777777" w:rsidR="00CF64B4" w:rsidRPr="001A7B4B" w:rsidRDefault="00CF64B4" w:rsidP="00044E13">
            <w:pPr>
              <w:pStyle w:val="Normalheadingblue"/>
              <w:rPr>
                <w:rFonts w:cs="Arial"/>
                <w:color w:val="auto"/>
                <w:szCs w:val="22"/>
              </w:rPr>
            </w:pPr>
          </w:p>
          <w:p w14:paraId="18E96E5E" w14:textId="77777777" w:rsidR="00CF64B4" w:rsidRPr="001A7B4B" w:rsidRDefault="00CF64B4" w:rsidP="00044E13">
            <w:pPr>
              <w:pStyle w:val="Normalheadingblue"/>
              <w:rPr>
                <w:rFonts w:cs="Arial"/>
                <w:color w:val="auto"/>
                <w:szCs w:val="22"/>
              </w:rPr>
            </w:pPr>
            <w:r w:rsidRPr="001A7B4B">
              <w:rPr>
                <w:rFonts w:cs="Arial"/>
                <w:color w:val="auto"/>
                <w:szCs w:val="22"/>
              </w:rPr>
              <w:t xml:space="preserve">Knowledge </w:t>
            </w:r>
            <w:r w:rsidR="00AA0D3C" w:rsidRPr="001A7B4B">
              <w:rPr>
                <w:rFonts w:cs="Arial"/>
                <w:color w:val="auto"/>
                <w:szCs w:val="22"/>
              </w:rPr>
              <w:t xml:space="preserve">and skills </w:t>
            </w:r>
            <w:r w:rsidRPr="001A7B4B">
              <w:rPr>
                <w:rFonts w:cs="Arial"/>
                <w:color w:val="auto"/>
                <w:szCs w:val="22"/>
              </w:rPr>
              <w:t>check example:</w:t>
            </w:r>
          </w:p>
          <w:p w14:paraId="4E3BD0B5" w14:textId="04681F48" w:rsidR="00CF64B4" w:rsidRPr="001A7B4B" w:rsidRDefault="00AA0D3C" w:rsidP="002C017C">
            <w:pPr>
              <w:pStyle w:val="Normalheadingblue"/>
              <w:numPr>
                <w:ilvl w:val="0"/>
                <w:numId w:val="75"/>
              </w:numPr>
              <w:rPr>
                <w:rFonts w:cs="Arial"/>
                <w:b w:val="0"/>
                <w:color w:val="auto"/>
                <w:szCs w:val="22"/>
              </w:rPr>
            </w:pPr>
            <w:r w:rsidRPr="001A7B4B">
              <w:rPr>
                <w:rFonts w:cs="Arial"/>
                <w:b w:val="0"/>
                <w:color w:val="auto"/>
                <w:szCs w:val="22"/>
              </w:rPr>
              <w:t>Install radiator and give peer review of others work</w:t>
            </w:r>
            <w:r w:rsidR="00C37BE4">
              <w:rPr>
                <w:rFonts w:cs="Arial"/>
                <w:b w:val="0"/>
                <w:color w:val="auto"/>
                <w:szCs w:val="22"/>
              </w:rPr>
              <w:t>.</w:t>
            </w:r>
          </w:p>
          <w:p w14:paraId="67C2914F" w14:textId="77777777" w:rsidR="00CF64B4" w:rsidRPr="001A7B4B" w:rsidRDefault="00CF64B4" w:rsidP="00044E13">
            <w:pPr>
              <w:pStyle w:val="Normalheadingblue"/>
              <w:rPr>
                <w:rFonts w:cs="Arial"/>
                <w:color w:val="auto"/>
                <w:szCs w:val="22"/>
              </w:rPr>
            </w:pPr>
            <w:r w:rsidRPr="001A7B4B">
              <w:rPr>
                <w:rFonts w:cs="Arial"/>
                <w:color w:val="auto"/>
                <w:szCs w:val="22"/>
              </w:rPr>
              <w:t>Resources:</w:t>
            </w:r>
          </w:p>
          <w:p w14:paraId="2E4D7092" w14:textId="77777777" w:rsidR="00AA0D3C" w:rsidRPr="001A7B4B" w:rsidRDefault="00AA0D3C" w:rsidP="00044E13">
            <w:pPr>
              <w:pStyle w:val="Normalheadingblue"/>
              <w:rPr>
                <w:rFonts w:cs="Arial"/>
                <w:b w:val="0"/>
                <w:color w:val="auto"/>
                <w:szCs w:val="22"/>
              </w:rPr>
            </w:pPr>
            <w:r w:rsidRPr="001A7B4B">
              <w:rPr>
                <w:rFonts w:cs="Arial"/>
                <w:b w:val="0"/>
                <w:color w:val="auto"/>
                <w:szCs w:val="22"/>
              </w:rPr>
              <w:t>Hand tools</w:t>
            </w:r>
          </w:p>
          <w:p w14:paraId="6BE467F4" w14:textId="77777777" w:rsidR="00AA0D3C" w:rsidRPr="001A7B4B" w:rsidRDefault="00AA0D3C" w:rsidP="00044E13">
            <w:pPr>
              <w:pStyle w:val="Normalheadingblue"/>
              <w:rPr>
                <w:rFonts w:cs="Arial"/>
                <w:b w:val="0"/>
                <w:color w:val="auto"/>
                <w:szCs w:val="22"/>
              </w:rPr>
            </w:pPr>
            <w:r w:rsidRPr="001A7B4B">
              <w:rPr>
                <w:rFonts w:cs="Arial"/>
                <w:b w:val="0"/>
                <w:color w:val="auto"/>
                <w:szCs w:val="22"/>
              </w:rPr>
              <w:lastRenderedPageBreak/>
              <w:t>PPE</w:t>
            </w:r>
          </w:p>
          <w:p w14:paraId="3474F074" w14:textId="77777777" w:rsidR="00AA0D3C" w:rsidRPr="001A7B4B" w:rsidRDefault="00AA0D3C" w:rsidP="00044E13">
            <w:pPr>
              <w:pStyle w:val="Normalheadingblue"/>
              <w:rPr>
                <w:rFonts w:cs="Arial"/>
                <w:b w:val="0"/>
                <w:color w:val="auto"/>
                <w:szCs w:val="22"/>
              </w:rPr>
            </w:pPr>
            <w:r w:rsidRPr="001A7B4B">
              <w:rPr>
                <w:rFonts w:cs="Arial"/>
                <w:b w:val="0"/>
                <w:color w:val="auto"/>
                <w:szCs w:val="22"/>
              </w:rPr>
              <w:t>Radiators</w:t>
            </w:r>
          </w:p>
          <w:p w14:paraId="053972E1" w14:textId="77777777" w:rsidR="00AA0D3C" w:rsidRPr="001A7B4B" w:rsidRDefault="00AA0D3C" w:rsidP="00044E13">
            <w:pPr>
              <w:pStyle w:val="Normalheadingblue"/>
              <w:rPr>
                <w:rFonts w:cs="Arial"/>
                <w:b w:val="0"/>
                <w:color w:val="auto"/>
                <w:szCs w:val="22"/>
              </w:rPr>
            </w:pPr>
            <w:r w:rsidRPr="001A7B4B">
              <w:rPr>
                <w:rFonts w:cs="Arial"/>
                <w:b w:val="0"/>
                <w:color w:val="auto"/>
                <w:szCs w:val="22"/>
              </w:rPr>
              <w:t>Radiator valves</w:t>
            </w:r>
          </w:p>
          <w:p w14:paraId="07F8C1F6" w14:textId="77777777" w:rsidR="00AA0D3C" w:rsidRPr="001A7B4B" w:rsidRDefault="00AA0D3C" w:rsidP="00044E13">
            <w:pPr>
              <w:pStyle w:val="Normalheadingblue"/>
              <w:rPr>
                <w:rFonts w:cs="Arial"/>
                <w:b w:val="0"/>
                <w:color w:val="auto"/>
                <w:szCs w:val="22"/>
              </w:rPr>
            </w:pPr>
            <w:r w:rsidRPr="001A7B4B">
              <w:rPr>
                <w:rFonts w:cs="Arial"/>
                <w:b w:val="0"/>
                <w:color w:val="auto"/>
                <w:szCs w:val="22"/>
              </w:rPr>
              <w:t>Jointing materials</w:t>
            </w:r>
          </w:p>
          <w:p w14:paraId="6D35B1E3" w14:textId="77777777" w:rsidR="00AA0D3C" w:rsidRPr="001A7B4B" w:rsidRDefault="00AA0D3C" w:rsidP="00044E13">
            <w:pPr>
              <w:pStyle w:val="Normalheadingblue"/>
              <w:rPr>
                <w:rFonts w:cs="Arial"/>
                <w:b w:val="0"/>
                <w:color w:val="auto"/>
                <w:szCs w:val="22"/>
              </w:rPr>
            </w:pPr>
            <w:r w:rsidRPr="001A7B4B">
              <w:rPr>
                <w:rFonts w:cs="Arial"/>
                <w:b w:val="0"/>
                <w:color w:val="auto"/>
                <w:szCs w:val="22"/>
              </w:rPr>
              <w:t>Tape measures</w:t>
            </w:r>
          </w:p>
          <w:p w14:paraId="3FF64228" w14:textId="77777777" w:rsidR="00AA0D3C" w:rsidRPr="001A7B4B" w:rsidRDefault="00AA0D3C" w:rsidP="00044E13">
            <w:pPr>
              <w:pStyle w:val="Normalheadingblue"/>
              <w:rPr>
                <w:rFonts w:cs="Arial"/>
                <w:b w:val="0"/>
                <w:color w:val="auto"/>
                <w:szCs w:val="22"/>
              </w:rPr>
            </w:pPr>
            <w:r w:rsidRPr="001A7B4B">
              <w:rPr>
                <w:rFonts w:cs="Arial"/>
                <w:b w:val="0"/>
                <w:color w:val="auto"/>
                <w:szCs w:val="22"/>
              </w:rPr>
              <w:t>Spirit levels</w:t>
            </w:r>
          </w:p>
          <w:p w14:paraId="6554D990" w14:textId="77777777" w:rsidR="00CF64B4" w:rsidRPr="001A7B4B" w:rsidRDefault="00CF64B4" w:rsidP="00044E13">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032B4BC6" w14:textId="77777777" w:rsidR="00DD207A" w:rsidRPr="001A7B4B" w:rsidRDefault="008A57D2">
            <w:r w:rsidRPr="001A7B4B">
              <w:lastRenderedPageBreak/>
              <w:t>Toolbox talk Q&amp;A</w:t>
            </w:r>
            <w:r w:rsidRPr="001A7B4B">
              <w:br/>
            </w:r>
            <w:r w:rsidRPr="001A7B4B">
              <w:br/>
            </w:r>
            <w:r w:rsidRPr="001A7B4B">
              <w:br/>
            </w:r>
            <w:r w:rsidRPr="001A7B4B">
              <w:br/>
            </w:r>
            <w:r w:rsidRPr="001A7B4B">
              <w:br/>
            </w:r>
            <w:r w:rsidRPr="001A7B4B">
              <w:br/>
              <w:t>Install radiators and pipework</w:t>
            </w:r>
            <w:r w:rsidRPr="001A7B4B">
              <w:br/>
              <w:t>English skills (reading, writing, technical vocabulary)</w:t>
            </w:r>
          </w:p>
        </w:tc>
      </w:tr>
      <w:tr w:rsidR="001A7B4B" w:rsidRPr="001A7B4B" w14:paraId="50A61499"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2A1AA2ED" w14:textId="77777777" w:rsidR="00CF64B4" w:rsidRDefault="00CF64B4" w:rsidP="00044E13">
            <w:pPr>
              <w:jc w:val="center"/>
              <w:rPr>
                <w:rFonts w:cs="Arial"/>
                <w:szCs w:val="22"/>
              </w:rPr>
            </w:pPr>
            <w:r>
              <w:rPr>
                <w:rFonts w:cs="Arial"/>
                <w:szCs w:val="22"/>
              </w:rPr>
              <w:t>1</w:t>
            </w:r>
            <w:r w:rsidR="00044E13">
              <w:rPr>
                <w:rFonts w:cs="Arial"/>
                <w:szCs w:val="22"/>
              </w:rPr>
              <w:t>2</w:t>
            </w:r>
            <w:r w:rsidR="00D84EDD">
              <w:rPr>
                <w:rFonts w:cs="Arial"/>
                <w:szCs w:val="22"/>
              </w:rPr>
              <w:t>7</w:t>
            </w:r>
          </w:p>
          <w:p w14:paraId="5AE921AF" w14:textId="77777777" w:rsidR="00D84EDD" w:rsidRDefault="00D84EDD" w:rsidP="00044E13">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3CBE0A45" w14:textId="77777777" w:rsidR="00CF64B4" w:rsidRPr="001A7B4B" w:rsidRDefault="00CF64B4" w:rsidP="00044E13">
            <w:pPr>
              <w:pStyle w:val="Normalheadingblack"/>
              <w:rPr>
                <w:rFonts w:cs="Arial"/>
                <w:lang w:eastAsia="en-GB"/>
              </w:rPr>
            </w:pPr>
            <w:r w:rsidRPr="001A7B4B">
              <w:rPr>
                <w:rFonts w:cs="Arial"/>
                <w:lang w:eastAsia="en-GB"/>
              </w:rPr>
              <w:t>Outcome 1 – Plumbing and heating common knowledge criteria</w:t>
            </w:r>
          </w:p>
          <w:p w14:paraId="619CCEC8" w14:textId="77777777" w:rsidR="00CF64B4" w:rsidRPr="001A7B4B" w:rsidRDefault="00CF64B4" w:rsidP="00044E13">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57B5C711" w14:textId="77777777" w:rsidR="00CF64B4" w:rsidRPr="001A7B4B" w:rsidRDefault="00CF64B4" w:rsidP="00044E13">
            <w:pPr>
              <w:pStyle w:val="Normalheadingblack"/>
              <w:rPr>
                <w:rFonts w:cs="Arial"/>
                <w:b w:val="0"/>
                <w:szCs w:val="22"/>
              </w:rPr>
            </w:pPr>
            <w:r w:rsidRPr="001A7B4B">
              <w:rPr>
                <w:rFonts w:cs="Arial"/>
                <w:b w:val="0"/>
                <w:szCs w:val="22"/>
              </w:rPr>
              <w:t>K1.7 Plumbing and heating systems</w:t>
            </w:r>
          </w:p>
          <w:p w14:paraId="73A2AD0A" w14:textId="77777777" w:rsidR="00CF64B4" w:rsidRPr="001A7B4B" w:rsidRDefault="00CF64B4" w:rsidP="00044E13">
            <w:pPr>
              <w:pStyle w:val="Normalheadingblack"/>
              <w:rPr>
                <w:rFonts w:cs="Arial"/>
                <w:b w:val="0"/>
                <w:szCs w:val="22"/>
              </w:rPr>
            </w:pPr>
          </w:p>
          <w:p w14:paraId="42D55EFB" w14:textId="77777777" w:rsidR="00CF64B4" w:rsidRPr="001A7B4B" w:rsidRDefault="00CF64B4" w:rsidP="00044E13">
            <w:pPr>
              <w:pStyle w:val="Normalheadingblack"/>
              <w:rPr>
                <w:rFonts w:cs="Arial"/>
                <w:b w:val="0"/>
                <w:szCs w:val="22"/>
              </w:rPr>
            </w:pPr>
            <w:r w:rsidRPr="001A7B4B">
              <w:rPr>
                <w:rFonts w:cs="Arial"/>
                <w:b w:val="0"/>
                <w:szCs w:val="22"/>
              </w:rPr>
              <w:t>K1.8 Components used in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0EA990E3" w14:textId="77777777" w:rsidR="00CF64B4" w:rsidRPr="001A7B4B" w:rsidRDefault="00CF64B4" w:rsidP="00044E13">
            <w:pPr>
              <w:pStyle w:val="Normalheadingblue"/>
              <w:rPr>
                <w:rFonts w:cs="Arial"/>
                <w:color w:val="auto"/>
                <w:szCs w:val="22"/>
              </w:rPr>
            </w:pPr>
            <w:r w:rsidRPr="001A7B4B">
              <w:rPr>
                <w:rFonts w:cs="Arial"/>
                <w:color w:val="auto"/>
                <w:szCs w:val="22"/>
              </w:rPr>
              <w:t>Activity:</w:t>
            </w:r>
          </w:p>
          <w:p w14:paraId="1A2815CE" w14:textId="77777777" w:rsidR="00CF64B4" w:rsidRPr="001A7B4B" w:rsidRDefault="00CF64B4" w:rsidP="00044E13">
            <w:pPr>
              <w:pStyle w:val="Normalheadingblue"/>
              <w:rPr>
                <w:rFonts w:cs="Arial"/>
                <w:color w:val="auto"/>
                <w:szCs w:val="22"/>
              </w:rPr>
            </w:pPr>
          </w:p>
          <w:p w14:paraId="0ED9424D" w14:textId="77777777" w:rsidR="00CF64B4" w:rsidRPr="001A7B4B" w:rsidRDefault="00CF64B4" w:rsidP="00044E13">
            <w:pPr>
              <w:pStyle w:val="Normalheadingblue"/>
              <w:rPr>
                <w:rFonts w:cs="Arial"/>
                <w:color w:val="auto"/>
                <w:szCs w:val="22"/>
              </w:rPr>
            </w:pPr>
            <w:r w:rsidRPr="001A7B4B">
              <w:rPr>
                <w:rFonts w:cs="Arial"/>
                <w:color w:val="auto"/>
                <w:szCs w:val="22"/>
              </w:rPr>
              <w:t>Starter task example:</w:t>
            </w:r>
          </w:p>
          <w:p w14:paraId="3FD13BDF" w14:textId="2984BD69" w:rsidR="00CF64B4" w:rsidRPr="001A7B4B" w:rsidRDefault="00C04F0B" w:rsidP="002C017C">
            <w:pPr>
              <w:pStyle w:val="Normalheadingblue"/>
              <w:numPr>
                <w:ilvl w:val="0"/>
                <w:numId w:val="75"/>
              </w:numPr>
              <w:rPr>
                <w:rFonts w:cs="Arial"/>
                <w:b w:val="0"/>
                <w:color w:val="auto"/>
                <w:szCs w:val="22"/>
              </w:rPr>
            </w:pPr>
            <w:r w:rsidRPr="001A7B4B">
              <w:rPr>
                <w:rFonts w:cs="Arial"/>
                <w:b w:val="0"/>
                <w:color w:val="auto"/>
                <w:szCs w:val="22"/>
              </w:rPr>
              <w:t>Tutor led discussion – Opportunities for work experience and employer engagement</w:t>
            </w:r>
            <w:r w:rsidR="00C37BE4">
              <w:rPr>
                <w:rFonts w:cs="Arial"/>
                <w:b w:val="0"/>
                <w:color w:val="auto"/>
                <w:szCs w:val="22"/>
              </w:rPr>
              <w:t>.</w:t>
            </w:r>
          </w:p>
          <w:p w14:paraId="58F2A0D1" w14:textId="77777777" w:rsidR="00CF64B4" w:rsidRPr="001A7B4B" w:rsidRDefault="00CF64B4" w:rsidP="00044E13">
            <w:pPr>
              <w:pStyle w:val="Normalheadingblue"/>
              <w:rPr>
                <w:rFonts w:cs="Arial"/>
                <w:color w:val="auto"/>
                <w:szCs w:val="22"/>
              </w:rPr>
            </w:pPr>
          </w:p>
          <w:p w14:paraId="6F1064B7" w14:textId="77777777" w:rsidR="00CF64B4" w:rsidRPr="001A7B4B" w:rsidRDefault="00CF64B4" w:rsidP="00044E13">
            <w:pPr>
              <w:pStyle w:val="Normalheadingblue"/>
              <w:rPr>
                <w:rFonts w:cs="Arial"/>
                <w:color w:val="auto"/>
                <w:szCs w:val="22"/>
              </w:rPr>
            </w:pPr>
            <w:r w:rsidRPr="001A7B4B">
              <w:rPr>
                <w:rFonts w:cs="Arial"/>
                <w:color w:val="auto"/>
                <w:szCs w:val="22"/>
              </w:rPr>
              <w:t>Delivery:</w:t>
            </w:r>
          </w:p>
          <w:p w14:paraId="62F4A4CF" w14:textId="77777777" w:rsidR="00D84EDD" w:rsidRPr="001A7B4B" w:rsidRDefault="00D84EDD" w:rsidP="00044E13">
            <w:pPr>
              <w:pStyle w:val="Normalheadingblue"/>
              <w:rPr>
                <w:rFonts w:cs="Arial"/>
                <w:color w:val="auto"/>
                <w:szCs w:val="22"/>
              </w:rPr>
            </w:pPr>
            <w:r w:rsidRPr="001A7B4B">
              <w:rPr>
                <w:rFonts w:cs="Arial"/>
                <w:color w:val="auto"/>
                <w:szCs w:val="22"/>
              </w:rPr>
              <w:t xml:space="preserve">Heating systems – Protection of heating systems </w:t>
            </w:r>
            <w:r w:rsidRPr="001A7B4B">
              <w:rPr>
                <w:rFonts w:cs="Arial"/>
                <w:b w:val="0"/>
                <w:color w:val="auto"/>
                <w:szCs w:val="22"/>
              </w:rPr>
              <w:t>including:</w:t>
            </w:r>
          </w:p>
          <w:p w14:paraId="5E637B6E" w14:textId="77777777" w:rsidR="00D84EDD" w:rsidRPr="001A7B4B" w:rsidRDefault="00D84EDD" w:rsidP="002C017C">
            <w:pPr>
              <w:pStyle w:val="Normalheadingblue"/>
              <w:numPr>
                <w:ilvl w:val="0"/>
                <w:numId w:val="75"/>
              </w:numPr>
              <w:rPr>
                <w:rFonts w:cs="Arial"/>
                <w:b w:val="0"/>
                <w:color w:val="auto"/>
                <w:szCs w:val="22"/>
              </w:rPr>
            </w:pPr>
            <w:r w:rsidRPr="001A7B4B">
              <w:rPr>
                <w:rFonts w:cs="Arial"/>
                <w:b w:val="0"/>
                <w:color w:val="auto"/>
                <w:szCs w:val="22"/>
              </w:rPr>
              <w:t>Insulation</w:t>
            </w:r>
          </w:p>
          <w:p w14:paraId="298309D2" w14:textId="77777777" w:rsidR="00D84EDD" w:rsidRPr="001A7B4B" w:rsidRDefault="00D84EDD" w:rsidP="002C017C">
            <w:pPr>
              <w:pStyle w:val="Normalheadingblue"/>
              <w:numPr>
                <w:ilvl w:val="0"/>
                <w:numId w:val="75"/>
              </w:numPr>
              <w:rPr>
                <w:rFonts w:cs="Arial"/>
                <w:b w:val="0"/>
                <w:color w:val="auto"/>
                <w:szCs w:val="22"/>
              </w:rPr>
            </w:pPr>
            <w:r w:rsidRPr="001A7B4B">
              <w:rPr>
                <w:rFonts w:cs="Arial"/>
                <w:b w:val="0"/>
                <w:color w:val="auto"/>
                <w:szCs w:val="22"/>
              </w:rPr>
              <w:t>Frost protection</w:t>
            </w:r>
          </w:p>
          <w:p w14:paraId="231C957B" w14:textId="77777777" w:rsidR="00D84EDD" w:rsidRPr="001A7B4B" w:rsidRDefault="00D84EDD" w:rsidP="002C017C">
            <w:pPr>
              <w:pStyle w:val="Normalheadingblue"/>
              <w:numPr>
                <w:ilvl w:val="0"/>
                <w:numId w:val="75"/>
              </w:numPr>
              <w:rPr>
                <w:rFonts w:cs="Arial"/>
                <w:b w:val="0"/>
                <w:color w:val="auto"/>
                <w:szCs w:val="22"/>
              </w:rPr>
            </w:pPr>
            <w:r w:rsidRPr="001A7B4B">
              <w:rPr>
                <w:rFonts w:cs="Arial"/>
                <w:b w:val="0"/>
                <w:color w:val="auto"/>
                <w:szCs w:val="22"/>
              </w:rPr>
              <w:t>Water treatment</w:t>
            </w:r>
          </w:p>
          <w:p w14:paraId="1A9F6182" w14:textId="77777777" w:rsidR="00D84EDD" w:rsidRPr="001A7B4B" w:rsidRDefault="00D84EDD" w:rsidP="002C017C">
            <w:pPr>
              <w:pStyle w:val="Normalheadingblue"/>
              <w:numPr>
                <w:ilvl w:val="0"/>
                <w:numId w:val="75"/>
              </w:numPr>
              <w:rPr>
                <w:rFonts w:cs="Arial"/>
                <w:b w:val="0"/>
                <w:color w:val="auto"/>
                <w:szCs w:val="22"/>
              </w:rPr>
            </w:pPr>
            <w:r w:rsidRPr="001A7B4B">
              <w:rPr>
                <w:rFonts w:cs="Arial"/>
                <w:b w:val="0"/>
                <w:color w:val="auto"/>
                <w:szCs w:val="22"/>
              </w:rPr>
              <w:t>Inhibitor</w:t>
            </w:r>
          </w:p>
          <w:p w14:paraId="6F6C7930" w14:textId="77777777" w:rsidR="00D84EDD" w:rsidRPr="001A7B4B" w:rsidRDefault="00D84EDD" w:rsidP="002C017C">
            <w:pPr>
              <w:pStyle w:val="Normalheadingblue"/>
              <w:numPr>
                <w:ilvl w:val="0"/>
                <w:numId w:val="75"/>
              </w:numPr>
              <w:rPr>
                <w:rFonts w:cs="Arial"/>
                <w:b w:val="0"/>
                <w:color w:val="auto"/>
                <w:szCs w:val="22"/>
              </w:rPr>
            </w:pPr>
            <w:r w:rsidRPr="001A7B4B">
              <w:rPr>
                <w:rFonts w:cs="Arial"/>
                <w:b w:val="0"/>
                <w:color w:val="auto"/>
                <w:szCs w:val="22"/>
              </w:rPr>
              <w:t>Flushing agents</w:t>
            </w:r>
          </w:p>
          <w:p w14:paraId="2F7212C9" w14:textId="77777777" w:rsidR="00D84EDD" w:rsidRPr="001A7B4B" w:rsidRDefault="00D84EDD" w:rsidP="002C017C">
            <w:pPr>
              <w:pStyle w:val="Normalheadingblue"/>
              <w:numPr>
                <w:ilvl w:val="0"/>
                <w:numId w:val="75"/>
              </w:numPr>
              <w:rPr>
                <w:rFonts w:cs="Arial"/>
                <w:b w:val="0"/>
                <w:color w:val="auto"/>
                <w:szCs w:val="22"/>
              </w:rPr>
            </w:pPr>
            <w:r w:rsidRPr="001A7B4B">
              <w:rPr>
                <w:rFonts w:cs="Arial"/>
                <w:b w:val="0"/>
                <w:color w:val="auto"/>
                <w:szCs w:val="22"/>
              </w:rPr>
              <w:t>Sludge remover</w:t>
            </w:r>
          </w:p>
          <w:p w14:paraId="464775AC" w14:textId="77777777" w:rsidR="00D84EDD" w:rsidRPr="001A7B4B" w:rsidRDefault="00D84EDD" w:rsidP="002C017C">
            <w:pPr>
              <w:pStyle w:val="Normalheadingblue"/>
              <w:numPr>
                <w:ilvl w:val="0"/>
                <w:numId w:val="75"/>
              </w:numPr>
              <w:rPr>
                <w:rFonts w:cs="Arial"/>
                <w:b w:val="0"/>
                <w:color w:val="auto"/>
                <w:szCs w:val="22"/>
              </w:rPr>
            </w:pPr>
            <w:r w:rsidRPr="001A7B4B">
              <w:rPr>
                <w:rFonts w:cs="Arial"/>
                <w:b w:val="0"/>
                <w:color w:val="auto"/>
                <w:szCs w:val="22"/>
              </w:rPr>
              <w:lastRenderedPageBreak/>
              <w:t>Cleansers</w:t>
            </w:r>
          </w:p>
          <w:p w14:paraId="3E7A1A5B" w14:textId="64633E15" w:rsidR="00C04F0B" w:rsidRPr="001A7B4B" w:rsidRDefault="00C04F0B" w:rsidP="002C017C">
            <w:pPr>
              <w:pStyle w:val="Normalheadingblue"/>
              <w:numPr>
                <w:ilvl w:val="0"/>
                <w:numId w:val="75"/>
              </w:numPr>
              <w:rPr>
                <w:rFonts w:cs="Arial"/>
                <w:b w:val="0"/>
                <w:color w:val="auto"/>
                <w:szCs w:val="22"/>
              </w:rPr>
            </w:pPr>
            <w:r w:rsidRPr="001A7B4B">
              <w:rPr>
                <w:rFonts w:cs="Arial"/>
                <w:b w:val="0"/>
                <w:color w:val="auto"/>
                <w:szCs w:val="22"/>
              </w:rPr>
              <w:t>Tutor to distribute a range of insulation types. Discuss requirements for insulation of heating and hot water systems in line with British Standards</w:t>
            </w:r>
            <w:r w:rsidR="00C37BE4">
              <w:rPr>
                <w:rFonts w:cs="Arial"/>
                <w:b w:val="0"/>
                <w:color w:val="auto"/>
                <w:szCs w:val="22"/>
              </w:rPr>
              <w:t>.</w:t>
            </w:r>
          </w:p>
          <w:p w14:paraId="6D51EAD9" w14:textId="4E519CC5" w:rsidR="00C04F0B" w:rsidRPr="001A7B4B" w:rsidRDefault="00C04F0B" w:rsidP="002C017C">
            <w:pPr>
              <w:pStyle w:val="Normalheadingblue"/>
              <w:numPr>
                <w:ilvl w:val="0"/>
                <w:numId w:val="75"/>
              </w:numPr>
              <w:rPr>
                <w:rFonts w:cs="Arial"/>
                <w:b w:val="0"/>
                <w:color w:val="auto"/>
                <w:szCs w:val="22"/>
              </w:rPr>
            </w:pPr>
            <w:r w:rsidRPr="001A7B4B">
              <w:rPr>
                <w:rFonts w:cs="Arial"/>
                <w:b w:val="0"/>
                <w:color w:val="auto"/>
                <w:szCs w:val="22"/>
              </w:rPr>
              <w:t>Examine frost thermostats and discuss temperatures for protection</w:t>
            </w:r>
            <w:r w:rsidR="00C37BE4">
              <w:rPr>
                <w:rFonts w:cs="Arial"/>
                <w:b w:val="0"/>
                <w:color w:val="auto"/>
                <w:szCs w:val="22"/>
              </w:rPr>
              <w:t>.</w:t>
            </w:r>
          </w:p>
          <w:p w14:paraId="7AAB8635" w14:textId="2BF8160C" w:rsidR="00C04F0B" w:rsidRPr="001A7B4B" w:rsidRDefault="00C04F0B" w:rsidP="002C017C">
            <w:pPr>
              <w:pStyle w:val="Normalheadingblue"/>
              <w:numPr>
                <w:ilvl w:val="0"/>
                <w:numId w:val="75"/>
              </w:numPr>
              <w:rPr>
                <w:rFonts w:cs="Arial"/>
                <w:b w:val="0"/>
                <w:color w:val="auto"/>
                <w:szCs w:val="22"/>
              </w:rPr>
            </w:pPr>
            <w:r w:rsidRPr="001A7B4B">
              <w:rPr>
                <w:rFonts w:cs="Arial"/>
                <w:b w:val="0"/>
                <w:color w:val="auto"/>
                <w:szCs w:val="22"/>
              </w:rPr>
              <w:t xml:space="preserve">Show an example of chemical system protectors and examine manufacturers websites to look at ranges and use videos to examine protection techniques </w:t>
            </w:r>
            <w:hyperlink r:id="rId58" w:history="1">
              <w:r w:rsidRPr="001A7B4B">
                <w:rPr>
                  <w:rStyle w:val="Hyperlink"/>
                  <w:color w:val="auto"/>
                </w:rPr>
                <w:t>Videos - Fernox UK</w:t>
              </w:r>
            </w:hyperlink>
            <w:r w:rsidR="00C37BE4">
              <w:t>.</w:t>
            </w:r>
          </w:p>
          <w:p w14:paraId="2148975E" w14:textId="77777777" w:rsidR="00CF64B4" w:rsidRPr="001A7B4B" w:rsidRDefault="00CF64B4" w:rsidP="00044E13">
            <w:pPr>
              <w:pStyle w:val="Normalheadingblue"/>
              <w:rPr>
                <w:rFonts w:cs="Arial"/>
                <w:color w:val="auto"/>
                <w:szCs w:val="22"/>
              </w:rPr>
            </w:pPr>
          </w:p>
          <w:p w14:paraId="78E3AB37" w14:textId="77777777" w:rsidR="00CF64B4" w:rsidRPr="001A7B4B" w:rsidRDefault="00CF64B4" w:rsidP="00044E13">
            <w:pPr>
              <w:pStyle w:val="Normalheadingblue"/>
              <w:rPr>
                <w:rFonts w:cs="Arial"/>
                <w:color w:val="auto"/>
                <w:szCs w:val="22"/>
              </w:rPr>
            </w:pPr>
          </w:p>
          <w:p w14:paraId="512C546A" w14:textId="77777777" w:rsidR="00CF64B4" w:rsidRPr="001A7B4B" w:rsidRDefault="00CF64B4" w:rsidP="00044E13">
            <w:pPr>
              <w:pStyle w:val="Normalheadingblue"/>
              <w:rPr>
                <w:rFonts w:cs="Arial"/>
                <w:color w:val="auto"/>
                <w:szCs w:val="22"/>
              </w:rPr>
            </w:pPr>
            <w:r w:rsidRPr="001A7B4B">
              <w:rPr>
                <w:rFonts w:cs="Arial"/>
                <w:color w:val="auto"/>
                <w:szCs w:val="22"/>
              </w:rPr>
              <w:t>Knowledge check example:</w:t>
            </w:r>
          </w:p>
          <w:p w14:paraId="2CAF5507" w14:textId="67729416" w:rsidR="00C04F0B" w:rsidRPr="001A7B4B" w:rsidRDefault="00C04F0B" w:rsidP="002C017C">
            <w:pPr>
              <w:pStyle w:val="Normalheadingblue"/>
              <w:numPr>
                <w:ilvl w:val="0"/>
                <w:numId w:val="76"/>
              </w:numPr>
              <w:rPr>
                <w:rFonts w:cs="Arial"/>
                <w:b w:val="0"/>
                <w:color w:val="auto"/>
                <w:szCs w:val="22"/>
              </w:rPr>
            </w:pPr>
            <w:r w:rsidRPr="001A7B4B">
              <w:rPr>
                <w:rFonts w:cs="Arial"/>
                <w:b w:val="0"/>
                <w:color w:val="auto"/>
                <w:szCs w:val="22"/>
              </w:rPr>
              <w:t>Use multiple choice knowledge test or online quiz such as Kahoot to check knowledge from session</w:t>
            </w:r>
            <w:r w:rsidR="00C37BE4">
              <w:rPr>
                <w:rFonts w:cs="Arial"/>
                <w:b w:val="0"/>
                <w:color w:val="auto"/>
                <w:szCs w:val="22"/>
              </w:rPr>
              <w:t>.</w:t>
            </w:r>
          </w:p>
          <w:p w14:paraId="5D5DC44F" w14:textId="77777777" w:rsidR="00CF64B4" w:rsidRPr="001A7B4B" w:rsidRDefault="00CF64B4" w:rsidP="00CF64B4">
            <w:pPr>
              <w:pStyle w:val="Normalheadingblue"/>
              <w:rPr>
                <w:rFonts w:cs="Arial"/>
                <w:color w:val="auto"/>
                <w:szCs w:val="22"/>
              </w:rPr>
            </w:pPr>
          </w:p>
          <w:p w14:paraId="7140F193" w14:textId="77777777" w:rsidR="00CF64B4" w:rsidRPr="001A7B4B" w:rsidRDefault="00CF64B4" w:rsidP="00044E13">
            <w:pPr>
              <w:pStyle w:val="Normalheadingblue"/>
              <w:rPr>
                <w:rFonts w:cs="Arial"/>
                <w:color w:val="auto"/>
                <w:szCs w:val="22"/>
              </w:rPr>
            </w:pPr>
            <w:r w:rsidRPr="001A7B4B">
              <w:rPr>
                <w:rFonts w:cs="Arial"/>
                <w:color w:val="auto"/>
                <w:szCs w:val="22"/>
              </w:rPr>
              <w:t>Resources:</w:t>
            </w:r>
          </w:p>
          <w:p w14:paraId="63807D4D" w14:textId="77777777" w:rsidR="00C04F0B" w:rsidRPr="001A7B4B" w:rsidRDefault="00C04F0B" w:rsidP="00044E13">
            <w:pPr>
              <w:pStyle w:val="Normalheadingblue"/>
              <w:rPr>
                <w:rFonts w:cs="Arial"/>
                <w:b w:val="0"/>
                <w:color w:val="auto"/>
                <w:szCs w:val="22"/>
              </w:rPr>
            </w:pPr>
            <w:r w:rsidRPr="001A7B4B">
              <w:rPr>
                <w:rFonts w:cs="Arial"/>
                <w:b w:val="0"/>
                <w:color w:val="auto"/>
                <w:szCs w:val="22"/>
              </w:rPr>
              <w:t>Examples of insulation materials</w:t>
            </w:r>
          </w:p>
          <w:p w14:paraId="5353D833" w14:textId="77777777" w:rsidR="00C04F0B" w:rsidRPr="001A7B4B" w:rsidRDefault="00C04F0B" w:rsidP="00044E13">
            <w:pPr>
              <w:pStyle w:val="Normalheadingblue"/>
              <w:rPr>
                <w:rFonts w:cs="Arial"/>
                <w:b w:val="0"/>
                <w:color w:val="auto"/>
                <w:szCs w:val="22"/>
              </w:rPr>
            </w:pPr>
            <w:r w:rsidRPr="001A7B4B">
              <w:rPr>
                <w:rFonts w:cs="Arial"/>
                <w:b w:val="0"/>
                <w:color w:val="auto"/>
                <w:szCs w:val="22"/>
              </w:rPr>
              <w:t>Examples of frost thermostats</w:t>
            </w:r>
          </w:p>
          <w:p w14:paraId="529A0593" w14:textId="77777777" w:rsidR="00C04F0B" w:rsidRPr="001A7B4B" w:rsidRDefault="00C04F0B" w:rsidP="00044E13">
            <w:pPr>
              <w:pStyle w:val="Normalheadingblue"/>
              <w:rPr>
                <w:rFonts w:cs="Arial"/>
                <w:b w:val="0"/>
                <w:color w:val="auto"/>
                <w:szCs w:val="22"/>
              </w:rPr>
            </w:pPr>
            <w:r w:rsidRPr="001A7B4B">
              <w:rPr>
                <w:rFonts w:cs="Arial"/>
                <w:b w:val="0"/>
                <w:color w:val="auto"/>
                <w:szCs w:val="22"/>
              </w:rPr>
              <w:t>Chemical inhibitors and treatments</w:t>
            </w:r>
          </w:p>
          <w:p w14:paraId="79D4CB90" w14:textId="77777777" w:rsidR="00CF64B4" w:rsidRPr="001A7B4B" w:rsidRDefault="00CF64B4" w:rsidP="00044E13">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73925A7B" w14:textId="77777777" w:rsidR="00DD207A" w:rsidRPr="001A7B4B" w:rsidRDefault="008A57D2">
            <w:r w:rsidRPr="001A7B4B">
              <w:lastRenderedPageBreak/>
              <w:t>MCQ test or online quiz</w:t>
            </w:r>
            <w:r w:rsidRPr="001A7B4B">
              <w:br/>
              <w:t>English skills (reading, writing, technical vocabulary)</w:t>
            </w:r>
          </w:p>
        </w:tc>
      </w:tr>
      <w:tr w:rsidR="001A7B4B" w:rsidRPr="001A7B4B" w14:paraId="63703A7A"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0E710B6D" w14:textId="77777777" w:rsidR="00CF64B4" w:rsidRDefault="00CF64B4" w:rsidP="00044E13">
            <w:pPr>
              <w:jc w:val="center"/>
              <w:rPr>
                <w:rFonts w:cs="Arial"/>
                <w:szCs w:val="22"/>
              </w:rPr>
            </w:pPr>
            <w:r>
              <w:rPr>
                <w:rFonts w:cs="Arial"/>
                <w:szCs w:val="22"/>
              </w:rPr>
              <w:lastRenderedPageBreak/>
              <w:t>1</w:t>
            </w:r>
            <w:r w:rsidR="00044E13">
              <w:rPr>
                <w:rFonts w:cs="Arial"/>
                <w:szCs w:val="22"/>
              </w:rPr>
              <w:t>2</w:t>
            </w:r>
            <w:r w:rsidR="00C04F0B">
              <w:rPr>
                <w:rFonts w:cs="Arial"/>
                <w:szCs w:val="22"/>
              </w:rPr>
              <w:t>8</w:t>
            </w:r>
            <w:r w:rsidR="006E609A">
              <w:rPr>
                <w:rFonts w:cs="Arial"/>
                <w:szCs w:val="22"/>
              </w:rPr>
              <w:t>-129</w:t>
            </w:r>
          </w:p>
          <w:p w14:paraId="1A2FEFB3" w14:textId="77777777" w:rsidR="00C04F0B" w:rsidRDefault="006E609A" w:rsidP="00044E13">
            <w:pPr>
              <w:jc w:val="center"/>
              <w:rPr>
                <w:rFonts w:cs="Arial"/>
                <w:szCs w:val="22"/>
              </w:rPr>
            </w:pPr>
            <w:r>
              <w:rPr>
                <w:rFonts w:cs="Arial"/>
                <w:szCs w:val="22"/>
              </w:rPr>
              <w:t>6</w:t>
            </w:r>
            <w:r w:rsidR="00C04F0B">
              <w:rPr>
                <w:rFonts w:cs="Arial"/>
                <w:szCs w:val="22"/>
              </w:rPr>
              <w:t xml:space="preserve"> hours</w:t>
            </w:r>
          </w:p>
          <w:p w14:paraId="21CFFFE9" w14:textId="0E1BF1EB" w:rsidR="00B5243C" w:rsidRPr="001E7CD7" w:rsidRDefault="00942F3F" w:rsidP="00044E13">
            <w:pPr>
              <w:jc w:val="center"/>
              <w:rPr>
                <w:rFonts w:cs="Arial"/>
                <w:b/>
                <w:bCs/>
                <w:szCs w:val="22"/>
              </w:rPr>
            </w:pPr>
            <w:r>
              <w:rPr>
                <w:rFonts w:cs="Arial"/>
                <w:b/>
                <w:bCs/>
                <w:szCs w:val="22"/>
                <w:highlight w:val="yellow"/>
              </w:rPr>
              <w:t xml:space="preserve">2 </w:t>
            </w:r>
            <w:r w:rsidR="00B5243C" w:rsidRPr="001E7CD7">
              <w:rPr>
                <w:rFonts w:cs="Arial"/>
                <w:b/>
                <w:bCs/>
                <w:szCs w:val="22"/>
                <w:highlight w:val="yellow"/>
              </w:rPr>
              <w:t>PPT</w:t>
            </w:r>
            <w:r>
              <w:rPr>
                <w:rFonts w:cs="Arial"/>
                <w:b/>
                <w:bCs/>
                <w:szCs w:val="22"/>
                <w:highlight w:val="yellow"/>
              </w:rPr>
              <w:t>s</w:t>
            </w:r>
            <w:r w:rsidR="00B5243C" w:rsidRPr="001E7CD7">
              <w:rPr>
                <w:rFonts w:cs="Arial"/>
                <w:b/>
                <w:bCs/>
                <w:szCs w:val="22"/>
                <w:highlight w:val="yellow"/>
              </w:rPr>
              <w:t xml:space="preserve"> available</w:t>
            </w:r>
          </w:p>
        </w:tc>
        <w:tc>
          <w:tcPr>
            <w:tcW w:w="2199" w:type="dxa"/>
            <w:tcBorders>
              <w:top w:val="single" w:sz="4" w:space="0" w:color="C6C5C6"/>
              <w:left w:val="single" w:sz="4" w:space="0" w:color="C6C5C6"/>
              <w:bottom w:val="single" w:sz="4" w:space="0" w:color="C6C5C6"/>
              <w:right w:val="single" w:sz="4" w:space="0" w:color="C6C5C6"/>
            </w:tcBorders>
          </w:tcPr>
          <w:p w14:paraId="439940AC" w14:textId="77777777" w:rsidR="00CF64B4" w:rsidRPr="001A7B4B" w:rsidRDefault="00CF64B4" w:rsidP="00044E13">
            <w:pPr>
              <w:pStyle w:val="Normalheadingblack"/>
              <w:rPr>
                <w:rFonts w:cs="Arial"/>
                <w:lang w:eastAsia="en-GB"/>
              </w:rPr>
            </w:pPr>
            <w:r w:rsidRPr="001A7B4B">
              <w:rPr>
                <w:rFonts w:cs="Arial"/>
                <w:lang w:eastAsia="en-GB"/>
              </w:rPr>
              <w:t>Outcome 1 – Plumbing and heating common knowledge criteria</w:t>
            </w:r>
          </w:p>
          <w:p w14:paraId="6952D4B5" w14:textId="77777777" w:rsidR="00CF64B4" w:rsidRPr="001A7B4B" w:rsidRDefault="00CF64B4" w:rsidP="00044E13">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29B715DF" w14:textId="77777777" w:rsidR="00CF64B4" w:rsidRPr="001A7B4B" w:rsidRDefault="00CF64B4" w:rsidP="00044E13">
            <w:pPr>
              <w:pStyle w:val="Normalheadingblack"/>
              <w:rPr>
                <w:rFonts w:cs="Arial"/>
                <w:b w:val="0"/>
                <w:szCs w:val="22"/>
              </w:rPr>
            </w:pPr>
            <w:r w:rsidRPr="001A7B4B">
              <w:rPr>
                <w:rFonts w:cs="Arial"/>
                <w:b w:val="0"/>
                <w:szCs w:val="22"/>
              </w:rPr>
              <w:t>K1.7 Plumbing and heating systems</w:t>
            </w:r>
          </w:p>
          <w:p w14:paraId="6FCED7FD" w14:textId="77777777" w:rsidR="00CF64B4" w:rsidRPr="001A7B4B" w:rsidRDefault="00CF64B4" w:rsidP="00044E13">
            <w:pPr>
              <w:pStyle w:val="Normalheadingblack"/>
              <w:rPr>
                <w:rFonts w:cs="Arial"/>
                <w:b w:val="0"/>
                <w:szCs w:val="22"/>
              </w:rPr>
            </w:pPr>
          </w:p>
          <w:p w14:paraId="6D40E5CA" w14:textId="77777777" w:rsidR="00CF64B4" w:rsidRPr="001A7B4B" w:rsidRDefault="00CF64B4" w:rsidP="00044E13">
            <w:pPr>
              <w:pStyle w:val="Normalheadingblack"/>
              <w:rPr>
                <w:rFonts w:cs="Arial"/>
                <w:b w:val="0"/>
                <w:szCs w:val="22"/>
              </w:rPr>
            </w:pPr>
            <w:r w:rsidRPr="001A7B4B">
              <w:rPr>
                <w:rFonts w:cs="Arial"/>
                <w:b w:val="0"/>
                <w:szCs w:val="22"/>
              </w:rPr>
              <w:t>K1.8 Components used in plumbing and heating systems</w:t>
            </w:r>
          </w:p>
          <w:p w14:paraId="6DBC7156" w14:textId="77777777" w:rsidR="00433536" w:rsidRPr="001A7B4B" w:rsidRDefault="00433536" w:rsidP="00044E13">
            <w:pPr>
              <w:pStyle w:val="Normalheadingblack"/>
              <w:rPr>
                <w:rFonts w:cs="Arial"/>
                <w:b w:val="0"/>
                <w:szCs w:val="22"/>
              </w:rPr>
            </w:pPr>
          </w:p>
          <w:p w14:paraId="7154F34A" w14:textId="77777777" w:rsidR="00433536" w:rsidRPr="001A7B4B" w:rsidRDefault="00433536" w:rsidP="00044E13">
            <w:pPr>
              <w:pStyle w:val="Normalheadingblack"/>
              <w:rPr>
                <w:rFonts w:cs="Arial"/>
                <w:b w:val="0"/>
                <w:szCs w:val="22"/>
              </w:rPr>
            </w:pPr>
            <w:r w:rsidRPr="001A7B4B">
              <w:rPr>
                <w:rFonts w:cs="Arial"/>
                <w:b w:val="0"/>
                <w:szCs w:val="22"/>
              </w:rPr>
              <w:t>K1.10 Types of control systems required for plumbing systems</w:t>
            </w:r>
          </w:p>
          <w:p w14:paraId="6306523F" w14:textId="77777777" w:rsidR="00B96048" w:rsidRPr="001A7B4B" w:rsidRDefault="00B96048" w:rsidP="00044E13">
            <w:pPr>
              <w:pStyle w:val="Normalheadingblack"/>
              <w:rPr>
                <w:rFonts w:cs="Arial"/>
                <w:b w:val="0"/>
                <w:szCs w:val="22"/>
              </w:rPr>
            </w:pPr>
          </w:p>
          <w:p w14:paraId="048E182D" w14:textId="77777777" w:rsidR="00B96048" w:rsidRPr="001A7B4B" w:rsidRDefault="00B96048" w:rsidP="00C37BE4">
            <w:pPr>
              <w:pStyle w:val="Normalheadingblack"/>
              <w:rPr>
                <w:rFonts w:cs="Arial"/>
                <w:b w:val="0"/>
                <w:szCs w:val="22"/>
              </w:rPr>
            </w:pPr>
            <w:r w:rsidRPr="001A7B4B">
              <w:rPr>
                <w:rFonts w:cs="Arial"/>
                <w:b w:val="0"/>
                <w:szCs w:val="22"/>
              </w:rPr>
              <w:t xml:space="preserve">K1.14 Safety devices </w:t>
            </w:r>
          </w:p>
          <w:p w14:paraId="5A422F4B" w14:textId="77777777" w:rsidR="00B96048" w:rsidRPr="001A7B4B" w:rsidRDefault="00B96048" w:rsidP="00C37BE4">
            <w:pPr>
              <w:pStyle w:val="Normalheadingblack"/>
              <w:rPr>
                <w:rFonts w:cs="Arial"/>
                <w:b w:val="0"/>
                <w:szCs w:val="22"/>
              </w:rPr>
            </w:pPr>
            <w:r w:rsidRPr="001A7B4B">
              <w:rPr>
                <w:rFonts w:cs="Arial"/>
                <w:b w:val="0"/>
                <w:szCs w:val="22"/>
              </w:rPr>
              <w:t xml:space="preserve">applicable to heating </w:t>
            </w:r>
          </w:p>
          <w:p w14:paraId="381D2BE2" w14:textId="77777777" w:rsidR="00B96048" w:rsidRPr="001A7B4B" w:rsidRDefault="00B96048" w:rsidP="00C37BE4">
            <w:pPr>
              <w:pStyle w:val="Normalheadingblack"/>
              <w:rPr>
                <w:rFonts w:cs="Arial"/>
                <w:b w:val="0"/>
                <w:szCs w:val="22"/>
              </w:rPr>
            </w:pPr>
            <w:r w:rsidRPr="001A7B4B">
              <w:rPr>
                <w:rFonts w:cs="Arial"/>
                <w:b w:val="0"/>
                <w:szCs w:val="22"/>
              </w:rPr>
              <w:t>systems</w:t>
            </w:r>
          </w:p>
        </w:tc>
        <w:tc>
          <w:tcPr>
            <w:tcW w:w="5785" w:type="dxa"/>
            <w:tcBorders>
              <w:top w:val="single" w:sz="4" w:space="0" w:color="C6C5C6"/>
              <w:left w:val="single" w:sz="4" w:space="0" w:color="C6C5C6"/>
              <w:bottom w:val="single" w:sz="4" w:space="0" w:color="C6C5C6"/>
              <w:right w:val="single" w:sz="4" w:space="0" w:color="C6C5C6"/>
            </w:tcBorders>
          </w:tcPr>
          <w:p w14:paraId="52295C8F" w14:textId="77777777" w:rsidR="00CF64B4" w:rsidRPr="001A7B4B" w:rsidRDefault="00CF64B4" w:rsidP="00044E13">
            <w:pPr>
              <w:pStyle w:val="Normalheadingblue"/>
              <w:rPr>
                <w:rFonts w:cs="Arial"/>
                <w:color w:val="auto"/>
                <w:szCs w:val="22"/>
              </w:rPr>
            </w:pPr>
            <w:r w:rsidRPr="001A7B4B">
              <w:rPr>
                <w:rFonts w:cs="Arial"/>
                <w:color w:val="auto"/>
                <w:szCs w:val="22"/>
              </w:rPr>
              <w:t>Activity:</w:t>
            </w:r>
          </w:p>
          <w:p w14:paraId="17D0C387" w14:textId="77777777" w:rsidR="00CF64B4" w:rsidRPr="001A7B4B" w:rsidRDefault="00CF64B4" w:rsidP="00044E13">
            <w:pPr>
              <w:pStyle w:val="Normalheadingblue"/>
              <w:rPr>
                <w:rFonts w:cs="Arial"/>
                <w:color w:val="auto"/>
                <w:szCs w:val="22"/>
              </w:rPr>
            </w:pPr>
          </w:p>
          <w:p w14:paraId="3EE9C2E6" w14:textId="77777777" w:rsidR="00CF64B4" w:rsidRPr="001A7B4B" w:rsidRDefault="00CF64B4" w:rsidP="00044E13">
            <w:pPr>
              <w:pStyle w:val="Normalheadingblue"/>
              <w:rPr>
                <w:rFonts w:cs="Arial"/>
                <w:color w:val="auto"/>
                <w:szCs w:val="22"/>
              </w:rPr>
            </w:pPr>
            <w:r w:rsidRPr="001A7B4B">
              <w:rPr>
                <w:rFonts w:cs="Arial"/>
                <w:color w:val="auto"/>
                <w:szCs w:val="22"/>
              </w:rPr>
              <w:t>Starter task example:</w:t>
            </w:r>
          </w:p>
          <w:p w14:paraId="28E6B584" w14:textId="77777777" w:rsidR="00CF64B4" w:rsidRPr="001A7B4B" w:rsidRDefault="00CF64B4" w:rsidP="00044E13">
            <w:pPr>
              <w:pStyle w:val="Normalheadingblue"/>
              <w:rPr>
                <w:rFonts w:cs="Arial"/>
                <w:color w:val="auto"/>
                <w:szCs w:val="22"/>
              </w:rPr>
            </w:pPr>
          </w:p>
          <w:p w14:paraId="35CE5921" w14:textId="77777777" w:rsidR="00CF64B4" w:rsidRPr="001A7B4B" w:rsidRDefault="00CF64B4" w:rsidP="00044E13">
            <w:pPr>
              <w:pStyle w:val="Normalheadingblue"/>
              <w:rPr>
                <w:rFonts w:cs="Arial"/>
                <w:color w:val="auto"/>
                <w:szCs w:val="22"/>
              </w:rPr>
            </w:pPr>
          </w:p>
          <w:p w14:paraId="483E081A" w14:textId="77777777" w:rsidR="00CF64B4" w:rsidRPr="001A7B4B" w:rsidRDefault="00CF64B4" w:rsidP="00044E13">
            <w:pPr>
              <w:pStyle w:val="Normalheadingblue"/>
              <w:rPr>
                <w:rFonts w:cs="Arial"/>
                <w:color w:val="auto"/>
                <w:szCs w:val="22"/>
              </w:rPr>
            </w:pPr>
            <w:r w:rsidRPr="001A7B4B">
              <w:rPr>
                <w:rFonts w:cs="Arial"/>
                <w:color w:val="auto"/>
                <w:szCs w:val="22"/>
              </w:rPr>
              <w:t>Delivery:</w:t>
            </w:r>
          </w:p>
          <w:p w14:paraId="3ACA103F" w14:textId="51136D31" w:rsidR="006253A1" w:rsidRPr="006253A1" w:rsidRDefault="006253A1" w:rsidP="006253A1">
            <w:pPr>
              <w:pStyle w:val="Normalheadingblue"/>
              <w:rPr>
                <w:rFonts w:cs="Arial"/>
                <w:b w:val="0"/>
                <w:color w:val="auto"/>
                <w:szCs w:val="22"/>
              </w:rPr>
            </w:pPr>
            <w:r w:rsidRPr="006253A1">
              <w:rPr>
                <w:rFonts w:cs="Arial"/>
                <w:b w:val="0"/>
                <w:bCs/>
                <w:color w:val="auto"/>
                <w:szCs w:val="22"/>
              </w:rPr>
              <w:t>Using</w:t>
            </w:r>
            <w:r w:rsidRPr="006253A1">
              <w:rPr>
                <w:rFonts w:cs="Arial"/>
                <w:color w:val="auto"/>
                <w:szCs w:val="22"/>
              </w:rPr>
              <w:t xml:space="preserve"> </w:t>
            </w:r>
            <w:r w:rsidRPr="00040EF0">
              <w:rPr>
                <w:rFonts w:cs="Arial"/>
                <w:b w:val="0"/>
                <w:bCs/>
                <w:color w:val="auto"/>
                <w:szCs w:val="22"/>
              </w:rPr>
              <w:t>PowerPoint</w:t>
            </w:r>
            <w:r w:rsidR="00040EF0">
              <w:rPr>
                <w:rFonts w:cs="Arial"/>
                <w:b w:val="0"/>
                <w:bCs/>
                <w:color w:val="auto"/>
                <w:szCs w:val="22"/>
              </w:rPr>
              <w:t>s</w:t>
            </w:r>
            <w:r w:rsidRPr="00040EF0">
              <w:rPr>
                <w:rFonts w:cs="Arial"/>
                <w:b w:val="0"/>
                <w:bCs/>
                <w:color w:val="auto"/>
                <w:szCs w:val="22"/>
              </w:rPr>
              <w:t xml:space="preserve"> </w:t>
            </w:r>
            <w:r w:rsidRPr="00C37BE4">
              <w:rPr>
                <w:rFonts w:cs="Arial"/>
                <w:color w:val="auto"/>
                <w:szCs w:val="22"/>
                <w:highlight w:val="yellow"/>
              </w:rPr>
              <w:t>K1.7 K1.8 K1.10 K1.14 Control Components (Parts 1</w:t>
            </w:r>
            <w:r w:rsidR="00040EF0">
              <w:rPr>
                <w:rFonts w:cs="Arial"/>
                <w:color w:val="auto"/>
                <w:szCs w:val="22"/>
                <w:highlight w:val="yellow"/>
              </w:rPr>
              <w:t xml:space="preserve"> </w:t>
            </w:r>
            <w:r w:rsidRPr="00C37BE4">
              <w:rPr>
                <w:rFonts w:cs="Arial"/>
                <w:color w:val="auto"/>
                <w:szCs w:val="22"/>
                <w:highlight w:val="yellow"/>
              </w:rPr>
              <w:t>&amp;</w:t>
            </w:r>
            <w:r w:rsidR="00040EF0">
              <w:rPr>
                <w:rFonts w:cs="Arial"/>
                <w:color w:val="auto"/>
                <w:szCs w:val="22"/>
                <w:highlight w:val="yellow"/>
              </w:rPr>
              <w:t xml:space="preserve"> </w:t>
            </w:r>
            <w:r w:rsidRPr="00C37BE4">
              <w:rPr>
                <w:rFonts w:cs="Arial"/>
                <w:color w:val="auto"/>
                <w:szCs w:val="22"/>
                <w:highlight w:val="yellow"/>
              </w:rPr>
              <w:t>2)</w:t>
            </w:r>
            <w:r w:rsidRPr="006253A1">
              <w:rPr>
                <w:rFonts w:cs="Arial"/>
                <w:color w:val="auto"/>
                <w:szCs w:val="22"/>
              </w:rPr>
              <w:t xml:space="preserve">, </w:t>
            </w:r>
            <w:r w:rsidRPr="006253A1">
              <w:rPr>
                <w:rFonts w:cs="Arial"/>
                <w:b w:val="0"/>
                <w:bCs/>
                <w:color w:val="auto"/>
                <w:szCs w:val="22"/>
              </w:rPr>
              <w:t>deliver the following content over two sessions:</w:t>
            </w:r>
          </w:p>
          <w:p w14:paraId="68405768" w14:textId="7AF2418F" w:rsidR="00C04F0B" w:rsidRPr="001A7B4B" w:rsidRDefault="00C04F0B" w:rsidP="002C017C">
            <w:pPr>
              <w:pStyle w:val="Normalheadingblue"/>
              <w:numPr>
                <w:ilvl w:val="0"/>
                <w:numId w:val="76"/>
              </w:numPr>
              <w:rPr>
                <w:rFonts w:cs="Arial"/>
                <w:b w:val="0"/>
                <w:color w:val="auto"/>
                <w:szCs w:val="22"/>
              </w:rPr>
            </w:pPr>
            <w:r w:rsidRPr="001A7B4B">
              <w:rPr>
                <w:rFonts w:cs="Arial"/>
                <w:b w:val="0"/>
                <w:color w:val="auto"/>
                <w:szCs w:val="22"/>
              </w:rPr>
              <w:t>radiator valves – thermostatic and manual valves</w:t>
            </w:r>
          </w:p>
          <w:p w14:paraId="07661CD5" w14:textId="77777777" w:rsidR="00C04F0B" w:rsidRPr="001A7B4B" w:rsidRDefault="00C04F0B" w:rsidP="002C017C">
            <w:pPr>
              <w:pStyle w:val="Normalheadingblue"/>
              <w:numPr>
                <w:ilvl w:val="0"/>
                <w:numId w:val="76"/>
              </w:numPr>
              <w:rPr>
                <w:rFonts w:cs="Arial"/>
                <w:b w:val="0"/>
                <w:color w:val="auto"/>
                <w:szCs w:val="22"/>
              </w:rPr>
            </w:pPr>
            <w:r w:rsidRPr="001A7B4B">
              <w:rPr>
                <w:rFonts w:cs="Arial"/>
                <w:b w:val="0"/>
                <w:color w:val="auto"/>
                <w:szCs w:val="22"/>
              </w:rPr>
              <w:t>thermo-mechanical cylinder control valves</w:t>
            </w:r>
          </w:p>
          <w:p w14:paraId="736CC801" w14:textId="77777777" w:rsidR="00C04F0B" w:rsidRPr="001A7B4B" w:rsidRDefault="00C04F0B" w:rsidP="002C017C">
            <w:pPr>
              <w:pStyle w:val="Normalheadingblue"/>
              <w:numPr>
                <w:ilvl w:val="0"/>
                <w:numId w:val="76"/>
              </w:numPr>
              <w:rPr>
                <w:rFonts w:cs="Arial"/>
                <w:b w:val="0"/>
                <w:color w:val="auto"/>
                <w:szCs w:val="22"/>
              </w:rPr>
            </w:pPr>
            <w:r w:rsidRPr="001A7B4B">
              <w:rPr>
                <w:rFonts w:cs="Arial"/>
                <w:b w:val="0"/>
                <w:color w:val="auto"/>
                <w:szCs w:val="22"/>
              </w:rPr>
              <w:t>programmer</w:t>
            </w:r>
          </w:p>
          <w:p w14:paraId="2F41CA25" w14:textId="77777777" w:rsidR="00C04F0B" w:rsidRPr="001A7B4B" w:rsidRDefault="00C04F0B" w:rsidP="002C017C">
            <w:pPr>
              <w:pStyle w:val="Normalheadingblue"/>
              <w:numPr>
                <w:ilvl w:val="0"/>
                <w:numId w:val="76"/>
              </w:numPr>
              <w:rPr>
                <w:rFonts w:cs="Arial"/>
                <w:b w:val="0"/>
                <w:color w:val="auto"/>
                <w:szCs w:val="22"/>
              </w:rPr>
            </w:pPr>
            <w:r w:rsidRPr="001A7B4B">
              <w:rPr>
                <w:rFonts w:cs="Arial"/>
                <w:b w:val="0"/>
                <w:color w:val="auto"/>
                <w:szCs w:val="22"/>
              </w:rPr>
              <w:t>timer</w:t>
            </w:r>
          </w:p>
          <w:p w14:paraId="09F4C9FB" w14:textId="77777777" w:rsidR="00C04F0B" w:rsidRPr="001A7B4B" w:rsidRDefault="00C04F0B" w:rsidP="002C017C">
            <w:pPr>
              <w:pStyle w:val="Normalheadingblue"/>
              <w:numPr>
                <w:ilvl w:val="0"/>
                <w:numId w:val="76"/>
              </w:numPr>
              <w:rPr>
                <w:rFonts w:cs="Arial"/>
                <w:b w:val="0"/>
                <w:color w:val="auto"/>
                <w:szCs w:val="22"/>
              </w:rPr>
            </w:pPr>
            <w:r w:rsidRPr="001A7B4B">
              <w:rPr>
                <w:rFonts w:cs="Arial"/>
                <w:b w:val="0"/>
                <w:color w:val="auto"/>
                <w:szCs w:val="22"/>
              </w:rPr>
              <w:t>thermostats</w:t>
            </w:r>
          </w:p>
          <w:p w14:paraId="0EF5622D" w14:textId="77777777" w:rsidR="00C04F0B" w:rsidRPr="001A7B4B" w:rsidRDefault="00C04F0B" w:rsidP="002C017C">
            <w:pPr>
              <w:pStyle w:val="Normalheadingblue"/>
              <w:numPr>
                <w:ilvl w:val="0"/>
                <w:numId w:val="76"/>
              </w:numPr>
              <w:rPr>
                <w:rFonts w:cs="Arial"/>
                <w:b w:val="0"/>
                <w:color w:val="auto"/>
                <w:szCs w:val="22"/>
              </w:rPr>
            </w:pPr>
            <w:r w:rsidRPr="001A7B4B">
              <w:rPr>
                <w:rFonts w:cs="Arial"/>
                <w:b w:val="0"/>
                <w:color w:val="auto"/>
                <w:szCs w:val="22"/>
              </w:rPr>
              <w:t>programmable room stat</w:t>
            </w:r>
          </w:p>
          <w:p w14:paraId="76C41077" w14:textId="77777777" w:rsidR="00C04F0B" w:rsidRPr="001A7B4B" w:rsidRDefault="00C04F0B" w:rsidP="002C017C">
            <w:pPr>
              <w:pStyle w:val="Normalheadingblue"/>
              <w:numPr>
                <w:ilvl w:val="0"/>
                <w:numId w:val="76"/>
              </w:numPr>
              <w:rPr>
                <w:rFonts w:cs="Arial"/>
                <w:b w:val="0"/>
                <w:color w:val="auto"/>
                <w:szCs w:val="22"/>
              </w:rPr>
            </w:pPr>
            <w:r w:rsidRPr="001A7B4B">
              <w:rPr>
                <w:rFonts w:cs="Arial"/>
                <w:b w:val="0"/>
                <w:color w:val="auto"/>
                <w:szCs w:val="22"/>
              </w:rPr>
              <w:t>optimizer</w:t>
            </w:r>
          </w:p>
          <w:p w14:paraId="5AB8A74E" w14:textId="77777777" w:rsidR="00C04F0B" w:rsidRPr="001A7B4B" w:rsidRDefault="00C04F0B" w:rsidP="002C017C">
            <w:pPr>
              <w:pStyle w:val="Normalheadingblue"/>
              <w:numPr>
                <w:ilvl w:val="0"/>
                <w:numId w:val="76"/>
              </w:numPr>
              <w:rPr>
                <w:rFonts w:cs="Arial"/>
                <w:b w:val="0"/>
                <w:color w:val="auto"/>
                <w:szCs w:val="22"/>
              </w:rPr>
            </w:pPr>
            <w:r w:rsidRPr="001A7B4B">
              <w:rPr>
                <w:rFonts w:cs="Arial"/>
                <w:b w:val="0"/>
                <w:color w:val="auto"/>
                <w:szCs w:val="22"/>
              </w:rPr>
              <w:t>weather compensation</w:t>
            </w:r>
          </w:p>
          <w:p w14:paraId="78F741C2" w14:textId="77777777" w:rsidR="00C04F0B" w:rsidRPr="001A7B4B" w:rsidRDefault="00C04F0B" w:rsidP="002C017C">
            <w:pPr>
              <w:pStyle w:val="Normalheadingblue"/>
              <w:numPr>
                <w:ilvl w:val="0"/>
                <w:numId w:val="76"/>
              </w:numPr>
              <w:rPr>
                <w:rFonts w:cs="Arial"/>
                <w:b w:val="0"/>
                <w:color w:val="auto"/>
                <w:szCs w:val="22"/>
              </w:rPr>
            </w:pPr>
            <w:r w:rsidRPr="001A7B4B">
              <w:rPr>
                <w:rFonts w:cs="Arial"/>
                <w:b w:val="0"/>
                <w:color w:val="auto"/>
                <w:szCs w:val="22"/>
              </w:rPr>
              <w:t>optimum start</w:t>
            </w:r>
          </w:p>
          <w:p w14:paraId="40A2BB4B" w14:textId="77777777" w:rsidR="00C04F0B" w:rsidRPr="001A7B4B" w:rsidRDefault="00C04F0B" w:rsidP="002C017C">
            <w:pPr>
              <w:pStyle w:val="Normalheadingblue"/>
              <w:numPr>
                <w:ilvl w:val="0"/>
                <w:numId w:val="76"/>
              </w:numPr>
              <w:rPr>
                <w:rFonts w:cs="Arial"/>
                <w:b w:val="0"/>
                <w:color w:val="auto"/>
                <w:szCs w:val="22"/>
              </w:rPr>
            </w:pPr>
            <w:r w:rsidRPr="001A7B4B">
              <w:rPr>
                <w:rFonts w:cs="Arial"/>
                <w:b w:val="0"/>
                <w:color w:val="auto"/>
                <w:szCs w:val="22"/>
              </w:rPr>
              <w:t>night set back</w:t>
            </w:r>
          </w:p>
          <w:p w14:paraId="3DF803FD" w14:textId="77777777" w:rsidR="00C04F0B" w:rsidRPr="001A7B4B" w:rsidRDefault="00C04F0B" w:rsidP="002C017C">
            <w:pPr>
              <w:pStyle w:val="Normalheadingblue"/>
              <w:numPr>
                <w:ilvl w:val="0"/>
                <w:numId w:val="76"/>
              </w:numPr>
              <w:rPr>
                <w:rFonts w:cs="Arial"/>
                <w:b w:val="0"/>
                <w:color w:val="auto"/>
                <w:szCs w:val="22"/>
              </w:rPr>
            </w:pPr>
            <w:r w:rsidRPr="001A7B4B">
              <w:rPr>
                <w:rFonts w:cs="Arial"/>
                <w:b w:val="0"/>
                <w:color w:val="auto"/>
                <w:szCs w:val="22"/>
              </w:rPr>
              <w:t>frost stat</w:t>
            </w:r>
          </w:p>
          <w:p w14:paraId="6EBDCF48" w14:textId="77777777" w:rsidR="00C04F0B" w:rsidRPr="001A7B4B" w:rsidRDefault="00C04F0B" w:rsidP="002C017C">
            <w:pPr>
              <w:pStyle w:val="Normalheadingblue"/>
              <w:numPr>
                <w:ilvl w:val="0"/>
                <w:numId w:val="76"/>
              </w:numPr>
              <w:rPr>
                <w:rFonts w:cs="Arial"/>
                <w:b w:val="0"/>
                <w:color w:val="auto"/>
                <w:szCs w:val="22"/>
              </w:rPr>
            </w:pPr>
            <w:r w:rsidRPr="001A7B4B">
              <w:rPr>
                <w:rFonts w:cs="Arial"/>
                <w:b w:val="0"/>
                <w:color w:val="auto"/>
                <w:szCs w:val="22"/>
              </w:rPr>
              <w:t>wiring centre</w:t>
            </w:r>
          </w:p>
          <w:p w14:paraId="02C5FD36" w14:textId="77777777" w:rsidR="00C04F0B" w:rsidRPr="001A7B4B" w:rsidRDefault="00C04F0B" w:rsidP="002C017C">
            <w:pPr>
              <w:pStyle w:val="Normalheadingblue"/>
              <w:numPr>
                <w:ilvl w:val="0"/>
                <w:numId w:val="76"/>
              </w:numPr>
              <w:rPr>
                <w:rFonts w:cs="Arial"/>
                <w:b w:val="0"/>
                <w:color w:val="auto"/>
                <w:szCs w:val="22"/>
              </w:rPr>
            </w:pPr>
            <w:r w:rsidRPr="001A7B4B">
              <w:rPr>
                <w:rFonts w:cs="Arial"/>
                <w:b w:val="0"/>
                <w:color w:val="auto"/>
                <w:szCs w:val="22"/>
              </w:rPr>
              <w:t>cylinder stat</w:t>
            </w:r>
          </w:p>
          <w:p w14:paraId="008FC46E" w14:textId="77777777" w:rsidR="00C04F0B" w:rsidRPr="001A7B4B" w:rsidRDefault="00C04F0B" w:rsidP="002C017C">
            <w:pPr>
              <w:pStyle w:val="Normalheadingblue"/>
              <w:numPr>
                <w:ilvl w:val="0"/>
                <w:numId w:val="76"/>
              </w:numPr>
              <w:rPr>
                <w:rFonts w:cs="Arial"/>
                <w:b w:val="0"/>
                <w:color w:val="auto"/>
                <w:szCs w:val="22"/>
              </w:rPr>
            </w:pPr>
            <w:r w:rsidRPr="001A7B4B">
              <w:rPr>
                <w:rFonts w:cs="Arial"/>
                <w:b w:val="0"/>
                <w:color w:val="auto"/>
                <w:szCs w:val="22"/>
              </w:rPr>
              <w:lastRenderedPageBreak/>
              <w:t>automatic by-pass</w:t>
            </w:r>
          </w:p>
          <w:p w14:paraId="266F7234" w14:textId="77777777" w:rsidR="00C04F0B" w:rsidRPr="001A7B4B" w:rsidRDefault="00C04F0B" w:rsidP="002C017C">
            <w:pPr>
              <w:pStyle w:val="Normalheadingblue"/>
              <w:numPr>
                <w:ilvl w:val="0"/>
                <w:numId w:val="76"/>
              </w:numPr>
              <w:rPr>
                <w:rFonts w:cs="Arial"/>
                <w:b w:val="0"/>
                <w:color w:val="auto"/>
                <w:szCs w:val="22"/>
              </w:rPr>
            </w:pPr>
            <w:r w:rsidRPr="001A7B4B">
              <w:rPr>
                <w:rFonts w:cs="Arial"/>
                <w:b w:val="0"/>
                <w:color w:val="auto"/>
                <w:szCs w:val="22"/>
              </w:rPr>
              <w:t xml:space="preserve">pump control unit </w:t>
            </w:r>
          </w:p>
          <w:p w14:paraId="1C7CEEE2" w14:textId="77777777" w:rsidR="00C670F9" w:rsidRPr="001A7B4B" w:rsidRDefault="00C04F0B" w:rsidP="002C017C">
            <w:pPr>
              <w:pStyle w:val="Normalheadingblue"/>
              <w:numPr>
                <w:ilvl w:val="0"/>
                <w:numId w:val="76"/>
              </w:numPr>
              <w:rPr>
                <w:rFonts w:cs="Arial"/>
                <w:b w:val="0"/>
                <w:color w:val="auto"/>
                <w:szCs w:val="22"/>
              </w:rPr>
            </w:pPr>
            <w:r w:rsidRPr="001A7B4B">
              <w:rPr>
                <w:rFonts w:cs="Arial"/>
                <w:b w:val="0"/>
                <w:color w:val="auto"/>
                <w:szCs w:val="22"/>
              </w:rPr>
              <w:t>smart controls</w:t>
            </w:r>
          </w:p>
          <w:p w14:paraId="7FE50B0F" w14:textId="77777777" w:rsidR="00C670F9" w:rsidRPr="001A7B4B" w:rsidRDefault="00C670F9" w:rsidP="002C017C">
            <w:pPr>
              <w:pStyle w:val="Normalheadingblue"/>
              <w:numPr>
                <w:ilvl w:val="0"/>
                <w:numId w:val="76"/>
              </w:numPr>
              <w:rPr>
                <w:rFonts w:cs="Arial"/>
                <w:b w:val="0"/>
                <w:color w:val="auto"/>
                <w:szCs w:val="22"/>
              </w:rPr>
            </w:pPr>
            <w:r w:rsidRPr="001A7B4B">
              <w:rPr>
                <w:rFonts w:cs="Arial"/>
                <w:b w:val="0"/>
                <w:color w:val="auto"/>
                <w:szCs w:val="22"/>
              </w:rPr>
              <w:t>solenoid valves</w:t>
            </w:r>
          </w:p>
          <w:p w14:paraId="10E6346D" w14:textId="77777777" w:rsidR="00B96048" w:rsidRPr="001A7B4B" w:rsidRDefault="00B96048" w:rsidP="002C017C">
            <w:pPr>
              <w:pStyle w:val="Normalheadingblue"/>
              <w:numPr>
                <w:ilvl w:val="0"/>
                <w:numId w:val="76"/>
              </w:numPr>
              <w:rPr>
                <w:rFonts w:cs="Arial"/>
                <w:b w:val="0"/>
                <w:color w:val="auto"/>
                <w:szCs w:val="22"/>
              </w:rPr>
            </w:pPr>
            <w:r w:rsidRPr="001A7B4B">
              <w:rPr>
                <w:rFonts w:cs="Arial"/>
                <w:b w:val="0"/>
                <w:color w:val="auto"/>
                <w:szCs w:val="22"/>
              </w:rPr>
              <w:t>overheat thermostats</w:t>
            </w:r>
          </w:p>
          <w:p w14:paraId="6A76001A" w14:textId="77777777" w:rsidR="00B96048" w:rsidRPr="001A7B4B" w:rsidRDefault="00B96048" w:rsidP="002C017C">
            <w:pPr>
              <w:pStyle w:val="Normalheadingblue"/>
              <w:numPr>
                <w:ilvl w:val="0"/>
                <w:numId w:val="76"/>
              </w:numPr>
              <w:rPr>
                <w:rFonts w:cs="Arial"/>
                <w:b w:val="0"/>
                <w:color w:val="auto"/>
                <w:szCs w:val="22"/>
              </w:rPr>
            </w:pPr>
            <w:r w:rsidRPr="001A7B4B">
              <w:rPr>
                <w:rFonts w:cs="Arial"/>
                <w:b w:val="0"/>
                <w:color w:val="auto"/>
                <w:szCs w:val="22"/>
              </w:rPr>
              <w:t>control thermostats</w:t>
            </w:r>
          </w:p>
          <w:p w14:paraId="4BEEE2BA" w14:textId="7F802004" w:rsidR="00B96048" w:rsidRPr="001A7B4B" w:rsidRDefault="00B96048" w:rsidP="002C017C">
            <w:pPr>
              <w:pStyle w:val="Normalheadingblue"/>
              <w:numPr>
                <w:ilvl w:val="0"/>
                <w:numId w:val="76"/>
              </w:numPr>
              <w:rPr>
                <w:rFonts w:cs="Arial"/>
                <w:b w:val="0"/>
                <w:color w:val="auto"/>
                <w:szCs w:val="22"/>
              </w:rPr>
            </w:pPr>
            <w:r w:rsidRPr="001A7B4B">
              <w:rPr>
                <w:rFonts w:cs="Arial"/>
                <w:b w:val="0"/>
                <w:color w:val="auto"/>
                <w:szCs w:val="22"/>
              </w:rPr>
              <w:t>Tutor to discuss temperatures involved for thermostat and overheat thermostats to operate</w:t>
            </w:r>
            <w:r w:rsidR="00C37BE4">
              <w:rPr>
                <w:rFonts w:cs="Arial"/>
                <w:b w:val="0"/>
                <w:color w:val="auto"/>
                <w:szCs w:val="22"/>
              </w:rPr>
              <w:t>.</w:t>
            </w:r>
          </w:p>
          <w:p w14:paraId="267CC806" w14:textId="12DB3B56" w:rsidR="00C04F0B" w:rsidRPr="001A7B4B" w:rsidRDefault="006E609A" w:rsidP="002C017C">
            <w:pPr>
              <w:pStyle w:val="Normalheadingblue"/>
              <w:numPr>
                <w:ilvl w:val="0"/>
                <w:numId w:val="76"/>
              </w:numPr>
              <w:rPr>
                <w:rFonts w:cs="Arial"/>
                <w:b w:val="0"/>
                <w:color w:val="auto"/>
                <w:szCs w:val="22"/>
              </w:rPr>
            </w:pPr>
            <w:r w:rsidRPr="001A7B4B">
              <w:rPr>
                <w:rFonts w:cs="Arial"/>
                <w:b w:val="0"/>
                <w:color w:val="auto"/>
                <w:szCs w:val="22"/>
              </w:rPr>
              <w:t xml:space="preserve">Tutor to show examples of control components and discuss how they </w:t>
            </w:r>
            <w:proofErr w:type="spellStart"/>
            <w:r w:rsidRPr="001A7B4B">
              <w:rPr>
                <w:rFonts w:cs="Arial"/>
                <w:b w:val="0"/>
                <w:color w:val="auto"/>
                <w:szCs w:val="22"/>
              </w:rPr>
              <w:t>effect</w:t>
            </w:r>
            <w:proofErr w:type="spellEnd"/>
            <w:r w:rsidRPr="001A7B4B">
              <w:rPr>
                <w:rFonts w:cs="Arial"/>
                <w:b w:val="0"/>
                <w:color w:val="auto"/>
                <w:szCs w:val="22"/>
              </w:rPr>
              <w:t xml:space="preserve"> the system operation</w:t>
            </w:r>
            <w:r w:rsidR="00C37BE4">
              <w:rPr>
                <w:rFonts w:cs="Arial"/>
                <w:b w:val="0"/>
                <w:color w:val="auto"/>
                <w:szCs w:val="22"/>
              </w:rPr>
              <w:t>.</w:t>
            </w:r>
            <w:r w:rsidRPr="001A7B4B">
              <w:rPr>
                <w:rFonts w:cs="Arial"/>
                <w:b w:val="0"/>
                <w:color w:val="auto"/>
                <w:szCs w:val="22"/>
              </w:rPr>
              <w:t xml:space="preserve"> </w:t>
            </w:r>
          </w:p>
          <w:p w14:paraId="1C12487A" w14:textId="0BC80101" w:rsidR="006E609A" w:rsidRPr="001A7B4B" w:rsidRDefault="006E609A" w:rsidP="002C017C">
            <w:pPr>
              <w:pStyle w:val="Normalheadingblue"/>
              <w:numPr>
                <w:ilvl w:val="0"/>
                <w:numId w:val="76"/>
              </w:numPr>
              <w:rPr>
                <w:rFonts w:cs="Arial"/>
                <w:b w:val="0"/>
                <w:color w:val="auto"/>
                <w:szCs w:val="22"/>
              </w:rPr>
            </w:pPr>
            <w:r w:rsidRPr="001A7B4B">
              <w:rPr>
                <w:rFonts w:cs="Arial"/>
                <w:b w:val="0"/>
                <w:color w:val="auto"/>
                <w:szCs w:val="22"/>
              </w:rPr>
              <w:t>Discuss location of controls for efficient operation and the basic principle of control relating to open and closed loop control</w:t>
            </w:r>
            <w:r w:rsidR="00C37BE4">
              <w:rPr>
                <w:rFonts w:cs="Arial"/>
                <w:b w:val="0"/>
                <w:color w:val="auto"/>
                <w:szCs w:val="22"/>
              </w:rPr>
              <w:t>.</w:t>
            </w:r>
          </w:p>
          <w:p w14:paraId="04732FF0" w14:textId="60A3ED00" w:rsidR="006E609A" w:rsidRPr="001A7B4B" w:rsidRDefault="006E609A" w:rsidP="002C017C">
            <w:pPr>
              <w:pStyle w:val="Normalheadingblue"/>
              <w:numPr>
                <w:ilvl w:val="0"/>
                <w:numId w:val="76"/>
              </w:numPr>
              <w:rPr>
                <w:rFonts w:cs="Arial"/>
                <w:b w:val="0"/>
                <w:color w:val="auto"/>
                <w:szCs w:val="22"/>
              </w:rPr>
            </w:pPr>
            <w:r w:rsidRPr="001A7B4B">
              <w:rPr>
                <w:rFonts w:cs="Arial"/>
                <w:b w:val="0"/>
                <w:color w:val="auto"/>
                <w:szCs w:val="22"/>
              </w:rPr>
              <w:t>Examine manufacturers websites to look at range of controls</w:t>
            </w:r>
            <w:r w:rsidR="00C37BE4">
              <w:rPr>
                <w:rFonts w:cs="Arial"/>
                <w:b w:val="0"/>
                <w:color w:val="auto"/>
                <w:szCs w:val="22"/>
              </w:rPr>
              <w:t>.</w:t>
            </w:r>
          </w:p>
          <w:p w14:paraId="5202C5D4" w14:textId="15FB316D" w:rsidR="006E609A" w:rsidRPr="001A7B4B" w:rsidRDefault="006E609A" w:rsidP="002C017C">
            <w:pPr>
              <w:pStyle w:val="Normalheadingblue"/>
              <w:numPr>
                <w:ilvl w:val="0"/>
                <w:numId w:val="76"/>
              </w:numPr>
              <w:rPr>
                <w:rFonts w:cs="Arial"/>
                <w:b w:val="0"/>
                <w:color w:val="auto"/>
                <w:szCs w:val="22"/>
              </w:rPr>
            </w:pPr>
            <w:r w:rsidRPr="001A7B4B">
              <w:rPr>
                <w:rFonts w:cs="Arial"/>
                <w:b w:val="0"/>
                <w:color w:val="auto"/>
                <w:szCs w:val="22"/>
              </w:rPr>
              <w:t>Use Building regulation Document L and BS7593 to discuss the Zoning requirements for heating systems</w:t>
            </w:r>
            <w:r w:rsidR="00C37BE4">
              <w:rPr>
                <w:rFonts w:cs="Arial"/>
                <w:b w:val="0"/>
                <w:color w:val="auto"/>
                <w:szCs w:val="22"/>
              </w:rPr>
              <w:t>.</w:t>
            </w:r>
          </w:p>
          <w:p w14:paraId="4F6C4655" w14:textId="31A80601" w:rsidR="006E609A" w:rsidRPr="001A7B4B" w:rsidRDefault="006E609A" w:rsidP="002C017C">
            <w:pPr>
              <w:pStyle w:val="Normalheadingblue"/>
              <w:numPr>
                <w:ilvl w:val="0"/>
                <w:numId w:val="76"/>
              </w:numPr>
              <w:rPr>
                <w:rFonts w:cs="Arial"/>
                <w:b w:val="0"/>
                <w:color w:val="auto"/>
                <w:szCs w:val="22"/>
              </w:rPr>
            </w:pPr>
            <w:r w:rsidRPr="001A7B4B">
              <w:rPr>
                <w:rFonts w:cs="Arial"/>
                <w:b w:val="0"/>
                <w:color w:val="auto"/>
                <w:szCs w:val="22"/>
              </w:rPr>
              <w:t xml:space="preserve">Set task for </w:t>
            </w:r>
            <w:r w:rsidR="00F502C8" w:rsidRPr="001A7B4B">
              <w:rPr>
                <w:rFonts w:cs="Arial"/>
                <w:b w:val="0"/>
                <w:color w:val="auto"/>
                <w:szCs w:val="22"/>
              </w:rPr>
              <w:t>students</w:t>
            </w:r>
            <w:r w:rsidRPr="001A7B4B">
              <w:rPr>
                <w:rFonts w:cs="Arial"/>
                <w:b w:val="0"/>
                <w:color w:val="auto"/>
                <w:szCs w:val="22"/>
              </w:rPr>
              <w:t xml:space="preserve"> to produce short 10 minute presentation in small groups based on a given control component this will be delivered in next session</w:t>
            </w:r>
            <w:r w:rsidR="00C37BE4">
              <w:rPr>
                <w:rFonts w:cs="Arial"/>
                <w:b w:val="0"/>
                <w:color w:val="auto"/>
                <w:szCs w:val="22"/>
              </w:rPr>
              <w:t>.</w:t>
            </w:r>
          </w:p>
          <w:p w14:paraId="07D30F70" w14:textId="77777777" w:rsidR="00CF64B4" w:rsidRPr="001A7B4B" w:rsidRDefault="00CF64B4" w:rsidP="00044E13">
            <w:pPr>
              <w:pStyle w:val="Normalheadingblue"/>
              <w:rPr>
                <w:rFonts w:cs="Arial"/>
                <w:color w:val="auto"/>
                <w:szCs w:val="22"/>
              </w:rPr>
            </w:pPr>
          </w:p>
          <w:p w14:paraId="4703E606" w14:textId="77777777" w:rsidR="00CF64B4" w:rsidRPr="001A7B4B" w:rsidRDefault="00CF64B4" w:rsidP="00044E13">
            <w:pPr>
              <w:pStyle w:val="Normalheadingblue"/>
              <w:rPr>
                <w:rFonts w:cs="Arial"/>
                <w:color w:val="auto"/>
                <w:szCs w:val="22"/>
              </w:rPr>
            </w:pPr>
          </w:p>
          <w:p w14:paraId="7B9C3FB4" w14:textId="77777777" w:rsidR="00CF64B4" w:rsidRPr="001A7B4B" w:rsidRDefault="00CF64B4" w:rsidP="00044E13">
            <w:pPr>
              <w:pStyle w:val="Normalheadingblue"/>
              <w:rPr>
                <w:rFonts w:cs="Arial"/>
                <w:color w:val="auto"/>
                <w:szCs w:val="22"/>
              </w:rPr>
            </w:pPr>
            <w:r w:rsidRPr="001A7B4B">
              <w:rPr>
                <w:rFonts w:cs="Arial"/>
                <w:color w:val="auto"/>
                <w:szCs w:val="22"/>
              </w:rPr>
              <w:t>Knowledge check example:</w:t>
            </w:r>
          </w:p>
          <w:p w14:paraId="3444E031" w14:textId="77777777" w:rsidR="00CF64B4" w:rsidRPr="001A7B4B" w:rsidRDefault="006E609A" w:rsidP="002C017C">
            <w:pPr>
              <w:pStyle w:val="Normalheadingblue"/>
              <w:numPr>
                <w:ilvl w:val="0"/>
                <w:numId w:val="78"/>
              </w:numPr>
              <w:rPr>
                <w:rFonts w:cs="Arial"/>
                <w:b w:val="0"/>
                <w:color w:val="auto"/>
                <w:szCs w:val="22"/>
              </w:rPr>
            </w:pPr>
            <w:r w:rsidRPr="001A7B4B">
              <w:rPr>
                <w:rFonts w:cs="Arial"/>
                <w:b w:val="0"/>
                <w:color w:val="auto"/>
                <w:szCs w:val="22"/>
              </w:rPr>
              <w:t>Produce 10 minute presentation for next session in small groups</w:t>
            </w:r>
          </w:p>
          <w:p w14:paraId="51597EC2" w14:textId="77777777" w:rsidR="00CF64B4" w:rsidRPr="001A7B4B" w:rsidRDefault="00CF64B4" w:rsidP="00044E13">
            <w:pPr>
              <w:pStyle w:val="Normalheadingblue"/>
              <w:rPr>
                <w:rFonts w:cs="Arial"/>
                <w:color w:val="auto"/>
                <w:szCs w:val="22"/>
              </w:rPr>
            </w:pPr>
            <w:r w:rsidRPr="001A7B4B">
              <w:rPr>
                <w:rFonts w:cs="Arial"/>
                <w:color w:val="auto"/>
                <w:szCs w:val="22"/>
              </w:rPr>
              <w:t>Resources:</w:t>
            </w:r>
          </w:p>
          <w:p w14:paraId="7160B2D6" w14:textId="7337C0D2" w:rsidR="006E609A" w:rsidRPr="00602BB6" w:rsidRDefault="00763103" w:rsidP="006E609A">
            <w:pPr>
              <w:pStyle w:val="Normalheadingblue"/>
              <w:rPr>
                <w:rFonts w:cs="Arial"/>
                <w:bCs/>
                <w:color w:val="auto"/>
                <w:szCs w:val="22"/>
              </w:rPr>
            </w:pPr>
            <w:r w:rsidRPr="001A7B4B">
              <w:rPr>
                <w:rFonts w:cs="Arial"/>
                <w:b w:val="0"/>
                <w:color w:val="auto"/>
                <w:szCs w:val="22"/>
              </w:rPr>
              <w:t>PowerPoint</w:t>
            </w:r>
            <w:r w:rsidR="00602BB6">
              <w:rPr>
                <w:rFonts w:cs="Arial"/>
                <w:b w:val="0"/>
                <w:color w:val="auto"/>
                <w:szCs w:val="22"/>
              </w:rPr>
              <w:t xml:space="preserve">: </w:t>
            </w:r>
            <w:r w:rsidR="00602BB6" w:rsidRPr="00602BB6">
              <w:rPr>
                <w:rFonts w:cs="Arial"/>
                <w:bCs/>
                <w:color w:val="auto"/>
                <w:szCs w:val="22"/>
              </w:rPr>
              <w:t>K1.7 K1.8 K1.10 K1.14 Control Components (Part 1)</w:t>
            </w:r>
            <w:r w:rsidR="006E609A" w:rsidRPr="00602BB6">
              <w:rPr>
                <w:rFonts w:cs="Arial"/>
                <w:bCs/>
                <w:color w:val="auto"/>
                <w:szCs w:val="22"/>
              </w:rPr>
              <w:t xml:space="preserve"> </w:t>
            </w:r>
          </w:p>
          <w:p w14:paraId="5A049E86" w14:textId="075882FD" w:rsidR="00602BB6" w:rsidRPr="00602BB6" w:rsidRDefault="00602BB6" w:rsidP="006E609A">
            <w:pPr>
              <w:pStyle w:val="Normalheadingblue"/>
              <w:rPr>
                <w:rFonts w:cs="Arial"/>
                <w:bCs/>
                <w:color w:val="auto"/>
                <w:szCs w:val="22"/>
              </w:rPr>
            </w:pPr>
            <w:r w:rsidRPr="001A7B4B">
              <w:rPr>
                <w:rFonts w:cs="Arial"/>
                <w:b w:val="0"/>
                <w:color w:val="auto"/>
                <w:szCs w:val="22"/>
              </w:rPr>
              <w:t>PowerPoint</w:t>
            </w:r>
            <w:r>
              <w:rPr>
                <w:rFonts w:cs="Arial"/>
                <w:b w:val="0"/>
                <w:color w:val="auto"/>
                <w:szCs w:val="22"/>
              </w:rPr>
              <w:t xml:space="preserve">: </w:t>
            </w:r>
            <w:r w:rsidRPr="00602BB6">
              <w:rPr>
                <w:rFonts w:cs="Arial"/>
                <w:bCs/>
                <w:color w:val="auto"/>
                <w:szCs w:val="22"/>
              </w:rPr>
              <w:t xml:space="preserve">K1.7 K1.8 K1.10 K1.14 Control Components (Part 2) </w:t>
            </w:r>
          </w:p>
          <w:p w14:paraId="25B9BE32" w14:textId="77777777" w:rsidR="006E609A" w:rsidRPr="001A7B4B" w:rsidRDefault="006E609A" w:rsidP="006E609A">
            <w:pPr>
              <w:pStyle w:val="Normalheadingblue"/>
              <w:rPr>
                <w:rFonts w:cs="Arial"/>
                <w:b w:val="0"/>
                <w:color w:val="auto"/>
                <w:szCs w:val="22"/>
              </w:rPr>
            </w:pPr>
            <w:r w:rsidRPr="001A7B4B">
              <w:rPr>
                <w:rFonts w:cs="Arial"/>
                <w:b w:val="0"/>
                <w:color w:val="auto"/>
                <w:szCs w:val="22"/>
              </w:rPr>
              <w:t>ILT equipment</w:t>
            </w:r>
          </w:p>
          <w:p w14:paraId="61C240C8" w14:textId="77777777" w:rsidR="006E609A" w:rsidRPr="001A7B4B" w:rsidRDefault="006E609A" w:rsidP="006E609A">
            <w:pPr>
              <w:pStyle w:val="Normalheadingblue"/>
              <w:rPr>
                <w:rFonts w:cs="Arial"/>
                <w:b w:val="0"/>
                <w:color w:val="auto"/>
                <w:szCs w:val="22"/>
              </w:rPr>
            </w:pPr>
            <w:r w:rsidRPr="001A7B4B">
              <w:rPr>
                <w:rFonts w:cs="Arial"/>
                <w:b w:val="0"/>
                <w:color w:val="auto"/>
                <w:szCs w:val="22"/>
              </w:rPr>
              <w:t>Examples of control components</w:t>
            </w:r>
          </w:p>
          <w:p w14:paraId="743C1078" w14:textId="77777777" w:rsidR="006E609A" w:rsidRPr="001A7B4B" w:rsidRDefault="006E609A" w:rsidP="006E609A">
            <w:pPr>
              <w:pStyle w:val="Normalheadingblue"/>
              <w:rPr>
                <w:rFonts w:cs="Arial"/>
                <w:b w:val="0"/>
                <w:color w:val="auto"/>
                <w:szCs w:val="22"/>
              </w:rPr>
            </w:pPr>
          </w:p>
          <w:p w14:paraId="3F50C74D" w14:textId="77777777" w:rsidR="00CF64B4" w:rsidRPr="001A7B4B" w:rsidRDefault="00CF64B4" w:rsidP="00044E13">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18FAAA9E" w14:textId="77777777" w:rsidR="00DD207A" w:rsidRPr="001A7B4B" w:rsidRDefault="00DD207A"/>
        </w:tc>
      </w:tr>
      <w:tr w:rsidR="001A7B4B" w:rsidRPr="001A7B4B" w14:paraId="6B3A4013"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6380344F" w14:textId="77777777" w:rsidR="00CF64B4" w:rsidRDefault="00CF64B4" w:rsidP="00044E13">
            <w:pPr>
              <w:jc w:val="center"/>
              <w:rPr>
                <w:rFonts w:cs="Arial"/>
                <w:szCs w:val="22"/>
              </w:rPr>
            </w:pPr>
            <w:r>
              <w:rPr>
                <w:rFonts w:cs="Arial"/>
                <w:szCs w:val="22"/>
              </w:rPr>
              <w:lastRenderedPageBreak/>
              <w:t>1</w:t>
            </w:r>
            <w:r w:rsidR="006E609A">
              <w:rPr>
                <w:rFonts w:cs="Arial"/>
                <w:szCs w:val="22"/>
              </w:rPr>
              <w:t>30</w:t>
            </w:r>
          </w:p>
          <w:p w14:paraId="48639A4F" w14:textId="77777777" w:rsidR="006E609A" w:rsidRDefault="006E609A" w:rsidP="00044E13">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302399D9" w14:textId="77777777" w:rsidR="00CF64B4" w:rsidRPr="001A7B4B" w:rsidRDefault="00CF64B4" w:rsidP="00044E13">
            <w:pPr>
              <w:pStyle w:val="Normalheadingblack"/>
              <w:rPr>
                <w:rFonts w:cs="Arial"/>
                <w:lang w:eastAsia="en-GB"/>
              </w:rPr>
            </w:pPr>
            <w:r w:rsidRPr="001A7B4B">
              <w:rPr>
                <w:rFonts w:cs="Arial"/>
                <w:lang w:eastAsia="en-GB"/>
              </w:rPr>
              <w:t>Outcome 1 – Plumbing and heating common knowledge criteria</w:t>
            </w:r>
          </w:p>
          <w:p w14:paraId="60D1E8CE" w14:textId="77777777" w:rsidR="00CF64B4" w:rsidRPr="001A7B4B" w:rsidRDefault="00CF64B4" w:rsidP="00044E13">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6FDD11E8" w14:textId="77777777" w:rsidR="00CF64B4" w:rsidRPr="001A7B4B" w:rsidRDefault="00CF64B4" w:rsidP="00044E13">
            <w:pPr>
              <w:pStyle w:val="Normalheadingblack"/>
              <w:rPr>
                <w:rFonts w:cs="Arial"/>
                <w:b w:val="0"/>
                <w:szCs w:val="22"/>
              </w:rPr>
            </w:pPr>
            <w:r w:rsidRPr="001A7B4B">
              <w:rPr>
                <w:rFonts w:cs="Arial"/>
                <w:b w:val="0"/>
                <w:szCs w:val="22"/>
              </w:rPr>
              <w:t>K1.7 Plumbing and heating systems</w:t>
            </w:r>
          </w:p>
          <w:p w14:paraId="4F2C759D" w14:textId="77777777" w:rsidR="00CF64B4" w:rsidRPr="001A7B4B" w:rsidRDefault="00CF64B4" w:rsidP="00044E13">
            <w:pPr>
              <w:pStyle w:val="Normalheadingblack"/>
              <w:rPr>
                <w:rFonts w:cs="Arial"/>
                <w:b w:val="0"/>
                <w:szCs w:val="22"/>
              </w:rPr>
            </w:pPr>
          </w:p>
          <w:p w14:paraId="77A8F5CD" w14:textId="77777777" w:rsidR="00CF64B4" w:rsidRPr="001A7B4B" w:rsidRDefault="00CF64B4" w:rsidP="00044E13">
            <w:pPr>
              <w:pStyle w:val="Normalheadingblack"/>
              <w:rPr>
                <w:rFonts w:cs="Arial"/>
                <w:b w:val="0"/>
                <w:szCs w:val="22"/>
              </w:rPr>
            </w:pPr>
            <w:r w:rsidRPr="001A7B4B">
              <w:rPr>
                <w:rFonts w:cs="Arial"/>
                <w:b w:val="0"/>
                <w:szCs w:val="22"/>
              </w:rPr>
              <w:t>K1.8 Components used in plumbing and heating systems</w:t>
            </w:r>
          </w:p>
          <w:p w14:paraId="27EABDA6" w14:textId="77777777" w:rsidR="00433536" w:rsidRPr="001A7B4B" w:rsidRDefault="00433536" w:rsidP="00044E13">
            <w:pPr>
              <w:pStyle w:val="Normalheadingblack"/>
              <w:rPr>
                <w:rFonts w:cs="Arial"/>
                <w:b w:val="0"/>
                <w:szCs w:val="22"/>
              </w:rPr>
            </w:pPr>
          </w:p>
          <w:p w14:paraId="737A4CAA" w14:textId="77777777" w:rsidR="00433536" w:rsidRPr="001A7B4B" w:rsidRDefault="00433536" w:rsidP="00044E13">
            <w:pPr>
              <w:pStyle w:val="Normalheadingblack"/>
              <w:rPr>
                <w:rFonts w:cs="Arial"/>
                <w:b w:val="0"/>
                <w:szCs w:val="22"/>
              </w:rPr>
            </w:pPr>
            <w:r w:rsidRPr="001A7B4B">
              <w:rPr>
                <w:rFonts w:cs="Arial"/>
                <w:b w:val="0"/>
                <w:szCs w:val="22"/>
              </w:rPr>
              <w:t>K1.10 Types of control systems required for plumbing systems</w:t>
            </w:r>
          </w:p>
        </w:tc>
        <w:tc>
          <w:tcPr>
            <w:tcW w:w="5785" w:type="dxa"/>
            <w:tcBorders>
              <w:top w:val="single" w:sz="4" w:space="0" w:color="C6C5C6"/>
              <w:left w:val="single" w:sz="4" w:space="0" w:color="C6C5C6"/>
              <w:bottom w:val="single" w:sz="4" w:space="0" w:color="C6C5C6"/>
              <w:right w:val="single" w:sz="4" w:space="0" w:color="C6C5C6"/>
            </w:tcBorders>
          </w:tcPr>
          <w:p w14:paraId="35DBFAE9" w14:textId="77777777" w:rsidR="00CF64B4" w:rsidRPr="001A7B4B" w:rsidRDefault="00CF64B4" w:rsidP="00044E13">
            <w:pPr>
              <w:pStyle w:val="Normalheadingblue"/>
              <w:rPr>
                <w:rFonts w:cs="Arial"/>
                <w:color w:val="auto"/>
                <w:szCs w:val="22"/>
              </w:rPr>
            </w:pPr>
            <w:r w:rsidRPr="001A7B4B">
              <w:rPr>
                <w:rFonts w:cs="Arial"/>
                <w:color w:val="auto"/>
                <w:szCs w:val="22"/>
              </w:rPr>
              <w:t>Activity:</w:t>
            </w:r>
          </w:p>
          <w:p w14:paraId="53359EE0" w14:textId="77777777" w:rsidR="00CF64B4" w:rsidRPr="001A7B4B" w:rsidRDefault="00CF64B4" w:rsidP="00044E13">
            <w:pPr>
              <w:pStyle w:val="Normalheadingblue"/>
              <w:rPr>
                <w:rFonts w:cs="Arial"/>
                <w:color w:val="auto"/>
                <w:szCs w:val="22"/>
              </w:rPr>
            </w:pPr>
          </w:p>
          <w:p w14:paraId="4B1CD63C" w14:textId="77777777" w:rsidR="00CF64B4" w:rsidRPr="001A7B4B" w:rsidRDefault="00CF64B4" w:rsidP="00044E13">
            <w:pPr>
              <w:pStyle w:val="Normalheadingblue"/>
              <w:rPr>
                <w:rFonts w:cs="Arial"/>
                <w:color w:val="auto"/>
                <w:szCs w:val="22"/>
              </w:rPr>
            </w:pPr>
            <w:r w:rsidRPr="001A7B4B">
              <w:rPr>
                <w:rFonts w:cs="Arial"/>
                <w:color w:val="auto"/>
                <w:szCs w:val="22"/>
              </w:rPr>
              <w:t>Delivery:</w:t>
            </w:r>
          </w:p>
          <w:p w14:paraId="2C5393FD" w14:textId="77777777" w:rsidR="00C670F9" w:rsidRPr="001A7B4B" w:rsidRDefault="00C670F9" w:rsidP="00044E13">
            <w:pPr>
              <w:pStyle w:val="Normalheadingblue"/>
              <w:rPr>
                <w:rFonts w:cs="Arial"/>
                <w:color w:val="auto"/>
                <w:szCs w:val="22"/>
              </w:rPr>
            </w:pPr>
          </w:p>
          <w:p w14:paraId="1D6122BC" w14:textId="77777777" w:rsidR="006E609A" w:rsidRPr="001A7B4B" w:rsidRDefault="006E609A" w:rsidP="00044E13">
            <w:pPr>
              <w:pStyle w:val="Normalheadingblue"/>
              <w:rPr>
                <w:rFonts w:cs="Arial"/>
                <w:color w:val="auto"/>
                <w:szCs w:val="22"/>
              </w:rPr>
            </w:pPr>
            <w:r w:rsidRPr="001A7B4B">
              <w:rPr>
                <w:rFonts w:cs="Arial"/>
                <w:color w:val="auto"/>
                <w:szCs w:val="22"/>
              </w:rPr>
              <w:t>Student group presentations – Controls for heating systems</w:t>
            </w:r>
          </w:p>
          <w:p w14:paraId="327E4743" w14:textId="7159281F" w:rsidR="006E609A" w:rsidRPr="001A7B4B" w:rsidRDefault="006E609A" w:rsidP="002C017C">
            <w:pPr>
              <w:pStyle w:val="Normalheadingblue"/>
              <w:numPr>
                <w:ilvl w:val="0"/>
                <w:numId w:val="77"/>
              </w:numPr>
              <w:rPr>
                <w:rFonts w:cs="Arial"/>
                <w:b w:val="0"/>
                <w:color w:val="auto"/>
                <w:szCs w:val="22"/>
              </w:rPr>
            </w:pPr>
            <w:r w:rsidRPr="001A7B4B">
              <w:rPr>
                <w:rFonts w:cs="Arial"/>
                <w:b w:val="0"/>
                <w:color w:val="auto"/>
                <w:szCs w:val="22"/>
              </w:rPr>
              <w:t>Each small group to present a 10 minute presentation based on an element of control systems as directed by tutor</w:t>
            </w:r>
            <w:r w:rsidR="00C37BE4">
              <w:rPr>
                <w:rFonts w:cs="Arial"/>
                <w:b w:val="0"/>
                <w:color w:val="auto"/>
                <w:szCs w:val="22"/>
              </w:rPr>
              <w:t>.</w:t>
            </w:r>
          </w:p>
          <w:p w14:paraId="31809B53" w14:textId="6453E3A4" w:rsidR="00CF64B4" w:rsidRPr="001A7B4B" w:rsidRDefault="00116A2E" w:rsidP="002C017C">
            <w:pPr>
              <w:pStyle w:val="Normalheadingblue"/>
              <w:numPr>
                <w:ilvl w:val="0"/>
                <w:numId w:val="77"/>
              </w:numPr>
              <w:rPr>
                <w:rFonts w:cs="Arial"/>
                <w:color w:val="auto"/>
                <w:szCs w:val="22"/>
              </w:rPr>
            </w:pPr>
            <w:r w:rsidRPr="001A7B4B">
              <w:rPr>
                <w:rFonts w:cs="Arial"/>
                <w:b w:val="0"/>
                <w:color w:val="auto"/>
                <w:szCs w:val="22"/>
              </w:rPr>
              <w:lastRenderedPageBreak/>
              <w:t>Students</w:t>
            </w:r>
            <w:r w:rsidR="006E609A" w:rsidRPr="001A7B4B">
              <w:rPr>
                <w:rFonts w:cs="Arial"/>
                <w:b w:val="0"/>
                <w:color w:val="auto"/>
                <w:szCs w:val="22"/>
              </w:rPr>
              <w:t xml:space="preserve"> to give feedback on each presentation and tutor to lead and advise technically where required</w:t>
            </w:r>
            <w:r w:rsidR="006E609A" w:rsidRPr="001A7B4B">
              <w:rPr>
                <w:rFonts w:cs="Arial"/>
                <w:color w:val="auto"/>
                <w:szCs w:val="22"/>
              </w:rPr>
              <w:t>.</w:t>
            </w:r>
          </w:p>
          <w:p w14:paraId="2DD38BA8" w14:textId="77777777" w:rsidR="00AC5164" w:rsidRPr="001A7B4B" w:rsidRDefault="00AC5164" w:rsidP="002C017C">
            <w:pPr>
              <w:pStyle w:val="Normalheadingblue"/>
              <w:numPr>
                <w:ilvl w:val="0"/>
                <w:numId w:val="77"/>
              </w:numPr>
              <w:rPr>
                <w:rFonts w:cs="Arial"/>
                <w:color w:val="auto"/>
                <w:szCs w:val="22"/>
              </w:rPr>
            </w:pPr>
            <w:r w:rsidRPr="001A7B4B">
              <w:rPr>
                <w:rFonts w:cs="Arial"/>
                <w:b w:val="0"/>
                <w:color w:val="auto"/>
                <w:szCs w:val="22"/>
              </w:rPr>
              <w:t>On completion Tutor to feedback regards technical content and quality of presentation</w:t>
            </w:r>
          </w:p>
          <w:p w14:paraId="27A170F8" w14:textId="77777777" w:rsidR="006E609A" w:rsidRPr="001A7B4B" w:rsidRDefault="006E609A" w:rsidP="006E609A">
            <w:pPr>
              <w:pStyle w:val="Normalheadingblue"/>
              <w:ind w:left="720"/>
              <w:rPr>
                <w:rFonts w:cs="Arial"/>
                <w:color w:val="auto"/>
                <w:szCs w:val="22"/>
              </w:rPr>
            </w:pPr>
          </w:p>
          <w:p w14:paraId="777791C3" w14:textId="77777777" w:rsidR="00CF64B4" w:rsidRPr="001A7B4B" w:rsidRDefault="00CF64B4" w:rsidP="00044E13">
            <w:pPr>
              <w:pStyle w:val="Normalheadingblue"/>
              <w:rPr>
                <w:rFonts w:cs="Arial"/>
                <w:color w:val="auto"/>
                <w:szCs w:val="22"/>
              </w:rPr>
            </w:pPr>
            <w:r w:rsidRPr="001A7B4B">
              <w:rPr>
                <w:rFonts w:cs="Arial"/>
                <w:color w:val="auto"/>
                <w:szCs w:val="22"/>
              </w:rPr>
              <w:t>Resources:</w:t>
            </w:r>
          </w:p>
          <w:p w14:paraId="411FE478" w14:textId="77777777" w:rsidR="006E609A" w:rsidRPr="001A7B4B" w:rsidRDefault="006E609A" w:rsidP="00044E13">
            <w:pPr>
              <w:pStyle w:val="Normalheadingblue"/>
              <w:rPr>
                <w:rFonts w:cs="Arial"/>
                <w:b w:val="0"/>
                <w:color w:val="auto"/>
                <w:szCs w:val="22"/>
              </w:rPr>
            </w:pPr>
            <w:r w:rsidRPr="001A7B4B">
              <w:rPr>
                <w:rFonts w:cs="Arial"/>
                <w:b w:val="0"/>
                <w:color w:val="auto"/>
                <w:szCs w:val="22"/>
              </w:rPr>
              <w:t>ILT equipment</w:t>
            </w:r>
          </w:p>
          <w:p w14:paraId="7F8CA888" w14:textId="77777777" w:rsidR="006E609A" w:rsidRPr="001A7B4B" w:rsidRDefault="006E609A" w:rsidP="00044E13">
            <w:pPr>
              <w:pStyle w:val="Normalheadingblue"/>
              <w:rPr>
                <w:rFonts w:cs="Arial"/>
                <w:b w:val="0"/>
                <w:color w:val="auto"/>
                <w:szCs w:val="22"/>
              </w:rPr>
            </w:pPr>
            <w:r w:rsidRPr="001A7B4B">
              <w:rPr>
                <w:rFonts w:cs="Arial"/>
                <w:b w:val="0"/>
                <w:color w:val="auto"/>
                <w:szCs w:val="22"/>
              </w:rPr>
              <w:t>Projector</w:t>
            </w:r>
          </w:p>
          <w:p w14:paraId="522A5A8C" w14:textId="77777777" w:rsidR="00CF64B4" w:rsidRPr="001A7B4B" w:rsidRDefault="00CF64B4" w:rsidP="00044E13">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3DE0917D" w14:textId="77777777" w:rsidR="00DD207A" w:rsidRPr="001A7B4B" w:rsidRDefault="008A57D2">
            <w:r w:rsidRPr="001A7B4B">
              <w:lastRenderedPageBreak/>
              <w:t>Deliver short presentation</w:t>
            </w:r>
          </w:p>
        </w:tc>
      </w:tr>
      <w:tr w:rsidR="001A7B4B" w:rsidRPr="001A7B4B" w14:paraId="17E4C911"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34B906AC" w14:textId="77777777" w:rsidR="00CF64B4" w:rsidRDefault="00CF64B4" w:rsidP="00044E13">
            <w:pPr>
              <w:jc w:val="center"/>
              <w:rPr>
                <w:rFonts w:cs="Arial"/>
                <w:szCs w:val="22"/>
              </w:rPr>
            </w:pPr>
            <w:r>
              <w:rPr>
                <w:rFonts w:cs="Arial"/>
                <w:szCs w:val="22"/>
              </w:rPr>
              <w:t>1</w:t>
            </w:r>
            <w:r w:rsidR="006E609A">
              <w:rPr>
                <w:rFonts w:cs="Arial"/>
                <w:szCs w:val="22"/>
              </w:rPr>
              <w:t>31</w:t>
            </w:r>
          </w:p>
          <w:p w14:paraId="3941D25F" w14:textId="77777777" w:rsidR="00E2596B" w:rsidRDefault="00E2596B" w:rsidP="00044E13">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2D3050D8" w14:textId="77777777" w:rsidR="00CF64B4" w:rsidRPr="001A7B4B" w:rsidRDefault="00CF64B4" w:rsidP="00044E13">
            <w:pPr>
              <w:pStyle w:val="Normalheadingblack"/>
              <w:rPr>
                <w:rFonts w:cs="Arial"/>
                <w:lang w:eastAsia="en-GB"/>
              </w:rPr>
            </w:pPr>
            <w:r w:rsidRPr="001A7B4B">
              <w:rPr>
                <w:rFonts w:cs="Arial"/>
                <w:lang w:eastAsia="en-GB"/>
              </w:rPr>
              <w:t>Outcome 1 – Plumbing and heating common knowledge criteria</w:t>
            </w:r>
          </w:p>
          <w:p w14:paraId="319A2924" w14:textId="77777777" w:rsidR="00CF64B4" w:rsidRPr="001A7B4B" w:rsidRDefault="00CF64B4" w:rsidP="00044E13">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0229062D" w14:textId="77777777" w:rsidR="00CF64B4" w:rsidRPr="001A7B4B" w:rsidRDefault="00CF64B4" w:rsidP="00044E13">
            <w:pPr>
              <w:pStyle w:val="Normalheadingblack"/>
              <w:rPr>
                <w:rFonts w:cs="Arial"/>
                <w:b w:val="0"/>
                <w:szCs w:val="22"/>
              </w:rPr>
            </w:pPr>
            <w:r w:rsidRPr="001A7B4B">
              <w:rPr>
                <w:rFonts w:cs="Arial"/>
                <w:b w:val="0"/>
                <w:szCs w:val="22"/>
              </w:rPr>
              <w:t>K1.7 Plumbing and heating systems</w:t>
            </w:r>
          </w:p>
          <w:p w14:paraId="7ADE9362" w14:textId="77777777" w:rsidR="00CF64B4" w:rsidRPr="001A7B4B" w:rsidRDefault="00CF64B4" w:rsidP="00044E13">
            <w:pPr>
              <w:pStyle w:val="Normalheadingblack"/>
              <w:rPr>
                <w:rFonts w:cs="Arial"/>
                <w:b w:val="0"/>
                <w:szCs w:val="22"/>
              </w:rPr>
            </w:pPr>
          </w:p>
          <w:p w14:paraId="47C908CB" w14:textId="77777777" w:rsidR="00CF64B4" w:rsidRPr="001A7B4B" w:rsidRDefault="00CF64B4" w:rsidP="00044E13">
            <w:pPr>
              <w:pStyle w:val="Normalheadingblack"/>
              <w:rPr>
                <w:rFonts w:cs="Arial"/>
                <w:b w:val="0"/>
                <w:szCs w:val="22"/>
              </w:rPr>
            </w:pPr>
            <w:r w:rsidRPr="001A7B4B">
              <w:rPr>
                <w:rFonts w:cs="Arial"/>
                <w:b w:val="0"/>
                <w:szCs w:val="22"/>
              </w:rPr>
              <w:t>K1.8 Components used in plumbing and heating systems</w:t>
            </w:r>
          </w:p>
          <w:p w14:paraId="06633DC6" w14:textId="77777777" w:rsidR="00C670F9" w:rsidRPr="001A7B4B" w:rsidRDefault="00C670F9" w:rsidP="00044E13">
            <w:pPr>
              <w:pStyle w:val="Normalheadingblack"/>
              <w:rPr>
                <w:rFonts w:cs="Arial"/>
                <w:b w:val="0"/>
                <w:szCs w:val="22"/>
              </w:rPr>
            </w:pPr>
          </w:p>
          <w:p w14:paraId="2845893B" w14:textId="77777777" w:rsidR="00C670F9" w:rsidRPr="001A7B4B" w:rsidRDefault="00C670F9" w:rsidP="00044E13">
            <w:pPr>
              <w:pStyle w:val="Normalheadingblack"/>
              <w:rPr>
                <w:rFonts w:cs="Arial"/>
                <w:b w:val="0"/>
                <w:szCs w:val="22"/>
              </w:rPr>
            </w:pPr>
            <w:r w:rsidRPr="001A7B4B">
              <w:rPr>
                <w:rFonts w:cs="Arial"/>
                <w:b w:val="0"/>
                <w:szCs w:val="22"/>
              </w:rPr>
              <w:t>K1.11 Appliances supported by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0EAE6E09" w14:textId="77777777" w:rsidR="00CF64B4" w:rsidRPr="001A7B4B" w:rsidRDefault="00CF64B4" w:rsidP="00044E13">
            <w:pPr>
              <w:pStyle w:val="Normalheadingblue"/>
              <w:rPr>
                <w:rFonts w:cs="Arial"/>
                <w:color w:val="auto"/>
                <w:szCs w:val="22"/>
              </w:rPr>
            </w:pPr>
            <w:r w:rsidRPr="001A7B4B">
              <w:rPr>
                <w:rFonts w:cs="Arial"/>
                <w:color w:val="auto"/>
                <w:szCs w:val="22"/>
              </w:rPr>
              <w:t>Activity:</w:t>
            </w:r>
          </w:p>
          <w:p w14:paraId="54BFFB54" w14:textId="77777777" w:rsidR="00CF64B4" w:rsidRPr="001A7B4B" w:rsidRDefault="00CF64B4" w:rsidP="00044E13">
            <w:pPr>
              <w:pStyle w:val="Normalheadingblue"/>
              <w:rPr>
                <w:rFonts w:cs="Arial"/>
                <w:color w:val="auto"/>
                <w:szCs w:val="22"/>
              </w:rPr>
            </w:pPr>
          </w:p>
          <w:p w14:paraId="641997DC" w14:textId="77777777" w:rsidR="00CF64B4" w:rsidRPr="001A7B4B" w:rsidRDefault="00CF64B4" w:rsidP="00044E13">
            <w:pPr>
              <w:pStyle w:val="Normalheadingblue"/>
              <w:rPr>
                <w:rFonts w:cs="Arial"/>
                <w:color w:val="auto"/>
                <w:szCs w:val="22"/>
              </w:rPr>
            </w:pPr>
            <w:r w:rsidRPr="001A7B4B">
              <w:rPr>
                <w:rFonts w:cs="Arial"/>
                <w:color w:val="auto"/>
                <w:szCs w:val="22"/>
              </w:rPr>
              <w:t>Starter task example:</w:t>
            </w:r>
          </w:p>
          <w:p w14:paraId="44E3C4AA" w14:textId="54237732" w:rsidR="00CF64B4" w:rsidRPr="001A7B4B" w:rsidRDefault="00433536" w:rsidP="002C017C">
            <w:pPr>
              <w:pStyle w:val="Normalheadingblue"/>
              <w:numPr>
                <w:ilvl w:val="0"/>
                <w:numId w:val="81"/>
              </w:numPr>
              <w:rPr>
                <w:rFonts w:cs="Arial"/>
                <w:b w:val="0"/>
                <w:color w:val="auto"/>
                <w:szCs w:val="22"/>
              </w:rPr>
            </w:pPr>
            <w:r w:rsidRPr="001A7B4B">
              <w:rPr>
                <w:rFonts w:cs="Arial"/>
                <w:b w:val="0"/>
                <w:color w:val="auto"/>
                <w:szCs w:val="22"/>
              </w:rPr>
              <w:t xml:space="preserve">Long term recall task – </w:t>
            </w:r>
            <w:r w:rsidR="00F502C8" w:rsidRPr="001A7B4B">
              <w:rPr>
                <w:rFonts w:cs="Arial"/>
                <w:b w:val="0"/>
                <w:color w:val="auto"/>
                <w:szCs w:val="22"/>
              </w:rPr>
              <w:t>students</w:t>
            </w:r>
            <w:r w:rsidRPr="001A7B4B">
              <w:rPr>
                <w:rFonts w:cs="Arial"/>
                <w:b w:val="0"/>
                <w:color w:val="auto"/>
                <w:szCs w:val="22"/>
              </w:rPr>
              <w:t xml:space="preserve"> to state facts related to pressure before nominating a peer to do the same</w:t>
            </w:r>
            <w:r w:rsidR="00C37BE4">
              <w:rPr>
                <w:rFonts w:cs="Arial"/>
                <w:b w:val="0"/>
                <w:color w:val="auto"/>
                <w:szCs w:val="22"/>
              </w:rPr>
              <w:t>.</w:t>
            </w:r>
          </w:p>
          <w:p w14:paraId="70FC7D41" w14:textId="77777777" w:rsidR="00CF64B4" w:rsidRPr="001A7B4B" w:rsidRDefault="00CF64B4" w:rsidP="00044E13">
            <w:pPr>
              <w:pStyle w:val="Normalheadingblue"/>
              <w:rPr>
                <w:rFonts w:cs="Arial"/>
                <w:color w:val="auto"/>
                <w:szCs w:val="22"/>
              </w:rPr>
            </w:pPr>
          </w:p>
          <w:p w14:paraId="215E1C1A" w14:textId="77777777" w:rsidR="00CF64B4" w:rsidRPr="001A7B4B" w:rsidRDefault="00CF64B4" w:rsidP="00044E13">
            <w:pPr>
              <w:pStyle w:val="Normalheadingblue"/>
              <w:rPr>
                <w:rFonts w:cs="Arial"/>
                <w:color w:val="auto"/>
                <w:szCs w:val="22"/>
              </w:rPr>
            </w:pPr>
            <w:r w:rsidRPr="001A7B4B">
              <w:rPr>
                <w:rFonts w:cs="Arial"/>
                <w:color w:val="auto"/>
                <w:szCs w:val="22"/>
              </w:rPr>
              <w:t>Delivery:</w:t>
            </w:r>
          </w:p>
          <w:p w14:paraId="3268E418" w14:textId="77777777" w:rsidR="00764320" w:rsidRPr="001A7B4B" w:rsidRDefault="00C670F9" w:rsidP="00044E13">
            <w:pPr>
              <w:pStyle w:val="Normalheadingblue"/>
              <w:rPr>
                <w:rFonts w:cs="Arial"/>
                <w:color w:val="auto"/>
                <w:szCs w:val="22"/>
              </w:rPr>
            </w:pPr>
            <w:r w:rsidRPr="001A7B4B">
              <w:rPr>
                <w:rFonts w:cs="Arial"/>
                <w:color w:val="auto"/>
                <w:szCs w:val="22"/>
              </w:rPr>
              <w:t>Heating systems – Procedures for filling and venting the heating system</w:t>
            </w:r>
            <w:r w:rsidR="00764320" w:rsidRPr="001A7B4B">
              <w:rPr>
                <w:rFonts w:cs="Arial"/>
                <w:color w:val="auto"/>
                <w:szCs w:val="22"/>
              </w:rPr>
              <w:t xml:space="preserve"> including:</w:t>
            </w:r>
          </w:p>
          <w:p w14:paraId="7D032D9A" w14:textId="77777777" w:rsidR="00764320" w:rsidRPr="001A7B4B" w:rsidRDefault="00764320" w:rsidP="002C017C">
            <w:pPr>
              <w:pStyle w:val="Normalheadingblue"/>
              <w:numPr>
                <w:ilvl w:val="0"/>
                <w:numId w:val="79"/>
              </w:numPr>
              <w:rPr>
                <w:rFonts w:cs="Arial"/>
                <w:b w:val="0"/>
                <w:color w:val="auto"/>
                <w:szCs w:val="22"/>
              </w:rPr>
            </w:pPr>
            <w:r w:rsidRPr="001A7B4B">
              <w:rPr>
                <w:rFonts w:cs="Arial"/>
                <w:b w:val="0"/>
                <w:color w:val="auto"/>
                <w:szCs w:val="22"/>
              </w:rPr>
              <w:t>Sealed systems</w:t>
            </w:r>
          </w:p>
          <w:p w14:paraId="7DF978AF" w14:textId="77777777" w:rsidR="00764320" w:rsidRPr="001A7B4B" w:rsidRDefault="00764320" w:rsidP="002C017C">
            <w:pPr>
              <w:pStyle w:val="Normalheadingblue"/>
              <w:numPr>
                <w:ilvl w:val="0"/>
                <w:numId w:val="79"/>
              </w:numPr>
              <w:rPr>
                <w:rFonts w:cs="Arial"/>
                <w:b w:val="0"/>
                <w:color w:val="auto"/>
                <w:szCs w:val="22"/>
              </w:rPr>
            </w:pPr>
            <w:r w:rsidRPr="001A7B4B">
              <w:rPr>
                <w:rFonts w:cs="Arial"/>
                <w:b w:val="0"/>
                <w:color w:val="auto"/>
                <w:szCs w:val="22"/>
              </w:rPr>
              <w:t>Open vented systems</w:t>
            </w:r>
          </w:p>
          <w:p w14:paraId="6697C8A2" w14:textId="77777777" w:rsidR="00764320" w:rsidRPr="001A7B4B" w:rsidRDefault="00433536" w:rsidP="002C017C">
            <w:pPr>
              <w:pStyle w:val="Normalheadingblue"/>
              <w:numPr>
                <w:ilvl w:val="0"/>
                <w:numId w:val="79"/>
              </w:numPr>
              <w:rPr>
                <w:rFonts w:cs="Arial"/>
                <w:b w:val="0"/>
                <w:color w:val="auto"/>
                <w:szCs w:val="22"/>
              </w:rPr>
            </w:pPr>
            <w:r w:rsidRPr="001A7B4B">
              <w:rPr>
                <w:rFonts w:cs="Arial"/>
                <w:b w:val="0"/>
                <w:color w:val="auto"/>
                <w:szCs w:val="22"/>
              </w:rPr>
              <w:t>AAV</w:t>
            </w:r>
          </w:p>
          <w:p w14:paraId="67F8E0D1" w14:textId="77777777" w:rsidR="00433536" w:rsidRPr="001A7B4B" w:rsidRDefault="00433536" w:rsidP="002C017C">
            <w:pPr>
              <w:pStyle w:val="Normalheadingblue"/>
              <w:numPr>
                <w:ilvl w:val="0"/>
                <w:numId w:val="79"/>
              </w:numPr>
              <w:rPr>
                <w:rFonts w:cs="Arial"/>
                <w:b w:val="0"/>
                <w:color w:val="auto"/>
                <w:szCs w:val="22"/>
              </w:rPr>
            </w:pPr>
            <w:r w:rsidRPr="001A7B4B">
              <w:rPr>
                <w:rFonts w:cs="Arial"/>
                <w:b w:val="0"/>
                <w:color w:val="auto"/>
                <w:szCs w:val="22"/>
              </w:rPr>
              <w:lastRenderedPageBreak/>
              <w:t>Manual air vents</w:t>
            </w:r>
          </w:p>
          <w:p w14:paraId="51D59654" w14:textId="77777777" w:rsidR="00433536" w:rsidRPr="001A7B4B" w:rsidRDefault="00433536" w:rsidP="002C017C">
            <w:pPr>
              <w:pStyle w:val="Normalheadingblue"/>
              <w:numPr>
                <w:ilvl w:val="0"/>
                <w:numId w:val="79"/>
              </w:numPr>
              <w:rPr>
                <w:rFonts w:cs="Arial"/>
                <w:b w:val="0"/>
                <w:color w:val="auto"/>
                <w:szCs w:val="22"/>
              </w:rPr>
            </w:pPr>
            <w:r w:rsidRPr="001A7B4B">
              <w:rPr>
                <w:rFonts w:cs="Arial"/>
                <w:b w:val="0"/>
                <w:color w:val="auto"/>
                <w:szCs w:val="22"/>
              </w:rPr>
              <w:t>Filling loops</w:t>
            </w:r>
          </w:p>
          <w:p w14:paraId="09F4FDA5" w14:textId="77777777" w:rsidR="00433536" w:rsidRPr="001A7B4B" w:rsidRDefault="00433536" w:rsidP="002C017C">
            <w:pPr>
              <w:pStyle w:val="Normalheadingblue"/>
              <w:numPr>
                <w:ilvl w:val="0"/>
                <w:numId w:val="79"/>
              </w:numPr>
              <w:rPr>
                <w:rFonts w:cs="Arial"/>
                <w:b w:val="0"/>
                <w:color w:val="auto"/>
                <w:szCs w:val="22"/>
              </w:rPr>
            </w:pPr>
            <w:r w:rsidRPr="001A7B4B">
              <w:rPr>
                <w:rFonts w:cs="Arial"/>
                <w:b w:val="0"/>
                <w:color w:val="auto"/>
                <w:szCs w:val="22"/>
              </w:rPr>
              <w:t>F&amp;E cisterns</w:t>
            </w:r>
          </w:p>
          <w:p w14:paraId="16B3505A" w14:textId="77777777" w:rsidR="00433536" w:rsidRPr="001A7B4B" w:rsidRDefault="00433536" w:rsidP="002C017C">
            <w:pPr>
              <w:pStyle w:val="Normalheadingblue"/>
              <w:numPr>
                <w:ilvl w:val="0"/>
                <w:numId w:val="79"/>
              </w:numPr>
              <w:rPr>
                <w:rFonts w:cs="Arial"/>
                <w:b w:val="0"/>
                <w:color w:val="auto"/>
                <w:szCs w:val="22"/>
              </w:rPr>
            </w:pPr>
            <w:r w:rsidRPr="001A7B4B">
              <w:rPr>
                <w:rFonts w:cs="Arial"/>
                <w:b w:val="0"/>
                <w:color w:val="auto"/>
                <w:szCs w:val="22"/>
              </w:rPr>
              <w:t>Step by step procedure for filling and venting</w:t>
            </w:r>
          </w:p>
          <w:p w14:paraId="781E4304" w14:textId="05993D23" w:rsidR="00433536" w:rsidRPr="001A7B4B" w:rsidRDefault="00433536" w:rsidP="002C017C">
            <w:pPr>
              <w:pStyle w:val="Normalheadingblue"/>
              <w:numPr>
                <w:ilvl w:val="0"/>
                <w:numId w:val="79"/>
              </w:numPr>
              <w:rPr>
                <w:rFonts w:cs="Arial"/>
                <w:b w:val="0"/>
                <w:color w:val="auto"/>
                <w:szCs w:val="22"/>
              </w:rPr>
            </w:pPr>
            <w:r w:rsidRPr="001A7B4B">
              <w:rPr>
                <w:rFonts w:cs="Arial"/>
                <w:b w:val="0"/>
                <w:color w:val="auto"/>
                <w:szCs w:val="22"/>
              </w:rPr>
              <w:t xml:space="preserve">Tutor to show </w:t>
            </w:r>
            <w:r w:rsidR="00F502C8" w:rsidRPr="001A7B4B">
              <w:rPr>
                <w:rFonts w:cs="Arial"/>
                <w:b w:val="0"/>
                <w:color w:val="auto"/>
                <w:szCs w:val="22"/>
              </w:rPr>
              <w:t>students</w:t>
            </w:r>
            <w:r w:rsidRPr="001A7B4B">
              <w:rPr>
                <w:rFonts w:cs="Arial"/>
                <w:b w:val="0"/>
                <w:color w:val="auto"/>
                <w:szCs w:val="22"/>
              </w:rPr>
              <w:t xml:space="preserve"> the procedure for filling and venting both system types</w:t>
            </w:r>
          </w:p>
          <w:p w14:paraId="3BFDE4BE" w14:textId="77777777" w:rsidR="00433536" w:rsidRPr="001A7B4B" w:rsidRDefault="00433536" w:rsidP="002C017C">
            <w:pPr>
              <w:pStyle w:val="Normalheadingblue"/>
              <w:numPr>
                <w:ilvl w:val="0"/>
                <w:numId w:val="79"/>
              </w:numPr>
              <w:rPr>
                <w:rFonts w:cs="Arial"/>
                <w:b w:val="0"/>
                <w:color w:val="auto"/>
                <w:szCs w:val="22"/>
              </w:rPr>
            </w:pPr>
            <w:r w:rsidRPr="001A7B4B">
              <w:rPr>
                <w:rFonts w:cs="Arial"/>
                <w:b w:val="0"/>
                <w:color w:val="auto"/>
                <w:szCs w:val="22"/>
              </w:rPr>
              <w:t>Look at specific appliances such as combination boilers with integral filling loops</w:t>
            </w:r>
          </w:p>
          <w:p w14:paraId="163D2345" w14:textId="26E74111" w:rsidR="00433536" w:rsidRPr="001A7B4B" w:rsidRDefault="00433536" w:rsidP="002C017C">
            <w:pPr>
              <w:pStyle w:val="Normalheadingblue"/>
              <w:numPr>
                <w:ilvl w:val="0"/>
                <w:numId w:val="79"/>
              </w:numPr>
              <w:rPr>
                <w:rFonts w:cs="Arial"/>
                <w:b w:val="0"/>
                <w:color w:val="auto"/>
                <w:szCs w:val="22"/>
              </w:rPr>
            </w:pPr>
            <w:r w:rsidRPr="001A7B4B">
              <w:rPr>
                <w:rFonts w:cs="Arial"/>
                <w:b w:val="0"/>
                <w:color w:val="auto"/>
                <w:szCs w:val="22"/>
              </w:rPr>
              <w:t xml:space="preserve">Allow </w:t>
            </w:r>
            <w:r w:rsidR="00F502C8" w:rsidRPr="001A7B4B">
              <w:rPr>
                <w:rFonts w:cs="Arial"/>
                <w:b w:val="0"/>
                <w:color w:val="auto"/>
                <w:szCs w:val="22"/>
              </w:rPr>
              <w:t>students</w:t>
            </w:r>
            <w:r w:rsidRPr="001A7B4B">
              <w:rPr>
                <w:rFonts w:cs="Arial"/>
                <w:b w:val="0"/>
                <w:color w:val="auto"/>
                <w:szCs w:val="22"/>
              </w:rPr>
              <w:t xml:space="preserve"> to take part in process</w:t>
            </w:r>
          </w:p>
          <w:p w14:paraId="427EC42A" w14:textId="77777777" w:rsidR="00433536" w:rsidRPr="001A7B4B" w:rsidRDefault="00433536" w:rsidP="002C017C">
            <w:pPr>
              <w:pStyle w:val="Normalheadingblue"/>
              <w:numPr>
                <w:ilvl w:val="0"/>
                <w:numId w:val="79"/>
              </w:numPr>
              <w:rPr>
                <w:rFonts w:cs="Arial"/>
                <w:b w:val="0"/>
                <w:color w:val="auto"/>
                <w:szCs w:val="22"/>
              </w:rPr>
            </w:pPr>
            <w:r w:rsidRPr="001A7B4B">
              <w:rPr>
                <w:rFonts w:cs="Arial"/>
                <w:b w:val="0"/>
                <w:color w:val="auto"/>
                <w:szCs w:val="22"/>
              </w:rPr>
              <w:t>Discuss AAV and manual vents</w:t>
            </w:r>
          </w:p>
          <w:p w14:paraId="14385EA5" w14:textId="77777777" w:rsidR="00433536" w:rsidRPr="001A7B4B" w:rsidRDefault="00433536" w:rsidP="002C017C">
            <w:pPr>
              <w:pStyle w:val="Normalheadingblue"/>
              <w:numPr>
                <w:ilvl w:val="0"/>
                <w:numId w:val="79"/>
              </w:numPr>
              <w:rPr>
                <w:rFonts w:cs="Arial"/>
                <w:b w:val="0"/>
                <w:color w:val="auto"/>
                <w:szCs w:val="22"/>
              </w:rPr>
            </w:pPr>
            <w:r w:rsidRPr="001A7B4B">
              <w:rPr>
                <w:rFonts w:cs="Arial"/>
                <w:b w:val="0"/>
                <w:color w:val="auto"/>
                <w:szCs w:val="22"/>
              </w:rPr>
              <w:t>Identify where air locks could occur in open systems</w:t>
            </w:r>
          </w:p>
          <w:p w14:paraId="51939C2F" w14:textId="77777777" w:rsidR="00433536" w:rsidRPr="001A7B4B" w:rsidRDefault="00433536" w:rsidP="002C017C">
            <w:pPr>
              <w:pStyle w:val="Normalheadingblue"/>
              <w:numPr>
                <w:ilvl w:val="0"/>
                <w:numId w:val="79"/>
              </w:numPr>
              <w:rPr>
                <w:rFonts w:cs="Arial"/>
                <w:b w:val="0"/>
                <w:color w:val="auto"/>
                <w:szCs w:val="22"/>
              </w:rPr>
            </w:pPr>
            <w:r w:rsidRPr="001A7B4B">
              <w:rPr>
                <w:rFonts w:cs="Arial"/>
                <w:b w:val="0"/>
                <w:color w:val="auto"/>
                <w:szCs w:val="22"/>
              </w:rPr>
              <w:t>Discuss pressure for filling sealed systems</w:t>
            </w:r>
          </w:p>
          <w:p w14:paraId="26DB926A" w14:textId="77777777" w:rsidR="00CF64B4" w:rsidRPr="001A7B4B" w:rsidRDefault="00CF64B4" w:rsidP="00044E13">
            <w:pPr>
              <w:pStyle w:val="Normalheadingblue"/>
              <w:rPr>
                <w:rFonts w:cs="Arial"/>
                <w:color w:val="auto"/>
                <w:szCs w:val="22"/>
              </w:rPr>
            </w:pPr>
          </w:p>
          <w:p w14:paraId="508CB018" w14:textId="77777777" w:rsidR="00CF64B4" w:rsidRPr="001A7B4B" w:rsidRDefault="00CF64B4" w:rsidP="00044E13">
            <w:pPr>
              <w:pStyle w:val="Normalheadingblue"/>
              <w:rPr>
                <w:rFonts w:cs="Arial"/>
                <w:color w:val="auto"/>
                <w:szCs w:val="22"/>
              </w:rPr>
            </w:pPr>
            <w:r w:rsidRPr="001A7B4B">
              <w:rPr>
                <w:rFonts w:cs="Arial"/>
                <w:color w:val="auto"/>
                <w:szCs w:val="22"/>
              </w:rPr>
              <w:t>Knowledge check example:</w:t>
            </w:r>
          </w:p>
          <w:p w14:paraId="404C5C6A" w14:textId="19A661EA" w:rsidR="00CF64B4" w:rsidRPr="001A7B4B" w:rsidRDefault="00116A2E" w:rsidP="002C017C">
            <w:pPr>
              <w:pStyle w:val="Normalheadingblue"/>
              <w:numPr>
                <w:ilvl w:val="0"/>
                <w:numId w:val="80"/>
              </w:numPr>
              <w:rPr>
                <w:rFonts w:cs="Arial"/>
                <w:b w:val="0"/>
                <w:color w:val="auto"/>
                <w:szCs w:val="22"/>
              </w:rPr>
            </w:pPr>
            <w:r w:rsidRPr="001A7B4B">
              <w:rPr>
                <w:rFonts w:cs="Arial"/>
                <w:b w:val="0"/>
                <w:color w:val="auto"/>
                <w:szCs w:val="22"/>
              </w:rPr>
              <w:t>Students</w:t>
            </w:r>
            <w:r w:rsidR="00433536" w:rsidRPr="001A7B4B">
              <w:rPr>
                <w:rFonts w:cs="Arial"/>
                <w:b w:val="0"/>
                <w:color w:val="auto"/>
                <w:szCs w:val="22"/>
              </w:rPr>
              <w:t xml:space="preserve"> to produce a step by step method statement for filling a heating system and removing air</w:t>
            </w:r>
            <w:r w:rsidR="005C1D6C">
              <w:rPr>
                <w:rFonts w:cs="Arial"/>
                <w:b w:val="0"/>
                <w:color w:val="auto"/>
                <w:szCs w:val="22"/>
              </w:rPr>
              <w:t>.</w:t>
            </w:r>
          </w:p>
          <w:p w14:paraId="4C82243A" w14:textId="77777777" w:rsidR="00CF64B4" w:rsidRPr="001A7B4B" w:rsidRDefault="00CF64B4" w:rsidP="00044E13">
            <w:pPr>
              <w:pStyle w:val="Normalheadingblue"/>
              <w:rPr>
                <w:rFonts w:cs="Arial"/>
                <w:color w:val="auto"/>
                <w:szCs w:val="22"/>
              </w:rPr>
            </w:pPr>
            <w:r w:rsidRPr="001A7B4B">
              <w:rPr>
                <w:rFonts w:cs="Arial"/>
                <w:color w:val="auto"/>
                <w:szCs w:val="22"/>
              </w:rPr>
              <w:t>Resources:</w:t>
            </w:r>
          </w:p>
          <w:p w14:paraId="37B4971E" w14:textId="77777777" w:rsidR="00CF64B4" w:rsidRPr="001A7B4B" w:rsidRDefault="00F60280" w:rsidP="00044E13">
            <w:pPr>
              <w:pStyle w:val="Normalheadingblue"/>
              <w:rPr>
                <w:rFonts w:cs="Arial"/>
                <w:b w:val="0"/>
                <w:color w:val="auto"/>
                <w:szCs w:val="22"/>
              </w:rPr>
            </w:pPr>
            <w:r w:rsidRPr="001A7B4B">
              <w:rPr>
                <w:rFonts w:cs="Arial"/>
                <w:b w:val="0"/>
                <w:color w:val="auto"/>
                <w:szCs w:val="22"/>
              </w:rPr>
              <w:t>Examples of systems to demonstrate filling and venting</w:t>
            </w:r>
          </w:p>
          <w:p w14:paraId="26162FC5" w14:textId="6B6EEDD1" w:rsidR="00F60280" w:rsidRPr="001A7B4B" w:rsidRDefault="00F60280" w:rsidP="00044E13">
            <w:pPr>
              <w:pStyle w:val="Normalheadingblue"/>
              <w:rPr>
                <w:rFonts w:cs="Arial"/>
                <w:color w:val="auto"/>
                <w:szCs w:val="22"/>
              </w:rPr>
            </w:pPr>
            <w:r w:rsidRPr="001A7B4B">
              <w:rPr>
                <w:rFonts w:cs="Arial"/>
                <w:b w:val="0"/>
                <w:color w:val="auto"/>
                <w:szCs w:val="22"/>
              </w:rPr>
              <w:t>AAVs</w:t>
            </w:r>
          </w:p>
        </w:tc>
        <w:tc>
          <w:tcPr>
            <w:tcW w:w="2246" w:type="dxa"/>
            <w:tcBorders>
              <w:top w:val="single" w:sz="4" w:space="0" w:color="C6C5C6"/>
              <w:left w:val="single" w:sz="4" w:space="0" w:color="C6C5C6"/>
              <w:bottom w:val="single" w:sz="4" w:space="0" w:color="C6C5C6"/>
              <w:right w:val="single" w:sz="4" w:space="0" w:color="C6C5C6"/>
            </w:tcBorders>
          </w:tcPr>
          <w:p w14:paraId="3C335230" w14:textId="77777777" w:rsidR="00DD207A" w:rsidRPr="001A7B4B" w:rsidRDefault="008A57D2">
            <w:r w:rsidRPr="001A7B4B">
              <w:lastRenderedPageBreak/>
              <w:t>State facts regarding pressure</w:t>
            </w:r>
            <w:r w:rsidRPr="001A7B4B">
              <w:br/>
            </w:r>
            <w:r w:rsidRPr="001A7B4B">
              <w:br/>
            </w:r>
            <w:r w:rsidRPr="001A7B4B">
              <w:br/>
            </w:r>
            <w:r w:rsidRPr="001A7B4B">
              <w:br/>
            </w:r>
            <w:r w:rsidRPr="001A7B4B">
              <w:br/>
              <w:t>Produce step by step guide to filling and venting systems</w:t>
            </w:r>
          </w:p>
        </w:tc>
      </w:tr>
      <w:tr w:rsidR="001A7B4B" w:rsidRPr="001A7B4B" w14:paraId="0CE88345"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3F024B8C" w14:textId="77777777" w:rsidR="00CF64B4" w:rsidRDefault="00CF64B4" w:rsidP="00044E13">
            <w:pPr>
              <w:jc w:val="center"/>
              <w:rPr>
                <w:rFonts w:cs="Arial"/>
                <w:szCs w:val="22"/>
              </w:rPr>
            </w:pPr>
            <w:r>
              <w:rPr>
                <w:rFonts w:cs="Arial"/>
                <w:szCs w:val="22"/>
              </w:rPr>
              <w:t>1</w:t>
            </w:r>
            <w:r w:rsidR="0009707A">
              <w:rPr>
                <w:rFonts w:cs="Arial"/>
                <w:szCs w:val="22"/>
              </w:rPr>
              <w:t>3</w:t>
            </w:r>
            <w:r w:rsidR="00F60280">
              <w:rPr>
                <w:rFonts w:cs="Arial"/>
                <w:szCs w:val="22"/>
              </w:rPr>
              <w:t>2-133</w:t>
            </w:r>
          </w:p>
          <w:p w14:paraId="56190071" w14:textId="77777777" w:rsidR="00F60280" w:rsidRDefault="00F60280" w:rsidP="00044E13">
            <w:pPr>
              <w:jc w:val="center"/>
              <w:rPr>
                <w:rFonts w:cs="Arial"/>
                <w:szCs w:val="22"/>
              </w:rPr>
            </w:pPr>
            <w:r>
              <w:rPr>
                <w:rFonts w:cs="Arial"/>
                <w:szCs w:val="22"/>
              </w:rPr>
              <w:lastRenderedPageBreak/>
              <w:t>6 hours</w:t>
            </w:r>
          </w:p>
        </w:tc>
        <w:tc>
          <w:tcPr>
            <w:tcW w:w="2199" w:type="dxa"/>
            <w:tcBorders>
              <w:top w:val="single" w:sz="4" w:space="0" w:color="C6C5C6"/>
              <w:left w:val="single" w:sz="4" w:space="0" w:color="C6C5C6"/>
              <w:bottom w:val="single" w:sz="4" w:space="0" w:color="C6C5C6"/>
              <w:right w:val="single" w:sz="4" w:space="0" w:color="C6C5C6"/>
            </w:tcBorders>
          </w:tcPr>
          <w:p w14:paraId="1832CCF0" w14:textId="77777777" w:rsidR="00CF64B4" w:rsidRPr="001A7B4B" w:rsidRDefault="00CF64B4" w:rsidP="00044E13">
            <w:pPr>
              <w:pStyle w:val="Normalheadingblack"/>
              <w:rPr>
                <w:rFonts w:cs="Arial"/>
                <w:lang w:eastAsia="en-GB"/>
              </w:rPr>
            </w:pPr>
            <w:r w:rsidRPr="001A7B4B">
              <w:rPr>
                <w:rFonts w:cs="Arial"/>
                <w:lang w:eastAsia="en-GB"/>
              </w:rPr>
              <w:lastRenderedPageBreak/>
              <w:t xml:space="preserve">Outcome 1 – Plumbing and </w:t>
            </w:r>
            <w:r w:rsidRPr="001A7B4B">
              <w:rPr>
                <w:rFonts w:cs="Arial"/>
                <w:lang w:eastAsia="en-GB"/>
              </w:rPr>
              <w:lastRenderedPageBreak/>
              <w:t>heating common knowledge criteria</w:t>
            </w:r>
          </w:p>
          <w:p w14:paraId="6FECDD84" w14:textId="77777777" w:rsidR="00CF64B4" w:rsidRPr="001A7B4B" w:rsidRDefault="00CF64B4" w:rsidP="00044E13">
            <w:pPr>
              <w:pStyle w:val="Normalheadingblack"/>
              <w:rPr>
                <w:rFonts w:cs="Arial"/>
                <w:lang w:eastAsia="en-GB"/>
              </w:rPr>
            </w:pPr>
          </w:p>
          <w:p w14:paraId="6CFAF1FC" w14:textId="77777777" w:rsidR="00E2596B" w:rsidRPr="001A7B4B" w:rsidRDefault="00E2596B" w:rsidP="00E2596B">
            <w:pPr>
              <w:pStyle w:val="Normalheadingblack"/>
              <w:rPr>
                <w:rFonts w:cs="Arial"/>
                <w:lang w:eastAsia="en-GB"/>
              </w:rPr>
            </w:pPr>
            <w:r w:rsidRPr="001A7B4B">
              <w:rPr>
                <w:rFonts w:cs="Arial"/>
                <w:lang w:eastAsia="en-GB"/>
              </w:rPr>
              <w:t>Outcome 2 Install plumbing and heating systems</w:t>
            </w:r>
          </w:p>
          <w:p w14:paraId="72223313" w14:textId="77777777" w:rsidR="00E2596B" w:rsidRPr="001A7B4B" w:rsidRDefault="00E2596B" w:rsidP="00044E13">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250E5AB6" w14:textId="77777777" w:rsidR="00D52365" w:rsidRPr="001A7B4B" w:rsidRDefault="00D52365" w:rsidP="00044E13">
            <w:pPr>
              <w:pStyle w:val="Normalheadingblack"/>
              <w:rPr>
                <w:rFonts w:cs="Arial"/>
                <w:b w:val="0"/>
                <w:szCs w:val="22"/>
              </w:rPr>
            </w:pPr>
          </w:p>
          <w:p w14:paraId="32BAC6DE" w14:textId="77777777" w:rsidR="00D52365" w:rsidRPr="001A7B4B" w:rsidRDefault="00D52365" w:rsidP="00D52365">
            <w:pPr>
              <w:pStyle w:val="Normalheadingblack"/>
              <w:rPr>
                <w:rFonts w:cs="Arial"/>
                <w:b w:val="0"/>
                <w:szCs w:val="22"/>
              </w:rPr>
            </w:pPr>
            <w:r w:rsidRPr="001A7B4B">
              <w:rPr>
                <w:rFonts w:cs="Arial"/>
                <w:b w:val="0"/>
                <w:szCs w:val="22"/>
              </w:rPr>
              <w:lastRenderedPageBreak/>
              <w:t xml:space="preserve">2.13 Install </w:t>
            </w:r>
          </w:p>
          <w:p w14:paraId="426C08D1" w14:textId="77777777" w:rsidR="00D52365" w:rsidRPr="001A7B4B" w:rsidRDefault="00D52365" w:rsidP="00D52365">
            <w:pPr>
              <w:pStyle w:val="Normalheadingblack"/>
              <w:rPr>
                <w:rFonts w:cs="Arial"/>
                <w:b w:val="0"/>
                <w:szCs w:val="22"/>
              </w:rPr>
            </w:pPr>
            <w:r w:rsidRPr="001A7B4B">
              <w:rPr>
                <w:rFonts w:cs="Arial"/>
                <w:b w:val="0"/>
                <w:szCs w:val="22"/>
              </w:rPr>
              <w:t xml:space="preserve">components to </w:t>
            </w:r>
          </w:p>
          <w:p w14:paraId="459B0F6B" w14:textId="77777777" w:rsidR="00D52365" w:rsidRPr="001A7B4B" w:rsidRDefault="00D52365" w:rsidP="00D52365">
            <w:pPr>
              <w:pStyle w:val="Normalheadingblack"/>
              <w:rPr>
                <w:rFonts w:cs="Arial"/>
                <w:b w:val="0"/>
                <w:szCs w:val="22"/>
              </w:rPr>
            </w:pPr>
            <w:r w:rsidRPr="001A7B4B">
              <w:rPr>
                <w:rFonts w:cs="Arial"/>
                <w:b w:val="0"/>
                <w:szCs w:val="22"/>
              </w:rPr>
              <w:t>heating appliances</w:t>
            </w:r>
          </w:p>
          <w:p w14:paraId="68AB5F60" w14:textId="77777777" w:rsidR="00D52365" w:rsidRPr="001A7B4B" w:rsidRDefault="00D52365" w:rsidP="00044E13">
            <w:pPr>
              <w:pStyle w:val="Normalheadingblack"/>
              <w:rPr>
                <w:rFonts w:cs="Arial"/>
                <w:b w:val="0"/>
                <w:szCs w:val="22"/>
              </w:rPr>
            </w:pPr>
          </w:p>
          <w:p w14:paraId="1176C81C" w14:textId="77777777" w:rsidR="00D52365" w:rsidRPr="001A7B4B" w:rsidRDefault="00D52365" w:rsidP="00D52365">
            <w:pPr>
              <w:pStyle w:val="Normalheadingblack"/>
              <w:rPr>
                <w:rFonts w:cs="Arial"/>
                <w:b w:val="0"/>
                <w:szCs w:val="22"/>
              </w:rPr>
            </w:pPr>
            <w:r w:rsidRPr="001A7B4B">
              <w:rPr>
                <w:rFonts w:cs="Arial"/>
                <w:b w:val="0"/>
                <w:szCs w:val="22"/>
              </w:rPr>
              <w:t xml:space="preserve">2.14 Install controls </w:t>
            </w:r>
          </w:p>
          <w:p w14:paraId="14E792AC" w14:textId="77777777" w:rsidR="00D52365" w:rsidRPr="001A7B4B" w:rsidRDefault="00D52365" w:rsidP="00D52365">
            <w:pPr>
              <w:pStyle w:val="Normalheadingblack"/>
              <w:rPr>
                <w:rFonts w:cs="Arial"/>
                <w:b w:val="0"/>
                <w:szCs w:val="22"/>
              </w:rPr>
            </w:pPr>
            <w:r w:rsidRPr="001A7B4B">
              <w:rPr>
                <w:rFonts w:cs="Arial"/>
                <w:b w:val="0"/>
                <w:szCs w:val="22"/>
              </w:rPr>
              <w:t xml:space="preserve">into a range of </w:t>
            </w:r>
          </w:p>
          <w:p w14:paraId="12F28251" w14:textId="77777777" w:rsidR="00D52365" w:rsidRPr="001A7B4B" w:rsidRDefault="00D52365" w:rsidP="00D52365">
            <w:pPr>
              <w:pStyle w:val="Normalheadingblack"/>
              <w:rPr>
                <w:rFonts w:cs="Arial"/>
                <w:b w:val="0"/>
                <w:szCs w:val="22"/>
              </w:rPr>
            </w:pPr>
            <w:r w:rsidRPr="001A7B4B">
              <w:rPr>
                <w:rFonts w:cs="Arial"/>
                <w:b w:val="0"/>
                <w:szCs w:val="22"/>
              </w:rPr>
              <w:t>heating systems</w:t>
            </w:r>
          </w:p>
        </w:tc>
        <w:tc>
          <w:tcPr>
            <w:tcW w:w="5785" w:type="dxa"/>
            <w:tcBorders>
              <w:top w:val="single" w:sz="4" w:space="0" w:color="C6C5C6"/>
              <w:left w:val="single" w:sz="4" w:space="0" w:color="C6C5C6"/>
              <w:bottom w:val="single" w:sz="4" w:space="0" w:color="C6C5C6"/>
              <w:right w:val="single" w:sz="4" w:space="0" w:color="C6C5C6"/>
            </w:tcBorders>
          </w:tcPr>
          <w:p w14:paraId="7C7E08E1" w14:textId="77777777" w:rsidR="00CF64B4" w:rsidRPr="001A7B4B" w:rsidRDefault="00CF64B4" w:rsidP="00044E13">
            <w:pPr>
              <w:pStyle w:val="Normalheadingblue"/>
              <w:rPr>
                <w:rFonts w:cs="Arial"/>
                <w:color w:val="auto"/>
                <w:szCs w:val="22"/>
              </w:rPr>
            </w:pPr>
            <w:r w:rsidRPr="001A7B4B">
              <w:rPr>
                <w:rFonts w:cs="Arial"/>
                <w:color w:val="auto"/>
                <w:szCs w:val="22"/>
              </w:rPr>
              <w:lastRenderedPageBreak/>
              <w:t>Activity:</w:t>
            </w:r>
          </w:p>
          <w:p w14:paraId="0A27AD6E" w14:textId="77777777" w:rsidR="00CF64B4" w:rsidRPr="001A7B4B" w:rsidRDefault="00CF64B4" w:rsidP="00044E13">
            <w:pPr>
              <w:pStyle w:val="Normalheadingblue"/>
              <w:rPr>
                <w:rFonts w:cs="Arial"/>
                <w:color w:val="auto"/>
                <w:szCs w:val="22"/>
              </w:rPr>
            </w:pPr>
          </w:p>
          <w:p w14:paraId="2F351B05" w14:textId="77777777" w:rsidR="00CF64B4" w:rsidRPr="001A7B4B" w:rsidRDefault="00CF64B4" w:rsidP="00044E13">
            <w:pPr>
              <w:pStyle w:val="Normalheadingblue"/>
              <w:rPr>
                <w:rFonts w:cs="Arial"/>
                <w:color w:val="auto"/>
                <w:szCs w:val="22"/>
              </w:rPr>
            </w:pPr>
            <w:r w:rsidRPr="001A7B4B">
              <w:rPr>
                <w:rFonts w:cs="Arial"/>
                <w:color w:val="auto"/>
                <w:szCs w:val="22"/>
              </w:rPr>
              <w:t>Starter task example:</w:t>
            </w:r>
          </w:p>
          <w:p w14:paraId="235A624A" w14:textId="77777777" w:rsidR="00CF64B4" w:rsidRPr="001A7B4B" w:rsidRDefault="00E2596B" w:rsidP="002C017C">
            <w:pPr>
              <w:pStyle w:val="Normalheadingblue"/>
              <w:numPr>
                <w:ilvl w:val="0"/>
                <w:numId w:val="80"/>
              </w:numPr>
              <w:rPr>
                <w:rFonts w:cs="Arial"/>
                <w:b w:val="0"/>
                <w:color w:val="auto"/>
                <w:szCs w:val="22"/>
              </w:rPr>
            </w:pPr>
            <w:r w:rsidRPr="001A7B4B">
              <w:rPr>
                <w:rFonts w:cs="Arial"/>
                <w:b w:val="0"/>
                <w:color w:val="auto"/>
                <w:szCs w:val="22"/>
              </w:rPr>
              <w:t>Toolbox talk session – Spend 10 minutes discussing a suitable element of safety relating to the session. Nominate a learner to state safety aspects.</w:t>
            </w:r>
          </w:p>
          <w:p w14:paraId="5D7971B2" w14:textId="77777777" w:rsidR="00CF64B4" w:rsidRPr="001A7B4B" w:rsidRDefault="00CF64B4" w:rsidP="00044E13">
            <w:pPr>
              <w:pStyle w:val="Normalheadingblue"/>
              <w:rPr>
                <w:rFonts w:cs="Arial"/>
                <w:color w:val="auto"/>
                <w:szCs w:val="22"/>
              </w:rPr>
            </w:pPr>
          </w:p>
          <w:p w14:paraId="170B9814" w14:textId="77777777" w:rsidR="00CF64B4" w:rsidRPr="001A7B4B" w:rsidRDefault="00CF64B4" w:rsidP="00044E13">
            <w:pPr>
              <w:pStyle w:val="Normalheadingblue"/>
              <w:rPr>
                <w:rFonts w:cs="Arial"/>
                <w:color w:val="auto"/>
                <w:szCs w:val="22"/>
              </w:rPr>
            </w:pPr>
            <w:r w:rsidRPr="001A7B4B">
              <w:rPr>
                <w:rFonts w:cs="Arial"/>
                <w:color w:val="auto"/>
                <w:szCs w:val="22"/>
              </w:rPr>
              <w:t>Delivery:</w:t>
            </w:r>
          </w:p>
          <w:p w14:paraId="32D5E5A6" w14:textId="1F071292" w:rsidR="00CF64B4" w:rsidRPr="001A7B4B" w:rsidRDefault="00F60280" w:rsidP="00044E13">
            <w:pPr>
              <w:pStyle w:val="Normalheadingblue"/>
              <w:rPr>
                <w:rFonts w:cs="Arial"/>
                <w:color w:val="auto"/>
                <w:szCs w:val="22"/>
              </w:rPr>
            </w:pPr>
            <w:r w:rsidRPr="001A7B4B">
              <w:rPr>
                <w:rFonts w:cs="Arial"/>
                <w:color w:val="auto"/>
                <w:szCs w:val="22"/>
              </w:rPr>
              <w:t xml:space="preserve">Practical session – Install controls </w:t>
            </w:r>
            <w:r w:rsidR="00D52365" w:rsidRPr="001A7B4B">
              <w:rPr>
                <w:rFonts w:cs="Arial"/>
                <w:color w:val="auto"/>
                <w:szCs w:val="22"/>
              </w:rPr>
              <w:t xml:space="preserve">and components </w:t>
            </w:r>
            <w:r w:rsidRPr="001A7B4B">
              <w:rPr>
                <w:rFonts w:cs="Arial"/>
                <w:color w:val="auto"/>
                <w:szCs w:val="22"/>
              </w:rPr>
              <w:t>to heating systems</w:t>
            </w:r>
            <w:r w:rsidR="00D52365" w:rsidRPr="001A7B4B">
              <w:rPr>
                <w:rFonts w:cs="Arial"/>
                <w:color w:val="auto"/>
                <w:szCs w:val="22"/>
              </w:rPr>
              <w:t xml:space="preserve"> - </w:t>
            </w:r>
            <w:r w:rsidR="00520A65" w:rsidRPr="001A7B4B">
              <w:rPr>
                <w:rFonts w:cs="Arial"/>
                <w:b w:val="0"/>
                <w:color w:val="auto"/>
                <w:szCs w:val="22"/>
              </w:rPr>
              <w:t xml:space="preserve">This session allows </w:t>
            </w:r>
            <w:r w:rsidR="00F502C8" w:rsidRPr="001A7B4B">
              <w:rPr>
                <w:rFonts w:cs="Arial"/>
                <w:b w:val="0"/>
                <w:color w:val="auto"/>
                <w:szCs w:val="22"/>
              </w:rPr>
              <w:t>students</w:t>
            </w:r>
            <w:r w:rsidR="00520A65" w:rsidRPr="001A7B4B">
              <w:rPr>
                <w:rFonts w:cs="Arial"/>
                <w:b w:val="0"/>
                <w:color w:val="auto"/>
                <w:szCs w:val="22"/>
              </w:rPr>
              <w:t xml:space="preserve"> to practice their installation skills</w:t>
            </w:r>
            <w:r w:rsidR="00D52365" w:rsidRPr="001A7B4B">
              <w:rPr>
                <w:rFonts w:cs="Arial"/>
                <w:b w:val="0"/>
                <w:color w:val="auto"/>
                <w:szCs w:val="22"/>
              </w:rPr>
              <w:t xml:space="preserve"> in a practical environment</w:t>
            </w:r>
            <w:r w:rsidR="005C1D6C">
              <w:rPr>
                <w:rFonts w:cs="Arial"/>
                <w:b w:val="0"/>
                <w:color w:val="auto"/>
                <w:szCs w:val="22"/>
              </w:rPr>
              <w:t>.</w:t>
            </w:r>
          </w:p>
          <w:p w14:paraId="52D7D57D" w14:textId="77777777" w:rsidR="00D52365" w:rsidRPr="001A7B4B" w:rsidRDefault="00D52365" w:rsidP="00044E13">
            <w:pPr>
              <w:pStyle w:val="Normalheadingblue"/>
              <w:rPr>
                <w:rFonts w:cs="Arial"/>
                <w:b w:val="0"/>
                <w:color w:val="auto"/>
                <w:szCs w:val="22"/>
              </w:rPr>
            </w:pPr>
            <w:r w:rsidRPr="001A7B4B">
              <w:rPr>
                <w:rFonts w:cs="Arial"/>
                <w:b w:val="0"/>
                <w:color w:val="auto"/>
                <w:szCs w:val="22"/>
              </w:rPr>
              <w:t>Install controls and components</w:t>
            </w:r>
            <w:r w:rsidRPr="001A7B4B">
              <w:rPr>
                <w:rFonts w:cs="Arial"/>
                <w:color w:val="auto"/>
                <w:szCs w:val="22"/>
              </w:rPr>
              <w:t xml:space="preserve"> </w:t>
            </w:r>
            <w:r w:rsidRPr="001A7B4B">
              <w:rPr>
                <w:rFonts w:cs="Arial"/>
                <w:b w:val="0"/>
                <w:color w:val="auto"/>
                <w:szCs w:val="22"/>
              </w:rPr>
              <w:t>into existing systems or pipework arrangements such as:</w:t>
            </w:r>
          </w:p>
          <w:p w14:paraId="3D26017D" w14:textId="77777777" w:rsidR="00D52365" w:rsidRPr="001A7B4B" w:rsidRDefault="00D52365" w:rsidP="002C017C">
            <w:pPr>
              <w:pStyle w:val="Normalheadingblue"/>
              <w:numPr>
                <w:ilvl w:val="0"/>
                <w:numId w:val="80"/>
              </w:numPr>
              <w:rPr>
                <w:rFonts w:cs="Arial"/>
                <w:b w:val="0"/>
                <w:color w:val="auto"/>
                <w:szCs w:val="22"/>
              </w:rPr>
            </w:pPr>
            <w:r w:rsidRPr="001A7B4B">
              <w:rPr>
                <w:rFonts w:cs="Arial"/>
                <w:b w:val="0"/>
                <w:color w:val="auto"/>
                <w:szCs w:val="22"/>
              </w:rPr>
              <w:t>Diverter valves</w:t>
            </w:r>
          </w:p>
          <w:p w14:paraId="7613F385" w14:textId="77777777" w:rsidR="00D52365" w:rsidRPr="001A7B4B" w:rsidRDefault="00D52365" w:rsidP="002C017C">
            <w:pPr>
              <w:pStyle w:val="Normalheadingblue"/>
              <w:numPr>
                <w:ilvl w:val="0"/>
                <w:numId w:val="80"/>
              </w:numPr>
              <w:rPr>
                <w:rFonts w:cs="Arial"/>
                <w:b w:val="0"/>
                <w:color w:val="auto"/>
                <w:szCs w:val="22"/>
              </w:rPr>
            </w:pPr>
            <w:r w:rsidRPr="001A7B4B">
              <w:rPr>
                <w:rFonts w:cs="Arial"/>
                <w:b w:val="0"/>
                <w:color w:val="auto"/>
                <w:szCs w:val="22"/>
              </w:rPr>
              <w:t>Safety controls</w:t>
            </w:r>
          </w:p>
          <w:p w14:paraId="767230B8" w14:textId="77777777" w:rsidR="00D52365" w:rsidRPr="001A7B4B" w:rsidRDefault="00D52365" w:rsidP="002C017C">
            <w:pPr>
              <w:pStyle w:val="Normalheadingblue"/>
              <w:numPr>
                <w:ilvl w:val="0"/>
                <w:numId w:val="80"/>
              </w:numPr>
              <w:rPr>
                <w:rFonts w:cs="Arial"/>
                <w:b w:val="0"/>
                <w:color w:val="auto"/>
                <w:szCs w:val="22"/>
              </w:rPr>
            </w:pPr>
            <w:r w:rsidRPr="001A7B4B">
              <w:rPr>
                <w:rFonts w:cs="Arial"/>
                <w:b w:val="0"/>
                <w:color w:val="auto"/>
                <w:szCs w:val="22"/>
              </w:rPr>
              <w:t>Automatic air vents</w:t>
            </w:r>
          </w:p>
          <w:p w14:paraId="15C40958" w14:textId="77777777" w:rsidR="00D52365" w:rsidRPr="001A7B4B" w:rsidRDefault="00D52365" w:rsidP="002C017C">
            <w:pPr>
              <w:pStyle w:val="Normalheadingblue"/>
              <w:numPr>
                <w:ilvl w:val="0"/>
                <w:numId w:val="80"/>
              </w:numPr>
              <w:rPr>
                <w:rFonts w:cs="Arial"/>
                <w:b w:val="0"/>
                <w:color w:val="auto"/>
                <w:szCs w:val="22"/>
              </w:rPr>
            </w:pPr>
            <w:r w:rsidRPr="001A7B4B">
              <w:rPr>
                <w:rFonts w:cs="Arial"/>
                <w:b w:val="0"/>
                <w:color w:val="auto"/>
                <w:szCs w:val="22"/>
              </w:rPr>
              <w:t>Circulating pumps</w:t>
            </w:r>
          </w:p>
          <w:p w14:paraId="1CA72A3F" w14:textId="77777777" w:rsidR="00D52365" w:rsidRPr="001A7B4B" w:rsidRDefault="00D52365" w:rsidP="002C017C">
            <w:pPr>
              <w:pStyle w:val="Normalheadingblue"/>
              <w:numPr>
                <w:ilvl w:val="0"/>
                <w:numId w:val="76"/>
              </w:numPr>
              <w:rPr>
                <w:rFonts w:cs="Arial"/>
                <w:b w:val="0"/>
                <w:color w:val="auto"/>
                <w:szCs w:val="22"/>
              </w:rPr>
            </w:pPr>
            <w:r w:rsidRPr="001A7B4B">
              <w:rPr>
                <w:rFonts w:cs="Arial"/>
                <w:b w:val="0"/>
                <w:color w:val="auto"/>
                <w:szCs w:val="22"/>
              </w:rPr>
              <w:t>radiator valves – thermostatic and manual valves</w:t>
            </w:r>
          </w:p>
          <w:p w14:paraId="540C6BFB" w14:textId="77777777" w:rsidR="00D52365" w:rsidRPr="001A7B4B" w:rsidRDefault="00D52365" w:rsidP="002C017C">
            <w:pPr>
              <w:pStyle w:val="Normalheadingblue"/>
              <w:numPr>
                <w:ilvl w:val="0"/>
                <w:numId w:val="76"/>
              </w:numPr>
              <w:rPr>
                <w:rFonts w:cs="Arial"/>
                <w:b w:val="0"/>
                <w:color w:val="auto"/>
                <w:szCs w:val="22"/>
              </w:rPr>
            </w:pPr>
            <w:r w:rsidRPr="001A7B4B">
              <w:rPr>
                <w:rFonts w:cs="Arial"/>
                <w:b w:val="0"/>
                <w:color w:val="auto"/>
                <w:szCs w:val="22"/>
              </w:rPr>
              <w:t>thermo-mechanical cylinder control valves</w:t>
            </w:r>
          </w:p>
          <w:p w14:paraId="7B9765C1" w14:textId="77777777" w:rsidR="00D52365" w:rsidRPr="001A7B4B" w:rsidRDefault="00D52365" w:rsidP="002C017C">
            <w:pPr>
              <w:pStyle w:val="Normalheadingblue"/>
              <w:numPr>
                <w:ilvl w:val="0"/>
                <w:numId w:val="76"/>
              </w:numPr>
              <w:rPr>
                <w:rFonts w:cs="Arial"/>
                <w:b w:val="0"/>
                <w:color w:val="auto"/>
                <w:szCs w:val="22"/>
              </w:rPr>
            </w:pPr>
            <w:r w:rsidRPr="001A7B4B">
              <w:rPr>
                <w:rFonts w:cs="Arial"/>
                <w:b w:val="0"/>
                <w:color w:val="auto"/>
                <w:szCs w:val="22"/>
              </w:rPr>
              <w:t>programmer</w:t>
            </w:r>
          </w:p>
          <w:p w14:paraId="7A279AB1" w14:textId="77777777" w:rsidR="00D52365" w:rsidRPr="001A7B4B" w:rsidRDefault="00D52365" w:rsidP="002C017C">
            <w:pPr>
              <w:pStyle w:val="Normalheadingblue"/>
              <w:numPr>
                <w:ilvl w:val="0"/>
                <w:numId w:val="76"/>
              </w:numPr>
              <w:rPr>
                <w:rFonts w:cs="Arial"/>
                <w:b w:val="0"/>
                <w:color w:val="auto"/>
                <w:szCs w:val="22"/>
              </w:rPr>
            </w:pPr>
            <w:r w:rsidRPr="001A7B4B">
              <w:rPr>
                <w:rFonts w:cs="Arial"/>
                <w:b w:val="0"/>
                <w:color w:val="auto"/>
                <w:szCs w:val="22"/>
              </w:rPr>
              <w:t>timer</w:t>
            </w:r>
          </w:p>
          <w:p w14:paraId="5C66629F" w14:textId="77777777" w:rsidR="00D52365" w:rsidRPr="001A7B4B" w:rsidRDefault="00D52365" w:rsidP="002C017C">
            <w:pPr>
              <w:pStyle w:val="Normalheadingblue"/>
              <w:numPr>
                <w:ilvl w:val="0"/>
                <w:numId w:val="76"/>
              </w:numPr>
              <w:rPr>
                <w:rFonts w:cs="Arial"/>
                <w:b w:val="0"/>
                <w:color w:val="auto"/>
                <w:szCs w:val="22"/>
              </w:rPr>
            </w:pPr>
            <w:r w:rsidRPr="001A7B4B">
              <w:rPr>
                <w:rFonts w:cs="Arial"/>
                <w:b w:val="0"/>
                <w:color w:val="auto"/>
                <w:szCs w:val="22"/>
              </w:rPr>
              <w:t>thermostats</w:t>
            </w:r>
          </w:p>
          <w:p w14:paraId="5EE2645F" w14:textId="77777777" w:rsidR="00D52365" w:rsidRPr="001A7B4B" w:rsidRDefault="00D52365" w:rsidP="002C017C">
            <w:pPr>
              <w:pStyle w:val="Normalheadingblue"/>
              <w:numPr>
                <w:ilvl w:val="0"/>
                <w:numId w:val="76"/>
              </w:numPr>
              <w:rPr>
                <w:rFonts w:cs="Arial"/>
                <w:b w:val="0"/>
                <w:color w:val="auto"/>
                <w:szCs w:val="22"/>
              </w:rPr>
            </w:pPr>
            <w:r w:rsidRPr="001A7B4B">
              <w:rPr>
                <w:rFonts w:cs="Arial"/>
                <w:b w:val="0"/>
                <w:color w:val="auto"/>
                <w:szCs w:val="22"/>
              </w:rPr>
              <w:t>programmable room stat</w:t>
            </w:r>
          </w:p>
          <w:p w14:paraId="2E317EF5" w14:textId="77777777" w:rsidR="00D52365" w:rsidRPr="001A7B4B" w:rsidRDefault="00D52365" w:rsidP="002C017C">
            <w:pPr>
              <w:pStyle w:val="Normalheadingblue"/>
              <w:numPr>
                <w:ilvl w:val="0"/>
                <w:numId w:val="76"/>
              </w:numPr>
              <w:rPr>
                <w:rFonts w:cs="Arial"/>
                <w:b w:val="0"/>
                <w:color w:val="auto"/>
                <w:szCs w:val="22"/>
              </w:rPr>
            </w:pPr>
            <w:r w:rsidRPr="001A7B4B">
              <w:rPr>
                <w:rFonts w:cs="Arial"/>
                <w:b w:val="0"/>
                <w:color w:val="auto"/>
                <w:szCs w:val="22"/>
              </w:rPr>
              <w:lastRenderedPageBreak/>
              <w:t>optimizer</w:t>
            </w:r>
          </w:p>
          <w:p w14:paraId="3BE04CCE" w14:textId="77777777" w:rsidR="00D52365" w:rsidRPr="001A7B4B" w:rsidRDefault="00D52365" w:rsidP="002C017C">
            <w:pPr>
              <w:pStyle w:val="Normalheadingblue"/>
              <w:numPr>
                <w:ilvl w:val="0"/>
                <w:numId w:val="76"/>
              </w:numPr>
              <w:rPr>
                <w:rFonts w:cs="Arial"/>
                <w:b w:val="0"/>
                <w:color w:val="auto"/>
                <w:szCs w:val="22"/>
              </w:rPr>
            </w:pPr>
            <w:r w:rsidRPr="001A7B4B">
              <w:rPr>
                <w:rFonts w:cs="Arial"/>
                <w:b w:val="0"/>
                <w:color w:val="auto"/>
                <w:szCs w:val="22"/>
              </w:rPr>
              <w:t>weather compensation</w:t>
            </w:r>
          </w:p>
          <w:p w14:paraId="26EF3F79" w14:textId="77777777" w:rsidR="00D52365" w:rsidRPr="001A7B4B" w:rsidRDefault="00D52365" w:rsidP="002C017C">
            <w:pPr>
              <w:pStyle w:val="Normalheadingblue"/>
              <w:numPr>
                <w:ilvl w:val="0"/>
                <w:numId w:val="76"/>
              </w:numPr>
              <w:rPr>
                <w:rFonts w:cs="Arial"/>
                <w:b w:val="0"/>
                <w:color w:val="auto"/>
                <w:szCs w:val="22"/>
              </w:rPr>
            </w:pPr>
            <w:r w:rsidRPr="001A7B4B">
              <w:rPr>
                <w:rFonts w:cs="Arial"/>
                <w:b w:val="0"/>
                <w:color w:val="auto"/>
                <w:szCs w:val="22"/>
              </w:rPr>
              <w:t>optimum start</w:t>
            </w:r>
          </w:p>
          <w:p w14:paraId="4362C71E" w14:textId="77777777" w:rsidR="00D52365" w:rsidRPr="001A7B4B" w:rsidRDefault="00D52365" w:rsidP="002C017C">
            <w:pPr>
              <w:pStyle w:val="Normalheadingblue"/>
              <w:numPr>
                <w:ilvl w:val="0"/>
                <w:numId w:val="76"/>
              </w:numPr>
              <w:rPr>
                <w:rFonts w:cs="Arial"/>
                <w:b w:val="0"/>
                <w:color w:val="auto"/>
                <w:szCs w:val="22"/>
              </w:rPr>
            </w:pPr>
            <w:r w:rsidRPr="001A7B4B">
              <w:rPr>
                <w:rFonts w:cs="Arial"/>
                <w:b w:val="0"/>
                <w:color w:val="auto"/>
                <w:szCs w:val="22"/>
              </w:rPr>
              <w:t>night set back</w:t>
            </w:r>
          </w:p>
          <w:p w14:paraId="3F7DB2A6" w14:textId="77777777" w:rsidR="00D52365" w:rsidRPr="001A7B4B" w:rsidRDefault="00D52365" w:rsidP="002C017C">
            <w:pPr>
              <w:pStyle w:val="Normalheadingblue"/>
              <w:numPr>
                <w:ilvl w:val="0"/>
                <w:numId w:val="76"/>
              </w:numPr>
              <w:rPr>
                <w:rFonts w:cs="Arial"/>
                <w:b w:val="0"/>
                <w:color w:val="auto"/>
                <w:szCs w:val="22"/>
              </w:rPr>
            </w:pPr>
            <w:r w:rsidRPr="001A7B4B">
              <w:rPr>
                <w:rFonts w:cs="Arial"/>
                <w:b w:val="0"/>
                <w:color w:val="auto"/>
                <w:szCs w:val="22"/>
              </w:rPr>
              <w:t>frost stat</w:t>
            </w:r>
          </w:p>
          <w:p w14:paraId="543B6198" w14:textId="77777777" w:rsidR="00D52365" w:rsidRPr="001A7B4B" w:rsidRDefault="00D52365" w:rsidP="002C017C">
            <w:pPr>
              <w:pStyle w:val="Normalheadingblue"/>
              <w:numPr>
                <w:ilvl w:val="0"/>
                <w:numId w:val="76"/>
              </w:numPr>
              <w:rPr>
                <w:rFonts w:cs="Arial"/>
                <w:b w:val="0"/>
                <w:color w:val="auto"/>
                <w:szCs w:val="22"/>
              </w:rPr>
            </w:pPr>
            <w:r w:rsidRPr="001A7B4B">
              <w:rPr>
                <w:rFonts w:cs="Arial"/>
                <w:b w:val="0"/>
                <w:color w:val="auto"/>
                <w:szCs w:val="22"/>
              </w:rPr>
              <w:t>wiring centre</w:t>
            </w:r>
          </w:p>
          <w:p w14:paraId="051BF584" w14:textId="77777777" w:rsidR="00D52365" w:rsidRPr="001A7B4B" w:rsidRDefault="00D52365" w:rsidP="002C017C">
            <w:pPr>
              <w:pStyle w:val="Normalheadingblue"/>
              <w:numPr>
                <w:ilvl w:val="0"/>
                <w:numId w:val="76"/>
              </w:numPr>
              <w:rPr>
                <w:rFonts w:cs="Arial"/>
                <w:b w:val="0"/>
                <w:color w:val="auto"/>
                <w:szCs w:val="22"/>
              </w:rPr>
            </w:pPr>
            <w:r w:rsidRPr="001A7B4B">
              <w:rPr>
                <w:rFonts w:cs="Arial"/>
                <w:b w:val="0"/>
                <w:color w:val="auto"/>
                <w:szCs w:val="22"/>
              </w:rPr>
              <w:t>cylinder stat</w:t>
            </w:r>
          </w:p>
          <w:p w14:paraId="1CA66EA5" w14:textId="77777777" w:rsidR="00D52365" w:rsidRPr="001A7B4B" w:rsidRDefault="00D52365" w:rsidP="002C017C">
            <w:pPr>
              <w:pStyle w:val="Normalheadingblue"/>
              <w:numPr>
                <w:ilvl w:val="0"/>
                <w:numId w:val="76"/>
              </w:numPr>
              <w:rPr>
                <w:rFonts w:cs="Arial"/>
                <w:b w:val="0"/>
                <w:color w:val="auto"/>
                <w:szCs w:val="22"/>
              </w:rPr>
            </w:pPr>
            <w:r w:rsidRPr="001A7B4B">
              <w:rPr>
                <w:rFonts w:cs="Arial"/>
                <w:b w:val="0"/>
                <w:color w:val="auto"/>
                <w:szCs w:val="22"/>
              </w:rPr>
              <w:t>automatic by-pass</w:t>
            </w:r>
          </w:p>
          <w:p w14:paraId="37EF716E" w14:textId="77777777" w:rsidR="00D52365" w:rsidRPr="001A7B4B" w:rsidRDefault="00D52365" w:rsidP="002C017C">
            <w:pPr>
              <w:pStyle w:val="Normalheadingblue"/>
              <w:numPr>
                <w:ilvl w:val="0"/>
                <w:numId w:val="76"/>
              </w:numPr>
              <w:rPr>
                <w:rFonts w:cs="Arial"/>
                <w:b w:val="0"/>
                <w:color w:val="auto"/>
                <w:szCs w:val="22"/>
              </w:rPr>
            </w:pPr>
            <w:r w:rsidRPr="001A7B4B">
              <w:rPr>
                <w:rFonts w:cs="Arial"/>
                <w:b w:val="0"/>
                <w:color w:val="auto"/>
                <w:szCs w:val="22"/>
              </w:rPr>
              <w:t xml:space="preserve">pump control unit </w:t>
            </w:r>
          </w:p>
          <w:p w14:paraId="77DF595B" w14:textId="77777777" w:rsidR="00D52365" w:rsidRPr="001A7B4B" w:rsidRDefault="00D52365" w:rsidP="002C017C">
            <w:pPr>
              <w:pStyle w:val="Normalheadingblue"/>
              <w:numPr>
                <w:ilvl w:val="0"/>
                <w:numId w:val="76"/>
              </w:numPr>
              <w:rPr>
                <w:rFonts w:cs="Arial"/>
                <w:b w:val="0"/>
                <w:color w:val="auto"/>
                <w:szCs w:val="22"/>
              </w:rPr>
            </w:pPr>
            <w:r w:rsidRPr="001A7B4B">
              <w:rPr>
                <w:rFonts w:cs="Arial"/>
                <w:b w:val="0"/>
                <w:color w:val="auto"/>
                <w:szCs w:val="22"/>
              </w:rPr>
              <w:t>smart controls</w:t>
            </w:r>
          </w:p>
          <w:p w14:paraId="4E73F470" w14:textId="77777777" w:rsidR="00D52365" w:rsidRPr="001A7B4B" w:rsidRDefault="00D52365" w:rsidP="002C017C">
            <w:pPr>
              <w:pStyle w:val="Normalheadingblue"/>
              <w:numPr>
                <w:ilvl w:val="0"/>
                <w:numId w:val="76"/>
              </w:numPr>
              <w:rPr>
                <w:rFonts w:cs="Arial"/>
                <w:b w:val="0"/>
                <w:color w:val="auto"/>
                <w:szCs w:val="22"/>
              </w:rPr>
            </w:pPr>
            <w:r w:rsidRPr="001A7B4B">
              <w:rPr>
                <w:rFonts w:cs="Arial"/>
                <w:b w:val="0"/>
                <w:color w:val="auto"/>
                <w:szCs w:val="22"/>
              </w:rPr>
              <w:t>solenoid valves</w:t>
            </w:r>
          </w:p>
          <w:p w14:paraId="51755A9B" w14:textId="41909397" w:rsidR="00D52365" w:rsidRPr="001A7B4B" w:rsidRDefault="00116A2E" w:rsidP="002C017C">
            <w:pPr>
              <w:pStyle w:val="Normalheadingblue"/>
              <w:numPr>
                <w:ilvl w:val="0"/>
                <w:numId w:val="76"/>
              </w:numPr>
              <w:rPr>
                <w:rFonts w:cs="Arial"/>
                <w:b w:val="0"/>
                <w:color w:val="auto"/>
                <w:szCs w:val="22"/>
              </w:rPr>
            </w:pPr>
            <w:r w:rsidRPr="001A7B4B">
              <w:rPr>
                <w:rFonts w:cs="Arial"/>
                <w:b w:val="0"/>
                <w:color w:val="auto"/>
                <w:szCs w:val="22"/>
              </w:rPr>
              <w:t>Students</w:t>
            </w:r>
            <w:r w:rsidR="00D52365" w:rsidRPr="001A7B4B">
              <w:rPr>
                <w:rFonts w:cs="Arial"/>
                <w:b w:val="0"/>
                <w:color w:val="auto"/>
                <w:szCs w:val="22"/>
              </w:rPr>
              <w:t xml:space="preserve"> are to work in small groups or pairs as directed by tutor and work to given specifications by tutor.</w:t>
            </w:r>
          </w:p>
          <w:p w14:paraId="1E21D80F" w14:textId="17F76B70" w:rsidR="00D52365" w:rsidRPr="001A7B4B" w:rsidRDefault="00D52365" w:rsidP="002C017C">
            <w:pPr>
              <w:pStyle w:val="Normalheadingblue"/>
              <w:numPr>
                <w:ilvl w:val="0"/>
                <w:numId w:val="76"/>
              </w:numPr>
              <w:rPr>
                <w:rFonts w:cs="Arial"/>
                <w:b w:val="0"/>
                <w:color w:val="auto"/>
                <w:szCs w:val="22"/>
              </w:rPr>
            </w:pPr>
            <w:r w:rsidRPr="001A7B4B">
              <w:rPr>
                <w:rFonts w:cs="Arial"/>
                <w:b w:val="0"/>
                <w:color w:val="auto"/>
                <w:szCs w:val="22"/>
              </w:rPr>
              <w:t xml:space="preserve">Once each task is complete </w:t>
            </w:r>
            <w:r w:rsidR="00F502C8" w:rsidRPr="001A7B4B">
              <w:rPr>
                <w:rFonts w:cs="Arial"/>
                <w:b w:val="0"/>
                <w:color w:val="auto"/>
                <w:szCs w:val="22"/>
              </w:rPr>
              <w:t>students</w:t>
            </w:r>
            <w:r w:rsidRPr="001A7B4B">
              <w:rPr>
                <w:rFonts w:cs="Arial"/>
                <w:b w:val="0"/>
                <w:color w:val="auto"/>
                <w:szCs w:val="22"/>
              </w:rPr>
              <w:t xml:space="preserve"> may strip back down before swapping task with another peer group.</w:t>
            </w:r>
          </w:p>
          <w:p w14:paraId="136A7292" w14:textId="77777777" w:rsidR="00D52365" w:rsidRPr="001A7B4B" w:rsidRDefault="00D52365" w:rsidP="00D52365">
            <w:pPr>
              <w:pStyle w:val="Normalheadingblue"/>
              <w:rPr>
                <w:rFonts w:cs="Arial"/>
                <w:b w:val="0"/>
                <w:color w:val="auto"/>
                <w:szCs w:val="22"/>
              </w:rPr>
            </w:pPr>
          </w:p>
          <w:p w14:paraId="75BA0A93" w14:textId="77777777" w:rsidR="00CF64B4" w:rsidRPr="001A7B4B" w:rsidRDefault="00CF64B4" w:rsidP="00044E13">
            <w:pPr>
              <w:pStyle w:val="Normalheadingblue"/>
              <w:rPr>
                <w:rFonts w:cs="Arial"/>
                <w:color w:val="auto"/>
                <w:szCs w:val="22"/>
              </w:rPr>
            </w:pPr>
          </w:p>
          <w:p w14:paraId="7D34AACD" w14:textId="77777777" w:rsidR="00CF64B4" w:rsidRPr="001A7B4B" w:rsidRDefault="00CF64B4" w:rsidP="00044E13">
            <w:pPr>
              <w:pStyle w:val="Normalheadingblue"/>
              <w:rPr>
                <w:rFonts w:cs="Arial"/>
                <w:color w:val="auto"/>
                <w:szCs w:val="22"/>
              </w:rPr>
            </w:pPr>
            <w:r w:rsidRPr="001A7B4B">
              <w:rPr>
                <w:rFonts w:cs="Arial"/>
                <w:color w:val="auto"/>
                <w:szCs w:val="22"/>
              </w:rPr>
              <w:t xml:space="preserve">Knowledge </w:t>
            </w:r>
            <w:r w:rsidR="00E2596B" w:rsidRPr="001A7B4B">
              <w:rPr>
                <w:rFonts w:cs="Arial"/>
                <w:color w:val="auto"/>
                <w:szCs w:val="22"/>
              </w:rPr>
              <w:t xml:space="preserve">and skills </w:t>
            </w:r>
            <w:r w:rsidRPr="001A7B4B">
              <w:rPr>
                <w:rFonts w:cs="Arial"/>
                <w:color w:val="auto"/>
                <w:szCs w:val="22"/>
              </w:rPr>
              <w:t>check example:</w:t>
            </w:r>
          </w:p>
          <w:p w14:paraId="68896EFC" w14:textId="6D60263B" w:rsidR="00CF64B4" w:rsidRPr="001A7B4B" w:rsidRDefault="00E2596B" w:rsidP="002C017C">
            <w:pPr>
              <w:pStyle w:val="Normalheadingblue"/>
              <w:numPr>
                <w:ilvl w:val="0"/>
                <w:numId w:val="83"/>
              </w:numPr>
              <w:rPr>
                <w:rFonts w:cs="Arial"/>
                <w:b w:val="0"/>
                <w:color w:val="auto"/>
                <w:szCs w:val="22"/>
              </w:rPr>
            </w:pPr>
            <w:r w:rsidRPr="001A7B4B">
              <w:rPr>
                <w:rFonts w:cs="Arial"/>
                <w:b w:val="0"/>
                <w:color w:val="auto"/>
                <w:szCs w:val="22"/>
              </w:rPr>
              <w:t>Install components and controls in a controlled environment</w:t>
            </w:r>
            <w:r w:rsidR="005C1D6C">
              <w:rPr>
                <w:rFonts w:cs="Arial"/>
                <w:b w:val="0"/>
                <w:color w:val="auto"/>
                <w:szCs w:val="22"/>
              </w:rPr>
              <w:t>.</w:t>
            </w:r>
          </w:p>
          <w:p w14:paraId="7B73A4C4" w14:textId="77777777" w:rsidR="00CF64B4" w:rsidRPr="001A7B4B" w:rsidRDefault="00CF64B4" w:rsidP="00044E13">
            <w:pPr>
              <w:pStyle w:val="Normalheadingblue"/>
              <w:rPr>
                <w:rFonts w:cs="Arial"/>
                <w:color w:val="auto"/>
                <w:szCs w:val="22"/>
              </w:rPr>
            </w:pPr>
            <w:r w:rsidRPr="001A7B4B">
              <w:rPr>
                <w:rFonts w:cs="Arial"/>
                <w:color w:val="auto"/>
                <w:szCs w:val="22"/>
              </w:rPr>
              <w:t>Resources:</w:t>
            </w:r>
          </w:p>
          <w:p w14:paraId="1E84F0A3" w14:textId="77777777" w:rsidR="00E2596B" w:rsidRPr="001A7B4B" w:rsidRDefault="00E2596B" w:rsidP="00044E13">
            <w:pPr>
              <w:pStyle w:val="Normalheadingblue"/>
              <w:rPr>
                <w:rFonts w:cs="Arial"/>
                <w:b w:val="0"/>
                <w:color w:val="auto"/>
                <w:szCs w:val="22"/>
              </w:rPr>
            </w:pPr>
            <w:r w:rsidRPr="001A7B4B">
              <w:rPr>
                <w:rFonts w:cs="Arial"/>
                <w:b w:val="0"/>
                <w:color w:val="auto"/>
                <w:szCs w:val="22"/>
              </w:rPr>
              <w:lastRenderedPageBreak/>
              <w:t>PPE</w:t>
            </w:r>
          </w:p>
          <w:p w14:paraId="6D105363" w14:textId="77777777" w:rsidR="00E2596B" w:rsidRPr="001A7B4B" w:rsidRDefault="00E2596B" w:rsidP="00044E13">
            <w:pPr>
              <w:pStyle w:val="Normalheadingblue"/>
              <w:rPr>
                <w:rFonts w:cs="Arial"/>
                <w:b w:val="0"/>
                <w:color w:val="auto"/>
                <w:szCs w:val="22"/>
              </w:rPr>
            </w:pPr>
            <w:r w:rsidRPr="001A7B4B">
              <w:rPr>
                <w:rFonts w:cs="Arial"/>
                <w:b w:val="0"/>
                <w:color w:val="auto"/>
                <w:szCs w:val="22"/>
              </w:rPr>
              <w:t>Suitable hand and power tools</w:t>
            </w:r>
          </w:p>
          <w:p w14:paraId="265BE352" w14:textId="77777777" w:rsidR="00E2596B" w:rsidRPr="001A7B4B" w:rsidRDefault="00FE7091" w:rsidP="00044E13">
            <w:pPr>
              <w:pStyle w:val="Normalheadingblue"/>
              <w:rPr>
                <w:rFonts w:cs="Arial"/>
                <w:b w:val="0"/>
                <w:color w:val="auto"/>
                <w:szCs w:val="22"/>
              </w:rPr>
            </w:pPr>
            <w:r w:rsidRPr="001A7B4B">
              <w:rPr>
                <w:rFonts w:cs="Arial"/>
                <w:b w:val="0"/>
                <w:color w:val="auto"/>
                <w:szCs w:val="22"/>
              </w:rPr>
              <w:t>Systems and system pipework for installation</w:t>
            </w:r>
          </w:p>
          <w:p w14:paraId="2E2C7910" w14:textId="77777777" w:rsidR="00FE7091" w:rsidRPr="001A7B4B" w:rsidRDefault="00FE7091" w:rsidP="00044E13">
            <w:pPr>
              <w:pStyle w:val="Normalheadingblue"/>
              <w:rPr>
                <w:rFonts w:cs="Arial"/>
                <w:color w:val="auto"/>
                <w:szCs w:val="22"/>
              </w:rPr>
            </w:pPr>
            <w:r w:rsidRPr="001A7B4B">
              <w:rPr>
                <w:rFonts w:cs="Arial"/>
                <w:b w:val="0"/>
                <w:color w:val="auto"/>
                <w:szCs w:val="22"/>
              </w:rPr>
              <w:t>Controls and components as required</w:t>
            </w:r>
          </w:p>
        </w:tc>
        <w:tc>
          <w:tcPr>
            <w:tcW w:w="2246" w:type="dxa"/>
            <w:tcBorders>
              <w:top w:val="single" w:sz="4" w:space="0" w:color="C6C5C6"/>
              <w:left w:val="single" w:sz="4" w:space="0" w:color="C6C5C6"/>
              <w:bottom w:val="single" w:sz="4" w:space="0" w:color="C6C5C6"/>
              <w:right w:val="single" w:sz="4" w:space="0" w:color="C6C5C6"/>
            </w:tcBorders>
          </w:tcPr>
          <w:p w14:paraId="7B2D1E18" w14:textId="77777777" w:rsidR="00DD207A" w:rsidRPr="001A7B4B" w:rsidRDefault="008A57D2">
            <w:r w:rsidRPr="001A7B4B">
              <w:lastRenderedPageBreak/>
              <w:t>Q&amp;A</w:t>
            </w:r>
            <w:r w:rsidRPr="001A7B4B">
              <w:br/>
            </w:r>
            <w:r w:rsidRPr="001A7B4B">
              <w:br/>
            </w:r>
            <w:r w:rsidRPr="001A7B4B">
              <w:lastRenderedPageBreak/>
              <w:br/>
            </w:r>
            <w:r w:rsidRPr="001A7B4B">
              <w:br/>
            </w:r>
            <w:r w:rsidRPr="001A7B4B">
              <w:br/>
            </w:r>
            <w:r w:rsidRPr="001A7B4B">
              <w:br/>
              <w:t>Install components and controls</w:t>
            </w:r>
            <w:r w:rsidRPr="001A7B4B">
              <w:br/>
              <w:t>English skills (reading, writing, technical vocabulary)</w:t>
            </w:r>
          </w:p>
        </w:tc>
      </w:tr>
      <w:tr w:rsidR="001A7B4B" w:rsidRPr="001A7B4B" w14:paraId="26244AE2"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4F00ADFB" w14:textId="77777777" w:rsidR="00B96048" w:rsidRDefault="00B96048" w:rsidP="00B96048">
            <w:pPr>
              <w:jc w:val="center"/>
              <w:rPr>
                <w:rFonts w:cs="Arial"/>
                <w:szCs w:val="22"/>
              </w:rPr>
            </w:pPr>
            <w:r>
              <w:rPr>
                <w:rFonts w:cs="Arial"/>
                <w:szCs w:val="22"/>
              </w:rPr>
              <w:lastRenderedPageBreak/>
              <w:t>134-135</w:t>
            </w:r>
          </w:p>
          <w:p w14:paraId="681F4DB3" w14:textId="77777777" w:rsidR="00B96048" w:rsidRDefault="00B96048" w:rsidP="00B96048">
            <w:pPr>
              <w:jc w:val="center"/>
              <w:rPr>
                <w:rFonts w:cs="Arial"/>
                <w:szCs w:val="22"/>
              </w:rPr>
            </w:pPr>
            <w:r>
              <w:rPr>
                <w:rFonts w:cs="Arial"/>
                <w:szCs w:val="22"/>
              </w:rPr>
              <w:t>6 hours</w:t>
            </w:r>
          </w:p>
        </w:tc>
        <w:tc>
          <w:tcPr>
            <w:tcW w:w="2199" w:type="dxa"/>
            <w:tcBorders>
              <w:top w:val="single" w:sz="4" w:space="0" w:color="C6C5C6"/>
              <w:left w:val="single" w:sz="4" w:space="0" w:color="C6C5C6"/>
              <w:bottom w:val="single" w:sz="4" w:space="0" w:color="C6C5C6"/>
              <w:right w:val="single" w:sz="4" w:space="0" w:color="C6C5C6"/>
            </w:tcBorders>
          </w:tcPr>
          <w:p w14:paraId="13F4ABDD" w14:textId="77777777" w:rsidR="00B96048" w:rsidRPr="001A7B4B" w:rsidRDefault="00B96048" w:rsidP="00B96048">
            <w:pPr>
              <w:pStyle w:val="Normalheadingblack"/>
              <w:rPr>
                <w:rFonts w:cs="Arial"/>
                <w:lang w:eastAsia="en-GB"/>
              </w:rPr>
            </w:pPr>
            <w:r w:rsidRPr="001A7B4B">
              <w:rPr>
                <w:rFonts w:cs="Arial"/>
                <w:lang w:eastAsia="en-GB"/>
              </w:rPr>
              <w:t>Outcome 1 – Plumbing and heating common knowledge criteria</w:t>
            </w:r>
          </w:p>
          <w:p w14:paraId="2C71FCFA" w14:textId="77777777" w:rsidR="00B96048" w:rsidRPr="001A7B4B" w:rsidRDefault="00B96048" w:rsidP="00B96048">
            <w:pPr>
              <w:pStyle w:val="Normalheadingblack"/>
              <w:rPr>
                <w:rFonts w:cs="Arial"/>
                <w:lang w:eastAsia="en-GB"/>
              </w:rPr>
            </w:pPr>
          </w:p>
          <w:p w14:paraId="2C02C56F" w14:textId="77777777" w:rsidR="00B96048" w:rsidRPr="001A7B4B" w:rsidRDefault="00B96048" w:rsidP="00B96048">
            <w:pPr>
              <w:pStyle w:val="Normalheadingblack"/>
              <w:rPr>
                <w:rFonts w:cs="Arial"/>
                <w:lang w:eastAsia="en-GB"/>
              </w:rPr>
            </w:pPr>
            <w:r w:rsidRPr="001A7B4B">
              <w:rPr>
                <w:rFonts w:cs="Arial"/>
                <w:lang w:eastAsia="en-GB"/>
              </w:rPr>
              <w:t>Outcome 2 Install plumbing and heating systems</w:t>
            </w:r>
          </w:p>
          <w:p w14:paraId="015CF929" w14:textId="77777777" w:rsidR="00B96048" w:rsidRPr="001A7B4B" w:rsidRDefault="00B96048" w:rsidP="00B96048">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66CF5875" w14:textId="77777777" w:rsidR="00B96048" w:rsidRPr="001A7B4B" w:rsidRDefault="00B96048" w:rsidP="00B96048">
            <w:pPr>
              <w:pStyle w:val="Normalheadingblack"/>
              <w:rPr>
                <w:rFonts w:cs="Arial"/>
                <w:b w:val="0"/>
                <w:szCs w:val="22"/>
              </w:rPr>
            </w:pPr>
          </w:p>
          <w:p w14:paraId="3B81740C" w14:textId="77777777" w:rsidR="00B96048" w:rsidRPr="001A7B4B" w:rsidRDefault="00B96048" w:rsidP="00B96048">
            <w:pPr>
              <w:pStyle w:val="Normalheadingblack"/>
              <w:rPr>
                <w:rFonts w:cs="Arial"/>
                <w:b w:val="0"/>
                <w:szCs w:val="22"/>
              </w:rPr>
            </w:pPr>
            <w:r w:rsidRPr="001A7B4B">
              <w:rPr>
                <w:rFonts w:cs="Arial"/>
                <w:b w:val="0"/>
                <w:szCs w:val="22"/>
              </w:rPr>
              <w:t xml:space="preserve">2.13 Install </w:t>
            </w:r>
          </w:p>
          <w:p w14:paraId="704DB2BE" w14:textId="77777777" w:rsidR="00B96048" w:rsidRPr="001A7B4B" w:rsidRDefault="00B96048" w:rsidP="00B96048">
            <w:pPr>
              <w:pStyle w:val="Normalheadingblack"/>
              <w:rPr>
                <w:rFonts w:cs="Arial"/>
                <w:b w:val="0"/>
                <w:szCs w:val="22"/>
              </w:rPr>
            </w:pPr>
            <w:r w:rsidRPr="001A7B4B">
              <w:rPr>
                <w:rFonts w:cs="Arial"/>
                <w:b w:val="0"/>
                <w:szCs w:val="22"/>
              </w:rPr>
              <w:t xml:space="preserve">components to </w:t>
            </w:r>
          </w:p>
          <w:p w14:paraId="6FCF20AD" w14:textId="77777777" w:rsidR="00B96048" w:rsidRPr="001A7B4B" w:rsidRDefault="00B96048" w:rsidP="00B96048">
            <w:pPr>
              <w:pStyle w:val="Normalheadingblack"/>
              <w:rPr>
                <w:rFonts w:cs="Arial"/>
                <w:b w:val="0"/>
                <w:szCs w:val="22"/>
              </w:rPr>
            </w:pPr>
            <w:r w:rsidRPr="001A7B4B">
              <w:rPr>
                <w:rFonts w:cs="Arial"/>
                <w:b w:val="0"/>
                <w:szCs w:val="22"/>
              </w:rPr>
              <w:t>heating appliances</w:t>
            </w:r>
          </w:p>
          <w:p w14:paraId="78257E36" w14:textId="77777777" w:rsidR="00B96048" w:rsidRPr="001A7B4B" w:rsidRDefault="00B96048" w:rsidP="00B96048">
            <w:pPr>
              <w:pStyle w:val="Normalheadingblack"/>
              <w:rPr>
                <w:rFonts w:cs="Arial"/>
                <w:b w:val="0"/>
                <w:szCs w:val="22"/>
              </w:rPr>
            </w:pPr>
          </w:p>
          <w:p w14:paraId="5167D713" w14:textId="77777777" w:rsidR="00B96048" w:rsidRPr="001A7B4B" w:rsidRDefault="00B96048" w:rsidP="00B96048">
            <w:pPr>
              <w:pStyle w:val="Normalheadingblack"/>
              <w:rPr>
                <w:rFonts w:cs="Arial"/>
                <w:b w:val="0"/>
                <w:szCs w:val="22"/>
              </w:rPr>
            </w:pPr>
            <w:r w:rsidRPr="001A7B4B">
              <w:rPr>
                <w:rFonts w:cs="Arial"/>
                <w:b w:val="0"/>
                <w:szCs w:val="22"/>
              </w:rPr>
              <w:t xml:space="preserve">2.14 Install controls </w:t>
            </w:r>
          </w:p>
          <w:p w14:paraId="17B2DEAE" w14:textId="77777777" w:rsidR="00B96048" w:rsidRPr="001A7B4B" w:rsidRDefault="00B96048" w:rsidP="00B96048">
            <w:pPr>
              <w:pStyle w:val="Normalheadingblack"/>
              <w:rPr>
                <w:rFonts w:cs="Arial"/>
                <w:b w:val="0"/>
                <w:szCs w:val="22"/>
              </w:rPr>
            </w:pPr>
            <w:r w:rsidRPr="001A7B4B">
              <w:rPr>
                <w:rFonts w:cs="Arial"/>
                <w:b w:val="0"/>
                <w:szCs w:val="22"/>
              </w:rPr>
              <w:t xml:space="preserve">into a range of </w:t>
            </w:r>
          </w:p>
          <w:p w14:paraId="44156678" w14:textId="77777777" w:rsidR="00B96048" w:rsidRPr="001A7B4B" w:rsidRDefault="00B96048" w:rsidP="00B96048">
            <w:pPr>
              <w:pStyle w:val="Normalheadingblack"/>
              <w:rPr>
                <w:rFonts w:cs="Arial"/>
                <w:b w:val="0"/>
                <w:szCs w:val="22"/>
              </w:rPr>
            </w:pPr>
            <w:r w:rsidRPr="001A7B4B">
              <w:rPr>
                <w:rFonts w:cs="Arial"/>
                <w:b w:val="0"/>
                <w:szCs w:val="22"/>
              </w:rPr>
              <w:t>heating systems</w:t>
            </w:r>
          </w:p>
        </w:tc>
        <w:tc>
          <w:tcPr>
            <w:tcW w:w="5785" w:type="dxa"/>
            <w:tcBorders>
              <w:top w:val="single" w:sz="4" w:space="0" w:color="C6C5C6"/>
              <w:left w:val="single" w:sz="4" w:space="0" w:color="C6C5C6"/>
              <w:bottom w:val="single" w:sz="4" w:space="0" w:color="C6C5C6"/>
              <w:right w:val="single" w:sz="4" w:space="0" w:color="C6C5C6"/>
            </w:tcBorders>
          </w:tcPr>
          <w:p w14:paraId="0408D859" w14:textId="77777777" w:rsidR="00B96048" w:rsidRPr="001A7B4B" w:rsidRDefault="00B96048" w:rsidP="00B96048">
            <w:pPr>
              <w:pStyle w:val="Normalheadingblue"/>
              <w:rPr>
                <w:rFonts w:cs="Arial"/>
                <w:color w:val="auto"/>
                <w:szCs w:val="22"/>
              </w:rPr>
            </w:pPr>
            <w:r w:rsidRPr="001A7B4B">
              <w:rPr>
                <w:rFonts w:cs="Arial"/>
                <w:color w:val="auto"/>
                <w:szCs w:val="22"/>
              </w:rPr>
              <w:t>Activity:</w:t>
            </w:r>
          </w:p>
          <w:p w14:paraId="62607E22" w14:textId="77777777" w:rsidR="00B96048" w:rsidRPr="001A7B4B" w:rsidRDefault="00B96048" w:rsidP="00B96048">
            <w:pPr>
              <w:pStyle w:val="Normalheadingblue"/>
              <w:rPr>
                <w:rFonts w:cs="Arial"/>
                <w:color w:val="auto"/>
                <w:szCs w:val="22"/>
              </w:rPr>
            </w:pPr>
          </w:p>
          <w:p w14:paraId="2AD3DA36" w14:textId="77777777" w:rsidR="00B96048" w:rsidRPr="001A7B4B" w:rsidRDefault="00B96048" w:rsidP="00B96048">
            <w:pPr>
              <w:pStyle w:val="Normalheadingblue"/>
              <w:rPr>
                <w:rFonts w:cs="Arial"/>
                <w:color w:val="auto"/>
                <w:szCs w:val="22"/>
              </w:rPr>
            </w:pPr>
            <w:r w:rsidRPr="001A7B4B">
              <w:rPr>
                <w:rFonts w:cs="Arial"/>
                <w:color w:val="auto"/>
                <w:szCs w:val="22"/>
              </w:rPr>
              <w:t>Starter task example:</w:t>
            </w:r>
          </w:p>
          <w:p w14:paraId="1C6706C3" w14:textId="1CA7924F" w:rsidR="00B96048" w:rsidRPr="001A7B4B" w:rsidRDefault="00B96048" w:rsidP="002C017C">
            <w:pPr>
              <w:pStyle w:val="Normalheadingblue"/>
              <w:numPr>
                <w:ilvl w:val="0"/>
                <w:numId w:val="83"/>
              </w:numPr>
              <w:rPr>
                <w:rFonts w:cs="Arial"/>
                <w:b w:val="0"/>
                <w:color w:val="auto"/>
                <w:szCs w:val="22"/>
              </w:rPr>
            </w:pPr>
            <w:r w:rsidRPr="001A7B4B">
              <w:rPr>
                <w:rFonts w:cs="Arial"/>
                <w:b w:val="0"/>
                <w:color w:val="auto"/>
                <w:szCs w:val="22"/>
              </w:rPr>
              <w:t>Recap Q&amp;A – Tutor led discussion and direct questions regarding the filling processes for open and sealed systems</w:t>
            </w:r>
            <w:r w:rsidR="005C1D6C">
              <w:rPr>
                <w:rFonts w:cs="Arial"/>
                <w:b w:val="0"/>
                <w:color w:val="auto"/>
                <w:szCs w:val="22"/>
              </w:rPr>
              <w:t>.</w:t>
            </w:r>
          </w:p>
          <w:p w14:paraId="377B22B5" w14:textId="77777777" w:rsidR="00B96048" w:rsidRPr="001A7B4B" w:rsidRDefault="00B96048" w:rsidP="00B96048">
            <w:pPr>
              <w:pStyle w:val="Normalheadingblue"/>
              <w:rPr>
                <w:rFonts w:cs="Arial"/>
                <w:color w:val="auto"/>
                <w:szCs w:val="22"/>
              </w:rPr>
            </w:pPr>
          </w:p>
          <w:p w14:paraId="09EF589E" w14:textId="77777777" w:rsidR="00B96048" w:rsidRPr="001A7B4B" w:rsidRDefault="00B96048" w:rsidP="00B96048">
            <w:pPr>
              <w:pStyle w:val="Normalheadingblue"/>
              <w:rPr>
                <w:rFonts w:cs="Arial"/>
                <w:color w:val="auto"/>
                <w:szCs w:val="22"/>
              </w:rPr>
            </w:pPr>
            <w:r w:rsidRPr="001A7B4B">
              <w:rPr>
                <w:rFonts w:cs="Arial"/>
                <w:color w:val="auto"/>
                <w:szCs w:val="22"/>
              </w:rPr>
              <w:t>Delivery:</w:t>
            </w:r>
          </w:p>
          <w:p w14:paraId="3E27573A" w14:textId="77777777" w:rsidR="00B96048" w:rsidRPr="001A7B4B" w:rsidRDefault="00B96048" w:rsidP="00B96048">
            <w:pPr>
              <w:pStyle w:val="Normalheadingblue"/>
              <w:rPr>
                <w:rFonts w:cs="Arial"/>
                <w:b w:val="0"/>
                <w:color w:val="auto"/>
                <w:szCs w:val="22"/>
              </w:rPr>
            </w:pPr>
            <w:r w:rsidRPr="001A7B4B">
              <w:rPr>
                <w:rFonts w:cs="Arial"/>
                <w:color w:val="auto"/>
                <w:szCs w:val="22"/>
              </w:rPr>
              <w:t>Practical session – Install controls and components to heating systems, fill and vent the system</w:t>
            </w:r>
            <w:r w:rsidRPr="001A7B4B">
              <w:rPr>
                <w:rFonts w:cs="Arial"/>
                <w:b w:val="0"/>
                <w:color w:val="auto"/>
                <w:szCs w:val="22"/>
              </w:rPr>
              <w:t>:</w:t>
            </w:r>
          </w:p>
          <w:p w14:paraId="064A1DE5" w14:textId="2592CA82" w:rsidR="00B96048" w:rsidRPr="001A7B4B" w:rsidRDefault="00B96048" w:rsidP="002C017C">
            <w:pPr>
              <w:pStyle w:val="Normalheadingblue"/>
              <w:numPr>
                <w:ilvl w:val="0"/>
                <w:numId w:val="82"/>
              </w:numPr>
              <w:rPr>
                <w:rFonts w:cs="Arial"/>
                <w:b w:val="0"/>
                <w:color w:val="auto"/>
                <w:szCs w:val="22"/>
              </w:rPr>
            </w:pPr>
            <w:r w:rsidRPr="001A7B4B">
              <w:rPr>
                <w:rFonts w:cs="Arial"/>
                <w:b w:val="0"/>
                <w:color w:val="auto"/>
                <w:szCs w:val="22"/>
              </w:rPr>
              <w:t xml:space="preserve">In this session </w:t>
            </w:r>
            <w:r w:rsidR="00F502C8" w:rsidRPr="001A7B4B">
              <w:rPr>
                <w:rFonts w:cs="Arial"/>
                <w:b w:val="0"/>
                <w:color w:val="auto"/>
                <w:szCs w:val="22"/>
              </w:rPr>
              <w:t>students</w:t>
            </w:r>
            <w:r w:rsidRPr="001A7B4B">
              <w:rPr>
                <w:rFonts w:cs="Arial"/>
                <w:b w:val="0"/>
                <w:color w:val="auto"/>
                <w:szCs w:val="22"/>
              </w:rPr>
              <w:t xml:space="preserve"> will continue from previous practical session based on a range of controls and components.</w:t>
            </w:r>
          </w:p>
          <w:p w14:paraId="64699B27" w14:textId="1C4D0C9A" w:rsidR="00B96048" w:rsidRPr="001A7B4B" w:rsidRDefault="00116A2E" w:rsidP="002C017C">
            <w:pPr>
              <w:pStyle w:val="Normalheadingblue"/>
              <w:numPr>
                <w:ilvl w:val="0"/>
                <w:numId w:val="82"/>
              </w:numPr>
              <w:rPr>
                <w:rFonts w:cs="Arial"/>
                <w:b w:val="0"/>
                <w:color w:val="auto"/>
                <w:szCs w:val="22"/>
              </w:rPr>
            </w:pPr>
            <w:r w:rsidRPr="001A7B4B">
              <w:rPr>
                <w:rFonts w:cs="Arial"/>
                <w:b w:val="0"/>
                <w:color w:val="auto"/>
                <w:szCs w:val="22"/>
              </w:rPr>
              <w:t>Students</w:t>
            </w:r>
            <w:r w:rsidR="00B96048" w:rsidRPr="001A7B4B">
              <w:rPr>
                <w:rFonts w:cs="Arial"/>
                <w:b w:val="0"/>
                <w:color w:val="auto"/>
                <w:szCs w:val="22"/>
              </w:rPr>
              <w:t xml:space="preserve"> will fill and vent a system as part of the completion of the task.</w:t>
            </w:r>
          </w:p>
          <w:p w14:paraId="42721384" w14:textId="63A49153" w:rsidR="00B96048" w:rsidRPr="001A7B4B" w:rsidRDefault="00116A2E" w:rsidP="002C017C">
            <w:pPr>
              <w:pStyle w:val="Normalheadingblue"/>
              <w:numPr>
                <w:ilvl w:val="0"/>
                <w:numId w:val="82"/>
              </w:numPr>
              <w:rPr>
                <w:rFonts w:cs="Arial"/>
                <w:b w:val="0"/>
                <w:color w:val="auto"/>
                <w:szCs w:val="22"/>
              </w:rPr>
            </w:pPr>
            <w:r w:rsidRPr="001A7B4B">
              <w:rPr>
                <w:rFonts w:cs="Arial"/>
                <w:b w:val="0"/>
                <w:color w:val="auto"/>
                <w:szCs w:val="22"/>
              </w:rPr>
              <w:t>Students</w:t>
            </w:r>
            <w:r w:rsidR="00B96048" w:rsidRPr="001A7B4B">
              <w:rPr>
                <w:rFonts w:cs="Arial"/>
                <w:b w:val="0"/>
                <w:color w:val="auto"/>
                <w:szCs w:val="22"/>
              </w:rPr>
              <w:t xml:space="preserve"> to produce a step by step procedure before filling and venting which tutor must check before commencement</w:t>
            </w:r>
            <w:r w:rsidR="005C1D6C">
              <w:rPr>
                <w:rFonts w:cs="Arial"/>
                <w:b w:val="0"/>
                <w:color w:val="auto"/>
                <w:szCs w:val="22"/>
              </w:rPr>
              <w:t>.</w:t>
            </w:r>
          </w:p>
          <w:p w14:paraId="2D637B75" w14:textId="77777777" w:rsidR="00B96048" w:rsidRPr="001A7B4B" w:rsidRDefault="00B96048" w:rsidP="002C017C">
            <w:pPr>
              <w:pStyle w:val="Normalheadingblue"/>
              <w:numPr>
                <w:ilvl w:val="0"/>
                <w:numId w:val="82"/>
              </w:numPr>
              <w:rPr>
                <w:rFonts w:cs="Arial"/>
                <w:b w:val="0"/>
                <w:color w:val="auto"/>
                <w:szCs w:val="22"/>
              </w:rPr>
            </w:pPr>
            <w:r w:rsidRPr="001A7B4B">
              <w:rPr>
                <w:rFonts w:cs="Arial"/>
                <w:b w:val="0"/>
                <w:color w:val="auto"/>
                <w:szCs w:val="22"/>
              </w:rPr>
              <w:lastRenderedPageBreak/>
              <w:t>Tutor to specify which system to fill and vent and supervise whilst charging and venting the system.</w:t>
            </w:r>
          </w:p>
          <w:p w14:paraId="5C83FC70" w14:textId="77777777" w:rsidR="00B96048" w:rsidRPr="001A7B4B" w:rsidRDefault="00B96048" w:rsidP="00B96048">
            <w:pPr>
              <w:pStyle w:val="Normalheadingblue"/>
              <w:rPr>
                <w:rFonts w:cs="Arial"/>
                <w:color w:val="auto"/>
                <w:szCs w:val="22"/>
              </w:rPr>
            </w:pPr>
          </w:p>
          <w:p w14:paraId="4E7832B9" w14:textId="77777777" w:rsidR="00B96048" w:rsidRPr="001A7B4B" w:rsidRDefault="00B96048" w:rsidP="00B96048">
            <w:pPr>
              <w:pStyle w:val="Normalheadingblue"/>
              <w:rPr>
                <w:rFonts w:cs="Arial"/>
                <w:color w:val="auto"/>
                <w:szCs w:val="22"/>
              </w:rPr>
            </w:pPr>
            <w:r w:rsidRPr="001A7B4B">
              <w:rPr>
                <w:rFonts w:cs="Arial"/>
                <w:color w:val="auto"/>
                <w:szCs w:val="22"/>
              </w:rPr>
              <w:t>Knowledge and skills check example:</w:t>
            </w:r>
          </w:p>
          <w:p w14:paraId="743EBB78" w14:textId="3B6818EF" w:rsidR="00B96048" w:rsidRPr="001A7B4B" w:rsidRDefault="00B96048" w:rsidP="002C017C">
            <w:pPr>
              <w:pStyle w:val="Normalheadingblue"/>
              <w:numPr>
                <w:ilvl w:val="0"/>
                <w:numId w:val="84"/>
              </w:numPr>
              <w:rPr>
                <w:rFonts w:cs="Arial"/>
                <w:b w:val="0"/>
                <w:color w:val="auto"/>
                <w:szCs w:val="22"/>
              </w:rPr>
            </w:pPr>
            <w:r w:rsidRPr="001A7B4B">
              <w:rPr>
                <w:rFonts w:cs="Arial"/>
                <w:b w:val="0"/>
                <w:color w:val="auto"/>
                <w:szCs w:val="22"/>
              </w:rPr>
              <w:t>Practical tasks - Install components, install controls, produce step by step procedure and fill and vent the system</w:t>
            </w:r>
            <w:r w:rsidR="005C1D6C">
              <w:rPr>
                <w:rFonts w:cs="Arial"/>
                <w:b w:val="0"/>
                <w:color w:val="auto"/>
                <w:szCs w:val="22"/>
              </w:rPr>
              <w:t>.</w:t>
            </w:r>
          </w:p>
          <w:p w14:paraId="25AAE9C0" w14:textId="77777777" w:rsidR="00B96048" w:rsidRPr="001A7B4B" w:rsidRDefault="00B96048" w:rsidP="00B96048">
            <w:pPr>
              <w:pStyle w:val="Normalheadingblue"/>
              <w:rPr>
                <w:rFonts w:cs="Arial"/>
                <w:color w:val="auto"/>
                <w:szCs w:val="22"/>
              </w:rPr>
            </w:pPr>
            <w:r w:rsidRPr="001A7B4B">
              <w:rPr>
                <w:rFonts w:cs="Arial"/>
                <w:color w:val="auto"/>
                <w:szCs w:val="22"/>
              </w:rPr>
              <w:t>Resources:</w:t>
            </w:r>
          </w:p>
          <w:p w14:paraId="28D627AB" w14:textId="77777777" w:rsidR="00B96048" w:rsidRPr="001A7B4B" w:rsidRDefault="00B96048" w:rsidP="00B96048">
            <w:pPr>
              <w:pStyle w:val="Normalheadingblue"/>
              <w:rPr>
                <w:rFonts w:cs="Arial"/>
                <w:b w:val="0"/>
                <w:color w:val="auto"/>
                <w:szCs w:val="22"/>
              </w:rPr>
            </w:pPr>
            <w:r w:rsidRPr="001A7B4B">
              <w:rPr>
                <w:rFonts w:cs="Arial"/>
                <w:b w:val="0"/>
                <w:color w:val="auto"/>
                <w:szCs w:val="22"/>
              </w:rPr>
              <w:t>PPE</w:t>
            </w:r>
          </w:p>
          <w:p w14:paraId="3ABC9873" w14:textId="77777777" w:rsidR="00B96048" w:rsidRPr="001A7B4B" w:rsidRDefault="00B96048" w:rsidP="00B96048">
            <w:pPr>
              <w:pStyle w:val="Normalheadingblue"/>
              <w:rPr>
                <w:rFonts w:cs="Arial"/>
                <w:b w:val="0"/>
                <w:color w:val="auto"/>
                <w:szCs w:val="22"/>
              </w:rPr>
            </w:pPr>
            <w:r w:rsidRPr="001A7B4B">
              <w:rPr>
                <w:rFonts w:cs="Arial"/>
                <w:b w:val="0"/>
                <w:color w:val="auto"/>
                <w:szCs w:val="22"/>
              </w:rPr>
              <w:t>Hand tools</w:t>
            </w:r>
          </w:p>
          <w:p w14:paraId="703138A2" w14:textId="77777777" w:rsidR="00B96048" w:rsidRPr="001A7B4B" w:rsidRDefault="00B96048" w:rsidP="00B96048">
            <w:pPr>
              <w:pStyle w:val="Normalheadingblue"/>
              <w:rPr>
                <w:rFonts w:cs="Arial"/>
                <w:b w:val="0"/>
                <w:color w:val="auto"/>
                <w:szCs w:val="22"/>
              </w:rPr>
            </w:pPr>
            <w:r w:rsidRPr="001A7B4B">
              <w:rPr>
                <w:rFonts w:cs="Arial"/>
                <w:b w:val="0"/>
                <w:color w:val="auto"/>
                <w:szCs w:val="22"/>
              </w:rPr>
              <w:t>Power tools</w:t>
            </w:r>
          </w:p>
          <w:p w14:paraId="2B569C48" w14:textId="77777777" w:rsidR="00B96048" w:rsidRPr="001A7B4B" w:rsidRDefault="00B96048" w:rsidP="00B96048">
            <w:pPr>
              <w:pStyle w:val="Normalheadingblue"/>
              <w:rPr>
                <w:rFonts w:cs="Arial"/>
                <w:b w:val="0"/>
                <w:color w:val="auto"/>
                <w:szCs w:val="22"/>
              </w:rPr>
            </w:pPr>
            <w:r w:rsidRPr="001A7B4B">
              <w:rPr>
                <w:rFonts w:cs="Arial"/>
                <w:b w:val="0"/>
                <w:color w:val="auto"/>
                <w:szCs w:val="22"/>
              </w:rPr>
              <w:t>Controls and components as required</w:t>
            </w:r>
          </w:p>
          <w:p w14:paraId="34B652B2" w14:textId="77777777" w:rsidR="00B96048" w:rsidRPr="001A7B4B" w:rsidRDefault="00B96048" w:rsidP="00B96048">
            <w:pPr>
              <w:pStyle w:val="Normalheadingblue"/>
              <w:rPr>
                <w:rFonts w:cs="Arial"/>
                <w:b w:val="0"/>
                <w:color w:val="auto"/>
                <w:szCs w:val="22"/>
              </w:rPr>
            </w:pPr>
            <w:r w:rsidRPr="001A7B4B">
              <w:rPr>
                <w:rFonts w:cs="Arial"/>
                <w:b w:val="0"/>
                <w:color w:val="auto"/>
                <w:szCs w:val="22"/>
              </w:rPr>
              <w:t>Systems of pipework for installation process</w:t>
            </w:r>
          </w:p>
          <w:p w14:paraId="518F36A7" w14:textId="77777777" w:rsidR="00B96048" w:rsidRPr="001A7B4B" w:rsidRDefault="00B96048" w:rsidP="00B96048">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7E308326" w14:textId="77777777" w:rsidR="00DD207A" w:rsidRPr="001A7B4B" w:rsidRDefault="00DD207A"/>
        </w:tc>
      </w:tr>
      <w:tr w:rsidR="001A7B4B" w:rsidRPr="001A7B4B" w14:paraId="7F52E5A3"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5959802A" w14:textId="77777777" w:rsidR="002D00A9" w:rsidRDefault="002D00A9" w:rsidP="002D00A9">
            <w:pPr>
              <w:jc w:val="center"/>
              <w:rPr>
                <w:rFonts w:cs="Arial"/>
                <w:szCs w:val="22"/>
              </w:rPr>
            </w:pPr>
            <w:r>
              <w:rPr>
                <w:rFonts w:cs="Arial"/>
                <w:szCs w:val="22"/>
              </w:rPr>
              <w:t>136</w:t>
            </w:r>
          </w:p>
          <w:p w14:paraId="5996B0B6" w14:textId="77777777" w:rsidR="002D00A9" w:rsidRDefault="002D00A9" w:rsidP="002D00A9">
            <w:pPr>
              <w:jc w:val="center"/>
              <w:rPr>
                <w:rFonts w:cs="Arial"/>
                <w:szCs w:val="22"/>
              </w:rPr>
            </w:pPr>
            <w:r>
              <w:rPr>
                <w:rFonts w:cs="Arial"/>
                <w:szCs w:val="22"/>
              </w:rPr>
              <w:t xml:space="preserve">3 hours </w:t>
            </w:r>
          </w:p>
        </w:tc>
        <w:tc>
          <w:tcPr>
            <w:tcW w:w="2199" w:type="dxa"/>
            <w:tcBorders>
              <w:top w:val="single" w:sz="4" w:space="0" w:color="C6C5C6"/>
              <w:left w:val="single" w:sz="4" w:space="0" w:color="C6C5C6"/>
              <w:bottom w:val="single" w:sz="4" w:space="0" w:color="C6C5C6"/>
              <w:right w:val="single" w:sz="4" w:space="0" w:color="C6C5C6"/>
            </w:tcBorders>
          </w:tcPr>
          <w:p w14:paraId="05060DB6" w14:textId="77777777" w:rsidR="002D00A9" w:rsidRPr="001A7B4B" w:rsidRDefault="002D00A9" w:rsidP="002D00A9">
            <w:pPr>
              <w:pStyle w:val="Normalheadingblack"/>
              <w:rPr>
                <w:rFonts w:cs="Arial"/>
                <w:lang w:eastAsia="en-GB"/>
              </w:rPr>
            </w:pPr>
            <w:r w:rsidRPr="001A7B4B">
              <w:rPr>
                <w:rFonts w:cs="Arial"/>
                <w:lang w:eastAsia="en-GB"/>
              </w:rPr>
              <w:t>Outcome 1 – Plumbing and heating common knowledge criteria</w:t>
            </w:r>
          </w:p>
          <w:p w14:paraId="5448BF8E" w14:textId="77777777" w:rsidR="002D00A9" w:rsidRPr="001A7B4B" w:rsidRDefault="002D00A9" w:rsidP="002D00A9">
            <w:pPr>
              <w:pStyle w:val="Normalheadingblack"/>
              <w:rPr>
                <w:rFonts w:cs="Arial"/>
                <w:lang w:eastAsia="en-GB"/>
              </w:rPr>
            </w:pPr>
          </w:p>
          <w:p w14:paraId="05E98C85" w14:textId="77777777" w:rsidR="002D00A9" w:rsidRPr="001A7B4B" w:rsidRDefault="002D00A9" w:rsidP="002D00A9">
            <w:pPr>
              <w:pStyle w:val="Normalheadingblack"/>
              <w:rPr>
                <w:rFonts w:cs="Arial"/>
                <w:lang w:eastAsia="en-GB"/>
              </w:rPr>
            </w:pPr>
            <w:r w:rsidRPr="001A7B4B">
              <w:rPr>
                <w:rFonts w:cs="Arial"/>
                <w:lang w:eastAsia="en-GB"/>
              </w:rPr>
              <w:t>Outcome 2 Install plumbing and heating systems</w:t>
            </w:r>
          </w:p>
          <w:p w14:paraId="6BC08D4D" w14:textId="77777777" w:rsidR="002D00A9" w:rsidRPr="001A7B4B" w:rsidRDefault="002D00A9" w:rsidP="002D00A9">
            <w:pPr>
              <w:pStyle w:val="Normalheadingblack"/>
              <w:rPr>
                <w:rFonts w:cs="Arial"/>
                <w:lang w:eastAsia="en-GB"/>
              </w:rPr>
            </w:pPr>
          </w:p>
          <w:p w14:paraId="54F9ABA6" w14:textId="77777777" w:rsidR="002D00A9" w:rsidRPr="001A7B4B" w:rsidRDefault="002D00A9" w:rsidP="002D00A9">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093ACFB5" w14:textId="77777777" w:rsidR="002D00A9" w:rsidRPr="001A7B4B" w:rsidRDefault="002D00A9" w:rsidP="002D00A9">
            <w:pPr>
              <w:rPr>
                <w:rFonts w:eastAsia="Calibri" w:cs="Arial"/>
                <w:szCs w:val="22"/>
              </w:rPr>
            </w:pPr>
            <w:r w:rsidRPr="001A7B4B">
              <w:rPr>
                <w:rFonts w:eastAsia="Calibri" w:cs="Arial"/>
                <w:szCs w:val="22"/>
              </w:rPr>
              <w:lastRenderedPageBreak/>
              <w:t>K1.7, K1.8, K1.10, K1.11, S1.12, S1.13, S1.14, S1.16, S1.17, S1.18, S1.19</w:t>
            </w:r>
          </w:p>
          <w:p w14:paraId="303F0269" w14:textId="77777777" w:rsidR="002D00A9" w:rsidRPr="001A7B4B" w:rsidRDefault="002D00A9" w:rsidP="002D00A9">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7C4C3DB3" w14:textId="77777777" w:rsidR="002D00A9" w:rsidRPr="001A7B4B" w:rsidRDefault="002D00A9" w:rsidP="002D00A9">
            <w:pPr>
              <w:pStyle w:val="Normalheadingblue"/>
              <w:rPr>
                <w:rFonts w:cs="Arial"/>
                <w:color w:val="auto"/>
              </w:rPr>
            </w:pPr>
            <w:r w:rsidRPr="001A7B4B">
              <w:rPr>
                <w:rFonts w:cs="Arial"/>
                <w:color w:val="auto"/>
              </w:rPr>
              <w:t>Activity:</w:t>
            </w:r>
          </w:p>
          <w:p w14:paraId="13E7E7C7" w14:textId="77777777" w:rsidR="002D00A9" w:rsidRPr="001A7B4B" w:rsidRDefault="002D00A9" w:rsidP="002D00A9">
            <w:pPr>
              <w:pStyle w:val="Normalheadingblue"/>
              <w:rPr>
                <w:rFonts w:cs="Arial"/>
                <w:b w:val="0"/>
                <w:color w:val="auto"/>
              </w:rPr>
            </w:pPr>
          </w:p>
          <w:p w14:paraId="42B37890" w14:textId="77777777" w:rsidR="002D00A9" w:rsidRPr="001A7B4B" w:rsidRDefault="002D00A9" w:rsidP="002C017C">
            <w:pPr>
              <w:pStyle w:val="Normalheadingblue"/>
              <w:numPr>
                <w:ilvl w:val="0"/>
                <w:numId w:val="84"/>
              </w:numPr>
              <w:rPr>
                <w:rFonts w:cs="Arial"/>
                <w:b w:val="0"/>
                <w:color w:val="auto"/>
              </w:rPr>
            </w:pPr>
            <w:r w:rsidRPr="001A7B4B">
              <w:rPr>
                <w:rFonts w:cs="Arial"/>
                <w:b w:val="0"/>
                <w:color w:val="auto"/>
              </w:rPr>
              <w:t xml:space="preserve">A </w:t>
            </w:r>
            <w:proofErr w:type="spellStart"/>
            <w:r w:rsidRPr="001A7B4B">
              <w:rPr>
                <w:rFonts w:cs="Arial"/>
                <w:b w:val="0"/>
                <w:color w:val="auto"/>
              </w:rPr>
              <w:t>self study</w:t>
            </w:r>
            <w:proofErr w:type="spellEnd"/>
            <w:r w:rsidRPr="001A7B4B">
              <w:rPr>
                <w:rFonts w:cs="Arial"/>
                <w:b w:val="0"/>
                <w:color w:val="auto"/>
              </w:rPr>
              <w:t xml:space="preserve"> and reflection session has been added here as the formal Information and data element of the Heating system delivery is completed. </w:t>
            </w:r>
          </w:p>
          <w:p w14:paraId="7A24F9C9" w14:textId="56B245A6" w:rsidR="002D00A9" w:rsidRPr="001A7B4B" w:rsidRDefault="002D00A9" w:rsidP="002C017C">
            <w:pPr>
              <w:pStyle w:val="Normalheadingblue"/>
              <w:numPr>
                <w:ilvl w:val="0"/>
                <w:numId w:val="84"/>
              </w:numPr>
              <w:rPr>
                <w:rFonts w:cs="Arial"/>
                <w:b w:val="0"/>
                <w:color w:val="auto"/>
              </w:rPr>
            </w:pPr>
            <w:r w:rsidRPr="001A7B4B">
              <w:rPr>
                <w:rFonts w:cs="Arial"/>
                <w:b w:val="0"/>
                <w:color w:val="auto"/>
              </w:rPr>
              <w:t xml:space="preserve">This time may be used for tutors to assess knowledge and understanding of the content </w:t>
            </w:r>
            <w:r w:rsidRPr="001A7B4B">
              <w:rPr>
                <w:rFonts w:cs="Arial"/>
                <w:b w:val="0"/>
                <w:color w:val="auto"/>
              </w:rPr>
              <w:lastRenderedPageBreak/>
              <w:t xml:space="preserve">covered so far, offer feedback or for </w:t>
            </w:r>
            <w:r w:rsidR="00F502C8" w:rsidRPr="001A7B4B">
              <w:rPr>
                <w:rFonts w:cs="Arial"/>
                <w:b w:val="0"/>
                <w:color w:val="auto"/>
              </w:rPr>
              <w:t>students</w:t>
            </w:r>
            <w:r w:rsidRPr="001A7B4B">
              <w:rPr>
                <w:rFonts w:cs="Arial"/>
                <w:b w:val="0"/>
                <w:color w:val="auto"/>
              </w:rPr>
              <w:t xml:space="preserve"> to complete their own reflection or deeper study.</w:t>
            </w:r>
          </w:p>
          <w:p w14:paraId="778F8D2D" w14:textId="77777777" w:rsidR="002D00A9" w:rsidRPr="001A7B4B" w:rsidRDefault="002D00A9" w:rsidP="002D00A9">
            <w:pPr>
              <w:pStyle w:val="Normalheadingblue"/>
              <w:rPr>
                <w:rFonts w:cs="Arial"/>
                <w:b w:val="0"/>
                <w:color w:val="auto"/>
              </w:rPr>
            </w:pPr>
          </w:p>
          <w:p w14:paraId="5927EC9C" w14:textId="77777777" w:rsidR="002D00A9" w:rsidRPr="001A7B4B" w:rsidRDefault="002D00A9" w:rsidP="002D00A9">
            <w:pPr>
              <w:pStyle w:val="Normalheadingblue"/>
              <w:rPr>
                <w:rFonts w:cs="Arial"/>
                <w:b w:val="0"/>
                <w:color w:val="auto"/>
              </w:rPr>
            </w:pPr>
          </w:p>
          <w:p w14:paraId="6BAD00D9" w14:textId="77777777" w:rsidR="002D00A9" w:rsidRPr="001A7B4B" w:rsidRDefault="002D00A9" w:rsidP="002D00A9">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67067F6A" w14:textId="77777777" w:rsidR="00DD207A" w:rsidRPr="001A7B4B" w:rsidRDefault="00DD207A"/>
        </w:tc>
      </w:tr>
      <w:tr w:rsidR="001A7B4B" w:rsidRPr="001A7B4B" w14:paraId="38B14E88"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2A40A024" w14:textId="77777777" w:rsidR="00CF64B4" w:rsidRDefault="0009707A" w:rsidP="00044E13">
            <w:pPr>
              <w:jc w:val="center"/>
              <w:rPr>
                <w:rFonts w:cs="Arial"/>
                <w:szCs w:val="22"/>
              </w:rPr>
            </w:pPr>
            <w:r>
              <w:rPr>
                <w:rFonts w:cs="Arial"/>
                <w:szCs w:val="22"/>
              </w:rPr>
              <w:t>13</w:t>
            </w:r>
            <w:r w:rsidR="002D00A9">
              <w:rPr>
                <w:rFonts w:cs="Arial"/>
                <w:szCs w:val="22"/>
              </w:rPr>
              <w:t>7</w:t>
            </w:r>
          </w:p>
          <w:p w14:paraId="00EA6238" w14:textId="77777777" w:rsidR="00712544" w:rsidRDefault="00712544" w:rsidP="00044E13">
            <w:pPr>
              <w:jc w:val="center"/>
              <w:rPr>
                <w:rFonts w:cs="Arial"/>
                <w:szCs w:val="22"/>
              </w:rPr>
            </w:pPr>
            <w:r>
              <w:rPr>
                <w:rFonts w:cs="Arial"/>
                <w:szCs w:val="22"/>
              </w:rPr>
              <w:t>3 hours</w:t>
            </w:r>
          </w:p>
          <w:p w14:paraId="0C4C5DB9" w14:textId="054F6B98" w:rsidR="00B5243C" w:rsidRPr="0061185E" w:rsidRDefault="00B5243C" w:rsidP="00044E13">
            <w:pPr>
              <w:jc w:val="center"/>
              <w:rPr>
                <w:rFonts w:cs="Arial"/>
                <w:b/>
                <w:bCs/>
                <w:szCs w:val="22"/>
              </w:rPr>
            </w:pPr>
            <w:r w:rsidRPr="0061185E">
              <w:rPr>
                <w:rFonts w:cs="Arial"/>
                <w:b/>
                <w:bCs/>
                <w:szCs w:val="22"/>
                <w:highlight w:val="yellow"/>
              </w:rPr>
              <w:t>PPT available</w:t>
            </w:r>
          </w:p>
        </w:tc>
        <w:tc>
          <w:tcPr>
            <w:tcW w:w="2199" w:type="dxa"/>
            <w:tcBorders>
              <w:top w:val="single" w:sz="4" w:space="0" w:color="C6C5C6"/>
              <w:left w:val="single" w:sz="4" w:space="0" w:color="C6C5C6"/>
              <w:bottom w:val="single" w:sz="4" w:space="0" w:color="C6C5C6"/>
              <w:right w:val="single" w:sz="4" w:space="0" w:color="C6C5C6"/>
            </w:tcBorders>
          </w:tcPr>
          <w:p w14:paraId="68B4311C" w14:textId="77777777" w:rsidR="00CF64B4" w:rsidRPr="001A7B4B" w:rsidRDefault="00CF64B4" w:rsidP="00044E13">
            <w:pPr>
              <w:pStyle w:val="Normalheadingblack"/>
              <w:rPr>
                <w:rFonts w:cs="Arial"/>
                <w:lang w:eastAsia="en-GB"/>
              </w:rPr>
            </w:pPr>
            <w:r w:rsidRPr="001A7B4B">
              <w:rPr>
                <w:rFonts w:cs="Arial"/>
                <w:lang w:eastAsia="en-GB"/>
              </w:rPr>
              <w:t>Outcome 1 – Plumbing and heating common knowledge criteria</w:t>
            </w:r>
          </w:p>
          <w:p w14:paraId="63CCF422" w14:textId="77777777" w:rsidR="00CF64B4" w:rsidRPr="001A7B4B" w:rsidRDefault="00CF64B4" w:rsidP="00044E13">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48BEAAF2" w14:textId="77777777" w:rsidR="00CF64B4" w:rsidRPr="001A7B4B" w:rsidRDefault="00CF64B4" w:rsidP="00044E13">
            <w:pPr>
              <w:pStyle w:val="Normalheadingblack"/>
              <w:rPr>
                <w:rFonts w:cs="Arial"/>
                <w:b w:val="0"/>
                <w:szCs w:val="22"/>
              </w:rPr>
            </w:pPr>
            <w:r w:rsidRPr="001A7B4B">
              <w:rPr>
                <w:rFonts w:cs="Arial"/>
                <w:b w:val="0"/>
                <w:szCs w:val="22"/>
              </w:rPr>
              <w:t>K1.7 Plumbing and heating systems</w:t>
            </w:r>
          </w:p>
          <w:p w14:paraId="55B0E3A6" w14:textId="77777777" w:rsidR="00CF64B4" w:rsidRPr="001A7B4B" w:rsidRDefault="00CF64B4" w:rsidP="00044E13">
            <w:pPr>
              <w:pStyle w:val="Normalheadingblack"/>
              <w:rPr>
                <w:rFonts w:cs="Arial"/>
                <w:b w:val="0"/>
                <w:szCs w:val="22"/>
              </w:rPr>
            </w:pPr>
          </w:p>
          <w:p w14:paraId="7E1A3A0F" w14:textId="77777777" w:rsidR="00CF64B4" w:rsidRPr="001A7B4B" w:rsidRDefault="00CF64B4" w:rsidP="00044E13">
            <w:pPr>
              <w:pStyle w:val="Normalheadingblack"/>
              <w:rPr>
                <w:rFonts w:cs="Arial"/>
                <w:b w:val="0"/>
                <w:szCs w:val="22"/>
              </w:rPr>
            </w:pPr>
            <w:r w:rsidRPr="001A7B4B">
              <w:rPr>
                <w:rFonts w:cs="Arial"/>
                <w:b w:val="0"/>
                <w:szCs w:val="22"/>
              </w:rPr>
              <w:t>K1.8 Components used in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4F323AB9" w14:textId="77777777" w:rsidR="00CF64B4" w:rsidRPr="001A7B4B" w:rsidRDefault="00CF64B4" w:rsidP="00044E13">
            <w:pPr>
              <w:pStyle w:val="Normalheadingblue"/>
              <w:rPr>
                <w:rFonts w:cs="Arial"/>
                <w:color w:val="auto"/>
                <w:szCs w:val="22"/>
              </w:rPr>
            </w:pPr>
            <w:r w:rsidRPr="001A7B4B">
              <w:rPr>
                <w:rFonts w:cs="Arial"/>
                <w:color w:val="auto"/>
                <w:szCs w:val="22"/>
              </w:rPr>
              <w:t>Activity:</w:t>
            </w:r>
          </w:p>
          <w:p w14:paraId="5503ACFD" w14:textId="77777777" w:rsidR="00CF64B4" w:rsidRPr="001A7B4B" w:rsidRDefault="00CF64B4" w:rsidP="00044E13">
            <w:pPr>
              <w:pStyle w:val="Normalheadingblue"/>
              <w:rPr>
                <w:rFonts w:cs="Arial"/>
                <w:color w:val="auto"/>
                <w:szCs w:val="22"/>
              </w:rPr>
            </w:pPr>
          </w:p>
          <w:p w14:paraId="09104154" w14:textId="77777777" w:rsidR="00CF64B4" w:rsidRPr="001A7B4B" w:rsidRDefault="00CF64B4" w:rsidP="00044E13">
            <w:pPr>
              <w:pStyle w:val="Normalheadingblue"/>
              <w:rPr>
                <w:rFonts w:cs="Arial"/>
                <w:color w:val="auto"/>
                <w:szCs w:val="22"/>
              </w:rPr>
            </w:pPr>
            <w:r w:rsidRPr="001A7B4B">
              <w:rPr>
                <w:rFonts w:cs="Arial"/>
                <w:color w:val="auto"/>
                <w:szCs w:val="22"/>
              </w:rPr>
              <w:t>Starter task example:</w:t>
            </w:r>
          </w:p>
          <w:p w14:paraId="4FA6D7B5" w14:textId="77777777" w:rsidR="00CF64B4" w:rsidRPr="001A7B4B" w:rsidRDefault="00712544" w:rsidP="002C017C">
            <w:pPr>
              <w:pStyle w:val="Normalheadingblue"/>
              <w:numPr>
                <w:ilvl w:val="0"/>
                <w:numId w:val="88"/>
              </w:numPr>
              <w:rPr>
                <w:rFonts w:cs="Arial"/>
                <w:b w:val="0"/>
                <w:color w:val="auto"/>
                <w:szCs w:val="22"/>
              </w:rPr>
            </w:pPr>
            <w:r w:rsidRPr="001A7B4B">
              <w:rPr>
                <w:rFonts w:cs="Arial"/>
                <w:b w:val="0"/>
                <w:color w:val="auto"/>
                <w:szCs w:val="22"/>
              </w:rPr>
              <w:t>Recap and skills refresher task – Calculate scales on quick examples using scale rulers</w:t>
            </w:r>
          </w:p>
          <w:p w14:paraId="4EAE0A54" w14:textId="77777777" w:rsidR="00CF64B4" w:rsidRPr="001A7B4B" w:rsidRDefault="00CF64B4" w:rsidP="00044E13">
            <w:pPr>
              <w:pStyle w:val="Normalheadingblue"/>
              <w:rPr>
                <w:rFonts w:cs="Arial"/>
                <w:color w:val="auto"/>
                <w:szCs w:val="22"/>
              </w:rPr>
            </w:pPr>
          </w:p>
          <w:p w14:paraId="05CF0E9D" w14:textId="77777777" w:rsidR="00CF64B4" w:rsidRPr="001A7B4B" w:rsidRDefault="00CF64B4" w:rsidP="00044E13">
            <w:pPr>
              <w:pStyle w:val="Normalheadingblue"/>
              <w:rPr>
                <w:rFonts w:cs="Arial"/>
                <w:color w:val="auto"/>
                <w:szCs w:val="22"/>
              </w:rPr>
            </w:pPr>
            <w:r w:rsidRPr="001A7B4B">
              <w:rPr>
                <w:rFonts w:cs="Arial"/>
                <w:color w:val="auto"/>
                <w:szCs w:val="22"/>
              </w:rPr>
              <w:t>Delivery:</w:t>
            </w:r>
          </w:p>
          <w:p w14:paraId="6745DD3E" w14:textId="77777777" w:rsidR="00F76D00" w:rsidRPr="00F76D00" w:rsidRDefault="00F76D00" w:rsidP="00F76D00">
            <w:pPr>
              <w:pStyle w:val="Normalheadingblue"/>
              <w:rPr>
                <w:rFonts w:cs="Arial"/>
                <w:b w:val="0"/>
                <w:color w:val="auto"/>
                <w:szCs w:val="22"/>
              </w:rPr>
            </w:pPr>
            <w:r w:rsidRPr="00F76D00">
              <w:rPr>
                <w:rFonts w:cs="Arial"/>
                <w:b w:val="0"/>
                <w:bCs/>
                <w:color w:val="auto"/>
                <w:szCs w:val="22"/>
              </w:rPr>
              <w:t>Using</w:t>
            </w:r>
            <w:r w:rsidRPr="00F76D00">
              <w:rPr>
                <w:rFonts w:cs="Arial"/>
                <w:color w:val="auto"/>
                <w:szCs w:val="22"/>
              </w:rPr>
              <w:t xml:space="preserve"> </w:t>
            </w:r>
            <w:r w:rsidRPr="00A42B38">
              <w:rPr>
                <w:rFonts w:cs="Arial"/>
                <w:b w:val="0"/>
                <w:bCs/>
                <w:color w:val="auto"/>
                <w:szCs w:val="22"/>
              </w:rPr>
              <w:t xml:space="preserve">PowerPoint </w:t>
            </w:r>
            <w:r w:rsidRPr="005C1D6C">
              <w:rPr>
                <w:rFonts w:cs="Arial"/>
                <w:color w:val="auto"/>
                <w:szCs w:val="22"/>
                <w:highlight w:val="yellow"/>
              </w:rPr>
              <w:t>K1.7 K1.8 Below Ground Drainage Systems</w:t>
            </w:r>
            <w:r w:rsidRPr="00F76D00">
              <w:rPr>
                <w:rFonts w:cs="Arial"/>
                <w:color w:val="auto"/>
                <w:szCs w:val="22"/>
              </w:rPr>
              <w:t xml:space="preserve">, </w:t>
            </w:r>
            <w:r w:rsidRPr="00F76D00">
              <w:rPr>
                <w:rFonts w:cs="Arial"/>
                <w:b w:val="0"/>
                <w:bCs/>
                <w:color w:val="auto"/>
                <w:szCs w:val="22"/>
              </w:rPr>
              <w:t>deliver the following content:</w:t>
            </w:r>
          </w:p>
          <w:p w14:paraId="351B76CA" w14:textId="163E18B0" w:rsidR="00D343F3" w:rsidRPr="001A7B4B" w:rsidRDefault="00D343F3" w:rsidP="002C017C">
            <w:pPr>
              <w:pStyle w:val="Normalheadingblue"/>
              <w:numPr>
                <w:ilvl w:val="0"/>
                <w:numId w:val="85"/>
              </w:numPr>
              <w:rPr>
                <w:rFonts w:cs="Arial"/>
                <w:b w:val="0"/>
                <w:color w:val="auto"/>
                <w:szCs w:val="22"/>
              </w:rPr>
            </w:pPr>
            <w:r w:rsidRPr="001A7B4B">
              <w:rPr>
                <w:rFonts w:cs="Arial"/>
                <w:b w:val="0"/>
                <w:color w:val="auto"/>
                <w:szCs w:val="22"/>
              </w:rPr>
              <w:t>The need for drainage systems</w:t>
            </w:r>
          </w:p>
          <w:p w14:paraId="79A90550" w14:textId="77777777" w:rsidR="00D343F3" w:rsidRPr="001A7B4B" w:rsidRDefault="00D343F3" w:rsidP="002C017C">
            <w:pPr>
              <w:pStyle w:val="Normalheadingblue"/>
              <w:numPr>
                <w:ilvl w:val="0"/>
                <w:numId w:val="85"/>
              </w:numPr>
              <w:rPr>
                <w:rFonts w:cs="Arial"/>
                <w:b w:val="0"/>
                <w:color w:val="auto"/>
                <w:szCs w:val="22"/>
              </w:rPr>
            </w:pPr>
            <w:r w:rsidRPr="001A7B4B">
              <w:rPr>
                <w:rFonts w:cs="Arial"/>
                <w:b w:val="0"/>
                <w:color w:val="auto"/>
                <w:szCs w:val="22"/>
              </w:rPr>
              <w:t>Pipe sizes and components of below ground drainage</w:t>
            </w:r>
          </w:p>
          <w:p w14:paraId="643DB769" w14:textId="77777777" w:rsidR="00D343F3" w:rsidRPr="001A7B4B" w:rsidRDefault="00D343F3" w:rsidP="002C017C">
            <w:pPr>
              <w:pStyle w:val="Normalheadingblue"/>
              <w:numPr>
                <w:ilvl w:val="0"/>
                <w:numId w:val="85"/>
              </w:numPr>
              <w:rPr>
                <w:rFonts w:cs="Arial"/>
                <w:b w:val="0"/>
                <w:color w:val="auto"/>
                <w:szCs w:val="22"/>
              </w:rPr>
            </w:pPr>
            <w:r w:rsidRPr="001A7B4B">
              <w:rPr>
                <w:rFonts w:cs="Arial"/>
                <w:b w:val="0"/>
                <w:color w:val="auto"/>
                <w:szCs w:val="22"/>
              </w:rPr>
              <w:t>Falls and gradients</w:t>
            </w:r>
          </w:p>
          <w:p w14:paraId="2EB21FF8" w14:textId="77777777" w:rsidR="00D343F3" w:rsidRPr="001A7B4B" w:rsidRDefault="00D343F3" w:rsidP="002C017C">
            <w:pPr>
              <w:pStyle w:val="Normalheadingblue"/>
              <w:numPr>
                <w:ilvl w:val="0"/>
                <w:numId w:val="85"/>
              </w:numPr>
              <w:rPr>
                <w:rFonts w:cs="Arial"/>
                <w:b w:val="0"/>
                <w:color w:val="auto"/>
                <w:szCs w:val="22"/>
              </w:rPr>
            </w:pPr>
            <w:r w:rsidRPr="001A7B4B">
              <w:rPr>
                <w:rFonts w:cs="Arial"/>
                <w:b w:val="0"/>
                <w:color w:val="auto"/>
                <w:szCs w:val="22"/>
              </w:rPr>
              <w:t>Combined system layout</w:t>
            </w:r>
          </w:p>
          <w:p w14:paraId="02814B5C" w14:textId="2391655D" w:rsidR="00D343F3" w:rsidRPr="001A7B4B" w:rsidRDefault="00D343F3" w:rsidP="002C017C">
            <w:pPr>
              <w:pStyle w:val="Normalheadingblue"/>
              <w:numPr>
                <w:ilvl w:val="0"/>
                <w:numId w:val="85"/>
              </w:numPr>
              <w:rPr>
                <w:rFonts w:cs="Arial"/>
                <w:b w:val="0"/>
                <w:color w:val="auto"/>
                <w:szCs w:val="22"/>
              </w:rPr>
            </w:pPr>
            <w:r w:rsidRPr="001A7B4B">
              <w:rPr>
                <w:rFonts w:cs="Arial"/>
                <w:b w:val="0"/>
                <w:color w:val="auto"/>
                <w:szCs w:val="22"/>
              </w:rPr>
              <w:t>Discuss requirements and building regulations relating to drainage, rainfall and surface water</w:t>
            </w:r>
            <w:r w:rsidR="005C1D6C">
              <w:rPr>
                <w:rFonts w:cs="Arial"/>
                <w:b w:val="0"/>
                <w:color w:val="auto"/>
                <w:szCs w:val="22"/>
              </w:rPr>
              <w:t>.</w:t>
            </w:r>
          </w:p>
          <w:p w14:paraId="3534A8DE" w14:textId="1BEA60C7" w:rsidR="00D343F3" w:rsidRPr="001A7B4B" w:rsidRDefault="00D343F3" w:rsidP="002C017C">
            <w:pPr>
              <w:pStyle w:val="Normalheadingblue"/>
              <w:numPr>
                <w:ilvl w:val="0"/>
                <w:numId w:val="85"/>
              </w:numPr>
              <w:rPr>
                <w:rFonts w:cs="Arial"/>
                <w:b w:val="0"/>
                <w:color w:val="auto"/>
                <w:szCs w:val="22"/>
              </w:rPr>
            </w:pPr>
            <w:r w:rsidRPr="001A7B4B">
              <w:rPr>
                <w:rFonts w:cs="Arial"/>
                <w:b w:val="0"/>
                <w:color w:val="auto"/>
                <w:szCs w:val="22"/>
              </w:rPr>
              <w:t>Examine common pipe sizes, parts and fittings including traps and gulleys</w:t>
            </w:r>
            <w:r w:rsidR="005C1D6C">
              <w:rPr>
                <w:rFonts w:cs="Arial"/>
                <w:b w:val="0"/>
                <w:color w:val="auto"/>
                <w:szCs w:val="22"/>
              </w:rPr>
              <w:t>.</w:t>
            </w:r>
          </w:p>
          <w:p w14:paraId="403F1914" w14:textId="098F6A6B" w:rsidR="00D343F3" w:rsidRPr="001A7B4B" w:rsidRDefault="00D343F3" w:rsidP="002C017C">
            <w:pPr>
              <w:pStyle w:val="Normalheadingblue"/>
              <w:numPr>
                <w:ilvl w:val="0"/>
                <w:numId w:val="85"/>
              </w:numPr>
              <w:rPr>
                <w:rFonts w:cs="Arial"/>
                <w:b w:val="0"/>
                <w:color w:val="auto"/>
                <w:szCs w:val="22"/>
              </w:rPr>
            </w:pPr>
            <w:r w:rsidRPr="001A7B4B">
              <w:rPr>
                <w:rFonts w:cs="Arial"/>
                <w:b w:val="0"/>
                <w:color w:val="auto"/>
                <w:szCs w:val="22"/>
              </w:rPr>
              <w:lastRenderedPageBreak/>
              <w:t>Discuss falls and the need for gradients</w:t>
            </w:r>
            <w:r w:rsidR="005C1D6C">
              <w:rPr>
                <w:rFonts w:cs="Arial"/>
                <w:b w:val="0"/>
                <w:color w:val="auto"/>
                <w:szCs w:val="22"/>
              </w:rPr>
              <w:t>.</w:t>
            </w:r>
          </w:p>
          <w:p w14:paraId="4FB1E93C" w14:textId="5DF24038" w:rsidR="00D343F3" w:rsidRPr="001A7B4B" w:rsidRDefault="00D343F3" w:rsidP="002C017C">
            <w:pPr>
              <w:pStyle w:val="Normalheadingblue"/>
              <w:numPr>
                <w:ilvl w:val="0"/>
                <w:numId w:val="85"/>
              </w:numPr>
              <w:rPr>
                <w:rFonts w:cs="Arial"/>
                <w:b w:val="0"/>
                <w:color w:val="auto"/>
                <w:szCs w:val="22"/>
              </w:rPr>
            </w:pPr>
            <w:r w:rsidRPr="001A7B4B">
              <w:rPr>
                <w:rFonts w:cs="Arial"/>
                <w:b w:val="0"/>
                <w:color w:val="auto"/>
                <w:szCs w:val="22"/>
              </w:rPr>
              <w:t xml:space="preserve">Show </w:t>
            </w:r>
            <w:r w:rsidR="00F502C8" w:rsidRPr="001A7B4B">
              <w:rPr>
                <w:rFonts w:cs="Arial"/>
                <w:b w:val="0"/>
                <w:color w:val="auto"/>
                <w:szCs w:val="22"/>
              </w:rPr>
              <w:t>students</w:t>
            </w:r>
            <w:r w:rsidRPr="001A7B4B">
              <w:rPr>
                <w:rFonts w:cs="Arial"/>
                <w:b w:val="0"/>
                <w:color w:val="auto"/>
                <w:szCs w:val="22"/>
              </w:rPr>
              <w:t xml:space="preserve"> typical layouts and the requirements for connections to a combined drain in line with Building regulations</w:t>
            </w:r>
            <w:r w:rsidR="005C1D6C">
              <w:rPr>
                <w:rFonts w:cs="Arial"/>
                <w:b w:val="0"/>
                <w:color w:val="auto"/>
                <w:szCs w:val="22"/>
              </w:rPr>
              <w:t>.</w:t>
            </w:r>
          </w:p>
          <w:p w14:paraId="774D7BE2" w14:textId="31968AC6" w:rsidR="00D343F3" w:rsidRPr="001A7B4B" w:rsidRDefault="00116A2E" w:rsidP="002C017C">
            <w:pPr>
              <w:pStyle w:val="Normalheadingblue"/>
              <w:numPr>
                <w:ilvl w:val="0"/>
                <w:numId w:val="85"/>
              </w:numPr>
              <w:rPr>
                <w:rFonts w:cs="Arial"/>
                <w:b w:val="0"/>
                <w:color w:val="auto"/>
                <w:szCs w:val="22"/>
              </w:rPr>
            </w:pPr>
            <w:r w:rsidRPr="001A7B4B">
              <w:rPr>
                <w:rFonts w:cs="Arial"/>
                <w:b w:val="0"/>
                <w:color w:val="auto"/>
                <w:szCs w:val="22"/>
              </w:rPr>
              <w:t>Students</w:t>
            </w:r>
            <w:r w:rsidR="00D343F3" w:rsidRPr="001A7B4B">
              <w:rPr>
                <w:rFonts w:cs="Arial"/>
                <w:b w:val="0"/>
                <w:color w:val="auto"/>
                <w:szCs w:val="22"/>
              </w:rPr>
              <w:t xml:space="preserve"> to discuss the difference between rainwater and water taken from appliances giving the impact on the environment where this water is discharged</w:t>
            </w:r>
            <w:r w:rsidR="005C1D6C">
              <w:rPr>
                <w:rFonts w:cs="Arial"/>
                <w:b w:val="0"/>
                <w:color w:val="auto"/>
                <w:szCs w:val="22"/>
              </w:rPr>
              <w:t>.</w:t>
            </w:r>
          </w:p>
          <w:p w14:paraId="72968C2D" w14:textId="77777777" w:rsidR="00CF64B4" w:rsidRPr="001A7B4B" w:rsidRDefault="00CF64B4" w:rsidP="00044E13">
            <w:pPr>
              <w:pStyle w:val="Normalheadingblue"/>
              <w:rPr>
                <w:rFonts w:cs="Arial"/>
                <w:color w:val="auto"/>
                <w:szCs w:val="22"/>
              </w:rPr>
            </w:pPr>
          </w:p>
          <w:p w14:paraId="148C9CF3" w14:textId="77777777" w:rsidR="00CF64B4" w:rsidRPr="001A7B4B" w:rsidRDefault="00CF64B4" w:rsidP="00044E13">
            <w:pPr>
              <w:pStyle w:val="Normalheadingblue"/>
              <w:rPr>
                <w:rFonts w:cs="Arial"/>
                <w:color w:val="auto"/>
                <w:szCs w:val="22"/>
              </w:rPr>
            </w:pPr>
            <w:r w:rsidRPr="001A7B4B">
              <w:rPr>
                <w:rFonts w:cs="Arial"/>
                <w:color w:val="auto"/>
                <w:szCs w:val="22"/>
              </w:rPr>
              <w:t>Knowledge check example:</w:t>
            </w:r>
          </w:p>
          <w:p w14:paraId="716DE0D4" w14:textId="77568D04" w:rsidR="00CF64B4" w:rsidRPr="001A7B4B" w:rsidRDefault="00116A2E" w:rsidP="002C017C">
            <w:pPr>
              <w:pStyle w:val="Normalheadingblue"/>
              <w:numPr>
                <w:ilvl w:val="0"/>
                <w:numId w:val="86"/>
              </w:numPr>
              <w:rPr>
                <w:rFonts w:cs="Arial"/>
                <w:b w:val="0"/>
                <w:color w:val="auto"/>
                <w:szCs w:val="22"/>
              </w:rPr>
            </w:pPr>
            <w:r w:rsidRPr="001A7B4B">
              <w:rPr>
                <w:rFonts w:cs="Arial"/>
                <w:b w:val="0"/>
                <w:color w:val="auto"/>
                <w:szCs w:val="22"/>
              </w:rPr>
              <w:t>Students</w:t>
            </w:r>
            <w:r w:rsidR="00D343F3" w:rsidRPr="001A7B4B">
              <w:rPr>
                <w:rFonts w:cs="Arial"/>
                <w:b w:val="0"/>
                <w:color w:val="auto"/>
                <w:szCs w:val="22"/>
              </w:rPr>
              <w:t xml:space="preserve"> to produce a sketch of a combined system and label all parts including depths and components</w:t>
            </w:r>
            <w:r w:rsidR="005C1D6C">
              <w:rPr>
                <w:rFonts w:cs="Arial"/>
                <w:b w:val="0"/>
                <w:color w:val="auto"/>
                <w:szCs w:val="22"/>
              </w:rPr>
              <w:t>.</w:t>
            </w:r>
          </w:p>
          <w:p w14:paraId="1F571AF5" w14:textId="77777777" w:rsidR="00CF64B4" w:rsidRPr="001A7B4B" w:rsidRDefault="00CF64B4" w:rsidP="00044E13">
            <w:pPr>
              <w:pStyle w:val="Normalheadingblue"/>
              <w:rPr>
                <w:rFonts w:cs="Arial"/>
                <w:color w:val="auto"/>
                <w:szCs w:val="22"/>
              </w:rPr>
            </w:pPr>
            <w:r w:rsidRPr="001A7B4B">
              <w:rPr>
                <w:rFonts w:cs="Arial"/>
                <w:color w:val="auto"/>
                <w:szCs w:val="22"/>
              </w:rPr>
              <w:t>Resources:</w:t>
            </w:r>
          </w:p>
          <w:p w14:paraId="6BB1D8E1" w14:textId="02A0363E" w:rsidR="00CF64B4" w:rsidRPr="001A7B4B" w:rsidRDefault="00763103" w:rsidP="002803DD">
            <w:pPr>
              <w:pStyle w:val="Normalheadingblue"/>
              <w:rPr>
                <w:rFonts w:cs="Arial"/>
                <w:b w:val="0"/>
                <w:color w:val="auto"/>
                <w:szCs w:val="22"/>
              </w:rPr>
            </w:pPr>
            <w:r w:rsidRPr="001A7B4B">
              <w:rPr>
                <w:rFonts w:cs="Arial"/>
                <w:b w:val="0"/>
                <w:color w:val="auto"/>
                <w:szCs w:val="22"/>
              </w:rPr>
              <w:t>PowerPoint</w:t>
            </w:r>
            <w:r w:rsidR="0061185E">
              <w:rPr>
                <w:rFonts w:cs="Arial"/>
                <w:b w:val="0"/>
                <w:color w:val="auto"/>
                <w:szCs w:val="22"/>
              </w:rPr>
              <w:t xml:space="preserve">: </w:t>
            </w:r>
            <w:r w:rsidR="0061185E" w:rsidRPr="0061185E">
              <w:rPr>
                <w:rFonts w:cs="Arial"/>
                <w:bCs/>
                <w:color w:val="auto"/>
                <w:szCs w:val="22"/>
              </w:rPr>
              <w:t>K1.7 K1.8 Below Ground Drainage Systems</w:t>
            </w:r>
          </w:p>
          <w:p w14:paraId="20DA3291" w14:textId="77777777" w:rsidR="00D343F3" w:rsidRPr="001A7B4B" w:rsidRDefault="002803DD" w:rsidP="002803DD">
            <w:pPr>
              <w:pStyle w:val="Normalheadingblue"/>
              <w:rPr>
                <w:rFonts w:cs="Arial"/>
                <w:b w:val="0"/>
                <w:color w:val="auto"/>
                <w:szCs w:val="22"/>
              </w:rPr>
            </w:pPr>
            <w:r w:rsidRPr="001A7B4B">
              <w:rPr>
                <w:rFonts w:cs="Arial"/>
                <w:b w:val="0"/>
                <w:color w:val="auto"/>
                <w:szCs w:val="22"/>
              </w:rPr>
              <w:t>Building Regulation document H</w:t>
            </w:r>
          </w:p>
          <w:p w14:paraId="6DD29DD8" w14:textId="77777777" w:rsidR="002803DD" w:rsidRPr="001A7B4B" w:rsidRDefault="002803DD" w:rsidP="002803DD">
            <w:pPr>
              <w:pStyle w:val="Normalheadingblue"/>
              <w:rPr>
                <w:rFonts w:cs="Arial"/>
                <w:b w:val="0"/>
                <w:color w:val="auto"/>
                <w:szCs w:val="22"/>
              </w:rPr>
            </w:pPr>
            <w:r w:rsidRPr="001A7B4B">
              <w:rPr>
                <w:rFonts w:cs="Arial"/>
                <w:b w:val="0"/>
                <w:color w:val="auto"/>
                <w:szCs w:val="22"/>
              </w:rPr>
              <w:t>Below ground drainage pipework and fittings</w:t>
            </w:r>
          </w:p>
          <w:p w14:paraId="43FE5803" w14:textId="77777777" w:rsidR="002803DD" w:rsidRPr="001A7B4B" w:rsidRDefault="002803DD" w:rsidP="002803DD">
            <w:pPr>
              <w:pStyle w:val="Normalheadingblue"/>
              <w:rPr>
                <w:rFonts w:cs="Arial"/>
                <w:b w:val="0"/>
                <w:color w:val="auto"/>
                <w:szCs w:val="22"/>
              </w:rPr>
            </w:pPr>
            <w:r w:rsidRPr="001A7B4B">
              <w:rPr>
                <w:rFonts w:cs="Arial"/>
                <w:b w:val="0"/>
                <w:color w:val="auto"/>
                <w:szCs w:val="22"/>
              </w:rPr>
              <w:t>Gulleys and traps</w:t>
            </w:r>
          </w:p>
          <w:p w14:paraId="0F833E57" w14:textId="77777777" w:rsidR="002803DD" w:rsidRPr="001A7B4B" w:rsidRDefault="002803DD" w:rsidP="002803DD">
            <w:pPr>
              <w:pStyle w:val="Normalheadingblue"/>
              <w:rPr>
                <w:rFonts w:cs="Arial"/>
                <w:b w:val="0"/>
                <w:color w:val="auto"/>
                <w:szCs w:val="22"/>
              </w:rPr>
            </w:pPr>
            <w:r w:rsidRPr="001A7B4B">
              <w:rPr>
                <w:rFonts w:cs="Arial"/>
                <w:b w:val="0"/>
                <w:color w:val="auto"/>
                <w:szCs w:val="22"/>
              </w:rPr>
              <w:t>Drawing paper, pencils and rulers</w:t>
            </w:r>
          </w:p>
          <w:p w14:paraId="38FB3B84" w14:textId="77777777" w:rsidR="00712544" w:rsidRPr="001A7B4B" w:rsidRDefault="00712544" w:rsidP="002803DD">
            <w:pPr>
              <w:pStyle w:val="Normalheadingblue"/>
              <w:rPr>
                <w:rFonts w:cs="Arial"/>
                <w:color w:val="auto"/>
                <w:szCs w:val="22"/>
              </w:rPr>
            </w:pPr>
          </w:p>
          <w:p w14:paraId="1926FB5E" w14:textId="77777777" w:rsidR="00712544" w:rsidRPr="001A7B4B" w:rsidRDefault="00712544" w:rsidP="002803DD">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0785F269" w14:textId="77777777" w:rsidR="00DD207A" w:rsidRPr="001A7B4B" w:rsidRDefault="008A57D2">
            <w:r w:rsidRPr="001A7B4B">
              <w:lastRenderedPageBreak/>
              <w:t>Calculate scale</w:t>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t>Q&amp;A</w:t>
            </w:r>
            <w:r w:rsidRPr="001A7B4B">
              <w:br/>
            </w:r>
            <w:r w:rsidRPr="001A7B4B">
              <w:br/>
            </w:r>
            <w:r w:rsidRPr="001A7B4B">
              <w:br/>
            </w:r>
            <w:r w:rsidRPr="001A7B4B">
              <w:br/>
            </w:r>
            <w:r w:rsidRPr="001A7B4B">
              <w:br/>
            </w:r>
            <w:r w:rsidRPr="001A7B4B">
              <w:br/>
            </w:r>
            <w:r w:rsidRPr="001A7B4B">
              <w:br/>
            </w:r>
            <w:r w:rsidRPr="001A7B4B">
              <w:lastRenderedPageBreak/>
              <w:br/>
            </w:r>
            <w:r w:rsidRPr="001A7B4B">
              <w:br/>
            </w:r>
            <w:r w:rsidRPr="001A7B4B">
              <w:br/>
              <w:t>Produce labelled diagram</w:t>
            </w:r>
            <w:r w:rsidRPr="001A7B4B">
              <w:br/>
              <w:t>Maths skills (measurement, scale, calculation, costing)</w:t>
            </w:r>
            <w:r w:rsidRPr="001A7B4B">
              <w:br/>
              <w:t>English skills (reading, writing, technical vocabulary)</w:t>
            </w:r>
          </w:p>
        </w:tc>
      </w:tr>
      <w:tr w:rsidR="001A7B4B" w:rsidRPr="001A7B4B" w14:paraId="3A2BA4DE"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051E8D94" w14:textId="77777777" w:rsidR="00CF64B4" w:rsidRDefault="00CF64B4" w:rsidP="00044E13">
            <w:pPr>
              <w:jc w:val="center"/>
              <w:rPr>
                <w:rFonts w:cs="Arial"/>
                <w:szCs w:val="22"/>
              </w:rPr>
            </w:pPr>
            <w:r>
              <w:rPr>
                <w:rFonts w:cs="Arial"/>
                <w:szCs w:val="22"/>
              </w:rPr>
              <w:lastRenderedPageBreak/>
              <w:t>1</w:t>
            </w:r>
            <w:r w:rsidR="00712544">
              <w:rPr>
                <w:rFonts w:cs="Arial"/>
                <w:szCs w:val="22"/>
              </w:rPr>
              <w:t>38</w:t>
            </w:r>
          </w:p>
          <w:p w14:paraId="339792C0" w14:textId="77777777" w:rsidR="00712544" w:rsidRDefault="00712544" w:rsidP="00044E13">
            <w:pPr>
              <w:jc w:val="center"/>
              <w:rPr>
                <w:rFonts w:cs="Arial"/>
                <w:szCs w:val="22"/>
              </w:rPr>
            </w:pPr>
            <w:r>
              <w:rPr>
                <w:rFonts w:cs="Arial"/>
                <w:szCs w:val="22"/>
              </w:rPr>
              <w:t>3 hours</w:t>
            </w:r>
          </w:p>
          <w:p w14:paraId="002A15E6" w14:textId="01DD73E4" w:rsidR="00B639FA" w:rsidRDefault="00B639FA" w:rsidP="00044E13">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6996D5B2" w14:textId="77777777" w:rsidR="00CF64B4" w:rsidRPr="001A7B4B" w:rsidRDefault="00CF64B4" w:rsidP="00044E13">
            <w:pPr>
              <w:pStyle w:val="Normalheadingblack"/>
              <w:rPr>
                <w:rFonts w:cs="Arial"/>
                <w:lang w:eastAsia="en-GB"/>
              </w:rPr>
            </w:pPr>
            <w:r w:rsidRPr="001A7B4B">
              <w:rPr>
                <w:rFonts w:cs="Arial"/>
                <w:lang w:eastAsia="en-GB"/>
              </w:rPr>
              <w:t>Outcome 1 – Plumbing and heating common knowledge criteria</w:t>
            </w:r>
          </w:p>
          <w:p w14:paraId="5A90EFE5" w14:textId="77777777" w:rsidR="00CF64B4" w:rsidRPr="001A7B4B" w:rsidRDefault="00CF64B4" w:rsidP="00044E13">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05501171" w14:textId="77777777" w:rsidR="00CF64B4" w:rsidRPr="001A7B4B" w:rsidRDefault="00CF64B4" w:rsidP="00044E13">
            <w:pPr>
              <w:pStyle w:val="Normalheadingblack"/>
              <w:rPr>
                <w:rFonts w:cs="Arial"/>
                <w:b w:val="0"/>
                <w:szCs w:val="22"/>
              </w:rPr>
            </w:pPr>
            <w:r w:rsidRPr="001A7B4B">
              <w:rPr>
                <w:rFonts w:cs="Arial"/>
                <w:b w:val="0"/>
                <w:szCs w:val="22"/>
              </w:rPr>
              <w:t>K1.7 Plumbing and heating systems</w:t>
            </w:r>
          </w:p>
          <w:p w14:paraId="6BB9C915" w14:textId="77777777" w:rsidR="00CF64B4" w:rsidRPr="001A7B4B" w:rsidRDefault="00CF64B4" w:rsidP="00044E13">
            <w:pPr>
              <w:pStyle w:val="Normalheadingblack"/>
              <w:rPr>
                <w:rFonts w:cs="Arial"/>
                <w:b w:val="0"/>
                <w:szCs w:val="22"/>
              </w:rPr>
            </w:pPr>
          </w:p>
          <w:p w14:paraId="51640AD6" w14:textId="77777777" w:rsidR="00CF64B4" w:rsidRPr="001A7B4B" w:rsidRDefault="00CF64B4" w:rsidP="00044E13">
            <w:pPr>
              <w:pStyle w:val="Normalheadingblack"/>
              <w:rPr>
                <w:rFonts w:cs="Arial"/>
                <w:b w:val="0"/>
                <w:szCs w:val="22"/>
              </w:rPr>
            </w:pPr>
            <w:r w:rsidRPr="001A7B4B">
              <w:rPr>
                <w:rFonts w:cs="Arial"/>
                <w:b w:val="0"/>
                <w:szCs w:val="22"/>
              </w:rPr>
              <w:t>K1.8 Components used in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06009647" w14:textId="77777777" w:rsidR="00CF64B4" w:rsidRPr="001A7B4B" w:rsidRDefault="00CF64B4" w:rsidP="00044E13">
            <w:pPr>
              <w:pStyle w:val="Normalheadingblue"/>
              <w:rPr>
                <w:rFonts w:cs="Arial"/>
                <w:color w:val="auto"/>
                <w:szCs w:val="22"/>
              </w:rPr>
            </w:pPr>
            <w:r w:rsidRPr="001A7B4B">
              <w:rPr>
                <w:rFonts w:cs="Arial"/>
                <w:color w:val="auto"/>
                <w:szCs w:val="22"/>
              </w:rPr>
              <w:t>Activity:</w:t>
            </w:r>
          </w:p>
          <w:p w14:paraId="5F91CFCC" w14:textId="77777777" w:rsidR="00CF64B4" w:rsidRPr="001A7B4B" w:rsidRDefault="00CF64B4" w:rsidP="00044E13">
            <w:pPr>
              <w:pStyle w:val="Normalheadingblue"/>
              <w:rPr>
                <w:rFonts w:cs="Arial"/>
                <w:color w:val="auto"/>
                <w:szCs w:val="22"/>
              </w:rPr>
            </w:pPr>
          </w:p>
          <w:p w14:paraId="77DDB32D" w14:textId="77777777" w:rsidR="00CF64B4" w:rsidRPr="001A7B4B" w:rsidRDefault="00CF64B4" w:rsidP="00044E13">
            <w:pPr>
              <w:pStyle w:val="Normalheadingblue"/>
              <w:rPr>
                <w:rFonts w:cs="Arial"/>
                <w:color w:val="auto"/>
                <w:szCs w:val="22"/>
              </w:rPr>
            </w:pPr>
            <w:r w:rsidRPr="001A7B4B">
              <w:rPr>
                <w:rFonts w:cs="Arial"/>
                <w:color w:val="auto"/>
                <w:szCs w:val="22"/>
              </w:rPr>
              <w:t>Starter task example:</w:t>
            </w:r>
          </w:p>
          <w:p w14:paraId="0F2FBF09" w14:textId="4E6CD068" w:rsidR="00CF64B4" w:rsidRPr="001A7B4B" w:rsidRDefault="00712544" w:rsidP="002C017C">
            <w:pPr>
              <w:pStyle w:val="Normalheadingblue"/>
              <w:numPr>
                <w:ilvl w:val="0"/>
                <w:numId w:val="86"/>
              </w:numPr>
              <w:rPr>
                <w:rFonts w:cs="Arial"/>
                <w:b w:val="0"/>
                <w:color w:val="auto"/>
                <w:szCs w:val="22"/>
              </w:rPr>
            </w:pPr>
            <w:r w:rsidRPr="001A7B4B">
              <w:rPr>
                <w:rFonts w:cs="Arial"/>
                <w:b w:val="0"/>
                <w:color w:val="auto"/>
                <w:szCs w:val="22"/>
              </w:rPr>
              <w:t>Quick calculation task – calculate the fall for a drain using tutor given scenarios</w:t>
            </w:r>
            <w:r w:rsidR="005C1D6C">
              <w:rPr>
                <w:rFonts w:cs="Arial"/>
                <w:b w:val="0"/>
                <w:color w:val="auto"/>
                <w:szCs w:val="22"/>
              </w:rPr>
              <w:t>.</w:t>
            </w:r>
          </w:p>
          <w:p w14:paraId="35C06F26" w14:textId="77777777" w:rsidR="00CF64B4" w:rsidRPr="001A7B4B" w:rsidRDefault="00CF64B4" w:rsidP="00044E13">
            <w:pPr>
              <w:pStyle w:val="Normalheadingblue"/>
              <w:rPr>
                <w:rFonts w:cs="Arial"/>
                <w:color w:val="auto"/>
                <w:szCs w:val="22"/>
              </w:rPr>
            </w:pPr>
          </w:p>
          <w:p w14:paraId="3274C518" w14:textId="77777777" w:rsidR="00CF64B4" w:rsidRPr="001A7B4B" w:rsidRDefault="00CF64B4" w:rsidP="00044E13">
            <w:pPr>
              <w:pStyle w:val="Normalheadingblue"/>
              <w:rPr>
                <w:rFonts w:cs="Arial"/>
                <w:color w:val="auto"/>
                <w:szCs w:val="22"/>
              </w:rPr>
            </w:pPr>
            <w:r w:rsidRPr="001A7B4B">
              <w:rPr>
                <w:rFonts w:cs="Arial"/>
                <w:color w:val="auto"/>
                <w:szCs w:val="22"/>
              </w:rPr>
              <w:t>Delivery:</w:t>
            </w:r>
          </w:p>
          <w:p w14:paraId="44B9FDB7" w14:textId="5A007579" w:rsidR="00545404" w:rsidRPr="001A7B4B" w:rsidRDefault="00712544" w:rsidP="00044E13">
            <w:pPr>
              <w:pStyle w:val="Normalheadingblue"/>
              <w:rPr>
                <w:rFonts w:cs="Arial"/>
                <w:color w:val="auto"/>
                <w:szCs w:val="22"/>
              </w:rPr>
            </w:pPr>
            <w:r w:rsidRPr="001A7B4B">
              <w:rPr>
                <w:rFonts w:cs="Arial"/>
                <w:b w:val="0"/>
                <w:color w:val="auto"/>
                <w:szCs w:val="22"/>
              </w:rPr>
              <w:t>Tutor to deliver content</w:t>
            </w:r>
            <w:r w:rsidR="00AC6748">
              <w:rPr>
                <w:rFonts w:cs="Arial"/>
                <w:b w:val="0"/>
                <w:color w:val="auto"/>
                <w:szCs w:val="22"/>
              </w:rPr>
              <w:t xml:space="preserve"> on </w:t>
            </w:r>
            <w:r w:rsidR="00AC6748" w:rsidRPr="00AC6748">
              <w:rPr>
                <w:rFonts w:cs="Arial"/>
                <w:b w:val="0"/>
                <w:bCs/>
                <w:color w:val="auto"/>
                <w:szCs w:val="22"/>
              </w:rPr>
              <w:t xml:space="preserve">Below ground drainage systems – separate and partially separate drainage systems, </w:t>
            </w:r>
            <w:r w:rsidRPr="001A7B4B">
              <w:rPr>
                <w:rFonts w:cs="Arial"/>
                <w:b w:val="0"/>
                <w:color w:val="auto"/>
                <w:szCs w:val="22"/>
              </w:rPr>
              <w:t>including:</w:t>
            </w:r>
          </w:p>
          <w:p w14:paraId="2E4720B6" w14:textId="77777777" w:rsidR="00712544" w:rsidRPr="001A7B4B" w:rsidRDefault="00712544" w:rsidP="002C017C">
            <w:pPr>
              <w:pStyle w:val="Normalheadingblue"/>
              <w:numPr>
                <w:ilvl w:val="0"/>
                <w:numId w:val="86"/>
              </w:numPr>
              <w:rPr>
                <w:rFonts w:cs="Arial"/>
                <w:b w:val="0"/>
                <w:color w:val="auto"/>
                <w:szCs w:val="22"/>
              </w:rPr>
            </w:pPr>
            <w:r w:rsidRPr="001A7B4B">
              <w:rPr>
                <w:rFonts w:cs="Arial"/>
                <w:b w:val="0"/>
                <w:color w:val="auto"/>
                <w:szCs w:val="22"/>
              </w:rPr>
              <w:t>System arrangements</w:t>
            </w:r>
          </w:p>
          <w:p w14:paraId="79BEA7AD" w14:textId="77777777" w:rsidR="00712544" w:rsidRPr="001A7B4B" w:rsidRDefault="00712544" w:rsidP="002C017C">
            <w:pPr>
              <w:pStyle w:val="Normalheadingblue"/>
              <w:numPr>
                <w:ilvl w:val="0"/>
                <w:numId w:val="86"/>
              </w:numPr>
              <w:rPr>
                <w:rFonts w:cs="Arial"/>
                <w:b w:val="0"/>
                <w:color w:val="auto"/>
                <w:szCs w:val="22"/>
              </w:rPr>
            </w:pPr>
            <w:r w:rsidRPr="001A7B4B">
              <w:rPr>
                <w:rFonts w:cs="Arial"/>
                <w:b w:val="0"/>
                <w:color w:val="auto"/>
                <w:szCs w:val="22"/>
              </w:rPr>
              <w:t xml:space="preserve">Comparison to combined system </w:t>
            </w:r>
          </w:p>
          <w:p w14:paraId="22339594" w14:textId="6EAD9CB0" w:rsidR="00712544" w:rsidRPr="001A7B4B" w:rsidRDefault="00712544" w:rsidP="002C017C">
            <w:pPr>
              <w:pStyle w:val="Normalheadingblue"/>
              <w:numPr>
                <w:ilvl w:val="0"/>
                <w:numId w:val="86"/>
              </w:numPr>
              <w:rPr>
                <w:rFonts w:cs="Arial"/>
                <w:b w:val="0"/>
                <w:color w:val="auto"/>
                <w:szCs w:val="22"/>
              </w:rPr>
            </w:pPr>
            <w:r w:rsidRPr="001A7B4B">
              <w:rPr>
                <w:rFonts w:cs="Arial"/>
                <w:b w:val="0"/>
                <w:color w:val="auto"/>
                <w:szCs w:val="22"/>
              </w:rPr>
              <w:t xml:space="preserve">Pro’s and </w:t>
            </w:r>
            <w:proofErr w:type="spellStart"/>
            <w:r w:rsidRPr="001A7B4B">
              <w:rPr>
                <w:rFonts w:cs="Arial"/>
                <w:b w:val="0"/>
                <w:color w:val="auto"/>
                <w:szCs w:val="22"/>
              </w:rPr>
              <w:t>Con’s</w:t>
            </w:r>
            <w:proofErr w:type="spellEnd"/>
            <w:r w:rsidRPr="001A7B4B">
              <w:rPr>
                <w:rFonts w:cs="Arial"/>
                <w:b w:val="0"/>
                <w:color w:val="auto"/>
                <w:szCs w:val="22"/>
              </w:rPr>
              <w:t xml:space="preserve"> of each system type in relation to dwelling type, location and regulations</w:t>
            </w:r>
            <w:r w:rsidR="005C1D6C">
              <w:rPr>
                <w:rFonts w:cs="Arial"/>
                <w:b w:val="0"/>
                <w:color w:val="auto"/>
                <w:szCs w:val="22"/>
              </w:rPr>
              <w:t>.</w:t>
            </w:r>
          </w:p>
          <w:p w14:paraId="2FFE20D0" w14:textId="47E671EE" w:rsidR="00712544" w:rsidRPr="001A7B4B" w:rsidRDefault="00712544" w:rsidP="002C017C">
            <w:pPr>
              <w:pStyle w:val="Normalheadingblue"/>
              <w:numPr>
                <w:ilvl w:val="0"/>
                <w:numId w:val="86"/>
              </w:numPr>
              <w:rPr>
                <w:rFonts w:cs="Arial"/>
                <w:b w:val="0"/>
                <w:color w:val="auto"/>
                <w:szCs w:val="22"/>
              </w:rPr>
            </w:pPr>
            <w:r w:rsidRPr="001A7B4B">
              <w:rPr>
                <w:rFonts w:cs="Arial"/>
                <w:b w:val="0"/>
                <w:color w:val="auto"/>
                <w:szCs w:val="22"/>
              </w:rPr>
              <w:t>Tutor to distribute block plans and drawings to examine dwellings and local area drainage layouts</w:t>
            </w:r>
            <w:r w:rsidR="005C1D6C">
              <w:rPr>
                <w:rFonts w:cs="Arial"/>
                <w:b w:val="0"/>
                <w:color w:val="auto"/>
                <w:szCs w:val="22"/>
              </w:rPr>
              <w:t>.</w:t>
            </w:r>
          </w:p>
          <w:p w14:paraId="433DA16E" w14:textId="3F840CA8" w:rsidR="00CF64B4" w:rsidRPr="001A7B4B" w:rsidRDefault="00116A2E" w:rsidP="002C017C">
            <w:pPr>
              <w:pStyle w:val="Normalheadingblue"/>
              <w:numPr>
                <w:ilvl w:val="0"/>
                <w:numId w:val="86"/>
              </w:numPr>
              <w:rPr>
                <w:rFonts w:cs="Arial"/>
                <w:b w:val="0"/>
                <w:color w:val="auto"/>
                <w:szCs w:val="22"/>
              </w:rPr>
            </w:pPr>
            <w:r w:rsidRPr="001A7B4B">
              <w:rPr>
                <w:rFonts w:cs="Arial"/>
                <w:b w:val="0"/>
                <w:color w:val="auto"/>
                <w:szCs w:val="22"/>
              </w:rPr>
              <w:t>Students</w:t>
            </w:r>
            <w:r w:rsidR="00712544" w:rsidRPr="001A7B4B">
              <w:rPr>
                <w:rFonts w:cs="Arial"/>
                <w:b w:val="0"/>
                <w:color w:val="auto"/>
                <w:szCs w:val="22"/>
              </w:rPr>
              <w:t xml:space="preserve"> to state pros and cons of the 3 individual systems for given scenarios in classroom discussions</w:t>
            </w:r>
            <w:r w:rsidR="005C1D6C">
              <w:rPr>
                <w:rFonts w:cs="Arial"/>
                <w:b w:val="0"/>
                <w:color w:val="auto"/>
                <w:szCs w:val="22"/>
              </w:rPr>
              <w:t>.</w:t>
            </w:r>
          </w:p>
          <w:p w14:paraId="2E66D8F2" w14:textId="77777777" w:rsidR="00CF64B4" w:rsidRPr="001A7B4B" w:rsidRDefault="00CF64B4" w:rsidP="00044E13">
            <w:pPr>
              <w:pStyle w:val="Normalheadingblue"/>
              <w:rPr>
                <w:rFonts w:cs="Arial"/>
                <w:color w:val="auto"/>
                <w:szCs w:val="22"/>
              </w:rPr>
            </w:pPr>
          </w:p>
          <w:p w14:paraId="3A9D898A" w14:textId="77777777" w:rsidR="00CF64B4" w:rsidRPr="001A7B4B" w:rsidRDefault="00CF64B4" w:rsidP="00044E13">
            <w:pPr>
              <w:pStyle w:val="Normalheadingblue"/>
              <w:rPr>
                <w:rFonts w:cs="Arial"/>
                <w:color w:val="auto"/>
                <w:szCs w:val="22"/>
              </w:rPr>
            </w:pPr>
            <w:r w:rsidRPr="001A7B4B">
              <w:rPr>
                <w:rFonts w:cs="Arial"/>
                <w:color w:val="auto"/>
                <w:szCs w:val="22"/>
              </w:rPr>
              <w:t>Knowledge check example:</w:t>
            </w:r>
          </w:p>
          <w:p w14:paraId="48B253DD" w14:textId="492F3074" w:rsidR="00CF64B4" w:rsidRPr="001A7B4B" w:rsidRDefault="00712544" w:rsidP="002C017C">
            <w:pPr>
              <w:pStyle w:val="Normalheadingblue"/>
              <w:numPr>
                <w:ilvl w:val="0"/>
                <w:numId w:val="87"/>
              </w:numPr>
              <w:rPr>
                <w:rFonts w:cs="Arial"/>
                <w:b w:val="0"/>
                <w:color w:val="auto"/>
                <w:szCs w:val="22"/>
              </w:rPr>
            </w:pPr>
            <w:r w:rsidRPr="001A7B4B">
              <w:rPr>
                <w:rFonts w:cs="Arial"/>
                <w:b w:val="0"/>
                <w:color w:val="auto"/>
                <w:szCs w:val="22"/>
              </w:rPr>
              <w:t xml:space="preserve">Knowledge test paper – Below ground drainage system types and requirements. </w:t>
            </w:r>
            <w:r w:rsidR="00116A2E" w:rsidRPr="001A7B4B">
              <w:rPr>
                <w:rFonts w:cs="Arial"/>
                <w:b w:val="0"/>
                <w:color w:val="auto"/>
                <w:szCs w:val="22"/>
              </w:rPr>
              <w:t>Students</w:t>
            </w:r>
            <w:r w:rsidRPr="001A7B4B">
              <w:rPr>
                <w:rFonts w:cs="Arial"/>
                <w:b w:val="0"/>
                <w:color w:val="auto"/>
                <w:szCs w:val="22"/>
              </w:rPr>
              <w:t xml:space="preserve"> to work </w:t>
            </w:r>
            <w:r w:rsidRPr="001A7B4B">
              <w:rPr>
                <w:rFonts w:cs="Arial"/>
                <w:b w:val="0"/>
                <w:color w:val="auto"/>
                <w:szCs w:val="22"/>
              </w:rPr>
              <w:lastRenderedPageBreak/>
              <w:t>individually to complete the test before tutor led discussion of answers.</w:t>
            </w:r>
          </w:p>
          <w:p w14:paraId="7C48323A" w14:textId="77777777" w:rsidR="00CF64B4" w:rsidRPr="001A7B4B" w:rsidRDefault="00CF64B4" w:rsidP="00044E13">
            <w:pPr>
              <w:pStyle w:val="Normalheadingblue"/>
              <w:rPr>
                <w:rFonts w:cs="Arial"/>
                <w:color w:val="auto"/>
                <w:szCs w:val="22"/>
              </w:rPr>
            </w:pPr>
            <w:r w:rsidRPr="001A7B4B">
              <w:rPr>
                <w:rFonts w:cs="Arial"/>
                <w:color w:val="auto"/>
                <w:szCs w:val="22"/>
              </w:rPr>
              <w:t>Resources:</w:t>
            </w:r>
          </w:p>
          <w:p w14:paraId="5A731731" w14:textId="77777777" w:rsidR="00B777B0" w:rsidRPr="001A7B4B" w:rsidRDefault="00B777B0" w:rsidP="00044E13">
            <w:pPr>
              <w:pStyle w:val="Normalheadingblue"/>
              <w:rPr>
                <w:rFonts w:cs="Arial"/>
                <w:b w:val="0"/>
                <w:color w:val="auto"/>
                <w:szCs w:val="22"/>
              </w:rPr>
            </w:pPr>
            <w:r w:rsidRPr="001A7B4B">
              <w:rPr>
                <w:rFonts w:cs="Arial"/>
                <w:b w:val="0"/>
                <w:color w:val="auto"/>
                <w:szCs w:val="22"/>
              </w:rPr>
              <w:t>Examples of block plans and drawings</w:t>
            </w:r>
          </w:p>
          <w:p w14:paraId="0C4D9AE1" w14:textId="77777777" w:rsidR="00B777B0" w:rsidRPr="001A7B4B" w:rsidRDefault="00B777B0" w:rsidP="00044E13">
            <w:pPr>
              <w:pStyle w:val="Normalheadingblue"/>
              <w:rPr>
                <w:rFonts w:cs="Arial"/>
                <w:color w:val="auto"/>
                <w:szCs w:val="22"/>
              </w:rPr>
            </w:pPr>
            <w:r w:rsidRPr="001A7B4B">
              <w:rPr>
                <w:rFonts w:cs="Arial"/>
                <w:b w:val="0"/>
                <w:color w:val="auto"/>
                <w:szCs w:val="22"/>
              </w:rPr>
              <w:t>Knowledge test paper</w:t>
            </w:r>
          </w:p>
        </w:tc>
        <w:tc>
          <w:tcPr>
            <w:tcW w:w="2246" w:type="dxa"/>
            <w:tcBorders>
              <w:top w:val="single" w:sz="4" w:space="0" w:color="C6C5C6"/>
              <w:left w:val="single" w:sz="4" w:space="0" w:color="C6C5C6"/>
              <w:bottom w:val="single" w:sz="4" w:space="0" w:color="C6C5C6"/>
              <w:right w:val="single" w:sz="4" w:space="0" w:color="C6C5C6"/>
            </w:tcBorders>
          </w:tcPr>
          <w:p w14:paraId="183B68AE" w14:textId="77777777" w:rsidR="00DD207A" w:rsidRPr="001A7B4B" w:rsidRDefault="008A57D2">
            <w:r w:rsidRPr="001A7B4B">
              <w:lastRenderedPageBreak/>
              <w:t>Calculation task</w:t>
            </w:r>
            <w:r w:rsidRPr="001A7B4B">
              <w:br/>
            </w:r>
            <w:r w:rsidRPr="001A7B4B">
              <w:br/>
            </w:r>
            <w:r w:rsidRPr="001A7B4B">
              <w:br/>
            </w:r>
            <w:r w:rsidRPr="001A7B4B">
              <w:br/>
            </w:r>
            <w:r w:rsidRPr="001A7B4B">
              <w:br/>
            </w:r>
            <w:r w:rsidRPr="001A7B4B">
              <w:br/>
            </w:r>
            <w:r w:rsidRPr="001A7B4B">
              <w:br/>
              <w:t>Q&amp;A – Pro’s and con’s</w:t>
            </w:r>
            <w:r w:rsidRPr="001A7B4B">
              <w:br/>
            </w:r>
            <w:r w:rsidRPr="001A7B4B">
              <w:br/>
            </w:r>
            <w:r w:rsidRPr="001A7B4B">
              <w:br/>
            </w:r>
            <w:r w:rsidRPr="001A7B4B">
              <w:br/>
              <w:t>Knowledge test paper</w:t>
            </w:r>
            <w:r w:rsidRPr="001A7B4B">
              <w:br/>
              <w:t>English skills (reading, writing, technical vocabulary)</w:t>
            </w:r>
          </w:p>
        </w:tc>
      </w:tr>
      <w:tr w:rsidR="001A7B4B" w:rsidRPr="001A7B4B" w14:paraId="1C47191D"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3760A154" w14:textId="77777777" w:rsidR="00CF64B4" w:rsidRDefault="00CF64B4" w:rsidP="00044E13">
            <w:pPr>
              <w:jc w:val="center"/>
              <w:rPr>
                <w:rFonts w:cs="Arial"/>
                <w:szCs w:val="22"/>
              </w:rPr>
            </w:pPr>
            <w:r>
              <w:rPr>
                <w:rFonts w:cs="Arial"/>
                <w:szCs w:val="22"/>
              </w:rPr>
              <w:t>1</w:t>
            </w:r>
            <w:r w:rsidR="00712544">
              <w:rPr>
                <w:rFonts w:cs="Arial"/>
                <w:szCs w:val="22"/>
              </w:rPr>
              <w:t>39</w:t>
            </w:r>
          </w:p>
          <w:p w14:paraId="1119F4B3" w14:textId="77777777" w:rsidR="00712544" w:rsidRDefault="00712544" w:rsidP="00044E13">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2BCD410F" w14:textId="77777777" w:rsidR="00CF64B4" w:rsidRPr="001A7B4B" w:rsidRDefault="00CF64B4" w:rsidP="00044E13">
            <w:pPr>
              <w:pStyle w:val="Normalheadingblack"/>
              <w:rPr>
                <w:rFonts w:cs="Arial"/>
                <w:lang w:eastAsia="en-GB"/>
              </w:rPr>
            </w:pPr>
            <w:r w:rsidRPr="001A7B4B">
              <w:rPr>
                <w:rFonts w:cs="Arial"/>
                <w:lang w:eastAsia="en-GB"/>
              </w:rPr>
              <w:t>Outcome 1 – Plumbing and heating common knowledge criteria</w:t>
            </w:r>
          </w:p>
          <w:p w14:paraId="7C45A19B" w14:textId="77777777" w:rsidR="00CF64B4" w:rsidRPr="001A7B4B" w:rsidRDefault="00CF64B4" w:rsidP="00044E13">
            <w:pPr>
              <w:pStyle w:val="Normalheadingblack"/>
              <w:rPr>
                <w:rFonts w:cs="Arial"/>
                <w:lang w:eastAsia="en-GB"/>
              </w:rPr>
            </w:pPr>
          </w:p>
          <w:p w14:paraId="1655AA40" w14:textId="77777777" w:rsidR="001259B7" w:rsidRPr="001A7B4B" w:rsidRDefault="001259B7" w:rsidP="001259B7">
            <w:pPr>
              <w:pStyle w:val="Normalheadingblack"/>
              <w:rPr>
                <w:rFonts w:cs="Arial"/>
                <w:lang w:eastAsia="en-GB"/>
              </w:rPr>
            </w:pPr>
            <w:r w:rsidRPr="001A7B4B">
              <w:rPr>
                <w:rFonts w:cs="Arial"/>
                <w:lang w:eastAsia="en-GB"/>
              </w:rPr>
              <w:t>Outcome 2 Install plumbing and heating systems</w:t>
            </w:r>
          </w:p>
          <w:p w14:paraId="6F71254D" w14:textId="77777777" w:rsidR="001259B7" w:rsidRPr="001A7B4B" w:rsidRDefault="001259B7" w:rsidP="00044E13">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62B0E2D2" w14:textId="77777777" w:rsidR="00CF64B4" w:rsidRPr="001A7B4B" w:rsidRDefault="00CF64B4" w:rsidP="00044E13">
            <w:pPr>
              <w:pStyle w:val="Normalheadingblack"/>
              <w:rPr>
                <w:rFonts w:cs="Arial"/>
                <w:b w:val="0"/>
                <w:szCs w:val="22"/>
              </w:rPr>
            </w:pPr>
            <w:r w:rsidRPr="001A7B4B">
              <w:rPr>
                <w:rFonts w:cs="Arial"/>
                <w:b w:val="0"/>
                <w:szCs w:val="22"/>
              </w:rPr>
              <w:t>K1.7 Plumbing and heating systems</w:t>
            </w:r>
          </w:p>
          <w:p w14:paraId="36FA8933" w14:textId="77777777" w:rsidR="00CF64B4" w:rsidRPr="001A7B4B" w:rsidRDefault="00CF64B4" w:rsidP="00044E13">
            <w:pPr>
              <w:pStyle w:val="Normalheadingblack"/>
              <w:rPr>
                <w:rFonts w:cs="Arial"/>
                <w:b w:val="0"/>
                <w:szCs w:val="22"/>
              </w:rPr>
            </w:pPr>
          </w:p>
          <w:p w14:paraId="446E4D7B" w14:textId="77777777" w:rsidR="00CF64B4" w:rsidRPr="001A7B4B" w:rsidRDefault="00CF64B4" w:rsidP="00044E13">
            <w:pPr>
              <w:pStyle w:val="Normalheadingblack"/>
              <w:rPr>
                <w:rFonts w:cs="Arial"/>
                <w:b w:val="0"/>
                <w:szCs w:val="22"/>
              </w:rPr>
            </w:pPr>
            <w:r w:rsidRPr="001A7B4B">
              <w:rPr>
                <w:rFonts w:cs="Arial"/>
                <w:b w:val="0"/>
                <w:szCs w:val="22"/>
              </w:rPr>
              <w:t>K1.8 Components used in plumbing and heating systems</w:t>
            </w:r>
          </w:p>
          <w:p w14:paraId="569F4D5C" w14:textId="77777777" w:rsidR="00063E5F" w:rsidRPr="001A7B4B" w:rsidRDefault="00063E5F" w:rsidP="00044E13">
            <w:pPr>
              <w:pStyle w:val="Normalheadingblack"/>
              <w:rPr>
                <w:rFonts w:cs="Arial"/>
                <w:b w:val="0"/>
                <w:szCs w:val="22"/>
              </w:rPr>
            </w:pPr>
          </w:p>
          <w:p w14:paraId="3867AEEB" w14:textId="77777777" w:rsidR="00063E5F" w:rsidRPr="001A7B4B" w:rsidRDefault="00063E5F" w:rsidP="00044E13">
            <w:pPr>
              <w:pStyle w:val="Normalheadingblack"/>
              <w:rPr>
                <w:rFonts w:cs="Arial"/>
                <w:b w:val="0"/>
                <w:szCs w:val="22"/>
              </w:rPr>
            </w:pPr>
            <w:r w:rsidRPr="001A7B4B">
              <w:rPr>
                <w:rFonts w:cs="Arial"/>
                <w:b w:val="0"/>
                <w:szCs w:val="22"/>
              </w:rPr>
              <w:t xml:space="preserve">S2.19 </w:t>
            </w:r>
            <w:r w:rsidR="001259B7" w:rsidRPr="001A7B4B">
              <w:rPr>
                <w:rFonts w:cs="Arial"/>
                <w:b w:val="0"/>
                <w:szCs w:val="22"/>
              </w:rPr>
              <w:t>Position and secure components in plumbing systems</w:t>
            </w:r>
          </w:p>
          <w:p w14:paraId="7CAE47CE" w14:textId="77777777" w:rsidR="00FE5672" w:rsidRPr="001A7B4B" w:rsidRDefault="00FE5672" w:rsidP="00044E13">
            <w:pPr>
              <w:pStyle w:val="Normalheadingblack"/>
              <w:rPr>
                <w:rFonts w:cs="Arial"/>
                <w:b w:val="0"/>
                <w:szCs w:val="22"/>
              </w:rPr>
            </w:pPr>
          </w:p>
          <w:p w14:paraId="4505B341" w14:textId="77777777" w:rsidR="00FE5672" w:rsidRPr="001A7B4B" w:rsidRDefault="00FE5672" w:rsidP="00044E13">
            <w:pPr>
              <w:pStyle w:val="Normalheadingblack"/>
              <w:rPr>
                <w:rFonts w:cs="Arial"/>
                <w:b w:val="0"/>
                <w:szCs w:val="22"/>
              </w:rPr>
            </w:pPr>
            <w:r w:rsidRPr="001A7B4B">
              <w:rPr>
                <w:rFonts w:cs="Arial"/>
                <w:b w:val="0"/>
                <w:szCs w:val="22"/>
              </w:rPr>
              <w:t xml:space="preserve">S2.2 </w:t>
            </w:r>
            <w:r w:rsidR="00A35F23" w:rsidRPr="001A7B4B">
              <w:rPr>
                <w:rFonts w:cs="Arial"/>
                <w:b w:val="0"/>
                <w:szCs w:val="22"/>
              </w:rPr>
              <w:t>Prepare a safe working environment to conduct plumbing and heating system installation</w:t>
            </w:r>
          </w:p>
        </w:tc>
        <w:tc>
          <w:tcPr>
            <w:tcW w:w="5785" w:type="dxa"/>
            <w:tcBorders>
              <w:top w:val="single" w:sz="4" w:space="0" w:color="C6C5C6"/>
              <w:left w:val="single" w:sz="4" w:space="0" w:color="C6C5C6"/>
              <w:bottom w:val="single" w:sz="4" w:space="0" w:color="C6C5C6"/>
              <w:right w:val="single" w:sz="4" w:space="0" w:color="C6C5C6"/>
            </w:tcBorders>
          </w:tcPr>
          <w:p w14:paraId="06BAA38D" w14:textId="77777777" w:rsidR="00CF64B4" w:rsidRPr="001A7B4B" w:rsidRDefault="00CF64B4" w:rsidP="00044E13">
            <w:pPr>
              <w:pStyle w:val="Normalheadingblue"/>
              <w:rPr>
                <w:rFonts w:cs="Arial"/>
                <w:color w:val="auto"/>
                <w:szCs w:val="22"/>
              </w:rPr>
            </w:pPr>
            <w:r w:rsidRPr="001A7B4B">
              <w:rPr>
                <w:rFonts w:cs="Arial"/>
                <w:color w:val="auto"/>
                <w:szCs w:val="22"/>
              </w:rPr>
              <w:t>Activity:</w:t>
            </w:r>
          </w:p>
          <w:p w14:paraId="41211105" w14:textId="77777777" w:rsidR="00CF64B4" w:rsidRPr="001A7B4B" w:rsidRDefault="00CF64B4" w:rsidP="00044E13">
            <w:pPr>
              <w:pStyle w:val="Normalheadingblue"/>
              <w:rPr>
                <w:rFonts w:cs="Arial"/>
                <w:color w:val="auto"/>
                <w:szCs w:val="22"/>
              </w:rPr>
            </w:pPr>
          </w:p>
          <w:p w14:paraId="2C96BA85" w14:textId="77777777" w:rsidR="00CF64B4" w:rsidRPr="001A7B4B" w:rsidRDefault="00CF64B4" w:rsidP="00044E13">
            <w:pPr>
              <w:pStyle w:val="Normalheadingblue"/>
              <w:rPr>
                <w:rFonts w:cs="Arial"/>
                <w:color w:val="auto"/>
                <w:szCs w:val="22"/>
              </w:rPr>
            </w:pPr>
            <w:r w:rsidRPr="001A7B4B">
              <w:rPr>
                <w:rFonts w:cs="Arial"/>
                <w:color w:val="auto"/>
                <w:szCs w:val="22"/>
              </w:rPr>
              <w:t>Starter task example:</w:t>
            </w:r>
          </w:p>
          <w:p w14:paraId="2D7E41A8" w14:textId="1560F4FD" w:rsidR="00CF64B4" w:rsidRPr="001A7B4B" w:rsidRDefault="00B777B0" w:rsidP="002C017C">
            <w:pPr>
              <w:pStyle w:val="Normalheadingblue"/>
              <w:numPr>
                <w:ilvl w:val="0"/>
                <w:numId w:val="87"/>
              </w:numPr>
              <w:rPr>
                <w:rFonts w:cs="Arial"/>
                <w:b w:val="0"/>
                <w:color w:val="auto"/>
                <w:szCs w:val="22"/>
              </w:rPr>
            </w:pPr>
            <w:r w:rsidRPr="001A7B4B">
              <w:rPr>
                <w:rFonts w:cs="Arial"/>
                <w:b w:val="0"/>
                <w:color w:val="auto"/>
                <w:szCs w:val="22"/>
              </w:rPr>
              <w:t xml:space="preserve">Toolbox talk – Use of Chemicals and COSHH. Learner nominated to deliver safety information relating to using chemicals relevant to </w:t>
            </w:r>
            <w:r w:rsidR="001F2FCE" w:rsidRPr="001A7B4B">
              <w:rPr>
                <w:rFonts w:cs="Arial"/>
                <w:b w:val="0"/>
                <w:color w:val="auto"/>
                <w:szCs w:val="22"/>
              </w:rPr>
              <w:t>today’s</w:t>
            </w:r>
            <w:r w:rsidRPr="001A7B4B">
              <w:rPr>
                <w:rFonts w:cs="Arial"/>
                <w:b w:val="0"/>
                <w:color w:val="auto"/>
                <w:szCs w:val="22"/>
              </w:rPr>
              <w:t xml:space="preserve"> session or as required</w:t>
            </w:r>
            <w:r w:rsidR="005C1D6C">
              <w:rPr>
                <w:rFonts w:cs="Arial"/>
                <w:b w:val="0"/>
                <w:color w:val="auto"/>
                <w:szCs w:val="22"/>
              </w:rPr>
              <w:t>.</w:t>
            </w:r>
          </w:p>
          <w:p w14:paraId="5FA98C7E" w14:textId="77777777" w:rsidR="00CF64B4" w:rsidRPr="001A7B4B" w:rsidRDefault="00CF64B4" w:rsidP="00044E13">
            <w:pPr>
              <w:pStyle w:val="Normalheadingblue"/>
              <w:rPr>
                <w:rFonts w:cs="Arial"/>
                <w:color w:val="auto"/>
                <w:szCs w:val="22"/>
              </w:rPr>
            </w:pPr>
          </w:p>
          <w:p w14:paraId="067F9C09" w14:textId="77777777" w:rsidR="00CF64B4" w:rsidRPr="001A7B4B" w:rsidRDefault="00CF64B4" w:rsidP="00044E13">
            <w:pPr>
              <w:pStyle w:val="Normalheadingblue"/>
              <w:rPr>
                <w:rFonts w:cs="Arial"/>
                <w:color w:val="auto"/>
                <w:szCs w:val="22"/>
              </w:rPr>
            </w:pPr>
            <w:r w:rsidRPr="001A7B4B">
              <w:rPr>
                <w:rFonts w:cs="Arial"/>
                <w:color w:val="auto"/>
                <w:szCs w:val="22"/>
              </w:rPr>
              <w:t>Delivery:</w:t>
            </w:r>
          </w:p>
          <w:p w14:paraId="6891CC13" w14:textId="77777777" w:rsidR="00712544" w:rsidRPr="001A7B4B" w:rsidRDefault="00712544" w:rsidP="00044E13">
            <w:pPr>
              <w:pStyle w:val="Normalheadingblue"/>
              <w:rPr>
                <w:rFonts w:cs="Arial"/>
                <w:color w:val="auto"/>
                <w:szCs w:val="22"/>
              </w:rPr>
            </w:pPr>
            <w:r w:rsidRPr="001A7B4B">
              <w:rPr>
                <w:rFonts w:cs="Arial"/>
                <w:color w:val="auto"/>
                <w:szCs w:val="22"/>
              </w:rPr>
              <w:t>Practical session – Below ground drainage systems and components</w:t>
            </w:r>
          </w:p>
          <w:p w14:paraId="3C4EE7B1" w14:textId="77777777" w:rsidR="00712544" w:rsidRPr="001A7B4B" w:rsidRDefault="00712544" w:rsidP="002C017C">
            <w:pPr>
              <w:pStyle w:val="Normalheadingblue"/>
              <w:numPr>
                <w:ilvl w:val="0"/>
                <w:numId w:val="87"/>
              </w:numPr>
              <w:rPr>
                <w:rFonts w:cs="Arial"/>
                <w:b w:val="0"/>
                <w:color w:val="auto"/>
                <w:szCs w:val="22"/>
              </w:rPr>
            </w:pPr>
            <w:r w:rsidRPr="001A7B4B">
              <w:rPr>
                <w:rFonts w:cs="Arial"/>
                <w:b w:val="0"/>
                <w:color w:val="auto"/>
                <w:szCs w:val="22"/>
              </w:rPr>
              <w:t>Tutor to give demonstration of techniques used to cut and joint below ground drainage components including:</w:t>
            </w:r>
          </w:p>
          <w:p w14:paraId="3A1B55A1" w14:textId="77777777" w:rsidR="00712544" w:rsidRPr="001A7B4B" w:rsidRDefault="00712544" w:rsidP="002C017C">
            <w:pPr>
              <w:pStyle w:val="Normalheadingblue"/>
              <w:numPr>
                <w:ilvl w:val="0"/>
                <w:numId w:val="87"/>
              </w:numPr>
              <w:rPr>
                <w:rFonts w:cs="Arial"/>
                <w:b w:val="0"/>
                <w:color w:val="auto"/>
                <w:szCs w:val="22"/>
              </w:rPr>
            </w:pPr>
            <w:r w:rsidRPr="001A7B4B">
              <w:rPr>
                <w:rFonts w:cs="Arial"/>
                <w:b w:val="0"/>
                <w:color w:val="auto"/>
                <w:szCs w:val="22"/>
              </w:rPr>
              <w:t>Pipework</w:t>
            </w:r>
          </w:p>
          <w:p w14:paraId="45B0E3A5" w14:textId="77777777" w:rsidR="00712544" w:rsidRPr="001A7B4B" w:rsidRDefault="00B777B0" w:rsidP="002C017C">
            <w:pPr>
              <w:pStyle w:val="Normalheadingblue"/>
              <w:numPr>
                <w:ilvl w:val="0"/>
                <w:numId w:val="87"/>
              </w:numPr>
              <w:rPr>
                <w:rFonts w:cs="Arial"/>
                <w:b w:val="0"/>
                <w:color w:val="auto"/>
                <w:szCs w:val="22"/>
              </w:rPr>
            </w:pPr>
            <w:r w:rsidRPr="001A7B4B">
              <w:rPr>
                <w:rFonts w:cs="Arial"/>
                <w:b w:val="0"/>
                <w:color w:val="auto"/>
                <w:szCs w:val="22"/>
              </w:rPr>
              <w:t>Tee and elbow fittings</w:t>
            </w:r>
          </w:p>
          <w:p w14:paraId="2E1A08D5" w14:textId="77777777" w:rsidR="00B777B0" w:rsidRPr="001A7B4B" w:rsidRDefault="00B777B0" w:rsidP="002C017C">
            <w:pPr>
              <w:pStyle w:val="Normalheadingblue"/>
              <w:numPr>
                <w:ilvl w:val="0"/>
                <w:numId w:val="87"/>
              </w:numPr>
              <w:rPr>
                <w:rFonts w:cs="Arial"/>
                <w:b w:val="0"/>
                <w:color w:val="auto"/>
                <w:szCs w:val="22"/>
              </w:rPr>
            </w:pPr>
            <w:r w:rsidRPr="001A7B4B">
              <w:rPr>
                <w:rFonts w:cs="Arial"/>
                <w:b w:val="0"/>
                <w:color w:val="auto"/>
                <w:szCs w:val="22"/>
              </w:rPr>
              <w:t>Gulley and traps</w:t>
            </w:r>
          </w:p>
          <w:p w14:paraId="37D1AFB1" w14:textId="0D7DF898" w:rsidR="00B777B0" w:rsidRPr="001A7B4B" w:rsidRDefault="00116A2E" w:rsidP="002C017C">
            <w:pPr>
              <w:pStyle w:val="Normalheadingblue"/>
              <w:numPr>
                <w:ilvl w:val="0"/>
                <w:numId w:val="87"/>
              </w:numPr>
              <w:rPr>
                <w:rFonts w:cs="Arial"/>
                <w:b w:val="0"/>
                <w:color w:val="auto"/>
                <w:szCs w:val="22"/>
              </w:rPr>
            </w:pPr>
            <w:r w:rsidRPr="001A7B4B">
              <w:rPr>
                <w:rFonts w:cs="Arial"/>
                <w:b w:val="0"/>
                <w:color w:val="auto"/>
                <w:szCs w:val="22"/>
              </w:rPr>
              <w:lastRenderedPageBreak/>
              <w:t>Students</w:t>
            </w:r>
            <w:r w:rsidR="00B777B0" w:rsidRPr="001A7B4B">
              <w:rPr>
                <w:rFonts w:cs="Arial"/>
                <w:b w:val="0"/>
                <w:color w:val="auto"/>
                <w:szCs w:val="22"/>
              </w:rPr>
              <w:t xml:space="preserve"> to carry out small task to cut pipe to length, file and make up fittings to size</w:t>
            </w:r>
          </w:p>
          <w:p w14:paraId="024DEAC0" w14:textId="5A99AEAC" w:rsidR="00B777B0" w:rsidRPr="001A7B4B" w:rsidRDefault="00116A2E" w:rsidP="002C017C">
            <w:pPr>
              <w:pStyle w:val="Normalheadingblue"/>
              <w:numPr>
                <w:ilvl w:val="0"/>
                <w:numId w:val="87"/>
              </w:numPr>
              <w:rPr>
                <w:rFonts w:cs="Arial"/>
                <w:b w:val="0"/>
                <w:color w:val="auto"/>
                <w:szCs w:val="22"/>
              </w:rPr>
            </w:pPr>
            <w:r w:rsidRPr="001A7B4B">
              <w:rPr>
                <w:rFonts w:cs="Arial"/>
                <w:b w:val="0"/>
                <w:color w:val="auto"/>
                <w:szCs w:val="22"/>
              </w:rPr>
              <w:t>Students</w:t>
            </w:r>
            <w:r w:rsidR="00B777B0" w:rsidRPr="001A7B4B">
              <w:rPr>
                <w:rFonts w:cs="Arial"/>
                <w:b w:val="0"/>
                <w:color w:val="auto"/>
                <w:szCs w:val="22"/>
              </w:rPr>
              <w:t xml:space="preserve"> to state the required fall for the specific length made.</w:t>
            </w:r>
          </w:p>
          <w:p w14:paraId="02338C3D" w14:textId="77777777" w:rsidR="00CF64B4" w:rsidRPr="001A7B4B" w:rsidRDefault="00CF64B4" w:rsidP="00044E13">
            <w:pPr>
              <w:pStyle w:val="Normalheadingblue"/>
              <w:rPr>
                <w:rFonts w:cs="Arial"/>
                <w:color w:val="auto"/>
                <w:szCs w:val="22"/>
              </w:rPr>
            </w:pPr>
          </w:p>
          <w:p w14:paraId="0E97B464" w14:textId="77777777" w:rsidR="00CF64B4" w:rsidRPr="001A7B4B" w:rsidRDefault="00CF64B4" w:rsidP="00044E13">
            <w:pPr>
              <w:pStyle w:val="Normalheadingblue"/>
              <w:rPr>
                <w:rFonts w:cs="Arial"/>
                <w:color w:val="auto"/>
                <w:szCs w:val="22"/>
              </w:rPr>
            </w:pPr>
          </w:p>
          <w:p w14:paraId="6CF01B97" w14:textId="77777777" w:rsidR="00CF64B4" w:rsidRPr="001A7B4B" w:rsidRDefault="00CF64B4" w:rsidP="00044E13">
            <w:pPr>
              <w:pStyle w:val="Normalheadingblue"/>
              <w:rPr>
                <w:rFonts w:cs="Arial"/>
                <w:color w:val="auto"/>
                <w:szCs w:val="22"/>
              </w:rPr>
            </w:pPr>
            <w:r w:rsidRPr="001A7B4B">
              <w:rPr>
                <w:rFonts w:cs="Arial"/>
                <w:color w:val="auto"/>
                <w:szCs w:val="22"/>
              </w:rPr>
              <w:t>Knowledge check example:</w:t>
            </w:r>
          </w:p>
          <w:p w14:paraId="525F5C12" w14:textId="010E722F" w:rsidR="00CF64B4" w:rsidRPr="001A7B4B" w:rsidRDefault="00116A2E" w:rsidP="002C017C">
            <w:pPr>
              <w:pStyle w:val="Normalheadingblue"/>
              <w:numPr>
                <w:ilvl w:val="0"/>
                <w:numId w:val="89"/>
              </w:numPr>
              <w:rPr>
                <w:rFonts w:cs="Arial"/>
                <w:b w:val="0"/>
                <w:color w:val="auto"/>
                <w:szCs w:val="22"/>
              </w:rPr>
            </w:pPr>
            <w:r w:rsidRPr="001A7B4B">
              <w:rPr>
                <w:rFonts w:cs="Arial"/>
                <w:b w:val="0"/>
                <w:color w:val="auto"/>
                <w:szCs w:val="22"/>
              </w:rPr>
              <w:t>Students</w:t>
            </w:r>
            <w:r w:rsidR="00B777B0" w:rsidRPr="001A7B4B">
              <w:rPr>
                <w:rFonts w:cs="Arial"/>
                <w:b w:val="0"/>
                <w:color w:val="auto"/>
                <w:szCs w:val="22"/>
              </w:rPr>
              <w:t xml:space="preserve"> to produce practical pipework and component pieces to set dimensions and state the required fall</w:t>
            </w:r>
            <w:r w:rsidR="00580A23">
              <w:rPr>
                <w:rFonts w:cs="Arial"/>
                <w:b w:val="0"/>
                <w:color w:val="auto"/>
                <w:szCs w:val="22"/>
              </w:rPr>
              <w:t>.</w:t>
            </w:r>
          </w:p>
          <w:p w14:paraId="2F5BFBAD" w14:textId="77777777" w:rsidR="00CF64B4" w:rsidRPr="001A7B4B" w:rsidRDefault="00CF64B4" w:rsidP="00044E13">
            <w:pPr>
              <w:pStyle w:val="Normalheadingblue"/>
              <w:rPr>
                <w:rFonts w:cs="Arial"/>
                <w:color w:val="auto"/>
                <w:szCs w:val="22"/>
              </w:rPr>
            </w:pPr>
            <w:r w:rsidRPr="001A7B4B">
              <w:rPr>
                <w:rFonts w:cs="Arial"/>
                <w:color w:val="auto"/>
                <w:szCs w:val="22"/>
              </w:rPr>
              <w:t>Resources:</w:t>
            </w:r>
          </w:p>
          <w:p w14:paraId="76D2ED37" w14:textId="77777777" w:rsidR="00CF64B4" w:rsidRPr="001A7B4B" w:rsidRDefault="00B777B0" w:rsidP="00044E13">
            <w:pPr>
              <w:pStyle w:val="Normalheadingblue"/>
              <w:rPr>
                <w:rFonts w:cs="Arial"/>
                <w:b w:val="0"/>
                <w:color w:val="auto"/>
                <w:szCs w:val="22"/>
              </w:rPr>
            </w:pPr>
            <w:r w:rsidRPr="001A7B4B">
              <w:rPr>
                <w:rFonts w:cs="Arial"/>
                <w:b w:val="0"/>
                <w:color w:val="auto"/>
                <w:szCs w:val="22"/>
              </w:rPr>
              <w:t>PPE</w:t>
            </w:r>
          </w:p>
          <w:p w14:paraId="14E3613A" w14:textId="77777777" w:rsidR="00B777B0" w:rsidRPr="001A7B4B" w:rsidRDefault="00B777B0" w:rsidP="00044E13">
            <w:pPr>
              <w:pStyle w:val="Normalheadingblue"/>
              <w:rPr>
                <w:rFonts w:cs="Arial"/>
                <w:b w:val="0"/>
                <w:color w:val="auto"/>
                <w:szCs w:val="22"/>
              </w:rPr>
            </w:pPr>
            <w:r w:rsidRPr="001A7B4B">
              <w:rPr>
                <w:rFonts w:cs="Arial"/>
                <w:b w:val="0"/>
                <w:color w:val="auto"/>
                <w:szCs w:val="22"/>
              </w:rPr>
              <w:t>Drainage pipework</w:t>
            </w:r>
          </w:p>
          <w:p w14:paraId="7215A67D" w14:textId="77777777" w:rsidR="00B777B0" w:rsidRPr="001A7B4B" w:rsidRDefault="00B777B0" w:rsidP="00044E13">
            <w:pPr>
              <w:pStyle w:val="Normalheadingblue"/>
              <w:rPr>
                <w:rFonts w:cs="Arial"/>
                <w:b w:val="0"/>
                <w:color w:val="auto"/>
                <w:szCs w:val="22"/>
              </w:rPr>
            </w:pPr>
            <w:r w:rsidRPr="001A7B4B">
              <w:rPr>
                <w:rFonts w:cs="Arial"/>
                <w:b w:val="0"/>
                <w:color w:val="auto"/>
                <w:szCs w:val="22"/>
              </w:rPr>
              <w:t>Fittings</w:t>
            </w:r>
          </w:p>
          <w:p w14:paraId="43A100FF" w14:textId="77777777" w:rsidR="00B777B0" w:rsidRPr="001A7B4B" w:rsidRDefault="00B777B0" w:rsidP="00044E13">
            <w:pPr>
              <w:pStyle w:val="Normalheadingblue"/>
              <w:rPr>
                <w:rFonts w:cs="Arial"/>
                <w:b w:val="0"/>
                <w:color w:val="auto"/>
                <w:szCs w:val="22"/>
              </w:rPr>
            </w:pPr>
            <w:r w:rsidRPr="001A7B4B">
              <w:rPr>
                <w:rFonts w:cs="Arial"/>
                <w:b w:val="0"/>
                <w:color w:val="auto"/>
                <w:szCs w:val="22"/>
              </w:rPr>
              <w:t>Lubricants</w:t>
            </w:r>
          </w:p>
          <w:p w14:paraId="12B00C95" w14:textId="77777777" w:rsidR="00B777B0" w:rsidRPr="001A7B4B" w:rsidRDefault="00B777B0" w:rsidP="00044E13">
            <w:pPr>
              <w:pStyle w:val="Normalheadingblue"/>
              <w:rPr>
                <w:rFonts w:cs="Arial"/>
                <w:b w:val="0"/>
                <w:color w:val="auto"/>
                <w:szCs w:val="22"/>
              </w:rPr>
            </w:pPr>
            <w:r w:rsidRPr="001A7B4B">
              <w:rPr>
                <w:rFonts w:cs="Arial"/>
                <w:b w:val="0"/>
                <w:color w:val="auto"/>
                <w:szCs w:val="22"/>
              </w:rPr>
              <w:t>Tape measures</w:t>
            </w:r>
          </w:p>
          <w:p w14:paraId="06DF70B9" w14:textId="77777777" w:rsidR="00B777B0" w:rsidRPr="001A7B4B" w:rsidRDefault="00B777B0" w:rsidP="00044E13">
            <w:pPr>
              <w:pStyle w:val="Normalheadingblue"/>
              <w:rPr>
                <w:rFonts w:cs="Arial"/>
                <w:b w:val="0"/>
                <w:color w:val="auto"/>
                <w:szCs w:val="22"/>
              </w:rPr>
            </w:pPr>
            <w:r w:rsidRPr="001A7B4B">
              <w:rPr>
                <w:rFonts w:cs="Arial"/>
                <w:b w:val="0"/>
                <w:color w:val="auto"/>
                <w:szCs w:val="22"/>
              </w:rPr>
              <w:t>Levels</w:t>
            </w:r>
          </w:p>
          <w:p w14:paraId="44F40C59" w14:textId="77777777" w:rsidR="00B777B0" w:rsidRPr="001A7B4B" w:rsidRDefault="00B777B0" w:rsidP="00044E13">
            <w:pPr>
              <w:pStyle w:val="Normalheadingblue"/>
              <w:rPr>
                <w:rFonts w:cs="Arial"/>
                <w:color w:val="auto"/>
                <w:szCs w:val="22"/>
              </w:rPr>
            </w:pPr>
            <w:r w:rsidRPr="001A7B4B">
              <w:rPr>
                <w:rFonts w:cs="Arial"/>
                <w:b w:val="0"/>
                <w:color w:val="auto"/>
                <w:szCs w:val="22"/>
              </w:rPr>
              <w:t>Suitable tools</w:t>
            </w:r>
          </w:p>
        </w:tc>
        <w:tc>
          <w:tcPr>
            <w:tcW w:w="2246" w:type="dxa"/>
            <w:tcBorders>
              <w:top w:val="single" w:sz="4" w:space="0" w:color="C6C5C6"/>
              <w:left w:val="single" w:sz="4" w:space="0" w:color="C6C5C6"/>
              <w:bottom w:val="single" w:sz="4" w:space="0" w:color="C6C5C6"/>
              <w:right w:val="single" w:sz="4" w:space="0" w:color="C6C5C6"/>
            </w:tcBorders>
          </w:tcPr>
          <w:p w14:paraId="618A9370" w14:textId="77777777" w:rsidR="00DD207A" w:rsidRPr="001A7B4B" w:rsidRDefault="008A57D2">
            <w:r w:rsidRPr="001A7B4B">
              <w:lastRenderedPageBreak/>
              <w:t>Q&amp;A Toolbox talk</w:t>
            </w:r>
            <w:r w:rsidRPr="001A7B4B">
              <w:br/>
            </w:r>
            <w:r w:rsidRPr="001A7B4B">
              <w:br/>
            </w:r>
            <w:r w:rsidRPr="001A7B4B">
              <w:br/>
            </w:r>
            <w:r w:rsidRPr="001A7B4B">
              <w:br/>
              <w:t>Cut pipework to length</w:t>
            </w:r>
            <w:r w:rsidRPr="001A7B4B">
              <w:br/>
            </w:r>
            <w:r w:rsidRPr="001A7B4B">
              <w:br/>
            </w:r>
            <w:r w:rsidRPr="001A7B4B">
              <w:br/>
              <w:t>Connect fittings and components</w:t>
            </w:r>
            <w:r w:rsidRPr="001A7B4B">
              <w:br/>
              <w:t>Maths skills (measurement, scale, calculation, costing)</w:t>
            </w:r>
            <w:r w:rsidRPr="001A7B4B">
              <w:br/>
              <w:t>English skills (reading, writing, technical vocabulary)</w:t>
            </w:r>
          </w:p>
        </w:tc>
      </w:tr>
      <w:tr w:rsidR="001A7B4B" w:rsidRPr="001A7B4B" w14:paraId="5AC9D14C"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6E9B36D0" w14:textId="77777777" w:rsidR="00CF64B4" w:rsidRDefault="00CF64B4" w:rsidP="00044E13">
            <w:pPr>
              <w:jc w:val="center"/>
              <w:rPr>
                <w:rFonts w:cs="Arial"/>
                <w:szCs w:val="22"/>
              </w:rPr>
            </w:pPr>
            <w:r>
              <w:rPr>
                <w:rFonts w:cs="Arial"/>
                <w:szCs w:val="22"/>
              </w:rPr>
              <w:t>1</w:t>
            </w:r>
            <w:r w:rsidR="00B777B0">
              <w:rPr>
                <w:rFonts w:cs="Arial"/>
                <w:szCs w:val="22"/>
              </w:rPr>
              <w:t>40</w:t>
            </w:r>
          </w:p>
          <w:p w14:paraId="312F844D" w14:textId="77777777" w:rsidR="00B777B0" w:rsidRDefault="00B777B0" w:rsidP="00044E13">
            <w:pPr>
              <w:jc w:val="center"/>
              <w:rPr>
                <w:rFonts w:cs="Arial"/>
                <w:szCs w:val="22"/>
              </w:rPr>
            </w:pPr>
            <w:r>
              <w:rPr>
                <w:rFonts w:cs="Arial"/>
                <w:szCs w:val="22"/>
              </w:rPr>
              <w:t>3 hours</w:t>
            </w:r>
          </w:p>
          <w:p w14:paraId="5392BC21" w14:textId="64984E0E" w:rsidR="008C4637" w:rsidRDefault="008C4637" w:rsidP="00044E13">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3F480D7D" w14:textId="77777777" w:rsidR="00CF64B4" w:rsidRPr="001A7B4B" w:rsidRDefault="00CF64B4" w:rsidP="00044E13">
            <w:pPr>
              <w:pStyle w:val="Normalheadingblack"/>
              <w:rPr>
                <w:rFonts w:cs="Arial"/>
                <w:lang w:eastAsia="en-GB"/>
              </w:rPr>
            </w:pPr>
            <w:r w:rsidRPr="001A7B4B">
              <w:rPr>
                <w:rFonts w:cs="Arial"/>
                <w:lang w:eastAsia="en-GB"/>
              </w:rPr>
              <w:t>Outcome 1 – Plumbing and heating common knowledge criteria</w:t>
            </w:r>
          </w:p>
          <w:p w14:paraId="4A3A4389" w14:textId="77777777" w:rsidR="00CF64B4" w:rsidRPr="001A7B4B" w:rsidRDefault="00CF64B4" w:rsidP="00044E13">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383DB16B" w14:textId="77777777" w:rsidR="00CF64B4" w:rsidRPr="001A7B4B" w:rsidRDefault="00CF64B4" w:rsidP="00044E13">
            <w:pPr>
              <w:pStyle w:val="Normalheadingblack"/>
              <w:rPr>
                <w:rFonts w:cs="Arial"/>
                <w:b w:val="0"/>
                <w:szCs w:val="22"/>
              </w:rPr>
            </w:pPr>
            <w:r w:rsidRPr="001A7B4B">
              <w:rPr>
                <w:rFonts w:cs="Arial"/>
                <w:b w:val="0"/>
                <w:szCs w:val="22"/>
              </w:rPr>
              <w:t>K1.7 Plumbing and heating systems</w:t>
            </w:r>
          </w:p>
          <w:p w14:paraId="31CC16C3" w14:textId="77777777" w:rsidR="002731D9" w:rsidRPr="001A7B4B" w:rsidRDefault="002731D9" w:rsidP="00044E13">
            <w:pPr>
              <w:pStyle w:val="Normalheadingblack"/>
              <w:rPr>
                <w:rFonts w:cs="Arial"/>
                <w:b w:val="0"/>
                <w:szCs w:val="22"/>
              </w:rPr>
            </w:pPr>
          </w:p>
          <w:p w14:paraId="7D91F5DA" w14:textId="77777777" w:rsidR="002731D9" w:rsidRPr="001A7B4B" w:rsidRDefault="002731D9" w:rsidP="002731D9">
            <w:pPr>
              <w:pStyle w:val="Normalheadingblack"/>
              <w:rPr>
                <w:rFonts w:cs="Arial"/>
                <w:b w:val="0"/>
                <w:szCs w:val="22"/>
              </w:rPr>
            </w:pPr>
            <w:r w:rsidRPr="001A7B4B">
              <w:rPr>
                <w:rFonts w:cs="Arial"/>
                <w:b w:val="0"/>
                <w:szCs w:val="22"/>
              </w:rPr>
              <w:t xml:space="preserve">K1.12 Types of </w:t>
            </w:r>
          </w:p>
          <w:p w14:paraId="6391A32E" w14:textId="77777777" w:rsidR="002731D9" w:rsidRPr="001A7B4B" w:rsidRDefault="002731D9" w:rsidP="002731D9">
            <w:pPr>
              <w:pStyle w:val="Normalheadingblack"/>
              <w:rPr>
                <w:rFonts w:cs="Arial"/>
                <w:b w:val="0"/>
                <w:szCs w:val="22"/>
              </w:rPr>
            </w:pPr>
            <w:r w:rsidRPr="001A7B4B">
              <w:rPr>
                <w:rFonts w:cs="Arial"/>
                <w:b w:val="0"/>
                <w:szCs w:val="22"/>
              </w:rPr>
              <w:lastRenderedPageBreak/>
              <w:t xml:space="preserve">waste and waste </w:t>
            </w:r>
          </w:p>
          <w:p w14:paraId="652E06A2" w14:textId="77777777" w:rsidR="002731D9" w:rsidRPr="001A7B4B" w:rsidRDefault="002731D9" w:rsidP="002731D9">
            <w:pPr>
              <w:pStyle w:val="Normalheadingblack"/>
              <w:rPr>
                <w:rFonts w:cs="Arial"/>
                <w:b w:val="0"/>
                <w:szCs w:val="22"/>
              </w:rPr>
            </w:pPr>
            <w:r w:rsidRPr="001A7B4B">
              <w:rPr>
                <w:rFonts w:cs="Arial"/>
                <w:b w:val="0"/>
                <w:szCs w:val="22"/>
              </w:rPr>
              <w:t xml:space="preserve">products and the </w:t>
            </w:r>
          </w:p>
          <w:p w14:paraId="31C15669" w14:textId="77777777" w:rsidR="002731D9" w:rsidRPr="001A7B4B" w:rsidRDefault="002731D9" w:rsidP="002731D9">
            <w:pPr>
              <w:pStyle w:val="Normalheadingblack"/>
              <w:rPr>
                <w:rFonts w:cs="Arial"/>
                <w:b w:val="0"/>
                <w:szCs w:val="22"/>
              </w:rPr>
            </w:pPr>
            <w:r w:rsidRPr="001A7B4B">
              <w:rPr>
                <w:rFonts w:cs="Arial"/>
                <w:b w:val="0"/>
                <w:szCs w:val="22"/>
              </w:rPr>
              <w:t xml:space="preserve">associated systems </w:t>
            </w:r>
          </w:p>
          <w:p w14:paraId="611CC0A6" w14:textId="77777777" w:rsidR="002731D9" w:rsidRPr="001A7B4B" w:rsidRDefault="002731D9" w:rsidP="002731D9">
            <w:pPr>
              <w:pStyle w:val="Normalheadingblack"/>
              <w:rPr>
                <w:rFonts w:cs="Arial"/>
                <w:b w:val="0"/>
                <w:szCs w:val="22"/>
              </w:rPr>
            </w:pPr>
            <w:r w:rsidRPr="001A7B4B">
              <w:rPr>
                <w:rFonts w:cs="Arial"/>
                <w:b w:val="0"/>
                <w:szCs w:val="22"/>
              </w:rPr>
              <w:t>and attributes</w:t>
            </w:r>
          </w:p>
          <w:p w14:paraId="27179D96" w14:textId="77777777" w:rsidR="00CF64B4" w:rsidRPr="001A7B4B" w:rsidRDefault="00CF64B4" w:rsidP="00044E13">
            <w:pPr>
              <w:pStyle w:val="Normalheadingblack"/>
              <w:rPr>
                <w:rFonts w:cs="Arial"/>
                <w:b w:val="0"/>
                <w:szCs w:val="22"/>
              </w:rPr>
            </w:pPr>
          </w:p>
          <w:p w14:paraId="500551F1" w14:textId="77777777" w:rsidR="00CF64B4" w:rsidRPr="001A7B4B" w:rsidRDefault="00CF64B4" w:rsidP="00044E13">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77256B35" w14:textId="77777777" w:rsidR="00CF64B4" w:rsidRPr="001A7B4B" w:rsidRDefault="00CF64B4" w:rsidP="00044E13">
            <w:pPr>
              <w:pStyle w:val="Normalheadingblue"/>
              <w:rPr>
                <w:rFonts w:cs="Arial"/>
                <w:color w:val="auto"/>
                <w:szCs w:val="22"/>
              </w:rPr>
            </w:pPr>
            <w:r w:rsidRPr="001A7B4B">
              <w:rPr>
                <w:rFonts w:cs="Arial"/>
                <w:color w:val="auto"/>
                <w:szCs w:val="22"/>
              </w:rPr>
              <w:lastRenderedPageBreak/>
              <w:t>Activity:</w:t>
            </w:r>
          </w:p>
          <w:p w14:paraId="718EB63B" w14:textId="77777777" w:rsidR="00CF64B4" w:rsidRPr="001A7B4B" w:rsidRDefault="00CF64B4" w:rsidP="00044E13">
            <w:pPr>
              <w:pStyle w:val="Normalheadingblue"/>
              <w:rPr>
                <w:rFonts w:cs="Arial"/>
                <w:color w:val="auto"/>
                <w:szCs w:val="22"/>
              </w:rPr>
            </w:pPr>
          </w:p>
          <w:p w14:paraId="0AF1D785" w14:textId="77777777" w:rsidR="00CF64B4" w:rsidRPr="001A7B4B" w:rsidRDefault="00CF64B4" w:rsidP="00044E13">
            <w:pPr>
              <w:pStyle w:val="Normalheadingblue"/>
              <w:rPr>
                <w:rFonts w:cs="Arial"/>
                <w:color w:val="auto"/>
                <w:szCs w:val="22"/>
              </w:rPr>
            </w:pPr>
            <w:r w:rsidRPr="001A7B4B">
              <w:rPr>
                <w:rFonts w:cs="Arial"/>
                <w:color w:val="auto"/>
                <w:szCs w:val="22"/>
              </w:rPr>
              <w:t>Starter task example:</w:t>
            </w:r>
          </w:p>
          <w:p w14:paraId="7AE5B3F3" w14:textId="223F2F70" w:rsidR="00CF64B4" w:rsidRPr="001A7B4B" w:rsidRDefault="002808A4" w:rsidP="002C017C">
            <w:pPr>
              <w:pStyle w:val="Normalheadingblue"/>
              <w:numPr>
                <w:ilvl w:val="0"/>
                <w:numId w:val="89"/>
              </w:numPr>
              <w:rPr>
                <w:rFonts w:cs="Arial"/>
                <w:b w:val="0"/>
                <w:color w:val="auto"/>
                <w:szCs w:val="22"/>
              </w:rPr>
            </w:pPr>
            <w:r w:rsidRPr="001A7B4B">
              <w:rPr>
                <w:rFonts w:cs="Arial"/>
                <w:b w:val="0"/>
                <w:color w:val="auto"/>
                <w:szCs w:val="22"/>
              </w:rPr>
              <w:t xml:space="preserve">Quick </w:t>
            </w:r>
            <w:r w:rsidR="006F0965" w:rsidRPr="001A7B4B">
              <w:rPr>
                <w:rFonts w:cs="Arial"/>
                <w:b w:val="0"/>
                <w:color w:val="auto"/>
                <w:szCs w:val="22"/>
              </w:rPr>
              <w:t xml:space="preserve">chain quiz – Tutor Q&amp;A direct questions focussing on previous content in which </w:t>
            </w:r>
            <w:r w:rsidR="00F502C8" w:rsidRPr="001A7B4B">
              <w:rPr>
                <w:rFonts w:cs="Arial"/>
                <w:b w:val="0"/>
                <w:color w:val="auto"/>
                <w:szCs w:val="22"/>
              </w:rPr>
              <w:t>students</w:t>
            </w:r>
            <w:r w:rsidR="006F0965" w:rsidRPr="001A7B4B">
              <w:rPr>
                <w:rFonts w:cs="Arial"/>
                <w:b w:val="0"/>
                <w:color w:val="auto"/>
                <w:szCs w:val="22"/>
              </w:rPr>
              <w:t xml:space="preserve"> </w:t>
            </w:r>
            <w:proofErr w:type="gramStart"/>
            <w:r w:rsidR="006F0965" w:rsidRPr="001A7B4B">
              <w:rPr>
                <w:rFonts w:cs="Arial"/>
                <w:b w:val="0"/>
                <w:color w:val="auto"/>
                <w:szCs w:val="22"/>
              </w:rPr>
              <w:lastRenderedPageBreak/>
              <w:t>have to</w:t>
            </w:r>
            <w:proofErr w:type="gramEnd"/>
            <w:r w:rsidR="006F0965" w:rsidRPr="001A7B4B">
              <w:rPr>
                <w:rFonts w:cs="Arial"/>
                <w:b w:val="0"/>
                <w:color w:val="auto"/>
                <w:szCs w:val="22"/>
              </w:rPr>
              <w:t xml:space="preserve"> make a chain of correct answers by nominating a peer to answer the next question</w:t>
            </w:r>
            <w:r w:rsidR="00580A23">
              <w:rPr>
                <w:rFonts w:cs="Arial"/>
                <w:b w:val="0"/>
                <w:color w:val="auto"/>
                <w:szCs w:val="22"/>
              </w:rPr>
              <w:t>.</w:t>
            </w:r>
          </w:p>
          <w:p w14:paraId="593558AD" w14:textId="77777777" w:rsidR="00CF64B4" w:rsidRPr="001A7B4B" w:rsidRDefault="00CF64B4" w:rsidP="00044E13">
            <w:pPr>
              <w:pStyle w:val="Normalheadingblue"/>
              <w:rPr>
                <w:rFonts w:cs="Arial"/>
                <w:color w:val="auto"/>
                <w:szCs w:val="22"/>
              </w:rPr>
            </w:pPr>
          </w:p>
          <w:p w14:paraId="6E97D829" w14:textId="77777777" w:rsidR="00CF64B4" w:rsidRPr="001A7B4B" w:rsidRDefault="00CF64B4" w:rsidP="00044E13">
            <w:pPr>
              <w:pStyle w:val="Normalheadingblue"/>
              <w:rPr>
                <w:rFonts w:cs="Arial"/>
                <w:color w:val="auto"/>
                <w:szCs w:val="22"/>
              </w:rPr>
            </w:pPr>
            <w:r w:rsidRPr="001A7B4B">
              <w:rPr>
                <w:rFonts w:cs="Arial"/>
                <w:color w:val="auto"/>
                <w:szCs w:val="22"/>
              </w:rPr>
              <w:t>Delivery:</w:t>
            </w:r>
          </w:p>
          <w:p w14:paraId="524C8BA3" w14:textId="39F4F191" w:rsidR="003179D3" w:rsidRPr="001A7B4B" w:rsidRDefault="003179D3" w:rsidP="002808A4">
            <w:pPr>
              <w:pStyle w:val="Normalheadingblue"/>
              <w:rPr>
                <w:rFonts w:cs="Arial"/>
                <w:color w:val="auto"/>
                <w:szCs w:val="22"/>
              </w:rPr>
            </w:pPr>
            <w:r w:rsidRPr="001A7B4B">
              <w:rPr>
                <w:rFonts w:cs="Arial"/>
                <w:b w:val="0"/>
                <w:color w:val="auto"/>
                <w:szCs w:val="22"/>
              </w:rPr>
              <w:t>Tutor to deliver content</w:t>
            </w:r>
            <w:r w:rsidR="007311B9">
              <w:rPr>
                <w:rFonts w:cs="Arial"/>
                <w:b w:val="0"/>
                <w:color w:val="auto"/>
                <w:szCs w:val="22"/>
              </w:rPr>
              <w:t xml:space="preserve"> on </w:t>
            </w:r>
            <w:r w:rsidR="007311B9" w:rsidRPr="007311B9">
              <w:rPr>
                <w:rFonts w:cs="Arial"/>
                <w:b w:val="0"/>
                <w:bCs/>
                <w:color w:val="auto"/>
                <w:szCs w:val="22"/>
              </w:rPr>
              <w:t>Below ground drainage systems – Soakaways, cesspits and septic tanks,</w:t>
            </w:r>
            <w:r w:rsidR="007311B9" w:rsidRPr="001A7B4B">
              <w:rPr>
                <w:rFonts w:cs="Arial"/>
                <w:color w:val="auto"/>
                <w:szCs w:val="22"/>
              </w:rPr>
              <w:t xml:space="preserve"> </w:t>
            </w:r>
            <w:r w:rsidRPr="001A7B4B">
              <w:rPr>
                <w:rFonts w:cs="Arial"/>
                <w:b w:val="0"/>
                <w:color w:val="auto"/>
                <w:szCs w:val="22"/>
              </w:rPr>
              <w:t>including:</w:t>
            </w:r>
          </w:p>
          <w:p w14:paraId="5D95D809" w14:textId="77777777" w:rsidR="003179D3" w:rsidRPr="001A7B4B" w:rsidRDefault="003179D3" w:rsidP="002C017C">
            <w:pPr>
              <w:pStyle w:val="Normalheadingblue"/>
              <w:numPr>
                <w:ilvl w:val="0"/>
                <w:numId w:val="89"/>
              </w:numPr>
              <w:rPr>
                <w:rFonts w:cs="Arial"/>
                <w:b w:val="0"/>
                <w:color w:val="auto"/>
                <w:szCs w:val="22"/>
              </w:rPr>
            </w:pPr>
            <w:r w:rsidRPr="001A7B4B">
              <w:rPr>
                <w:rFonts w:cs="Arial"/>
                <w:b w:val="0"/>
                <w:color w:val="auto"/>
                <w:szCs w:val="22"/>
              </w:rPr>
              <w:t>Soakaways</w:t>
            </w:r>
          </w:p>
          <w:p w14:paraId="588DB9B8" w14:textId="77777777" w:rsidR="003179D3" w:rsidRPr="001A7B4B" w:rsidRDefault="003179D3" w:rsidP="002C017C">
            <w:pPr>
              <w:pStyle w:val="Normalheadingblue"/>
              <w:numPr>
                <w:ilvl w:val="0"/>
                <w:numId w:val="89"/>
              </w:numPr>
              <w:rPr>
                <w:rFonts w:cs="Arial"/>
                <w:b w:val="0"/>
                <w:color w:val="auto"/>
                <w:szCs w:val="22"/>
              </w:rPr>
            </w:pPr>
            <w:r w:rsidRPr="001A7B4B">
              <w:rPr>
                <w:rFonts w:cs="Arial"/>
                <w:b w:val="0"/>
                <w:color w:val="auto"/>
                <w:szCs w:val="22"/>
              </w:rPr>
              <w:t>Cesspits</w:t>
            </w:r>
          </w:p>
          <w:p w14:paraId="501AA9A0" w14:textId="77777777" w:rsidR="003179D3" w:rsidRPr="001A7B4B" w:rsidRDefault="003179D3" w:rsidP="002C017C">
            <w:pPr>
              <w:pStyle w:val="Normalheadingblue"/>
              <w:numPr>
                <w:ilvl w:val="0"/>
                <w:numId w:val="89"/>
              </w:numPr>
              <w:rPr>
                <w:rFonts w:cs="Arial"/>
                <w:b w:val="0"/>
                <w:color w:val="auto"/>
                <w:szCs w:val="22"/>
              </w:rPr>
            </w:pPr>
            <w:r w:rsidRPr="001A7B4B">
              <w:rPr>
                <w:rFonts w:cs="Arial"/>
                <w:b w:val="0"/>
                <w:color w:val="auto"/>
                <w:szCs w:val="22"/>
              </w:rPr>
              <w:t>Septic tanks</w:t>
            </w:r>
          </w:p>
          <w:p w14:paraId="29EA3A8A" w14:textId="77777777" w:rsidR="003179D3" w:rsidRPr="001A7B4B" w:rsidRDefault="003179D3" w:rsidP="002C017C">
            <w:pPr>
              <w:pStyle w:val="Normalheadingblue"/>
              <w:numPr>
                <w:ilvl w:val="0"/>
                <w:numId w:val="89"/>
              </w:numPr>
              <w:rPr>
                <w:rFonts w:cs="Arial"/>
                <w:b w:val="0"/>
                <w:color w:val="auto"/>
                <w:szCs w:val="22"/>
              </w:rPr>
            </w:pPr>
            <w:r w:rsidRPr="001A7B4B">
              <w:rPr>
                <w:rFonts w:cs="Arial"/>
                <w:b w:val="0"/>
                <w:color w:val="auto"/>
                <w:szCs w:val="22"/>
              </w:rPr>
              <w:t>Building regulations relevant to installation and maintenance</w:t>
            </w:r>
          </w:p>
          <w:p w14:paraId="19D48AB0" w14:textId="77777777" w:rsidR="002808A4" w:rsidRPr="001A7B4B" w:rsidRDefault="002808A4" w:rsidP="002C017C">
            <w:pPr>
              <w:pStyle w:val="Normalheadingblue"/>
              <w:numPr>
                <w:ilvl w:val="0"/>
                <w:numId w:val="89"/>
              </w:numPr>
              <w:rPr>
                <w:rFonts w:cs="Arial"/>
                <w:b w:val="0"/>
                <w:color w:val="auto"/>
                <w:szCs w:val="22"/>
              </w:rPr>
            </w:pPr>
            <w:r w:rsidRPr="001A7B4B">
              <w:rPr>
                <w:rFonts w:cs="Arial"/>
                <w:b w:val="0"/>
                <w:color w:val="auto"/>
                <w:szCs w:val="22"/>
              </w:rPr>
              <w:t xml:space="preserve">Use videos to support delivery </w:t>
            </w:r>
            <w:hyperlink r:id="rId59" w:history="1">
              <w:r w:rsidRPr="001A7B4B">
                <w:rPr>
                  <w:rStyle w:val="Hyperlink"/>
                  <w:color w:val="auto"/>
                </w:rPr>
                <w:t>How Does A Soakaway Work</w:t>
              </w:r>
            </w:hyperlink>
            <w:r w:rsidRPr="001A7B4B">
              <w:rPr>
                <w:color w:val="auto"/>
              </w:rPr>
              <w:t xml:space="preserve"> and </w:t>
            </w:r>
            <w:hyperlink r:id="rId60" w:history="1">
              <w:r w:rsidRPr="001A7B4B">
                <w:rPr>
                  <w:rStyle w:val="Hyperlink"/>
                  <w:color w:val="auto"/>
                </w:rPr>
                <w:t>Build a DIY Soakaway in a Day! Solving Rainwater Runoff Problems</w:t>
              </w:r>
            </w:hyperlink>
          </w:p>
          <w:p w14:paraId="09D95184" w14:textId="5E87E25C" w:rsidR="006F0965" w:rsidRPr="001A7B4B" w:rsidRDefault="006F0965" w:rsidP="002C017C">
            <w:pPr>
              <w:pStyle w:val="Normalheadingblue"/>
              <w:numPr>
                <w:ilvl w:val="0"/>
                <w:numId w:val="89"/>
              </w:numPr>
              <w:rPr>
                <w:rFonts w:cs="Arial"/>
                <w:b w:val="0"/>
                <w:color w:val="auto"/>
                <w:szCs w:val="22"/>
              </w:rPr>
            </w:pPr>
            <w:r w:rsidRPr="001A7B4B">
              <w:rPr>
                <w:rFonts w:cs="Arial"/>
                <w:b w:val="0"/>
                <w:color w:val="auto"/>
                <w:szCs w:val="22"/>
              </w:rPr>
              <w:t xml:space="preserve">Where possible examine examples of </w:t>
            </w:r>
            <w:r w:rsidR="005606BF" w:rsidRPr="001A7B4B">
              <w:rPr>
                <w:rFonts w:cs="Arial"/>
                <w:b w:val="0"/>
                <w:color w:val="auto"/>
                <w:szCs w:val="22"/>
              </w:rPr>
              <w:t>installations in</w:t>
            </w:r>
            <w:r w:rsidRPr="001A7B4B">
              <w:rPr>
                <w:rFonts w:cs="Arial"/>
                <w:b w:val="0"/>
                <w:color w:val="auto"/>
                <w:szCs w:val="22"/>
              </w:rPr>
              <w:t xml:space="preserve"> centre </w:t>
            </w:r>
          </w:p>
          <w:p w14:paraId="7118E4AE" w14:textId="67FFB4AD" w:rsidR="00CF64B4" w:rsidRPr="001A7B4B" w:rsidRDefault="006F0965" w:rsidP="002C017C">
            <w:pPr>
              <w:pStyle w:val="Normalheadingblue"/>
              <w:numPr>
                <w:ilvl w:val="0"/>
                <w:numId w:val="89"/>
              </w:numPr>
              <w:rPr>
                <w:rFonts w:cs="Arial"/>
                <w:b w:val="0"/>
                <w:color w:val="auto"/>
                <w:szCs w:val="22"/>
              </w:rPr>
            </w:pPr>
            <w:r w:rsidRPr="001A7B4B">
              <w:rPr>
                <w:rFonts w:cs="Arial"/>
                <w:b w:val="0"/>
                <w:color w:val="auto"/>
                <w:szCs w:val="22"/>
              </w:rPr>
              <w:t xml:space="preserve">Discuss regulations and impact on the position of </w:t>
            </w:r>
            <w:r w:rsidR="005606BF" w:rsidRPr="001A7B4B">
              <w:rPr>
                <w:rFonts w:cs="Arial"/>
                <w:b w:val="0"/>
                <w:color w:val="auto"/>
                <w:szCs w:val="22"/>
              </w:rPr>
              <w:t>cesspits</w:t>
            </w:r>
            <w:r w:rsidRPr="001A7B4B">
              <w:rPr>
                <w:rFonts w:cs="Arial"/>
                <w:b w:val="0"/>
                <w:color w:val="auto"/>
                <w:szCs w:val="22"/>
              </w:rPr>
              <w:t xml:space="preserve"> and septic tanks</w:t>
            </w:r>
          </w:p>
          <w:p w14:paraId="6309DC19" w14:textId="77777777" w:rsidR="00CF64B4" w:rsidRPr="001A7B4B" w:rsidRDefault="00CF64B4" w:rsidP="00044E13">
            <w:pPr>
              <w:pStyle w:val="Normalheadingblue"/>
              <w:rPr>
                <w:rFonts w:cs="Arial"/>
                <w:color w:val="auto"/>
                <w:szCs w:val="22"/>
              </w:rPr>
            </w:pPr>
          </w:p>
          <w:p w14:paraId="0C4D92B6" w14:textId="77777777" w:rsidR="00CF64B4" w:rsidRPr="001A7B4B" w:rsidRDefault="00CF64B4" w:rsidP="00044E13">
            <w:pPr>
              <w:pStyle w:val="Normalheadingblue"/>
              <w:rPr>
                <w:rFonts w:cs="Arial"/>
                <w:color w:val="auto"/>
                <w:szCs w:val="22"/>
              </w:rPr>
            </w:pPr>
            <w:r w:rsidRPr="001A7B4B">
              <w:rPr>
                <w:rFonts w:cs="Arial"/>
                <w:color w:val="auto"/>
                <w:szCs w:val="22"/>
              </w:rPr>
              <w:t>Knowledge check example:</w:t>
            </w:r>
          </w:p>
          <w:p w14:paraId="17020B9D" w14:textId="6DA45DC7" w:rsidR="00CF64B4" w:rsidRPr="001A7B4B" w:rsidRDefault="006F0965" w:rsidP="002C017C">
            <w:pPr>
              <w:pStyle w:val="Normalheadingblue"/>
              <w:numPr>
                <w:ilvl w:val="0"/>
                <w:numId w:val="90"/>
              </w:numPr>
              <w:rPr>
                <w:rFonts w:cs="Arial"/>
                <w:b w:val="0"/>
                <w:color w:val="auto"/>
                <w:szCs w:val="22"/>
              </w:rPr>
            </w:pPr>
            <w:r w:rsidRPr="001A7B4B">
              <w:rPr>
                <w:rFonts w:cs="Arial"/>
                <w:b w:val="0"/>
                <w:color w:val="auto"/>
                <w:szCs w:val="22"/>
              </w:rPr>
              <w:t xml:space="preserve">Missing blanks quiz – </w:t>
            </w:r>
            <w:r w:rsidR="00F502C8" w:rsidRPr="001A7B4B">
              <w:rPr>
                <w:rFonts w:cs="Arial"/>
                <w:b w:val="0"/>
                <w:color w:val="auto"/>
                <w:szCs w:val="22"/>
              </w:rPr>
              <w:t>students</w:t>
            </w:r>
            <w:r w:rsidRPr="001A7B4B">
              <w:rPr>
                <w:rFonts w:cs="Arial"/>
                <w:b w:val="0"/>
                <w:color w:val="auto"/>
                <w:szCs w:val="22"/>
              </w:rPr>
              <w:t xml:space="preserve"> complete passages relating to </w:t>
            </w:r>
            <w:r w:rsidR="001F2FCE" w:rsidRPr="001A7B4B">
              <w:rPr>
                <w:rFonts w:cs="Arial"/>
                <w:b w:val="0"/>
                <w:color w:val="auto"/>
                <w:szCs w:val="22"/>
              </w:rPr>
              <w:t>today’s</w:t>
            </w:r>
            <w:r w:rsidRPr="001A7B4B">
              <w:rPr>
                <w:rFonts w:cs="Arial"/>
                <w:b w:val="0"/>
                <w:color w:val="auto"/>
                <w:szCs w:val="22"/>
              </w:rPr>
              <w:t xml:space="preserve"> content by adding the missing phrases or information</w:t>
            </w:r>
          </w:p>
          <w:p w14:paraId="4484420E" w14:textId="77777777" w:rsidR="00CF64B4" w:rsidRPr="001A7B4B" w:rsidRDefault="00CF64B4" w:rsidP="00044E13">
            <w:pPr>
              <w:pStyle w:val="Normalheadingblue"/>
              <w:rPr>
                <w:rFonts w:cs="Arial"/>
                <w:color w:val="auto"/>
                <w:szCs w:val="22"/>
              </w:rPr>
            </w:pPr>
            <w:r w:rsidRPr="001A7B4B">
              <w:rPr>
                <w:rFonts w:cs="Arial"/>
                <w:color w:val="auto"/>
                <w:szCs w:val="22"/>
              </w:rPr>
              <w:lastRenderedPageBreak/>
              <w:t>Resources:</w:t>
            </w:r>
          </w:p>
          <w:p w14:paraId="53339344" w14:textId="77777777" w:rsidR="006F0965" w:rsidRPr="001A7B4B" w:rsidRDefault="006F0965" w:rsidP="00044E13">
            <w:pPr>
              <w:pStyle w:val="Normalheadingblue"/>
              <w:rPr>
                <w:rFonts w:cs="Arial"/>
                <w:b w:val="0"/>
                <w:color w:val="auto"/>
                <w:szCs w:val="22"/>
              </w:rPr>
            </w:pPr>
            <w:r w:rsidRPr="001A7B4B">
              <w:rPr>
                <w:rFonts w:cs="Arial"/>
                <w:b w:val="0"/>
                <w:color w:val="auto"/>
                <w:szCs w:val="22"/>
              </w:rPr>
              <w:t>Links to videos</w:t>
            </w:r>
          </w:p>
          <w:p w14:paraId="7CA56A45" w14:textId="77777777" w:rsidR="006F0965" w:rsidRPr="001A7B4B" w:rsidRDefault="006F0965" w:rsidP="00044E13">
            <w:pPr>
              <w:pStyle w:val="Normalheadingblue"/>
              <w:rPr>
                <w:rFonts w:cs="Arial"/>
                <w:b w:val="0"/>
                <w:color w:val="auto"/>
                <w:szCs w:val="22"/>
              </w:rPr>
            </w:pPr>
            <w:r w:rsidRPr="001A7B4B">
              <w:rPr>
                <w:rFonts w:cs="Arial"/>
                <w:b w:val="0"/>
                <w:color w:val="auto"/>
                <w:szCs w:val="22"/>
              </w:rPr>
              <w:t>Missing blanks exercise sheets</w:t>
            </w:r>
          </w:p>
          <w:p w14:paraId="70EADFB6" w14:textId="77777777" w:rsidR="006F0965" w:rsidRPr="001A7B4B" w:rsidRDefault="006F0965" w:rsidP="00044E13">
            <w:pPr>
              <w:pStyle w:val="Normalheadingblue"/>
              <w:rPr>
                <w:rFonts w:cs="Arial"/>
                <w:color w:val="auto"/>
                <w:szCs w:val="22"/>
              </w:rPr>
            </w:pPr>
          </w:p>
          <w:p w14:paraId="7D9532B0" w14:textId="77777777" w:rsidR="00CF64B4" w:rsidRPr="001A7B4B" w:rsidRDefault="00CF64B4" w:rsidP="00044E13">
            <w:pPr>
              <w:pStyle w:val="Normalheadingblue"/>
              <w:rPr>
                <w:rFonts w:cs="Arial"/>
                <w:color w:val="auto"/>
                <w:szCs w:val="22"/>
              </w:rPr>
            </w:pPr>
          </w:p>
          <w:p w14:paraId="5FC68797" w14:textId="77777777" w:rsidR="00D968FC" w:rsidRPr="001A7B4B" w:rsidRDefault="00D968FC" w:rsidP="00044E13">
            <w:pPr>
              <w:pStyle w:val="Normalheadingblue"/>
              <w:rPr>
                <w:rFonts w:cs="Arial"/>
                <w:color w:val="auto"/>
                <w:szCs w:val="22"/>
              </w:rPr>
            </w:pPr>
          </w:p>
          <w:p w14:paraId="5E4C9D38" w14:textId="77777777" w:rsidR="00D968FC" w:rsidRPr="001A7B4B" w:rsidRDefault="00D968FC" w:rsidP="00044E13">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3C3866BA" w14:textId="1FB8353E" w:rsidR="00DD207A" w:rsidRPr="001A7B4B" w:rsidRDefault="008A57D2">
            <w:r w:rsidRPr="001A7B4B">
              <w:lastRenderedPageBreak/>
              <w:t>Q&amp;A</w:t>
            </w:r>
            <w:r w:rsidRPr="001A7B4B">
              <w:br/>
            </w:r>
            <w:r w:rsidRPr="001A7B4B">
              <w:br/>
            </w:r>
            <w:r w:rsidRPr="001A7B4B">
              <w:br/>
            </w:r>
            <w:r w:rsidRPr="001A7B4B">
              <w:br/>
            </w:r>
            <w:r w:rsidRPr="001A7B4B">
              <w:br/>
            </w:r>
            <w:r w:rsidRPr="001A7B4B">
              <w:br/>
            </w:r>
            <w:r w:rsidRPr="001A7B4B">
              <w:lastRenderedPageBreak/>
              <w:br/>
            </w:r>
            <w:r w:rsidRPr="001A7B4B">
              <w:br/>
            </w:r>
            <w:r w:rsidRPr="001A7B4B">
              <w:br/>
            </w:r>
            <w:r w:rsidRPr="001A7B4B">
              <w:br/>
              <w:t xml:space="preserve">Missing blanks </w:t>
            </w:r>
            <w:r w:rsidR="00A71F16" w:rsidRPr="001A7B4B">
              <w:t>exercise</w:t>
            </w:r>
            <w:r w:rsidRPr="001A7B4B">
              <w:br/>
              <w:t>English skills (reading, writing, technical vocabulary)</w:t>
            </w:r>
          </w:p>
        </w:tc>
      </w:tr>
      <w:tr w:rsidR="001A7B4B" w:rsidRPr="001A7B4B" w14:paraId="7E78B799"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0B6F47C0" w14:textId="77777777" w:rsidR="00CF64B4" w:rsidRDefault="00CF64B4" w:rsidP="00044E13">
            <w:pPr>
              <w:jc w:val="center"/>
              <w:rPr>
                <w:rFonts w:cs="Arial"/>
                <w:szCs w:val="22"/>
              </w:rPr>
            </w:pPr>
            <w:r>
              <w:rPr>
                <w:rFonts w:cs="Arial"/>
                <w:szCs w:val="22"/>
              </w:rPr>
              <w:lastRenderedPageBreak/>
              <w:t>1</w:t>
            </w:r>
            <w:r w:rsidR="001B4B05">
              <w:rPr>
                <w:rFonts w:cs="Arial"/>
                <w:szCs w:val="22"/>
              </w:rPr>
              <w:t>41</w:t>
            </w:r>
          </w:p>
          <w:p w14:paraId="47203CE2" w14:textId="77777777" w:rsidR="001B4B05" w:rsidRDefault="001B4B05" w:rsidP="00044E13">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3ACC836B" w14:textId="77777777" w:rsidR="00CF64B4" w:rsidRPr="001A7B4B" w:rsidRDefault="00CF64B4" w:rsidP="00044E13">
            <w:pPr>
              <w:pStyle w:val="Normalheadingblack"/>
              <w:rPr>
                <w:rFonts w:cs="Arial"/>
                <w:lang w:eastAsia="en-GB"/>
              </w:rPr>
            </w:pPr>
            <w:r w:rsidRPr="001A7B4B">
              <w:rPr>
                <w:rFonts w:cs="Arial"/>
                <w:lang w:eastAsia="en-GB"/>
              </w:rPr>
              <w:t>Outcome 1 – Plumbing and heating common knowledge criteria</w:t>
            </w:r>
          </w:p>
          <w:p w14:paraId="52DA6721" w14:textId="77777777" w:rsidR="00CF64B4" w:rsidRPr="001A7B4B" w:rsidRDefault="00CF64B4" w:rsidP="00044E13">
            <w:pPr>
              <w:pStyle w:val="Normalheadingblack"/>
              <w:rPr>
                <w:rFonts w:cs="Arial"/>
                <w:lang w:eastAsia="en-GB"/>
              </w:rPr>
            </w:pPr>
          </w:p>
          <w:p w14:paraId="1FB32CDD" w14:textId="77777777" w:rsidR="00B14434" w:rsidRPr="001A7B4B" w:rsidRDefault="00B14434" w:rsidP="00B14434">
            <w:pPr>
              <w:pStyle w:val="Normalheadingblack"/>
              <w:rPr>
                <w:rFonts w:cs="Arial"/>
                <w:lang w:eastAsia="en-GB"/>
              </w:rPr>
            </w:pPr>
            <w:r w:rsidRPr="001A7B4B">
              <w:rPr>
                <w:rFonts w:cs="Arial"/>
                <w:lang w:eastAsia="en-GB"/>
              </w:rPr>
              <w:t>Outcome 2 Install plumbing and heating systems</w:t>
            </w:r>
          </w:p>
          <w:p w14:paraId="37CCE5E3" w14:textId="77777777" w:rsidR="00B14434" w:rsidRPr="001A7B4B" w:rsidRDefault="00B14434" w:rsidP="00044E13">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4A9C19DE" w14:textId="77777777" w:rsidR="00CF64B4" w:rsidRPr="001A7B4B" w:rsidRDefault="00CF64B4" w:rsidP="00044E13">
            <w:pPr>
              <w:pStyle w:val="Normalheadingblack"/>
              <w:rPr>
                <w:rFonts w:cs="Arial"/>
                <w:b w:val="0"/>
                <w:szCs w:val="22"/>
              </w:rPr>
            </w:pPr>
            <w:r w:rsidRPr="001A7B4B">
              <w:rPr>
                <w:rFonts w:cs="Arial"/>
                <w:b w:val="0"/>
                <w:szCs w:val="22"/>
              </w:rPr>
              <w:t>K1.7 Plumbing and heating systems</w:t>
            </w:r>
          </w:p>
          <w:p w14:paraId="619942C5" w14:textId="77777777" w:rsidR="00CF64B4" w:rsidRPr="001A7B4B" w:rsidRDefault="00CF64B4" w:rsidP="00044E13">
            <w:pPr>
              <w:pStyle w:val="Normalheadingblack"/>
              <w:rPr>
                <w:rFonts w:cs="Arial"/>
                <w:b w:val="0"/>
                <w:szCs w:val="22"/>
              </w:rPr>
            </w:pPr>
          </w:p>
          <w:p w14:paraId="4FA379B3" w14:textId="77777777" w:rsidR="00CF64B4" w:rsidRPr="001A7B4B" w:rsidRDefault="00CF64B4" w:rsidP="00044E13">
            <w:pPr>
              <w:pStyle w:val="Normalheadingblack"/>
              <w:rPr>
                <w:rFonts w:cs="Arial"/>
                <w:b w:val="0"/>
                <w:szCs w:val="22"/>
              </w:rPr>
            </w:pPr>
            <w:r w:rsidRPr="001A7B4B">
              <w:rPr>
                <w:rFonts w:cs="Arial"/>
                <w:b w:val="0"/>
                <w:szCs w:val="22"/>
              </w:rPr>
              <w:t>K1.8 Components used in plumbing and heating systems</w:t>
            </w:r>
          </w:p>
          <w:p w14:paraId="4D80A4B7" w14:textId="77777777" w:rsidR="00B14434" w:rsidRPr="001A7B4B" w:rsidRDefault="00B14434" w:rsidP="00044E13">
            <w:pPr>
              <w:pStyle w:val="Normalheadingblack"/>
              <w:rPr>
                <w:rFonts w:cs="Arial"/>
                <w:b w:val="0"/>
                <w:szCs w:val="22"/>
              </w:rPr>
            </w:pPr>
          </w:p>
          <w:p w14:paraId="5B3BCE68" w14:textId="77777777" w:rsidR="00B14434" w:rsidRPr="001A7B4B" w:rsidRDefault="00B14434" w:rsidP="00044E13">
            <w:pPr>
              <w:pStyle w:val="Normalheadingblack"/>
              <w:rPr>
                <w:rFonts w:cs="Arial"/>
                <w:b w:val="0"/>
                <w:szCs w:val="22"/>
              </w:rPr>
            </w:pPr>
            <w:r w:rsidRPr="001A7B4B">
              <w:rPr>
                <w:rFonts w:cs="Arial"/>
                <w:b w:val="0"/>
                <w:szCs w:val="22"/>
              </w:rPr>
              <w:t>S2.19 Position and secure components in plumbing systems</w:t>
            </w:r>
          </w:p>
        </w:tc>
        <w:tc>
          <w:tcPr>
            <w:tcW w:w="5785" w:type="dxa"/>
            <w:tcBorders>
              <w:top w:val="single" w:sz="4" w:space="0" w:color="C6C5C6"/>
              <w:left w:val="single" w:sz="4" w:space="0" w:color="C6C5C6"/>
              <w:bottom w:val="single" w:sz="4" w:space="0" w:color="C6C5C6"/>
              <w:right w:val="single" w:sz="4" w:space="0" w:color="C6C5C6"/>
            </w:tcBorders>
          </w:tcPr>
          <w:p w14:paraId="206A4207" w14:textId="77777777" w:rsidR="00CF64B4" w:rsidRPr="001A7B4B" w:rsidRDefault="00CF64B4" w:rsidP="00044E13">
            <w:pPr>
              <w:pStyle w:val="Normalheadingblue"/>
              <w:rPr>
                <w:rFonts w:cs="Arial"/>
                <w:color w:val="auto"/>
                <w:szCs w:val="22"/>
              </w:rPr>
            </w:pPr>
            <w:r w:rsidRPr="001A7B4B">
              <w:rPr>
                <w:rFonts w:cs="Arial"/>
                <w:color w:val="auto"/>
                <w:szCs w:val="22"/>
              </w:rPr>
              <w:t>Activity:</w:t>
            </w:r>
          </w:p>
          <w:p w14:paraId="2773BCA5" w14:textId="77777777" w:rsidR="00CF64B4" w:rsidRPr="001A7B4B" w:rsidRDefault="00CF64B4" w:rsidP="00044E13">
            <w:pPr>
              <w:pStyle w:val="Normalheadingblue"/>
              <w:rPr>
                <w:rFonts w:cs="Arial"/>
                <w:color w:val="auto"/>
                <w:szCs w:val="22"/>
              </w:rPr>
            </w:pPr>
          </w:p>
          <w:p w14:paraId="1E18BEF7" w14:textId="77777777" w:rsidR="00CF64B4" w:rsidRPr="001A7B4B" w:rsidRDefault="00CF64B4" w:rsidP="00044E13">
            <w:pPr>
              <w:pStyle w:val="Normalheadingblue"/>
              <w:rPr>
                <w:rFonts w:cs="Arial"/>
                <w:color w:val="auto"/>
                <w:szCs w:val="22"/>
              </w:rPr>
            </w:pPr>
            <w:r w:rsidRPr="001A7B4B">
              <w:rPr>
                <w:rFonts w:cs="Arial"/>
                <w:color w:val="auto"/>
                <w:szCs w:val="22"/>
              </w:rPr>
              <w:t>Starter task example:</w:t>
            </w:r>
          </w:p>
          <w:p w14:paraId="3662C5F9" w14:textId="2DD7BCEA" w:rsidR="00CF64B4" w:rsidRPr="001A7B4B" w:rsidRDefault="005129FA" w:rsidP="002C017C">
            <w:pPr>
              <w:pStyle w:val="Normalheadingblue"/>
              <w:numPr>
                <w:ilvl w:val="0"/>
                <w:numId w:val="90"/>
              </w:numPr>
              <w:rPr>
                <w:rFonts w:cs="Arial"/>
                <w:b w:val="0"/>
                <w:color w:val="auto"/>
                <w:szCs w:val="22"/>
              </w:rPr>
            </w:pPr>
            <w:r w:rsidRPr="001A7B4B">
              <w:rPr>
                <w:rFonts w:cs="Arial"/>
                <w:b w:val="0"/>
                <w:color w:val="auto"/>
                <w:szCs w:val="22"/>
              </w:rPr>
              <w:t xml:space="preserve">Work experience update – discuss work experience as a group and tutor to identify further opportunities available to </w:t>
            </w:r>
            <w:r w:rsidR="00F502C8" w:rsidRPr="001A7B4B">
              <w:rPr>
                <w:rFonts w:cs="Arial"/>
                <w:b w:val="0"/>
                <w:color w:val="auto"/>
                <w:szCs w:val="22"/>
              </w:rPr>
              <w:t>students</w:t>
            </w:r>
          </w:p>
          <w:p w14:paraId="0651BCCC" w14:textId="77777777" w:rsidR="00CF64B4" w:rsidRPr="001A7B4B" w:rsidRDefault="00CF64B4" w:rsidP="00044E13">
            <w:pPr>
              <w:pStyle w:val="Normalheadingblue"/>
              <w:rPr>
                <w:rFonts w:cs="Arial"/>
                <w:color w:val="auto"/>
                <w:szCs w:val="22"/>
              </w:rPr>
            </w:pPr>
          </w:p>
          <w:p w14:paraId="08C4A1B3" w14:textId="77777777" w:rsidR="00CF64B4" w:rsidRPr="001A7B4B" w:rsidRDefault="00CF64B4" w:rsidP="00044E13">
            <w:pPr>
              <w:pStyle w:val="Normalheadingblue"/>
              <w:rPr>
                <w:rFonts w:cs="Arial"/>
                <w:color w:val="auto"/>
                <w:szCs w:val="22"/>
              </w:rPr>
            </w:pPr>
            <w:r w:rsidRPr="001A7B4B">
              <w:rPr>
                <w:rFonts w:cs="Arial"/>
                <w:color w:val="auto"/>
                <w:szCs w:val="22"/>
              </w:rPr>
              <w:t>Delivery:</w:t>
            </w:r>
          </w:p>
          <w:p w14:paraId="7A7BFD5B" w14:textId="77777777" w:rsidR="00D968FC" w:rsidRPr="001A7B4B" w:rsidRDefault="00D968FC" w:rsidP="00044E13">
            <w:pPr>
              <w:pStyle w:val="Normalheadingblue"/>
              <w:rPr>
                <w:rFonts w:cs="Arial"/>
                <w:color w:val="auto"/>
                <w:szCs w:val="22"/>
              </w:rPr>
            </w:pPr>
            <w:r w:rsidRPr="001A7B4B">
              <w:rPr>
                <w:rFonts w:cs="Arial"/>
                <w:color w:val="auto"/>
                <w:szCs w:val="22"/>
              </w:rPr>
              <w:t xml:space="preserve">Sanitation systems </w:t>
            </w:r>
            <w:r w:rsidR="00A07C5A" w:rsidRPr="001A7B4B">
              <w:rPr>
                <w:rFonts w:cs="Arial"/>
                <w:color w:val="auto"/>
                <w:szCs w:val="22"/>
              </w:rPr>
              <w:t>–</w:t>
            </w:r>
            <w:r w:rsidRPr="001A7B4B">
              <w:rPr>
                <w:rFonts w:cs="Arial"/>
                <w:color w:val="auto"/>
                <w:szCs w:val="22"/>
              </w:rPr>
              <w:t xml:space="preserve"> </w:t>
            </w:r>
            <w:r w:rsidR="00A07C5A" w:rsidRPr="001A7B4B">
              <w:rPr>
                <w:rFonts w:cs="Arial"/>
                <w:color w:val="auto"/>
                <w:szCs w:val="22"/>
              </w:rPr>
              <w:t>Pipework, fittings and components</w:t>
            </w:r>
          </w:p>
          <w:p w14:paraId="01B38825" w14:textId="77777777" w:rsidR="00BC2236" w:rsidRPr="001A7B4B" w:rsidRDefault="00BC2236" w:rsidP="002C017C">
            <w:pPr>
              <w:pStyle w:val="Normalheadingblue"/>
              <w:numPr>
                <w:ilvl w:val="0"/>
                <w:numId w:val="90"/>
              </w:numPr>
              <w:rPr>
                <w:rFonts w:cs="Arial"/>
                <w:b w:val="0"/>
                <w:color w:val="auto"/>
                <w:szCs w:val="22"/>
              </w:rPr>
            </w:pPr>
            <w:r w:rsidRPr="001A7B4B">
              <w:rPr>
                <w:rFonts w:cs="Arial"/>
                <w:b w:val="0"/>
                <w:color w:val="auto"/>
                <w:szCs w:val="22"/>
              </w:rPr>
              <w:t>Tutor to distribute and discuss the range of pipework, materials and components used within above ground drainage systems</w:t>
            </w:r>
            <w:r w:rsidR="004C0FD4" w:rsidRPr="001A7B4B">
              <w:rPr>
                <w:rFonts w:cs="Arial"/>
                <w:b w:val="0"/>
                <w:color w:val="auto"/>
                <w:szCs w:val="22"/>
              </w:rPr>
              <w:t xml:space="preserve"> including:</w:t>
            </w:r>
          </w:p>
          <w:p w14:paraId="5F7A9F1F" w14:textId="77777777" w:rsidR="004C0FD4" w:rsidRPr="001A7B4B" w:rsidRDefault="004C0FD4" w:rsidP="002C017C">
            <w:pPr>
              <w:pStyle w:val="Normalheadingblue"/>
              <w:numPr>
                <w:ilvl w:val="0"/>
                <w:numId w:val="90"/>
              </w:numPr>
              <w:rPr>
                <w:rFonts w:cs="Arial"/>
                <w:b w:val="0"/>
                <w:color w:val="auto"/>
                <w:szCs w:val="22"/>
              </w:rPr>
            </w:pPr>
            <w:r w:rsidRPr="001A7B4B">
              <w:rPr>
                <w:rFonts w:cs="Arial"/>
                <w:b w:val="0"/>
                <w:color w:val="auto"/>
                <w:szCs w:val="22"/>
              </w:rPr>
              <w:t>Pipework materials and range of sizes</w:t>
            </w:r>
            <w:r w:rsidR="0006204E" w:rsidRPr="001A7B4B">
              <w:rPr>
                <w:rFonts w:cs="Arial"/>
                <w:b w:val="0"/>
                <w:color w:val="auto"/>
                <w:szCs w:val="22"/>
              </w:rPr>
              <w:t xml:space="preserve"> 1 ¼”, 1 ½”, 2</w:t>
            </w:r>
            <w:r w:rsidR="00926D62" w:rsidRPr="001A7B4B">
              <w:rPr>
                <w:rFonts w:cs="Arial"/>
                <w:b w:val="0"/>
                <w:color w:val="auto"/>
                <w:szCs w:val="22"/>
              </w:rPr>
              <w:t xml:space="preserve">” and soil pipe 110mm and </w:t>
            </w:r>
            <w:r w:rsidR="00C36472" w:rsidRPr="001A7B4B">
              <w:rPr>
                <w:rFonts w:cs="Arial"/>
                <w:b w:val="0"/>
                <w:color w:val="auto"/>
                <w:szCs w:val="22"/>
              </w:rPr>
              <w:t>160mm</w:t>
            </w:r>
          </w:p>
          <w:p w14:paraId="7E37647E" w14:textId="77777777" w:rsidR="004C0FD4" w:rsidRPr="001A7B4B" w:rsidRDefault="004C0FD4" w:rsidP="002C017C">
            <w:pPr>
              <w:pStyle w:val="Normalheadingblue"/>
              <w:numPr>
                <w:ilvl w:val="0"/>
                <w:numId w:val="90"/>
              </w:numPr>
              <w:rPr>
                <w:rFonts w:cs="Arial"/>
                <w:b w:val="0"/>
                <w:color w:val="auto"/>
                <w:szCs w:val="22"/>
              </w:rPr>
            </w:pPr>
            <w:r w:rsidRPr="001A7B4B">
              <w:rPr>
                <w:rFonts w:cs="Arial"/>
                <w:b w:val="0"/>
                <w:color w:val="auto"/>
                <w:szCs w:val="22"/>
              </w:rPr>
              <w:t>Solvent weld pipe</w:t>
            </w:r>
          </w:p>
          <w:p w14:paraId="2E172CC3" w14:textId="77777777" w:rsidR="004C0FD4" w:rsidRPr="001A7B4B" w:rsidRDefault="004C0FD4" w:rsidP="002C017C">
            <w:pPr>
              <w:pStyle w:val="Normalheadingblue"/>
              <w:numPr>
                <w:ilvl w:val="0"/>
                <w:numId w:val="90"/>
              </w:numPr>
              <w:rPr>
                <w:rFonts w:cs="Arial"/>
                <w:b w:val="0"/>
                <w:color w:val="auto"/>
                <w:szCs w:val="22"/>
              </w:rPr>
            </w:pPr>
            <w:r w:rsidRPr="001A7B4B">
              <w:rPr>
                <w:rFonts w:cs="Arial"/>
                <w:b w:val="0"/>
                <w:color w:val="auto"/>
                <w:szCs w:val="22"/>
              </w:rPr>
              <w:lastRenderedPageBreak/>
              <w:t>Push fit pipe</w:t>
            </w:r>
          </w:p>
          <w:p w14:paraId="4A1CF966" w14:textId="77777777" w:rsidR="004C0FD4" w:rsidRPr="001A7B4B" w:rsidRDefault="0006204E" w:rsidP="002C017C">
            <w:pPr>
              <w:pStyle w:val="Normalheadingblue"/>
              <w:numPr>
                <w:ilvl w:val="0"/>
                <w:numId w:val="90"/>
              </w:numPr>
              <w:rPr>
                <w:rFonts w:cs="Arial"/>
                <w:b w:val="0"/>
                <w:color w:val="auto"/>
                <w:szCs w:val="22"/>
              </w:rPr>
            </w:pPr>
            <w:r w:rsidRPr="001A7B4B">
              <w:rPr>
                <w:rFonts w:cs="Arial"/>
                <w:b w:val="0"/>
                <w:color w:val="auto"/>
                <w:szCs w:val="22"/>
              </w:rPr>
              <w:t>Fitting types</w:t>
            </w:r>
          </w:p>
          <w:p w14:paraId="54989F9C" w14:textId="77777777" w:rsidR="0006204E" w:rsidRPr="001A7B4B" w:rsidRDefault="0006204E" w:rsidP="002C017C">
            <w:pPr>
              <w:pStyle w:val="Normalheadingblue"/>
              <w:numPr>
                <w:ilvl w:val="0"/>
                <w:numId w:val="90"/>
              </w:numPr>
              <w:rPr>
                <w:rFonts w:cs="Arial"/>
                <w:b w:val="0"/>
                <w:color w:val="auto"/>
                <w:szCs w:val="22"/>
              </w:rPr>
            </w:pPr>
            <w:r w:rsidRPr="001A7B4B">
              <w:rPr>
                <w:rFonts w:cs="Arial"/>
                <w:b w:val="0"/>
                <w:color w:val="auto"/>
                <w:szCs w:val="22"/>
              </w:rPr>
              <w:t>Solvent weld</w:t>
            </w:r>
            <w:r w:rsidR="00C36472" w:rsidRPr="001A7B4B">
              <w:rPr>
                <w:rFonts w:cs="Arial"/>
                <w:b w:val="0"/>
                <w:color w:val="auto"/>
                <w:szCs w:val="22"/>
              </w:rPr>
              <w:t xml:space="preserve"> fittings</w:t>
            </w:r>
          </w:p>
          <w:p w14:paraId="7E30108A" w14:textId="77777777" w:rsidR="00C36472" w:rsidRPr="001A7B4B" w:rsidRDefault="00C36472" w:rsidP="002C017C">
            <w:pPr>
              <w:pStyle w:val="Normalheadingblue"/>
              <w:numPr>
                <w:ilvl w:val="0"/>
                <w:numId w:val="90"/>
              </w:numPr>
              <w:rPr>
                <w:rFonts w:cs="Arial"/>
                <w:b w:val="0"/>
                <w:color w:val="auto"/>
                <w:szCs w:val="22"/>
              </w:rPr>
            </w:pPr>
            <w:r w:rsidRPr="001A7B4B">
              <w:rPr>
                <w:rFonts w:cs="Arial"/>
                <w:b w:val="0"/>
                <w:color w:val="auto"/>
                <w:szCs w:val="22"/>
              </w:rPr>
              <w:t>Push fit fittings</w:t>
            </w:r>
          </w:p>
          <w:p w14:paraId="14F77B6A" w14:textId="77777777" w:rsidR="00C36472" w:rsidRPr="001A7B4B" w:rsidRDefault="00C36472" w:rsidP="002C017C">
            <w:pPr>
              <w:pStyle w:val="Normalheadingblue"/>
              <w:numPr>
                <w:ilvl w:val="0"/>
                <w:numId w:val="90"/>
              </w:numPr>
              <w:rPr>
                <w:rFonts w:cs="Arial"/>
                <w:b w:val="0"/>
                <w:color w:val="auto"/>
                <w:szCs w:val="22"/>
              </w:rPr>
            </w:pPr>
            <w:r w:rsidRPr="001A7B4B">
              <w:rPr>
                <w:rFonts w:cs="Arial"/>
                <w:b w:val="0"/>
                <w:color w:val="auto"/>
                <w:szCs w:val="22"/>
              </w:rPr>
              <w:t>Compression fittings</w:t>
            </w:r>
          </w:p>
          <w:p w14:paraId="75465FF4" w14:textId="420B0F27" w:rsidR="00C36472" w:rsidRPr="001A7B4B" w:rsidRDefault="00C36472" w:rsidP="002C017C">
            <w:pPr>
              <w:pStyle w:val="Normalheadingblue"/>
              <w:numPr>
                <w:ilvl w:val="0"/>
                <w:numId w:val="90"/>
              </w:numPr>
              <w:rPr>
                <w:rFonts w:cs="Arial"/>
                <w:b w:val="0"/>
                <w:color w:val="auto"/>
                <w:szCs w:val="22"/>
              </w:rPr>
            </w:pPr>
            <w:r w:rsidRPr="001A7B4B">
              <w:rPr>
                <w:rFonts w:cs="Arial"/>
                <w:b w:val="0"/>
                <w:color w:val="auto"/>
                <w:szCs w:val="22"/>
              </w:rPr>
              <w:t xml:space="preserve">Tutor to </w:t>
            </w:r>
            <w:r w:rsidR="00816673" w:rsidRPr="001A7B4B">
              <w:rPr>
                <w:rFonts w:cs="Arial"/>
                <w:b w:val="0"/>
                <w:color w:val="auto"/>
                <w:szCs w:val="22"/>
              </w:rPr>
              <w:t>identify the use and limitations of each including cutting and jointing methods</w:t>
            </w:r>
            <w:r w:rsidR="00580A23">
              <w:rPr>
                <w:rFonts w:cs="Arial"/>
                <w:b w:val="0"/>
                <w:color w:val="auto"/>
                <w:szCs w:val="22"/>
              </w:rPr>
              <w:t>.</w:t>
            </w:r>
          </w:p>
          <w:p w14:paraId="27DC1AAA" w14:textId="7013C8CB" w:rsidR="006A5575" w:rsidRPr="001A7B4B" w:rsidRDefault="00116A2E" w:rsidP="002C017C">
            <w:pPr>
              <w:pStyle w:val="Normalheadingblue"/>
              <w:numPr>
                <w:ilvl w:val="0"/>
                <w:numId w:val="90"/>
              </w:numPr>
              <w:rPr>
                <w:rFonts w:cs="Arial"/>
                <w:b w:val="0"/>
                <w:color w:val="auto"/>
                <w:szCs w:val="22"/>
              </w:rPr>
            </w:pPr>
            <w:r w:rsidRPr="001A7B4B">
              <w:rPr>
                <w:rFonts w:cs="Arial"/>
                <w:b w:val="0"/>
                <w:color w:val="auto"/>
                <w:szCs w:val="22"/>
              </w:rPr>
              <w:t>Students</w:t>
            </w:r>
            <w:r w:rsidR="00816673" w:rsidRPr="001A7B4B">
              <w:rPr>
                <w:rFonts w:cs="Arial"/>
                <w:b w:val="0"/>
                <w:color w:val="auto"/>
                <w:szCs w:val="22"/>
              </w:rPr>
              <w:t xml:space="preserve"> to </w:t>
            </w:r>
            <w:r w:rsidR="006A5575" w:rsidRPr="001A7B4B">
              <w:rPr>
                <w:rFonts w:cs="Arial"/>
                <w:b w:val="0"/>
                <w:color w:val="auto"/>
                <w:szCs w:val="22"/>
              </w:rPr>
              <w:t>name all components in team exercise where they must label each component part</w:t>
            </w:r>
            <w:r w:rsidR="00580A23">
              <w:rPr>
                <w:rFonts w:cs="Arial"/>
                <w:b w:val="0"/>
                <w:color w:val="auto"/>
                <w:szCs w:val="22"/>
              </w:rPr>
              <w:t>.</w:t>
            </w:r>
          </w:p>
          <w:p w14:paraId="41F7AB86" w14:textId="77777777" w:rsidR="00643687" w:rsidRPr="001A7B4B" w:rsidRDefault="00643687" w:rsidP="002C017C">
            <w:pPr>
              <w:pStyle w:val="Normalheadingblue"/>
              <w:numPr>
                <w:ilvl w:val="0"/>
                <w:numId w:val="90"/>
              </w:numPr>
              <w:rPr>
                <w:rFonts w:cs="Arial"/>
                <w:b w:val="0"/>
                <w:color w:val="auto"/>
                <w:szCs w:val="22"/>
              </w:rPr>
            </w:pPr>
            <w:r w:rsidRPr="001A7B4B">
              <w:rPr>
                <w:rFonts w:cs="Arial"/>
                <w:b w:val="0"/>
                <w:color w:val="auto"/>
                <w:szCs w:val="22"/>
              </w:rPr>
              <w:t xml:space="preserve">Use links to websites to look at typical ranges </w:t>
            </w:r>
            <w:hyperlink r:id="rId61" w:history="1">
              <w:r w:rsidRPr="001A7B4B">
                <w:rPr>
                  <w:rStyle w:val="Hyperlink"/>
                  <w:color w:val="auto"/>
                </w:rPr>
                <w:t>Waste Pipe Fittings | Drain Pipe Fittings | Wolseley</w:t>
              </w:r>
            </w:hyperlink>
          </w:p>
          <w:p w14:paraId="557BFD42" w14:textId="77777777" w:rsidR="00CF64B4" w:rsidRPr="001A7B4B" w:rsidRDefault="00CF64B4" w:rsidP="00044E13">
            <w:pPr>
              <w:pStyle w:val="Normalheadingblue"/>
              <w:rPr>
                <w:rFonts w:cs="Arial"/>
                <w:color w:val="auto"/>
                <w:szCs w:val="22"/>
              </w:rPr>
            </w:pPr>
          </w:p>
          <w:p w14:paraId="10AFB50E" w14:textId="77777777" w:rsidR="00CF64B4" w:rsidRPr="001A7B4B" w:rsidRDefault="00CF64B4" w:rsidP="00044E13">
            <w:pPr>
              <w:pStyle w:val="Normalheadingblue"/>
              <w:rPr>
                <w:rFonts w:cs="Arial"/>
                <w:color w:val="auto"/>
                <w:szCs w:val="22"/>
              </w:rPr>
            </w:pPr>
            <w:r w:rsidRPr="001A7B4B">
              <w:rPr>
                <w:rFonts w:cs="Arial"/>
                <w:color w:val="auto"/>
                <w:szCs w:val="22"/>
              </w:rPr>
              <w:t xml:space="preserve">Knowledge </w:t>
            </w:r>
            <w:r w:rsidR="00B25B19" w:rsidRPr="001A7B4B">
              <w:rPr>
                <w:rFonts w:cs="Arial"/>
                <w:color w:val="auto"/>
                <w:szCs w:val="22"/>
              </w:rPr>
              <w:t xml:space="preserve">and skills </w:t>
            </w:r>
            <w:r w:rsidRPr="001A7B4B">
              <w:rPr>
                <w:rFonts w:cs="Arial"/>
                <w:color w:val="auto"/>
                <w:szCs w:val="22"/>
              </w:rPr>
              <w:t>check example:</w:t>
            </w:r>
          </w:p>
          <w:p w14:paraId="3FC19907" w14:textId="6D0B9303" w:rsidR="00CF64B4" w:rsidRPr="001A7B4B" w:rsidRDefault="005129FA" w:rsidP="002C017C">
            <w:pPr>
              <w:pStyle w:val="Normalheadingblue"/>
              <w:numPr>
                <w:ilvl w:val="0"/>
                <w:numId w:val="91"/>
              </w:numPr>
              <w:rPr>
                <w:rFonts w:cs="Arial"/>
                <w:b w:val="0"/>
                <w:color w:val="auto"/>
                <w:szCs w:val="22"/>
              </w:rPr>
            </w:pPr>
            <w:r w:rsidRPr="001A7B4B">
              <w:rPr>
                <w:rFonts w:cs="Arial"/>
                <w:b w:val="0"/>
                <w:color w:val="auto"/>
                <w:szCs w:val="22"/>
              </w:rPr>
              <w:t xml:space="preserve">Practical task - </w:t>
            </w:r>
            <w:r w:rsidR="00116A2E" w:rsidRPr="001A7B4B">
              <w:rPr>
                <w:rFonts w:cs="Arial"/>
                <w:b w:val="0"/>
                <w:color w:val="auto"/>
                <w:szCs w:val="22"/>
              </w:rPr>
              <w:t>Students</w:t>
            </w:r>
            <w:r w:rsidR="00B25B19" w:rsidRPr="001A7B4B">
              <w:rPr>
                <w:rFonts w:cs="Arial"/>
                <w:b w:val="0"/>
                <w:color w:val="auto"/>
                <w:szCs w:val="22"/>
              </w:rPr>
              <w:t xml:space="preserve"> to cut short pieces of waste pipe to length and join using specified fittings</w:t>
            </w:r>
            <w:r w:rsidR="00580A23">
              <w:rPr>
                <w:rFonts w:cs="Arial"/>
                <w:b w:val="0"/>
                <w:color w:val="auto"/>
                <w:szCs w:val="22"/>
              </w:rPr>
              <w:t>.</w:t>
            </w:r>
          </w:p>
          <w:p w14:paraId="01186B34" w14:textId="77777777" w:rsidR="00CF64B4" w:rsidRPr="001A7B4B" w:rsidRDefault="00CF64B4" w:rsidP="00044E13">
            <w:pPr>
              <w:pStyle w:val="Normalheadingblue"/>
              <w:rPr>
                <w:rFonts w:cs="Arial"/>
                <w:color w:val="auto"/>
                <w:szCs w:val="22"/>
              </w:rPr>
            </w:pPr>
            <w:r w:rsidRPr="001A7B4B">
              <w:rPr>
                <w:rFonts w:cs="Arial"/>
                <w:color w:val="auto"/>
                <w:szCs w:val="22"/>
              </w:rPr>
              <w:t>Resources:</w:t>
            </w:r>
          </w:p>
          <w:p w14:paraId="20D54C36" w14:textId="77777777" w:rsidR="0095561D" w:rsidRPr="001A7B4B" w:rsidRDefault="0095561D" w:rsidP="00044E13">
            <w:pPr>
              <w:pStyle w:val="Normalheadingblue"/>
              <w:rPr>
                <w:rFonts w:cs="Arial"/>
                <w:b w:val="0"/>
                <w:color w:val="auto"/>
                <w:szCs w:val="22"/>
              </w:rPr>
            </w:pPr>
            <w:r w:rsidRPr="001A7B4B">
              <w:rPr>
                <w:rFonts w:cs="Arial"/>
                <w:b w:val="0"/>
                <w:color w:val="auto"/>
                <w:szCs w:val="22"/>
              </w:rPr>
              <w:t>Range of above ground drainage pipework materials and fittings</w:t>
            </w:r>
          </w:p>
          <w:p w14:paraId="31D96E70" w14:textId="77777777" w:rsidR="0095561D" w:rsidRPr="001A7B4B" w:rsidRDefault="007D6740" w:rsidP="00044E13">
            <w:pPr>
              <w:pStyle w:val="Normalheadingblue"/>
              <w:rPr>
                <w:rFonts w:cs="Arial"/>
                <w:b w:val="0"/>
                <w:color w:val="auto"/>
                <w:szCs w:val="22"/>
              </w:rPr>
            </w:pPr>
            <w:r w:rsidRPr="001A7B4B">
              <w:rPr>
                <w:rFonts w:cs="Arial"/>
                <w:b w:val="0"/>
                <w:color w:val="auto"/>
                <w:szCs w:val="22"/>
              </w:rPr>
              <w:t>Pipe cutters</w:t>
            </w:r>
          </w:p>
          <w:p w14:paraId="7D6E9437" w14:textId="77777777" w:rsidR="007D6740" w:rsidRPr="001A7B4B" w:rsidRDefault="007D6740" w:rsidP="00044E13">
            <w:pPr>
              <w:pStyle w:val="Normalheadingblue"/>
              <w:rPr>
                <w:rFonts w:cs="Arial"/>
                <w:b w:val="0"/>
                <w:color w:val="auto"/>
                <w:szCs w:val="22"/>
              </w:rPr>
            </w:pPr>
            <w:r w:rsidRPr="001A7B4B">
              <w:rPr>
                <w:rFonts w:cs="Arial"/>
                <w:b w:val="0"/>
                <w:color w:val="auto"/>
                <w:szCs w:val="22"/>
              </w:rPr>
              <w:t>Saw</w:t>
            </w:r>
          </w:p>
          <w:p w14:paraId="1638FC27" w14:textId="77777777" w:rsidR="007D6740" w:rsidRPr="001A7B4B" w:rsidRDefault="007D6740" w:rsidP="00044E13">
            <w:pPr>
              <w:pStyle w:val="Normalheadingblue"/>
              <w:rPr>
                <w:rFonts w:cs="Arial"/>
                <w:b w:val="0"/>
                <w:color w:val="auto"/>
                <w:szCs w:val="22"/>
              </w:rPr>
            </w:pPr>
            <w:r w:rsidRPr="001A7B4B">
              <w:rPr>
                <w:rFonts w:cs="Arial"/>
                <w:b w:val="0"/>
                <w:color w:val="auto"/>
                <w:szCs w:val="22"/>
              </w:rPr>
              <w:lastRenderedPageBreak/>
              <w:t>Tape measures</w:t>
            </w:r>
          </w:p>
          <w:p w14:paraId="232E3145" w14:textId="77777777" w:rsidR="007D6740" w:rsidRPr="001A7B4B" w:rsidRDefault="007D6740" w:rsidP="00044E13">
            <w:pPr>
              <w:pStyle w:val="Normalheadingblue"/>
              <w:rPr>
                <w:rFonts w:cs="Arial"/>
                <w:b w:val="0"/>
                <w:color w:val="auto"/>
                <w:szCs w:val="22"/>
              </w:rPr>
            </w:pPr>
            <w:r w:rsidRPr="001A7B4B">
              <w:rPr>
                <w:rFonts w:cs="Arial"/>
                <w:b w:val="0"/>
                <w:color w:val="auto"/>
                <w:szCs w:val="22"/>
              </w:rPr>
              <w:t>Files</w:t>
            </w:r>
          </w:p>
          <w:p w14:paraId="3E24FA62" w14:textId="77777777" w:rsidR="007D6740" w:rsidRPr="001A7B4B" w:rsidRDefault="007D6740" w:rsidP="00044E13">
            <w:pPr>
              <w:pStyle w:val="Normalheadingblue"/>
              <w:rPr>
                <w:rFonts w:cs="Arial"/>
                <w:b w:val="0"/>
                <w:color w:val="auto"/>
                <w:szCs w:val="22"/>
              </w:rPr>
            </w:pPr>
            <w:r w:rsidRPr="001A7B4B">
              <w:rPr>
                <w:rFonts w:cs="Arial"/>
                <w:b w:val="0"/>
                <w:color w:val="auto"/>
                <w:szCs w:val="22"/>
              </w:rPr>
              <w:t>PPE</w:t>
            </w:r>
          </w:p>
          <w:p w14:paraId="2BA66508" w14:textId="77777777" w:rsidR="00CF64B4" w:rsidRPr="001A7B4B" w:rsidRDefault="00CF64B4" w:rsidP="00044E13">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297EBF2C" w14:textId="77777777" w:rsidR="00DD207A" w:rsidRPr="001A7B4B" w:rsidRDefault="008A57D2">
            <w:r w:rsidRPr="001A7B4B">
              <w:lastRenderedPageBreak/>
              <w:t>Identify components team task</w:t>
            </w:r>
            <w:r w:rsidRPr="001A7B4B">
              <w:br/>
            </w:r>
            <w:r w:rsidRPr="001A7B4B">
              <w:br/>
            </w:r>
            <w:r w:rsidRPr="001A7B4B">
              <w:br/>
            </w:r>
            <w:r w:rsidRPr="001A7B4B">
              <w:br/>
            </w:r>
            <w:r w:rsidRPr="001A7B4B">
              <w:br/>
              <w:t>Cut and connect waste pipe task</w:t>
            </w:r>
            <w:r w:rsidRPr="001A7B4B">
              <w:br/>
              <w:t>Maths skills (measurement, scale, calculation, costing)</w:t>
            </w:r>
          </w:p>
        </w:tc>
      </w:tr>
      <w:tr w:rsidR="001A7B4B" w:rsidRPr="001A7B4B" w14:paraId="2A699A8C"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782866C2" w14:textId="77777777" w:rsidR="00CF64B4" w:rsidRDefault="00CF64B4" w:rsidP="00044E13">
            <w:pPr>
              <w:jc w:val="center"/>
              <w:rPr>
                <w:rFonts w:cs="Arial"/>
                <w:szCs w:val="22"/>
              </w:rPr>
            </w:pPr>
            <w:r>
              <w:rPr>
                <w:rFonts w:cs="Arial"/>
                <w:szCs w:val="22"/>
              </w:rPr>
              <w:lastRenderedPageBreak/>
              <w:t>1</w:t>
            </w:r>
            <w:r w:rsidR="00D249B6">
              <w:rPr>
                <w:rFonts w:cs="Arial"/>
                <w:szCs w:val="22"/>
              </w:rPr>
              <w:t>42</w:t>
            </w:r>
          </w:p>
          <w:p w14:paraId="7CB7A7B0" w14:textId="77777777" w:rsidR="00EC1649" w:rsidRDefault="00EC1649" w:rsidP="00044E13">
            <w:pPr>
              <w:jc w:val="center"/>
              <w:rPr>
                <w:rFonts w:cs="Arial"/>
                <w:szCs w:val="22"/>
              </w:rPr>
            </w:pPr>
            <w:r>
              <w:rPr>
                <w:rFonts w:cs="Arial"/>
                <w:szCs w:val="22"/>
              </w:rPr>
              <w:t>3 hours</w:t>
            </w:r>
          </w:p>
          <w:p w14:paraId="40FB1C2F" w14:textId="4957981F" w:rsidR="00B30F8A" w:rsidRDefault="00B30F8A" w:rsidP="00044E13">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7C750CB7" w14:textId="77777777" w:rsidR="00CF64B4" w:rsidRPr="001A7B4B" w:rsidRDefault="00CF64B4" w:rsidP="00044E13">
            <w:pPr>
              <w:pStyle w:val="Normalheadingblack"/>
              <w:rPr>
                <w:rFonts w:cs="Arial"/>
                <w:lang w:eastAsia="en-GB"/>
              </w:rPr>
            </w:pPr>
            <w:r w:rsidRPr="001A7B4B">
              <w:rPr>
                <w:rFonts w:cs="Arial"/>
                <w:lang w:eastAsia="en-GB"/>
              </w:rPr>
              <w:t>Outcome 1 – Plumbing and heating common knowledge criteria</w:t>
            </w:r>
          </w:p>
          <w:p w14:paraId="3175B9EC" w14:textId="77777777" w:rsidR="00CF64B4" w:rsidRPr="001A7B4B" w:rsidRDefault="00CF64B4" w:rsidP="00044E13">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0C6A6CE0" w14:textId="77777777" w:rsidR="00CF64B4" w:rsidRPr="001A7B4B" w:rsidRDefault="00CF64B4" w:rsidP="00044E13">
            <w:pPr>
              <w:pStyle w:val="Normalheadingblack"/>
              <w:rPr>
                <w:rFonts w:cs="Arial"/>
                <w:b w:val="0"/>
                <w:szCs w:val="22"/>
              </w:rPr>
            </w:pPr>
            <w:r w:rsidRPr="001A7B4B">
              <w:rPr>
                <w:rFonts w:cs="Arial"/>
                <w:b w:val="0"/>
                <w:szCs w:val="22"/>
              </w:rPr>
              <w:t>K1.7 Plumbing and heating systems</w:t>
            </w:r>
          </w:p>
          <w:p w14:paraId="69DF948E" w14:textId="77777777" w:rsidR="00CF64B4" w:rsidRPr="001A7B4B" w:rsidRDefault="00CF64B4" w:rsidP="00044E13">
            <w:pPr>
              <w:pStyle w:val="Normalheadingblack"/>
              <w:rPr>
                <w:rFonts w:cs="Arial"/>
                <w:b w:val="0"/>
                <w:szCs w:val="22"/>
              </w:rPr>
            </w:pPr>
          </w:p>
          <w:p w14:paraId="4152FADB" w14:textId="77777777" w:rsidR="00CF64B4" w:rsidRPr="001A7B4B" w:rsidRDefault="00CF64B4" w:rsidP="00044E13">
            <w:pPr>
              <w:pStyle w:val="Normalheadingblack"/>
              <w:rPr>
                <w:rFonts w:cs="Arial"/>
                <w:b w:val="0"/>
                <w:szCs w:val="22"/>
              </w:rPr>
            </w:pPr>
            <w:r w:rsidRPr="001A7B4B">
              <w:rPr>
                <w:rFonts w:cs="Arial"/>
                <w:b w:val="0"/>
                <w:szCs w:val="22"/>
              </w:rPr>
              <w:t>K1.8 Components used in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276E7349" w14:textId="77777777" w:rsidR="00CF64B4" w:rsidRPr="001A7B4B" w:rsidRDefault="00CF64B4" w:rsidP="00044E13">
            <w:pPr>
              <w:pStyle w:val="Normalheadingblue"/>
              <w:rPr>
                <w:rFonts w:cs="Arial"/>
                <w:color w:val="auto"/>
                <w:szCs w:val="22"/>
              </w:rPr>
            </w:pPr>
            <w:r w:rsidRPr="001A7B4B">
              <w:rPr>
                <w:rFonts w:cs="Arial"/>
                <w:color w:val="auto"/>
                <w:szCs w:val="22"/>
              </w:rPr>
              <w:t>Activity:</w:t>
            </w:r>
          </w:p>
          <w:p w14:paraId="5349752F" w14:textId="77777777" w:rsidR="00CF64B4" w:rsidRPr="001A7B4B" w:rsidRDefault="00CF64B4" w:rsidP="00044E13">
            <w:pPr>
              <w:pStyle w:val="Normalheadingblue"/>
              <w:rPr>
                <w:rFonts w:cs="Arial"/>
                <w:color w:val="auto"/>
                <w:szCs w:val="22"/>
              </w:rPr>
            </w:pPr>
          </w:p>
          <w:p w14:paraId="442178B8" w14:textId="77777777" w:rsidR="00CF64B4" w:rsidRPr="001A7B4B" w:rsidRDefault="00CF64B4" w:rsidP="00044E13">
            <w:pPr>
              <w:pStyle w:val="Normalheadingblue"/>
              <w:rPr>
                <w:rFonts w:cs="Arial"/>
                <w:color w:val="auto"/>
                <w:szCs w:val="22"/>
              </w:rPr>
            </w:pPr>
            <w:r w:rsidRPr="001A7B4B">
              <w:rPr>
                <w:rFonts w:cs="Arial"/>
                <w:color w:val="auto"/>
                <w:szCs w:val="22"/>
              </w:rPr>
              <w:t>Starter task example:</w:t>
            </w:r>
          </w:p>
          <w:p w14:paraId="53211338" w14:textId="3D512B4D" w:rsidR="00CF64B4" w:rsidRPr="001A7B4B" w:rsidRDefault="00EC1649" w:rsidP="002C017C">
            <w:pPr>
              <w:pStyle w:val="Normalheadingblue"/>
              <w:numPr>
                <w:ilvl w:val="0"/>
                <w:numId w:val="91"/>
              </w:numPr>
              <w:rPr>
                <w:rFonts w:cs="Arial"/>
                <w:b w:val="0"/>
                <w:color w:val="auto"/>
                <w:szCs w:val="22"/>
              </w:rPr>
            </w:pPr>
            <w:r w:rsidRPr="001A7B4B">
              <w:rPr>
                <w:rFonts w:cs="Arial"/>
                <w:b w:val="0"/>
                <w:color w:val="auto"/>
                <w:szCs w:val="22"/>
              </w:rPr>
              <w:t>Discussion relating to articles and latest news within Plumbing and heating Industry magazines</w:t>
            </w:r>
            <w:r w:rsidR="00580A23">
              <w:rPr>
                <w:rFonts w:cs="Arial"/>
                <w:b w:val="0"/>
                <w:color w:val="auto"/>
                <w:szCs w:val="22"/>
              </w:rPr>
              <w:t>.</w:t>
            </w:r>
          </w:p>
          <w:p w14:paraId="36EB2628" w14:textId="77777777" w:rsidR="00CF64B4" w:rsidRPr="001A7B4B" w:rsidRDefault="00CF64B4" w:rsidP="00044E13">
            <w:pPr>
              <w:pStyle w:val="Normalheadingblue"/>
              <w:rPr>
                <w:rFonts w:cs="Arial"/>
                <w:color w:val="auto"/>
                <w:szCs w:val="22"/>
              </w:rPr>
            </w:pPr>
          </w:p>
          <w:p w14:paraId="7623AC10" w14:textId="77777777" w:rsidR="00CF64B4" w:rsidRPr="001A7B4B" w:rsidRDefault="00CF64B4" w:rsidP="00044E13">
            <w:pPr>
              <w:pStyle w:val="Normalheadingblue"/>
              <w:rPr>
                <w:rFonts w:cs="Arial"/>
                <w:color w:val="auto"/>
                <w:szCs w:val="22"/>
              </w:rPr>
            </w:pPr>
            <w:r w:rsidRPr="001A7B4B">
              <w:rPr>
                <w:rFonts w:cs="Arial"/>
                <w:color w:val="auto"/>
                <w:szCs w:val="22"/>
              </w:rPr>
              <w:t>Delivery:</w:t>
            </w:r>
          </w:p>
          <w:p w14:paraId="518CD25B" w14:textId="4CFD10D4" w:rsidR="00D249B6" w:rsidRPr="001A7B4B" w:rsidRDefault="006F74AD" w:rsidP="00044E13">
            <w:pPr>
              <w:pStyle w:val="Normalheadingblue"/>
              <w:rPr>
                <w:rFonts w:cs="Arial"/>
                <w:b w:val="0"/>
                <w:color w:val="auto"/>
                <w:szCs w:val="22"/>
              </w:rPr>
            </w:pPr>
            <w:r w:rsidRPr="001A7B4B">
              <w:rPr>
                <w:rFonts w:cs="Arial"/>
                <w:b w:val="0"/>
                <w:color w:val="auto"/>
                <w:szCs w:val="22"/>
              </w:rPr>
              <w:t>Tutor to deliver content</w:t>
            </w:r>
            <w:r w:rsidR="001306D6">
              <w:rPr>
                <w:rFonts w:cs="Arial"/>
                <w:b w:val="0"/>
                <w:color w:val="auto"/>
                <w:szCs w:val="22"/>
              </w:rPr>
              <w:t xml:space="preserve"> on </w:t>
            </w:r>
            <w:r w:rsidR="001306D6" w:rsidRPr="001306D6">
              <w:rPr>
                <w:rFonts w:cs="Arial"/>
                <w:b w:val="0"/>
                <w:bCs/>
                <w:color w:val="auto"/>
                <w:szCs w:val="22"/>
              </w:rPr>
              <w:t>Sanitation systems – Primary ventilated stack systems,</w:t>
            </w:r>
            <w:r w:rsidR="001306D6">
              <w:rPr>
                <w:rFonts w:cs="Arial"/>
                <w:b w:val="0"/>
                <w:color w:val="auto"/>
                <w:szCs w:val="22"/>
              </w:rPr>
              <w:t xml:space="preserve"> </w:t>
            </w:r>
            <w:r w:rsidRPr="001A7B4B">
              <w:rPr>
                <w:rFonts w:cs="Arial"/>
                <w:b w:val="0"/>
                <w:color w:val="auto"/>
                <w:szCs w:val="22"/>
              </w:rPr>
              <w:t>including:</w:t>
            </w:r>
          </w:p>
          <w:p w14:paraId="226EC04E" w14:textId="77777777" w:rsidR="006F74AD" w:rsidRPr="001A7B4B" w:rsidRDefault="006F74AD" w:rsidP="002C017C">
            <w:pPr>
              <w:pStyle w:val="Normalheadingblue"/>
              <w:numPr>
                <w:ilvl w:val="0"/>
                <w:numId w:val="91"/>
              </w:numPr>
              <w:rPr>
                <w:rFonts w:cs="Arial"/>
                <w:b w:val="0"/>
                <w:color w:val="auto"/>
                <w:szCs w:val="22"/>
              </w:rPr>
            </w:pPr>
            <w:r w:rsidRPr="001A7B4B">
              <w:rPr>
                <w:rFonts w:cs="Arial"/>
                <w:b w:val="0"/>
                <w:color w:val="auto"/>
                <w:szCs w:val="22"/>
              </w:rPr>
              <w:t xml:space="preserve">System </w:t>
            </w:r>
            <w:r w:rsidR="00F8515E" w:rsidRPr="001A7B4B">
              <w:rPr>
                <w:rFonts w:cs="Arial"/>
                <w:b w:val="0"/>
                <w:color w:val="auto"/>
                <w:szCs w:val="22"/>
              </w:rPr>
              <w:t>components</w:t>
            </w:r>
          </w:p>
          <w:p w14:paraId="0DD4429C" w14:textId="77777777" w:rsidR="006F74AD" w:rsidRPr="001A7B4B" w:rsidRDefault="006F74AD" w:rsidP="002C017C">
            <w:pPr>
              <w:pStyle w:val="Normalheadingblue"/>
              <w:numPr>
                <w:ilvl w:val="0"/>
                <w:numId w:val="91"/>
              </w:numPr>
              <w:rPr>
                <w:rFonts w:cs="Arial"/>
                <w:b w:val="0"/>
                <w:color w:val="auto"/>
                <w:szCs w:val="22"/>
              </w:rPr>
            </w:pPr>
            <w:r w:rsidRPr="001A7B4B">
              <w:rPr>
                <w:rFonts w:cs="Arial"/>
                <w:b w:val="0"/>
                <w:color w:val="auto"/>
                <w:szCs w:val="22"/>
              </w:rPr>
              <w:t>System principles</w:t>
            </w:r>
          </w:p>
          <w:p w14:paraId="230C1F15" w14:textId="77777777" w:rsidR="006F74AD" w:rsidRPr="001A7B4B" w:rsidRDefault="00F8515E" w:rsidP="002C017C">
            <w:pPr>
              <w:pStyle w:val="Normalheadingblue"/>
              <w:numPr>
                <w:ilvl w:val="0"/>
                <w:numId w:val="91"/>
              </w:numPr>
              <w:rPr>
                <w:rFonts w:cs="Arial"/>
                <w:b w:val="0"/>
                <w:color w:val="auto"/>
                <w:szCs w:val="22"/>
              </w:rPr>
            </w:pPr>
            <w:r w:rsidRPr="001A7B4B">
              <w:rPr>
                <w:rFonts w:cs="Arial"/>
                <w:b w:val="0"/>
                <w:color w:val="auto"/>
                <w:szCs w:val="22"/>
              </w:rPr>
              <w:t>Stack location and dimensions</w:t>
            </w:r>
          </w:p>
          <w:p w14:paraId="23113C40" w14:textId="77777777" w:rsidR="00EC1649" w:rsidRPr="001A7B4B" w:rsidRDefault="00EC1649" w:rsidP="002C017C">
            <w:pPr>
              <w:pStyle w:val="Normalheadingblue"/>
              <w:numPr>
                <w:ilvl w:val="0"/>
                <w:numId w:val="91"/>
              </w:numPr>
              <w:rPr>
                <w:rFonts w:cs="Arial"/>
                <w:b w:val="0"/>
                <w:color w:val="auto"/>
                <w:szCs w:val="22"/>
              </w:rPr>
            </w:pPr>
            <w:r w:rsidRPr="001A7B4B">
              <w:rPr>
                <w:rFonts w:cs="Arial"/>
                <w:b w:val="0"/>
                <w:color w:val="auto"/>
                <w:szCs w:val="22"/>
              </w:rPr>
              <w:t xml:space="preserve">Tutor to distribute components such as </w:t>
            </w:r>
            <w:r w:rsidR="00A54D11" w:rsidRPr="001A7B4B">
              <w:rPr>
                <w:rFonts w:cs="Arial"/>
                <w:b w:val="0"/>
                <w:color w:val="auto"/>
                <w:szCs w:val="22"/>
              </w:rPr>
              <w:t>b</w:t>
            </w:r>
            <w:r w:rsidRPr="001A7B4B">
              <w:rPr>
                <w:rFonts w:cs="Arial"/>
                <w:b w:val="0"/>
                <w:color w:val="auto"/>
                <w:szCs w:val="22"/>
              </w:rPr>
              <w:t>osses and pan connectors</w:t>
            </w:r>
          </w:p>
          <w:p w14:paraId="674131FF" w14:textId="6DF70488" w:rsidR="00CF64B4" w:rsidRPr="001A7B4B" w:rsidRDefault="00116A2E" w:rsidP="002C017C">
            <w:pPr>
              <w:pStyle w:val="Normalheadingblue"/>
              <w:numPr>
                <w:ilvl w:val="0"/>
                <w:numId w:val="91"/>
              </w:numPr>
              <w:rPr>
                <w:rFonts w:cs="Arial"/>
                <w:b w:val="0"/>
                <w:color w:val="auto"/>
                <w:szCs w:val="22"/>
              </w:rPr>
            </w:pPr>
            <w:r w:rsidRPr="001A7B4B">
              <w:rPr>
                <w:rFonts w:cs="Arial"/>
                <w:b w:val="0"/>
                <w:color w:val="auto"/>
                <w:szCs w:val="22"/>
              </w:rPr>
              <w:t>Students</w:t>
            </w:r>
            <w:r w:rsidR="00EC1649" w:rsidRPr="001A7B4B">
              <w:rPr>
                <w:rFonts w:cs="Arial"/>
                <w:b w:val="0"/>
                <w:color w:val="auto"/>
                <w:szCs w:val="22"/>
              </w:rPr>
              <w:t xml:space="preserve"> to sketch system and dimensions with labels</w:t>
            </w:r>
            <w:r w:rsidR="00580A23">
              <w:rPr>
                <w:rFonts w:cs="Arial"/>
                <w:b w:val="0"/>
                <w:color w:val="auto"/>
                <w:szCs w:val="22"/>
              </w:rPr>
              <w:t>.</w:t>
            </w:r>
          </w:p>
          <w:p w14:paraId="4B28002B" w14:textId="77777777" w:rsidR="00CF64B4" w:rsidRPr="001A7B4B" w:rsidRDefault="00CF64B4" w:rsidP="00044E13">
            <w:pPr>
              <w:pStyle w:val="Normalheadingblue"/>
              <w:rPr>
                <w:rFonts w:cs="Arial"/>
                <w:color w:val="auto"/>
                <w:szCs w:val="22"/>
              </w:rPr>
            </w:pPr>
          </w:p>
          <w:p w14:paraId="589B471D" w14:textId="77777777" w:rsidR="00CF64B4" w:rsidRPr="001A7B4B" w:rsidRDefault="00CF64B4" w:rsidP="00044E13">
            <w:pPr>
              <w:pStyle w:val="Normalheadingblue"/>
              <w:rPr>
                <w:rFonts w:cs="Arial"/>
                <w:color w:val="auto"/>
                <w:szCs w:val="22"/>
              </w:rPr>
            </w:pPr>
            <w:r w:rsidRPr="001A7B4B">
              <w:rPr>
                <w:rFonts w:cs="Arial"/>
                <w:color w:val="auto"/>
                <w:szCs w:val="22"/>
              </w:rPr>
              <w:t>Knowledge check example:</w:t>
            </w:r>
          </w:p>
          <w:p w14:paraId="5804070A" w14:textId="2559B6DA" w:rsidR="00CF64B4" w:rsidRPr="001A7B4B" w:rsidRDefault="00EC1649" w:rsidP="002C017C">
            <w:pPr>
              <w:pStyle w:val="Normalheadingblue"/>
              <w:numPr>
                <w:ilvl w:val="0"/>
                <w:numId w:val="92"/>
              </w:numPr>
              <w:rPr>
                <w:rFonts w:cs="Arial"/>
                <w:b w:val="0"/>
                <w:color w:val="auto"/>
                <w:szCs w:val="22"/>
              </w:rPr>
            </w:pPr>
            <w:r w:rsidRPr="001A7B4B">
              <w:rPr>
                <w:rFonts w:cs="Arial"/>
                <w:b w:val="0"/>
                <w:color w:val="auto"/>
                <w:szCs w:val="22"/>
              </w:rPr>
              <w:lastRenderedPageBreak/>
              <w:t xml:space="preserve">Online quiz as individuals or teams as directed by tutor based on </w:t>
            </w:r>
            <w:r w:rsidR="001F2FCE" w:rsidRPr="001A7B4B">
              <w:rPr>
                <w:rFonts w:cs="Arial"/>
                <w:b w:val="0"/>
                <w:color w:val="auto"/>
                <w:szCs w:val="22"/>
              </w:rPr>
              <w:t>today’s</w:t>
            </w:r>
            <w:r w:rsidRPr="001A7B4B">
              <w:rPr>
                <w:rFonts w:cs="Arial"/>
                <w:b w:val="0"/>
                <w:color w:val="auto"/>
                <w:szCs w:val="22"/>
              </w:rPr>
              <w:t xml:space="preserve"> session content</w:t>
            </w:r>
          </w:p>
          <w:p w14:paraId="2D8EECDE" w14:textId="77777777" w:rsidR="00CF64B4" w:rsidRPr="001A7B4B" w:rsidRDefault="00CF64B4" w:rsidP="00044E13">
            <w:pPr>
              <w:pStyle w:val="Normalheadingblue"/>
              <w:rPr>
                <w:rFonts w:cs="Arial"/>
                <w:color w:val="auto"/>
                <w:szCs w:val="22"/>
              </w:rPr>
            </w:pPr>
            <w:r w:rsidRPr="001A7B4B">
              <w:rPr>
                <w:rFonts w:cs="Arial"/>
                <w:color w:val="auto"/>
                <w:szCs w:val="22"/>
              </w:rPr>
              <w:t>Resources:</w:t>
            </w:r>
          </w:p>
          <w:p w14:paraId="2BC898A2" w14:textId="77777777" w:rsidR="00A54D11" w:rsidRPr="001A7B4B" w:rsidRDefault="00A54D11" w:rsidP="00A54D11">
            <w:pPr>
              <w:pStyle w:val="Normalheadingblue"/>
              <w:rPr>
                <w:rFonts w:cs="Arial"/>
                <w:b w:val="0"/>
                <w:color w:val="auto"/>
                <w:szCs w:val="22"/>
              </w:rPr>
            </w:pPr>
            <w:r w:rsidRPr="001A7B4B">
              <w:rPr>
                <w:rFonts w:cs="Arial"/>
                <w:b w:val="0"/>
                <w:color w:val="auto"/>
                <w:szCs w:val="22"/>
              </w:rPr>
              <w:t>Stack system fittings</w:t>
            </w:r>
          </w:p>
          <w:p w14:paraId="499450AC" w14:textId="77777777" w:rsidR="00A54D11" w:rsidRPr="001A7B4B" w:rsidRDefault="00A54D11" w:rsidP="00044E13">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59E7BDCF" w14:textId="77777777" w:rsidR="00DD207A" w:rsidRPr="001A7B4B" w:rsidRDefault="008A57D2">
            <w:r w:rsidRPr="001A7B4B">
              <w:lastRenderedPageBreak/>
              <w:t>Q&amp;A</w:t>
            </w:r>
            <w:r w:rsidRPr="001A7B4B">
              <w:br/>
            </w:r>
            <w:r w:rsidRPr="001A7B4B">
              <w:br/>
            </w:r>
            <w:r w:rsidRPr="001A7B4B">
              <w:br/>
            </w:r>
            <w:r w:rsidRPr="001A7B4B">
              <w:br/>
              <w:t>Produce layout diagram</w:t>
            </w:r>
            <w:r w:rsidRPr="001A7B4B">
              <w:br/>
            </w:r>
            <w:r w:rsidRPr="001A7B4B">
              <w:br/>
            </w:r>
            <w:r w:rsidRPr="001A7B4B">
              <w:br/>
            </w:r>
            <w:r w:rsidRPr="001A7B4B">
              <w:br/>
              <w:t>Online Quiz</w:t>
            </w:r>
            <w:r w:rsidRPr="001A7B4B">
              <w:br/>
              <w:t>English skills (reading, writing, technical vocabulary)</w:t>
            </w:r>
          </w:p>
        </w:tc>
      </w:tr>
      <w:tr w:rsidR="001A7B4B" w:rsidRPr="001A7B4B" w14:paraId="4232D5E5"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305AB95D" w14:textId="77777777" w:rsidR="00CF64B4" w:rsidRDefault="00A54D11" w:rsidP="00044E13">
            <w:pPr>
              <w:jc w:val="center"/>
              <w:rPr>
                <w:rFonts w:cs="Arial"/>
                <w:szCs w:val="22"/>
              </w:rPr>
            </w:pPr>
            <w:r>
              <w:rPr>
                <w:rFonts w:cs="Arial"/>
                <w:szCs w:val="22"/>
              </w:rPr>
              <w:t>143</w:t>
            </w:r>
          </w:p>
          <w:p w14:paraId="427863A5" w14:textId="77777777" w:rsidR="00A54D11" w:rsidRDefault="00A54D11" w:rsidP="00044E13">
            <w:pPr>
              <w:jc w:val="center"/>
              <w:rPr>
                <w:rFonts w:cs="Arial"/>
                <w:szCs w:val="22"/>
              </w:rPr>
            </w:pPr>
            <w:r>
              <w:rPr>
                <w:rFonts w:cs="Arial"/>
                <w:szCs w:val="22"/>
              </w:rPr>
              <w:t>3 hours</w:t>
            </w:r>
          </w:p>
          <w:p w14:paraId="2385E9B9" w14:textId="68BAB2AE" w:rsidR="00B30F8A" w:rsidRDefault="00B30F8A" w:rsidP="00044E13">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636415E0" w14:textId="77777777" w:rsidR="00CF64B4" w:rsidRPr="001A7B4B" w:rsidRDefault="00CF64B4" w:rsidP="00044E13">
            <w:pPr>
              <w:pStyle w:val="Normalheadingblack"/>
              <w:rPr>
                <w:rFonts w:cs="Arial"/>
                <w:lang w:eastAsia="en-GB"/>
              </w:rPr>
            </w:pPr>
            <w:r w:rsidRPr="001A7B4B">
              <w:rPr>
                <w:rFonts w:cs="Arial"/>
                <w:lang w:eastAsia="en-GB"/>
              </w:rPr>
              <w:t>Outcome 1 – Plumbing and heating common knowledge criteria</w:t>
            </w:r>
          </w:p>
          <w:p w14:paraId="11A83102" w14:textId="77777777" w:rsidR="00CF64B4" w:rsidRPr="001A7B4B" w:rsidRDefault="00CF64B4" w:rsidP="00044E13">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7C6CCC26" w14:textId="77777777" w:rsidR="00CF64B4" w:rsidRPr="001A7B4B" w:rsidRDefault="00CF64B4" w:rsidP="00044E13">
            <w:pPr>
              <w:pStyle w:val="Normalheadingblack"/>
              <w:rPr>
                <w:rFonts w:cs="Arial"/>
                <w:b w:val="0"/>
                <w:szCs w:val="22"/>
              </w:rPr>
            </w:pPr>
            <w:r w:rsidRPr="001A7B4B">
              <w:rPr>
                <w:rFonts w:cs="Arial"/>
                <w:b w:val="0"/>
                <w:szCs w:val="22"/>
              </w:rPr>
              <w:t>K1.7 Plumbing and heating systems</w:t>
            </w:r>
          </w:p>
          <w:p w14:paraId="74E0D75F" w14:textId="77777777" w:rsidR="00CF64B4" w:rsidRPr="001A7B4B" w:rsidRDefault="00CF64B4" w:rsidP="00044E13">
            <w:pPr>
              <w:pStyle w:val="Normalheadingblack"/>
              <w:rPr>
                <w:rFonts w:cs="Arial"/>
                <w:b w:val="0"/>
                <w:szCs w:val="22"/>
              </w:rPr>
            </w:pPr>
          </w:p>
          <w:p w14:paraId="70B3443B" w14:textId="77777777" w:rsidR="00CF64B4" w:rsidRPr="001A7B4B" w:rsidRDefault="00CF64B4" w:rsidP="00044E13">
            <w:pPr>
              <w:pStyle w:val="Normalheadingblack"/>
              <w:rPr>
                <w:rFonts w:cs="Arial"/>
                <w:b w:val="0"/>
                <w:szCs w:val="22"/>
              </w:rPr>
            </w:pPr>
            <w:r w:rsidRPr="001A7B4B">
              <w:rPr>
                <w:rFonts w:cs="Arial"/>
                <w:b w:val="0"/>
                <w:szCs w:val="22"/>
              </w:rPr>
              <w:t>K1.8 Components used in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284D7ADB" w14:textId="77777777" w:rsidR="00CF64B4" w:rsidRPr="001A7B4B" w:rsidRDefault="00CF64B4" w:rsidP="00044E13">
            <w:pPr>
              <w:pStyle w:val="Normalheadingblue"/>
              <w:rPr>
                <w:rFonts w:cs="Arial"/>
                <w:color w:val="auto"/>
                <w:szCs w:val="22"/>
              </w:rPr>
            </w:pPr>
            <w:r w:rsidRPr="001A7B4B">
              <w:rPr>
                <w:rFonts w:cs="Arial"/>
                <w:color w:val="auto"/>
                <w:szCs w:val="22"/>
              </w:rPr>
              <w:t>Activity:</w:t>
            </w:r>
          </w:p>
          <w:p w14:paraId="3F6EDAEE" w14:textId="77777777" w:rsidR="00CF64B4" w:rsidRPr="001A7B4B" w:rsidRDefault="00CF64B4" w:rsidP="00044E13">
            <w:pPr>
              <w:pStyle w:val="Normalheadingblue"/>
              <w:rPr>
                <w:rFonts w:cs="Arial"/>
                <w:color w:val="auto"/>
                <w:szCs w:val="22"/>
              </w:rPr>
            </w:pPr>
          </w:p>
          <w:p w14:paraId="1AD1BF38" w14:textId="77777777" w:rsidR="00CF64B4" w:rsidRPr="001A7B4B" w:rsidRDefault="00CF64B4" w:rsidP="00044E13">
            <w:pPr>
              <w:pStyle w:val="Normalheadingblue"/>
              <w:rPr>
                <w:rFonts w:cs="Arial"/>
                <w:color w:val="auto"/>
                <w:szCs w:val="22"/>
              </w:rPr>
            </w:pPr>
            <w:r w:rsidRPr="001A7B4B">
              <w:rPr>
                <w:rFonts w:cs="Arial"/>
                <w:color w:val="auto"/>
                <w:szCs w:val="22"/>
              </w:rPr>
              <w:t>Starter task example:</w:t>
            </w:r>
          </w:p>
          <w:p w14:paraId="7BA18A40" w14:textId="77777777" w:rsidR="00CF64B4" w:rsidRPr="001A7B4B" w:rsidRDefault="0075694C" w:rsidP="002C017C">
            <w:pPr>
              <w:pStyle w:val="Normalheadingblue"/>
              <w:numPr>
                <w:ilvl w:val="0"/>
                <w:numId w:val="92"/>
              </w:numPr>
              <w:rPr>
                <w:rFonts w:cs="Arial"/>
                <w:b w:val="0"/>
                <w:color w:val="auto"/>
                <w:szCs w:val="22"/>
              </w:rPr>
            </w:pPr>
            <w:r w:rsidRPr="001A7B4B">
              <w:rPr>
                <w:rFonts w:cs="Arial"/>
                <w:b w:val="0"/>
                <w:color w:val="auto"/>
                <w:szCs w:val="22"/>
              </w:rPr>
              <w:t>Quick quiz – short MCQ question set to check retention of information from previous session. Tutor to lead discussion regarding the answers</w:t>
            </w:r>
          </w:p>
          <w:p w14:paraId="7F41C151" w14:textId="77777777" w:rsidR="00CF64B4" w:rsidRPr="001A7B4B" w:rsidRDefault="00CF64B4" w:rsidP="00044E13">
            <w:pPr>
              <w:pStyle w:val="Normalheadingblue"/>
              <w:rPr>
                <w:rFonts w:cs="Arial"/>
                <w:color w:val="auto"/>
                <w:szCs w:val="22"/>
              </w:rPr>
            </w:pPr>
          </w:p>
          <w:p w14:paraId="18A23B3C" w14:textId="77777777" w:rsidR="00CF64B4" w:rsidRPr="001A7B4B" w:rsidRDefault="00CF64B4" w:rsidP="00044E13">
            <w:pPr>
              <w:pStyle w:val="Normalheadingblue"/>
              <w:rPr>
                <w:rFonts w:cs="Arial"/>
                <w:color w:val="auto"/>
                <w:szCs w:val="22"/>
              </w:rPr>
            </w:pPr>
            <w:r w:rsidRPr="001A7B4B">
              <w:rPr>
                <w:rFonts w:cs="Arial"/>
                <w:color w:val="auto"/>
                <w:szCs w:val="22"/>
              </w:rPr>
              <w:t>Delivery:</w:t>
            </w:r>
          </w:p>
          <w:p w14:paraId="22C73B8C" w14:textId="0916E42E" w:rsidR="00A54D11" w:rsidRPr="001A7B4B" w:rsidRDefault="00A54D11" w:rsidP="00A54D11">
            <w:pPr>
              <w:pStyle w:val="Normalheadingblue"/>
              <w:rPr>
                <w:rFonts w:cs="Arial"/>
                <w:b w:val="0"/>
                <w:color w:val="auto"/>
                <w:szCs w:val="22"/>
              </w:rPr>
            </w:pPr>
            <w:r w:rsidRPr="001A7B4B">
              <w:rPr>
                <w:rFonts w:cs="Arial"/>
                <w:b w:val="0"/>
                <w:color w:val="auto"/>
                <w:szCs w:val="22"/>
              </w:rPr>
              <w:t xml:space="preserve">Tutor to deliver content </w:t>
            </w:r>
            <w:r w:rsidR="00216120">
              <w:rPr>
                <w:rFonts w:cs="Arial"/>
                <w:b w:val="0"/>
                <w:color w:val="auto"/>
                <w:szCs w:val="22"/>
              </w:rPr>
              <w:t xml:space="preserve">on </w:t>
            </w:r>
            <w:r w:rsidR="00216120" w:rsidRPr="00216120">
              <w:rPr>
                <w:rFonts w:cs="Arial"/>
                <w:b w:val="0"/>
                <w:bCs/>
                <w:color w:val="auto"/>
                <w:szCs w:val="22"/>
              </w:rPr>
              <w:t>Sanitation systems – Secondary ventilated stack systems and Ventilated branch discharge systems,</w:t>
            </w:r>
            <w:r w:rsidR="00216120">
              <w:rPr>
                <w:rFonts w:cs="Arial"/>
                <w:b w:val="0"/>
                <w:color w:val="auto"/>
                <w:szCs w:val="22"/>
              </w:rPr>
              <w:t xml:space="preserve"> </w:t>
            </w:r>
            <w:r w:rsidRPr="001A7B4B">
              <w:rPr>
                <w:rFonts w:cs="Arial"/>
                <w:b w:val="0"/>
                <w:color w:val="auto"/>
                <w:szCs w:val="22"/>
              </w:rPr>
              <w:t>including:</w:t>
            </w:r>
          </w:p>
          <w:p w14:paraId="50444007" w14:textId="77777777" w:rsidR="00A54D11" w:rsidRPr="001A7B4B" w:rsidRDefault="00A54D11" w:rsidP="002C017C">
            <w:pPr>
              <w:pStyle w:val="Normalheadingblue"/>
              <w:numPr>
                <w:ilvl w:val="0"/>
                <w:numId w:val="91"/>
              </w:numPr>
              <w:rPr>
                <w:rFonts w:cs="Arial"/>
                <w:b w:val="0"/>
                <w:color w:val="auto"/>
                <w:szCs w:val="22"/>
              </w:rPr>
            </w:pPr>
            <w:r w:rsidRPr="001A7B4B">
              <w:rPr>
                <w:rFonts w:cs="Arial"/>
                <w:b w:val="0"/>
                <w:color w:val="auto"/>
                <w:szCs w:val="22"/>
              </w:rPr>
              <w:t>System components</w:t>
            </w:r>
          </w:p>
          <w:p w14:paraId="65592209" w14:textId="77777777" w:rsidR="00A54D11" w:rsidRPr="001A7B4B" w:rsidRDefault="00A54D11" w:rsidP="002C017C">
            <w:pPr>
              <w:pStyle w:val="Normalheadingblue"/>
              <w:numPr>
                <w:ilvl w:val="0"/>
                <w:numId w:val="91"/>
              </w:numPr>
              <w:rPr>
                <w:rFonts w:cs="Arial"/>
                <w:b w:val="0"/>
                <w:color w:val="auto"/>
                <w:szCs w:val="22"/>
              </w:rPr>
            </w:pPr>
            <w:r w:rsidRPr="001A7B4B">
              <w:rPr>
                <w:rFonts w:cs="Arial"/>
                <w:b w:val="0"/>
                <w:color w:val="auto"/>
                <w:szCs w:val="22"/>
              </w:rPr>
              <w:t>System principles</w:t>
            </w:r>
          </w:p>
          <w:p w14:paraId="277B96C7" w14:textId="77777777" w:rsidR="00A54D11" w:rsidRPr="001A7B4B" w:rsidRDefault="00A54D11" w:rsidP="002C017C">
            <w:pPr>
              <w:pStyle w:val="Normalheadingblue"/>
              <w:numPr>
                <w:ilvl w:val="0"/>
                <w:numId w:val="91"/>
              </w:numPr>
              <w:rPr>
                <w:rFonts w:cs="Arial"/>
                <w:b w:val="0"/>
                <w:color w:val="auto"/>
                <w:szCs w:val="22"/>
              </w:rPr>
            </w:pPr>
            <w:r w:rsidRPr="001A7B4B">
              <w:rPr>
                <w:rFonts w:cs="Arial"/>
                <w:b w:val="0"/>
                <w:color w:val="auto"/>
                <w:szCs w:val="22"/>
              </w:rPr>
              <w:t>Stack location and dimensions</w:t>
            </w:r>
          </w:p>
          <w:p w14:paraId="4B540C29" w14:textId="5FD6B6A4" w:rsidR="00A54D11" w:rsidRPr="001A7B4B" w:rsidRDefault="00A54D11" w:rsidP="002C017C">
            <w:pPr>
              <w:pStyle w:val="Normalheadingblue"/>
              <w:numPr>
                <w:ilvl w:val="0"/>
                <w:numId w:val="91"/>
              </w:numPr>
              <w:rPr>
                <w:rFonts w:cs="Arial"/>
                <w:b w:val="0"/>
                <w:color w:val="auto"/>
                <w:szCs w:val="22"/>
              </w:rPr>
            </w:pPr>
            <w:r w:rsidRPr="001A7B4B">
              <w:rPr>
                <w:rFonts w:cs="Arial"/>
                <w:b w:val="0"/>
                <w:color w:val="auto"/>
                <w:szCs w:val="22"/>
              </w:rPr>
              <w:t>Identify connection clearances and zones where stack connections are permitted</w:t>
            </w:r>
            <w:r w:rsidR="005761B0">
              <w:rPr>
                <w:rFonts w:cs="Arial"/>
                <w:b w:val="0"/>
                <w:color w:val="auto"/>
                <w:szCs w:val="22"/>
              </w:rPr>
              <w:t>.</w:t>
            </w:r>
          </w:p>
          <w:p w14:paraId="72635FC0" w14:textId="4B29A0D9" w:rsidR="00CF64B4" w:rsidRPr="001A7B4B" w:rsidRDefault="00116A2E" w:rsidP="002C017C">
            <w:pPr>
              <w:pStyle w:val="Normalheadingblue"/>
              <w:numPr>
                <w:ilvl w:val="0"/>
                <w:numId w:val="91"/>
              </w:numPr>
              <w:rPr>
                <w:rFonts w:cs="Arial"/>
                <w:b w:val="0"/>
                <w:color w:val="auto"/>
                <w:szCs w:val="22"/>
              </w:rPr>
            </w:pPr>
            <w:r w:rsidRPr="001A7B4B">
              <w:rPr>
                <w:rFonts w:cs="Arial"/>
                <w:b w:val="0"/>
                <w:color w:val="auto"/>
                <w:szCs w:val="22"/>
              </w:rPr>
              <w:t>Students</w:t>
            </w:r>
            <w:r w:rsidR="00A54D11" w:rsidRPr="001A7B4B">
              <w:rPr>
                <w:rFonts w:cs="Arial"/>
                <w:b w:val="0"/>
                <w:color w:val="auto"/>
                <w:szCs w:val="22"/>
              </w:rPr>
              <w:t xml:space="preserve"> to sketch system and dimensions with labels</w:t>
            </w:r>
            <w:r w:rsidR="005761B0">
              <w:rPr>
                <w:rFonts w:cs="Arial"/>
                <w:b w:val="0"/>
                <w:color w:val="auto"/>
                <w:szCs w:val="22"/>
              </w:rPr>
              <w:t>.</w:t>
            </w:r>
          </w:p>
          <w:p w14:paraId="695D474D" w14:textId="53E04F9D" w:rsidR="00A54D11" w:rsidRPr="001A7B4B" w:rsidRDefault="00A54D11" w:rsidP="002C017C">
            <w:pPr>
              <w:pStyle w:val="Normalheadingblue"/>
              <w:numPr>
                <w:ilvl w:val="0"/>
                <w:numId w:val="91"/>
              </w:numPr>
              <w:rPr>
                <w:rFonts w:cs="Arial"/>
                <w:b w:val="0"/>
                <w:color w:val="auto"/>
                <w:szCs w:val="22"/>
              </w:rPr>
            </w:pPr>
            <w:r w:rsidRPr="001A7B4B">
              <w:rPr>
                <w:rFonts w:cs="Arial"/>
                <w:b w:val="0"/>
                <w:color w:val="auto"/>
                <w:szCs w:val="22"/>
              </w:rPr>
              <w:lastRenderedPageBreak/>
              <w:t>Examine installed systems and look at stack connection locations</w:t>
            </w:r>
            <w:r w:rsidR="005761B0">
              <w:rPr>
                <w:rFonts w:cs="Arial"/>
                <w:b w:val="0"/>
                <w:color w:val="auto"/>
                <w:szCs w:val="22"/>
              </w:rPr>
              <w:t>.</w:t>
            </w:r>
          </w:p>
          <w:p w14:paraId="3A854D3C" w14:textId="77777777" w:rsidR="00A54D11" w:rsidRPr="001A7B4B" w:rsidRDefault="00A54D11" w:rsidP="00A54D11">
            <w:pPr>
              <w:pStyle w:val="Normalheadingblue"/>
              <w:ind w:left="720"/>
              <w:rPr>
                <w:rFonts w:cs="Arial"/>
                <w:b w:val="0"/>
                <w:color w:val="auto"/>
                <w:szCs w:val="22"/>
              </w:rPr>
            </w:pPr>
          </w:p>
          <w:p w14:paraId="26F0BEBB" w14:textId="77777777" w:rsidR="00CF64B4" w:rsidRPr="001A7B4B" w:rsidRDefault="00CF64B4" w:rsidP="00044E13">
            <w:pPr>
              <w:pStyle w:val="Normalheadingblue"/>
              <w:rPr>
                <w:rFonts w:cs="Arial"/>
                <w:color w:val="auto"/>
                <w:szCs w:val="22"/>
              </w:rPr>
            </w:pPr>
            <w:r w:rsidRPr="001A7B4B">
              <w:rPr>
                <w:rFonts w:cs="Arial"/>
                <w:color w:val="auto"/>
                <w:szCs w:val="22"/>
              </w:rPr>
              <w:t>Knowledge check example:</w:t>
            </w:r>
          </w:p>
          <w:p w14:paraId="7CD1CDCB" w14:textId="170C748F" w:rsidR="00CF64B4" w:rsidRPr="001A7B4B" w:rsidRDefault="00A54D11" w:rsidP="002C017C">
            <w:pPr>
              <w:pStyle w:val="Normalheadingblue"/>
              <w:numPr>
                <w:ilvl w:val="0"/>
                <w:numId w:val="93"/>
              </w:numPr>
              <w:rPr>
                <w:rFonts w:cs="Arial"/>
                <w:b w:val="0"/>
                <w:color w:val="auto"/>
                <w:szCs w:val="22"/>
              </w:rPr>
            </w:pPr>
            <w:r w:rsidRPr="001A7B4B">
              <w:rPr>
                <w:rFonts w:cs="Arial"/>
                <w:b w:val="0"/>
                <w:color w:val="auto"/>
                <w:szCs w:val="22"/>
              </w:rPr>
              <w:t xml:space="preserve">Installation process statement – </w:t>
            </w:r>
            <w:r w:rsidR="00116A2E" w:rsidRPr="001A7B4B">
              <w:rPr>
                <w:rFonts w:cs="Arial"/>
                <w:b w:val="0"/>
                <w:color w:val="auto"/>
                <w:szCs w:val="22"/>
              </w:rPr>
              <w:t>Students</w:t>
            </w:r>
            <w:r w:rsidRPr="001A7B4B">
              <w:rPr>
                <w:rFonts w:cs="Arial"/>
                <w:b w:val="0"/>
                <w:color w:val="auto"/>
                <w:szCs w:val="22"/>
              </w:rPr>
              <w:t xml:space="preserve"> to produce a written step by step process statement to describe the installation requirements including clearances and dimensions</w:t>
            </w:r>
            <w:r w:rsidR="005761B0">
              <w:rPr>
                <w:rFonts w:cs="Arial"/>
                <w:b w:val="0"/>
                <w:color w:val="auto"/>
                <w:szCs w:val="22"/>
              </w:rPr>
              <w:t>.</w:t>
            </w:r>
          </w:p>
          <w:p w14:paraId="17D0D7FD" w14:textId="77777777" w:rsidR="00CF64B4" w:rsidRPr="001A7B4B" w:rsidRDefault="00CF64B4" w:rsidP="00044E13">
            <w:pPr>
              <w:pStyle w:val="Normalheadingblue"/>
              <w:rPr>
                <w:rFonts w:cs="Arial"/>
                <w:color w:val="auto"/>
                <w:szCs w:val="22"/>
              </w:rPr>
            </w:pPr>
            <w:r w:rsidRPr="001A7B4B">
              <w:rPr>
                <w:rFonts w:cs="Arial"/>
                <w:color w:val="auto"/>
                <w:szCs w:val="22"/>
              </w:rPr>
              <w:t>Resources:</w:t>
            </w:r>
          </w:p>
          <w:p w14:paraId="4C9CE753" w14:textId="77777777" w:rsidR="00A54D11" w:rsidRPr="001A7B4B" w:rsidRDefault="00A54D11" w:rsidP="00044E13">
            <w:pPr>
              <w:pStyle w:val="Normalheadingblue"/>
              <w:rPr>
                <w:rFonts w:cs="Arial"/>
                <w:b w:val="0"/>
                <w:color w:val="auto"/>
                <w:szCs w:val="22"/>
              </w:rPr>
            </w:pPr>
            <w:r w:rsidRPr="001A7B4B">
              <w:rPr>
                <w:rFonts w:cs="Arial"/>
                <w:b w:val="0"/>
                <w:color w:val="auto"/>
                <w:szCs w:val="22"/>
              </w:rPr>
              <w:t>Examples of installed systems</w:t>
            </w:r>
          </w:p>
          <w:p w14:paraId="3A632D0D" w14:textId="77777777" w:rsidR="00A54D11" w:rsidRPr="001A7B4B" w:rsidRDefault="00A54D11" w:rsidP="00044E13">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09C413A8" w14:textId="77777777" w:rsidR="00DD207A" w:rsidRPr="001A7B4B" w:rsidRDefault="008A57D2">
            <w:r w:rsidRPr="001A7B4B">
              <w:lastRenderedPageBreak/>
              <w:t>MCQ</w:t>
            </w:r>
            <w:r w:rsidRPr="001A7B4B">
              <w:br/>
            </w:r>
            <w:r w:rsidRPr="001A7B4B">
              <w:br/>
            </w:r>
            <w:r w:rsidRPr="001A7B4B">
              <w:br/>
            </w:r>
            <w:r w:rsidRPr="001A7B4B">
              <w:br/>
            </w:r>
            <w:r w:rsidRPr="001A7B4B">
              <w:br/>
              <w:t>Produce drawing</w:t>
            </w:r>
            <w:r w:rsidRPr="001A7B4B">
              <w:br/>
            </w:r>
            <w:r w:rsidRPr="001A7B4B">
              <w:br/>
            </w:r>
            <w:r w:rsidRPr="001A7B4B">
              <w:br/>
            </w:r>
            <w:r w:rsidRPr="001A7B4B">
              <w:br/>
            </w:r>
            <w:r w:rsidRPr="001A7B4B">
              <w:br/>
              <w:t>Produce installation statement</w:t>
            </w:r>
          </w:p>
        </w:tc>
      </w:tr>
      <w:tr w:rsidR="001A7B4B" w:rsidRPr="001A7B4B" w14:paraId="5AA2EFE4"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33447F12" w14:textId="77777777" w:rsidR="00075ED0" w:rsidRDefault="00075ED0" w:rsidP="00075ED0">
            <w:pPr>
              <w:jc w:val="center"/>
              <w:rPr>
                <w:rFonts w:cs="Arial"/>
                <w:szCs w:val="22"/>
              </w:rPr>
            </w:pPr>
            <w:r>
              <w:rPr>
                <w:rFonts w:cs="Arial"/>
                <w:szCs w:val="22"/>
              </w:rPr>
              <w:t>144</w:t>
            </w:r>
          </w:p>
          <w:p w14:paraId="5A1D840B" w14:textId="77777777" w:rsidR="00075ED0" w:rsidRDefault="00075ED0" w:rsidP="00075ED0">
            <w:pPr>
              <w:jc w:val="center"/>
              <w:rPr>
                <w:rFonts w:cs="Arial"/>
                <w:szCs w:val="22"/>
              </w:rPr>
            </w:pPr>
            <w:r>
              <w:rPr>
                <w:rFonts w:cs="Arial"/>
                <w:szCs w:val="22"/>
              </w:rPr>
              <w:t>3 hours</w:t>
            </w:r>
          </w:p>
          <w:p w14:paraId="65CB96F3" w14:textId="39B23CE8" w:rsidR="00FA7D9C" w:rsidRDefault="00FA7D9C" w:rsidP="00075ED0">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4E6AD812" w14:textId="77777777" w:rsidR="00075ED0" w:rsidRPr="001A7B4B" w:rsidRDefault="00075ED0" w:rsidP="00075ED0">
            <w:pPr>
              <w:pStyle w:val="Normalheadingblack"/>
              <w:rPr>
                <w:rFonts w:cs="Arial"/>
                <w:lang w:eastAsia="en-GB"/>
              </w:rPr>
            </w:pPr>
            <w:r w:rsidRPr="001A7B4B">
              <w:rPr>
                <w:rFonts w:cs="Arial"/>
                <w:lang w:eastAsia="en-GB"/>
              </w:rPr>
              <w:t>Outcome 1 – Plumbing and heating common knowledge criteria</w:t>
            </w:r>
          </w:p>
          <w:p w14:paraId="73F004AD" w14:textId="77777777" w:rsidR="00075ED0" w:rsidRPr="001A7B4B" w:rsidRDefault="00075ED0" w:rsidP="00075ED0">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59F04E64" w14:textId="77777777" w:rsidR="00075ED0" w:rsidRPr="001A7B4B" w:rsidRDefault="00075ED0" w:rsidP="00075ED0">
            <w:pPr>
              <w:pStyle w:val="Normalheadingblack"/>
              <w:rPr>
                <w:rFonts w:cs="Arial"/>
                <w:b w:val="0"/>
                <w:szCs w:val="22"/>
              </w:rPr>
            </w:pPr>
            <w:r w:rsidRPr="001A7B4B">
              <w:rPr>
                <w:rFonts w:cs="Arial"/>
                <w:b w:val="0"/>
                <w:szCs w:val="22"/>
              </w:rPr>
              <w:t>K1.7 Plumbing and heating systems</w:t>
            </w:r>
          </w:p>
          <w:p w14:paraId="72FC41BE" w14:textId="77777777" w:rsidR="00075ED0" w:rsidRPr="001A7B4B" w:rsidRDefault="00075ED0" w:rsidP="00075ED0">
            <w:pPr>
              <w:pStyle w:val="Normalheadingblack"/>
              <w:rPr>
                <w:rFonts w:cs="Arial"/>
                <w:b w:val="0"/>
                <w:szCs w:val="22"/>
              </w:rPr>
            </w:pPr>
          </w:p>
          <w:p w14:paraId="52731A0C" w14:textId="77777777" w:rsidR="00075ED0" w:rsidRPr="001A7B4B" w:rsidRDefault="00075ED0" w:rsidP="00075ED0">
            <w:pPr>
              <w:pStyle w:val="Normalheadingblack"/>
              <w:rPr>
                <w:rFonts w:cs="Arial"/>
                <w:b w:val="0"/>
                <w:szCs w:val="22"/>
              </w:rPr>
            </w:pPr>
            <w:r w:rsidRPr="001A7B4B">
              <w:rPr>
                <w:rFonts w:cs="Arial"/>
                <w:b w:val="0"/>
                <w:szCs w:val="22"/>
              </w:rPr>
              <w:t>K1.8 Components used in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24BB1A4C" w14:textId="77777777" w:rsidR="00075ED0" w:rsidRPr="001A7B4B" w:rsidRDefault="00075ED0" w:rsidP="00075ED0">
            <w:pPr>
              <w:pStyle w:val="Normalheadingblue"/>
              <w:rPr>
                <w:rFonts w:cs="Arial"/>
                <w:color w:val="auto"/>
                <w:szCs w:val="22"/>
              </w:rPr>
            </w:pPr>
            <w:r w:rsidRPr="001A7B4B">
              <w:rPr>
                <w:rFonts w:cs="Arial"/>
                <w:color w:val="auto"/>
                <w:szCs w:val="22"/>
              </w:rPr>
              <w:t>Activity:</w:t>
            </w:r>
          </w:p>
          <w:p w14:paraId="38ECAA94" w14:textId="77777777" w:rsidR="00075ED0" w:rsidRPr="001A7B4B" w:rsidRDefault="00075ED0" w:rsidP="00075ED0">
            <w:pPr>
              <w:pStyle w:val="Normalheadingblue"/>
              <w:rPr>
                <w:rFonts w:cs="Arial"/>
                <w:color w:val="auto"/>
                <w:szCs w:val="22"/>
              </w:rPr>
            </w:pPr>
          </w:p>
          <w:p w14:paraId="6A58C8DA" w14:textId="77777777" w:rsidR="00075ED0" w:rsidRPr="001A7B4B" w:rsidRDefault="00075ED0" w:rsidP="00075ED0">
            <w:pPr>
              <w:pStyle w:val="Normalheadingblue"/>
              <w:rPr>
                <w:rFonts w:cs="Arial"/>
                <w:color w:val="auto"/>
                <w:szCs w:val="22"/>
              </w:rPr>
            </w:pPr>
            <w:r w:rsidRPr="001A7B4B">
              <w:rPr>
                <w:rFonts w:cs="Arial"/>
                <w:color w:val="auto"/>
                <w:szCs w:val="22"/>
              </w:rPr>
              <w:t>Starter task example:</w:t>
            </w:r>
          </w:p>
          <w:p w14:paraId="6B1E5245" w14:textId="1BE84967" w:rsidR="00075ED0" w:rsidRPr="001A7B4B" w:rsidRDefault="00075ED0" w:rsidP="002C017C">
            <w:pPr>
              <w:pStyle w:val="Normalheadingblue"/>
              <w:numPr>
                <w:ilvl w:val="0"/>
                <w:numId w:val="92"/>
              </w:numPr>
              <w:rPr>
                <w:rFonts w:cs="Arial"/>
                <w:b w:val="0"/>
                <w:color w:val="auto"/>
                <w:szCs w:val="22"/>
              </w:rPr>
            </w:pPr>
            <w:r w:rsidRPr="001A7B4B">
              <w:rPr>
                <w:rFonts w:cs="Arial"/>
                <w:b w:val="0"/>
                <w:color w:val="auto"/>
                <w:szCs w:val="22"/>
              </w:rPr>
              <w:t xml:space="preserve">Review of process statements produced by </w:t>
            </w:r>
            <w:r w:rsidR="00F502C8" w:rsidRPr="001A7B4B">
              <w:rPr>
                <w:rFonts w:cs="Arial"/>
                <w:b w:val="0"/>
                <w:color w:val="auto"/>
                <w:szCs w:val="22"/>
              </w:rPr>
              <w:t>students</w:t>
            </w:r>
            <w:r w:rsidRPr="001A7B4B">
              <w:rPr>
                <w:rFonts w:cs="Arial"/>
                <w:b w:val="0"/>
                <w:color w:val="auto"/>
                <w:szCs w:val="22"/>
              </w:rPr>
              <w:t xml:space="preserve"> in previous session in peer discussion</w:t>
            </w:r>
          </w:p>
          <w:p w14:paraId="054723AC" w14:textId="77777777" w:rsidR="00075ED0" w:rsidRPr="001A7B4B" w:rsidRDefault="00075ED0" w:rsidP="00075ED0">
            <w:pPr>
              <w:pStyle w:val="Normalheadingblue"/>
              <w:rPr>
                <w:rFonts w:cs="Arial"/>
                <w:color w:val="auto"/>
                <w:szCs w:val="22"/>
              </w:rPr>
            </w:pPr>
          </w:p>
          <w:p w14:paraId="153021AD" w14:textId="77777777" w:rsidR="00075ED0" w:rsidRPr="001A7B4B" w:rsidRDefault="00075ED0" w:rsidP="00075ED0">
            <w:pPr>
              <w:pStyle w:val="Normalheadingblue"/>
              <w:rPr>
                <w:rFonts w:cs="Arial"/>
                <w:color w:val="auto"/>
                <w:szCs w:val="22"/>
              </w:rPr>
            </w:pPr>
            <w:r w:rsidRPr="001A7B4B">
              <w:rPr>
                <w:rFonts w:cs="Arial"/>
                <w:color w:val="auto"/>
                <w:szCs w:val="22"/>
              </w:rPr>
              <w:t>Delivery:</w:t>
            </w:r>
          </w:p>
          <w:p w14:paraId="7288B96B" w14:textId="076E9E0E" w:rsidR="00075ED0" w:rsidRPr="001A7B4B" w:rsidRDefault="00075ED0" w:rsidP="00075ED0">
            <w:pPr>
              <w:pStyle w:val="Normalheadingblue"/>
              <w:rPr>
                <w:rFonts w:cs="Arial"/>
                <w:b w:val="0"/>
                <w:color w:val="auto"/>
                <w:szCs w:val="22"/>
              </w:rPr>
            </w:pPr>
            <w:r w:rsidRPr="001A7B4B">
              <w:rPr>
                <w:rFonts w:cs="Arial"/>
                <w:b w:val="0"/>
                <w:color w:val="auto"/>
                <w:szCs w:val="22"/>
              </w:rPr>
              <w:t>Tutor to deliver content</w:t>
            </w:r>
            <w:r w:rsidR="00F05E60">
              <w:rPr>
                <w:rFonts w:cs="Arial"/>
                <w:b w:val="0"/>
                <w:color w:val="auto"/>
                <w:szCs w:val="22"/>
              </w:rPr>
              <w:t xml:space="preserve"> on </w:t>
            </w:r>
            <w:r w:rsidR="00F05E60" w:rsidRPr="00F05E60">
              <w:rPr>
                <w:rFonts w:cs="Arial"/>
                <w:b w:val="0"/>
                <w:bCs/>
                <w:color w:val="auto"/>
                <w:szCs w:val="22"/>
              </w:rPr>
              <w:t>Sanitation systems – Stub stack systems</w:t>
            </w:r>
            <w:r w:rsidR="00F05E60">
              <w:rPr>
                <w:rFonts w:cs="Arial"/>
                <w:b w:val="0"/>
                <w:color w:val="auto"/>
                <w:szCs w:val="22"/>
              </w:rPr>
              <w:t>,</w:t>
            </w:r>
            <w:r w:rsidRPr="001A7B4B">
              <w:rPr>
                <w:rFonts w:cs="Arial"/>
                <w:b w:val="0"/>
                <w:color w:val="auto"/>
                <w:szCs w:val="22"/>
              </w:rPr>
              <w:t xml:space="preserve"> including:</w:t>
            </w:r>
          </w:p>
          <w:p w14:paraId="023E3A55" w14:textId="77777777" w:rsidR="00075ED0" w:rsidRPr="001A7B4B" w:rsidRDefault="00075ED0" w:rsidP="002C017C">
            <w:pPr>
              <w:pStyle w:val="Normalheadingblue"/>
              <w:numPr>
                <w:ilvl w:val="0"/>
                <w:numId w:val="91"/>
              </w:numPr>
              <w:rPr>
                <w:rFonts w:cs="Arial"/>
                <w:b w:val="0"/>
                <w:color w:val="auto"/>
                <w:szCs w:val="22"/>
              </w:rPr>
            </w:pPr>
            <w:r w:rsidRPr="001A7B4B">
              <w:rPr>
                <w:rFonts w:cs="Arial"/>
                <w:b w:val="0"/>
                <w:color w:val="auto"/>
                <w:szCs w:val="22"/>
              </w:rPr>
              <w:t>System components</w:t>
            </w:r>
          </w:p>
          <w:p w14:paraId="2850771E" w14:textId="77777777" w:rsidR="00075ED0" w:rsidRPr="001A7B4B" w:rsidRDefault="00075ED0" w:rsidP="002C017C">
            <w:pPr>
              <w:pStyle w:val="Normalheadingblue"/>
              <w:numPr>
                <w:ilvl w:val="0"/>
                <w:numId w:val="91"/>
              </w:numPr>
              <w:rPr>
                <w:rFonts w:cs="Arial"/>
                <w:b w:val="0"/>
                <w:color w:val="auto"/>
                <w:szCs w:val="22"/>
              </w:rPr>
            </w:pPr>
            <w:r w:rsidRPr="001A7B4B">
              <w:rPr>
                <w:rFonts w:cs="Arial"/>
                <w:b w:val="0"/>
                <w:color w:val="auto"/>
                <w:szCs w:val="22"/>
              </w:rPr>
              <w:t>System principles</w:t>
            </w:r>
          </w:p>
          <w:p w14:paraId="31F68222" w14:textId="77777777" w:rsidR="00075ED0" w:rsidRPr="001A7B4B" w:rsidRDefault="00075ED0" w:rsidP="002C017C">
            <w:pPr>
              <w:pStyle w:val="Normalheadingblue"/>
              <w:numPr>
                <w:ilvl w:val="0"/>
                <w:numId w:val="91"/>
              </w:numPr>
              <w:rPr>
                <w:rFonts w:cs="Arial"/>
                <w:b w:val="0"/>
                <w:color w:val="auto"/>
                <w:szCs w:val="22"/>
              </w:rPr>
            </w:pPr>
            <w:r w:rsidRPr="001A7B4B">
              <w:rPr>
                <w:rFonts w:cs="Arial"/>
                <w:b w:val="0"/>
                <w:color w:val="auto"/>
                <w:szCs w:val="22"/>
              </w:rPr>
              <w:t>Stack location and dimensions</w:t>
            </w:r>
          </w:p>
          <w:p w14:paraId="58EB20BA" w14:textId="5F5B26AE" w:rsidR="00075ED0" w:rsidRPr="001A7B4B" w:rsidRDefault="00075ED0" w:rsidP="002C017C">
            <w:pPr>
              <w:pStyle w:val="Normalheadingblue"/>
              <w:numPr>
                <w:ilvl w:val="0"/>
                <w:numId w:val="91"/>
              </w:numPr>
              <w:rPr>
                <w:rFonts w:cs="Arial"/>
                <w:b w:val="0"/>
                <w:color w:val="auto"/>
                <w:szCs w:val="22"/>
              </w:rPr>
            </w:pPr>
            <w:r w:rsidRPr="001A7B4B">
              <w:rPr>
                <w:rFonts w:cs="Arial"/>
                <w:b w:val="0"/>
                <w:color w:val="auto"/>
                <w:szCs w:val="22"/>
              </w:rPr>
              <w:lastRenderedPageBreak/>
              <w:t>Identify connection clearances and zones where stack connections are permitted</w:t>
            </w:r>
            <w:r w:rsidR="005761B0">
              <w:rPr>
                <w:rFonts w:cs="Arial"/>
                <w:b w:val="0"/>
                <w:color w:val="auto"/>
                <w:szCs w:val="22"/>
              </w:rPr>
              <w:t>.</w:t>
            </w:r>
          </w:p>
          <w:p w14:paraId="4F535942" w14:textId="46E7C996" w:rsidR="00075ED0" w:rsidRPr="001A7B4B" w:rsidRDefault="00116A2E" w:rsidP="002C017C">
            <w:pPr>
              <w:pStyle w:val="Normalheadingblue"/>
              <w:numPr>
                <w:ilvl w:val="0"/>
                <w:numId w:val="91"/>
              </w:numPr>
              <w:rPr>
                <w:rFonts w:cs="Arial"/>
                <w:b w:val="0"/>
                <w:color w:val="auto"/>
                <w:szCs w:val="22"/>
              </w:rPr>
            </w:pPr>
            <w:r w:rsidRPr="001A7B4B">
              <w:rPr>
                <w:rFonts w:cs="Arial"/>
                <w:b w:val="0"/>
                <w:color w:val="auto"/>
                <w:szCs w:val="22"/>
              </w:rPr>
              <w:t>Students</w:t>
            </w:r>
            <w:r w:rsidR="00075ED0" w:rsidRPr="001A7B4B">
              <w:rPr>
                <w:rFonts w:cs="Arial"/>
                <w:b w:val="0"/>
                <w:color w:val="auto"/>
                <w:szCs w:val="22"/>
              </w:rPr>
              <w:t xml:space="preserve"> to sketch system and dimensions with labels</w:t>
            </w:r>
            <w:r w:rsidR="005761B0">
              <w:rPr>
                <w:rFonts w:cs="Arial"/>
                <w:b w:val="0"/>
                <w:color w:val="auto"/>
                <w:szCs w:val="22"/>
              </w:rPr>
              <w:t>.</w:t>
            </w:r>
          </w:p>
          <w:p w14:paraId="4B942313" w14:textId="452D5A4E" w:rsidR="00075ED0" w:rsidRPr="001A7B4B" w:rsidRDefault="00075ED0" w:rsidP="002C017C">
            <w:pPr>
              <w:pStyle w:val="Normalheadingblue"/>
              <w:numPr>
                <w:ilvl w:val="0"/>
                <w:numId w:val="91"/>
              </w:numPr>
              <w:rPr>
                <w:rFonts w:cs="Arial"/>
                <w:b w:val="0"/>
                <w:color w:val="auto"/>
                <w:szCs w:val="22"/>
              </w:rPr>
            </w:pPr>
            <w:r w:rsidRPr="001A7B4B">
              <w:rPr>
                <w:rFonts w:cs="Arial"/>
                <w:b w:val="0"/>
                <w:color w:val="auto"/>
                <w:szCs w:val="22"/>
              </w:rPr>
              <w:t>Examine installed systems and look at stack connection locations</w:t>
            </w:r>
            <w:r w:rsidR="005761B0">
              <w:rPr>
                <w:rFonts w:cs="Arial"/>
                <w:b w:val="0"/>
                <w:color w:val="auto"/>
                <w:szCs w:val="22"/>
              </w:rPr>
              <w:t>.</w:t>
            </w:r>
          </w:p>
          <w:p w14:paraId="0D12718A" w14:textId="77777777" w:rsidR="00075ED0" w:rsidRPr="001A7B4B" w:rsidRDefault="00075ED0" w:rsidP="00075ED0">
            <w:pPr>
              <w:pStyle w:val="Normalheadingblue"/>
              <w:ind w:left="720"/>
              <w:rPr>
                <w:rFonts w:cs="Arial"/>
                <w:b w:val="0"/>
                <w:color w:val="auto"/>
                <w:szCs w:val="22"/>
              </w:rPr>
            </w:pPr>
          </w:p>
          <w:p w14:paraId="179A6240" w14:textId="77777777" w:rsidR="00075ED0" w:rsidRPr="001A7B4B" w:rsidRDefault="00075ED0" w:rsidP="00075ED0">
            <w:pPr>
              <w:pStyle w:val="Normalheadingblue"/>
              <w:rPr>
                <w:rFonts w:cs="Arial"/>
                <w:color w:val="auto"/>
                <w:szCs w:val="22"/>
              </w:rPr>
            </w:pPr>
            <w:r w:rsidRPr="001A7B4B">
              <w:rPr>
                <w:rFonts w:cs="Arial"/>
                <w:color w:val="auto"/>
                <w:szCs w:val="22"/>
              </w:rPr>
              <w:t>Knowledge check example:</w:t>
            </w:r>
          </w:p>
          <w:p w14:paraId="18B7DDAF" w14:textId="77777777" w:rsidR="00075ED0" w:rsidRPr="001A7B4B" w:rsidRDefault="00075ED0" w:rsidP="002C017C">
            <w:pPr>
              <w:pStyle w:val="Normalheadingblue"/>
              <w:numPr>
                <w:ilvl w:val="0"/>
                <w:numId w:val="93"/>
              </w:numPr>
              <w:rPr>
                <w:rFonts w:cs="Arial"/>
                <w:b w:val="0"/>
                <w:color w:val="auto"/>
                <w:szCs w:val="22"/>
              </w:rPr>
            </w:pPr>
            <w:r w:rsidRPr="001A7B4B">
              <w:rPr>
                <w:rFonts w:cs="Arial"/>
                <w:b w:val="0"/>
                <w:color w:val="auto"/>
                <w:szCs w:val="22"/>
              </w:rPr>
              <w:t>MCQ knowledge check based on all the above ground sanitation systems covered in recent sessions. On completion swap papers for tutor led discussion and peer marking</w:t>
            </w:r>
          </w:p>
          <w:p w14:paraId="60C05166" w14:textId="77777777" w:rsidR="00075ED0" w:rsidRPr="001A7B4B" w:rsidRDefault="00075ED0" w:rsidP="00075ED0">
            <w:pPr>
              <w:pStyle w:val="Normalheadingblue"/>
              <w:rPr>
                <w:rFonts w:cs="Arial"/>
                <w:color w:val="auto"/>
                <w:szCs w:val="22"/>
              </w:rPr>
            </w:pPr>
            <w:r w:rsidRPr="001A7B4B">
              <w:rPr>
                <w:rFonts w:cs="Arial"/>
                <w:color w:val="auto"/>
                <w:szCs w:val="22"/>
              </w:rPr>
              <w:t>Resources:</w:t>
            </w:r>
          </w:p>
          <w:p w14:paraId="03BE902D" w14:textId="77777777" w:rsidR="00075ED0" w:rsidRPr="001A7B4B" w:rsidRDefault="00075ED0" w:rsidP="00075ED0">
            <w:pPr>
              <w:pStyle w:val="Normalheadingblue"/>
              <w:rPr>
                <w:rFonts w:cs="Arial"/>
                <w:b w:val="0"/>
                <w:color w:val="auto"/>
                <w:szCs w:val="22"/>
              </w:rPr>
            </w:pPr>
            <w:r w:rsidRPr="001A7B4B">
              <w:rPr>
                <w:rFonts w:cs="Arial"/>
                <w:b w:val="0"/>
                <w:color w:val="auto"/>
                <w:szCs w:val="22"/>
              </w:rPr>
              <w:t>Examples of installed systems</w:t>
            </w:r>
          </w:p>
          <w:p w14:paraId="40ADCBDD" w14:textId="77777777" w:rsidR="00075ED0" w:rsidRPr="001A7B4B" w:rsidRDefault="00075ED0" w:rsidP="00075ED0">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6672BBFE" w14:textId="77777777" w:rsidR="00DD207A" w:rsidRPr="001A7B4B" w:rsidRDefault="008A57D2">
            <w:r w:rsidRPr="001A7B4B">
              <w:lastRenderedPageBreak/>
              <w:t>Q&amp;A</w:t>
            </w:r>
            <w:r w:rsidRPr="001A7B4B">
              <w:br/>
            </w:r>
            <w:r w:rsidRPr="001A7B4B">
              <w:br/>
            </w:r>
            <w:r w:rsidRPr="001A7B4B">
              <w:br/>
            </w:r>
            <w:r w:rsidRPr="001A7B4B">
              <w:br/>
            </w:r>
            <w:r w:rsidRPr="001A7B4B">
              <w:br/>
            </w:r>
            <w:r w:rsidRPr="001A7B4B">
              <w:br/>
            </w:r>
            <w:r w:rsidRPr="001A7B4B">
              <w:br/>
              <w:t>Produce layout diagram</w:t>
            </w:r>
            <w:r w:rsidRPr="001A7B4B">
              <w:br/>
            </w:r>
            <w:r w:rsidRPr="001A7B4B">
              <w:br/>
            </w:r>
            <w:r w:rsidRPr="001A7B4B">
              <w:br/>
            </w:r>
            <w:r w:rsidRPr="001A7B4B">
              <w:br/>
            </w:r>
            <w:r w:rsidRPr="001A7B4B">
              <w:br/>
            </w:r>
            <w:r w:rsidRPr="001A7B4B">
              <w:br/>
            </w:r>
            <w:r w:rsidRPr="001A7B4B">
              <w:br/>
            </w:r>
            <w:r w:rsidRPr="001A7B4B">
              <w:lastRenderedPageBreak/>
              <w:t>MCQ knowledge test</w:t>
            </w:r>
            <w:r w:rsidRPr="001A7B4B">
              <w:br/>
              <w:t>English skills (reading, writing, technical vocabulary)</w:t>
            </w:r>
          </w:p>
        </w:tc>
      </w:tr>
      <w:tr w:rsidR="001A7B4B" w:rsidRPr="001A7B4B" w14:paraId="51DFB314"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37D9D7E5" w14:textId="77777777" w:rsidR="00075ED0" w:rsidRDefault="00075ED0" w:rsidP="00075ED0">
            <w:pPr>
              <w:jc w:val="center"/>
              <w:rPr>
                <w:rFonts w:cs="Arial"/>
                <w:szCs w:val="22"/>
              </w:rPr>
            </w:pPr>
            <w:r>
              <w:rPr>
                <w:rFonts w:cs="Arial"/>
                <w:szCs w:val="22"/>
              </w:rPr>
              <w:lastRenderedPageBreak/>
              <w:t>145</w:t>
            </w:r>
            <w:r w:rsidR="007371BE">
              <w:rPr>
                <w:rFonts w:cs="Arial"/>
                <w:szCs w:val="22"/>
              </w:rPr>
              <w:t>-146</w:t>
            </w:r>
          </w:p>
          <w:p w14:paraId="3B3C2C68" w14:textId="77777777" w:rsidR="00075ED0" w:rsidRDefault="007371BE" w:rsidP="00075ED0">
            <w:pPr>
              <w:jc w:val="center"/>
              <w:rPr>
                <w:rFonts w:cs="Arial"/>
                <w:szCs w:val="22"/>
              </w:rPr>
            </w:pPr>
            <w:r>
              <w:rPr>
                <w:rFonts w:cs="Arial"/>
                <w:szCs w:val="22"/>
              </w:rPr>
              <w:t>6</w:t>
            </w:r>
            <w:r w:rsidR="00075ED0">
              <w:rPr>
                <w:rFonts w:cs="Arial"/>
                <w:szCs w:val="22"/>
              </w:rPr>
              <w:t xml:space="preserve"> hours</w:t>
            </w:r>
          </w:p>
        </w:tc>
        <w:tc>
          <w:tcPr>
            <w:tcW w:w="2199" w:type="dxa"/>
            <w:tcBorders>
              <w:top w:val="single" w:sz="4" w:space="0" w:color="C6C5C6"/>
              <w:left w:val="single" w:sz="4" w:space="0" w:color="C6C5C6"/>
              <w:bottom w:val="single" w:sz="4" w:space="0" w:color="C6C5C6"/>
              <w:right w:val="single" w:sz="4" w:space="0" w:color="C6C5C6"/>
            </w:tcBorders>
          </w:tcPr>
          <w:p w14:paraId="0E805ED0" w14:textId="77777777" w:rsidR="00770862" w:rsidRPr="001A7B4B" w:rsidRDefault="00770862" w:rsidP="00770862">
            <w:pPr>
              <w:pStyle w:val="Normalheadingblack"/>
              <w:rPr>
                <w:rFonts w:cs="Arial"/>
                <w:lang w:eastAsia="en-GB"/>
              </w:rPr>
            </w:pPr>
            <w:r w:rsidRPr="001A7B4B">
              <w:rPr>
                <w:rFonts w:cs="Arial"/>
                <w:lang w:eastAsia="en-GB"/>
              </w:rPr>
              <w:t>Outcome 2 Install plumbing and heating systems</w:t>
            </w:r>
          </w:p>
          <w:p w14:paraId="6DC1FA8C" w14:textId="77777777" w:rsidR="00075ED0" w:rsidRPr="001A7B4B" w:rsidRDefault="00075ED0" w:rsidP="00075ED0">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45B5B469" w14:textId="77777777" w:rsidR="00075ED0" w:rsidRPr="001A7B4B" w:rsidRDefault="00770862" w:rsidP="002731D9">
            <w:pPr>
              <w:pStyle w:val="Normalheadingblack"/>
              <w:rPr>
                <w:rFonts w:cs="Arial"/>
                <w:b w:val="0"/>
                <w:szCs w:val="22"/>
              </w:rPr>
            </w:pPr>
            <w:r w:rsidRPr="001A7B4B">
              <w:rPr>
                <w:rFonts w:cs="Arial"/>
                <w:b w:val="0"/>
                <w:szCs w:val="22"/>
              </w:rPr>
              <w:t>S2.20 Prepare a safe working environment to conduct plumbing and heating system installation</w:t>
            </w:r>
          </w:p>
          <w:p w14:paraId="66D6FB2E" w14:textId="77777777" w:rsidR="00770862" w:rsidRPr="001A7B4B" w:rsidRDefault="00770862" w:rsidP="002731D9">
            <w:pPr>
              <w:pStyle w:val="Normalheadingblack"/>
              <w:rPr>
                <w:rFonts w:cs="Arial"/>
                <w:b w:val="0"/>
                <w:szCs w:val="22"/>
              </w:rPr>
            </w:pPr>
          </w:p>
          <w:p w14:paraId="606F0826" w14:textId="77777777" w:rsidR="00770862" w:rsidRPr="001A7B4B" w:rsidRDefault="00770862" w:rsidP="002731D9">
            <w:pPr>
              <w:pStyle w:val="Normalheadingblack"/>
              <w:rPr>
                <w:rFonts w:cs="Arial"/>
                <w:b w:val="0"/>
                <w:szCs w:val="22"/>
              </w:rPr>
            </w:pPr>
            <w:r w:rsidRPr="001A7B4B">
              <w:rPr>
                <w:rFonts w:cs="Arial"/>
                <w:b w:val="0"/>
                <w:szCs w:val="22"/>
              </w:rPr>
              <w:t>S2.19 Position and secure components in plumbing system</w:t>
            </w:r>
          </w:p>
          <w:p w14:paraId="1E987DFC" w14:textId="77777777" w:rsidR="00770862" w:rsidRPr="001A7B4B" w:rsidRDefault="00770862" w:rsidP="002731D9">
            <w:pPr>
              <w:pStyle w:val="Normalheadingblack"/>
              <w:rPr>
                <w:rFonts w:cs="Arial"/>
                <w:b w:val="0"/>
                <w:szCs w:val="22"/>
              </w:rPr>
            </w:pPr>
          </w:p>
          <w:p w14:paraId="5B2600C4" w14:textId="77777777" w:rsidR="00770862" w:rsidRPr="001A7B4B" w:rsidRDefault="00770862" w:rsidP="002731D9">
            <w:pPr>
              <w:pStyle w:val="Normalheadingblack"/>
              <w:rPr>
                <w:rFonts w:cs="Arial"/>
                <w:b w:val="0"/>
                <w:szCs w:val="22"/>
              </w:rPr>
            </w:pPr>
            <w:r w:rsidRPr="001A7B4B">
              <w:rPr>
                <w:rFonts w:cs="Arial"/>
                <w:b w:val="0"/>
                <w:szCs w:val="22"/>
              </w:rPr>
              <w:lastRenderedPageBreak/>
              <w:t>S2.2 Select tools, equipment and materials</w:t>
            </w:r>
          </w:p>
          <w:p w14:paraId="5BF83F56" w14:textId="77777777" w:rsidR="00770862" w:rsidRPr="001A7B4B" w:rsidRDefault="00770862" w:rsidP="002731D9">
            <w:pPr>
              <w:pStyle w:val="Normalheadingblack"/>
              <w:rPr>
                <w:rFonts w:cs="Arial"/>
                <w:b w:val="0"/>
                <w:szCs w:val="22"/>
              </w:rPr>
            </w:pPr>
          </w:p>
          <w:p w14:paraId="5DA2A1CE" w14:textId="77777777" w:rsidR="00770862" w:rsidRPr="001A7B4B" w:rsidRDefault="00770862" w:rsidP="002731D9">
            <w:pPr>
              <w:pStyle w:val="Normalheadingblack"/>
              <w:rPr>
                <w:rFonts w:cs="Arial"/>
                <w:b w:val="0"/>
                <w:szCs w:val="22"/>
              </w:rPr>
            </w:pPr>
            <w:r w:rsidRPr="001A7B4B">
              <w:rPr>
                <w:rFonts w:cs="Arial"/>
                <w:b w:val="0"/>
                <w:szCs w:val="22"/>
              </w:rPr>
              <w:t>S2.19 Position and secure components in plumbing system</w:t>
            </w:r>
          </w:p>
          <w:p w14:paraId="43263454" w14:textId="77777777" w:rsidR="00770862" w:rsidRPr="001A7B4B" w:rsidRDefault="00770862" w:rsidP="002731D9">
            <w:pPr>
              <w:pStyle w:val="Normalheadingblack"/>
              <w:rPr>
                <w:rFonts w:cs="Arial"/>
                <w:b w:val="0"/>
                <w:szCs w:val="22"/>
              </w:rPr>
            </w:pPr>
          </w:p>
          <w:p w14:paraId="2BB241D9" w14:textId="77777777" w:rsidR="00770862" w:rsidRPr="001A7B4B" w:rsidRDefault="00770862" w:rsidP="002731D9">
            <w:pPr>
              <w:pStyle w:val="Normalheadingblack"/>
              <w:rPr>
                <w:rFonts w:cs="Arial"/>
                <w:b w:val="0"/>
                <w:szCs w:val="22"/>
              </w:rPr>
            </w:pPr>
          </w:p>
          <w:p w14:paraId="7094F8AC" w14:textId="77777777" w:rsidR="00770862" w:rsidRPr="001A7B4B" w:rsidRDefault="00770862" w:rsidP="002731D9">
            <w:pPr>
              <w:pStyle w:val="Normalheadingblack"/>
              <w:rPr>
                <w:rFonts w:cs="Arial"/>
                <w:b w:val="0"/>
                <w:szCs w:val="22"/>
              </w:rPr>
            </w:pPr>
          </w:p>
          <w:p w14:paraId="1E14CC55" w14:textId="77777777" w:rsidR="00770862" w:rsidRPr="001A7B4B" w:rsidRDefault="00770862" w:rsidP="002731D9">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1EEF9772" w14:textId="77777777" w:rsidR="00075ED0" w:rsidRPr="001A7B4B" w:rsidRDefault="00075ED0" w:rsidP="00075ED0">
            <w:pPr>
              <w:pStyle w:val="Normalheadingblue"/>
              <w:rPr>
                <w:rFonts w:cs="Arial"/>
                <w:color w:val="auto"/>
                <w:szCs w:val="22"/>
              </w:rPr>
            </w:pPr>
            <w:r w:rsidRPr="001A7B4B">
              <w:rPr>
                <w:rFonts w:cs="Arial"/>
                <w:color w:val="auto"/>
                <w:szCs w:val="22"/>
              </w:rPr>
              <w:lastRenderedPageBreak/>
              <w:t>Activity:</w:t>
            </w:r>
          </w:p>
          <w:p w14:paraId="6891BD97" w14:textId="77777777" w:rsidR="00075ED0" w:rsidRPr="001A7B4B" w:rsidRDefault="00075ED0" w:rsidP="00075ED0">
            <w:pPr>
              <w:pStyle w:val="Normalheadingblue"/>
              <w:rPr>
                <w:rFonts w:cs="Arial"/>
                <w:color w:val="auto"/>
                <w:szCs w:val="22"/>
              </w:rPr>
            </w:pPr>
          </w:p>
          <w:p w14:paraId="3A232724" w14:textId="77777777" w:rsidR="00075ED0" w:rsidRPr="001A7B4B" w:rsidRDefault="00075ED0" w:rsidP="00075ED0">
            <w:pPr>
              <w:pStyle w:val="Normalheadingblue"/>
              <w:rPr>
                <w:rFonts w:cs="Arial"/>
                <w:color w:val="auto"/>
                <w:szCs w:val="22"/>
              </w:rPr>
            </w:pPr>
            <w:r w:rsidRPr="001A7B4B">
              <w:rPr>
                <w:rFonts w:cs="Arial"/>
                <w:color w:val="auto"/>
                <w:szCs w:val="22"/>
              </w:rPr>
              <w:t>Starter task example:</w:t>
            </w:r>
          </w:p>
          <w:p w14:paraId="71A16F62" w14:textId="77EE41DE" w:rsidR="00075ED0" w:rsidRPr="001A7B4B" w:rsidRDefault="007371BE" w:rsidP="002C017C">
            <w:pPr>
              <w:pStyle w:val="Normalheadingblue"/>
              <w:numPr>
                <w:ilvl w:val="0"/>
                <w:numId w:val="93"/>
              </w:numPr>
              <w:rPr>
                <w:rFonts w:cs="Arial"/>
                <w:b w:val="0"/>
                <w:color w:val="auto"/>
                <w:szCs w:val="22"/>
              </w:rPr>
            </w:pPr>
            <w:r w:rsidRPr="001A7B4B">
              <w:rPr>
                <w:rFonts w:cs="Arial"/>
                <w:b w:val="0"/>
                <w:color w:val="auto"/>
                <w:szCs w:val="22"/>
              </w:rPr>
              <w:t>Toolbox talk – working at with power tools. Tutor to nominate a learner to talk through processes with group</w:t>
            </w:r>
            <w:r w:rsidR="005761B0">
              <w:rPr>
                <w:rFonts w:cs="Arial"/>
                <w:b w:val="0"/>
                <w:color w:val="auto"/>
                <w:szCs w:val="22"/>
              </w:rPr>
              <w:t>.</w:t>
            </w:r>
          </w:p>
          <w:p w14:paraId="593B049A" w14:textId="77777777" w:rsidR="00075ED0" w:rsidRPr="001A7B4B" w:rsidRDefault="00075ED0" w:rsidP="00075ED0">
            <w:pPr>
              <w:pStyle w:val="Normalheadingblue"/>
              <w:rPr>
                <w:rFonts w:cs="Arial"/>
                <w:color w:val="auto"/>
                <w:szCs w:val="22"/>
              </w:rPr>
            </w:pPr>
          </w:p>
          <w:p w14:paraId="482C677B" w14:textId="77777777" w:rsidR="00075ED0" w:rsidRPr="001A7B4B" w:rsidRDefault="00075ED0" w:rsidP="00075ED0">
            <w:pPr>
              <w:pStyle w:val="Normalheadingblue"/>
              <w:rPr>
                <w:rFonts w:cs="Arial"/>
                <w:color w:val="auto"/>
                <w:szCs w:val="22"/>
              </w:rPr>
            </w:pPr>
            <w:r w:rsidRPr="001A7B4B">
              <w:rPr>
                <w:rFonts w:cs="Arial"/>
                <w:color w:val="auto"/>
                <w:szCs w:val="22"/>
              </w:rPr>
              <w:t>Delivery:</w:t>
            </w:r>
          </w:p>
          <w:p w14:paraId="6A8AA3DC" w14:textId="77777777" w:rsidR="007371BE" w:rsidRPr="001A7B4B" w:rsidRDefault="007371BE" w:rsidP="00075ED0">
            <w:pPr>
              <w:pStyle w:val="Normalheadingblue"/>
              <w:rPr>
                <w:rFonts w:cs="Arial"/>
                <w:color w:val="auto"/>
                <w:szCs w:val="22"/>
              </w:rPr>
            </w:pPr>
            <w:r w:rsidRPr="001A7B4B">
              <w:rPr>
                <w:rFonts w:cs="Arial"/>
                <w:color w:val="auto"/>
                <w:szCs w:val="22"/>
              </w:rPr>
              <w:lastRenderedPageBreak/>
              <w:t>Practical session – Above ground drainage system installation</w:t>
            </w:r>
          </w:p>
          <w:p w14:paraId="63BD2861" w14:textId="77777777" w:rsidR="007371BE" w:rsidRPr="001A7B4B" w:rsidRDefault="007371BE" w:rsidP="002C017C">
            <w:pPr>
              <w:pStyle w:val="Normalheadingblue"/>
              <w:numPr>
                <w:ilvl w:val="0"/>
                <w:numId w:val="93"/>
              </w:numPr>
              <w:rPr>
                <w:rFonts w:cs="Arial"/>
                <w:b w:val="0"/>
                <w:color w:val="auto"/>
                <w:szCs w:val="22"/>
              </w:rPr>
            </w:pPr>
            <w:r w:rsidRPr="001A7B4B">
              <w:rPr>
                <w:rFonts w:cs="Arial"/>
                <w:b w:val="0"/>
                <w:color w:val="auto"/>
                <w:szCs w:val="22"/>
              </w:rPr>
              <w:t>Tutor to identify the specification for session regarding dimensions, layout and system type.</w:t>
            </w:r>
          </w:p>
          <w:p w14:paraId="6AC2FBEF" w14:textId="190CB23C" w:rsidR="007371BE" w:rsidRPr="001A7B4B" w:rsidRDefault="00116A2E" w:rsidP="002C017C">
            <w:pPr>
              <w:pStyle w:val="Normalheadingblue"/>
              <w:numPr>
                <w:ilvl w:val="0"/>
                <w:numId w:val="93"/>
              </w:numPr>
              <w:rPr>
                <w:rFonts w:cs="Arial"/>
                <w:b w:val="0"/>
                <w:color w:val="auto"/>
                <w:szCs w:val="22"/>
              </w:rPr>
            </w:pPr>
            <w:r w:rsidRPr="001A7B4B">
              <w:rPr>
                <w:rFonts w:cs="Arial"/>
                <w:b w:val="0"/>
                <w:color w:val="auto"/>
                <w:szCs w:val="22"/>
              </w:rPr>
              <w:t>Students</w:t>
            </w:r>
            <w:r w:rsidR="007371BE" w:rsidRPr="001A7B4B">
              <w:rPr>
                <w:rFonts w:cs="Arial"/>
                <w:b w:val="0"/>
                <w:color w:val="auto"/>
                <w:szCs w:val="22"/>
              </w:rPr>
              <w:t xml:space="preserve"> to work in small groups to install a sanitation system such as:</w:t>
            </w:r>
          </w:p>
          <w:p w14:paraId="5547F2D7" w14:textId="77777777" w:rsidR="007371BE" w:rsidRPr="001A7B4B" w:rsidRDefault="007371BE" w:rsidP="002C017C">
            <w:pPr>
              <w:pStyle w:val="Normalheadingblue"/>
              <w:numPr>
                <w:ilvl w:val="0"/>
                <w:numId w:val="93"/>
              </w:numPr>
              <w:rPr>
                <w:rFonts w:cs="Arial"/>
                <w:b w:val="0"/>
                <w:color w:val="auto"/>
                <w:szCs w:val="22"/>
              </w:rPr>
            </w:pPr>
            <w:r w:rsidRPr="001A7B4B">
              <w:rPr>
                <w:rFonts w:cs="Arial"/>
                <w:b w:val="0"/>
                <w:color w:val="auto"/>
                <w:szCs w:val="22"/>
              </w:rPr>
              <w:t>Primary ventilated stack system</w:t>
            </w:r>
          </w:p>
          <w:p w14:paraId="443BF4FA" w14:textId="77777777" w:rsidR="007371BE" w:rsidRPr="001A7B4B" w:rsidRDefault="007371BE" w:rsidP="002C017C">
            <w:pPr>
              <w:pStyle w:val="Normalheadingblue"/>
              <w:numPr>
                <w:ilvl w:val="0"/>
                <w:numId w:val="93"/>
              </w:numPr>
              <w:rPr>
                <w:rFonts w:cs="Arial"/>
                <w:b w:val="0"/>
                <w:color w:val="auto"/>
                <w:szCs w:val="22"/>
              </w:rPr>
            </w:pPr>
            <w:r w:rsidRPr="001A7B4B">
              <w:rPr>
                <w:rFonts w:cs="Arial"/>
                <w:b w:val="0"/>
                <w:color w:val="auto"/>
                <w:szCs w:val="22"/>
              </w:rPr>
              <w:t>Secondary ventilated system</w:t>
            </w:r>
          </w:p>
          <w:p w14:paraId="4B31F09D" w14:textId="77777777" w:rsidR="007371BE" w:rsidRPr="001A7B4B" w:rsidRDefault="007371BE" w:rsidP="002C017C">
            <w:pPr>
              <w:pStyle w:val="Normalheadingblue"/>
              <w:numPr>
                <w:ilvl w:val="0"/>
                <w:numId w:val="93"/>
              </w:numPr>
              <w:rPr>
                <w:rFonts w:cs="Arial"/>
                <w:b w:val="0"/>
                <w:color w:val="auto"/>
                <w:szCs w:val="22"/>
              </w:rPr>
            </w:pPr>
            <w:r w:rsidRPr="001A7B4B">
              <w:rPr>
                <w:rFonts w:cs="Arial"/>
                <w:b w:val="0"/>
                <w:color w:val="auto"/>
                <w:szCs w:val="22"/>
              </w:rPr>
              <w:t>Stub stack system</w:t>
            </w:r>
          </w:p>
          <w:p w14:paraId="55E8900D" w14:textId="02B75D12" w:rsidR="00770862" w:rsidRPr="001A7B4B" w:rsidRDefault="00116A2E" w:rsidP="002C017C">
            <w:pPr>
              <w:pStyle w:val="Normalheadingblue"/>
              <w:numPr>
                <w:ilvl w:val="0"/>
                <w:numId w:val="93"/>
              </w:numPr>
              <w:rPr>
                <w:rFonts w:cs="Arial"/>
                <w:b w:val="0"/>
                <w:color w:val="auto"/>
                <w:szCs w:val="22"/>
              </w:rPr>
            </w:pPr>
            <w:r w:rsidRPr="001A7B4B">
              <w:rPr>
                <w:rFonts w:cs="Arial"/>
                <w:b w:val="0"/>
                <w:color w:val="auto"/>
                <w:szCs w:val="22"/>
              </w:rPr>
              <w:t>Students</w:t>
            </w:r>
            <w:r w:rsidR="00770862" w:rsidRPr="001A7B4B">
              <w:rPr>
                <w:rFonts w:cs="Arial"/>
                <w:b w:val="0"/>
                <w:color w:val="auto"/>
                <w:szCs w:val="22"/>
              </w:rPr>
              <w:t xml:space="preserve"> to select materials and equipment required for the installation</w:t>
            </w:r>
          </w:p>
          <w:p w14:paraId="55EB1478" w14:textId="1E283598" w:rsidR="007371BE" w:rsidRPr="001A7B4B" w:rsidRDefault="00116A2E" w:rsidP="002C017C">
            <w:pPr>
              <w:pStyle w:val="Normalheadingblue"/>
              <w:numPr>
                <w:ilvl w:val="0"/>
                <w:numId w:val="93"/>
              </w:numPr>
              <w:rPr>
                <w:rFonts w:cs="Arial"/>
                <w:b w:val="0"/>
                <w:color w:val="auto"/>
                <w:szCs w:val="22"/>
              </w:rPr>
            </w:pPr>
            <w:r w:rsidRPr="001A7B4B">
              <w:rPr>
                <w:rFonts w:cs="Arial"/>
                <w:b w:val="0"/>
                <w:color w:val="auto"/>
                <w:szCs w:val="22"/>
              </w:rPr>
              <w:t>Students</w:t>
            </w:r>
            <w:r w:rsidR="007371BE" w:rsidRPr="001A7B4B">
              <w:rPr>
                <w:rFonts w:cs="Arial"/>
                <w:b w:val="0"/>
                <w:color w:val="auto"/>
                <w:szCs w:val="22"/>
              </w:rPr>
              <w:t xml:space="preserve"> to fabricate, position and fix the system into place</w:t>
            </w:r>
          </w:p>
          <w:p w14:paraId="367D1FF4" w14:textId="77777777" w:rsidR="007371BE" w:rsidRPr="001A7B4B" w:rsidRDefault="007371BE" w:rsidP="002C017C">
            <w:pPr>
              <w:pStyle w:val="Normalheadingblue"/>
              <w:numPr>
                <w:ilvl w:val="0"/>
                <w:numId w:val="93"/>
              </w:numPr>
              <w:rPr>
                <w:rFonts w:cs="Arial"/>
                <w:b w:val="0"/>
                <w:color w:val="auto"/>
                <w:szCs w:val="22"/>
              </w:rPr>
            </w:pPr>
            <w:r w:rsidRPr="001A7B4B">
              <w:rPr>
                <w:rFonts w:cs="Arial"/>
                <w:b w:val="0"/>
                <w:color w:val="auto"/>
                <w:szCs w:val="22"/>
              </w:rPr>
              <w:t>On completion, each team is to measure and mark a peer groups work before feeding back in group discussion.</w:t>
            </w:r>
          </w:p>
          <w:p w14:paraId="793F9DBE" w14:textId="77777777" w:rsidR="00075ED0" w:rsidRPr="001A7B4B" w:rsidRDefault="00075ED0" w:rsidP="007371BE">
            <w:pPr>
              <w:pStyle w:val="Normalheadingblue"/>
              <w:rPr>
                <w:rFonts w:cs="Arial"/>
                <w:b w:val="0"/>
                <w:color w:val="auto"/>
                <w:szCs w:val="22"/>
              </w:rPr>
            </w:pPr>
          </w:p>
          <w:p w14:paraId="18937484" w14:textId="77777777" w:rsidR="00075ED0" w:rsidRPr="001A7B4B" w:rsidRDefault="00075ED0" w:rsidP="00075ED0">
            <w:pPr>
              <w:pStyle w:val="Normalheadingblue"/>
              <w:rPr>
                <w:rFonts w:cs="Arial"/>
                <w:color w:val="auto"/>
                <w:szCs w:val="22"/>
              </w:rPr>
            </w:pPr>
            <w:r w:rsidRPr="001A7B4B">
              <w:rPr>
                <w:rFonts w:cs="Arial"/>
                <w:color w:val="auto"/>
                <w:szCs w:val="22"/>
              </w:rPr>
              <w:t>Resources:</w:t>
            </w:r>
          </w:p>
          <w:p w14:paraId="6BE9B468" w14:textId="77777777" w:rsidR="00AB5D54" w:rsidRPr="001A7B4B" w:rsidRDefault="007371BE" w:rsidP="00075ED0">
            <w:pPr>
              <w:pStyle w:val="Normalheadingblue"/>
              <w:rPr>
                <w:rFonts w:cs="Arial"/>
                <w:b w:val="0"/>
                <w:color w:val="auto"/>
                <w:szCs w:val="22"/>
              </w:rPr>
            </w:pPr>
            <w:r w:rsidRPr="001A7B4B">
              <w:rPr>
                <w:rFonts w:cs="Arial"/>
                <w:b w:val="0"/>
                <w:color w:val="auto"/>
                <w:szCs w:val="22"/>
              </w:rPr>
              <w:t>PPE</w:t>
            </w:r>
          </w:p>
          <w:p w14:paraId="7FBAEC6B" w14:textId="77777777" w:rsidR="007371BE" w:rsidRPr="001A7B4B" w:rsidRDefault="007371BE" w:rsidP="00075ED0">
            <w:pPr>
              <w:pStyle w:val="Normalheadingblue"/>
              <w:rPr>
                <w:rFonts w:cs="Arial"/>
                <w:b w:val="0"/>
                <w:color w:val="auto"/>
                <w:szCs w:val="22"/>
              </w:rPr>
            </w:pPr>
            <w:r w:rsidRPr="001A7B4B">
              <w:rPr>
                <w:rFonts w:cs="Arial"/>
                <w:b w:val="0"/>
                <w:color w:val="auto"/>
                <w:szCs w:val="22"/>
              </w:rPr>
              <w:t>Installation drawings</w:t>
            </w:r>
          </w:p>
          <w:p w14:paraId="410CC1C7" w14:textId="77777777" w:rsidR="007371BE" w:rsidRPr="001A7B4B" w:rsidRDefault="007371BE" w:rsidP="00075ED0">
            <w:pPr>
              <w:pStyle w:val="Normalheadingblue"/>
              <w:rPr>
                <w:rFonts w:cs="Arial"/>
                <w:b w:val="0"/>
                <w:color w:val="auto"/>
                <w:szCs w:val="22"/>
              </w:rPr>
            </w:pPr>
            <w:r w:rsidRPr="001A7B4B">
              <w:rPr>
                <w:rFonts w:cs="Arial"/>
                <w:b w:val="0"/>
                <w:color w:val="auto"/>
                <w:szCs w:val="22"/>
              </w:rPr>
              <w:t>Tools relevant to installation</w:t>
            </w:r>
          </w:p>
          <w:p w14:paraId="2172C157" w14:textId="77777777" w:rsidR="007371BE" w:rsidRPr="001A7B4B" w:rsidRDefault="007371BE" w:rsidP="00075ED0">
            <w:pPr>
              <w:pStyle w:val="Normalheadingblue"/>
              <w:rPr>
                <w:rFonts w:cs="Arial"/>
                <w:b w:val="0"/>
                <w:color w:val="auto"/>
                <w:szCs w:val="22"/>
              </w:rPr>
            </w:pPr>
            <w:r w:rsidRPr="001A7B4B">
              <w:rPr>
                <w:rFonts w:cs="Arial"/>
                <w:b w:val="0"/>
                <w:color w:val="auto"/>
                <w:szCs w:val="22"/>
              </w:rPr>
              <w:t>Tape measures</w:t>
            </w:r>
          </w:p>
          <w:p w14:paraId="4A6FFC79" w14:textId="77777777" w:rsidR="007371BE" w:rsidRPr="001A7B4B" w:rsidRDefault="007371BE" w:rsidP="00075ED0">
            <w:pPr>
              <w:pStyle w:val="Normalheadingblue"/>
              <w:rPr>
                <w:rFonts w:cs="Arial"/>
                <w:b w:val="0"/>
                <w:color w:val="auto"/>
                <w:szCs w:val="22"/>
              </w:rPr>
            </w:pPr>
            <w:r w:rsidRPr="001A7B4B">
              <w:rPr>
                <w:rFonts w:cs="Arial"/>
                <w:b w:val="0"/>
                <w:color w:val="auto"/>
                <w:szCs w:val="22"/>
              </w:rPr>
              <w:t>Spirit levels</w:t>
            </w:r>
          </w:p>
          <w:p w14:paraId="45358DF1" w14:textId="77777777" w:rsidR="007371BE" w:rsidRPr="001A7B4B" w:rsidRDefault="007371BE" w:rsidP="00075ED0">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3293242D" w14:textId="77777777" w:rsidR="00DD207A" w:rsidRPr="001A7B4B" w:rsidRDefault="008A57D2">
            <w:r w:rsidRPr="001A7B4B">
              <w:lastRenderedPageBreak/>
              <w:t>Install sanitary system pipework</w:t>
            </w:r>
          </w:p>
        </w:tc>
      </w:tr>
      <w:tr w:rsidR="001A7B4B" w:rsidRPr="001A7B4B" w14:paraId="68446E9F"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0DE5F337" w14:textId="77777777" w:rsidR="007371BE" w:rsidRDefault="007371BE" w:rsidP="007371BE">
            <w:pPr>
              <w:jc w:val="center"/>
              <w:rPr>
                <w:rFonts w:cs="Arial"/>
                <w:szCs w:val="22"/>
              </w:rPr>
            </w:pPr>
            <w:r>
              <w:rPr>
                <w:rFonts w:cs="Arial"/>
                <w:szCs w:val="22"/>
              </w:rPr>
              <w:lastRenderedPageBreak/>
              <w:t>147</w:t>
            </w:r>
          </w:p>
          <w:p w14:paraId="49B03C81" w14:textId="77777777" w:rsidR="007371BE" w:rsidRDefault="007371BE" w:rsidP="007371BE">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090DEB32" w14:textId="77777777" w:rsidR="007371BE" w:rsidRPr="001A7B4B" w:rsidRDefault="007371BE" w:rsidP="007371BE">
            <w:pPr>
              <w:pStyle w:val="Normalheadingblack"/>
              <w:rPr>
                <w:rFonts w:cs="Arial"/>
                <w:lang w:eastAsia="en-GB"/>
              </w:rPr>
            </w:pPr>
            <w:r w:rsidRPr="001A7B4B">
              <w:rPr>
                <w:rFonts w:cs="Arial"/>
                <w:lang w:eastAsia="en-GB"/>
              </w:rPr>
              <w:t>Outcome 1 – Plumbing and heating common knowledge criteria</w:t>
            </w:r>
          </w:p>
          <w:p w14:paraId="760497D4" w14:textId="77777777" w:rsidR="007371BE" w:rsidRPr="001A7B4B" w:rsidRDefault="007371BE" w:rsidP="007371BE">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1A380442" w14:textId="674AD7FE" w:rsidR="007371BE" w:rsidRPr="001A7B4B" w:rsidRDefault="007371BE" w:rsidP="004C592F">
            <w:pPr>
              <w:pStyle w:val="Normalheadingblack"/>
              <w:rPr>
                <w:rFonts w:cs="Arial"/>
                <w:b w:val="0"/>
                <w:szCs w:val="22"/>
              </w:rPr>
            </w:pPr>
            <w:r w:rsidRPr="001A7B4B">
              <w:rPr>
                <w:rFonts w:cs="Arial"/>
                <w:b w:val="0"/>
                <w:szCs w:val="22"/>
              </w:rPr>
              <w:t>K1.12 Types of waste and waste</w:t>
            </w:r>
            <w:r w:rsidR="004C592F" w:rsidRPr="001A7B4B">
              <w:rPr>
                <w:rFonts w:cs="Arial"/>
                <w:b w:val="0"/>
                <w:szCs w:val="22"/>
              </w:rPr>
              <w:t xml:space="preserve"> </w:t>
            </w:r>
            <w:r w:rsidRPr="001A7B4B">
              <w:rPr>
                <w:rFonts w:cs="Arial"/>
                <w:b w:val="0"/>
                <w:szCs w:val="22"/>
              </w:rPr>
              <w:t>products and the</w:t>
            </w:r>
            <w:r w:rsidR="004C592F" w:rsidRPr="001A7B4B">
              <w:rPr>
                <w:rFonts w:cs="Arial"/>
                <w:b w:val="0"/>
                <w:szCs w:val="22"/>
              </w:rPr>
              <w:t xml:space="preserve"> </w:t>
            </w:r>
            <w:r w:rsidRPr="001A7B4B">
              <w:rPr>
                <w:rFonts w:cs="Arial"/>
                <w:b w:val="0"/>
                <w:szCs w:val="22"/>
              </w:rPr>
              <w:t>associated systems and attributes</w:t>
            </w:r>
          </w:p>
        </w:tc>
        <w:tc>
          <w:tcPr>
            <w:tcW w:w="5785" w:type="dxa"/>
            <w:tcBorders>
              <w:top w:val="single" w:sz="4" w:space="0" w:color="C6C5C6"/>
              <w:left w:val="single" w:sz="4" w:space="0" w:color="C6C5C6"/>
              <w:bottom w:val="single" w:sz="4" w:space="0" w:color="C6C5C6"/>
              <w:right w:val="single" w:sz="4" w:space="0" w:color="C6C5C6"/>
            </w:tcBorders>
          </w:tcPr>
          <w:p w14:paraId="720825D3" w14:textId="77777777" w:rsidR="007371BE" w:rsidRPr="001A7B4B" w:rsidRDefault="007371BE" w:rsidP="007371BE">
            <w:pPr>
              <w:pStyle w:val="Normalheadingblue"/>
              <w:rPr>
                <w:rFonts w:cs="Arial"/>
                <w:color w:val="auto"/>
                <w:szCs w:val="22"/>
              </w:rPr>
            </w:pPr>
            <w:r w:rsidRPr="001A7B4B">
              <w:rPr>
                <w:rFonts w:cs="Arial"/>
                <w:color w:val="auto"/>
                <w:szCs w:val="22"/>
              </w:rPr>
              <w:t>Activity:</w:t>
            </w:r>
          </w:p>
          <w:p w14:paraId="3DA0054A" w14:textId="77777777" w:rsidR="007371BE" w:rsidRPr="001A7B4B" w:rsidRDefault="007371BE" w:rsidP="007371BE">
            <w:pPr>
              <w:pStyle w:val="Normalheadingblue"/>
              <w:rPr>
                <w:rFonts w:cs="Arial"/>
                <w:color w:val="auto"/>
                <w:szCs w:val="22"/>
              </w:rPr>
            </w:pPr>
          </w:p>
          <w:p w14:paraId="3EF7C89E" w14:textId="77777777" w:rsidR="007371BE" w:rsidRPr="001A7B4B" w:rsidRDefault="007371BE" w:rsidP="007371BE">
            <w:pPr>
              <w:pStyle w:val="Normalheadingblue"/>
              <w:rPr>
                <w:rFonts w:cs="Arial"/>
                <w:color w:val="auto"/>
                <w:szCs w:val="22"/>
              </w:rPr>
            </w:pPr>
            <w:r w:rsidRPr="001A7B4B">
              <w:rPr>
                <w:rFonts w:cs="Arial"/>
                <w:color w:val="auto"/>
                <w:szCs w:val="22"/>
              </w:rPr>
              <w:t>Starter task example:</w:t>
            </w:r>
          </w:p>
          <w:p w14:paraId="42D81BFB" w14:textId="0A61D232" w:rsidR="007371BE" w:rsidRPr="001A7B4B" w:rsidRDefault="007371BE" w:rsidP="002C017C">
            <w:pPr>
              <w:pStyle w:val="Normalheadingblue"/>
              <w:numPr>
                <w:ilvl w:val="0"/>
                <w:numId w:val="93"/>
              </w:numPr>
              <w:rPr>
                <w:rFonts w:cs="Arial"/>
                <w:b w:val="0"/>
                <w:color w:val="auto"/>
                <w:szCs w:val="22"/>
              </w:rPr>
            </w:pPr>
            <w:r w:rsidRPr="001A7B4B">
              <w:rPr>
                <w:rFonts w:cs="Arial"/>
                <w:b w:val="0"/>
                <w:color w:val="auto"/>
                <w:szCs w:val="22"/>
              </w:rPr>
              <w:t>Long term recall task – Short quiz based on systems coverage up to date. 10-12 questions before peer marking and discussion</w:t>
            </w:r>
            <w:r w:rsidR="005761B0">
              <w:rPr>
                <w:rFonts w:cs="Arial"/>
                <w:b w:val="0"/>
                <w:color w:val="auto"/>
                <w:szCs w:val="22"/>
              </w:rPr>
              <w:t>.</w:t>
            </w:r>
          </w:p>
          <w:p w14:paraId="77B64A11" w14:textId="77777777" w:rsidR="007371BE" w:rsidRPr="001A7B4B" w:rsidRDefault="007371BE" w:rsidP="007371BE">
            <w:pPr>
              <w:pStyle w:val="Normalheadingblue"/>
              <w:rPr>
                <w:rFonts w:cs="Arial"/>
                <w:color w:val="auto"/>
                <w:szCs w:val="22"/>
              </w:rPr>
            </w:pPr>
          </w:p>
          <w:p w14:paraId="27445EDF" w14:textId="77777777" w:rsidR="007371BE" w:rsidRPr="001A7B4B" w:rsidRDefault="007371BE" w:rsidP="007371BE">
            <w:pPr>
              <w:pStyle w:val="Normalheadingblue"/>
              <w:rPr>
                <w:rFonts w:cs="Arial"/>
                <w:color w:val="auto"/>
                <w:szCs w:val="22"/>
              </w:rPr>
            </w:pPr>
            <w:r w:rsidRPr="001A7B4B">
              <w:rPr>
                <w:rFonts w:cs="Arial"/>
                <w:color w:val="auto"/>
                <w:szCs w:val="22"/>
              </w:rPr>
              <w:t>Delivery:</w:t>
            </w:r>
          </w:p>
          <w:p w14:paraId="04F84BAF" w14:textId="77777777" w:rsidR="007371BE" w:rsidRPr="001A7B4B" w:rsidRDefault="007371BE" w:rsidP="007371BE">
            <w:pPr>
              <w:pStyle w:val="Normalheadingblue"/>
              <w:rPr>
                <w:rFonts w:cs="Arial"/>
                <w:color w:val="auto"/>
                <w:szCs w:val="22"/>
              </w:rPr>
            </w:pPr>
            <w:r w:rsidRPr="001A7B4B">
              <w:rPr>
                <w:rFonts w:cs="Arial"/>
                <w:color w:val="auto"/>
                <w:szCs w:val="22"/>
              </w:rPr>
              <w:t>Rainwater systems – Principles of rainwater collection</w:t>
            </w:r>
          </w:p>
          <w:p w14:paraId="447C34AB" w14:textId="65C9750B" w:rsidR="007371BE" w:rsidRPr="001A7B4B" w:rsidRDefault="007371BE" w:rsidP="002C017C">
            <w:pPr>
              <w:pStyle w:val="Normalheadingblue"/>
              <w:numPr>
                <w:ilvl w:val="0"/>
                <w:numId w:val="93"/>
              </w:numPr>
              <w:rPr>
                <w:rFonts w:cs="Arial"/>
                <w:b w:val="0"/>
                <w:color w:val="auto"/>
                <w:szCs w:val="22"/>
              </w:rPr>
            </w:pPr>
            <w:r w:rsidRPr="001A7B4B">
              <w:rPr>
                <w:rFonts w:cs="Arial"/>
                <w:b w:val="0"/>
                <w:color w:val="auto"/>
                <w:szCs w:val="22"/>
              </w:rPr>
              <w:t xml:space="preserve">Tutor to discuss the content relating to rainwater systems within Building regulations document H and examine the document with </w:t>
            </w:r>
            <w:r w:rsidR="00F502C8" w:rsidRPr="001A7B4B">
              <w:rPr>
                <w:rFonts w:cs="Arial"/>
                <w:b w:val="0"/>
                <w:color w:val="auto"/>
                <w:szCs w:val="22"/>
              </w:rPr>
              <w:t>students</w:t>
            </w:r>
            <w:r w:rsidR="005761B0">
              <w:rPr>
                <w:rFonts w:cs="Arial"/>
                <w:b w:val="0"/>
                <w:color w:val="auto"/>
                <w:szCs w:val="22"/>
              </w:rPr>
              <w:t>.</w:t>
            </w:r>
          </w:p>
          <w:p w14:paraId="6BFD5185" w14:textId="7C9C1FA1" w:rsidR="007371BE" w:rsidRPr="001A7B4B" w:rsidRDefault="007371BE" w:rsidP="002C017C">
            <w:pPr>
              <w:pStyle w:val="Normalheadingblue"/>
              <w:numPr>
                <w:ilvl w:val="0"/>
                <w:numId w:val="93"/>
              </w:numPr>
              <w:rPr>
                <w:rFonts w:cs="Arial"/>
                <w:b w:val="0"/>
                <w:color w:val="auto"/>
                <w:szCs w:val="22"/>
              </w:rPr>
            </w:pPr>
            <w:r w:rsidRPr="001A7B4B">
              <w:rPr>
                <w:rFonts w:cs="Arial"/>
                <w:b w:val="0"/>
                <w:color w:val="auto"/>
                <w:szCs w:val="22"/>
              </w:rPr>
              <w:t>Discuss rain intensity and charts relating to rain fall by region</w:t>
            </w:r>
            <w:r w:rsidR="005761B0">
              <w:rPr>
                <w:rFonts w:cs="Arial"/>
                <w:b w:val="0"/>
                <w:color w:val="auto"/>
                <w:szCs w:val="22"/>
              </w:rPr>
              <w:t>.</w:t>
            </w:r>
          </w:p>
          <w:p w14:paraId="702D4D81" w14:textId="0C764E44" w:rsidR="007371BE" w:rsidRPr="001A7B4B" w:rsidRDefault="007371BE" w:rsidP="002C017C">
            <w:pPr>
              <w:pStyle w:val="Normalheadingblue"/>
              <w:numPr>
                <w:ilvl w:val="0"/>
                <w:numId w:val="93"/>
              </w:numPr>
              <w:rPr>
                <w:rFonts w:cs="Arial"/>
                <w:b w:val="0"/>
                <w:color w:val="auto"/>
                <w:szCs w:val="22"/>
              </w:rPr>
            </w:pPr>
            <w:r w:rsidRPr="001A7B4B">
              <w:rPr>
                <w:rFonts w:cs="Arial"/>
                <w:b w:val="0"/>
                <w:color w:val="auto"/>
                <w:szCs w:val="22"/>
              </w:rPr>
              <w:t>Discuss the principles of calculating rainwater fall in the UK</w:t>
            </w:r>
            <w:r w:rsidR="005761B0">
              <w:rPr>
                <w:rFonts w:cs="Arial"/>
                <w:b w:val="0"/>
                <w:color w:val="auto"/>
                <w:szCs w:val="22"/>
              </w:rPr>
              <w:t>.</w:t>
            </w:r>
          </w:p>
          <w:p w14:paraId="1503472D" w14:textId="31A53409" w:rsidR="007371BE" w:rsidRPr="001A7B4B" w:rsidRDefault="007371BE" w:rsidP="002C017C">
            <w:pPr>
              <w:pStyle w:val="Normalheadingblue"/>
              <w:numPr>
                <w:ilvl w:val="0"/>
                <w:numId w:val="93"/>
              </w:numPr>
              <w:rPr>
                <w:rFonts w:cs="Arial"/>
                <w:b w:val="0"/>
                <w:color w:val="auto"/>
                <w:szCs w:val="22"/>
              </w:rPr>
            </w:pPr>
            <w:r w:rsidRPr="001A7B4B">
              <w:rPr>
                <w:rFonts w:cs="Arial"/>
                <w:b w:val="0"/>
                <w:color w:val="auto"/>
                <w:szCs w:val="22"/>
              </w:rPr>
              <w:t>Demonstrate the process of calculating roof areas for rainwater systems</w:t>
            </w:r>
            <w:r w:rsidR="005761B0">
              <w:rPr>
                <w:rFonts w:cs="Arial"/>
                <w:b w:val="0"/>
                <w:color w:val="auto"/>
                <w:szCs w:val="22"/>
              </w:rPr>
              <w:t>.</w:t>
            </w:r>
          </w:p>
          <w:p w14:paraId="39CE3FD2" w14:textId="29CA12FD" w:rsidR="007371BE" w:rsidRPr="001A7B4B" w:rsidRDefault="00116A2E" w:rsidP="002C017C">
            <w:pPr>
              <w:pStyle w:val="Normalheadingblue"/>
              <w:numPr>
                <w:ilvl w:val="0"/>
                <w:numId w:val="93"/>
              </w:numPr>
              <w:rPr>
                <w:rFonts w:cs="Arial"/>
                <w:b w:val="0"/>
                <w:color w:val="auto"/>
                <w:szCs w:val="22"/>
              </w:rPr>
            </w:pPr>
            <w:r w:rsidRPr="001A7B4B">
              <w:rPr>
                <w:rFonts w:cs="Arial"/>
                <w:b w:val="0"/>
                <w:color w:val="auto"/>
                <w:szCs w:val="22"/>
              </w:rPr>
              <w:t>Students</w:t>
            </w:r>
            <w:r w:rsidR="007371BE" w:rsidRPr="001A7B4B">
              <w:rPr>
                <w:rFonts w:cs="Arial"/>
                <w:b w:val="0"/>
                <w:color w:val="auto"/>
                <w:szCs w:val="22"/>
              </w:rPr>
              <w:t xml:space="preserve"> to calculate rainfall quantity and roof areas in given scenarios</w:t>
            </w:r>
            <w:r w:rsidR="005761B0">
              <w:rPr>
                <w:rFonts w:cs="Arial"/>
                <w:b w:val="0"/>
                <w:color w:val="auto"/>
                <w:szCs w:val="22"/>
              </w:rPr>
              <w:t>.</w:t>
            </w:r>
          </w:p>
          <w:p w14:paraId="38733727" w14:textId="77777777" w:rsidR="007371BE" w:rsidRPr="001A7B4B" w:rsidRDefault="007371BE" w:rsidP="007371BE">
            <w:pPr>
              <w:pStyle w:val="Normalheadingblue"/>
              <w:rPr>
                <w:rFonts w:cs="Arial"/>
                <w:color w:val="auto"/>
                <w:szCs w:val="22"/>
              </w:rPr>
            </w:pPr>
          </w:p>
          <w:p w14:paraId="3717A12B" w14:textId="77777777" w:rsidR="007371BE" w:rsidRPr="001A7B4B" w:rsidRDefault="007371BE" w:rsidP="007371BE">
            <w:pPr>
              <w:pStyle w:val="Normalheadingblue"/>
              <w:rPr>
                <w:rFonts w:cs="Arial"/>
                <w:color w:val="auto"/>
                <w:szCs w:val="22"/>
              </w:rPr>
            </w:pPr>
          </w:p>
          <w:p w14:paraId="208ECBD6" w14:textId="77777777" w:rsidR="007371BE" w:rsidRPr="001A7B4B" w:rsidRDefault="007371BE" w:rsidP="007371BE">
            <w:pPr>
              <w:pStyle w:val="Normalheadingblue"/>
              <w:rPr>
                <w:rFonts w:cs="Arial"/>
                <w:color w:val="auto"/>
                <w:szCs w:val="22"/>
              </w:rPr>
            </w:pPr>
            <w:r w:rsidRPr="001A7B4B">
              <w:rPr>
                <w:rFonts w:cs="Arial"/>
                <w:color w:val="auto"/>
                <w:szCs w:val="22"/>
              </w:rPr>
              <w:t>Knowledge check example:</w:t>
            </w:r>
          </w:p>
          <w:p w14:paraId="212E82B9" w14:textId="484745F5" w:rsidR="007371BE" w:rsidRPr="001A7B4B" w:rsidRDefault="007371BE" w:rsidP="002C017C">
            <w:pPr>
              <w:pStyle w:val="Normalheadingblue"/>
              <w:numPr>
                <w:ilvl w:val="0"/>
                <w:numId w:val="94"/>
              </w:numPr>
              <w:rPr>
                <w:rFonts w:cs="Arial"/>
                <w:b w:val="0"/>
                <w:color w:val="auto"/>
                <w:szCs w:val="22"/>
              </w:rPr>
            </w:pPr>
            <w:r w:rsidRPr="001A7B4B">
              <w:rPr>
                <w:rFonts w:cs="Arial"/>
                <w:b w:val="0"/>
                <w:color w:val="auto"/>
                <w:szCs w:val="22"/>
              </w:rPr>
              <w:t xml:space="preserve">Scenario based questions – </w:t>
            </w:r>
            <w:r w:rsidR="00F502C8" w:rsidRPr="001A7B4B">
              <w:rPr>
                <w:rFonts w:cs="Arial"/>
                <w:b w:val="0"/>
                <w:color w:val="auto"/>
                <w:szCs w:val="22"/>
              </w:rPr>
              <w:t>students</w:t>
            </w:r>
            <w:r w:rsidRPr="001A7B4B">
              <w:rPr>
                <w:rFonts w:cs="Arial"/>
                <w:b w:val="0"/>
                <w:color w:val="auto"/>
                <w:szCs w:val="22"/>
              </w:rPr>
              <w:t xml:space="preserve"> calculate rainfall and answer scenario questions relating to </w:t>
            </w:r>
            <w:r w:rsidR="00A71F16" w:rsidRPr="001A7B4B">
              <w:rPr>
                <w:rFonts w:cs="Arial"/>
                <w:b w:val="0"/>
                <w:color w:val="auto"/>
                <w:szCs w:val="22"/>
              </w:rPr>
              <w:t>rainwater</w:t>
            </w:r>
            <w:r w:rsidRPr="001A7B4B">
              <w:rPr>
                <w:rFonts w:cs="Arial"/>
                <w:b w:val="0"/>
                <w:color w:val="auto"/>
                <w:szCs w:val="22"/>
              </w:rPr>
              <w:t xml:space="preserve"> system principles</w:t>
            </w:r>
            <w:r w:rsidR="005761B0">
              <w:rPr>
                <w:rFonts w:cs="Arial"/>
                <w:b w:val="0"/>
                <w:color w:val="auto"/>
                <w:szCs w:val="22"/>
              </w:rPr>
              <w:t>.</w:t>
            </w:r>
          </w:p>
          <w:p w14:paraId="1059AC9B" w14:textId="77777777" w:rsidR="007371BE" w:rsidRPr="001A7B4B" w:rsidRDefault="007371BE" w:rsidP="007371BE">
            <w:pPr>
              <w:pStyle w:val="Normalheadingblue"/>
              <w:rPr>
                <w:rFonts w:cs="Arial"/>
                <w:color w:val="auto"/>
                <w:szCs w:val="22"/>
              </w:rPr>
            </w:pPr>
            <w:r w:rsidRPr="001A7B4B">
              <w:rPr>
                <w:rFonts w:cs="Arial"/>
                <w:color w:val="auto"/>
                <w:szCs w:val="22"/>
              </w:rPr>
              <w:t>Resources:</w:t>
            </w:r>
          </w:p>
          <w:p w14:paraId="5B3F6F07" w14:textId="77777777" w:rsidR="007371BE" w:rsidRPr="001A7B4B" w:rsidRDefault="007371BE" w:rsidP="007371BE">
            <w:pPr>
              <w:pStyle w:val="Normalheadingblue"/>
              <w:rPr>
                <w:rFonts w:cs="Arial"/>
                <w:b w:val="0"/>
                <w:color w:val="auto"/>
                <w:szCs w:val="22"/>
              </w:rPr>
            </w:pPr>
            <w:r w:rsidRPr="001A7B4B">
              <w:rPr>
                <w:rFonts w:cs="Arial"/>
                <w:b w:val="0"/>
                <w:color w:val="auto"/>
                <w:szCs w:val="22"/>
              </w:rPr>
              <w:t>Building Regulation Document H</w:t>
            </w:r>
          </w:p>
          <w:p w14:paraId="2B934CA4" w14:textId="77777777" w:rsidR="007371BE" w:rsidRPr="001A7B4B" w:rsidRDefault="007371BE" w:rsidP="007371BE">
            <w:pPr>
              <w:pStyle w:val="Normalheadingblue"/>
              <w:rPr>
                <w:rFonts w:cs="Arial"/>
                <w:b w:val="0"/>
                <w:color w:val="auto"/>
                <w:szCs w:val="22"/>
              </w:rPr>
            </w:pPr>
            <w:r w:rsidRPr="001A7B4B">
              <w:rPr>
                <w:rFonts w:cs="Arial"/>
                <w:b w:val="0"/>
                <w:color w:val="auto"/>
                <w:szCs w:val="22"/>
              </w:rPr>
              <w:t>Rainwater charts</w:t>
            </w:r>
          </w:p>
          <w:p w14:paraId="4CEFF509" w14:textId="77777777" w:rsidR="007371BE" w:rsidRPr="001A7B4B" w:rsidRDefault="007371BE" w:rsidP="007371BE">
            <w:pPr>
              <w:pStyle w:val="Normalheadingblue"/>
              <w:rPr>
                <w:rFonts w:cs="Arial"/>
                <w:color w:val="auto"/>
                <w:szCs w:val="22"/>
              </w:rPr>
            </w:pPr>
            <w:r w:rsidRPr="001A7B4B">
              <w:rPr>
                <w:rFonts w:cs="Arial"/>
                <w:b w:val="0"/>
                <w:color w:val="auto"/>
                <w:szCs w:val="22"/>
              </w:rPr>
              <w:t>Scenario based questions</w:t>
            </w:r>
          </w:p>
        </w:tc>
        <w:tc>
          <w:tcPr>
            <w:tcW w:w="2246" w:type="dxa"/>
            <w:tcBorders>
              <w:top w:val="single" w:sz="4" w:space="0" w:color="C6C5C6"/>
              <w:left w:val="single" w:sz="4" w:space="0" w:color="C6C5C6"/>
              <w:bottom w:val="single" w:sz="4" w:space="0" w:color="C6C5C6"/>
              <w:right w:val="single" w:sz="4" w:space="0" w:color="C6C5C6"/>
            </w:tcBorders>
          </w:tcPr>
          <w:p w14:paraId="2C9842B9" w14:textId="77777777" w:rsidR="00DD207A" w:rsidRPr="001A7B4B" w:rsidRDefault="008A57D2">
            <w:r w:rsidRPr="001A7B4B">
              <w:lastRenderedPageBreak/>
              <w:t>Systems quiz</w:t>
            </w:r>
            <w:r w:rsidRPr="001A7B4B">
              <w:br/>
            </w:r>
            <w:r w:rsidRPr="001A7B4B">
              <w:br/>
            </w:r>
            <w:r w:rsidRPr="001A7B4B">
              <w:br/>
            </w:r>
            <w:r w:rsidRPr="001A7B4B">
              <w:br/>
            </w:r>
            <w:r w:rsidRPr="001A7B4B">
              <w:br/>
            </w:r>
            <w:r w:rsidRPr="001A7B4B">
              <w:br/>
            </w:r>
            <w:r w:rsidRPr="001A7B4B">
              <w:br/>
            </w:r>
            <w:r w:rsidRPr="001A7B4B">
              <w:br/>
            </w:r>
            <w:r w:rsidRPr="001A7B4B">
              <w:br/>
              <w:t>Calculate roof area</w:t>
            </w:r>
            <w:r w:rsidRPr="001A7B4B">
              <w:br/>
            </w:r>
            <w:r w:rsidRPr="001A7B4B">
              <w:br/>
              <w:t>Calculate rainwater quantity</w:t>
            </w:r>
            <w:r w:rsidRPr="001A7B4B">
              <w:br/>
            </w:r>
            <w:r w:rsidRPr="001A7B4B">
              <w:br/>
            </w:r>
            <w:r w:rsidRPr="001A7B4B">
              <w:br/>
            </w:r>
            <w:r w:rsidRPr="001A7B4B">
              <w:br/>
            </w:r>
            <w:r w:rsidRPr="001A7B4B">
              <w:br/>
            </w:r>
            <w:r w:rsidRPr="001A7B4B">
              <w:br/>
            </w:r>
            <w:r w:rsidRPr="001A7B4B">
              <w:br/>
              <w:t>Scenario questions</w:t>
            </w:r>
            <w:r w:rsidRPr="001A7B4B">
              <w:br/>
              <w:t>Maths skills (measurement, scale, calculation, costing)</w:t>
            </w:r>
            <w:r w:rsidRPr="001A7B4B">
              <w:br/>
              <w:t xml:space="preserve">English skills (reading, writing, </w:t>
            </w:r>
            <w:r w:rsidRPr="001A7B4B">
              <w:lastRenderedPageBreak/>
              <w:t>technical vocabulary)</w:t>
            </w:r>
          </w:p>
        </w:tc>
      </w:tr>
      <w:tr w:rsidR="001A7B4B" w:rsidRPr="001A7B4B" w14:paraId="37628EEE"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2454CB8A" w14:textId="77777777" w:rsidR="00075ED0" w:rsidRDefault="00075ED0" w:rsidP="00075ED0">
            <w:pPr>
              <w:jc w:val="center"/>
              <w:rPr>
                <w:rFonts w:cs="Arial"/>
                <w:szCs w:val="22"/>
              </w:rPr>
            </w:pPr>
            <w:r>
              <w:rPr>
                <w:rFonts w:cs="Arial"/>
                <w:szCs w:val="22"/>
              </w:rPr>
              <w:lastRenderedPageBreak/>
              <w:t>1</w:t>
            </w:r>
            <w:r w:rsidR="00770862">
              <w:rPr>
                <w:rFonts w:cs="Arial"/>
                <w:szCs w:val="22"/>
              </w:rPr>
              <w:t>48</w:t>
            </w:r>
          </w:p>
          <w:p w14:paraId="641137AF" w14:textId="77777777" w:rsidR="00770862" w:rsidRDefault="00770862" w:rsidP="00075ED0">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03922A84" w14:textId="77777777" w:rsidR="00075ED0" w:rsidRPr="001A7B4B" w:rsidRDefault="00075ED0" w:rsidP="00075ED0">
            <w:pPr>
              <w:pStyle w:val="Normalheadingblack"/>
              <w:rPr>
                <w:rFonts w:cs="Arial"/>
                <w:lang w:eastAsia="en-GB"/>
              </w:rPr>
            </w:pPr>
            <w:r w:rsidRPr="001A7B4B">
              <w:rPr>
                <w:rFonts w:cs="Arial"/>
                <w:lang w:eastAsia="en-GB"/>
              </w:rPr>
              <w:t>Outcome 1 – Plumbing and heating common knowledge criteria</w:t>
            </w:r>
          </w:p>
          <w:p w14:paraId="1975B9AF" w14:textId="77777777" w:rsidR="00075ED0" w:rsidRPr="001A7B4B" w:rsidRDefault="00075ED0" w:rsidP="00075ED0">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54613D19" w14:textId="77777777" w:rsidR="00075ED0" w:rsidRPr="001A7B4B" w:rsidRDefault="00075ED0" w:rsidP="00075ED0">
            <w:pPr>
              <w:pStyle w:val="Normalheadingblack"/>
              <w:rPr>
                <w:rFonts w:cs="Arial"/>
                <w:b w:val="0"/>
                <w:szCs w:val="22"/>
              </w:rPr>
            </w:pPr>
            <w:r w:rsidRPr="001A7B4B">
              <w:rPr>
                <w:rFonts w:cs="Arial"/>
                <w:b w:val="0"/>
                <w:szCs w:val="22"/>
              </w:rPr>
              <w:t>K1.7 Plumbing and heating systems</w:t>
            </w:r>
          </w:p>
          <w:p w14:paraId="3171CFB6" w14:textId="77777777" w:rsidR="00075ED0" w:rsidRPr="001A7B4B" w:rsidRDefault="00075ED0" w:rsidP="00075ED0">
            <w:pPr>
              <w:pStyle w:val="Normalheadingblack"/>
              <w:rPr>
                <w:rFonts w:cs="Arial"/>
                <w:b w:val="0"/>
                <w:szCs w:val="22"/>
              </w:rPr>
            </w:pPr>
          </w:p>
          <w:p w14:paraId="763A349B" w14:textId="77777777" w:rsidR="00075ED0" w:rsidRPr="001A7B4B" w:rsidRDefault="00075ED0" w:rsidP="00075ED0">
            <w:pPr>
              <w:pStyle w:val="Normalheadingblack"/>
              <w:rPr>
                <w:rFonts w:cs="Arial"/>
                <w:b w:val="0"/>
                <w:szCs w:val="22"/>
              </w:rPr>
            </w:pPr>
            <w:r w:rsidRPr="001A7B4B">
              <w:rPr>
                <w:rFonts w:cs="Arial"/>
                <w:b w:val="0"/>
                <w:szCs w:val="22"/>
              </w:rPr>
              <w:t>K1.8 Components used in plumbing and heating systems</w:t>
            </w:r>
          </w:p>
          <w:p w14:paraId="3201270E" w14:textId="77777777" w:rsidR="00465F17" w:rsidRPr="001A7B4B" w:rsidRDefault="00465F17" w:rsidP="00075ED0">
            <w:pPr>
              <w:pStyle w:val="Normalheadingblack"/>
              <w:rPr>
                <w:rFonts w:cs="Arial"/>
                <w:b w:val="0"/>
                <w:szCs w:val="22"/>
              </w:rPr>
            </w:pPr>
          </w:p>
          <w:p w14:paraId="71440A97" w14:textId="77777777" w:rsidR="00465F17" w:rsidRPr="001A7B4B" w:rsidRDefault="00465F17" w:rsidP="00075ED0">
            <w:pPr>
              <w:pStyle w:val="Normalheadingblack"/>
              <w:rPr>
                <w:rFonts w:cs="Arial"/>
                <w:b w:val="0"/>
                <w:szCs w:val="22"/>
              </w:rPr>
            </w:pPr>
            <w:r w:rsidRPr="001A7B4B">
              <w:rPr>
                <w:rFonts w:cs="Arial"/>
                <w:b w:val="0"/>
                <w:szCs w:val="22"/>
              </w:rPr>
              <w:t>K1.16 Scientific principles and concepts to plumbing engineering</w:t>
            </w:r>
          </w:p>
        </w:tc>
        <w:tc>
          <w:tcPr>
            <w:tcW w:w="5785" w:type="dxa"/>
            <w:tcBorders>
              <w:top w:val="single" w:sz="4" w:space="0" w:color="C6C5C6"/>
              <w:left w:val="single" w:sz="4" w:space="0" w:color="C6C5C6"/>
              <w:bottom w:val="single" w:sz="4" w:space="0" w:color="C6C5C6"/>
              <w:right w:val="single" w:sz="4" w:space="0" w:color="C6C5C6"/>
            </w:tcBorders>
          </w:tcPr>
          <w:p w14:paraId="5A574022" w14:textId="77777777" w:rsidR="00075ED0" w:rsidRPr="001A7B4B" w:rsidRDefault="00075ED0" w:rsidP="00075ED0">
            <w:pPr>
              <w:pStyle w:val="Normalheadingblue"/>
              <w:rPr>
                <w:rFonts w:cs="Arial"/>
                <w:color w:val="auto"/>
                <w:szCs w:val="22"/>
              </w:rPr>
            </w:pPr>
            <w:r w:rsidRPr="001A7B4B">
              <w:rPr>
                <w:rFonts w:cs="Arial"/>
                <w:color w:val="auto"/>
                <w:szCs w:val="22"/>
              </w:rPr>
              <w:t>Activity:</w:t>
            </w:r>
          </w:p>
          <w:p w14:paraId="60444D2A" w14:textId="77777777" w:rsidR="00075ED0" w:rsidRPr="001A7B4B" w:rsidRDefault="00075ED0" w:rsidP="00075ED0">
            <w:pPr>
              <w:pStyle w:val="Normalheadingblue"/>
              <w:rPr>
                <w:rFonts w:cs="Arial"/>
                <w:color w:val="auto"/>
                <w:szCs w:val="22"/>
              </w:rPr>
            </w:pPr>
          </w:p>
          <w:p w14:paraId="375124EB" w14:textId="77777777" w:rsidR="00075ED0" w:rsidRPr="001A7B4B" w:rsidRDefault="00075ED0" w:rsidP="00075ED0">
            <w:pPr>
              <w:pStyle w:val="Normalheadingblue"/>
              <w:rPr>
                <w:rFonts w:cs="Arial"/>
                <w:color w:val="auto"/>
                <w:szCs w:val="22"/>
              </w:rPr>
            </w:pPr>
            <w:r w:rsidRPr="001A7B4B">
              <w:rPr>
                <w:rFonts w:cs="Arial"/>
                <w:color w:val="auto"/>
                <w:szCs w:val="22"/>
              </w:rPr>
              <w:t>Starter task example:</w:t>
            </w:r>
          </w:p>
          <w:p w14:paraId="3F020AFC" w14:textId="71539DDE" w:rsidR="00075ED0" w:rsidRPr="001A7B4B" w:rsidRDefault="00465F17" w:rsidP="002C017C">
            <w:pPr>
              <w:pStyle w:val="Normalheadingblue"/>
              <w:numPr>
                <w:ilvl w:val="0"/>
                <w:numId w:val="94"/>
              </w:numPr>
              <w:rPr>
                <w:rFonts w:cs="Arial"/>
                <w:b w:val="0"/>
                <w:color w:val="auto"/>
                <w:szCs w:val="22"/>
              </w:rPr>
            </w:pPr>
            <w:r w:rsidRPr="001A7B4B">
              <w:rPr>
                <w:rFonts w:cs="Arial"/>
                <w:b w:val="0"/>
                <w:color w:val="auto"/>
                <w:szCs w:val="22"/>
              </w:rPr>
              <w:t xml:space="preserve">Crossword task – </w:t>
            </w:r>
            <w:r w:rsidR="00116A2E" w:rsidRPr="001A7B4B">
              <w:rPr>
                <w:rFonts w:cs="Arial"/>
                <w:b w:val="0"/>
                <w:color w:val="auto"/>
                <w:szCs w:val="22"/>
              </w:rPr>
              <w:t>Students</w:t>
            </w:r>
            <w:r w:rsidRPr="001A7B4B">
              <w:rPr>
                <w:rFonts w:cs="Arial"/>
                <w:b w:val="0"/>
                <w:color w:val="auto"/>
                <w:szCs w:val="22"/>
              </w:rPr>
              <w:t xml:space="preserve"> identify words and phrases relating to sanitation systems</w:t>
            </w:r>
            <w:r w:rsidR="005761B0">
              <w:rPr>
                <w:rFonts w:cs="Arial"/>
                <w:b w:val="0"/>
                <w:color w:val="auto"/>
                <w:szCs w:val="22"/>
              </w:rPr>
              <w:t>.</w:t>
            </w:r>
          </w:p>
          <w:p w14:paraId="4C6C478D" w14:textId="77777777" w:rsidR="00075ED0" w:rsidRPr="001A7B4B" w:rsidRDefault="00075ED0" w:rsidP="00075ED0">
            <w:pPr>
              <w:pStyle w:val="Normalheadingblue"/>
              <w:rPr>
                <w:rFonts w:cs="Arial"/>
                <w:color w:val="auto"/>
                <w:szCs w:val="22"/>
              </w:rPr>
            </w:pPr>
          </w:p>
          <w:p w14:paraId="7101DC8A" w14:textId="77777777" w:rsidR="00075ED0" w:rsidRPr="001A7B4B" w:rsidRDefault="00075ED0" w:rsidP="00075ED0">
            <w:pPr>
              <w:pStyle w:val="Normalheadingblue"/>
              <w:rPr>
                <w:rFonts w:cs="Arial"/>
                <w:color w:val="auto"/>
                <w:szCs w:val="22"/>
              </w:rPr>
            </w:pPr>
            <w:r w:rsidRPr="001A7B4B">
              <w:rPr>
                <w:rFonts w:cs="Arial"/>
                <w:color w:val="auto"/>
                <w:szCs w:val="22"/>
              </w:rPr>
              <w:t>Delivery:</w:t>
            </w:r>
          </w:p>
          <w:p w14:paraId="6F767EAF" w14:textId="77777777" w:rsidR="000D4792" w:rsidRPr="001A7B4B" w:rsidRDefault="000D4792" w:rsidP="00075ED0">
            <w:pPr>
              <w:pStyle w:val="Normalheadingblue"/>
              <w:rPr>
                <w:rFonts w:cs="Arial"/>
                <w:color w:val="auto"/>
                <w:szCs w:val="22"/>
              </w:rPr>
            </w:pPr>
            <w:r w:rsidRPr="001A7B4B">
              <w:rPr>
                <w:rFonts w:cs="Arial"/>
                <w:color w:val="auto"/>
                <w:szCs w:val="22"/>
              </w:rPr>
              <w:t>Rainwater systems – Gutters and downpipes</w:t>
            </w:r>
          </w:p>
          <w:p w14:paraId="2FE6F6C9" w14:textId="2FDC53FF" w:rsidR="000D4792" w:rsidRPr="001A7B4B" w:rsidRDefault="000D4792" w:rsidP="002C017C">
            <w:pPr>
              <w:pStyle w:val="Normalheadingblue"/>
              <w:numPr>
                <w:ilvl w:val="0"/>
                <w:numId w:val="94"/>
              </w:numPr>
              <w:rPr>
                <w:rFonts w:cs="Arial"/>
                <w:b w:val="0"/>
                <w:color w:val="auto"/>
                <w:szCs w:val="22"/>
              </w:rPr>
            </w:pPr>
            <w:r w:rsidRPr="001A7B4B">
              <w:rPr>
                <w:rFonts w:cs="Arial"/>
                <w:b w:val="0"/>
                <w:color w:val="auto"/>
                <w:szCs w:val="22"/>
              </w:rPr>
              <w:t xml:space="preserve">Tutor to distribute a range of </w:t>
            </w:r>
            <w:r w:rsidR="00465F17" w:rsidRPr="001A7B4B">
              <w:rPr>
                <w:rFonts w:cs="Arial"/>
                <w:b w:val="0"/>
                <w:color w:val="auto"/>
                <w:szCs w:val="22"/>
              </w:rPr>
              <w:t>gutter profiles and discuss the need for deep profile types</w:t>
            </w:r>
            <w:r w:rsidR="005761B0">
              <w:rPr>
                <w:rFonts w:cs="Arial"/>
                <w:b w:val="0"/>
                <w:color w:val="auto"/>
                <w:szCs w:val="22"/>
              </w:rPr>
              <w:t>.</w:t>
            </w:r>
          </w:p>
          <w:p w14:paraId="4A96568F" w14:textId="328F2B57" w:rsidR="00465F17" w:rsidRPr="001A7B4B" w:rsidRDefault="00465F17" w:rsidP="002C017C">
            <w:pPr>
              <w:pStyle w:val="Normalheadingblue"/>
              <w:numPr>
                <w:ilvl w:val="0"/>
                <w:numId w:val="94"/>
              </w:numPr>
              <w:rPr>
                <w:rFonts w:cs="Arial"/>
                <w:b w:val="0"/>
                <w:color w:val="auto"/>
                <w:szCs w:val="22"/>
              </w:rPr>
            </w:pPr>
            <w:r w:rsidRPr="001A7B4B">
              <w:rPr>
                <w:rFonts w:cs="Arial"/>
                <w:b w:val="0"/>
                <w:color w:val="auto"/>
                <w:szCs w:val="22"/>
              </w:rPr>
              <w:t>Demonstrate the process connecting and discuss the expansion joints</w:t>
            </w:r>
            <w:r w:rsidR="005761B0">
              <w:rPr>
                <w:rFonts w:cs="Arial"/>
                <w:b w:val="0"/>
                <w:color w:val="auto"/>
                <w:szCs w:val="22"/>
              </w:rPr>
              <w:t>.</w:t>
            </w:r>
          </w:p>
          <w:p w14:paraId="0483881D" w14:textId="397E69F2" w:rsidR="00465F17" w:rsidRPr="001A7B4B" w:rsidRDefault="00465F17" w:rsidP="002C017C">
            <w:pPr>
              <w:pStyle w:val="Normalheadingblue"/>
              <w:numPr>
                <w:ilvl w:val="0"/>
                <w:numId w:val="94"/>
              </w:numPr>
              <w:rPr>
                <w:rFonts w:cs="Arial"/>
                <w:b w:val="0"/>
                <w:color w:val="auto"/>
                <w:szCs w:val="22"/>
              </w:rPr>
            </w:pPr>
            <w:r w:rsidRPr="001A7B4B">
              <w:rPr>
                <w:rFonts w:cs="Arial"/>
                <w:b w:val="0"/>
                <w:color w:val="auto"/>
                <w:szCs w:val="22"/>
              </w:rPr>
              <w:t>Explain how expansion can be calculated and discuss coefficients for plastic</w:t>
            </w:r>
            <w:r w:rsidR="005761B0">
              <w:rPr>
                <w:rFonts w:cs="Arial"/>
                <w:b w:val="0"/>
                <w:color w:val="auto"/>
                <w:szCs w:val="22"/>
              </w:rPr>
              <w:t>.</w:t>
            </w:r>
          </w:p>
          <w:p w14:paraId="4509840C" w14:textId="41B32B60" w:rsidR="00465F17" w:rsidRPr="001A7B4B" w:rsidRDefault="00465F17" w:rsidP="002C017C">
            <w:pPr>
              <w:pStyle w:val="Normalheadingblue"/>
              <w:numPr>
                <w:ilvl w:val="0"/>
                <w:numId w:val="94"/>
              </w:numPr>
              <w:rPr>
                <w:rFonts w:cs="Arial"/>
                <w:b w:val="0"/>
                <w:color w:val="auto"/>
                <w:szCs w:val="22"/>
              </w:rPr>
            </w:pPr>
            <w:r w:rsidRPr="001A7B4B">
              <w:rPr>
                <w:rFonts w:cs="Arial"/>
                <w:b w:val="0"/>
                <w:color w:val="auto"/>
                <w:szCs w:val="22"/>
              </w:rPr>
              <w:lastRenderedPageBreak/>
              <w:t xml:space="preserve">Demonstrate how to calculate fall and offer examples for </w:t>
            </w:r>
            <w:r w:rsidR="00F502C8" w:rsidRPr="001A7B4B">
              <w:rPr>
                <w:rFonts w:cs="Arial"/>
                <w:b w:val="0"/>
                <w:color w:val="auto"/>
                <w:szCs w:val="22"/>
              </w:rPr>
              <w:t>students</w:t>
            </w:r>
            <w:r w:rsidRPr="001A7B4B">
              <w:rPr>
                <w:rFonts w:cs="Arial"/>
                <w:b w:val="0"/>
                <w:color w:val="auto"/>
                <w:szCs w:val="22"/>
              </w:rPr>
              <w:t xml:space="preserve"> to calculate</w:t>
            </w:r>
            <w:r w:rsidR="005761B0">
              <w:rPr>
                <w:rFonts w:cs="Arial"/>
                <w:b w:val="0"/>
                <w:color w:val="auto"/>
                <w:szCs w:val="22"/>
              </w:rPr>
              <w:t>.</w:t>
            </w:r>
          </w:p>
          <w:p w14:paraId="191B8D17" w14:textId="1193E023" w:rsidR="00465F17" w:rsidRPr="001A7B4B" w:rsidRDefault="00465F17" w:rsidP="002C017C">
            <w:pPr>
              <w:pStyle w:val="Normalheadingblue"/>
              <w:numPr>
                <w:ilvl w:val="0"/>
                <w:numId w:val="94"/>
              </w:numPr>
              <w:rPr>
                <w:rFonts w:cs="Arial"/>
                <w:b w:val="0"/>
                <w:color w:val="auto"/>
                <w:szCs w:val="22"/>
              </w:rPr>
            </w:pPr>
            <w:r w:rsidRPr="001A7B4B">
              <w:rPr>
                <w:rFonts w:cs="Arial"/>
                <w:b w:val="0"/>
                <w:color w:val="auto"/>
                <w:szCs w:val="22"/>
              </w:rPr>
              <w:t>Discuss fittings including running outlets and end caps and discuss the common sizes for downpipes</w:t>
            </w:r>
            <w:r w:rsidR="005761B0">
              <w:rPr>
                <w:rFonts w:cs="Arial"/>
                <w:b w:val="0"/>
                <w:color w:val="auto"/>
                <w:szCs w:val="22"/>
              </w:rPr>
              <w:t>.</w:t>
            </w:r>
          </w:p>
          <w:p w14:paraId="51005ED5" w14:textId="710A6585" w:rsidR="00465F17" w:rsidRPr="001A7B4B" w:rsidRDefault="00465F17" w:rsidP="002C017C">
            <w:pPr>
              <w:pStyle w:val="Normalheadingblue"/>
              <w:numPr>
                <w:ilvl w:val="0"/>
                <w:numId w:val="94"/>
              </w:numPr>
              <w:rPr>
                <w:rFonts w:cs="Arial"/>
                <w:b w:val="0"/>
                <w:color w:val="auto"/>
                <w:szCs w:val="22"/>
              </w:rPr>
            </w:pPr>
            <w:r w:rsidRPr="001A7B4B">
              <w:rPr>
                <w:rFonts w:cs="Arial"/>
                <w:b w:val="0"/>
                <w:color w:val="auto"/>
                <w:szCs w:val="22"/>
              </w:rPr>
              <w:t>Look at and examine brackets and the process of installing brackets at correct distances</w:t>
            </w:r>
            <w:r w:rsidR="005761B0">
              <w:rPr>
                <w:rFonts w:cs="Arial"/>
                <w:b w:val="0"/>
                <w:color w:val="auto"/>
                <w:szCs w:val="22"/>
              </w:rPr>
              <w:t>.</w:t>
            </w:r>
          </w:p>
          <w:p w14:paraId="1642E30E" w14:textId="36E5921C" w:rsidR="00465F17" w:rsidRPr="001A7B4B" w:rsidRDefault="00465F17" w:rsidP="002C017C">
            <w:pPr>
              <w:pStyle w:val="Normalheadingblue"/>
              <w:numPr>
                <w:ilvl w:val="0"/>
                <w:numId w:val="94"/>
              </w:numPr>
              <w:rPr>
                <w:rFonts w:cs="Arial"/>
                <w:b w:val="0"/>
                <w:color w:val="auto"/>
                <w:szCs w:val="22"/>
              </w:rPr>
            </w:pPr>
            <w:r w:rsidRPr="001A7B4B">
              <w:rPr>
                <w:rFonts w:cs="Arial"/>
                <w:b w:val="0"/>
                <w:color w:val="auto"/>
                <w:szCs w:val="22"/>
              </w:rPr>
              <w:t>Use an installed example to check for correct fall and bracket centres as a group</w:t>
            </w:r>
            <w:r w:rsidR="005761B0">
              <w:rPr>
                <w:rFonts w:cs="Arial"/>
                <w:b w:val="0"/>
                <w:color w:val="auto"/>
                <w:szCs w:val="22"/>
              </w:rPr>
              <w:t>.</w:t>
            </w:r>
          </w:p>
          <w:p w14:paraId="1F0D431D" w14:textId="77777777" w:rsidR="00075ED0" w:rsidRPr="001A7B4B" w:rsidRDefault="00075ED0" w:rsidP="00075ED0">
            <w:pPr>
              <w:pStyle w:val="Normalheadingblue"/>
              <w:rPr>
                <w:rFonts w:cs="Arial"/>
                <w:color w:val="auto"/>
                <w:szCs w:val="22"/>
              </w:rPr>
            </w:pPr>
          </w:p>
          <w:p w14:paraId="5AD47DC2" w14:textId="77777777" w:rsidR="00075ED0" w:rsidRPr="001A7B4B" w:rsidRDefault="00075ED0" w:rsidP="00075ED0">
            <w:pPr>
              <w:pStyle w:val="Normalheadingblue"/>
              <w:rPr>
                <w:rFonts w:cs="Arial"/>
                <w:color w:val="auto"/>
                <w:szCs w:val="22"/>
              </w:rPr>
            </w:pPr>
            <w:r w:rsidRPr="001A7B4B">
              <w:rPr>
                <w:rFonts w:cs="Arial"/>
                <w:color w:val="auto"/>
                <w:szCs w:val="22"/>
              </w:rPr>
              <w:t>Knowledge check example:</w:t>
            </w:r>
          </w:p>
          <w:p w14:paraId="24E96D98" w14:textId="6B0FF4ED" w:rsidR="00465F17" w:rsidRPr="001A7B4B" w:rsidRDefault="00465F17" w:rsidP="002C017C">
            <w:pPr>
              <w:pStyle w:val="Normalheadingblue"/>
              <w:numPr>
                <w:ilvl w:val="0"/>
                <w:numId w:val="95"/>
              </w:numPr>
              <w:rPr>
                <w:rFonts w:cs="Arial"/>
                <w:b w:val="0"/>
                <w:color w:val="auto"/>
                <w:szCs w:val="22"/>
              </w:rPr>
            </w:pPr>
            <w:r w:rsidRPr="001A7B4B">
              <w:rPr>
                <w:rFonts w:cs="Arial"/>
                <w:b w:val="0"/>
                <w:color w:val="auto"/>
                <w:szCs w:val="22"/>
              </w:rPr>
              <w:t xml:space="preserve">Set task for </w:t>
            </w:r>
            <w:r w:rsidR="00F502C8" w:rsidRPr="001A7B4B">
              <w:rPr>
                <w:rFonts w:cs="Arial"/>
                <w:b w:val="0"/>
                <w:color w:val="auto"/>
                <w:szCs w:val="22"/>
              </w:rPr>
              <w:t>students</w:t>
            </w:r>
            <w:r w:rsidRPr="001A7B4B">
              <w:rPr>
                <w:rFonts w:cs="Arial"/>
                <w:b w:val="0"/>
                <w:color w:val="auto"/>
                <w:szCs w:val="22"/>
              </w:rPr>
              <w:t xml:space="preserve"> to quantify the correct materials for the installation of gutters and downpipes for a given scenario. Learner should also identify the correct fall for the given example. On completion swap for peer marking with tutor led discussion.</w:t>
            </w:r>
          </w:p>
          <w:p w14:paraId="2A1E2C33" w14:textId="77777777" w:rsidR="00075ED0" w:rsidRPr="001A7B4B" w:rsidRDefault="00075ED0" w:rsidP="00075ED0">
            <w:pPr>
              <w:pStyle w:val="Normalheadingblue"/>
              <w:rPr>
                <w:rFonts w:cs="Arial"/>
                <w:color w:val="auto"/>
                <w:szCs w:val="22"/>
              </w:rPr>
            </w:pPr>
          </w:p>
          <w:p w14:paraId="62925B0B" w14:textId="77777777" w:rsidR="00075ED0" w:rsidRPr="001A7B4B" w:rsidRDefault="00075ED0" w:rsidP="00075ED0">
            <w:pPr>
              <w:pStyle w:val="Normalheadingblue"/>
              <w:rPr>
                <w:rFonts w:cs="Arial"/>
                <w:color w:val="auto"/>
                <w:szCs w:val="22"/>
              </w:rPr>
            </w:pPr>
            <w:r w:rsidRPr="001A7B4B">
              <w:rPr>
                <w:rFonts w:cs="Arial"/>
                <w:color w:val="auto"/>
                <w:szCs w:val="22"/>
              </w:rPr>
              <w:t>Resources:</w:t>
            </w:r>
          </w:p>
          <w:p w14:paraId="23BBAFE1" w14:textId="77777777" w:rsidR="00075ED0" w:rsidRPr="001A7B4B" w:rsidRDefault="00465F17" w:rsidP="00075ED0">
            <w:pPr>
              <w:pStyle w:val="Normalheadingblue"/>
              <w:rPr>
                <w:rFonts w:cs="Arial"/>
                <w:b w:val="0"/>
                <w:color w:val="auto"/>
                <w:szCs w:val="22"/>
              </w:rPr>
            </w:pPr>
            <w:r w:rsidRPr="001A7B4B">
              <w:rPr>
                <w:rFonts w:cs="Arial"/>
                <w:b w:val="0"/>
                <w:color w:val="auto"/>
                <w:szCs w:val="22"/>
              </w:rPr>
              <w:t>Examples of Gutter profiles</w:t>
            </w:r>
          </w:p>
          <w:p w14:paraId="72572061" w14:textId="77777777" w:rsidR="00465F17" w:rsidRPr="001A7B4B" w:rsidRDefault="00465F17" w:rsidP="00075ED0">
            <w:pPr>
              <w:pStyle w:val="Normalheadingblue"/>
              <w:rPr>
                <w:rFonts w:cs="Arial"/>
                <w:b w:val="0"/>
                <w:color w:val="auto"/>
                <w:szCs w:val="22"/>
              </w:rPr>
            </w:pPr>
            <w:r w:rsidRPr="001A7B4B">
              <w:rPr>
                <w:rFonts w:cs="Arial"/>
                <w:b w:val="0"/>
                <w:color w:val="auto"/>
                <w:szCs w:val="22"/>
              </w:rPr>
              <w:t>Rainwater fittings</w:t>
            </w:r>
          </w:p>
          <w:p w14:paraId="13821AAF" w14:textId="77777777" w:rsidR="00465F17" w:rsidRPr="001A7B4B" w:rsidRDefault="00465F17" w:rsidP="00075ED0">
            <w:pPr>
              <w:pStyle w:val="Normalheadingblue"/>
              <w:rPr>
                <w:rFonts w:cs="Arial"/>
                <w:b w:val="0"/>
                <w:color w:val="auto"/>
                <w:szCs w:val="22"/>
              </w:rPr>
            </w:pPr>
            <w:r w:rsidRPr="001A7B4B">
              <w:rPr>
                <w:rFonts w:cs="Arial"/>
                <w:b w:val="0"/>
                <w:color w:val="auto"/>
                <w:szCs w:val="22"/>
              </w:rPr>
              <w:t>Rainwater brackets</w:t>
            </w:r>
          </w:p>
          <w:p w14:paraId="01465F5B" w14:textId="77777777" w:rsidR="00465F17" w:rsidRPr="001A7B4B" w:rsidRDefault="00465F17" w:rsidP="00075ED0">
            <w:pPr>
              <w:pStyle w:val="Normalheadingblue"/>
              <w:rPr>
                <w:rFonts w:cs="Arial"/>
                <w:b w:val="0"/>
                <w:color w:val="auto"/>
                <w:szCs w:val="22"/>
              </w:rPr>
            </w:pPr>
            <w:r w:rsidRPr="001A7B4B">
              <w:rPr>
                <w:rFonts w:cs="Arial"/>
                <w:b w:val="0"/>
                <w:color w:val="auto"/>
                <w:szCs w:val="22"/>
              </w:rPr>
              <w:t>Tape measures</w:t>
            </w:r>
          </w:p>
          <w:p w14:paraId="03C4C6E2" w14:textId="77777777" w:rsidR="00465F17" w:rsidRPr="001A7B4B" w:rsidRDefault="00465F17" w:rsidP="00075ED0">
            <w:pPr>
              <w:pStyle w:val="Normalheadingblue"/>
              <w:rPr>
                <w:rFonts w:cs="Arial"/>
                <w:b w:val="0"/>
                <w:color w:val="auto"/>
                <w:szCs w:val="22"/>
              </w:rPr>
            </w:pPr>
            <w:r w:rsidRPr="001A7B4B">
              <w:rPr>
                <w:rFonts w:cs="Arial"/>
                <w:b w:val="0"/>
                <w:color w:val="auto"/>
                <w:szCs w:val="22"/>
              </w:rPr>
              <w:t>Spirit level</w:t>
            </w:r>
          </w:p>
          <w:p w14:paraId="2F0E6EA5" w14:textId="77777777" w:rsidR="00465F17" w:rsidRPr="001A7B4B" w:rsidRDefault="00465F17" w:rsidP="00075ED0">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57B78B29" w14:textId="77777777" w:rsidR="00DD207A" w:rsidRPr="001A7B4B" w:rsidRDefault="008A57D2">
            <w:r w:rsidRPr="001A7B4B">
              <w:lastRenderedPageBreak/>
              <w:t>Crossword task</w:t>
            </w:r>
            <w:r w:rsidRPr="001A7B4B">
              <w:br/>
            </w:r>
            <w:r w:rsidRPr="001A7B4B">
              <w:br/>
            </w:r>
            <w:r w:rsidRPr="001A7B4B">
              <w:br/>
            </w:r>
            <w:r w:rsidRPr="001A7B4B">
              <w:br/>
            </w:r>
            <w:r w:rsidRPr="001A7B4B">
              <w:br/>
              <w:t>Calculate falls and gradients</w:t>
            </w:r>
            <w:r w:rsidRPr="001A7B4B">
              <w:br/>
            </w:r>
            <w:r w:rsidRPr="001A7B4B">
              <w:br/>
            </w:r>
            <w:r w:rsidRPr="001A7B4B">
              <w:br/>
            </w:r>
            <w:r w:rsidRPr="001A7B4B">
              <w:br/>
            </w:r>
            <w:r w:rsidRPr="001A7B4B">
              <w:br/>
            </w:r>
            <w:r w:rsidRPr="001A7B4B">
              <w:br/>
              <w:t>Quantify materials</w:t>
            </w:r>
            <w:r w:rsidRPr="001A7B4B">
              <w:br/>
              <w:t>Maths skills (measurement, scale, calculation, costing)</w:t>
            </w:r>
          </w:p>
        </w:tc>
      </w:tr>
      <w:tr w:rsidR="001A7B4B" w:rsidRPr="001A7B4B" w14:paraId="50DD5492"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5B121953" w14:textId="77777777" w:rsidR="00F011FA" w:rsidRDefault="00F011FA" w:rsidP="00F011FA">
            <w:pPr>
              <w:jc w:val="center"/>
              <w:rPr>
                <w:rFonts w:cs="Arial"/>
                <w:szCs w:val="22"/>
              </w:rPr>
            </w:pPr>
            <w:r>
              <w:rPr>
                <w:rFonts w:cs="Arial"/>
                <w:szCs w:val="22"/>
              </w:rPr>
              <w:lastRenderedPageBreak/>
              <w:t>149-150</w:t>
            </w:r>
          </w:p>
          <w:p w14:paraId="60626F53" w14:textId="77777777" w:rsidR="00F011FA" w:rsidRDefault="00F011FA" w:rsidP="00F011FA">
            <w:pPr>
              <w:jc w:val="center"/>
              <w:rPr>
                <w:rFonts w:cs="Arial"/>
                <w:szCs w:val="22"/>
              </w:rPr>
            </w:pPr>
            <w:r>
              <w:rPr>
                <w:rFonts w:cs="Arial"/>
                <w:szCs w:val="22"/>
              </w:rPr>
              <w:t>6 hours</w:t>
            </w:r>
          </w:p>
        </w:tc>
        <w:tc>
          <w:tcPr>
            <w:tcW w:w="2199" w:type="dxa"/>
            <w:tcBorders>
              <w:top w:val="single" w:sz="4" w:space="0" w:color="C6C5C6"/>
              <w:left w:val="single" w:sz="4" w:space="0" w:color="C6C5C6"/>
              <w:bottom w:val="single" w:sz="4" w:space="0" w:color="C6C5C6"/>
              <w:right w:val="single" w:sz="4" w:space="0" w:color="C6C5C6"/>
            </w:tcBorders>
          </w:tcPr>
          <w:p w14:paraId="3B55ABC1" w14:textId="77777777" w:rsidR="00F011FA" w:rsidRPr="001A7B4B" w:rsidRDefault="00F011FA" w:rsidP="00F011FA">
            <w:pPr>
              <w:pStyle w:val="Normalheadingblack"/>
              <w:rPr>
                <w:rFonts w:cs="Arial"/>
                <w:lang w:eastAsia="en-GB"/>
              </w:rPr>
            </w:pPr>
            <w:r w:rsidRPr="001A7B4B">
              <w:rPr>
                <w:rFonts w:cs="Arial"/>
                <w:lang w:eastAsia="en-GB"/>
              </w:rPr>
              <w:t>Outcome 2 Install plumbing and heating systems</w:t>
            </w:r>
          </w:p>
          <w:p w14:paraId="60AAD477" w14:textId="77777777" w:rsidR="00F011FA" w:rsidRPr="001A7B4B" w:rsidRDefault="00F011FA" w:rsidP="00F011FA">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14A5D2C4" w14:textId="77777777" w:rsidR="00F011FA" w:rsidRPr="001A7B4B" w:rsidRDefault="00F011FA" w:rsidP="00F011FA">
            <w:pPr>
              <w:pStyle w:val="Normalheadingblack"/>
              <w:rPr>
                <w:rFonts w:cs="Arial"/>
                <w:b w:val="0"/>
                <w:szCs w:val="22"/>
              </w:rPr>
            </w:pPr>
            <w:r w:rsidRPr="001A7B4B">
              <w:rPr>
                <w:rFonts w:cs="Arial"/>
                <w:b w:val="0"/>
                <w:szCs w:val="22"/>
              </w:rPr>
              <w:t>S2.20 Prepare a safe working environment to conduct plumbing and heating system installation</w:t>
            </w:r>
          </w:p>
          <w:p w14:paraId="38937482" w14:textId="77777777" w:rsidR="00F011FA" w:rsidRPr="001A7B4B" w:rsidRDefault="00F011FA" w:rsidP="00F011FA">
            <w:pPr>
              <w:pStyle w:val="Normalheadingblack"/>
              <w:rPr>
                <w:rFonts w:cs="Arial"/>
                <w:b w:val="0"/>
                <w:szCs w:val="22"/>
              </w:rPr>
            </w:pPr>
          </w:p>
          <w:p w14:paraId="0BE967C3" w14:textId="77777777" w:rsidR="00F011FA" w:rsidRPr="001A7B4B" w:rsidRDefault="00F011FA" w:rsidP="00F011FA">
            <w:pPr>
              <w:pStyle w:val="Normalheadingblack"/>
              <w:rPr>
                <w:rFonts w:cs="Arial"/>
                <w:b w:val="0"/>
                <w:szCs w:val="22"/>
              </w:rPr>
            </w:pPr>
            <w:r w:rsidRPr="001A7B4B">
              <w:rPr>
                <w:rFonts w:cs="Arial"/>
                <w:b w:val="0"/>
                <w:szCs w:val="22"/>
              </w:rPr>
              <w:t>S2.19 Position and secure components in plumbing system</w:t>
            </w:r>
          </w:p>
          <w:p w14:paraId="143E50BA" w14:textId="77777777" w:rsidR="00F011FA" w:rsidRPr="001A7B4B" w:rsidRDefault="00F011FA" w:rsidP="00F011FA">
            <w:pPr>
              <w:pStyle w:val="Normalheadingblack"/>
              <w:rPr>
                <w:rFonts w:cs="Arial"/>
                <w:b w:val="0"/>
                <w:szCs w:val="22"/>
              </w:rPr>
            </w:pPr>
          </w:p>
          <w:p w14:paraId="35AB9B7B" w14:textId="77777777" w:rsidR="00F011FA" w:rsidRPr="001A7B4B" w:rsidRDefault="00F011FA" w:rsidP="00F011FA">
            <w:pPr>
              <w:pStyle w:val="Normalheadingblack"/>
              <w:rPr>
                <w:rFonts w:cs="Arial"/>
                <w:b w:val="0"/>
                <w:szCs w:val="22"/>
              </w:rPr>
            </w:pPr>
            <w:r w:rsidRPr="001A7B4B">
              <w:rPr>
                <w:rFonts w:cs="Arial"/>
                <w:b w:val="0"/>
                <w:szCs w:val="22"/>
              </w:rPr>
              <w:t>S2.2 Select tools, equipment and materials</w:t>
            </w:r>
          </w:p>
          <w:p w14:paraId="13788219" w14:textId="77777777" w:rsidR="00F011FA" w:rsidRPr="001A7B4B" w:rsidRDefault="00F011FA" w:rsidP="00F011FA">
            <w:pPr>
              <w:pStyle w:val="Normalheadingblack"/>
              <w:rPr>
                <w:rFonts w:cs="Arial"/>
                <w:b w:val="0"/>
                <w:szCs w:val="22"/>
              </w:rPr>
            </w:pPr>
          </w:p>
          <w:p w14:paraId="1123A658" w14:textId="77777777" w:rsidR="00F011FA" w:rsidRPr="001A7B4B" w:rsidRDefault="00F011FA" w:rsidP="00F011FA">
            <w:pPr>
              <w:pStyle w:val="Normalheadingblack"/>
              <w:rPr>
                <w:rFonts w:cs="Arial"/>
                <w:b w:val="0"/>
                <w:szCs w:val="22"/>
              </w:rPr>
            </w:pPr>
            <w:r w:rsidRPr="001A7B4B">
              <w:rPr>
                <w:rFonts w:cs="Arial"/>
                <w:b w:val="0"/>
                <w:szCs w:val="22"/>
              </w:rPr>
              <w:t>S2.19 Position and secure components in plumbing system</w:t>
            </w:r>
          </w:p>
          <w:p w14:paraId="1FB1265B" w14:textId="77777777" w:rsidR="00F011FA" w:rsidRPr="001A7B4B" w:rsidRDefault="00F011FA" w:rsidP="00F011FA">
            <w:pPr>
              <w:pStyle w:val="Normalheadingblack"/>
              <w:rPr>
                <w:rFonts w:cs="Arial"/>
                <w:b w:val="0"/>
                <w:szCs w:val="22"/>
              </w:rPr>
            </w:pPr>
          </w:p>
          <w:p w14:paraId="6A194739" w14:textId="77777777" w:rsidR="00F011FA" w:rsidRPr="001A7B4B" w:rsidRDefault="00F011FA" w:rsidP="00F011FA">
            <w:pPr>
              <w:pStyle w:val="Normalheadingblack"/>
              <w:rPr>
                <w:rFonts w:cs="Arial"/>
                <w:b w:val="0"/>
                <w:szCs w:val="22"/>
              </w:rPr>
            </w:pPr>
          </w:p>
          <w:p w14:paraId="66CE5190" w14:textId="77777777" w:rsidR="00F011FA" w:rsidRPr="001A7B4B" w:rsidRDefault="00F011FA" w:rsidP="00F011FA">
            <w:pPr>
              <w:pStyle w:val="Normalheadingblack"/>
              <w:rPr>
                <w:rFonts w:cs="Arial"/>
                <w:b w:val="0"/>
                <w:szCs w:val="22"/>
              </w:rPr>
            </w:pPr>
          </w:p>
          <w:p w14:paraId="141BE4D2" w14:textId="77777777" w:rsidR="00F011FA" w:rsidRPr="001A7B4B" w:rsidRDefault="00F011FA" w:rsidP="00F011FA">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0D260829" w14:textId="77777777" w:rsidR="00F011FA" w:rsidRPr="001A7B4B" w:rsidRDefault="00F011FA" w:rsidP="00F011FA">
            <w:pPr>
              <w:pStyle w:val="Normalheadingblue"/>
              <w:rPr>
                <w:rFonts w:cs="Arial"/>
                <w:color w:val="auto"/>
                <w:szCs w:val="22"/>
              </w:rPr>
            </w:pPr>
            <w:r w:rsidRPr="001A7B4B">
              <w:rPr>
                <w:rFonts w:cs="Arial"/>
                <w:color w:val="auto"/>
                <w:szCs w:val="22"/>
              </w:rPr>
              <w:t>Activity:</w:t>
            </w:r>
          </w:p>
          <w:p w14:paraId="0713C565" w14:textId="77777777" w:rsidR="00F011FA" w:rsidRPr="001A7B4B" w:rsidRDefault="00F011FA" w:rsidP="00F011FA">
            <w:pPr>
              <w:pStyle w:val="Normalheadingblue"/>
              <w:rPr>
                <w:rFonts w:cs="Arial"/>
                <w:color w:val="auto"/>
                <w:szCs w:val="22"/>
              </w:rPr>
            </w:pPr>
          </w:p>
          <w:p w14:paraId="1C886585" w14:textId="77777777" w:rsidR="00F011FA" w:rsidRPr="001A7B4B" w:rsidRDefault="00F011FA" w:rsidP="00F011FA">
            <w:pPr>
              <w:pStyle w:val="Normalheadingblue"/>
              <w:rPr>
                <w:rFonts w:cs="Arial"/>
                <w:color w:val="auto"/>
                <w:szCs w:val="22"/>
              </w:rPr>
            </w:pPr>
            <w:r w:rsidRPr="001A7B4B">
              <w:rPr>
                <w:rFonts w:cs="Arial"/>
                <w:color w:val="auto"/>
                <w:szCs w:val="22"/>
              </w:rPr>
              <w:t>Starter task example:</w:t>
            </w:r>
          </w:p>
          <w:p w14:paraId="37AB7124" w14:textId="2022FA24" w:rsidR="00F011FA" w:rsidRPr="001A7B4B" w:rsidRDefault="00F011FA" w:rsidP="002C017C">
            <w:pPr>
              <w:pStyle w:val="Normalheadingblue"/>
              <w:numPr>
                <w:ilvl w:val="0"/>
                <w:numId w:val="95"/>
              </w:numPr>
              <w:rPr>
                <w:rFonts w:cs="Arial"/>
                <w:b w:val="0"/>
                <w:color w:val="auto"/>
                <w:szCs w:val="22"/>
              </w:rPr>
            </w:pPr>
            <w:r w:rsidRPr="001A7B4B">
              <w:rPr>
                <w:rFonts w:cs="Arial"/>
                <w:b w:val="0"/>
                <w:color w:val="auto"/>
                <w:szCs w:val="22"/>
              </w:rPr>
              <w:t>Toolbox talk – Working at height. Tutor to nominate a learner to lead on toolbox talk relating to work at height</w:t>
            </w:r>
            <w:r w:rsidR="005761B0">
              <w:rPr>
                <w:rFonts w:cs="Arial"/>
                <w:b w:val="0"/>
                <w:color w:val="auto"/>
                <w:szCs w:val="22"/>
              </w:rPr>
              <w:t>.</w:t>
            </w:r>
          </w:p>
          <w:p w14:paraId="4720330A" w14:textId="77777777" w:rsidR="00F011FA" w:rsidRPr="001A7B4B" w:rsidRDefault="00F011FA" w:rsidP="00F011FA">
            <w:pPr>
              <w:pStyle w:val="Normalheadingblue"/>
              <w:rPr>
                <w:rFonts w:cs="Arial"/>
                <w:color w:val="auto"/>
                <w:szCs w:val="22"/>
              </w:rPr>
            </w:pPr>
          </w:p>
          <w:p w14:paraId="3952F2FB" w14:textId="77777777" w:rsidR="00F011FA" w:rsidRPr="001A7B4B" w:rsidRDefault="00F011FA" w:rsidP="00F011FA">
            <w:pPr>
              <w:pStyle w:val="Normalheadingblue"/>
              <w:rPr>
                <w:rFonts w:cs="Arial"/>
                <w:color w:val="auto"/>
                <w:szCs w:val="22"/>
              </w:rPr>
            </w:pPr>
          </w:p>
          <w:p w14:paraId="3E4053B0" w14:textId="77777777" w:rsidR="00F011FA" w:rsidRPr="001A7B4B" w:rsidRDefault="00F011FA" w:rsidP="00F011FA">
            <w:pPr>
              <w:pStyle w:val="Normalheadingblue"/>
              <w:rPr>
                <w:rFonts w:cs="Arial"/>
                <w:color w:val="auto"/>
                <w:szCs w:val="22"/>
              </w:rPr>
            </w:pPr>
            <w:r w:rsidRPr="001A7B4B">
              <w:rPr>
                <w:rFonts w:cs="Arial"/>
                <w:color w:val="auto"/>
                <w:szCs w:val="22"/>
              </w:rPr>
              <w:t>Delivery:</w:t>
            </w:r>
          </w:p>
          <w:p w14:paraId="44D74BDF" w14:textId="78E2F2DE" w:rsidR="00F011FA" w:rsidRPr="001A7B4B" w:rsidRDefault="00F011FA" w:rsidP="00F011FA">
            <w:pPr>
              <w:pStyle w:val="Normalheadingblue"/>
              <w:rPr>
                <w:rFonts w:cs="Arial"/>
                <w:color w:val="auto"/>
                <w:szCs w:val="22"/>
              </w:rPr>
            </w:pPr>
            <w:r w:rsidRPr="001A7B4B">
              <w:rPr>
                <w:rFonts w:cs="Arial"/>
                <w:color w:val="auto"/>
                <w:szCs w:val="22"/>
              </w:rPr>
              <w:t>Practical session – Install rainwater systems including guttering and downpipes</w:t>
            </w:r>
            <w:r w:rsidR="005761B0">
              <w:rPr>
                <w:rFonts w:cs="Arial"/>
                <w:color w:val="auto"/>
                <w:szCs w:val="22"/>
              </w:rPr>
              <w:t>.</w:t>
            </w:r>
          </w:p>
          <w:p w14:paraId="1286880D" w14:textId="0F68A16A" w:rsidR="00F011FA" w:rsidRPr="001A7B4B" w:rsidRDefault="00F011FA" w:rsidP="002C017C">
            <w:pPr>
              <w:pStyle w:val="Normalheadingblue"/>
              <w:numPr>
                <w:ilvl w:val="0"/>
                <w:numId w:val="95"/>
              </w:numPr>
              <w:rPr>
                <w:rFonts w:cs="Arial"/>
                <w:b w:val="0"/>
                <w:color w:val="auto"/>
                <w:szCs w:val="22"/>
              </w:rPr>
            </w:pPr>
            <w:r w:rsidRPr="001A7B4B">
              <w:rPr>
                <w:rFonts w:cs="Arial"/>
                <w:b w:val="0"/>
                <w:color w:val="auto"/>
                <w:szCs w:val="22"/>
              </w:rPr>
              <w:t xml:space="preserve">Tutor to give demonstration of installation techniques using </w:t>
            </w:r>
            <w:r w:rsidR="00F502C8" w:rsidRPr="001A7B4B">
              <w:rPr>
                <w:rFonts w:cs="Arial"/>
                <w:b w:val="0"/>
                <w:color w:val="auto"/>
                <w:szCs w:val="22"/>
              </w:rPr>
              <w:t>students</w:t>
            </w:r>
            <w:r w:rsidRPr="001A7B4B">
              <w:rPr>
                <w:rFonts w:cs="Arial"/>
                <w:b w:val="0"/>
                <w:color w:val="auto"/>
                <w:szCs w:val="22"/>
              </w:rPr>
              <w:t xml:space="preserve"> to help demonstrate.</w:t>
            </w:r>
          </w:p>
          <w:p w14:paraId="4E1E0CA0" w14:textId="358C2CE7" w:rsidR="00F011FA" w:rsidRPr="001A7B4B" w:rsidRDefault="00F011FA" w:rsidP="002C017C">
            <w:pPr>
              <w:pStyle w:val="Normalheadingblue"/>
              <w:numPr>
                <w:ilvl w:val="0"/>
                <w:numId w:val="95"/>
              </w:numPr>
              <w:rPr>
                <w:rFonts w:cs="Arial"/>
                <w:b w:val="0"/>
                <w:color w:val="auto"/>
                <w:szCs w:val="22"/>
              </w:rPr>
            </w:pPr>
            <w:r w:rsidRPr="001A7B4B">
              <w:rPr>
                <w:rFonts w:cs="Arial"/>
                <w:b w:val="0"/>
                <w:color w:val="auto"/>
                <w:szCs w:val="22"/>
              </w:rPr>
              <w:t xml:space="preserve">Tutor to set task for </w:t>
            </w:r>
            <w:r w:rsidR="00F502C8" w:rsidRPr="001A7B4B">
              <w:rPr>
                <w:rFonts w:cs="Arial"/>
                <w:b w:val="0"/>
                <w:color w:val="auto"/>
                <w:szCs w:val="22"/>
              </w:rPr>
              <w:t>students</w:t>
            </w:r>
            <w:r w:rsidRPr="001A7B4B">
              <w:rPr>
                <w:rFonts w:cs="Arial"/>
                <w:b w:val="0"/>
                <w:color w:val="auto"/>
                <w:szCs w:val="22"/>
              </w:rPr>
              <w:t xml:space="preserve"> to install gutters, brackets and downpipes in small groups or pairs as necessary</w:t>
            </w:r>
            <w:r w:rsidR="005761B0">
              <w:rPr>
                <w:rFonts w:cs="Arial"/>
                <w:b w:val="0"/>
                <w:color w:val="auto"/>
                <w:szCs w:val="22"/>
              </w:rPr>
              <w:t>.</w:t>
            </w:r>
          </w:p>
          <w:p w14:paraId="71D72EEA" w14:textId="4DD6B548" w:rsidR="00F011FA" w:rsidRPr="001A7B4B" w:rsidRDefault="00F011FA" w:rsidP="002C017C">
            <w:pPr>
              <w:pStyle w:val="Normalheadingblue"/>
              <w:numPr>
                <w:ilvl w:val="0"/>
                <w:numId w:val="95"/>
              </w:numPr>
              <w:rPr>
                <w:rFonts w:cs="Arial"/>
                <w:b w:val="0"/>
                <w:color w:val="auto"/>
                <w:szCs w:val="22"/>
              </w:rPr>
            </w:pPr>
            <w:r w:rsidRPr="001A7B4B">
              <w:rPr>
                <w:rFonts w:cs="Arial"/>
                <w:b w:val="0"/>
                <w:color w:val="auto"/>
                <w:szCs w:val="22"/>
              </w:rPr>
              <w:t>Tutor to provide a suitable diagram including dimensions</w:t>
            </w:r>
            <w:r w:rsidR="005761B0">
              <w:rPr>
                <w:rFonts w:cs="Arial"/>
                <w:b w:val="0"/>
                <w:color w:val="auto"/>
                <w:szCs w:val="22"/>
              </w:rPr>
              <w:t>.</w:t>
            </w:r>
          </w:p>
          <w:p w14:paraId="672FAA36" w14:textId="642681B4" w:rsidR="00F011FA" w:rsidRPr="001A7B4B" w:rsidRDefault="00116A2E" w:rsidP="002C017C">
            <w:pPr>
              <w:pStyle w:val="Normalheadingblue"/>
              <w:numPr>
                <w:ilvl w:val="0"/>
                <w:numId w:val="95"/>
              </w:numPr>
              <w:rPr>
                <w:rFonts w:cs="Arial"/>
                <w:b w:val="0"/>
                <w:color w:val="auto"/>
                <w:szCs w:val="22"/>
              </w:rPr>
            </w:pPr>
            <w:r w:rsidRPr="001A7B4B">
              <w:rPr>
                <w:rFonts w:cs="Arial"/>
                <w:b w:val="0"/>
                <w:color w:val="auto"/>
                <w:szCs w:val="22"/>
              </w:rPr>
              <w:t>Students</w:t>
            </w:r>
            <w:r w:rsidR="00F011FA" w:rsidRPr="001A7B4B">
              <w:rPr>
                <w:rFonts w:cs="Arial"/>
                <w:b w:val="0"/>
                <w:color w:val="auto"/>
                <w:szCs w:val="22"/>
              </w:rPr>
              <w:t xml:space="preserve"> to list and collect all relevant tools and materials</w:t>
            </w:r>
            <w:r w:rsidR="005761B0">
              <w:rPr>
                <w:rFonts w:cs="Arial"/>
                <w:b w:val="0"/>
                <w:color w:val="auto"/>
                <w:szCs w:val="22"/>
              </w:rPr>
              <w:t>.</w:t>
            </w:r>
          </w:p>
          <w:p w14:paraId="2AA1C657" w14:textId="77777777" w:rsidR="00F011FA" w:rsidRPr="001A7B4B" w:rsidRDefault="00F011FA" w:rsidP="002C017C">
            <w:pPr>
              <w:pStyle w:val="Normalheadingblue"/>
              <w:numPr>
                <w:ilvl w:val="0"/>
                <w:numId w:val="95"/>
              </w:numPr>
              <w:rPr>
                <w:rFonts w:cs="Arial"/>
                <w:b w:val="0"/>
                <w:color w:val="auto"/>
                <w:szCs w:val="22"/>
              </w:rPr>
            </w:pPr>
            <w:r w:rsidRPr="001A7B4B">
              <w:rPr>
                <w:rFonts w:cs="Arial"/>
                <w:b w:val="0"/>
                <w:color w:val="auto"/>
                <w:szCs w:val="22"/>
              </w:rPr>
              <w:t xml:space="preserve">Learner to work in pairs or groups to install the components to the correct dimensions as per the </w:t>
            </w:r>
            <w:r w:rsidRPr="001A7B4B">
              <w:rPr>
                <w:rFonts w:cs="Arial"/>
                <w:b w:val="0"/>
                <w:color w:val="auto"/>
                <w:szCs w:val="22"/>
              </w:rPr>
              <w:lastRenderedPageBreak/>
              <w:t>diagram. Ideally the installation location is a replicated area at low level.</w:t>
            </w:r>
          </w:p>
          <w:p w14:paraId="1B42C097" w14:textId="344AC68F" w:rsidR="00F011FA" w:rsidRPr="001A7B4B" w:rsidRDefault="00F011FA" w:rsidP="002C017C">
            <w:pPr>
              <w:pStyle w:val="Normalheadingblue"/>
              <w:numPr>
                <w:ilvl w:val="0"/>
                <w:numId w:val="95"/>
              </w:numPr>
              <w:rPr>
                <w:rFonts w:cs="Arial"/>
                <w:b w:val="0"/>
                <w:color w:val="auto"/>
                <w:szCs w:val="22"/>
              </w:rPr>
            </w:pPr>
            <w:r w:rsidRPr="001A7B4B">
              <w:rPr>
                <w:rFonts w:cs="Arial"/>
                <w:b w:val="0"/>
                <w:color w:val="auto"/>
                <w:szCs w:val="22"/>
              </w:rPr>
              <w:t>On completion tutor to discuss the process of performance testing before carrying out supervised test where suitable to do so</w:t>
            </w:r>
            <w:r w:rsidR="005761B0">
              <w:rPr>
                <w:rFonts w:cs="Arial"/>
                <w:b w:val="0"/>
                <w:color w:val="auto"/>
                <w:szCs w:val="22"/>
              </w:rPr>
              <w:t>.</w:t>
            </w:r>
          </w:p>
          <w:p w14:paraId="6AE3112F" w14:textId="1C5BA575" w:rsidR="00F011FA" w:rsidRPr="001A7B4B" w:rsidRDefault="00F011FA" w:rsidP="002C017C">
            <w:pPr>
              <w:pStyle w:val="Normalheadingblue"/>
              <w:numPr>
                <w:ilvl w:val="0"/>
                <w:numId w:val="95"/>
              </w:numPr>
              <w:rPr>
                <w:rFonts w:cs="Arial"/>
                <w:b w:val="0"/>
                <w:color w:val="auto"/>
                <w:szCs w:val="22"/>
              </w:rPr>
            </w:pPr>
            <w:r w:rsidRPr="001A7B4B">
              <w:rPr>
                <w:rFonts w:cs="Arial"/>
                <w:b w:val="0"/>
                <w:color w:val="auto"/>
                <w:szCs w:val="22"/>
              </w:rPr>
              <w:t xml:space="preserve">On completion </w:t>
            </w:r>
            <w:r w:rsidR="00F502C8" w:rsidRPr="001A7B4B">
              <w:rPr>
                <w:rFonts w:cs="Arial"/>
                <w:b w:val="0"/>
                <w:color w:val="auto"/>
                <w:szCs w:val="22"/>
              </w:rPr>
              <w:t>students</w:t>
            </w:r>
            <w:r w:rsidRPr="001A7B4B">
              <w:rPr>
                <w:rFonts w:cs="Arial"/>
                <w:b w:val="0"/>
                <w:color w:val="auto"/>
                <w:szCs w:val="22"/>
              </w:rPr>
              <w:t xml:space="preserve"> are to disassemble the system</w:t>
            </w:r>
          </w:p>
          <w:p w14:paraId="241717FC" w14:textId="77777777" w:rsidR="00F011FA" w:rsidRPr="001A7B4B" w:rsidRDefault="00F011FA" w:rsidP="00F011FA">
            <w:pPr>
              <w:pStyle w:val="Normalheadingblue"/>
              <w:rPr>
                <w:rFonts w:cs="Arial"/>
                <w:color w:val="auto"/>
                <w:szCs w:val="22"/>
              </w:rPr>
            </w:pPr>
          </w:p>
          <w:p w14:paraId="24FFE535" w14:textId="77777777" w:rsidR="00F011FA" w:rsidRPr="001A7B4B" w:rsidRDefault="00F011FA" w:rsidP="00F011FA">
            <w:pPr>
              <w:pStyle w:val="Normalheadingblue"/>
              <w:rPr>
                <w:rFonts w:cs="Arial"/>
                <w:color w:val="auto"/>
                <w:szCs w:val="22"/>
              </w:rPr>
            </w:pPr>
            <w:r w:rsidRPr="001A7B4B">
              <w:rPr>
                <w:rFonts w:cs="Arial"/>
                <w:color w:val="auto"/>
                <w:szCs w:val="22"/>
              </w:rPr>
              <w:t>Knowledge and skills check example:</w:t>
            </w:r>
          </w:p>
          <w:p w14:paraId="0808E0BF" w14:textId="33B03291" w:rsidR="00F011FA" w:rsidRPr="001A7B4B" w:rsidRDefault="00116A2E" w:rsidP="002C017C">
            <w:pPr>
              <w:pStyle w:val="Normalheadingblue"/>
              <w:numPr>
                <w:ilvl w:val="0"/>
                <w:numId w:val="96"/>
              </w:numPr>
              <w:rPr>
                <w:rFonts w:cs="Arial"/>
                <w:b w:val="0"/>
                <w:color w:val="auto"/>
                <w:szCs w:val="22"/>
              </w:rPr>
            </w:pPr>
            <w:r w:rsidRPr="001A7B4B">
              <w:rPr>
                <w:rFonts w:cs="Arial"/>
                <w:b w:val="0"/>
                <w:color w:val="auto"/>
                <w:szCs w:val="22"/>
              </w:rPr>
              <w:t>Students</w:t>
            </w:r>
            <w:r w:rsidR="00F011FA" w:rsidRPr="001A7B4B">
              <w:rPr>
                <w:rFonts w:cs="Arial"/>
                <w:b w:val="0"/>
                <w:color w:val="auto"/>
                <w:szCs w:val="22"/>
              </w:rPr>
              <w:t xml:space="preserve"> to install a rainwater system including gutters, brackets and downpipes before carrying out a performance test</w:t>
            </w:r>
            <w:r w:rsidR="005761B0">
              <w:rPr>
                <w:rFonts w:cs="Arial"/>
                <w:b w:val="0"/>
                <w:color w:val="auto"/>
                <w:szCs w:val="22"/>
              </w:rPr>
              <w:t>.</w:t>
            </w:r>
          </w:p>
          <w:p w14:paraId="57A2C598" w14:textId="77777777" w:rsidR="00F011FA" w:rsidRPr="001A7B4B" w:rsidRDefault="00F011FA" w:rsidP="00F011FA">
            <w:pPr>
              <w:pStyle w:val="Normalheadingblue"/>
              <w:rPr>
                <w:rFonts w:cs="Arial"/>
                <w:color w:val="auto"/>
                <w:szCs w:val="22"/>
              </w:rPr>
            </w:pPr>
          </w:p>
          <w:p w14:paraId="1A8339A1" w14:textId="77777777" w:rsidR="00F011FA" w:rsidRPr="001A7B4B" w:rsidRDefault="00F011FA" w:rsidP="00F011FA">
            <w:pPr>
              <w:pStyle w:val="Normalheadingblue"/>
              <w:rPr>
                <w:rFonts w:cs="Arial"/>
                <w:color w:val="auto"/>
                <w:szCs w:val="22"/>
              </w:rPr>
            </w:pPr>
            <w:r w:rsidRPr="001A7B4B">
              <w:rPr>
                <w:rFonts w:cs="Arial"/>
                <w:color w:val="auto"/>
                <w:szCs w:val="22"/>
              </w:rPr>
              <w:t>Resources:</w:t>
            </w:r>
          </w:p>
          <w:p w14:paraId="37468E0F" w14:textId="77777777" w:rsidR="00F011FA" w:rsidRPr="001A7B4B" w:rsidRDefault="00F011FA" w:rsidP="00F011FA">
            <w:pPr>
              <w:pStyle w:val="Normalheadingblue"/>
              <w:rPr>
                <w:rFonts w:cs="Arial"/>
                <w:b w:val="0"/>
                <w:color w:val="auto"/>
                <w:szCs w:val="22"/>
              </w:rPr>
            </w:pPr>
            <w:r w:rsidRPr="001A7B4B">
              <w:rPr>
                <w:rFonts w:cs="Arial"/>
                <w:b w:val="0"/>
                <w:color w:val="auto"/>
                <w:szCs w:val="22"/>
              </w:rPr>
              <w:t>PPE</w:t>
            </w:r>
          </w:p>
          <w:p w14:paraId="28C4B49C" w14:textId="77777777" w:rsidR="00F011FA" w:rsidRPr="001A7B4B" w:rsidRDefault="00F011FA" w:rsidP="00F011FA">
            <w:pPr>
              <w:pStyle w:val="Normalheadingblue"/>
              <w:rPr>
                <w:rFonts w:cs="Arial"/>
                <w:b w:val="0"/>
                <w:color w:val="auto"/>
                <w:szCs w:val="22"/>
              </w:rPr>
            </w:pPr>
            <w:r w:rsidRPr="001A7B4B">
              <w:rPr>
                <w:rFonts w:cs="Arial"/>
                <w:b w:val="0"/>
                <w:color w:val="auto"/>
                <w:szCs w:val="22"/>
              </w:rPr>
              <w:t>Tape measures</w:t>
            </w:r>
          </w:p>
          <w:p w14:paraId="1D519260" w14:textId="77777777" w:rsidR="00F011FA" w:rsidRPr="001A7B4B" w:rsidRDefault="00F011FA" w:rsidP="00F011FA">
            <w:pPr>
              <w:pStyle w:val="Normalheadingblue"/>
              <w:rPr>
                <w:rFonts w:cs="Arial"/>
                <w:b w:val="0"/>
                <w:color w:val="auto"/>
                <w:szCs w:val="22"/>
              </w:rPr>
            </w:pPr>
            <w:r w:rsidRPr="001A7B4B">
              <w:rPr>
                <w:rFonts w:cs="Arial"/>
                <w:b w:val="0"/>
                <w:color w:val="auto"/>
                <w:szCs w:val="22"/>
              </w:rPr>
              <w:t>Spirit level</w:t>
            </w:r>
          </w:p>
          <w:p w14:paraId="5D692E36" w14:textId="77777777" w:rsidR="00F011FA" w:rsidRPr="001A7B4B" w:rsidRDefault="00F011FA" w:rsidP="00F011FA">
            <w:pPr>
              <w:pStyle w:val="Normalheadingblue"/>
              <w:rPr>
                <w:rFonts w:cs="Arial"/>
                <w:b w:val="0"/>
                <w:color w:val="auto"/>
                <w:szCs w:val="22"/>
              </w:rPr>
            </w:pPr>
            <w:r w:rsidRPr="001A7B4B">
              <w:rPr>
                <w:rFonts w:cs="Arial"/>
                <w:b w:val="0"/>
                <w:color w:val="auto"/>
                <w:szCs w:val="22"/>
              </w:rPr>
              <w:t>String lines</w:t>
            </w:r>
          </w:p>
          <w:p w14:paraId="271EB672" w14:textId="77777777" w:rsidR="00F011FA" w:rsidRPr="001A7B4B" w:rsidRDefault="00F011FA" w:rsidP="00F011FA">
            <w:pPr>
              <w:pStyle w:val="Normalheadingblue"/>
              <w:rPr>
                <w:rFonts w:cs="Arial"/>
                <w:b w:val="0"/>
                <w:color w:val="auto"/>
                <w:szCs w:val="22"/>
              </w:rPr>
            </w:pPr>
            <w:r w:rsidRPr="001A7B4B">
              <w:rPr>
                <w:rFonts w:cs="Arial"/>
                <w:b w:val="0"/>
                <w:color w:val="auto"/>
                <w:szCs w:val="22"/>
              </w:rPr>
              <w:t>Gutters</w:t>
            </w:r>
          </w:p>
          <w:p w14:paraId="6049EB4F" w14:textId="77777777" w:rsidR="00F011FA" w:rsidRPr="001A7B4B" w:rsidRDefault="00F011FA" w:rsidP="00F011FA">
            <w:pPr>
              <w:pStyle w:val="Normalheadingblue"/>
              <w:rPr>
                <w:rFonts w:cs="Arial"/>
                <w:b w:val="0"/>
                <w:color w:val="auto"/>
                <w:szCs w:val="22"/>
              </w:rPr>
            </w:pPr>
            <w:r w:rsidRPr="001A7B4B">
              <w:rPr>
                <w:rFonts w:cs="Arial"/>
                <w:b w:val="0"/>
                <w:color w:val="auto"/>
                <w:szCs w:val="22"/>
              </w:rPr>
              <w:t>Brackets</w:t>
            </w:r>
          </w:p>
          <w:p w14:paraId="0ED522E0" w14:textId="77777777" w:rsidR="00F011FA" w:rsidRPr="001A7B4B" w:rsidRDefault="00F011FA" w:rsidP="00F011FA">
            <w:pPr>
              <w:pStyle w:val="Normalheadingblue"/>
              <w:rPr>
                <w:rFonts w:cs="Arial"/>
                <w:b w:val="0"/>
                <w:color w:val="auto"/>
                <w:szCs w:val="22"/>
              </w:rPr>
            </w:pPr>
            <w:r w:rsidRPr="001A7B4B">
              <w:rPr>
                <w:rFonts w:cs="Arial"/>
                <w:b w:val="0"/>
                <w:color w:val="auto"/>
                <w:szCs w:val="22"/>
              </w:rPr>
              <w:t>Outlets and fittings</w:t>
            </w:r>
          </w:p>
          <w:p w14:paraId="21A79171" w14:textId="77777777" w:rsidR="00F011FA" w:rsidRPr="001A7B4B" w:rsidRDefault="00F011FA" w:rsidP="00F011FA">
            <w:pPr>
              <w:pStyle w:val="Normalheadingblue"/>
              <w:rPr>
                <w:rFonts w:cs="Arial"/>
                <w:b w:val="0"/>
                <w:color w:val="auto"/>
                <w:szCs w:val="22"/>
              </w:rPr>
            </w:pPr>
            <w:r w:rsidRPr="001A7B4B">
              <w:rPr>
                <w:rFonts w:cs="Arial"/>
                <w:b w:val="0"/>
                <w:color w:val="auto"/>
                <w:szCs w:val="22"/>
              </w:rPr>
              <w:t>Relevant tools</w:t>
            </w:r>
          </w:p>
          <w:p w14:paraId="34835A04" w14:textId="77777777" w:rsidR="00F011FA" w:rsidRPr="001A7B4B" w:rsidRDefault="00F011FA" w:rsidP="00F011FA">
            <w:pPr>
              <w:pStyle w:val="Normalheadingblue"/>
              <w:rPr>
                <w:rFonts w:cs="Arial"/>
                <w:b w:val="0"/>
                <w:color w:val="auto"/>
                <w:szCs w:val="22"/>
              </w:rPr>
            </w:pPr>
            <w:r w:rsidRPr="001A7B4B">
              <w:rPr>
                <w:rFonts w:cs="Arial"/>
                <w:b w:val="0"/>
                <w:color w:val="auto"/>
                <w:szCs w:val="22"/>
              </w:rPr>
              <w:t>Drills</w:t>
            </w:r>
          </w:p>
          <w:p w14:paraId="2E212D9C" w14:textId="77777777" w:rsidR="00F011FA" w:rsidRPr="001A7B4B" w:rsidRDefault="00F011FA" w:rsidP="00F011FA">
            <w:pPr>
              <w:pStyle w:val="Normalheadingblue"/>
              <w:rPr>
                <w:rFonts w:cs="Arial"/>
                <w:b w:val="0"/>
                <w:color w:val="auto"/>
                <w:szCs w:val="22"/>
              </w:rPr>
            </w:pPr>
            <w:r w:rsidRPr="001A7B4B">
              <w:rPr>
                <w:rFonts w:cs="Arial"/>
                <w:b w:val="0"/>
                <w:color w:val="auto"/>
                <w:szCs w:val="22"/>
              </w:rPr>
              <w:lastRenderedPageBreak/>
              <w:t>Fixings</w:t>
            </w:r>
          </w:p>
          <w:p w14:paraId="49DF9190" w14:textId="77777777" w:rsidR="00F011FA" w:rsidRPr="001A7B4B" w:rsidRDefault="00F011FA" w:rsidP="00F011FA">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20E01DA0" w14:textId="77777777" w:rsidR="00DD207A" w:rsidRPr="001A7B4B" w:rsidRDefault="008A57D2">
            <w:r w:rsidRPr="001A7B4B">
              <w:lastRenderedPageBreak/>
              <w:t xml:space="preserve">Q&amp;A </w:t>
            </w:r>
            <w:r w:rsidRPr="001A7B4B">
              <w:br/>
            </w:r>
            <w:r w:rsidRPr="001A7B4B">
              <w:br/>
              <w:t>Toolbox talk</w:t>
            </w:r>
            <w:r w:rsidRPr="001A7B4B">
              <w:br/>
            </w:r>
            <w:r w:rsidRPr="001A7B4B">
              <w:br/>
            </w:r>
            <w:r w:rsidRPr="001A7B4B">
              <w:br/>
              <w:t>Practical installation</w:t>
            </w:r>
            <w:r w:rsidRPr="001A7B4B">
              <w:br/>
              <w:t>English skills (reading, writing, technical vocabulary)</w:t>
            </w:r>
          </w:p>
        </w:tc>
      </w:tr>
      <w:tr w:rsidR="001A7B4B" w:rsidRPr="001A7B4B" w14:paraId="07873C40"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56024FE3" w14:textId="77777777" w:rsidR="00075ED0" w:rsidRDefault="00075ED0" w:rsidP="00075ED0">
            <w:pPr>
              <w:jc w:val="center"/>
              <w:rPr>
                <w:rFonts w:cs="Arial"/>
                <w:szCs w:val="22"/>
              </w:rPr>
            </w:pPr>
            <w:r>
              <w:rPr>
                <w:rFonts w:cs="Arial"/>
                <w:szCs w:val="22"/>
              </w:rPr>
              <w:lastRenderedPageBreak/>
              <w:t>1</w:t>
            </w:r>
            <w:r w:rsidR="00F011FA">
              <w:rPr>
                <w:rFonts w:cs="Arial"/>
                <w:szCs w:val="22"/>
              </w:rPr>
              <w:t>51</w:t>
            </w:r>
          </w:p>
          <w:p w14:paraId="65510827" w14:textId="77777777" w:rsidR="00912776" w:rsidRDefault="00912776" w:rsidP="00075ED0">
            <w:pPr>
              <w:jc w:val="center"/>
              <w:rPr>
                <w:rFonts w:cs="Arial"/>
                <w:szCs w:val="22"/>
              </w:rPr>
            </w:pPr>
            <w:r>
              <w:rPr>
                <w:rFonts w:cs="Arial"/>
                <w:szCs w:val="22"/>
              </w:rPr>
              <w:t>3 hours</w:t>
            </w:r>
          </w:p>
          <w:p w14:paraId="31BF920E" w14:textId="11974957" w:rsidR="0052307B" w:rsidRDefault="0052307B" w:rsidP="00075ED0">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1D52EDB8" w14:textId="77777777" w:rsidR="00075ED0" w:rsidRPr="001A7B4B" w:rsidRDefault="00075ED0" w:rsidP="00075ED0">
            <w:pPr>
              <w:pStyle w:val="Normalheadingblack"/>
              <w:rPr>
                <w:rFonts w:cs="Arial"/>
                <w:lang w:eastAsia="en-GB"/>
              </w:rPr>
            </w:pPr>
            <w:r w:rsidRPr="001A7B4B">
              <w:rPr>
                <w:rFonts w:cs="Arial"/>
                <w:lang w:eastAsia="en-GB"/>
              </w:rPr>
              <w:t>Outcome 1 – Plumbing and heating common knowledge criteria</w:t>
            </w:r>
          </w:p>
          <w:p w14:paraId="11765C07" w14:textId="77777777" w:rsidR="00075ED0" w:rsidRPr="001A7B4B" w:rsidRDefault="00075ED0" w:rsidP="00075ED0">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04B52428" w14:textId="77777777" w:rsidR="00075ED0" w:rsidRPr="001A7B4B" w:rsidRDefault="00075ED0" w:rsidP="00075ED0">
            <w:pPr>
              <w:pStyle w:val="Normalheadingblack"/>
              <w:rPr>
                <w:rFonts w:cs="Arial"/>
                <w:b w:val="0"/>
                <w:szCs w:val="22"/>
              </w:rPr>
            </w:pPr>
            <w:r w:rsidRPr="001A7B4B">
              <w:rPr>
                <w:rFonts w:cs="Arial"/>
                <w:b w:val="0"/>
                <w:szCs w:val="22"/>
              </w:rPr>
              <w:t>K1.7 Plumbing and heating systems</w:t>
            </w:r>
          </w:p>
          <w:p w14:paraId="3438BB12" w14:textId="77777777" w:rsidR="00075ED0" w:rsidRPr="001A7B4B" w:rsidRDefault="00075ED0" w:rsidP="00075ED0">
            <w:pPr>
              <w:pStyle w:val="Normalheadingblack"/>
              <w:rPr>
                <w:rFonts w:cs="Arial"/>
                <w:b w:val="0"/>
                <w:szCs w:val="22"/>
              </w:rPr>
            </w:pPr>
          </w:p>
          <w:p w14:paraId="7F6D5F47" w14:textId="77777777" w:rsidR="00075ED0" w:rsidRPr="001A7B4B" w:rsidRDefault="00075ED0" w:rsidP="00075ED0">
            <w:pPr>
              <w:pStyle w:val="Normalheadingblack"/>
              <w:rPr>
                <w:rFonts w:cs="Arial"/>
                <w:b w:val="0"/>
                <w:szCs w:val="22"/>
              </w:rPr>
            </w:pPr>
            <w:r w:rsidRPr="001A7B4B">
              <w:rPr>
                <w:rFonts w:cs="Arial"/>
                <w:b w:val="0"/>
                <w:szCs w:val="22"/>
              </w:rPr>
              <w:t>K1.8 Components used in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21ED1A69" w14:textId="77777777" w:rsidR="00075ED0" w:rsidRPr="001A7B4B" w:rsidRDefault="00075ED0" w:rsidP="00075ED0">
            <w:pPr>
              <w:pStyle w:val="Normalheadingblue"/>
              <w:rPr>
                <w:rFonts w:cs="Arial"/>
                <w:color w:val="auto"/>
                <w:szCs w:val="22"/>
              </w:rPr>
            </w:pPr>
            <w:r w:rsidRPr="001A7B4B">
              <w:rPr>
                <w:rFonts w:cs="Arial"/>
                <w:color w:val="auto"/>
                <w:szCs w:val="22"/>
              </w:rPr>
              <w:t>Activity:</w:t>
            </w:r>
          </w:p>
          <w:p w14:paraId="201AEC1D" w14:textId="77777777" w:rsidR="00075ED0" w:rsidRPr="001A7B4B" w:rsidRDefault="00075ED0" w:rsidP="00075ED0">
            <w:pPr>
              <w:pStyle w:val="Normalheadingblue"/>
              <w:rPr>
                <w:rFonts w:cs="Arial"/>
                <w:color w:val="auto"/>
                <w:szCs w:val="22"/>
              </w:rPr>
            </w:pPr>
          </w:p>
          <w:p w14:paraId="43E0D054" w14:textId="77777777" w:rsidR="00075ED0" w:rsidRPr="001A7B4B" w:rsidRDefault="00075ED0" w:rsidP="00075ED0">
            <w:pPr>
              <w:pStyle w:val="Normalheadingblue"/>
              <w:rPr>
                <w:rFonts w:cs="Arial"/>
                <w:color w:val="auto"/>
                <w:szCs w:val="22"/>
              </w:rPr>
            </w:pPr>
            <w:r w:rsidRPr="001A7B4B">
              <w:rPr>
                <w:rFonts w:cs="Arial"/>
                <w:color w:val="auto"/>
                <w:szCs w:val="22"/>
              </w:rPr>
              <w:t>Starter task example:</w:t>
            </w:r>
          </w:p>
          <w:p w14:paraId="22A4FE69" w14:textId="0990BD9F" w:rsidR="00472B13" w:rsidRPr="001A7B4B" w:rsidRDefault="00472B13" w:rsidP="002C017C">
            <w:pPr>
              <w:pStyle w:val="Normalheadingblue"/>
              <w:numPr>
                <w:ilvl w:val="0"/>
                <w:numId w:val="96"/>
              </w:numPr>
              <w:rPr>
                <w:rFonts w:cs="Arial"/>
                <w:b w:val="0"/>
                <w:color w:val="auto"/>
                <w:szCs w:val="22"/>
              </w:rPr>
            </w:pPr>
            <w:r w:rsidRPr="001A7B4B">
              <w:rPr>
                <w:rFonts w:cs="Arial"/>
                <w:b w:val="0"/>
                <w:color w:val="auto"/>
                <w:szCs w:val="22"/>
              </w:rPr>
              <w:t xml:space="preserve">CV writing discussion – Tutor to discuss the </w:t>
            </w:r>
            <w:r w:rsidR="00912776" w:rsidRPr="001A7B4B">
              <w:rPr>
                <w:rFonts w:cs="Arial"/>
                <w:b w:val="0"/>
                <w:color w:val="auto"/>
                <w:szCs w:val="22"/>
              </w:rPr>
              <w:t>best practices regards CV writing</w:t>
            </w:r>
            <w:r w:rsidR="005761B0">
              <w:rPr>
                <w:rFonts w:cs="Arial"/>
                <w:b w:val="0"/>
                <w:color w:val="auto"/>
                <w:szCs w:val="22"/>
              </w:rPr>
              <w:t>.</w:t>
            </w:r>
          </w:p>
          <w:p w14:paraId="2EC0B818" w14:textId="77777777" w:rsidR="00075ED0" w:rsidRPr="001A7B4B" w:rsidRDefault="00075ED0" w:rsidP="00075ED0">
            <w:pPr>
              <w:pStyle w:val="Normalheadingblue"/>
              <w:rPr>
                <w:rFonts w:cs="Arial"/>
                <w:color w:val="auto"/>
                <w:szCs w:val="22"/>
              </w:rPr>
            </w:pPr>
          </w:p>
          <w:p w14:paraId="3263422B" w14:textId="77777777" w:rsidR="00075ED0" w:rsidRPr="001A7B4B" w:rsidRDefault="00075ED0" w:rsidP="00075ED0">
            <w:pPr>
              <w:pStyle w:val="Normalheadingblue"/>
              <w:rPr>
                <w:rFonts w:cs="Arial"/>
                <w:color w:val="auto"/>
                <w:szCs w:val="22"/>
              </w:rPr>
            </w:pPr>
            <w:r w:rsidRPr="001A7B4B">
              <w:rPr>
                <w:rFonts w:cs="Arial"/>
                <w:color w:val="auto"/>
                <w:szCs w:val="22"/>
              </w:rPr>
              <w:t>Delivery:</w:t>
            </w:r>
          </w:p>
          <w:p w14:paraId="24EE301C" w14:textId="06AF63E0" w:rsidR="00075ED0" w:rsidRPr="001A7B4B" w:rsidRDefault="00E2283D" w:rsidP="00075ED0">
            <w:pPr>
              <w:pStyle w:val="Normalheadingblue"/>
              <w:rPr>
                <w:rFonts w:cs="Arial"/>
                <w:color w:val="auto"/>
                <w:szCs w:val="22"/>
              </w:rPr>
            </w:pPr>
            <w:r w:rsidRPr="001A7B4B">
              <w:rPr>
                <w:rFonts w:cs="Arial"/>
                <w:b w:val="0"/>
                <w:color w:val="auto"/>
                <w:szCs w:val="22"/>
              </w:rPr>
              <w:t>Tutor to deliver content</w:t>
            </w:r>
            <w:r w:rsidR="00EB05F5">
              <w:rPr>
                <w:rFonts w:cs="Arial"/>
                <w:b w:val="0"/>
                <w:color w:val="auto"/>
                <w:szCs w:val="22"/>
              </w:rPr>
              <w:t xml:space="preserve"> on </w:t>
            </w:r>
            <w:r w:rsidR="00EB05F5" w:rsidRPr="00EB05F5">
              <w:rPr>
                <w:rFonts w:cs="Arial"/>
                <w:b w:val="0"/>
                <w:bCs/>
                <w:color w:val="auto"/>
                <w:szCs w:val="22"/>
              </w:rPr>
              <w:t>Rainwater harvesting and grey water re-use systems,</w:t>
            </w:r>
            <w:r w:rsidRPr="001A7B4B">
              <w:rPr>
                <w:rFonts w:cs="Arial"/>
                <w:b w:val="0"/>
                <w:color w:val="auto"/>
                <w:szCs w:val="22"/>
              </w:rPr>
              <w:t xml:space="preserve"> including:</w:t>
            </w:r>
          </w:p>
          <w:p w14:paraId="60B85665" w14:textId="77777777" w:rsidR="00E2283D" w:rsidRPr="001A7B4B" w:rsidRDefault="00E2283D" w:rsidP="002C017C">
            <w:pPr>
              <w:pStyle w:val="Normalheadingblue"/>
              <w:numPr>
                <w:ilvl w:val="0"/>
                <w:numId w:val="96"/>
              </w:numPr>
              <w:rPr>
                <w:rFonts w:cs="Arial"/>
                <w:b w:val="0"/>
                <w:color w:val="auto"/>
                <w:szCs w:val="22"/>
              </w:rPr>
            </w:pPr>
            <w:r w:rsidRPr="001A7B4B">
              <w:rPr>
                <w:rFonts w:cs="Arial"/>
                <w:b w:val="0"/>
                <w:color w:val="auto"/>
                <w:szCs w:val="22"/>
              </w:rPr>
              <w:t>Rainwater harvesting systems</w:t>
            </w:r>
            <w:r w:rsidR="00472B13" w:rsidRPr="001A7B4B">
              <w:rPr>
                <w:rFonts w:cs="Arial"/>
                <w:b w:val="0"/>
                <w:color w:val="auto"/>
                <w:szCs w:val="22"/>
              </w:rPr>
              <w:t>:</w:t>
            </w:r>
          </w:p>
          <w:p w14:paraId="1AD751B0" w14:textId="77777777" w:rsidR="00E2283D" w:rsidRPr="001A7B4B" w:rsidRDefault="00E2283D" w:rsidP="002C017C">
            <w:pPr>
              <w:pStyle w:val="Normalheadingblue"/>
              <w:numPr>
                <w:ilvl w:val="0"/>
                <w:numId w:val="96"/>
              </w:numPr>
              <w:rPr>
                <w:rFonts w:cs="Arial"/>
                <w:b w:val="0"/>
                <w:color w:val="auto"/>
                <w:szCs w:val="22"/>
              </w:rPr>
            </w:pPr>
            <w:r w:rsidRPr="001A7B4B">
              <w:rPr>
                <w:rFonts w:cs="Arial"/>
                <w:b w:val="0"/>
                <w:color w:val="auto"/>
                <w:szCs w:val="22"/>
              </w:rPr>
              <w:t>Storage</w:t>
            </w:r>
          </w:p>
          <w:p w14:paraId="51657D1E" w14:textId="77777777" w:rsidR="00E2283D" w:rsidRPr="001A7B4B" w:rsidRDefault="00E2283D" w:rsidP="002C017C">
            <w:pPr>
              <w:pStyle w:val="Normalheadingblue"/>
              <w:numPr>
                <w:ilvl w:val="0"/>
                <w:numId w:val="96"/>
              </w:numPr>
              <w:rPr>
                <w:rFonts w:cs="Arial"/>
                <w:b w:val="0"/>
                <w:color w:val="auto"/>
                <w:szCs w:val="22"/>
              </w:rPr>
            </w:pPr>
            <w:r w:rsidRPr="001A7B4B">
              <w:rPr>
                <w:rFonts w:cs="Arial"/>
                <w:b w:val="0"/>
                <w:color w:val="auto"/>
                <w:szCs w:val="22"/>
              </w:rPr>
              <w:t>Filtration</w:t>
            </w:r>
          </w:p>
          <w:p w14:paraId="3D7DB9DF" w14:textId="77777777" w:rsidR="00E2283D" w:rsidRPr="001A7B4B" w:rsidRDefault="00E2283D" w:rsidP="002C017C">
            <w:pPr>
              <w:pStyle w:val="Normalheadingblue"/>
              <w:numPr>
                <w:ilvl w:val="0"/>
                <w:numId w:val="96"/>
              </w:numPr>
              <w:rPr>
                <w:rFonts w:cs="Arial"/>
                <w:b w:val="0"/>
                <w:color w:val="auto"/>
                <w:szCs w:val="22"/>
              </w:rPr>
            </w:pPr>
            <w:r w:rsidRPr="001A7B4B">
              <w:rPr>
                <w:rFonts w:cs="Arial"/>
                <w:b w:val="0"/>
                <w:color w:val="auto"/>
                <w:szCs w:val="22"/>
              </w:rPr>
              <w:t>Uses</w:t>
            </w:r>
          </w:p>
          <w:p w14:paraId="1B506EEA" w14:textId="77777777" w:rsidR="00E2283D" w:rsidRPr="001A7B4B" w:rsidRDefault="00E2283D" w:rsidP="002C017C">
            <w:pPr>
              <w:pStyle w:val="Normalheadingblue"/>
              <w:numPr>
                <w:ilvl w:val="0"/>
                <w:numId w:val="96"/>
              </w:numPr>
              <w:rPr>
                <w:rFonts w:cs="Arial"/>
                <w:b w:val="0"/>
                <w:color w:val="auto"/>
                <w:szCs w:val="22"/>
              </w:rPr>
            </w:pPr>
            <w:r w:rsidRPr="001A7B4B">
              <w:rPr>
                <w:rFonts w:cs="Arial"/>
                <w:b w:val="0"/>
                <w:color w:val="auto"/>
                <w:szCs w:val="22"/>
              </w:rPr>
              <w:t>Greywater systems</w:t>
            </w:r>
            <w:r w:rsidR="00BE3D31" w:rsidRPr="001A7B4B">
              <w:rPr>
                <w:rFonts w:cs="Arial"/>
                <w:b w:val="0"/>
                <w:color w:val="auto"/>
                <w:szCs w:val="22"/>
              </w:rPr>
              <w:t>:</w:t>
            </w:r>
          </w:p>
          <w:p w14:paraId="77BBC4BF" w14:textId="77777777" w:rsidR="00E2283D" w:rsidRPr="001A7B4B" w:rsidRDefault="00E2283D" w:rsidP="002C017C">
            <w:pPr>
              <w:pStyle w:val="Normalheadingblue"/>
              <w:numPr>
                <w:ilvl w:val="0"/>
                <w:numId w:val="96"/>
              </w:numPr>
              <w:rPr>
                <w:rFonts w:cs="Arial"/>
                <w:b w:val="0"/>
                <w:color w:val="auto"/>
                <w:szCs w:val="22"/>
              </w:rPr>
            </w:pPr>
            <w:r w:rsidRPr="001A7B4B">
              <w:rPr>
                <w:rFonts w:cs="Arial"/>
                <w:b w:val="0"/>
                <w:color w:val="auto"/>
                <w:szCs w:val="22"/>
              </w:rPr>
              <w:t>Storage</w:t>
            </w:r>
          </w:p>
          <w:p w14:paraId="7977C6FF" w14:textId="77777777" w:rsidR="00E2283D" w:rsidRPr="001A7B4B" w:rsidRDefault="00E2283D" w:rsidP="002C017C">
            <w:pPr>
              <w:pStyle w:val="Normalheadingblue"/>
              <w:numPr>
                <w:ilvl w:val="0"/>
                <w:numId w:val="96"/>
              </w:numPr>
              <w:rPr>
                <w:rFonts w:cs="Arial"/>
                <w:b w:val="0"/>
                <w:color w:val="auto"/>
                <w:szCs w:val="22"/>
              </w:rPr>
            </w:pPr>
            <w:r w:rsidRPr="001A7B4B">
              <w:rPr>
                <w:rFonts w:cs="Arial"/>
                <w:b w:val="0"/>
                <w:color w:val="auto"/>
                <w:szCs w:val="22"/>
              </w:rPr>
              <w:t>Filtration</w:t>
            </w:r>
          </w:p>
          <w:p w14:paraId="031A2F55" w14:textId="77777777" w:rsidR="00E2283D" w:rsidRPr="001A7B4B" w:rsidRDefault="00E2283D" w:rsidP="002C017C">
            <w:pPr>
              <w:pStyle w:val="Normalheadingblue"/>
              <w:numPr>
                <w:ilvl w:val="0"/>
                <w:numId w:val="96"/>
              </w:numPr>
              <w:rPr>
                <w:rFonts w:cs="Arial"/>
                <w:b w:val="0"/>
                <w:color w:val="auto"/>
                <w:szCs w:val="22"/>
              </w:rPr>
            </w:pPr>
            <w:r w:rsidRPr="001A7B4B">
              <w:rPr>
                <w:rFonts w:cs="Arial"/>
                <w:b w:val="0"/>
                <w:color w:val="auto"/>
                <w:szCs w:val="22"/>
              </w:rPr>
              <w:t>Uses</w:t>
            </w:r>
          </w:p>
          <w:p w14:paraId="1E968BC0" w14:textId="77777777" w:rsidR="00E2283D" w:rsidRPr="001A7B4B" w:rsidRDefault="00E2283D" w:rsidP="002C017C">
            <w:pPr>
              <w:pStyle w:val="Normalheadingblue"/>
              <w:numPr>
                <w:ilvl w:val="0"/>
                <w:numId w:val="96"/>
              </w:numPr>
              <w:rPr>
                <w:rFonts w:cs="Arial"/>
                <w:b w:val="0"/>
                <w:color w:val="auto"/>
                <w:szCs w:val="22"/>
              </w:rPr>
            </w:pPr>
            <w:r w:rsidRPr="001A7B4B">
              <w:rPr>
                <w:rFonts w:cs="Arial"/>
                <w:b w:val="0"/>
                <w:color w:val="auto"/>
                <w:szCs w:val="22"/>
              </w:rPr>
              <w:t>System controls</w:t>
            </w:r>
          </w:p>
          <w:p w14:paraId="107BFD40" w14:textId="77777777" w:rsidR="00E2283D" w:rsidRPr="001A7B4B" w:rsidRDefault="00E2283D" w:rsidP="002C017C">
            <w:pPr>
              <w:pStyle w:val="Normalheadingblue"/>
              <w:numPr>
                <w:ilvl w:val="0"/>
                <w:numId w:val="96"/>
              </w:numPr>
              <w:rPr>
                <w:rFonts w:cs="Arial"/>
                <w:b w:val="0"/>
                <w:color w:val="auto"/>
                <w:szCs w:val="22"/>
              </w:rPr>
            </w:pPr>
            <w:r w:rsidRPr="001A7B4B">
              <w:rPr>
                <w:rFonts w:cs="Arial"/>
                <w:b w:val="0"/>
                <w:color w:val="auto"/>
                <w:szCs w:val="22"/>
              </w:rPr>
              <w:t>Implications on the environment</w:t>
            </w:r>
          </w:p>
          <w:p w14:paraId="7FAF4914" w14:textId="10C7212E" w:rsidR="00472B13" w:rsidRPr="001A7B4B" w:rsidRDefault="00472B13" w:rsidP="002C017C">
            <w:pPr>
              <w:pStyle w:val="Normalheadingblue"/>
              <w:numPr>
                <w:ilvl w:val="0"/>
                <w:numId w:val="96"/>
              </w:numPr>
              <w:rPr>
                <w:rFonts w:cs="Arial"/>
                <w:b w:val="0"/>
                <w:color w:val="auto"/>
                <w:szCs w:val="22"/>
              </w:rPr>
            </w:pPr>
            <w:r w:rsidRPr="001A7B4B">
              <w:rPr>
                <w:rFonts w:cs="Arial"/>
                <w:b w:val="0"/>
                <w:color w:val="auto"/>
                <w:szCs w:val="22"/>
              </w:rPr>
              <w:lastRenderedPageBreak/>
              <w:t>Tutor to highlight the system layouts and locations of components</w:t>
            </w:r>
            <w:r w:rsidR="005761B0">
              <w:rPr>
                <w:rFonts w:cs="Arial"/>
                <w:b w:val="0"/>
                <w:color w:val="auto"/>
                <w:szCs w:val="22"/>
              </w:rPr>
              <w:t>.</w:t>
            </w:r>
          </w:p>
          <w:p w14:paraId="02937363" w14:textId="77777777" w:rsidR="00472B13" w:rsidRPr="001A7B4B" w:rsidRDefault="00472B13" w:rsidP="002C017C">
            <w:pPr>
              <w:pStyle w:val="Normalheadingblue"/>
              <w:numPr>
                <w:ilvl w:val="0"/>
                <w:numId w:val="96"/>
              </w:numPr>
              <w:rPr>
                <w:rFonts w:cs="Arial"/>
                <w:b w:val="0"/>
                <w:color w:val="auto"/>
                <w:szCs w:val="22"/>
              </w:rPr>
            </w:pPr>
            <w:r w:rsidRPr="001A7B4B">
              <w:rPr>
                <w:rFonts w:cs="Arial"/>
                <w:b w:val="0"/>
                <w:color w:val="auto"/>
                <w:szCs w:val="22"/>
              </w:rPr>
              <w:t xml:space="preserve">Tutor to use videos and links to support explanations including </w:t>
            </w:r>
            <w:hyperlink r:id="rId62" w:history="1">
              <w:r w:rsidRPr="001A7B4B">
                <w:rPr>
                  <w:rStyle w:val="Hyperlink"/>
                  <w:color w:val="auto"/>
                </w:rPr>
                <w:t>What's the best rainwater harvesting system for me?</w:t>
              </w:r>
            </w:hyperlink>
            <w:r w:rsidRPr="001A7B4B">
              <w:rPr>
                <w:color w:val="auto"/>
              </w:rPr>
              <w:t xml:space="preserve"> </w:t>
            </w:r>
            <w:hyperlink r:id="rId63" w:history="1">
              <w:r w:rsidRPr="001A7B4B">
                <w:rPr>
                  <w:rStyle w:val="Hyperlink"/>
                  <w:color w:val="auto"/>
                </w:rPr>
                <w:t>Rainwater Harvesting &amp; Greywater Recycling | Stormsaver</w:t>
              </w:r>
            </w:hyperlink>
          </w:p>
          <w:p w14:paraId="6DBE5ED3" w14:textId="42509FD4" w:rsidR="00472B13" w:rsidRPr="001A7B4B" w:rsidRDefault="00472B13" w:rsidP="002C017C">
            <w:pPr>
              <w:pStyle w:val="Normalheadingblue"/>
              <w:numPr>
                <w:ilvl w:val="0"/>
                <w:numId w:val="96"/>
              </w:numPr>
              <w:rPr>
                <w:rFonts w:cs="Arial"/>
                <w:b w:val="0"/>
                <w:color w:val="auto"/>
                <w:szCs w:val="22"/>
              </w:rPr>
            </w:pPr>
            <w:r w:rsidRPr="001A7B4B">
              <w:rPr>
                <w:rFonts w:cs="Arial"/>
                <w:b w:val="0"/>
                <w:color w:val="auto"/>
                <w:szCs w:val="22"/>
              </w:rPr>
              <w:t xml:space="preserve">Tutor </w:t>
            </w:r>
            <w:proofErr w:type="gramStart"/>
            <w:r w:rsidRPr="001A7B4B">
              <w:rPr>
                <w:rFonts w:cs="Arial"/>
                <w:b w:val="0"/>
                <w:color w:val="auto"/>
                <w:szCs w:val="22"/>
              </w:rPr>
              <w:t>lead</w:t>
            </w:r>
            <w:proofErr w:type="gramEnd"/>
            <w:r w:rsidRPr="001A7B4B">
              <w:rPr>
                <w:rFonts w:cs="Arial"/>
                <w:b w:val="0"/>
                <w:color w:val="auto"/>
                <w:szCs w:val="22"/>
              </w:rPr>
              <w:t xml:space="preserve"> discussion regarding the advantages and disadvantages of reusing </w:t>
            </w:r>
            <w:proofErr w:type="gramStart"/>
            <w:r w:rsidRPr="001A7B4B">
              <w:rPr>
                <w:rFonts w:cs="Arial"/>
                <w:b w:val="0"/>
                <w:color w:val="auto"/>
                <w:szCs w:val="22"/>
              </w:rPr>
              <w:t>waste water</w:t>
            </w:r>
            <w:proofErr w:type="gramEnd"/>
            <w:r w:rsidR="005761B0">
              <w:rPr>
                <w:rFonts w:cs="Arial"/>
                <w:b w:val="0"/>
                <w:color w:val="auto"/>
                <w:szCs w:val="22"/>
              </w:rPr>
              <w:t>.</w:t>
            </w:r>
          </w:p>
          <w:p w14:paraId="3B48B7E5" w14:textId="77777777" w:rsidR="00075ED0" w:rsidRPr="001A7B4B" w:rsidRDefault="00075ED0" w:rsidP="00075ED0">
            <w:pPr>
              <w:pStyle w:val="Normalheadingblue"/>
              <w:rPr>
                <w:rFonts w:cs="Arial"/>
                <w:color w:val="auto"/>
                <w:szCs w:val="22"/>
              </w:rPr>
            </w:pPr>
          </w:p>
          <w:p w14:paraId="6FC3A4AE" w14:textId="77777777" w:rsidR="00075ED0" w:rsidRPr="001A7B4B" w:rsidRDefault="00075ED0" w:rsidP="00075ED0">
            <w:pPr>
              <w:pStyle w:val="Normalheadingblue"/>
              <w:rPr>
                <w:rFonts w:cs="Arial"/>
                <w:color w:val="auto"/>
                <w:szCs w:val="22"/>
              </w:rPr>
            </w:pPr>
            <w:r w:rsidRPr="001A7B4B">
              <w:rPr>
                <w:rFonts w:cs="Arial"/>
                <w:color w:val="auto"/>
                <w:szCs w:val="22"/>
              </w:rPr>
              <w:t>Knowledge check example:</w:t>
            </w:r>
          </w:p>
          <w:p w14:paraId="3F9194E8" w14:textId="2A1051BF" w:rsidR="00075ED0" w:rsidRPr="001A7B4B" w:rsidRDefault="00472B13" w:rsidP="002C017C">
            <w:pPr>
              <w:pStyle w:val="Normalheadingblue"/>
              <w:numPr>
                <w:ilvl w:val="0"/>
                <w:numId w:val="97"/>
              </w:numPr>
              <w:rPr>
                <w:rFonts w:cs="Arial"/>
                <w:b w:val="0"/>
                <w:color w:val="auto"/>
                <w:szCs w:val="22"/>
              </w:rPr>
            </w:pPr>
            <w:r w:rsidRPr="001A7B4B">
              <w:rPr>
                <w:rFonts w:cs="Arial"/>
                <w:b w:val="0"/>
                <w:color w:val="auto"/>
                <w:szCs w:val="22"/>
              </w:rPr>
              <w:t>MCQ knowledge test to be completed individually before tutor led discussion of answers</w:t>
            </w:r>
            <w:r w:rsidR="005761B0">
              <w:rPr>
                <w:rFonts w:cs="Arial"/>
                <w:b w:val="0"/>
                <w:color w:val="auto"/>
                <w:szCs w:val="22"/>
              </w:rPr>
              <w:t>.</w:t>
            </w:r>
          </w:p>
          <w:p w14:paraId="4F0A5F1F" w14:textId="77777777" w:rsidR="00075ED0" w:rsidRPr="001A7B4B" w:rsidRDefault="00075ED0" w:rsidP="00075ED0">
            <w:pPr>
              <w:pStyle w:val="Normalheadingblue"/>
              <w:rPr>
                <w:rFonts w:cs="Arial"/>
                <w:color w:val="auto"/>
                <w:szCs w:val="22"/>
              </w:rPr>
            </w:pPr>
            <w:r w:rsidRPr="001A7B4B">
              <w:rPr>
                <w:rFonts w:cs="Arial"/>
                <w:color w:val="auto"/>
                <w:szCs w:val="22"/>
              </w:rPr>
              <w:t>Resources:</w:t>
            </w:r>
          </w:p>
          <w:p w14:paraId="248CEE97" w14:textId="77777777" w:rsidR="00472B13" w:rsidRPr="001A7B4B" w:rsidRDefault="00472B13" w:rsidP="00075ED0">
            <w:pPr>
              <w:pStyle w:val="Normalheadingblue"/>
              <w:rPr>
                <w:rFonts w:cs="Arial"/>
                <w:color w:val="auto"/>
                <w:szCs w:val="22"/>
              </w:rPr>
            </w:pPr>
            <w:r w:rsidRPr="001A7B4B">
              <w:rPr>
                <w:rFonts w:cs="Arial"/>
                <w:b w:val="0"/>
                <w:color w:val="auto"/>
                <w:szCs w:val="22"/>
              </w:rPr>
              <w:t>MCQ knowledge test</w:t>
            </w:r>
          </w:p>
        </w:tc>
        <w:tc>
          <w:tcPr>
            <w:tcW w:w="2246" w:type="dxa"/>
            <w:tcBorders>
              <w:top w:val="single" w:sz="4" w:space="0" w:color="C6C5C6"/>
              <w:left w:val="single" w:sz="4" w:space="0" w:color="C6C5C6"/>
              <w:bottom w:val="single" w:sz="4" w:space="0" w:color="C6C5C6"/>
              <w:right w:val="single" w:sz="4" w:space="0" w:color="C6C5C6"/>
            </w:tcBorders>
          </w:tcPr>
          <w:p w14:paraId="4DA9D618" w14:textId="77777777" w:rsidR="00DD207A" w:rsidRPr="001A7B4B" w:rsidRDefault="008A57D2">
            <w:r w:rsidRPr="001A7B4B">
              <w:lastRenderedPageBreak/>
              <w:t>Q&amp;A</w:t>
            </w:r>
            <w:r w:rsidRPr="001A7B4B">
              <w:br/>
            </w:r>
            <w:r w:rsidRPr="001A7B4B">
              <w:br/>
            </w:r>
            <w:r w:rsidRPr="001A7B4B">
              <w:br/>
            </w:r>
            <w:r w:rsidRPr="001A7B4B">
              <w:br/>
            </w:r>
            <w:r w:rsidRPr="001A7B4B">
              <w:br/>
            </w:r>
            <w:r w:rsidRPr="001A7B4B">
              <w:br/>
              <w:t>MCQ knowledge test</w:t>
            </w:r>
            <w:r w:rsidRPr="001A7B4B">
              <w:br/>
              <w:t>English skills (reading, writing, technical vocabulary)</w:t>
            </w:r>
          </w:p>
        </w:tc>
      </w:tr>
      <w:tr w:rsidR="001A7B4B" w:rsidRPr="001A7B4B" w14:paraId="756ADCF4"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6A1F1B72" w14:textId="77777777" w:rsidR="00075ED0" w:rsidRDefault="00075ED0" w:rsidP="00075ED0">
            <w:pPr>
              <w:jc w:val="center"/>
              <w:rPr>
                <w:rFonts w:cs="Arial"/>
                <w:szCs w:val="22"/>
              </w:rPr>
            </w:pPr>
            <w:r>
              <w:rPr>
                <w:rFonts w:cs="Arial"/>
                <w:szCs w:val="22"/>
              </w:rPr>
              <w:t>1</w:t>
            </w:r>
            <w:r w:rsidR="00912776">
              <w:rPr>
                <w:rFonts w:cs="Arial"/>
                <w:szCs w:val="22"/>
              </w:rPr>
              <w:t>52-153</w:t>
            </w:r>
          </w:p>
          <w:p w14:paraId="466CC718" w14:textId="77777777" w:rsidR="00912776" w:rsidRDefault="00912776" w:rsidP="00075ED0">
            <w:pPr>
              <w:jc w:val="center"/>
              <w:rPr>
                <w:rFonts w:cs="Arial"/>
                <w:szCs w:val="22"/>
              </w:rPr>
            </w:pPr>
            <w:r>
              <w:rPr>
                <w:rFonts w:cs="Arial"/>
                <w:szCs w:val="22"/>
              </w:rPr>
              <w:t>6 hours</w:t>
            </w:r>
          </w:p>
        </w:tc>
        <w:tc>
          <w:tcPr>
            <w:tcW w:w="2199" w:type="dxa"/>
            <w:tcBorders>
              <w:top w:val="single" w:sz="4" w:space="0" w:color="C6C5C6"/>
              <w:left w:val="single" w:sz="4" w:space="0" w:color="C6C5C6"/>
              <w:bottom w:val="single" w:sz="4" w:space="0" w:color="C6C5C6"/>
              <w:right w:val="single" w:sz="4" w:space="0" w:color="C6C5C6"/>
            </w:tcBorders>
          </w:tcPr>
          <w:p w14:paraId="561EC606" w14:textId="77777777" w:rsidR="00075ED0" w:rsidRPr="001A7B4B" w:rsidRDefault="00075ED0" w:rsidP="00075ED0">
            <w:pPr>
              <w:pStyle w:val="Normalheadingblack"/>
              <w:rPr>
                <w:rFonts w:cs="Arial"/>
                <w:lang w:eastAsia="en-GB"/>
              </w:rPr>
            </w:pPr>
            <w:r w:rsidRPr="001A7B4B">
              <w:rPr>
                <w:rFonts w:cs="Arial"/>
                <w:lang w:eastAsia="en-GB"/>
              </w:rPr>
              <w:t>Outcome 1 – Plumbing and heating common knowledge criteria</w:t>
            </w:r>
          </w:p>
          <w:p w14:paraId="759FBA01" w14:textId="77777777" w:rsidR="00075ED0" w:rsidRPr="001A7B4B" w:rsidRDefault="00075ED0" w:rsidP="00075ED0">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0BAFB2CD" w14:textId="77777777" w:rsidR="00075ED0" w:rsidRPr="001A7B4B" w:rsidRDefault="00075ED0" w:rsidP="00075ED0">
            <w:pPr>
              <w:pStyle w:val="Normalheadingblack"/>
              <w:rPr>
                <w:rFonts w:cs="Arial"/>
                <w:b w:val="0"/>
                <w:szCs w:val="22"/>
              </w:rPr>
            </w:pPr>
            <w:r w:rsidRPr="001A7B4B">
              <w:rPr>
                <w:rFonts w:cs="Arial"/>
                <w:b w:val="0"/>
                <w:szCs w:val="22"/>
              </w:rPr>
              <w:t>K1.7 Plumbing and heating systems</w:t>
            </w:r>
          </w:p>
          <w:p w14:paraId="6E6B0E74" w14:textId="77777777" w:rsidR="00075ED0" w:rsidRPr="001A7B4B" w:rsidRDefault="00075ED0" w:rsidP="00075ED0">
            <w:pPr>
              <w:pStyle w:val="Normalheadingblack"/>
              <w:rPr>
                <w:rFonts w:cs="Arial"/>
                <w:b w:val="0"/>
                <w:szCs w:val="22"/>
              </w:rPr>
            </w:pPr>
          </w:p>
          <w:p w14:paraId="1C1669E2" w14:textId="77777777" w:rsidR="00075ED0" w:rsidRPr="001A7B4B" w:rsidRDefault="00075ED0" w:rsidP="00075ED0">
            <w:pPr>
              <w:pStyle w:val="Normalheadingblack"/>
              <w:rPr>
                <w:rFonts w:cs="Arial"/>
                <w:b w:val="0"/>
                <w:szCs w:val="22"/>
              </w:rPr>
            </w:pPr>
            <w:r w:rsidRPr="001A7B4B">
              <w:rPr>
                <w:rFonts w:cs="Arial"/>
                <w:b w:val="0"/>
                <w:szCs w:val="22"/>
              </w:rPr>
              <w:t>K1.8 Components used in plumbing and heating systems</w:t>
            </w:r>
          </w:p>
          <w:p w14:paraId="22E8D2C1" w14:textId="77777777" w:rsidR="00912776" w:rsidRPr="001A7B4B" w:rsidRDefault="00912776" w:rsidP="00075ED0">
            <w:pPr>
              <w:pStyle w:val="Normalheadingblack"/>
              <w:rPr>
                <w:rFonts w:cs="Arial"/>
                <w:b w:val="0"/>
                <w:szCs w:val="22"/>
              </w:rPr>
            </w:pPr>
          </w:p>
          <w:p w14:paraId="17ABF0D8" w14:textId="680D7FAB" w:rsidR="00912776" w:rsidRPr="001A7B4B" w:rsidRDefault="00912776" w:rsidP="00912776">
            <w:pPr>
              <w:pStyle w:val="Normalheadingblack"/>
              <w:rPr>
                <w:rFonts w:cs="Arial"/>
                <w:b w:val="0"/>
                <w:szCs w:val="22"/>
              </w:rPr>
            </w:pPr>
            <w:r w:rsidRPr="001A7B4B">
              <w:rPr>
                <w:rFonts w:cs="Arial"/>
                <w:b w:val="0"/>
                <w:szCs w:val="22"/>
              </w:rPr>
              <w:t>K1.12 Types of waste and waste</w:t>
            </w:r>
            <w:r w:rsidR="004C592F" w:rsidRPr="001A7B4B">
              <w:rPr>
                <w:rFonts w:cs="Arial"/>
                <w:b w:val="0"/>
                <w:szCs w:val="22"/>
              </w:rPr>
              <w:t xml:space="preserve"> </w:t>
            </w:r>
            <w:r w:rsidRPr="001A7B4B">
              <w:rPr>
                <w:rFonts w:cs="Arial"/>
                <w:b w:val="0"/>
                <w:szCs w:val="22"/>
              </w:rPr>
              <w:t>products and the</w:t>
            </w:r>
            <w:r w:rsidR="004C592F" w:rsidRPr="001A7B4B">
              <w:rPr>
                <w:rFonts w:cs="Arial"/>
                <w:b w:val="0"/>
                <w:szCs w:val="22"/>
              </w:rPr>
              <w:t xml:space="preserve"> </w:t>
            </w:r>
            <w:r w:rsidRPr="001A7B4B">
              <w:rPr>
                <w:rFonts w:cs="Arial"/>
                <w:b w:val="0"/>
                <w:szCs w:val="22"/>
              </w:rPr>
              <w:lastRenderedPageBreak/>
              <w:t>associated systems and attributes</w:t>
            </w:r>
          </w:p>
        </w:tc>
        <w:tc>
          <w:tcPr>
            <w:tcW w:w="5785" w:type="dxa"/>
            <w:tcBorders>
              <w:top w:val="single" w:sz="4" w:space="0" w:color="C6C5C6"/>
              <w:left w:val="single" w:sz="4" w:space="0" w:color="C6C5C6"/>
              <w:bottom w:val="single" w:sz="4" w:space="0" w:color="C6C5C6"/>
              <w:right w:val="single" w:sz="4" w:space="0" w:color="C6C5C6"/>
            </w:tcBorders>
          </w:tcPr>
          <w:p w14:paraId="3A4356ED" w14:textId="77777777" w:rsidR="00075ED0" w:rsidRPr="001A7B4B" w:rsidRDefault="00075ED0" w:rsidP="00075ED0">
            <w:pPr>
              <w:pStyle w:val="Normalheadingblue"/>
              <w:rPr>
                <w:rFonts w:cs="Arial"/>
                <w:color w:val="auto"/>
                <w:szCs w:val="22"/>
              </w:rPr>
            </w:pPr>
            <w:r w:rsidRPr="001A7B4B">
              <w:rPr>
                <w:rFonts w:cs="Arial"/>
                <w:color w:val="auto"/>
                <w:szCs w:val="22"/>
              </w:rPr>
              <w:lastRenderedPageBreak/>
              <w:t>Activity:</w:t>
            </w:r>
          </w:p>
          <w:p w14:paraId="446A8E60" w14:textId="77777777" w:rsidR="00075ED0" w:rsidRPr="001A7B4B" w:rsidRDefault="00075ED0" w:rsidP="00075ED0">
            <w:pPr>
              <w:pStyle w:val="Normalheadingblue"/>
              <w:rPr>
                <w:rFonts w:cs="Arial"/>
                <w:color w:val="auto"/>
                <w:szCs w:val="22"/>
              </w:rPr>
            </w:pPr>
          </w:p>
          <w:p w14:paraId="46E4CF44" w14:textId="77777777" w:rsidR="00075ED0" w:rsidRPr="001A7B4B" w:rsidRDefault="00075ED0" w:rsidP="00075ED0">
            <w:pPr>
              <w:pStyle w:val="Normalheadingblue"/>
              <w:rPr>
                <w:rFonts w:cs="Arial"/>
                <w:color w:val="auto"/>
                <w:szCs w:val="22"/>
              </w:rPr>
            </w:pPr>
            <w:r w:rsidRPr="001A7B4B">
              <w:rPr>
                <w:rFonts w:cs="Arial"/>
                <w:color w:val="auto"/>
                <w:szCs w:val="22"/>
              </w:rPr>
              <w:t>Delivery:</w:t>
            </w:r>
          </w:p>
          <w:p w14:paraId="52F04E1A" w14:textId="794B0FA3" w:rsidR="00912776" w:rsidRPr="001A7B4B" w:rsidRDefault="00912776" w:rsidP="002C017C">
            <w:pPr>
              <w:pStyle w:val="Normalheadingblue"/>
              <w:numPr>
                <w:ilvl w:val="0"/>
                <w:numId w:val="97"/>
              </w:numPr>
              <w:rPr>
                <w:rFonts w:cs="Arial"/>
                <w:b w:val="0"/>
                <w:color w:val="auto"/>
                <w:szCs w:val="22"/>
              </w:rPr>
            </w:pPr>
            <w:r w:rsidRPr="001A7B4B">
              <w:rPr>
                <w:rFonts w:cs="Arial"/>
                <w:b w:val="0"/>
                <w:color w:val="auto"/>
                <w:szCs w:val="22"/>
              </w:rPr>
              <w:t xml:space="preserve">This session is intended to allow </w:t>
            </w:r>
            <w:r w:rsidR="00F502C8" w:rsidRPr="001A7B4B">
              <w:rPr>
                <w:rFonts w:cs="Arial"/>
                <w:b w:val="0"/>
                <w:color w:val="auto"/>
                <w:szCs w:val="22"/>
              </w:rPr>
              <w:t>students</w:t>
            </w:r>
            <w:r w:rsidRPr="001A7B4B">
              <w:rPr>
                <w:rFonts w:cs="Arial"/>
                <w:b w:val="0"/>
                <w:color w:val="auto"/>
                <w:szCs w:val="22"/>
              </w:rPr>
              <w:t xml:space="preserve"> to carry out further reading or complete assessments or assignments as per tutor requirements.</w:t>
            </w:r>
          </w:p>
          <w:p w14:paraId="67F11296" w14:textId="77777777" w:rsidR="00912776" w:rsidRPr="001A7B4B" w:rsidRDefault="00912776" w:rsidP="002C017C">
            <w:pPr>
              <w:pStyle w:val="Normalheadingblue"/>
              <w:numPr>
                <w:ilvl w:val="0"/>
                <w:numId w:val="97"/>
              </w:numPr>
              <w:rPr>
                <w:rFonts w:cs="Arial"/>
                <w:b w:val="0"/>
                <w:color w:val="auto"/>
                <w:szCs w:val="22"/>
              </w:rPr>
            </w:pPr>
            <w:r w:rsidRPr="001A7B4B">
              <w:rPr>
                <w:rFonts w:cs="Arial"/>
                <w:b w:val="0"/>
                <w:color w:val="auto"/>
                <w:szCs w:val="22"/>
              </w:rPr>
              <w:t xml:space="preserve">Tutor may wish to set short tasks or issue work to complete based on above and below ground </w:t>
            </w:r>
            <w:r w:rsidRPr="001A7B4B">
              <w:rPr>
                <w:rFonts w:cs="Arial"/>
                <w:b w:val="0"/>
                <w:color w:val="auto"/>
                <w:szCs w:val="22"/>
              </w:rPr>
              <w:lastRenderedPageBreak/>
              <w:t>drainage systems, rainwater systems and all relevant components.</w:t>
            </w:r>
          </w:p>
          <w:p w14:paraId="2662E7D9" w14:textId="4F1CDC09" w:rsidR="00912776" w:rsidRPr="001A7B4B" w:rsidRDefault="00912776" w:rsidP="002C017C">
            <w:pPr>
              <w:pStyle w:val="Normalheadingblue"/>
              <w:numPr>
                <w:ilvl w:val="0"/>
                <w:numId w:val="97"/>
              </w:numPr>
              <w:rPr>
                <w:rFonts w:cs="Arial"/>
                <w:b w:val="0"/>
                <w:color w:val="auto"/>
                <w:szCs w:val="22"/>
              </w:rPr>
            </w:pPr>
            <w:r w:rsidRPr="001A7B4B">
              <w:rPr>
                <w:rFonts w:cs="Arial"/>
                <w:b w:val="0"/>
                <w:color w:val="auto"/>
                <w:szCs w:val="22"/>
              </w:rPr>
              <w:t>Tutor may also wish to use this time to arrange guest speakers or visits</w:t>
            </w:r>
            <w:r w:rsidR="005761B0">
              <w:rPr>
                <w:rFonts w:cs="Arial"/>
                <w:b w:val="0"/>
                <w:color w:val="auto"/>
                <w:szCs w:val="22"/>
              </w:rPr>
              <w:t>.</w:t>
            </w:r>
          </w:p>
          <w:p w14:paraId="3B654421" w14:textId="77777777" w:rsidR="00075ED0" w:rsidRPr="001A7B4B" w:rsidRDefault="00075ED0" w:rsidP="00075ED0">
            <w:pPr>
              <w:pStyle w:val="Normalheadingblue"/>
              <w:rPr>
                <w:rFonts w:cs="Arial"/>
                <w:color w:val="auto"/>
                <w:szCs w:val="22"/>
              </w:rPr>
            </w:pPr>
          </w:p>
          <w:p w14:paraId="36F366BA" w14:textId="77777777" w:rsidR="00075ED0" w:rsidRPr="001A7B4B" w:rsidRDefault="00075ED0" w:rsidP="00E20E33">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32B8C503" w14:textId="77777777" w:rsidR="00DD207A" w:rsidRPr="001A7B4B" w:rsidRDefault="00DD207A"/>
        </w:tc>
      </w:tr>
      <w:tr w:rsidR="001A7B4B" w:rsidRPr="001A7B4B" w14:paraId="23FED3A8"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1FAB66D1" w14:textId="77777777" w:rsidR="00075ED0" w:rsidRDefault="00075ED0" w:rsidP="00075ED0">
            <w:pPr>
              <w:jc w:val="center"/>
              <w:rPr>
                <w:rFonts w:cs="Arial"/>
                <w:szCs w:val="22"/>
              </w:rPr>
            </w:pPr>
            <w:r>
              <w:rPr>
                <w:rFonts w:cs="Arial"/>
                <w:szCs w:val="22"/>
              </w:rPr>
              <w:t>1</w:t>
            </w:r>
            <w:r w:rsidR="00912776">
              <w:rPr>
                <w:rFonts w:cs="Arial"/>
                <w:szCs w:val="22"/>
              </w:rPr>
              <w:t>54</w:t>
            </w:r>
          </w:p>
          <w:p w14:paraId="0D94223E" w14:textId="77777777" w:rsidR="00912776" w:rsidRDefault="00912776" w:rsidP="00075ED0">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06F24E7D" w14:textId="77777777" w:rsidR="00075ED0" w:rsidRPr="001A7B4B" w:rsidRDefault="00075ED0" w:rsidP="00075ED0">
            <w:pPr>
              <w:pStyle w:val="Normalheadingblack"/>
              <w:rPr>
                <w:rFonts w:cs="Arial"/>
                <w:lang w:eastAsia="en-GB"/>
              </w:rPr>
            </w:pPr>
            <w:r w:rsidRPr="001A7B4B">
              <w:rPr>
                <w:rFonts w:cs="Arial"/>
                <w:lang w:eastAsia="en-GB"/>
              </w:rPr>
              <w:t>Outcome 1 – Plumbing and heating common knowledge criteria</w:t>
            </w:r>
          </w:p>
          <w:p w14:paraId="18B9BA19" w14:textId="77777777" w:rsidR="00075ED0" w:rsidRPr="001A7B4B" w:rsidRDefault="00075ED0" w:rsidP="00075ED0">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28251CC3" w14:textId="77777777" w:rsidR="00075ED0" w:rsidRPr="001A7B4B" w:rsidRDefault="004C65F1" w:rsidP="00075ED0">
            <w:pPr>
              <w:pStyle w:val="Normalheadingblack"/>
              <w:rPr>
                <w:rFonts w:cs="Arial"/>
                <w:b w:val="0"/>
                <w:szCs w:val="22"/>
              </w:rPr>
            </w:pPr>
            <w:r w:rsidRPr="001A7B4B">
              <w:rPr>
                <w:rFonts w:cs="Arial"/>
                <w:b w:val="0"/>
                <w:szCs w:val="22"/>
              </w:rPr>
              <w:t>K1.9 Factors that affect the choice and suitability of components in a plumbing and heating system</w:t>
            </w:r>
          </w:p>
        </w:tc>
        <w:tc>
          <w:tcPr>
            <w:tcW w:w="5785" w:type="dxa"/>
            <w:tcBorders>
              <w:top w:val="single" w:sz="4" w:space="0" w:color="C6C5C6"/>
              <w:left w:val="single" w:sz="4" w:space="0" w:color="C6C5C6"/>
              <w:bottom w:val="single" w:sz="4" w:space="0" w:color="C6C5C6"/>
              <w:right w:val="single" w:sz="4" w:space="0" w:color="C6C5C6"/>
            </w:tcBorders>
          </w:tcPr>
          <w:p w14:paraId="32CD29DA" w14:textId="77777777" w:rsidR="00075ED0" w:rsidRPr="001A7B4B" w:rsidRDefault="00075ED0" w:rsidP="00075ED0">
            <w:pPr>
              <w:pStyle w:val="Normalheadingblue"/>
              <w:rPr>
                <w:rFonts w:cs="Arial"/>
                <w:color w:val="auto"/>
                <w:szCs w:val="22"/>
              </w:rPr>
            </w:pPr>
            <w:r w:rsidRPr="001A7B4B">
              <w:rPr>
                <w:rFonts w:cs="Arial"/>
                <w:color w:val="auto"/>
                <w:szCs w:val="22"/>
              </w:rPr>
              <w:t>Activity:</w:t>
            </w:r>
          </w:p>
          <w:p w14:paraId="03CB4ED7" w14:textId="77777777" w:rsidR="00075ED0" w:rsidRPr="001A7B4B" w:rsidRDefault="00075ED0" w:rsidP="00075ED0">
            <w:pPr>
              <w:pStyle w:val="Normalheadingblue"/>
              <w:rPr>
                <w:rFonts w:cs="Arial"/>
                <w:color w:val="auto"/>
                <w:szCs w:val="22"/>
              </w:rPr>
            </w:pPr>
          </w:p>
          <w:p w14:paraId="299C3BE3" w14:textId="77777777" w:rsidR="00075ED0" w:rsidRPr="001A7B4B" w:rsidRDefault="00075ED0" w:rsidP="00075ED0">
            <w:pPr>
              <w:pStyle w:val="Normalheadingblue"/>
              <w:rPr>
                <w:rFonts w:cs="Arial"/>
                <w:color w:val="auto"/>
                <w:szCs w:val="22"/>
              </w:rPr>
            </w:pPr>
            <w:r w:rsidRPr="001A7B4B">
              <w:rPr>
                <w:rFonts w:cs="Arial"/>
                <w:color w:val="auto"/>
                <w:szCs w:val="22"/>
              </w:rPr>
              <w:t>Starter task example:</w:t>
            </w:r>
          </w:p>
          <w:p w14:paraId="69B24CA1" w14:textId="21322255" w:rsidR="00075ED0" w:rsidRPr="001A7B4B" w:rsidRDefault="00E20E33" w:rsidP="002C017C">
            <w:pPr>
              <w:pStyle w:val="Normalheadingblue"/>
              <w:numPr>
                <w:ilvl w:val="0"/>
                <w:numId w:val="101"/>
              </w:numPr>
              <w:rPr>
                <w:rFonts w:cs="Arial"/>
                <w:b w:val="0"/>
                <w:color w:val="auto"/>
                <w:szCs w:val="22"/>
              </w:rPr>
            </w:pPr>
            <w:r w:rsidRPr="001A7B4B">
              <w:rPr>
                <w:rFonts w:cs="Arial"/>
                <w:b w:val="0"/>
                <w:color w:val="auto"/>
                <w:szCs w:val="22"/>
              </w:rPr>
              <w:t>Industry magazine article discussion – Tutor to highlight a new article relating to Industry and discuss with group</w:t>
            </w:r>
            <w:r w:rsidR="005761B0">
              <w:rPr>
                <w:rFonts w:cs="Arial"/>
                <w:b w:val="0"/>
                <w:color w:val="auto"/>
                <w:szCs w:val="22"/>
              </w:rPr>
              <w:t>.</w:t>
            </w:r>
          </w:p>
          <w:p w14:paraId="78329C2B" w14:textId="77777777" w:rsidR="00075ED0" w:rsidRPr="001A7B4B" w:rsidRDefault="00075ED0" w:rsidP="00075ED0">
            <w:pPr>
              <w:pStyle w:val="Normalheadingblue"/>
              <w:rPr>
                <w:rFonts w:cs="Arial"/>
                <w:color w:val="auto"/>
                <w:szCs w:val="22"/>
              </w:rPr>
            </w:pPr>
          </w:p>
          <w:p w14:paraId="489E1C1A" w14:textId="77777777" w:rsidR="00075ED0" w:rsidRPr="001A7B4B" w:rsidRDefault="00075ED0" w:rsidP="00075ED0">
            <w:pPr>
              <w:pStyle w:val="Normalheadingblue"/>
              <w:rPr>
                <w:rFonts w:cs="Arial"/>
                <w:color w:val="auto"/>
                <w:szCs w:val="22"/>
              </w:rPr>
            </w:pPr>
            <w:r w:rsidRPr="001A7B4B">
              <w:rPr>
                <w:rFonts w:cs="Arial"/>
                <w:color w:val="auto"/>
                <w:szCs w:val="22"/>
              </w:rPr>
              <w:t>Delivery:</w:t>
            </w:r>
          </w:p>
          <w:p w14:paraId="74A8DC4C" w14:textId="77777777" w:rsidR="0022013A" w:rsidRPr="001A7B4B" w:rsidRDefault="004C65F1" w:rsidP="0022013A">
            <w:pPr>
              <w:pStyle w:val="Normalheadingblue"/>
              <w:rPr>
                <w:rFonts w:cs="Arial"/>
                <w:b w:val="0"/>
                <w:color w:val="auto"/>
                <w:szCs w:val="22"/>
              </w:rPr>
            </w:pPr>
            <w:r w:rsidRPr="001A7B4B">
              <w:rPr>
                <w:rFonts w:cs="Arial"/>
                <w:color w:val="auto"/>
                <w:szCs w:val="22"/>
              </w:rPr>
              <w:t xml:space="preserve">Factors that affect the choice and suitability of components in a plumbing and heating system </w:t>
            </w:r>
            <w:r w:rsidR="00A3177F" w:rsidRPr="001A7B4B">
              <w:rPr>
                <w:rFonts w:cs="Arial"/>
                <w:color w:val="auto"/>
                <w:szCs w:val="22"/>
              </w:rPr>
              <w:t>–</w:t>
            </w:r>
          </w:p>
          <w:p w14:paraId="0D183B0F" w14:textId="77777777" w:rsidR="0022013A" w:rsidRPr="001A7B4B" w:rsidRDefault="0022013A" w:rsidP="002C017C">
            <w:pPr>
              <w:pStyle w:val="Normalheadingblue"/>
              <w:numPr>
                <w:ilvl w:val="0"/>
                <w:numId w:val="99"/>
              </w:numPr>
              <w:rPr>
                <w:rFonts w:cs="Arial"/>
                <w:color w:val="auto"/>
                <w:szCs w:val="22"/>
              </w:rPr>
            </w:pPr>
            <w:r w:rsidRPr="001A7B4B">
              <w:rPr>
                <w:rFonts w:cs="Arial"/>
                <w:b w:val="0"/>
                <w:color w:val="auto"/>
                <w:szCs w:val="22"/>
              </w:rPr>
              <w:t>appliances</w:t>
            </w:r>
          </w:p>
          <w:p w14:paraId="759E7434" w14:textId="77777777" w:rsidR="0022013A" w:rsidRPr="001A7B4B" w:rsidRDefault="0022013A" w:rsidP="002C017C">
            <w:pPr>
              <w:pStyle w:val="Normalheadingblue"/>
              <w:numPr>
                <w:ilvl w:val="0"/>
                <w:numId w:val="99"/>
              </w:numPr>
              <w:rPr>
                <w:rFonts w:cs="Arial"/>
                <w:b w:val="0"/>
                <w:color w:val="auto"/>
                <w:szCs w:val="22"/>
              </w:rPr>
            </w:pPr>
            <w:r w:rsidRPr="001A7B4B">
              <w:rPr>
                <w:rFonts w:cs="Arial"/>
                <w:b w:val="0"/>
                <w:color w:val="auto"/>
                <w:szCs w:val="22"/>
              </w:rPr>
              <w:t>purpose</w:t>
            </w:r>
          </w:p>
          <w:p w14:paraId="5ADCF336" w14:textId="77777777" w:rsidR="0022013A" w:rsidRPr="001A7B4B" w:rsidRDefault="0022013A" w:rsidP="002C017C">
            <w:pPr>
              <w:pStyle w:val="Normalheadingblue"/>
              <w:numPr>
                <w:ilvl w:val="0"/>
                <w:numId w:val="99"/>
              </w:numPr>
              <w:rPr>
                <w:rFonts w:cs="Arial"/>
                <w:b w:val="0"/>
                <w:color w:val="auto"/>
                <w:szCs w:val="22"/>
              </w:rPr>
            </w:pPr>
            <w:r w:rsidRPr="001A7B4B">
              <w:rPr>
                <w:rFonts w:cs="Arial"/>
                <w:b w:val="0"/>
                <w:color w:val="auto"/>
                <w:szCs w:val="22"/>
              </w:rPr>
              <w:t>size</w:t>
            </w:r>
          </w:p>
          <w:p w14:paraId="696B566D" w14:textId="77777777" w:rsidR="0022013A" w:rsidRPr="001A7B4B" w:rsidRDefault="0022013A" w:rsidP="002C017C">
            <w:pPr>
              <w:pStyle w:val="Normalheadingblue"/>
              <w:numPr>
                <w:ilvl w:val="0"/>
                <w:numId w:val="99"/>
              </w:numPr>
              <w:rPr>
                <w:rFonts w:cs="Arial"/>
                <w:b w:val="0"/>
                <w:color w:val="auto"/>
                <w:szCs w:val="22"/>
              </w:rPr>
            </w:pPr>
            <w:r w:rsidRPr="001A7B4B">
              <w:rPr>
                <w:rFonts w:cs="Arial"/>
                <w:b w:val="0"/>
                <w:color w:val="auto"/>
                <w:szCs w:val="22"/>
              </w:rPr>
              <w:t>location</w:t>
            </w:r>
          </w:p>
          <w:p w14:paraId="55DF7E72" w14:textId="77777777" w:rsidR="0022013A" w:rsidRPr="001A7B4B" w:rsidRDefault="0022013A" w:rsidP="002C017C">
            <w:pPr>
              <w:pStyle w:val="Normalheadingblue"/>
              <w:numPr>
                <w:ilvl w:val="0"/>
                <w:numId w:val="99"/>
              </w:numPr>
              <w:rPr>
                <w:rFonts w:cs="Arial"/>
                <w:b w:val="0"/>
                <w:color w:val="auto"/>
                <w:szCs w:val="22"/>
              </w:rPr>
            </w:pPr>
            <w:r w:rsidRPr="001A7B4B">
              <w:rPr>
                <w:rFonts w:cs="Arial"/>
                <w:b w:val="0"/>
                <w:color w:val="auto"/>
                <w:szCs w:val="22"/>
              </w:rPr>
              <w:t>temperature</w:t>
            </w:r>
          </w:p>
          <w:p w14:paraId="7A02B600" w14:textId="77777777" w:rsidR="0022013A" w:rsidRPr="001A7B4B" w:rsidRDefault="0022013A" w:rsidP="002C017C">
            <w:pPr>
              <w:pStyle w:val="Normalheadingblue"/>
              <w:numPr>
                <w:ilvl w:val="0"/>
                <w:numId w:val="99"/>
              </w:numPr>
              <w:rPr>
                <w:rFonts w:cs="Arial"/>
                <w:b w:val="0"/>
                <w:color w:val="auto"/>
                <w:szCs w:val="22"/>
              </w:rPr>
            </w:pPr>
            <w:r w:rsidRPr="001A7B4B">
              <w:rPr>
                <w:rFonts w:cs="Arial"/>
                <w:b w:val="0"/>
                <w:color w:val="auto"/>
                <w:szCs w:val="22"/>
              </w:rPr>
              <w:t>flow rate</w:t>
            </w:r>
          </w:p>
          <w:p w14:paraId="550D0EFE" w14:textId="77777777" w:rsidR="0022013A" w:rsidRPr="001A7B4B" w:rsidRDefault="0022013A" w:rsidP="002C017C">
            <w:pPr>
              <w:pStyle w:val="Normalheadingblue"/>
              <w:numPr>
                <w:ilvl w:val="0"/>
                <w:numId w:val="99"/>
              </w:numPr>
              <w:rPr>
                <w:rFonts w:cs="Arial"/>
                <w:b w:val="0"/>
                <w:color w:val="auto"/>
                <w:szCs w:val="22"/>
              </w:rPr>
            </w:pPr>
            <w:r w:rsidRPr="001A7B4B">
              <w:rPr>
                <w:rFonts w:cs="Arial"/>
                <w:b w:val="0"/>
                <w:color w:val="auto"/>
                <w:szCs w:val="22"/>
              </w:rPr>
              <w:lastRenderedPageBreak/>
              <w:t>pressure</w:t>
            </w:r>
          </w:p>
          <w:p w14:paraId="7104FCD0" w14:textId="77777777" w:rsidR="0022013A" w:rsidRPr="001A7B4B" w:rsidRDefault="0022013A" w:rsidP="002C017C">
            <w:pPr>
              <w:pStyle w:val="Normalheadingblue"/>
              <w:numPr>
                <w:ilvl w:val="0"/>
                <w:numId w:val="99"/>
              </w:numPr>
              <w:rPr>
                <w:rFonts w:cs="Arial"/>
                <w:b w:val="0"/>
                <w:color w:val="auto"/>
                <w:szCs w:val="22"/>
              </w:rPr>
            </w:pPr>
            <w:r w:rsidRPr="001A7B4B">
              <w:rPr>
                <w:rFonts w:cs="Arial"/>
                <w:b w:val="0"/>
                <w:color w:val="auto"/>
                <w:szCs w:val="22"/>
              </w:rPr>
              <w:t>environmental</w:t>
            </w:r>
          </w:p>
          <w:p w14:paraId="6763AFE5" w14:textId="77777777" w:rsidR="0022013A" w:rsidRPr="001A7B4B" w:rsidRDefault="0022013A" w:rsidP="002C017C">
            <w:pPr>
              <w:pStyle w:val="Normalheadingblue"/>
              <w:numPr>
                <w:ilvl w:val="0"/>
                <w:numId w:val="99"/>
              </w:numPr>
              <w:rPr>
                <w:rFonts w:cs="Arial"/>
                <w:b w:val="0"/>
                <w:color w:val="auto"/>
                <w:szCs w:val="22"/>
              </w:rPr>
            </w:pPr>
            <w:r w:rsidRPr="001A7B4B">
              <w:rPr>
                <w:rFonts w:cs="Arial"/>
                <w:b w:val="0"/>
                <w:color w:val="auto"/>
                <w:szCs w:val="22"/>
              </w:rPr>
              <w:t>customer needs</w:t>
            </w:r>
          </w:p>
          <w:p w14:paraId="765FD99A" w14:textId="77777777" w:rsidR="0022013A" w:rsidRPr="001A7B4B" w:rsidRDefault="0022013A" w:rsidP="002C017C">
            <w:pPr>
              <w:pStyle w:val="Normalheadingblue"/>
              <w:numPr>
                <w:ilvl w:val="0"/>
                <w:numId w:val="99"/>
              </w:numPr>
              <w:rPr>
                <w:rFonts w:cs="Arial"/>
                <w:b w:val="0"/>
                <w:color w:val="auto"/>
                <w:szCs w:val="22"/>
              </w:rPr>
            </w:pPr>
            <w:r w:rsidRPr="001A7B4B">
              <w:rPr>
                <w:rFonts w:cs="Arial"/>
                <w:b w:val="0"/>
                <w:color w:val="auto"/>
                <w:szCs w:val="22"/>
              </w:rPr>
              <w:t>cost</w:t>
            </w:r>
          </w:p>
          <w:p w14:paraId="562BDAFC" w14:textId="77777777" w:rsidR="0022013A" w:rsidRPr="001A7B4B" w:rsidRDefault="0022013A" w:rsidP="002C017C">
            <w:pPr>
              <w:pStyle w:val="Normalheadingblue"/>
              <w:numPr>
                <w:ilvl w:val="0"/>
                <w:numId w:val="99"/>
              </w:numPr>
              <w:rPr>
                <w:rFonts w:cs="Arial"/>
                <w:b w:val="0"/>
                <w:color w:val="auto"/>
                <w:szCs w:val="22"/>
              </w:rPr>
            </w:pPr>
            <w:r w:rsidRPr="001A7B4B">
              <w:rPr>
                <w:rFonts w:cs="Arial"/>
                <w:b w:val="0"/>
                <w:color w:val="auto"/>
                <w:szCs w:val="22"/>
              </w:rPr>
              <w:t>end users’ needs</w:t>
            </w:r>
          </w:p>
          <w:p w14:paraId="6B7CE111" w14:textId="77777777" w:rsidR="0022013A" w:rsidRPr="001A7B4B" w:rsidRDefault="0022013A" w:rsidP="002C017C">
            <w:pPr>
              <w:pStyle w:val="Normalheadingblue"/>
              <w:numPr>
                <w:ilvl w:val="0"/>
                <w:numId w:val="99"/>
              </w:numPr>
              <w:rPr>
                <w:rFonts w:cs="Arial"/>
                <w:b w:val="0"/>
                <w:color w:val="auto"/>
                <w:szCs w:val="22"/>
              </w:rPr>
            </w:pPr>
            <w:r w:rsidRPr="001A7B4B">
              <w:rPr>
                <w:rFonts w:cs="Arial"/>
                <w:b w:val="0"/>
                <w:color w:val="auto"/>
                <w:szCs w:val="22"/>
              </w:rPr>
              <w:t>building regulation requirements</w:t>
            </w:r>
          </w:p>
          <w:p w14:paraId="30D33C1E" w14:textId="77777777" w:rsidR="0022013A" w:rsidRPr="001A7B4B" w:rsidRDefault="0022013A" w:rsidP="002C017C">
            <w:pPr>
              <w:pStyle w:val="Normalheadingblue"/>
              <w:numPr>
                <w:ilvl w:val="0"/>
                <w:numId w:val="99"/>
              </w:numPr>
              <w:rPr>
                <w:rFonts w:cs="Arial"/>
                <w:b w:val="0"/>
                <w:color w:val="auto"/>
                <w:szCs w:val="22"/>
              </w:rPr>
            </w:pPr>
            <w:r w:rsidRPr="001A7B4B">
              <w:rPr>
                <w:rFonts w:cs="Arial"/>
                <w:b w:val="0"/>
                <w:color w:val="auto"/>
                <w:szCs w:val="22"/>
              </w:rPr>
              <w:t>occupants</w:t>
            </w:r>
          </w:p>
          <w:p w14:paraId="32B616F4" w14:textId="77777777" w:rsidR="0022013A" w:rsidRPr="001A7B4B" w:rsidRDefault="0022013A" w:rsidP="002C017C">
            <w:pPr>
              <w:pStyle w:val="Normalheadingblue"/>
              <w:numPr>
                <w:ilvl w:val="0"/>
                <w:numId w:val="99"/>
              </w:numPr>
              <w:rPr>
                <w:rFonts w:cs="Arial"/>
                <w:b w:val="0"/>
                <w:color w:val="auto"/>
                <w:szCs w:val="22"/>
              </w:rPr>
            </w:pPr>
            <w:r w:rsidRPr="001A7B4B">
              <w:rPr>
                <w:rFonts w:cs="Arial"/>
                <w:b w:val="0"/>
                <w:color w:val="auto"/>
                <w:szCs w:val="22"/>
              </w:rPr>
              <w:t>fuel availability</w:t>
            </w:r>
          </w:p>
          <w:p w14:paraId="0E9B5022" w14:textId="77777777" w:rsidR="0022013A" w:rsidRPr="001A7B4B" w:rsidRDefault="0022013A" w:rsidP="002C017C">
            <w:pPr>
              <w:pStyle w:val="Normalheadingblue"/>
              <w:numPr>
                <w:ilvl w:val="0"/>
                <w:numId w:val="99"/>
              </w:numPr>
              <w:rPr>
                <w:rFonts w:cs="Arial"/>
                <w:b w:val="0"/>
                <w:color w:val="auto"/>
                <w:szCs w:val="22"/>
              </w:rPr>
            </w:pPr>
            <w:r w:rsidRPr="001A7B4B">
              <w:rPr>
                <w:rFonts w:cs="Arial"/>
                <w:b w:val="0"/>
                <w:color w:val="auto"/>
                <w:szCs w:val="22"/>
              </w:rPr>
              <w:t>local availability</w:t>
            </w:r>
          </w:p>
          <w:p w14:paraId="775DD262" w14:textId="2EDE6F28" w:rsidR="004C65F1" w:rsidRPr="001A7B4B" w:rsidRDefault="009F1556" w:rsidP="002C017C">
            <w:pPr>
              <w:pStyle w:val="Normalheadingblue"/>
              <w:numPr>
                <w:ilvl w:val="0"/>
                <w:numId w:val="98"/>
              </w:numPr>
              <w:rPr>
                <w:rFonts w:cs="Arial"/>
                <w:b w:val="0"/>
                <w:color w:val="auto"/>
                <w:szCs w:val="22"/>
              </w:rPr>
            </w:pPr>
            <w:r w:rsidRPr="001A7B4B">
              <w:rPr>
                <w:rFonts w:cs="Arial"/>
                <w:b w:val="0"/>
                <w:color w:val="auto"/>
                <w:szCs w:val="22"/>
              </w:rPr>
              <w:t xml:space="preserve">Tutor to </w:t>
            </w:r>
            <w:r w:rsidR="0022013A" w:rsidRPr="001A7B4B">
              <w:rPr>
                <w:rFonts w:cs="Arial"/>
                <w:b w:val="0"/>
                <w:color w:val="auto"/>
                <w:szCs w:val="22"/>
              </w:rPr>
              <w:t>discuss the implications on poor system and component selection regarding plumbing and heating systems</w:t>
            </w:r>
            <w:r w:rsidR="005761B0">
              <w:rPr>
                <w:rFonts w:cs="Arial"/>
                <w:b w:val="0"/>
                <w:color w:val="auto"/>
                <w:szCs w:val="22"/>
              </w:rPr>
              <w:t>.</w:t>
            </w:r>
          </w:p>
          <w:p w14:paraId="655CF5FB" w14:textId="59FDC2FA" w:rsidR="0022013A" w:rsidRPr="001A7B4B" w:rsidRDefault="00E20E33" w:rsidP="002C017C">
            <w:pPr>
              <w:pStyle w:val="Normalheadingblue"/>
              <w:numPr>
                <w:ilvl w:val="0"/>
                <w:numId w:val="98"/>
              </w:numPr>
              <w:rPr>
                <w:rFonts w:cs="Arial"/>
                <w:b w:val="0"/>
                <w:color w:val="auto"/>
                <w:szCs w:val="22"/>
              </w:rPr>
            </w:pPr>
            <w:r w:rsidRPr="001A7B4B">
              <w:rPr>
                <w:rFonts w:cs="Arial"/>
                <w:b w:val="0"/>
                <w:color w:val="auto"/>
                <w:szCs w:val="22"/>
              </w:rPr>
              <w:t xml:space="preserve">Distribute flip chart paper and board pens for group task - </w:t>
            </w:r>
            <w:r w:rsidR="00116A2E" w:rsidRPr="001A7B4B">
              <w:rPr>
                <w:rFonts w:cs="Arial"/>
                <w:b w:val="0"/>
                <w:color w:val="auto"/>
                <w:szCs w:val="22"/>
              </w:rPr>
              <w:t>Students</w:t>
            </w:r>
            <w:r w:rsidR="0022013A" w:rsidRPr="001A7B4B">
              <w:rPr>
                <w:rFonts w:cs="Arial"/>
                <w:b w:val="0"/>
                <w:color w:val="auto"/>
                <w:szCs w:val="22"/>
              </w:rPr>
              <w:t xml:space="preserve"> to use group work to list the effect of poor system and component selection may have on business and the client.</w:t>
            </w:r>
          </w:p>
          <w:p w14:paraId="3A558C1B" w14:textId="1B5BE149" w:rsidR="0022013A" w:rsidRPr="001A7B4B" w:rsidRDefault="00E20E33" w:rsidP="002C017C">
            <w:pPr>
              <w:pStyle w:val="Normalheadingblue"/>
              <w:numPr>
                <w:ilvl w:val="0"/>
                <w:numId w:val="98"/>
              </w:numPr>
              <w:rPr>
                <w:rFonts w:cs="Arial"/>
                <w:b w:val="0"/>
                <w:color w:val="auto"/>
                <w:szCs w:val="22"/>
              </w:rPr>
            </w:pPr>
            <w:r w:rsidRPr="001A7B4B">
              <w:rPr>
                <w:rFonts w:cs="Arial"/>
                <w:b w:val="0"/>
                <w:color w:val="auto"/>
                <w:szCs w:val="22"/>
              </w:rPr>
              <w:t>Tutor led feedback from initial discussions</w:t>
            </w:r>
            <w:r w:rsidR="005761B0">
              <w:rPr>
                <w:rFonts w:cs="Arial"/>
                <w:b w:val="0"/>
                <w:color w:val="auto"/>
                <w:szCs w:val="22"/>
              </w:rPr>
              <w:t>.</w:t>
            </w:r>
          </w:p>
          <w:p w14:paraId="7EECAD30" w14:textId="77777777" w:rsidR="00E20E33" w:rsidRPr="001A7B4B" w:rsidRDefault="00E20E33" w:rsidP="002C017C">
            <w:pPr>
              <w:pStyle w:val="Normalheadingblue"/>
              <w:numPr>
                <w:ilvl w:val="0"/>
                <w:numId w:val="98"/>
              </w:numPr>
              <w:rPr>
                <w:rFonts w:cs="Arial"/>
                <w:b w:val="0"/>
                <w:color w:val="auto"/>
                <w:szCs w:val="22"/>
              </w:rPr>
            </w:pPr>
            <w:r w:rsidRPr="001A7B4B">
              <w:rPr>
                <w:rFonts w:cs="Arial"/>
                <w:b w:val="0"/>
                <w:color w:val="auto"/>
                <w:szCs w:val="22"/>
              </w:rPr>
              <w:t>Tutor to lead group work session in which each group is given a small number of the factors each to consider before working as a group to give examples of each and how they can be checked and the impact these factors may have.</w:t>
            </w:r>
          </w:p>
          <w:p w14:paraId="58BD1248" w14:textId="265B2FDE" w:rsidR="00E20E33" w:rsidRPr="001A7B4B" w:rsidRDefault="00E20E33" w:rsidP="002C017C">
            <w:pPr>
              <w:pStyle w:val="Normalheadingblue"/>
              <w:numPr>
                <w:ilvl w:val="0"/>
                <w:numId w:val="98"/>
              </w:numPr>
              <w:rPr>
                <w:rFonts w:cs="Arial"/>
                <w:b w:val="0"/>
                <w:color w:val="auto"/>
                <w:szCs w:val="22"/>
              </w:rPr>
            </w:pPr>
            <w:r w:rsidRPr="001A7B4B">
              <w:rPr>
                <w:rFonts w:cs="Arial"/>
                <w:b w:val="0"/>
                <w:color w:val="auto"/>
                <w:szCs w:val="22"/>
              </w:rPr>
              <w:t>Feedback in tutor led group discussion session</w:t>
            </w:r>
            <w:r w:rsidR="005761B0">
              <w:rPr>
                <w:rFonts w:cs="Arial"/>
                <w:b w:val="0"/>
                <w:color w:val="auto"/>
                <w:szCs w:val="22"/>
              </w:rPr>
              <w:t>.</w:t>
            </w:r>
          </w:p>
          <w:p w14:paraId="68733A22" w14:textId="77777777" w:rsidR="00075ED0" w:rsidRPr="001A7B4B" w:rsidRDefault="00075ED0" w:rsidP="00075ED0">
            <w:pPr>
              <w:pStyle w:val="Normalheadingblue"/>
              <w:rPr>
                <w:rFonts w:cs="Arial"/>
                <w:color w:val="auto"/>
                <w:szCs w:val="22"/>
              </w:rPr>
            </w:pPr>
          </w:p>
          <w:p w14:paraId="278A0C5C" w14:textId="77777777" w:rsidR="00075ED0" w:rsidRPr="001A7B4B" w:rsidRDefault="00075ED0" w:rsidP="00075ED0">
            <w:pPr>
              <w:pStyle w:val="Normalheadingblue"/>
              <w:rPr>
                <w:rFonts w:cs="Arial"/>
                <w:color w:val="auto"/>
                <w:szCs w:val="22"/>
              </w:rPr>
            </w:pPr>
            <w:r w:rsidRPr="001A7B4B">
              <w:rPr>
                <w:rFonts w:cs="Arial"/>
                <w:color w:val="auto"/>
                <w:szCs w:val="22"/>
              </w:rPr>
              <w:lastRenderedPageBreak/>
              <w:t>Knowledge check example:</w:t>
            </w:r>
          </w:p>
          <w:p w14:paraId="7608EF60" w14:textId="1348256D" w:rsidR="00075ED0" w:rsidRPr="001A7B4B" w:rsidRDefault="00E20E33" w:rsidP="002C017C">
            <w:pPr>
              <w:pStyle w:val="Normalheadingblue"/>
              <w:numPr>
                <w:ilvl w:val="0"/>
                <w:numId w:val="100"/>
              </w:numPr>
              <w:rPr>
                <w:rFonts w:cs="Arial"/>
                <w:b w:val="0"/>
                <w:color w:val="auto"/>
                <w:szCs w:val="22"/>
              </w:rPr>
            </w:pPr>
            <w:r w:rsidRPr="001A7B4B">
              <w:rPr>
                <w:rFonts w:cs="Arial"/>
                <w:b w:val="0"/>
                <w:color w:val="auto"/>
                <w:szCs w:val="22"/>
              </w:rPr>
              <w:t>Group work session with tutor led feedback</w:t>
            </w:r>
            <w:r w:rsidR="005761B0">
              <w:rPr>
                <w:rFonts w:cs="Arial"/>
                <w:b w:val="0"/>
                <w:color w:val="auto"/>
                <w:szCs w:val="22"/>
              </w:rPr>
              <w:t>.</w:t>
            </w:r>
          </w:p>
          <w:p w14:paraId="4FD41A6E" w14:textId="77777777" w:rsidR="00E20E33" w:rsidRPr="001A7B4B" w:rsidRDefault="00E20E33" w:rsidP="00E20E33">
            <w:pPr>
              <w:pStyle w:val="Normalheadingblue"/>
              <w:ind w:left="720"/>
              <w:rPr>
                <w:rFonts w:cs="Arial"/>
                <w:b w:val="0"/>
                <w:color w:val="auto"/>
                <w:szCs w:val="22"/>
              </w:rPr>
            </w:pPr>
          </w:p>
          <w:p w14:paraId="1706BED0" w14:textId="77777777" w:rsidR="00075ED0" w:rsidRPr="001A7B4B" w:rsidRDefault="00075ED0" w:rsidP="00075ED0">
            <w:pPr>
              <w:pStyle w:val="Normalheadingblue"/>
              <w:rPr>
                <w:rFonts w:cs="Arial"/>
                <w:color w:val="auto"/>
                <w:szCs w:val="22"/>
              </w:rPr>
            </w:pPr>
            <w:r w:rsidRPr="001A7B4B">
              <w:rPr>
                <w:rFonts w:cs="Arial"/>
                <w:color w:val="auto"/>
                <w:szCs w:val="22"/>
              </w:rPr>
              <w:t>Resources:</w:t>
            </w:r>
          </w:p>
          <w:p w14:paraId="78D2E4A9" w14:textId="77777777" w:rsidR="00075ED0" w:rsidRPr="001A7B4B" w:rsidRDefault="00E20E33" w:rsidP="00075ED0">
            <w:pPr>
              <w:pStyle w:val="Normalheadingblue"/>
              <w:rPr>
                <w:rFonts w:cs="Arial"/>
                <w:b w:val="0"/>
                <w:color w:val="auto"/>
                <w:szCs w:val="22"/>
              </w:rPr>
            </w:pPr>
            <w:r w:rsidRPr="001A7B4B">
              <w:rPr>
                <w:rFonts w:cs="Arial"/>
                <w:b w:val="0"/>
                <w:color w:val="auto"/>
                <w:szCs w:val="22"/>
              </w:rPr>
              <w:t>Flip chart paper</w:t>
            </w:r>
          </w:p>
          <w:p w14:paraId="4D9B22F3" w14:textId="77777777" w:rsidR="00E20E33" w:rsidRPr="001A7B4B" w:rsidRDefault="00E20E33" w:rsidP="00075ED0">
            <w:pPr>
              <w:pStyle w:val="Normalheadingblue"/>
              <w:rPr>
                <w:rFonts w:cs="Arial"/>
                <w:color w:val="auto"/>
                <w:szCs w:val="22"/>
              </w:rPr>
            </w:pPr>
            <w:r w:rsidRPr="001A7B4B">
              <w:rPr>
                <w:rFonts w:cs="Arial"/>
                <w:b w:val="0"/>
                <w:color w:val="auto"/>
                <w:szCs w:val="22"/>
              </w:rPr>
              <w:t>Board pens</w:t>
            </w:r>
          </w:p>
        </w:tc>
        <w:tc>
          <w:tcPr>
            <w:tcW w:w="2246" w:type="dxa"/>
            <w:tcBorders>
              <w:top w:val="single" w:sz="4" w:space="0" w:color="C6C5C6"/>
              <w:left w:val="single" w:sz="4" w:space="0" w:color="C6C5C6"/>
              <w:bottom w:val="single" w:sz="4" w:space="0" w:color="C6C5C6"/>
              <w:right w:val="single" w:sz="4" w:space="0" w:color="C6C5C6"/>
            </w:tcBorders>
          </w:tcPr>
          <w:p w14:paraId="5398B259" w14:textId="77777777" w:rsidR="00DD207A" w:rsidRPr="001A7B4B" w:rsidRDefault="008A57D2">
            <w:r w:rsidRPr="001A7B4B">
              <w:lastRenderedPageBreak/>
              <w:t>Group work task</w:t>
            </w:r>
          </w:p>
        </w:tc>
      </w:tr>
      <w:tr w:rsidR="001A7B4B" w:rsidRPr="001A7B4B" w14:paraId="16F006CA"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020A86E9" w14:textId="77777777" w:rsidR="00075ED0" w:rsidRDefault="00075ED0" w:rsidP="00075ED0">
            <w:pPr>
              <w:jc w:val="center"/>
              <w:rPr>
                <w:rFonts w:cs="Arial"/>
                <w:szCs w:val="22"/>
              </w:rPr>
            </w:pPr>
            <w:r>
              <w:rPr>
                <w:rFonts w:cs="Arial"/>
                <w:szCs w:val="22"/>
              </w:rPr>
              <w:lastRenderedPageBreak/>
              <w:t>1</w:t>
            </w:r>
            <w:r w:rsidR="00E20E33">
              <w:rPr>
                <w:rFonts w:cs="Arial"/>
                <w:szCs w:val="22"/>
              </w:rPr>
              <w:t>55</w:t>
            </w:r>
            <w:r w:rsidR="00A91363">
              <w:rPr>
                <w:rFonts w:cs="Arial"/>
                <w:szCs w:val="22"/>
              </w:rPr>
              <w:t>-156</w:t>
            </w:r>
          </w:p>
          <w:p w14:paraId="675530DA" w14:textId="77777777" w:rsidR="00E20E33" w:rsidRDefault="00A91363" w:rsidP="00075ED0">
            <w:pPr>
              <w:jc w:val="center"/>
              <w:rPr>
                <w:rFonts w:cs="Arial"/>
                <w:szCs w:val="22"/>
              </w:rPr>
            </w:pPr>
            <w:r>
              <w:rPr>
                <w:rFonts w:cs="Arial"/>
                <w:szCs w:val="22"/>
              </w:rPr>
              <w:t>6</w:t>
            </w:r>
            <w:r w:rsidR="00E20E33">
              <w:rPr>
                <w:rFonts w:cs="Arial"/>
                <w:szCs w:val="22"/>
              </w:rPr>
              <w:t xml:space="preserve"> hours</w:t>
            </w:r>
          </w:p>
          <w:p w14:paraId="68E658EE" w14:textId="0DC3D70C" w:rsidR="002431CC" w:rsidRDefault="002431CC" w:rsidP="00075ED0">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67EE9CD2" w14:textId="77777777" w:rsidR="00075ED0" w:rsidRPr="001A7B4B" w:rsidRDefault="00075ED0" w:rsidP="00075ED0">
            <w:pPr>
              <w:pStyle w:val="Normalheadingblack"/>
              <w:rPr>
                <w:rFonts w:cs="Arial"/>
                <w:lang w:eastAsia="en-GB"/>
              </w:rPr>
            </w:pPr>
            <w:r w:rsidRPr="001A7B4B">
              <w:rPr>
                <w:rFonts w:cs="Arial"/>
                <w:lang w:eastAsia="en-GB"/>
              </w:rPr>
              <w:t>Outcome 1 – Plumbing and heating common knowledge criteria</w:t>
            </w:r>
          </w:p>
          <w:p w14:paraId="48030685" w14:textId="77777777" w:rsidR="00075ED0" w:rsidRPr="001A7B4B" w:rsidRDefault="00075ED0" w:rsidP="00075ED0">
            <w:pPr>
              <w:pStyle w:val="Normalheadingblack"/>
              <w:rPr>
                <w:rFonts w:cs="Arial"/>
                <w:lang w:eastAsia="en-GB"/>
              </w:rPr>
            </w:pPr>
          </w:p>
          <w:p w14:paraId="371DFB2D" w14:textId="77777777" w:rsidR="00A91363" w:rsidRPr="001A7B4B" w:rsidRDefault="00A91363" w:rsidP="00A91363">
            <w:pPr>
              <w:pStyle w:val="Normalheadingblack"/>
              <w:rPr>
                <w:rFonts w:cs="Arial"/>
                <w:lang w:eastAsia="en-GB"/>
              </w:rPr>
            </w:pPr>
            <w:r w:rsidRPr="001A7B4B">
              <w:rPr>
                <w:rFonts w:cs="Arial"/>
                <w:lang w:eastAsia="en-GB"/>
              </w:rPr>
              <w:t>Outcome 2 Install plumbing and heating systems</w:t>
            </w:r>
          </w:p>
          <w:p w14:paraId="1439C58B" w14:textId="77777777" w:rsidR="00A91363" w:rsidRPr="001A7B4B" w:rsidRDefault="00A91363" w:rsidP="00075ED0">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075C10F5" w14:textId="77777777" w:rsidR="00075ED0" w:rsidRPr="001A7B4B" w:rsidRDefault="00075ED0" w:rsidP="00075ED0">
            <w:pPr>
              <w:pStyle w:val="Normalheadingblack"/>
              <w:rPr>
                <w:rFonts w:cs="Arial"/>
                <w:b w:val="0"/>
                <w:szCs w:val="22"/>
              </w:rPr>
            </w:pPr>
            <w:r w:rsidRPr="001A7B4B">
              <w:rPr>
                <w:rFonts w:cs="Arial"/>
                <w:b w:val="0"/>
                <w:szCs w:val="22"/>
              </w:rPr>
              <w:t>K1.7 Plumbing and heating systems</w:t>
            </w:r>
          </w:p>
          <w:p w14:paraId="720347F7" w14:textId="77777777" w:rsidR="00075ED0" w:rsidRPr="001A7B4B" w:rsidRDefault="00075ED0" w:rsidP="00075ED0">
            <w:pPr>
              <w:pStyle w:val="Normalheadingblack"/>
              <w:rPr>
                <w:rFonts w:cs="Arial"/>
                <w:b w:val="0"/>
                <w:szCs w:val="22"/>
              </w:rPr>
            </w:pPr>
          </w:p>
          <w:p w14:paraId="02ECBB15" w14:textId="77777777" w:rsidR="00075ED0" w:rsidRPr="001A7B4B" w:rsidRDefault="00075ED0" w:rsidP="00075ED0">
            <w:pPr>
              <w:pStyle w:val="Normalheadingblack"/>
              <w:rPr>
                <w:rFonts w:cs="Arial"/>
                <w:b w:val="0"/>
                <w:szCs w:val="22"/>
              </w:rPr>
            </w:pPr>
            <w:r w:rsidRPr="001A7B4B">
              <w:rPr>
                <w:rFonts w:cs="Arial"/>
                <w:b w:val="0"/>
                <w:szCs w:val="22"/>
              </w:rPr>
              <w:t>K1.8 Components used in plumbing and heating systems</w:t>
            </w:r>
          </w:p>
          <w:p w14:paraId="4ED1BAEB" w14:textId="77777777" w:rsidR="00745DBF" w:rsidRPr="001A7B4B" w:rsidRDefault="00745DBF" w:rsidP="00075ED0">
            <w:pPr>
              <w:pStyle w:val="Normalheadingblack"/>
              <w:rPr>
                <w:rFonts w:cs="Arial"/>
                <w:b w:val="0"/>
                <w:szCs w:val="22"/>
              </w:rPr>
            </w:pPr>
          </w:p>
          <w:p w14:paraId="5EFC9C3E" w14:textId="77777777" w:rsidR="00A91363" w:rsidRPr="001A7B4B" w:rsidRDefault="00A91363" w:rsidP="00075ED0">
            <w:pPr>
              <w:pStyle w:val="Normalheadingblack"/>
              <w:rPr>
                <w:rFonts w:cs="Arial"/>
                <w:b w:val="0"/>
                <w:szCs w:val="22"/>
              </w:rPr>
            </w:pPr>
            <w:r w:rsidRPr="001A7B4B">
              <w:rPr>
                <w:rFonts w:cs="Arial"/>
                <w:b w:val="0"/>
                <w:szCs w:val="22"/>
              </w:rPr>
              <w:t>K1.9 Factors that affect the choice and suitability of components in a plumbing and heating system</w:t>
            </w:r>
          </w:p>
          <w:p w14:paraId="1C02E352" w14:textId="77777777" w:rsidR="00A91363" w:rsidRPr="001A7B4B" w:rsidRDefault="00A91363" w:rsidP="00075ED0">
            <w:pPr>
              <w:pStyle w:val="Normalheadingblack"/>
              <w:rPr>
                <w:rFonts w:cs="Arial"/>
                <w:b w:val="0"/>
                <w:szCs w:val="22"/>
              </w:rPr>
            </w:pPr>
          </w:p>
          <w:p w14:paraId="35D790BD" w14:textId="77777777" w:rsidR="00745DBF" w:rsidRPr="001A7B4B" w:rsidRDefault="00745DBF" w:rsidP="00075ED0">
            <w:pPr>
              <w:pStyle w:val="Normalheadingblack"/>
              <w:rPr>
                <w:rFonts w:cs="Arial"/>
                <w:b w:val="0"/>
                <w:szCs w:val="22"/>
              </w:rPr>
            </w:pPr>
            <w:r w:rsidRPr="001A7B4B">
              <w:rPr>
                <w:rFonts w:cs="Arial"/>
                <w:b w:val="0"/>
                <w:szCs w:val="22"/>
              </w:rPr>
              <w:t>S2.17 Check heating products are in accordance with design parameters</w:t>
            </w:r>
          </w:p>
        </w:tc>
        <w:tc>
          <w:tcPr>
            <w:tcW w:w="5785" w:type="dxa"/>
            <w:tcBorders>
              <w:top w:val="single" w:sz="4" w:space="0" w:color="C6C5C6"/>
              <w:left w:val="single" w:sz="4" w:space="0" w:color="C6C5C6"/>
              <w:bottom w:val="single" w:sz="4" w:space="0" w:color="C6C5C6"/>
              <w:right w:val="single" w:sz="4" w:space="0" w:color="C6C5C6"/>
            </w:tcBorders>
          </w:tcPr>
          <w:p w14:paraId="29D8753C" w14:textId="77777777" w:rsidR="00075ED0" w:rsidRPr="001A7B4B" w:rsidRDefault="00075ED0" w:rsidP="00075ED0">
            <w:pPr>
              <w:pStyle w:val="Normalheadingblue"/>
              <w:rPr>
                <w:rFonts w:cs="Arial"/>
                <w:color w:val="auto"/>
                <w:szCs w:val="22"/>
              </w:rPr>
            </w:pPr>
            <w:r w:rsidRPr="001A7B4B">
              <w:rPr>
                <w:rFonts w:cs="Arial"/>
                <w:color w:val="auto"/>
                <w:szCs w:val="22"/>
              </w:rPr>
              <w:t>Activity:</w:t>
            </w:r>
          </w:p>
          <w:p w14:paraId="701638B7" w14:textId="77777777" w:rsidR="00075ED0" w:rsidRPr="001A7B4B" w:rsidRDefault="00075ED0" w:rsidP="00075ED0">
            <w:pPr>
              <w:pStyle w:val="Normalheadingblue"/>
              <w:rPr>
                <w:rFonts w:cs="Arial"/>
                <w:color w:val="auto"/>
                <w:szCs w:val="22"/>
              </w:rPr>
            </w:pPr>
          </w:p>
          <w:p w14:paraId="1F8AADFB" w14:textId="77777777" w:rsidR="00075ED0" w:rsidRPr="001A7B4B" w:rsidRDefault="00075ED0" w:rsidP="00075ED0">
            <w:pPr>
              <w:pStyle w:val="Normalheadingblue"/>
              <w:rPr>
                <w:rFonts w:cs="Arial"/>
                <w:color w:val="auto"/>
                <w:szCs w:val="22"/>
              </w:rPr>
            </w:pPr>
            <w:r w:rsidRPr="001A7B4B">
              <w:rPr>
                <w:rFonts w:cs="Arial"/>
                <w:color w:val="auto"/>
                <w:szCs w:val="22"/>
              </w:rPr>
              <w:t>Starter task example:</w:t>
            </w:r>
          </w:p>
          <w:p w14:paraId="2641466F" w14:textId="65268E57" w:rsidR="00075ED0" w:rsidRPr="001A7B4B" w:rsidRDefault="00725186" w:rsidP="002C017C">
            <w:pPr>
              <w:pStyle w:val="Normalheadingblue"/>
              <w:numPr>
                <w:ilvl w:val="0"/>
                <w:numId w:val="100"/>
              </w:numPr>
              <w:rPr>
                <w:rFonts w:cs="Arial"/>
                <w:b w:val="0"/>
                <w:color w:val="auto"/>
                <w:szCs w:val="22"/>
              </w:rPr>
            </w:pPr>
            <w:r w:rsidRPr="001A7B4B">
              <w:rPr>
                <w:rFonts w:cs="Arial"/>
                <w:b w:val="0"/>
                <w:color w:val="auto"/>
                <w:szCs w:val="22"/>
              </w:rPr>
              <w:t>Group task – Why is it important to confirm products are in accordance with design parameters? Groups to create list and then Discuss as a class</w:t>
            </w:r>
            <w:r w:rsidR="005761B0">
              <w:rPr>
                <w:rFonts w:cs="Arial"/>
                <w:b w:val="0"/>
                <w:color w:val="auto"/>
                <w:szCs w:val="22"/>
              </w:rPr>
              <w:t>.</w:t>
            </w:r>
          </w:p>
          <w:p w14:paraId="3137D868" w14:textId="77777777" w:rsidR="00075ED0" w:rsidRPr="001A7B4B" w:rsidRDefault="00075ED0" w:rsidP="00075ED0">
            <w:pPr>
              <w:pStyle w:val="Normalheadingblue"/>
              <w:rPr>
                <w:rFonts w:cs="Arial"/>
                <w:color w:val="auto"/>
                <w:szCs w:val="22"/>
              </w:rPr>
            </w:pPr>
          </w:p>
          <w:p w14:paraId="4675DD94" w14:textId="77777777" w:rsidR="00075ED0" w:rsidRPr="001A7B4B" w:rsidRDefault="00075ED0" w:rsidP="00075ED0">
            <w:pPr>
              <w:pStyle w:val="Normalheadingblue"/>
              <w:rPr>
                <w:rFonts w:cs="Arial"/>
                <w:color w:val="auto"/>
                <w:szCs w:val="22"/>
              </w:rPr>
            </w:pPr>
            <w:r w:rsidRPr="001A7B4B">
              <w:rPr>
                <w:rFonts w:cs="Arial"/>
                <w:color w:val="auto"/>
                <w:szCs w:val="22"/>
              </w:rPr>
              <w:t>Delivery:</w:t>
            </w:r>
          </w:p>
          <w:p w14:paraId="32C261C4" w14:textId="251A1929" w:rsidR="00075ED0" w:rsidRPr="001A7B4B" w:rsidRDefault="00725186" w:rsidP="00075ED0">
            <w:pPr>
              <w:pStyle w:val="Normalheadingblue"/>
              <w:rPr>
                <w:rFonts w:cs="Arial"/>
                <w:color w:val="auto"/>
                <w:szCs w:val="22"/>
              </w:rPr>
            </w:pPr>
            <w:r w:rsidRPr="001A7B4B">
              <w:rPr>
                <w:rFonts w:cs="Arial"/>
                <w:b w:val="0"/>
                <w:color w:val="auto"/>
                <w:szCs w:val="22"/>
              </w:rPr>
              <w:t>Tutor to identify and discuss relevant design parameters for plumbing and heating products including:</w:t>
            </w:r>
          </w:p>
          <w:p w14:paraId="662D5E5D" w14:textId="77777777" w:rsidR="00725186" w:rsidRPr="001A7B4B" w:rsidRDefault="00725186" w:rsidP="002C017C">
            <w:pPr>
              <w:pStyle w:val="Normalheadingblue"/>
              <w:numPr>
                <w:ilvl w:val="0"/>
                <w:numId w:val="100"/>
              </w:numPr>
              <w:rPr>
                <w:rFonts w:cs="Arial"/>
                <w:b w:val="0"/>
                <w:color w:val="auto"/>
                <w:szCs w:val="22"/>
              </w:rPr>
            </w:pPr>
            <w:r w:rsidRPr="001A7B4B">
              <w:rPr>
                <w:rFonts w:cs="Arial"/>
                <w:b w:val="0"/>
                <w:color w:val="auto"/>
                <w:szCs w:val="22"/>
              </w:rPr>
              <w:t>temperature</w:t>
            </w:r>
          </w:p>
          <w:p w14:paraId="7589FE88" w14:textId="77777777" w:rsidR="00725186" w:rsidRPr="001A7B4B" w:rsidRDefault="00725186" w:rsidP="002C017C">
            <w:pPr>
              <w:pStyle w:val="Normalbulletlist"/>
              <w:numPr>
                <w:ilvl w:val="0"/>
                <w:numId w:val="100"/>
              </w:numPr>
            </w:pPr>
            <w:r w:rsidRPr="001A7B4B">
              <w:t>flow rate</w:t>
            </w:r>
          </w:p>
          <w:p w14:paraId="49F6A510" w14:textId="77777777" w:rsidR="00725186" w:rsidRPr="001A7B4B" w:rsidRDefault="00725186" w:rsidP="002C017C">
            <w:pPr>
              <w:pStyle w:val="Normalbulletlist"/>
              <w:numPr>
                <w:ilvl w:val="0"/>
                <w:numId w:val="100"/>
              </w:numPr>
            </w:pPr>
            <w:r w:rsidRPr="001A7B4B">
              <w:t xml:space="preserve">pressure </w:t>
            </w:r>
          </w:p>
          <w:p w14:paraId="162721D2" w14:textId="77777777" w:rsidR="00725186" w:rsidRPr="001A7B4B" w:rsidRDefault="00725186" w:rsidP="002C017C">
            <w:pPr>
              <w:pStyle w:val="Normalbulletlist"/>
              <w:numPr>
                <w:ilvl w:val="0"/>
                <w:numId w:val="100"/>
              </w:numPr>
            </w:pPr>
            <w:r w:rsidRPr="001A7B4B">
              <w:t>functional testing of electrical and mechanical controls.</w:t>
            </w:r>
          </w:p>
          <w:p w14:paraId="764921F1" w14:textId="2F2F22C2" w:rsidR="00725186" w:rsidRPr="001A7B4B" w:rsidRDefault="00725186" w:rsidP="002C017C">
            <w:pPr>
              <w:pStyle w:val="Normalbulletlist"/>
              <w:numPr>
                <w:ilvl w:val="0"/>
                <w:numId w:val="100"/>
              </w:numPr>
            </w:pPr>
            <w:r w:rsidRPr="001A7B4B">
              <w:t xml:space="preserve">Tutor to use </w:t>
            </w:r>
            <w:r w:rsidR="00763103" w:rsidRPr="001A7B4B">
              <w:t>PowerPoint</w:t>
            </w:r>
            <w:r w:rsidRPr="001A7B4B">
              <w:t xml:space="preserve"> presentation, test equipment, </w:t>
            </w:r>
            <w:proofErr w:type="spellStart"/>
            <w:r w:rsidRPr="001A7B4B">
              <w:t>manufacturers</w:t>
            </w:r>
            <w:proofErr w:type="spellEnd"/>
            <w:r w:rsidRPr="001A7B4B">
              <w:t xml:space="preserve"> instructions and </w:t>
            </w:r>
            <w:r w:rsidRPr="001A7B4B">
              <w:lastRenderedPageBreak/>
              <w:t>industry standards to explain how to check heating products are within design parameters:</w:t>
            </w:r>
          </w:p>
          <w:p w14:paraId="6EA824A4" w14:textId="77777777" w:rsidR="00725186" w:rsidRPr="001A7B4B" w:rsidRDefault="00725186" w:rsidP="002C017C">
            <w:pPr>
              <w:pStyle w:val="Normalbulletlist"/>
              <w:numPr>
                <w:ilvl w:val="0"/>
                <w:numId w:val="100"/>
              </w:numPr>
            </w:pPr>
            <w:r w:rsidRPr="001A7B4B">
              <w:t>boiler size</w:t>
            </w:r>
          </w:p>
          <w:p w14:paraId="43929ECA" w14:textId="77777777" w:rsidR="00725186" w:rsidRPr="001A7B4B" w:rsidRDefault="00725186" w:rsidP="002C017C">
            <w:pPr>
              <w:pStyle w:val="Normalbulletlist"/>
              <w:numPr>
                <w:ilvl w:val="0"/>
                <w:numId w:val="100"/>
              </w:numPr>
            </w:pPr>
            <w:r w:rsidRPr="001A7B4B">
              <w:t>zone valves</w:t>
            </w:r>
          </w:p>
          <w:p w14:paraId="6AE284EB" w14:textId="77777777" w:rsidR="00725186" w:rsidRPr="001A7B4B" w:rsidRDefault="00725186" w:rsidP="002C017C">
            <w:pPr>
              <w:pStyle w:val="Normalbulletlist"/>
              <w:numPr>
                <w:ilvl w:val="0"/>
                <w:numId w:val="100"/>
              </w:numPr>
            </w:pPr>
            <w:r w:rsidRPr="001A7B4B">
              <w:t>controls</w:t>
            </w:r>
          </w:p>
          <w:p w14:paraId="0F122DE6" w14:textId="77777777" w:rsidR="00725186" w:rsidRPr="001A7B4B" w:rsidRDefault="00725186" w:rsidP="002C017C">
            <w:pPr>
              <w:pStyle w:val="Normalbulletlist"/>
              <w:numPr>
                <w:ilvl w:val="0"/>
                <w:numId w:val="100"/>
              </w:numPr>
            </w:pPr>
            <w:r w:rsidRPr="001A7B4B">
              <w:t>pressure vessels</w:t>
            </w:r>
          </w:p>
          <w:p w14:paraId="47779437" w14:textId="77777777" w:rsidR="00725186" w:rsidRPr="001A7B4B" w:rsidRDefault="00725186" w:rsidP="002C017C">
            <w:pPr>
              <w:pStyle w:val="Normalbulletlist"/>
              <w:numPr>
                <w:ilvl w:val="0"/>
                <w:numId w:val="100"/>
              </w:numPr>
            </w:pPr>
            <w:r w:rsidRPr="001A7B4B">
              <w:t>feed and expansion cisterns</w:t>
            </w:r>
          </w:p>
          <w:p w14:paraId="517DDCA5" w14:textId="77777777" w:rsidR="00725186" w:rsidRPr="001A7B4B" w:rsidRDefault="00725186" w:rsidP="002C017C">
            <w:pPr>
              <w:pStyle w:val="Normalbulletlist"/>
              <w:numPr>
                <w:ilvl w:val="0"/>
                <w:numId w:val="100"/>
              </w:numPr>
            </w:pPr>
            <w:r w:rsidRPr="001A7B4B">
              <w:t>circulating pumps</w:t>
            </w:r>
          </w:p>
          <w:p w14:paraId="64867789" w14:textId="132F7DCB" w:rsidR="00725186" w:rsidRPr="001A7B4B" w:rsidRDefault="00725186" w:rsidP="002C017C">
            <w:pPr>
              <w:pStyle w:val="Normalbulletlist"/>
              <w:numPr>
                <w:ilvl w:val="0"/>
                <w:numId w:val="100"/>
              </w:numPr>
            </w:pPr>
            <w:r w:rsidRPr="001A7B4B">
              <w:t xml:space="preserve">Tutor to set scenario for </w:t>
            </w:r>
            <w:r w:rsidR="00F502C8" w:rsidRPr="001A7B4B">
              <w:t>students</w:t>
            </w:r>
            <w:r w:rsidRPr="001A7B4B">
              <w:t xml:space="preserve"> to research. </w:t>
            </w:r>
            <w:r w:rsidR="00116A2E" w:rsidRPr="001A7B4B">
              <w:t>Students</w:t>
            </w:r>
            <w:r w:rsidRPr="001A7B4B">
              <w:t xml:space="preserve"> may be given a suitable situation or heating system specification in which they select suitable components. This may require </w:t>
            </w:r>
            <w:r w:rsidR="00F502C8" w:rsidRPr="001A7B4B">
              <w:t>students</w:t>
            </w:r>
            <w:r w:rsidRPr="001A7B4B">
              <w:t xml:space="preserve"> to list all required components and justify their selection against a specification</w:t>
            </w:r>
            <w:r w:rsidR="005761B0">
              <w:t>.</w:t>
            </w:r>
            <w:r w:rsidRPr="001A7B4B">
              <w:t xml:space="preserve"> </w:t>
            </w:r>
          </w:p>
          <w:p w14:paraId="15A4BB8F" w14:textId="1FF99496" w:rsidR="00725186" w:rsidRPr="001A7B4B" w:rsidRDefault="00725186" w:rsidP="002C017C">
            <w:pPr>
              <w:pStyle w:val="Normalbulletlist"/>
              <w:numPr>
                <w:ilvl w:val="0"/>
                <w:numId w:val="100"/>
              </w:numPr>
            </w:pPr>
            <w:r w:rsidRPr="001A7B4B">
              <w:t>On completion</w:t>
            </w:r>
            <w:r w:rsidR="00A91363" w:rsidRPr="001A7B4B">
              <w:t>, each group should swap their scenario findings and peer groups should check to confirm that these selected components are suitable before justifying this to tutor in class feedback session</w:t>
            </w:r>
            <w:r w:rsidR="005761B0">
              <w:t>.</w:t>
            </w:r>
          </w:p>
          <w:p w14:paraId="6BBC08EE" w14:textId="77777777" w:rsidR="00075ED0" w:rsidRPr="001A7B4B" w:rsidRDefault="00075ED0" w:rsidP="00075ED0">
            <w:pPr>
              <w:pStyle w:val="Normalheadingblue"/>
              <w:rPr>
                <w:rFonts w:cs="Arial"/>
                <w:color w:val="auto"/>
                <w:szCs w:val="22"/>
              </w:rPr>
            </w:pPr>
          </w:p>
          <w:p w14:paraId="27AF8434" w14:textId="77777777" w:rsidR="00075ED0" w:rsidRPr="001A7B4B" w:rsidRDefault="00075ED0" w:rsidP="00075ED0">
            <w:pPr>
              <w:pStyle w:val="Normalheadingblue"/>
              <w:rPr>
                <w:rFonts w:cs="Arial"/>
                <w:color w:val="auto"/>
                <w:szCs w:val="22"/>
              </w:rPr>
            </w:pPr>
            <w:r w:rsidRPr="001A7B4B">
              <w:rPr>
                <w:rFonts w:cs="Arial"/>
                <w:color w:val="auto"/>
                <w:szCs w:val="22"/>
              </w:rPr>
              <w:t>Knowledge check example:</w:t>
            </w:r>
          </w:p>
          <w:p w14:paraId="136F8E8B" w14:textId="77777777" w:rsidR="00075ED0" w:rsidRPr="001A7B4B" w:rsidRDefault="00A91363" w:rsidP="002C017C">
            <w:pPr>
              <w:pStyle w:val="Normalheadingblue"/>
              <w:numPr>
                <w:ilvl w:val="0"/>
                <w:numId w:val="102"/>
              </w:numPr>
              <w:rPr>
                <w:rFonts w:cs="Arial"/>
                <w:b w:val="0"/>
                <w:color w:val="auto"/>
                <w:szCs w:val="22"/>
              </w:rPr>
            </w:pPr>
            <w:r w:rsidRPr="001A7B4B">
              <w:rPr>
                <w:rFonts w:cs="Arial"/>
                <w:b w:val="0"/>
                <w:color w:val="auto"/>
                <w:szCs w:val="22"/>
              </w:rPr>
              <w:t>Feedback findings to tutor in class discussion as peer assessed exercise. Each group to feedback their opinion as to whether the selected components are suitable and justify.</w:t>
            </w:r>
          </w:p>
          <w:p w14:paraId="39BC2132" w14:textId="77777777" w:rsidR="00A91363" w:rsidRPr="001A7B4B" w:rsidRDefault="00A91363" w:rsidP="00075ED0">
            <w:pPr>
              <w:pStyle w:val="Normalheadingblue"/>
              <w:rPr>
                <w:rFonts w:cs="Arial"/>
                <w:b w:val="0"/>
                <w:color w:val="auto"/>
                <w:szCs w:val="22"/>
              </w:rPr>
            </w:pPr>
          </w:p>
          <w:p w14:paraId="01524592" w14:textId="77777777" w:rsidR="00075ED0" w:rsidRPr="001A7B4B" w:rsidRDefault="00075ED0" w:rsidP="00075ED0">
            <w:pPr>
              <w:pStyle w:val="Normalheadingblue"/>
              <w:rPr>
                <w:rFonts w:cs="Arial"/>
                <w:color w:val="auto"/>
                <w:szCs w:val="22"/>
              </w:rPr>
            </w:pPr>
            <w:r w:rsidRPr="001A7B4B">
              <w:rPr>
                <w:rFonts w:cs="Arial"/>
                <w:color w:val="auto"/>
                <w:szCs w:val="22"/>
              </w:rPr>
              <w:t>Resources:</w:t>
            </w:r>
          </w:p>
          <w:p w14:paraId="4C43B3AD" w14:textId="77777777" w:rsidR="00A91363" w:rsidRPr="001A7B4B" w:rsidRDefault="00A91363" w:rsidP="00075ED0">
            <w:pPr>
              <w:pStyle w:val="Normalheadingblue"/>
              <w:rPr>
                <w:rFonts w:cs="Arial"/>
                <w:b w:val="0"/>
                <w:color w:val="auto"/>
                <w:szCs w:val="22"/>
              </w:rPr>
            </w:pPr>
            <w:proofErr w:type="spellStart"/>
            <w:r w:rsidRPr="001A7B4B">
              <w:rPr>
                <w:rFonts w:cs="Arial"/>
                <w:b w:val="0"/>
                <w:color w:val="auto"/>
                <w:szCs w:val="22"/>
              </w:rPr>
              <w:lastRenderedPageBreak/>
              <w:t>Manufacturers</w:t>
            </w:r>
            <w:proofErr w:type="spellEnd"/>
            <w:r w:rsidRPr="001A7B4B">
              <w:rPr>
                <w:rFonts w:cs="Arial"/>
                <w:b w:val="0"/>
                <w:color w:val="auto"/>
                <w:szCs w:val="22"/>
              </w:rPr>
              <w:t xml:space="preserve"> instructions</w:t>
            </w:r>
          </w:p>
          <w:p w14:paraId="5C50D22F" w14:textId="77777777" w:rsidR="00A91363" w:rsidRPr="001A7B4B" w:rsidRDefault="00A91363" w:rsidP="00075ED0">
            <w:pPr>
              <w:pStyle w:val="Normalheadingblue"/>
              <w:rPr>
                <w:rFonts w:cs="Arial"/>
                <w:b w:val="0"/>
                <w:color w:val="auto"/>
                <w:szCs w:val="22"/>
              </w:rPr>
            </w:pPr>
            <w:r w:rsidRPr="001A7B4B">
              <w:rPr>
                <w:rFonts w:cs="Arial"/>
                <w:b w:val="0"/>
                <w:color w:val="auto"/>
                <w:szCs w:val="22"/>
              </w:rPr>
              <w:t>British standards suitable to the components</w:t>
            </w:r>
          </w:p>
          <w:p w14:paraId="239C2E51" w14:textId="77777777" w:rsidR="00A91363" w:rsidRPr="001A7B4B" w:rsidRDefault="00A91363" w:rsidP="00075ED0">
            <w:pPr>
              <w:pStyle w:val="Normalheadingblue"/>
              <w:rPr>
                <w:rFonts w:cs="Arial"/>
                <w:b w:val="0"/>
                <w:color w:val="auto"/>
                <w:szCs w:val="22"/>
              </w:rPr>
            </w:pPr>
            <w:r w:rsidRPr="001A7B4B">
              <w:rPr>
                <w:rFonts w:cs="Arial"/>
                <w:b w:val="0"/>
                <w:color w:val="auto"/>
                <w:szCs w:val="22"/>
              </w:rPr>
              <w:t>Computers for research</w:t>
            </w:r>
          </w:p>
          <w:p w14:paraId="39A999B7" w14:textId="77777777" w:rsidR="00A91363" w:rsidRPr="001A7B4B" w:rsidRDefault="00A91363" w:rsidP="00075ED0">
            <w:pPr>
              <w:pStyle w:val="Normalheadingblue"/>
              <w:rPr>
                <w:rFonts w:cs="Arial"/>
                <w:b w:val="0"/>
                <w:color w:val="auto"/>
                <w:szCs w:val="22"/>
              </w:rPr>
            </w:pPr>
          </w:p>
          <w:p w14:paraId="3A7AD57A" w14:textId="77777777" w:rsidR="00075ED0" w:rsidRPr="001A7B4B" w:rsidRDefault="00075ED0" w:rsidP="00075ED0">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155C748D" w14:textId="77777777" w:rsidR="00DD207A" w:rsidRPr="001A7B4B" w:rsidRDefault="008A57D2">
            <w:r w:rsidRPr="001A7B4B">
              <w:lastRenderedPageBreak/>
              <w:t>Q&amp;A</w:t>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t>Group task</w:t>
            </w:r>
            <w:r w:rsidRPr="001A7B4B">
              <w:br/>
            </w:r>
            <w:r w:rsidRPr="001A7B4B">
              <w:br/>
            </w:r>
            <w:r w:rsidRPr="001A7B4B">
              <w:br/>
              <w:t xml:space="preserve">Peer marking and </w:t>
            </w:r>
            <w:r w:rsidRPr="001A7B4B">
              <w:lastRenderedPageBreak/>
              <w:t>justification</w:t>
            </w:r>
            <w:r w:rsidRPr="001A7B4B">
              <w:br/>
              <w:t>English skills (reading, writing, technical vocabulary)</w:t>
            </w:r>
          </w:p>
        </w:tc>
      </w:tr>
      <w:tr w:rsidR="001A7B4B" w:rsidRPr="001A7B4B" w14:paraId="69BF3258"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11412464" w14:textId="77777777" w:rsidR="00075ED0" w:rsidRDefault="00075ED0" w:rsidP="00075ED0">
            <w:pPr>
              <w:jc w:val="center"/>
              <w:rPr>
                <w:rFonts w:cs="Arial"/>
                <w:szCs w:val="22"/>
              </w:rPr>
            </w:pPr>
            <w:r>
              <w:rPr>
                <w:rFonts w:cs="Arial"/>
                <w:szCs w:val="22"/>
              </w:rPr>
              <w:lastRenderedPageBreak/>
              <w:t>1</w:t>
            </w:r>
            <w:r w:rsidR="00113721">
              <w:rPr>
                <w:rFonts w:cs="Arial"/>
                <w:szCs w:val="22"/>
              </w:rPr>
              <w:t>57</w:t>
            </w:r>
          </w:p>
          <w:p w14:paraId="5DCFF5E9" w14:textId="77777777" w:rsidR="00113721" w:rsidRDefault="00113721" w:rsidP="00075ED0">
            <w:pPr>
              <w:jc w:val="center"/>
              <w:rPr>
                <w:rFonts w:cs="Arial"/>
                <w:szCs w:val="22"/>
              </w:rPr>
            </w:pPr>
            <w:r>
              <w:rPr>
                <w:rFonts w:cs="Arial"/>
                <w:szCs w:val="22"/>
              </w:rPr>
              <w:t>3 hours</w:t>
            </w:r>
          </w:p>
          <w:p w14:paraId="0B1DBBDD" w14:textId="73AA945B" w:rsidR="007A324F" w:rsidRDefault="007A324F" w:rsidP="00075ED0">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0EBCD538" w14:textId="77777777" w:rsidR="00075ED0" w:rsidRPr="001A7B4B" w:rsidRDefault="00075ED0" w:rsidP="00075ED0">
            <w:pPr>
              <w:pStyle w:val="Normalheadingblack"/>
              <w:rPr>
                <w:rFonts w:cs="Arial"/>
                <w:lang w:eastAsia="en-GB"/>
              </w:rPr>
            </w:pPr>
            <w:r w:rsidRPr="001A7B4B">
              <w:rPr>
                <w:rFonts w:cs="Arial"/>
                <w:lang w:eastAsia="en-GB"/>
              </w:rPr>
              <w:t>Outcome 1 – Plumbing and heating common knowledge criteria</w:t>
            </w:r>
          </w:p>
          <w:p w14:paraId="7D4C8734" w14:textId="77777777" w:rsidR="00075ED0" w:rsidRPr="001A7B4B" w:rsidRDefault="00075ED0" w:rsidP="00075ED0">
            <w:pPr>
              <w:pStyle w:val="Normalheadingblack"/>
              <w:rPr>
                <w:rFonts w:cs="Arial"/>
                <w:lang w:eastAsia="en-GB"/>
              </w:rPr>
            </w:pPr>
          </w:p>
          <w:p w14:paraId="7BEBC921" w14:textId="77777777" w:rsidR="00113721" w:rsidRPr="001A7B4B" w:rsidRDefault="00113721" w:rsidP="00113721">
            <w:pPr>
              <w:pStyle w:val="Normalheadingblack"/>
              <w:rPr>
                <w:rFonts w:cs="Arial"/>
                <w:lang w:eastAsia="en-GB"/>
              </w:rPr>
            </w:pPr>
            <w:r w:rsidRPr="001A7B4B">
              <w:rPr>
                <w:rFonts w:cs="Arial"/>
                <w:lang w:eastAsia="en-GB"/>
              </w:rPr>
              <w:t>Outcome 2 Install plumbing and heating systems</w:t>
            </w:r>
          </w:p>
          <w:p w14:paraId="1F8FDEEB" w14:textId="77777777" w:rsidR="00113721" w:rsidRPr="001A7B4B" w:rsidRDefault="00113721" w:rsidP="00075ED0">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6D678E72" w14:textId="77777777" w:rsidR="00075ED0" w:rsidRPr="001A7B4B" w:rsidRDefault="00075ED0" w:rsidP="00075ED0">
            <w:pPr>
              <w:pStyle w:val="Normalheadingblack"/>
              <w:rPr>
                <w:rFonts w:cs="Arial"/>
                <w:b w:val="0"/>
                <w:szCs w:val="22"/>
              </w:rPr>
            </w:pPr>
            <w:r w:rsidRPr="001A7B4B">
              <w:rPr>
                <w:rFonts w:cs="Arial"/>
                <w:b w:val="0"/>
                <w:szCs w:val="22"/>
              </w:rPr>
              <w:t>K1.8 Components used in plumbing and heating systems</w:t>
            </w:r>
          </w:p>
          <w:p w14:paraId="38D0AAA5" w14:textId="77777777" w:rsidR="00113721" w:rsidRPr="001A7B4B" w:rsidRDefault="00113721" w:rsidP="00075ED0">
            <w:pPr>
              <w:pStyle w:val="Normalheadingblack"/>
              <w:rPr>
                <w:rFonts w:cs="Arial"/>
                <w:b w:val="0"/>
                <w:szCs w:val="22"/>
              </w:rPr>
            </w:pPr>
          </w:p>
          <w:p w14:paraId="382F3FE7" w14:textId="77777777" w:rsidR="00113721" w:rsidRPr="001A7B4B" w:rsidRDefault="00113721" w:rsidP="00113721">
            <w:pPr>
              <w:pStyle w:val="Normalheadingblack"/>
              <w:rPr>
                <w:rFonts w:cs="Arial"/>
                <w:b w:val="0"/>
                <w:szCs w:val="22"/>
              </w:rPr>
            </w:pPr>
            <w:r w:rsidRPr="001A7B4B">
              <w:rPr>
                <w:rFonts w:cs="Arial"/>
                <w:b w:val="0"/>
                <w:szCs w:val="22"/>
              </w:rPr>
              <w:t>K1.9 Factors that affect the choice and suitability of components in a plumbing and heating system</w:t>
            </w:r>
          </w:p>
          <w:p w14:paraId="07B35118" w14:textId="77777777" w:rsidR="00113721" w:rsidRPr="001A7B4B" w:rsidRDefault="00113721" w:rsidP="00113721">
            <w:pPr>
              <w:pStyle w:val="Normalheadingblack"/>
              <w:rPr>
                <w:rFonts w:cs="Arial"/>
                <w:b w:val="0"/>
                <w:szCs w:val="22"/>
              </w:rPr>
            </w:pPr>
          </w:p>
          <w:p w14:paraId="053AC6D6" w14:textId="77777777" w:rsidR="00113721" w:rsidRPr="001A7B4B" w:rsidRDefault="00113721" w:rsidP="00113721">
            <w:pPr>
              <w:pStyle w:val="Normalheadingblack"/>
              <w:rPr>
                <w:rFonts w:cs="Arial"/>
                <w:b w:val="0"/>
                <w:szCs w:val="22"/>
              </w:rPr>
            </w:pPr>
            <w:r w:rsidRPr="001A7B4B">
              <w:rPr>
                <w:rFonts w:cs="Arial"/>
                <w:b w:val="0"/>
                <w:szCs w:val="22"/>
              </w:rPr>
              <w:t>S2.17 Check heating products are in accordance with design parameters</w:t>
            </w:r>
          </w:p>
          <w:p w14:paraId="3AEAAD4D" w14:textId="77777777" w:rsidR="00113721" w:rsidRPr="001A7B4B" w:rsidRDefault="00113721" w:rsidP="00075ED0">
            <w:pPr>
              <w:pStyle w:val="Normalheadingblack"/>
              <w:rPr>
                <w:rFonts w:cs="Arial"/>
                <w:b w:val="0"/>
                <w:szCs w:val="22"/>
              </w:rPr>
            </w:pPr>
          </w:p>
          <w:p w14:paraId="5807273B" w14:textId="77777777" w:rsidR="00113721" w:rsidRPr="001A7B4B" w:rsidRDefault="00113721" w:rsidP="00075ED0">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2578EE7B" w14:textId="77777777" w:rsidR="00075ED0" w:rsidRPr="001A7B4B" w:rsidRDefault="00075ED0" w:rsidP="00075ED0">
            <w:pPr>
              <w:pStyle w:val="Normalheadingblue"/>
              <w:rPr>
                <w:rFonts w:cs="Arial"/>
                <w:color w:val="auto"/>
                <w:szCs w:val="22"/>
              </w:rPr>
            </w:pPr>
            <w:r w:rsidRPr="001A7B4B">
              <w:rPr>
                <w:rFonts w:cs="Arial"/>
                <w:color w:val="auto"/>
                <w:szCs w:val="22"/>
              </w:rPr>
              <w:t>Activity:</w:t>
            </w:r>
          </w:p>
          <w:p w14:paraId="2B61BBAD" w14:textId="77777777" w:rsidR="00075ED0" w:rsidRPr="001A7B4B" w:rsidRDefault="00075ED0" w:rsidP="00075ED0">
            <w:pPr>
              <w:pStyle w:val="Normalheadingblue"/>
              <w:rPr>
                <w:rFonts w:cs="Arial"/>
                <w:color w:val="auto"/>
                <w:szCs w:val="22"/>
              </w:rPr>
            </w:pPr>
          </w:p>
          <w:p w14:paraId="5F69B144" w14:textId="77777777" w:rsidR="00075ED0" w:rsidRPr="001A7B4B" w:rsidRDefault="00075ED0" w:rsidP="00075ED0">
            <w:pPr>
              <w:pStyle w:val="Normalheadingblue"/>
              <w:rPr>
                <w:rFonts w:cs="Arial"/>
                <w:color w:val="auto"/>
                <w:szCs w:val="22"/>
              </w:rPr>
            </w:pPr>
            <w:r w:rsidRPr="001A7B4B">
              <w:rPr>
                <w:rFonts w:cs="Arial"/>
                <w:color w:val="auto"/>
                <w:szCs w:val="22"/>
              </w:rPr>
              <w:t>Starter task example:</w:t>
            </w:r>
          </w:p>
          <w:p w14:paraId="74C25A3D" w14:textId="44C60F0A" w:rsidR="00075ED0" w:rsidRPr="001A7B4B" w:rsidRDefault="00113721" w:rsidP="002C017C">
            <w:pPr>
              <w:pStyle w:val="Normalheadingblue"/>
              <w:numPr>
                <w:ilvl w:val="0"/>
                <w:numId w:val="102"/>
              </w:numPr>
              <w:rPr>
                <w:rFonts w:cs="Arial"/>
                <w:b w:val="0"/>
                <w:color w:val="auto"/>
                <w:szCs w:val="22"/>
              </w:rPr>
            </w:pPr>
            <w:r w:rsidRPr="001A7B4B">
              <w:rPr>
                <w:rFonts w:cs="Arial"/>
                <w:b w:val="0"/>
                <w:color w:val="auto"/>
                <w:szCs w:val="22"/>
              </w:rPr>
              <w:t xml:space="preserve">Radiator </w:t>
            </w:r>
            <w:proofErr w:type="gramStart"/>
            <w:r w:rsidRPr="001A7B4B">
              <w:rPr>
                <w:rFonts w:cs="Arial"/>
                <w:b w:val="0"/>
                <w:color w:val="auto"/>
                <w:szCs w:val="22"/>
              </w:rPr>
              <w:t>types</w:t>
            </w:r>
            <w:proofErr w:type="gramEnd"/>
            <w:r w:rsidRPr="001A7B4B">
              <w:rPr>
                <w:rFonts w:cs="Arial"/>
                <w:b w:val="0"/>
                <w:color w:val="auto"/>
                <w:szCs w:val="22"/>
              </w:rPr>
              <w:t xml:space="preserve"> recap – </w:t>
            </w:r>
            <w:r w:rsidR="00116A2E" w:rsidRPr="001A7B4B">
              <w:rPr>
                <w:rFonts w:cs="Arial"/>
                <w:b w:val="0"/>
                <w:color w:val="auto"/>
                <w:szCs w:val="22"/>
              </w:rPr>
              <w:t>Students</w:t>
            </w:r>
            <w:r w:rsidRPr="001A7B4B">
              <w:rPr>
                <w:rFonts w:cs="Arial"/>
                <w:b w:val="0"/>
                <w:color w:val="auto"/>
                <w:szCs w:val="22"/>
              </w:rPr>
              <w:t xml:space="preserve"> to identify a range of radiator types and connections from given images</w:t>
            </w:r>
            <w:r w:rsidR="005761B0">
              <w:rPr>
                <w:rFonts w:cs="Arial"/>
                <w:b w:val="0"/>
                <w:color w:val="auto"/>
                <w:szCs w:val="22"/>
              </w:rPr>
              <w:t>.</w:t>
            </w:r>
          </w:p>
          <w:p w14:paraId="5F0CBC83" w14:textId="77777777" w:rsidR="00075ED0" w:rsidRPr="001A7B4B" w:rsidRDefault="00075ED0" w:rsidP="00075ED0">
            <w:pPr>
              <w:pStyle w:val="Normalheadingblue"/>
              <w:rPr>
                <w:rFonts w:cs="Arial"/>
                <w:color w:val="auto"/>
                <w:szCs w:val="22"/>
              </w:rPr>
            </w:pPr>
          </w:p>
          <w:p w14:paraId="06A8CC3A" w14:textId="77777777" w:rsidR="00075ED0" w:rsidRPr="001A7B4B" w:rsidRDefault="00075ED0" w:rsidP="00075ED0">
            <w:pPr>
              <w:pStyle w:val="Normalheadingblue"/>
              <w:rPr>
                <w:rFonts w:cs="Arial"/>
                <w:color w:val="auto"/>
                <w:szCs w:val="22"/>
              </w:rPr>
            </w:pPr>
            <w:r w:rsidRPr="001A7B4B">
              <w:rPr>
                <w:rFonts w:cs="Arial"/>
                <w:color w:val="auto"/>
                <w:szCs w:val="22"/>
              </w:rPr>
              <w:t>Delivery:</w:t>
            </w:r>
          </w:p>
          <w:p w14:paraId="14AF905C" w14:textId="0E7D92F8" w:rsidR="00A91363" w:rsidRPr="001A7B4B" w:rsidRDefault="00A91363" w:rsidP="00075ED0">
            <w:pPr>
              <w:pStyle w:val="Normalheadingblue"/>
              <w:rPr>
                <w:rFonts w:cs="Arial"/>
                <w:color w:val="auto"/>
                <w:szCs w:val="22"/>
              </w:rPr>
            </w:pPr>
            <w:r w:rsidRPr="001A7B4B">
              <w:rPr>
                <w:rFonts w:cs="Arial"/>
                <w:b w:val="0"/>
                <w:color w:val="auto"/>
                <w:szCs w:val="22"/>
              </w:rPr>
              <w:t xml:space="preserve">Tutor to deliver content </w:t>
            </w:r>
            <w:r w:rsidR="00B23A2F">
              <w:rPr>
                <w:rFonts w:cs="Arial"/>
                <w:b w:val="0"/>
                <w:color w:val="auto"/>
                <w:szCs w:val="22"/>
              </w:rPr>
              <w:t xml:space="preserve">on </w:t>
            </w:r>
            <w:r w:rsidR="00B23A2F" w:rsidRPr="00D85100">
              <w:rPr>
                <w:rFonts w:cs="Arial"/>
                <w:b w:val="0"/>
                <w:bCs/>
                <w:color w:val="auto"/>
                <w:szCs w:val="22"/>
              </w:rPr>
              <w:t>Radiator sizing and selection</w:t>
            </w:r>
            <w:r w:rsidR="00B23A2F">
              <w:rPr>
                <w:rFonts w:cs="Arial"/>
                <w:color w:val="auto"/>
                <w:szCs w:val="22"/>
              </w:rPr>
              <w:t xml:space="preserve">, </w:t>
            </w:r>
            <w:r w:rsidRPr="001A7B4B">
              <w:rPr>
                <w:rFonts w:cs="Arial"/>
                <w:b w:val="0"/>
                <w:color w:val="auto"/>
                <w:szCs w:val="22"/>
              </w:rPr>
              <w:t>including:</w:t>
            </w:r>
          </w:p>
          <w:p w14:paraId="2E41D13F" w14:textId="77777777" w:rsidR="00113721" w:rsidRPr="001A7B4B" w:rsidRDefault="00113721" w:rsidP="002C017C">
            <w:pPr>
              <w:pStyle w:val="Normalheadingblue"/>
              <w:numPr>
                <w:ilvl w:val="0"/>
                <w:numId w:val="102"/>
              </w:numPr>
              <w:rPr>
                <w:rFonts w:cs="Arial"/>
                <w:b w:val="0"/>
                <w:color w:val="auto"/>
                <w:szCs w:val="22"/>
              </w:rPr>
            </w:pPr>
            <w:r w:rsidRPr="001A7B4B">
              <w:rPr>
                <w:rFonts w:cs="Arial"/>
                <w:b w:val="0"/>
                <w:color w:val="auto"/>
                <w:szCs w:val="22"/>
              </w:rPr>
              <w:t>How radiator selection is achieved</w:t>
            </w:r>
          </w:p>
          <w:p w14:paraId="2E051DBA" w14:textId="77777777" w:rsidR="00113721" w:rsidRPr="001A7B4B" w:rsidRDefault="00113721" w:rsidP="002C017C">
            <w:pPr>
              <w:pStyle w:val="Normalheadingblue"/>
              <w:numPr>
                <w:ilvl w:val="0"/>
                <w:numId w:val="102"/>
              </w:numPr>
              <w:rPr>
                <w:rFonts w:cs="Arial"/>
                <w:b w:val="0"/>
                <w:color w:val="auto"/>
                <w:szCs w:val="22"/>
              </w:rPr>
            </w:pPr>
            <w:proofErr w:type="gramStart"/>
            <w:r w:rsidRPr="001A7B4B">
              <w:rPr>
                <w:rFonts w:cs="Arial"/>
                <w:b w:val="0"/>
                <w:color w:val="auto"/>
                <w:szCs w:val="22"/>
              </w:rPr>
              <w:t>Radiator</w:t>
            </w:r>
            <w:proofErr w:type="gramEnd"/>
            <w:r w:rsidRPr="001A7B4B">
              <w:rPr>
                <w:rFonts w:cs="Arial"/>
                <w:b w:val="0"/>
                <w:color w:val="auto"/>
                <w:szCs w:val="22"/>
              </w:rPr>
              <w:t xml:space="preserve"> mean temperature</w:t>
            </w:r>
          </w:p>
          <w:p w14:paraId="1552391F" w14:textId="77777777" w:rsidR="00113721" w:rsidRPr="001A7B4B" w:rsidRDefault="00113721" w:rsidP="002C017C">
            <w:pPr>
              <w:pStyle w:val="Normalheadingblue"/>
              <w:numPr>
                <w:ilvl w:val="0"/>
                <w:numId w:val="102"/>
              </w:numPr>
              <w:rPr>
                <w:rFonts w:cs="Arial"/>
                <w:b w:val="0"/>
                <w:color w:val="auto"/>
                <w:szCs w:val="22"/>
              </w:rPr>
            </w:pPr>
            <w:r w:rsidRPr="001A7B4B">
              <w:rPr>
                <w:rFonts w:cs="Arial"/>
                <w:b w:val="0"/>
                <w:color w:val="auto"/>
                <w:szCs w:val="22"/>
              </w:rPr>
              <w:t>Temperature difference</w:t>
            </w:r>
          </w:p>
          <w:p w14:paraId="0E6617DB" w14:textId="77777777" w:rsidR="00113721" w:rsidRPr="001A7B4B" w:rsidRDefault="00113721" w:rsidP="002C017C">
            <w:pPr>
              <w:pStyle w:val="Normalheadingblue"/>
              <w:numPr>
                <w:ilvl w:val="0"/>
                <w:numId w:val="102"/>
              </w:numPr>
              <w:rPr>
                <w:rFonts w:cs="Arial"/>
                <w:b w:val="0"/>
                <w:color w:val="auto"/>
                <w:szCs w:val="22"/>
              </w:rPr>
            </w:pPr>
            <w:r w:rsidRPr="001A7B4B">
              <w:rPr>
                <w:rFonts w:cs="Arial"/>
                <w:b w:val="0"/>
                <w:color w:val="auto"/>
                <w:szCs w:val="22"/>
              </w:rPr>
              <w:t>Adjustment factors</w:t>
            </w:r>
          </w:p>
          <w:p w14:paraId="7DADEBDF" w14:textId="77777777" w:rsidR="00113721" w:rsidRPr="001A7B4B" w:rsidRDefault="00113721" w:rsidP="002C017C">
            <w:pPr>
              <w:pStyle w:val="Normalheadingblue"/>
              <w:numPr>
                <w:ilvl w:val="0"/>
                <w:numId w:val="102"/>
              </w:numPr>
              <w:rPr>
                <w:rFonts w:cs="Arial"/>
                <w:b w:val="0"/>
                <w:color w:val="auto"/>
                <w:szCs w:val="22"/>
              </w:rPr>
            </w:pPr>
            <w:r w:rsidRPr="001A7B4B">
              <w:rPr>
                <w:rFonts w:cs="Arial"/>
                <w:b w:val="0"/>
                <w:color w:val="auto"/>
                <w:szCs w:val="22"/>
              </w:rPr>
              <w:t>Radiator outputs</w:t>
            </w:r>
          </w:p>
          <w:p w14:paraId="143EB683" w14:textId="7D3BD695" w:rsidR="008E1C22" w:rsidRPr="001A7B4B" w:rsidRDefault="009B2BC8" w:rsidP="002C017C">
            <w:pPr>
              <w:pStyle w:val="Normalheadingblue"/>
              <w:numPr>
                <w:ilvl w:val="0"/>
                <w:numId w:val="102"/>
              </w:numPr>
              <w:rPr>
                <w:rFonts w:cs="Arial"/>
                <w:b w:val="0"/>
                <w:color w:val="auto"/>
                <w:szCs w:val="22"/>
              </w:rPr>
            </w:pPr>
            <w:r w:rsidRPr="001A7B4B">
              <w:rPr>
                <w:rFonts w:cs="Arial"/>
                <w:b w:val="0"/>
                <w:color w:val="auto"/>
                <w:szCs w:val="22"/>
              </w:rPr>
              <w:t>Demonstrate the process for sizing a radiator based on room heat requirements</w:t>
            </w:r>
            <w:r w:rsidR="005761B0">
              <w:rPr>
                <w:rFonts w:cs="Arial"/>
                <w:b w:val="0"/>
                <w:color w:val="auto"/>
                <w:szCs w:val="22"/>
              </w:rPr>
              <w:t>.</w:t>
            </w:r>
          </w:p>
          <w:p w14:paraId="44EC73AA" w14:textId="7112ED48" w:rsidR="009B2BC8" w:rsidRPr="001A7B4B" w:rsidRDefault="009B2BC8" w:rsidP="002C017C">
            <w:pPr>
              <w:pStyle w:val="Normalheadingblue"/>
              <w:numPr>
                <w:ilvl w:val="0"/>
                <w:numId w:val="102"/>
              </w:numPr>
              <w:rPr>
                <w:rFonts w:cs="Arial"/>
                <w:b w:val="0"/>
                <w:color w:val="auto"/>
                <w:szCs w:val="22"/>
              </w:rPr>
            </w:pPr>
            <w:r w:rsidRPr="001A7B4B">
              <w:rPr>
                <w:rFonts w:cs="Arial"/>
                <w:b w:val="0"/>
                <w:color w:val="auto"/>
                <w:szCs w:val="22"/>
              </w:rPr>
              <w:lastRenderedPageBreak/>
              <w:t>Set worked examples for class to work through</w:t>
            </w:r>
            <w:r w:rsidR="005761B0">
              <w:rPr>
                <w:rFonts w:cs="Arial"/>
                <w:b w:val="0"/>
                <w:color w:val="auto"/>
                <w:szCs w:val="22"/>
              </w:rPr>
              <w:t>.</w:t>
            </w:r>
          </w:p>
          <w:p w14:paraId="3E1E23D0" w14:textId="62264431" w:rsidR="009B2BC8" w:rsidRPr="001A7B4B" w:rsidRDefault="009B2BC8" w:rsidP="002C017C">
            <w:pPr>
              <w:pStyle w:val="Normalheadingblue"/>
              <w:numPr>
                <w:ilvl w:val="0"/>
                <w:numId w:val="102"/>
              </w:numPr>
              <w:rPr>
                <w:rFonts w:cs="Arial"/>
                <w:b w:val="0"/>
                <w:color w:val="auto"/>
                <w:szCs w:val="22"/>
              </w:rPr>
            </w:pPr>
            <w:r w:rsidRPr="001A7B4B">
              <w:rPr>
                <w:rFonts w:cs="Arial"/>
                <w:b w:val="0"/>
                <w:color w:val="auto"/>
                <w:szCs w:val="22"/>
              </w:rPr>
              <w:t xml:space="preserve">Distribute radiator catalogue for </w:t>
            </w:r>
            <w:r w:rsidR="00F502C8" w:rsidRPr="001A7B4B">
              <w:rPr>
                <w:rFonts w:cs="Arial"/>
                <w:b w:val="0"/>
                <w:color w:val="auto"/>
                <w:szCs w:val="22"/>
              </w:rPr>
              <w:t>students</w:t>
            </w:r>
            <w:r w:rsidRPr="001A7B4B">
              <w:rPr>
                <w:rFonts w:cs="Arial"/>
                <w:b w:val="0"/>
                <w:color w:val="auto"/>
                <w:szCs w:val="22"/>
              </w:rPr>
              <w:t xml:space="preserve"> to select suitable radiators for a given scenario</w:t>
            </w:r>
            <w:r w:rsidR="005761B0">
              <w:rPr>
                <w:rFonts w:cs="Arial"/>
                <w:b w:val="0"/>
                <w:color w:val="auto"/>
                <w:szCs w:val="22"/>
              </w:rPr>
              <w:t>.</w:t>
            </w:r>
          </w:p>
          <w:p w14:paraId="2550C159" w14:textId="77777777" w:rsidR="00075ED0" w:rsidRPr="001A7B4B" w:rsidRDefault="00075ED0" w:rsidP="00075ED0">
            <w:pPr>
              <w:pStyle w:val="Normalheadingblue"/>
              <w:rPr>
                <w:rFonts w:cs="Arial"/>
                <w:color w:val="auto"/>
                <w:szCs w:val="22"/>
              </w:rPr>
            </w:pPr>
          </w:p>
          <w:p w14:paraId="2616448E" w14:textId="77777777" w:rsidR="00075ED0" w:rsidRPr="001A7B4B" w:rsidRDefault="00075ED0" w:rsidP="00075ED0">
            <w:pPr>
              <w:pStyle w:val="Normalheadingblue"/>
              <w:rPr>
                <w:rFonts w:cs="Arial"/>
                <w:color w:val="auto"/>
                <w:szCs w:val="22"/>
              </w:rPr>
            </w:pPr>
            <w:r w:rsidRPr="001A7B4B">
              <w:rPr>
                <w:rFonts w:cs="Arial"/>
                <w:color w:val="auto"/>
                <w:szCs w:val="22"/>
              </w:rPr>
              <w:t>Knowledge check example:</w:t>
            </w:r>
          </w:p>
          <w:p w14:paraId="3F50D187" w14:textId="7BA41E2B" w:rsidR="00075ED0" w:rsidRPr="001A7B4B" w:rsidRDefault="009B2BC8" w:rsidP="002C017C">
            <w:pPr>
              <w:pStyle w:val="Normalheadingblue"/>
              <w:numPr>
                <w:ilvl w:val="0"/>
                <w:numId w:val="103"/>
              </w:numPr>
              <w:rPr>
                <w:rFonts w:cs="Arial"/>
                <w:b w:val="0"/>
                <w:color w:val="auto"/>
                <w:szCs w:val="22"/>
              </w:rPr>
            </w:pPr>
            <w:r w:rsidRPr="001A7B4B">
              <w:rPr>
                <w:rFonts w:cs="Arial"/>
                <w:b w:val="0"/>
                <w:color w:val="auto"/>
                <w:szCs w:val="22"/>
              </w:rPr>
              <w:t xml:space="preserve">Scenario task, </w:t>
            </w:r>
            <w:r w:rsidR="00F502C8" w:rsidRPr="001A7B4B">
              <w:rPr>
                <w:rFonts w:cs="Arial"/>
                <w:b w:val="0"/>
                <w:color w:val="auto"/>
                <w:szCs w:val="22"/>
              </w:rPr>
              <w:t>students</w:t>
            </w:r>
            <w:r w:rsidRPr="001A7B4B">
              <w:rPr>
                <w:rFonts w:cs="Arial"/>
                <w:b w:val="0"/>
                <w:color w:val="auto"/>
                <w:szCs w:val="22"/>
              </w:rPr>
              <w:t xml:space="preserve"> are to determine whether a radiator is suitable for a given room and scenario</w:t>
            </w:r>
            <w:r w:rsidR="005761B0">
              <w:rPr>
                <w:rFonts w:cs="Arial"/>
                <w:b w:val="0"/>
                <w:color w:val="auto"/>
                <w:szCs w:val="22"/>
              </w:rPr>
              <w:t>.</w:t>
            </w:r>
          </w:p>
          <w:p w14:paraId="1A830EFF" w14:textId="77777777" w:rsidR="00075ED0" w:rsidRPr="001A7B4B" w:rsidRDefault="00075ED0" w:rsidP="00075ED0">
            <w:pPr>
              <w:pStyle w:val="Normalheadingblue"/>
              <w:rPr>
                <w:rFonts w:cs="Arial"/>
                <w:color w:val="auto"/>
                <w:szCs w:val="22"/>
              </w:rPr>
            </w:pPr>
            <w:r w:rsidRPr="001A7B4B">
              <w:rPr>
                <w:rFonts w:cs="Arial"/>
                <w:color w:val="auto"/>
                <w:szCs w:val="22"/>
              </w:rPr>
              <w:t>Resources:</w:t>
            </w:r>
          </w:p>
          <w:p w14:paraId="12D54430" w14:textId="77777777" w:rsidR="009B2BC8" w:rsidRPr="001A7B4B" w:rsidRDefault="009B2BC8" w:rsidP="00075ED0">
            <w:pPr>
              <w:pStyle w:val="Normalheadingblue"/>
              <w:rPr>
                <w:rFonts w:cs="Arial"/>
                <w:b w:val="0"/>
                <w:color w:val="auto"/>
                <w:szCs w:val="22"/>
              </w:rPr>
            </w:pPr>
            <w:r w:rsidRPr="001A7B4B">
              <w:rPr>
                <w:rFonts w:cs="Arial"/>
                <w:b w:val="0"/>
                <w:color w:val="auto"/>
                <w:szCs w:val="22"/>
              </w:rPr>
              <w:t>Radiator catalogues</w:t>
            </w:r>
          </w:p>
          <w:p w14:paraId="1AA5A880" w14:textId="77777777" w:rsidR="009B2BC8" w:rsidRPr="001A7B4B" w:rsidRDefault="009B2BC8" w:rsidP="00075ED0">
            <w:pPr>
              <w:pStyle w:val="Normalheadingblue"/>
              <w:rPr>
                <w:rFonts w:cs="Arial"/>
                <w:b w:val="0"/>
                <w:color w:val="auto"/>
                <w:szCs w:val="22"/>
              </w:rPr>
            </w:pPr>
            <w:r w:rsidRPr="001A7B4B">
              <w:rPr>
                <w:rFonts w:cs="Arial"/>
                <w:b w:val="0"/>
                <w:color w:val="auto"/>
                <w:szCs w:val="22"/>
              </w:rPr>
              <w:t>Calculators</w:t>
            </w:r>
          </w:p>
          <w:p w14:paraId="603DFFC7" w14:textId="77777777" w:rsidR="00075ED0" w:rsidRPr="001A7B4B" w:rsidRDefault="00075ED0" w:rsidP="00075ED0">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458A67DC" w14:textId="77777777" w:rsidR="00DD207A" w:rsidRPr="001A7B4B" w:rsidRDefault="008A57D2">
            <w:r w:rsidRPr="001A7B4B">
              <w:lastRenderedPageBreak/>
              <w:t>Identify radiator types and connections</w:t>
            </w:r>
            <w:r w:rsidRPr="001A7B4B">
              <w:br/>
            </w:r>
            <w:r w:rsidRPr="001A7B4B">
              <w:br/>
            </w:r>
            <w:r w:rsidRPr="001A7B4B">
              <w:br/>
            </w:r>
            <w:r w:rsidRPr="001A7B4B">
              <w:br/>
            </w:r>
            <w:r w:rsidRPr="001A7B4B">
              <w:br/>
              <w:t>Calculate radiator outputs</w:t>
            </w:r>
            <w:r w:rsidRPr="001A7B4B">
              <w:br/>
            </w:r>
            <w:r w:rsidRPr="001A7B4B">
              <w:br/>
            </w:r>
            <w:r w:rsidRPr="001A7B4B">
              <w:br/>
            </w:r>
            <w:r w:rsidRPr="001A7B4B">
              <w:br/>
            </w:r>
            <w:r w:rsidRPr="001A7B4B">
              <w:br/>
            </w:r>
            <w:r w:rsidRPr="001A7B4B">
              <w:br/>
            </w:r>
            <w:r w:rsidRPr="001A7B4B">
              <w:br/>
            </w:r>
            <w:r w:rsidRPr="001A7B4B">
              <w:br/>
            </w:r>
            <w:r w:rsidRPr="001A7B4B">
              <w:br/>
            </w:r>
            <w:r w:rsidRPr="001A7B4B">
              <w:br/>
              <w:t>Scenario task</w:t>
            </w:r>
            <w:r w:rsidRPr="001A7B4B">
              <w:br/>
              <w:t xml:space="preserve">Maths skills (measurement, </w:t>
            </w:r>
            <w:r w:rsidRPr="001A7B4B">
              <w:lastRenderedPageBreak/>
              <w:t>scale, calculation, costing)</w:t>
            </w:r>
          </w:p>
        </w:tc>
      </w:tr>
      <w:tr w:rsidR="001A7B4B" w:rsidRPr="001A7B4B" w14:paraId="7BA896AD"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66FB487C" w14:textId="77777777" w:rsidR="00075ED0" w:rsidRDefault="00075ED0" w:rsidP="00075ED0">
            <w:pPr>
              <w:jc w:val="center"/>
              <w:rPr>
                <w:rFonts w:cs="Arial"/>
                <w:szCs w:val="22"/>
              </w:rPr>
            </w:pPr>
            <w:r>
              <w:rPr>
                <w:rFonts w:cs="Arial"/>
                <w:szCs w:val="22"/>
              </w:rPr>
              <w:lastRenderedPageBreak/>
              <w:t>1</w:t>
            </w:r>
            <w:r w:rsidR="009B2BC8">
              <w:rPr>
                <w:rFonts w:cs="Arial"/>
                <w:szCs w:val="22"/>
              </w:rPr>
              <w:t>58</w:t>
            </w:r>
            <w:r w:rsidR="0051519B">
              <w:rPr>
                <w:rFonts w:cs="Arial"/>
                <w:szCs w:val="22"/>
              </w:rPr>
              <w:t>-159</w:t>
            </w:r>
          </w:p>
          <w:p w14:paraId="5118BA2D" w14:textId="77777777" w:rsidR="0051519B" w:rsidRDefault="0051519B" w:rsidP="00075ED0">
            <w:pPr>
              <w:jc w:val="center"/>
              <w:rPr>
                <w:rFonts w:cs="Arial"/>
                <w:szCs w:val="22"/>
              </w:rPr>
            </w:pPr>
            <w:r>
              <w:rPr>
                <w:rFonts w:cs="Arial"/>
                <w:szCs w:val="22"/>
              </w:rPr>
              <w:t>6 hours</w:t>
            </w:r>
          </w:p>
        </w:tc>
        <w:tc>
          <w:tcPr>
            <w:tcW w:w="2199" w:type="dxa"/>
            <w:tcBorders>
              <w:top w:val="single" w:sz="4" w:space="0" w:color="C6C5C6"/>
              <w:left w:val="single" w:sz="4" w:space="0" w:color="C6C5C6"/>
              <w:bottom w:val="single" w:sz="4" w:space="0" w:color="C6C5C6"/>
              <w:right w:val="single" w:sz="4" w:space="0" w:color="C6C5C6"/>
            </w:tcBorders>
          </w:tcPr>
          <w:p w14:paraId="3CAB373A" w14:textId="77777777" w:rsidR="0051519B" w:rsidRPr="001A7B4B" w:rsidRDefault="0051519B" w:rsidP="0051519B">
            <w:pPr>
              <w:pStyle w:val="Normalheadingblack"/>
              <w:rPr>
                <w:rFonts w:cs="Arial"/>
                <w:lang w:eastAsia="en-GB"/>
              </w:rPr>
            </w:pPr>
            <w:r w:rsidRPr="001A7B4B">
              <w:rPr>
                <w:rFonts w:cs="Arial"/>
                <w:lang w:eastAsia="en-GB"/>
              </w:rPr>
              <w:t>Outcome 1 – Plumbing and heating common knowledge criteria</w:t>
            </w:r>
          </w:p>
          <w:p w14:paraId="0F726E9C" w14:textId="77777777" w:rsidR="0051519B" w:rsidRPr="001A7B4B" w:rsidRDefault="0051519B" w:rsidP="0051519B">
            <w:pPr>
              <w:pStyle w:val="Normalheadingblack"/>
              <w:rPr>
                <w:rFonts w:cs="Arial"/>
                <w:lang w:eastAsia="en-GB"/>
              </w:rPr>
            </w:pPr>
          </w:p>
          <w:p w14:paraId="340A158A" w14:textId="77777777" w:rsidR="0051519B" w:rsidRPr="001A7B4B" w:rsidRDefault="0051519B" w:rsidP="0051519B">
            <w:pPr>
              <w:pStyle w:val="Normalheadingblack"/>
              <w:rPr>
                <w:rFonts w:cs="Arial"/>
                <w:lang w:eastAsia="en-GB"/>
              </w:rPr>
            </w:pPr>
            <w:r w:rsidRPr="001A7B4B">
              <w:rPr>
                <w:rFonts w:cs="Arial"/>
                <w:lang w:eastAsia="en-GB"/>
              </w:rPr>
              <w:t>Outcome 2 Install plumbing and heating systems</w:t>
            </w:r>
          </w:p>
          <w:p w14:paraId="01E911D3" w14:textId="77777777" w:rsidR="00075ED0" w:rsidRPr="001A7B4B" w:rsidRDefault="00075ED0" w:rsidP="00075ED0">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655D7217" w14:textId="77777777" w:rsidR="00075ED0" w:rsidRPr="001A7B4B" w:rsidRDefault="00075ED0" w:rsidP="00075ED0">
            <w:pPr>
              <w:pStyle w:val="Normalheadingblack"/>
              <w:rPr>
                <w:rFonts w:cs="Arial"/>
                <w:b w:val="0"/>
                <w:szCs w:val="22"/>
              </w:rPr>
            </w:pPr>
            <w:r w:rsidRPr="001A7B4B">
              <w:rPr>
                <w:rFonts w:cs="Arial"/>
                <w:b w:val="0"/>
                <w:szCs w:val="22"/>
              </w:rPr>
              <w:t>K1.7 Plumbing and heating systems</w:t>
            </w:r>
          </w:p>
          <w:p w14:paraId="4CEEBD2A" w14:textId="77777777" w:rsidR="00075ED0" w:rsidRPr="001A7B4B" w:rsidRDefault="00075ED0" w:rsidP="00075ED0">
            <w:pPr>
              <w:pStyle w:val="Normalheadingblack"/>
              <w:rPr>
                <w:rFonts w:cs="Arial"/>
                <w:b w:val="0"/>
                <w:szCs w:val="22"/>
              </w:rPr>
            </w:pPr>
          </w:p>
          <w:p w14:paraId="7DDBD8CF" w14:textId="77777777" w:rsidR="00075ED0" w:rsidRPr="001A7B4B" w:rsidRDefault="00075ED0" w:rsidP="00075ED0">
            <w:pPr>
              <w:pStyle w:val="Normalheadingblack"/>
              <w:rPr>
                <w:rFonts w:cs="Arial"/>
                <w:b w:val="0"/>
                <w:szCs w:val="22"/>
              </w:rPr>
            </w:pPr>
            <w:r w:rsidRPr="001A7B4B">
              <w:rPr>
                <w:rFonts w:cs="Arial"/>
                <w:b w:val="0"/>
                <w:szCs w:val="22"/>
              </w:rPr>
              <w:t>K1.8 Components used in plumbing and heating systems</w:t>
            </w:r>
          </w:p>
          <w:p w14:paraId="76197442" w14:textId="77777777" w:rsidR="0051519B" w:rsidRPr="001A7B4B" w:rsidRDefault="0051519B" w:rsidP="00075ED0">
            <w:pPr>
              <w:pStyle w:val="Normalheadingblack"/>
              <w:rPr>
                <w:rFonts w:cs="Arial"/>
                <w:b w:val="0"/>
                <w:szCs w:val="22"/>
              </w:rPr>
            </w:pPr>
          </w:p>
          <w:p w14:paraId="498DF9F1" w14:textId="77777777" w:rsidR="0051519B" w:rsidRPr="001A7B4B" w:rsidRDefault="0051519B" w:rsidP="00075ED0">
            <w:pPr>
              <w:pStyle w:val="Normalheadingblack"/>
              <w:rPr>
                <w:rFonts w:cs="Arial"/>
                <w:b w:val="0"/>
                <w:szCs w:val="22"/>
              </w:rPr>
            </w:pPr>
            <w:r w:rsidRPr="001A7B4B">
              <w:rPr>
                <w:rFonts w:cs="Arial"/>
                <w:b w:val="0"/>
                <w:szCs w:val="22"/>
              </w:rPr>
              <w:t>K1.11 Appliances supported by plumbing and heating systems</w:t>
            </w:r>
          </w:p>
          <w:p w14:paraId="66BA7707" w14:textId="77777777" w:rsidR="0051519B" w:rsidRPr="001A7B4B" w:rsidRDefault="0051519B" w:rsidP="00075ED0">
            <w:pPr>
              <w:pStyle w:val="Normalheadingblack"/>
              <w:rPr>
                <w:rFonts w:cs="Arial"/>
                <w:b w:val="0"/>
                <w:szCs w:val="22"/>
              </w:rPr>
            </w:pPr>
          </w:p>
          <w:p w14:paraId="1A7537A3" w14:textId="77777777" w:rsidR="0051519B" w:rsidRPr="001A7B4B" w:rsidRDefault="0051519B" w:rsidP="00075ED0">
            <w:pPr>
              <w:pStyle w:val="Normalheadingblack"/>
              <w:rPr>
                <w:rFonts w:cs="Arial"/>
                <w:b w:val="0"/>
                <w:szCs w:val="22"/>
              </w:rPr>
            </w:pPr>
            <w:r w:rsidRPr="001A7B4B">
              <w:rPr>
                <w:rFonts w:cs="Arial"/>
                <w:b w:val="0"/>
                <w:szCs w:val="22"/>
              </w:rPr>
              <w:lastRenderedPageBreak/>
              <w:t>S2.19 Appliances supported by plumbing and heating systems</w:t>
            </w:r>
          </w:p>
          <w:p w14:paraId="1DE437DE" w14:textId="77777777" w:rsidR="002B17DF" w:rsidRPr="001A7B4B" w:rsidRDefault="002B17DF" w:rsidP="00075ED0">
            <w:pPr>
              <w:pStyle w:val="Normalheadingblack"/>
              <w:rPr>
                <w:rFonts w:cs="Arial"/>
                <w:b w:val="0"/>
                <w:szCs w:val="22"/>
              </w:rPr>
            </w:pPr>
          </w:p>
          <w:p w14:paraId="573FF658" w14:textId="77777777" w:rsidR="002B17DF" w:rsidRPr="001A7B4B" w:rsidRDefault="002B17DF" w:rsidP="00075ED0">
            <w:pPr>
              <w:pStyle w:val="Normalheadingblack"/>
              <w:rPr>
                <w:rFonts w:cs="Arial"/>
                <w:b w:val="0"/>
                <w:szCs w:val="22"/>
              </w:rPr>
            </w:pPr>
            <w:r w:rsidRPr="001A7B4B">
              <w:rPr>
                <w:rFonts w:cs="Arial"/>
                <w:b w:val="0"/>
                <w:szCs w:val="22"/>
              </w:rPr>
              <w:t>S2.4 Mark out requirements</w:t>
            </w:r>
          </w:p>
          <w:p w14:paraId="4BDA7EBC" w14:textId="77777777" w:rsidR="0051519B" w:rsidRPr="001A7B4B" w:rsidRDefault="0051519B" w:rsidP="00075ED0">
            <w:pPr>
              <w:pStyle w:val="Normalheadingblack"/>
              <w:rPr>
                <w:rFonts w:cs="Arial"/>
                <w:b w:val="0"/>
                <w:szCs w:val="22"/>
              </w:rPr>
            </w:pPr>
          </w:p>
          <w:p w14:paraId="183CDA4D" w14:textId="77777777" w:rsidR="0051519B" w:rsidRPr="001A7B4B" w:rsidRDefault="0051519B" w:rsidP="00075ED0">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718F73F1" w14:textId="77777777" w:rsidR="00075ED0" w:rsidRPr="001A7B4B" w:rsidRDefault="00075ED0" w:rsidP="00075ED0">
            <w:pPr>
              <w:pStyle w:val="Normalheadingblue"/>
              <w:rPr>
                <w:rFonts w:cs="Arial"/>
                <w:color w:val="auto"/>
                <w:szCs w:val="22"/>
              </w:rPr>
            </w:pPr>
            <w:r w:rsidRPr="001A7B4B">
              <w:rPr>
                <w:rFonts w:cs="Arial"/>
                <w:color w:val="auto"/>
                <w:szCs w:val="22"/>
              </w:rPr>
              <w:lastRenderedPageBreak/>
              <w:t>Activity:</w:t>
            </w:r>
          </w:p>
          <w:p w14:paraId="275FD8B1" w14:textId="77777777" w:rsidR="00075ED0" w:rsidRPr="001A7B4B" w:rsidRDefault="00075ED0" w:rsidP="00075ED0">
            <w:pPr>
              <w:pStyle w:val="Normalheadingblue"/>
              <w:rPr>
                <w:rFonts w:cs="Arial"/>
                <w:color w:val="auto"/>
                <w:szCs w:val="22"/>
              </w:rPr>
            </w:pPr>
          </w:p>
          <w:p w14:paraId="2308C6C2" w14:textId="77777777" w:rsidR="00075ED0" w:rsidRPr="001A7B4B" w:rsidRDefault="00075ED0" w:rsidP="00075ED0">
            <w:pPr>
              <w:pStyle w:val="Normalheadingblue"/>
              <w:rPr>
                <w:rFonts w:cs="Arial"/>
                <w:color w:val="auto"/>
                <w:szCs w:val="22"/>
              </w:rPr>
            </w:pPr>
            <w:r w:rsidRPr="001A7B4B">
              <w:rPr>
                <w:rFonts w:cs="Arial"/>
                <w:color w:val="auto"/>
                <w:szCs w:val="22"/>
              </w:rPr>
              <w:t>Starter task example:</w:t>
            </w:r>
          </w:p>
          <w:p w14:paraId="22BDCCC1" w14:textId="7E25C90E" w:rsidR="0051519B" w:rsidRPr="001A7B4B" w:rsidRDefault="0051519B" w:rsidP="002C017C">
            <w:pPr>
              <w:pStyle w:val="Normalheadingblue"/>
              <w:numPr>
                <w:ilvl w:val="0"/>
                <w:numId w:val="103"/>
              </w:numPr>
              <w:rPr>
                <w:rFonts w:cs="Arial"/>
                <w:b w:val="0"/>
                <w:color w:val="auto"/>
                <w:szCs w:val="22"/>
              </w:rPr>
            </w:pPr>
            <w:r w:rsidRPr="001A7B4B">
              <w:rPr>
                <w:rFonts w:cs="Arial"/>
                <w:b w:val="0"/>
                <w:color w:val="auto"/>
                <w:szCs w:val="22"/>
              </w:rPr>
              <w:t xml:space="preserve">Recap – </w:t>
            </w:r>
            <w:r w:rsidR="00F502C8" w:rsidRPr="001A7B4B">
              <w:rPr>
                <w:rFonts w:cs="Arial"/>
                <w:b w:val="0"/>
                <w:color w:val="auto"/>
                <w:szCs w:val="22"/>
              </w:rPr>
              <w:t>students</w:t>
            </w:r>
            <w:r w:rsidRPr="001A7B4B">
              <w:rPr>
                <w:rFonts w:cs="Arial"/>
                <w:b w:val="0"/>
                <w:color w:val="auto"/>
                <w:szCs w:val="22"/>
              </w:rPr>
              <w:t xml:space="preserve"> are to state a fact regarding boiler types before nominating a peer to do the same</w:t>
            </w:r>
            <w:r w:rsidR="005761B0">
              <w:rPr>
                <w:rFonts w:cs="Arial"/>
                <w:b w:val="0"/>
                <w:color w:val="auto"/>
                <w:szCs w:val="22"/>
              </w:rPr>
              <w:t>.</w:t>
            </w:r>
          </w:p>
          <w:p w14:paraId="6664DE81" w14:textId="77777777" w:rsidR="00075ED0" w:rsidRPr="001A7B4B" w:rsidRDefault="00075ED0" w:rsidP="00075ED0">
            <w:pPr>
              <w:pStyle w:val="Normalheadingblue"/>
              <w:rPr>
                <w:rFonts w:cs="Arial"/>
                <w:color w:val="auto"/>
                <w:szCs w:val="22"/>
              </w:rPr>
            </w:pPr>
          </w:p>
          <w:p w14:paraId="46B8E543" w14:textId="77777777" w:rsidR="00075ED0" w:rsidRPr="001A7B4B" w:rsidRDefault="00075ED0" w:rsidP="00075ED0">
            <w:pPr>
              <w:pStyle w:val="Normalheadingblue"/>
              <w:rPr>
                <w:rFonts w:cs="Arial"/>
                <w:color w:val="auto"/>
                <w:szCs w:val="22"/>
              </w:rPr>
            </w:pPr>
            <w:r w:rsidRPr="001A7B4B">
              <w:rPr>
                <w:rFonts w:cs="Arial"/>
                <w:color w:val="auto"/>
                <w:szCs w:val="22"/>
              </w:rPr>
              <w:t>Delivery:</w:t>
            </w:r>
          </w:p>
          <w:p w14:paraId="3E40127B" w14:textId="77777777" w:rsidR="00075ED0" w:rsidRPr="001A7B4B" w:rsidRDefault="009B2BC8" w:rsidP="00075ED0">
            <w:pPr>
              <w:pStyle w:val="Normalheadingblue"/>
              <w:rPr>
                <w:rFonts w:cs="Arial"/>
                <w:color w:val="auto"/>
                <w:szCs w:val="22"/>
              </w:rPr>
            </w:pPr>
            <w:r w:rsidRPr="001A7B4B">
              <w:rPr>
                <w:rFonts w:cs="Arial"/>
                <w:color w:val="auto"/>
                <w:szCs w:val="22"/>
              </w:rPr>
              <w:t xml:space="preserve">Practical session – Installation of heating system and components – Boiler </w:t>
            </w:r>
            <w:r w:rsidR="0051519B" w:rsidRPr="001A7B4B">
              <w:rPr>
                <w:rFonts w:cs="Arial"/>
                <w:color w:val="auto"/>
                <w:szCs w:val="22"/>
              </w:rPr>
              <w:t>installation</w:t>
            </w:r>
          </w:p>
          <w:p w14:paraId="3B11DC0A" w14:textId="77777777" w:rsidR="009B2BC8" w:rsidRPr="001A7B4B" w:rsidRDefault="009B2BC8" w:rsidP="002C017C">
            <w:pPr>
              <w:pStyle w:val="Normalheadingblue"/>
              <w:numPr>
                <w:ilvl w:val="0"/>
                <w:numId w:val="103"/>
              </w:numPr>
              <w:rPr>
                <w:rFonts w:cs="Arial"/>
                <w:b w:val="0"/>
                <w:color w:val="auto"/>
                <w:szCs w:val="22"/>
              </w:rPr>
            </w:pPr>
            <w:r w:rsidRPr="001A7B4B">
              <w:rPr>
                <w:rFonts w:cs="Arial"/>
                <w:b w:val="0"/>
                <w:color w:val="auto"/>
                <w:szCs w:val="22"/>
              </w:rPr>
              <w:t xml:space="preserve">Tutor to set criteria for the session. </w:t>
            </w:r>
          </w:p>
          <w:p w14:paraId="37333FEE" w14:textId="0A9F1F7E" w:rsidR="009B2BC8" w:rsidRPr="001A7B4B" w:rsidRDefault="00116A2E" w:rsidP="002C017C">
            <w:pPr>
              <w:pStyle w:val="Normalheadingblue"/>
              <w:numPr>
                <w:ilvl w:val="0"/>
                <w:numId w:val="103"/>
              </w:numPr>
              <w:rPr>
                <w:rFonts w:cs="Arial"/>
                <w:b w:val="0"/>
                <w:color w:val="auto"/>
                <w:szCs w:val="22"/>
              </w:rPr>
            </w:pPr>
            <w:r w:rsidRPr="001A7B4B">
              <w:rPr>
                <w:rFonts w:cs="Arial"/>
                <w:b w:val="0"/>
                <w:color w:val="auto"/>
                <w:szCs w:val="22"/>
              </w:rPr>
              <w:lastRenderedPageBreak/>
              <w:t>Students</w:t>
            </w:r>
            <w:r w:rsidR="009B2BC8" w:rsidRPr="001A7B4B">
              <w:rPr>
                <w:rFonts w:cs="Arial"/>
                <w:b w:val="0"/>
                <w:color w:val="auto"/>
                <w:szCs w:val="22"/>
              </w:rPr>
              <w:t xml:space="preserve"> are to work in pairs to install a combination boiler at given height and location</w:t>
            </w:r>
            <w:r w:rsidR="005761B0">
              <w:rPr>
                <w:rFonts w:cs="Arial"/>
                <w:b w:val="0"/>
                <w:color w:val="auto"/>
                <w:szCs w:val="22"/>
              </w:rPr>
              <w:t>.</w:t>
            </w:r>
          </w:p>
          <w:p w14:paraId="44284E33" w14:textId="1587CC90" w:rsidR="009B2BC8" w:rsidRPr="001A7B4B" w:rsidRDefault="00116A2E" w:rsidP="002C017C">
            <w:pPr>
              <w:pStyle w:val="Normalheadingblue"/>
              <w:numPr>
                <w:ilvl w:val="0"/>
                <w:numId w:val="103"/>
              </w:numPr>
              <w:rPr>
                <w:rFonts w:cs="Arial"/>
                <w:b w:val="0"/>
                <w:color w:val="auto"/>
                <w:szCs w:val="22"/>
              </w:rPr>
            </w:pPr>
            <w:r w:rsidRPr="001A7B4B">
              <w:rPr>
                <w:rFonts w:cs="Arial"/>
                <w:b w:val="0"/>
                <w:color w:val="auto"/>
                <w:szCs w:val="22"/>
              </w:rPr>
              <w:t>Students</w:t>
            </w:r>
            <w:r w:rsidR="009B2BC8" w:rsidRPr="001A7B4B">
              <w:rPr>
                <w:rFonts w:cs="Arial"/>
                <w:b w:val="0"/>
                <w:color w:val="auto"/>
                <w:szCs w:val="22"/>
              </w:rPr>
              <w:t xml:space="preserve"> to ensure that boiler is suitable for scenario provided by tutor</w:t>
            </w:r>
            <w:r w:rsidR="005761B0">
              <w:rPr>
                <w:rFonts w:cs="Arial"/>
                <w:b w:val="0"/>
                <w:color w:val="auto"/>
                <w:szCs w:val="22"/>
              </w:rPr>
              <w:t>.</w:t>
            </w:r>
          </w:p>
          <w:p w14:paraId="594CD1F8" w14:textId="15BF7519" w:rsidR="009B2BC8" w:rsidRPr="001A7B4B" w:rsidRDefault="00116A2E" w:rsidP="002C017C">
            <w:pPr>
              <w:pStyle w:val="Normalheadingblue"/>
              <w:numPr>
                <w:ilvl w:val="0"/>
                <w:numId w:val="103"/>
              </w:numPr>
              <w:rPr>
                <w:rFonts w:cs="Arial"/>
                <w:b w:val="0"/>
                <w:color w:val="auto"/>
                <w:szCs w:val="22"/>
              </w:rPr>
            </w:pPr>
            <w:r w:rsidRPr="001A7B4B">
              <w:rPr>
                <w:rFonts w:cs="Arial"/>
                <w:b w:val="0"/>
                <w:color w:val="auto"/>
                <w:szCs w:val="22"/>
              </w:rPr>
              <w:t>Students</w:t>
            </w:r>
            <w:r w:rsidR="009B2BC8" w:rsidRPr="001A7B4B">
              <w:rPr>
                <w:rFonts w:cs="Arial"/>
                <w:b w:val="0"/>
                <w:color w:val="auto"/>
                <w:szCs w:val="22"/>
              </w:rPr>
              <w:t xml:space="preserve"> are to connect the flue to the boiler</w:t>
            </w:r>
            <w:r w:rsidR="005761B0">
              <w:rPr>
                <w:rFonts w:cs="Arial"/>
                <w:b w:val="0"/>
                <w:color w:val="auto"/>
                <w:szCs w:val="22"/>
              </w:rPr>
              <w:t>.</w:t>
            </w:r>
          </w:p>
          <w:p w14:paraId="731FEFF5" w14:textId="6CFC102E" w:rsidR="0051519B" w:rsidRPr="001A7B4B" w:rsidRDefault="00116A2E" w:rsidP="002C017C">
            <w:pPr>
              <w:pStyle w:val="Normalheadingblue"/>
              <w:numPr>
                <w:ilvl w:val="0"/>
                <w:numId w:val="103"/>
              </w:numPr>
              <w:rPr>
                <w:rFonts w:cs="Arial"/>
                <w:b w:val="0"/>
                <w:color w:val="auto"/>
                <w:szCs w:val="22"/>
              </w:rPr>
            </w:pPr>
            <w:r w:rsidRPr="001A7B4B">
              <w:rPr>
                <w:rFonts w:cs="Arial"/>
                <w:b w:val="0"/>
                <w:color w:val="auto"/>
                <w:szCs w:val="22"/>
              </w:rPr>
              <w:t>Students</w:t>
            </w:r>
            <w:r w:rsidR="0051519B" w:rsidRPr="001A7B4B">
              <w:rPr>
                <w:rFonts w:cs="Arial"/>
                <w:b w:val="0"/>
                <w:color w:val="auto"/>
                <w:szCs w:val="22"/>
              </w:rPr>
              <w:t xml:space="preserve"> to connect initial pipework to boiler for further connection later</w:t>
            </w:r>
            <w:r w:rsidR="005761B0">
              <w:rPr>
                <w:rFonts w:cs="Arial"/>
                <w:b w:val="0"/>
                <w:color w:val="auto"/>
                <w:szCs w:val="22"/>
              </w:rPr>
              <w:t>.</w:t>
            </w:r>
          </w:p>
          <w:p w14:paraId="2B45742E" w14:textId="1D059539" w:rsidR="0051519B" w:rsidRPr="001A7B4B" w:rsidRDefault="0051519B" w:rsidP="002C017C">
            <w:pPr>
              <w:pStyle w:val="Normalheadingblue"/>
              <w:numPr>
                <w:ilvl w:val="0"/>
                <w:numId w:val="103"/>
              </w:numPr>
              <w:rPr>
                <w:rFonts w:cs="Arial"/>
                <w:b w:val="0"/>
                <w:color w:val="auto"/>
                <w:szCs w:val="22"/>
              </w:rPr>
            </w:pPr>
            <w:r w:rsidRPr="001A7B4B">
              <w:rPr>
                <w:rFonts w:cs="Arial"/>
                <w:b w:val="0"/>
                <w:color w:val="auto"/>
                <w:szCs w:val="22"/>
              </w:rPr>
              <w:t>On completion tutor is to check dimensions and installation quality</w:t>
            </w:r>
            <w:r w:rsidR="005761B0">
              <w:rPr>
                <w:rFonts w:cs="Arial"/>
                <w:b w:val="0"/>
                <w:color w:val="auto"/>
                <w:szCs w:val="22"/>
              </w:rPr>
              <w:t>.</w:t>
            </w:r>
          </w:p>
          <w:p w14:paraId="2286CB06" w14:textId="77777777" w:rsidR="00075ED0" w:rsidRPr="001A7B4B" w:rsidRDefault="00075ED0" w:rsidP="00075ED0">
            <w:pPr>
              <w:pStyle w:val="Normalheadingblue"/>
              <w:rPr>
                <w:rFonts w:cs="Arial"/>
                <w:color w:val="auto"/>
                <w:szCs w:val="22"/>
              </w:rPr>
            </w:pPr>
          </w:p>
          <w:p w14:paraId="28277581" w14:textId="77777777" w:rsidR="00075ED0" w:rsidRPr="001A7B4B" w:rsidRDefault="00075ED0" w:rsidP="00075ED0">
            <w:pPr>
              <w:pStyle w:val="Normalheadingblue"/>
              <w:rPr>
                <w:rFonts w:cs="Arial"/>
                <w:color w:val="auto"/>
                <w:szCs w:val="22"/>
              </w:rPr>
            </w:pPr>
            <w:r w:rsidRPr="001A7B4B">
              <w:rPr>
                <w:rFonts w:cs="Arial"/>
                <w:color w:val="auto"/>
                <w:szCs w:val="22"/>
              </w:rPr>
              <w:t xml:space="preserve">Knowledge </w:t>
            </w:r>
            <w:r w:rsidR="0051519B" w:rsidRPr="001A7B4B">
              <w:rPr>
                <w:rFonts w:cs="Arial"/>
                <w:color w:val="auto"/>
                <w:szCs w:val="22"/>
              </w:rPr>
              <w:t xml:space="preserve">and skill </w:t>
            </w:r>
            <w:r w:rsidRPr="001A7B4B">
              <w:rPr>
                <w:rFonts w:cs="Arial"/>
                <w:color w:val="auto"/>
                <w:szCs w:val="22"/>
              </w:rPr>
              <w:t>check example:</w:t>
            </w:r>
          </w:p>
          <w:p w14:paraId="0CD3A4EB" w14:textId="7A3A5D62" w:rsidR="00075ED0" w:rsidRPr="001A7B4B" w:rsidRDefault="0051519B" w:rsidP="002C017C">
            <w:pPr>
              <w:pStyle w:val="Normalheadingblue"/>
              <w:numPr>
                <w:ilvl w:val="0"/>
                <w:numId w:val="104"/>
              </w:numPr>
              <w:rPr>
                <w:rFonts w:cs="Arial"/>
                <w:b w:val="0"/>
                <w:color w:val="auto"/>
                <w:szCs w:val="22"/>
              </w:rPr>
            </w:pPr>
            <w:r w:rsidRPr="001A7B4B">
              <w:rPr>
                <w:rFonts w:cs="Arial"/>
                <w:b w:val="0"/>
                <w:color w:val="auto"/>
                <w:szCs w:val="22"/>
              </w:rPr>
              <w:t>Install boiler to given specification</w:t>
            </w:r>
            <w:r w:rsidR="005761B0">
              <w:rPr>
                <w:rFonts w:cs="Arial"/>
                <w:b w:val="0"/>
                <w:color w:val="auto"/>
                <w:szCs w:val="22"/>
              </w:rPr>
              <w:t>.</w:t>
            </w:r>
          </w:p>
          <w:p w14:paraId="2E6A70B0" w14:textId="77777777" w:rsidR="00075ED0" w:rsidRPr="001A7B4B" w:rsidRDefault="00075ED0" w:rsidP="00075ED0">
            <w:pPr>
              <w:pStyle w:val="Normalheadingblue"/>
              <w:rPr>
                <w:rFonts w:cs="Arial"/>
                <w:color w:val="auto"/>
                <w:szCs w:val="22"/>
              </w:rPr>
            </w:pPr>
            <w:r w:rsidRPr="001A7B4B">
              <w:rPr>
                <w:rFonts w:cs="Arial"/>
                <w:color w:val="auto"/>
                <w:szCs w:val="22"/>
              </w:rPr>
              <w:t>Resources:</w:t>
            </w:r>
          </w:p>
          <w:p w14:paraId="4471D4F2" w14:textId="77777777" w:rsidR="0051519B" w:rsidRPr="001A7B4B" w:rsidRDefault="0051519B" w:rsidP="00075ED0">
            <w:pPr>
              <w:pStyle w:val="Normalheadingblue"/>
              <w:rPr>
                <w:rFonts w:cs="Arial"/>
                <w:b w:val="0"/>
                <w:color w:val="auto"/>
                <w:szCs w:val="22"/>
              </w:rPr>
            </w:pPr>
            <w:r w:rsidRPr="001A7B4B">
              <w:rPr>
                <w:rFonts w:cs="Arial"/>
                <w:b w:val="0"/>
                <w:color w:val="auto"/>
                <w:szCs w:val="22"/>
              </w:rPr>
              <w:t>PPE</w:t>
            </w:r>
          </w:p>
          <w:p w14:paraId="5E032CEA" w14:textId="185A43C8" w:rsidR="0051519B" w:rsidRPr="001A7B4B" w:rsidRDefault="00E7366E" w:rsidP="00075ED0">
            <w:pPr>
              <w:pStyle w:val="Normalheadingblue"/>
              <w:rPr>
                <w:rFonts w:cs="Arial"/>
                <w:b w:val="0"/>
                <w:color w:val="auto"/>
                <w:szCs w:val="22"/>
              </w:rPr>
            </w:pPr>
            <w:r w:rsidRPr="001A7B4B">
              <w:rPr>
                <w:rFonts w:cs="Arial"/>
                <w:b w:val="0"/>
                <w:color w:val="auto"/>
                <w:szCs w:val="22"/>
              </w:rPr>
              <w:t>Hand tools</w:t>
            </w:r>
          </w:p>
          <w:p w14:paraId="3ADF0784" w14:textId="77777777" w:rsidR="0051519B" w:rsidRPr="001A7B4B" w:rsidRDefault="0051519B" w:rsidP="00075ED0">
            <w:pPr>
              <w:pStyle w:val="Normalheadingblue"/>
              <w:rPr>
                <w:rFonts w:cs="Arial"/>
                <w:b w:val="0"/>
                <w:color w:val="auto"/>
                <w:szCs w:val="22"/>
              </w:rPr>
            </w:pPr>
            <w:r w:rsidRPr="001A7B4B">
              <w:rPr>
                <w:rFonts w:cs="Arial"/>
                <w:b w:val="0"/>
                <w:color w:val="auto"/>
                <w:szCs w:val="22"/>
              </w:rPr>
              <w:t>Drills and drill bits</w:t>
            </w:r>
          </w:p>
          <w:p w14:paraId="19302C1F" w14:textId="77777777" w:rsidR="0051519B" w:rsidRPr="001A7B4B" w:rsidRDefault="0051519B" w:rsidP="00075ED0">
            <w:pPr>
              <w:pStyle w:val="Normalheadingblue"/>
              <w:rPr>
                <w:rFonts w:cs="Arial"/>
                <w:b w:val="0"/>
                <w:color w:val="auto"/>
                <w:szCs w:val="22"/>
              </w:rPr>
            </w:pPr>
            <w:r w:rsidRPr="001A7B4B">
              <w:rPr>
                <w:rFonts w:cs="Arial"/>
                <w:b w:val="0"/>
                <w:color w:val="auto"/>
                <w:szCs w:val="22"/>
              </w:rPr>
              <w:t>Fixings</w:t>
            </w:r>
          </w:p>
          <w:p w14:paraId="68195A94" w14:textId="77777777" w:rsidR="0051519B" w:rsidRPr="001A7B4B" w:rsidRDefault="0051519B" w:rsidP="00075ED0">
            <w:pPr>
              <w:pStyle w:val="Normalheadingblue"/>
              <w:rPr>
                <w:rFonts w:cs="Arial"/>
                <w:b w:val="0"/>
                <w:color w:val="auto"/>
                <w:szCs w:val="22"/>
              </w:rPr>
            </w:pPr>
            <w:r w:rsidRPr="001A7B4B">
              <w:rPr>
                <w:rFonts w:cs="Arial"/>
                <w:b w:val="0"/>
                <w:color w:val="auto"/>
                <w:szCs w:val="22"/>
              </w:rPr>
              <w:t>Tape measures</w:t>
            </w:r>
          </w:p>
          <w:p w14:paraId="2FB4DE3F" w14:textId="77777777" w:rsidR="0051519B" w:rsidRPr="001A7B4B" w:rsidRDefault="0051519B" w:rsidP="00075ED0">
            <w:pPr>
              <w:pStyle w:val="Normalheadingblue"/>
              <w:rPr>
                <w:rFonts w:cs="Arial"/>
                <w:b w:val="0"/>
                <w:color w:val="auto"/>
                <w:szCs w:val="22"/>
              </w:rPr>
            </w:pPr>
            <w:r w:rsidRPr="001A7B4B">
              <w:rPr>
                <w:rFonts w:cs="Arial"/>
                <w:b w:val="0"/>
                <w:color w:val="auto"/>
                <w:szCs w:val="22"/>
              </w:rPr>
              <w:t>Spirit levels</w:t>
            </w:r>
          </w:p>
          <w:p w14:paraId="48BEE1BD" w14:textId="77777777" w:rsidR="0051519B" w:rsidRPr="001A7B4B" w:rsidRDefault="0051519B" w:rsidP="00075ED0">
            <w:pPr>
              <w:pStyle w:val="Normalheadingblue"/>
              <w:rPr>
                <w:rFonts w:cs="Arial"/>
                <w:b w:val="0"/>
                <w:color w:val="auto"/>
                <w:szCs w:val="22"/>
              </w:rPr>
            </w:pPr>
            <w:r w:rsidRPr="001A7B4B">
              <w:rPr>
                <w:rFonts w:cs="Arial"/>
                <w:b w:val="0"/>
                <w:color w:val="auto"/>
                <w:szCs w:val="22"/>
              </w:rPr>
              <w:t>Boiler templates</w:t>
            </w:r>
          </w:p>
          <w:p w14:paraId="5DE6FB1B" w14:textId="77777777" w:rsidR="00075ED0" w:rsidRPr="001A7B4B" w:rsidRDefault="00075ED0" w:rsidP="00075ED0">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013C26C9" w14:textId="77777777" w:rsidR="00DD207A" w:rsidRPr="001A7B4B" w:rsidRDefault="008A57D2">
            <w:r w:rsidRPr="001A7B4B">
              <w:lastRenderedPageBreak/>
              <w:t>Q&amp;A</w:t>
            </w:r>
            <w:r w:rsidRPr="001A7B4B">
              <w:br/>
            </w:r>
            <w:r w:rsidRPr="001A7B4B">
              <w:br/>
            </w:r>
            <w:r w:rsidRPr="001A7B4B">
              <w:br/>
            </w:r>
            <w:r w:rsidRPr="001A7B4B">
              <w:br/>
            </w:r>
            <w:r w:rsidRPr="001A7B4B">
              <w:br/>
            </w:r>
            <w:r w:rsidRPr="001A7B4B">
              <w:br/>
            </w:r>
            <w:r w:rsidRPr="001A7B4B">
              <w:br/>
              <w:t>Install boiler and flue</w:t>
            </w:r>
            <w:r w:rsidRPr="001A7B4B">
              <w:br/>
              <w:t>English skills (reading, writing, technical vocabulary)</w:t>
            </w:r>
          </w:p>
        </w:tc>
      </w:tr>
      <w:tr w:rsidR="001A7B4B" w:rsidRPr="001A7B4B" w14:paraId="316E9337"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0DA96AC1" w14:textId="77777777" w:rsidR="00075ED0" w:rsidRDefault="0051519B" w:rsidP="00075ED0">
            <w:pPr>
              <w:jc w:val="center"/>
              <w:rPr>
                <w:rFonts w:cs="Arial"/>
                <w:szCs w:val="22"/>
              </w:rPr>
            </w:pPr>
            <w:r>
              <w:rPr>
                <w:rFonts w:cs="Arial"/>
                <w:szCs w:val="22"/>
              </w:rPr>
              <w:lastRenderedPageBreak/>
              <w:t>160-161</w:t>
            </w:r>
          </w:p>
          <w:p w14:paraId="37712F87" w14:textId="77777777" w:rsidR="000B0A34" w:rsidRDefault="000B0A34" w:rsidP="00075ED0">
            <w:pPr>
              <w:jc w:val="center"/>
              <w:rPr>
                <w:rFonts w:cs="Arial"/>
                <w:szCs w:val="22"/>
              </w:rPr>
            </w:pPr>
            <w:r>
              <w:rPr>
                <w:rFonts w:cs="Arial"/>
                <w:szCs w:val="22"/>
              </w:rPr>
              <w:t>6 hours</w:t>
            </w:r>
          </w:p>
        </w:tc>
        <w:tc>
          <w:tcPr>
            <w:tcW w:w="2199" w:type="dxa"/>
            <w:tcBorders>
              <w:top w:val="single" w:sz="4" w:space="0" w:color="C6C5C6"/>
              <w:left w:val="single" w:sz="4" w:space="0" w:color="C6C5C6"/>
              <w:bottom w:val="single" w:sz="4" w:space="0" w:color="C6C5C6"/>
              <w:right w:val="single" w:sz="4" w:space="0" w:color="C6C5C6"/>
            </w:tcBorders>
          </w:tcPr>
          <w:p w14:paraId="0C39177A" w14:textId="77777777" w:rsidR="00075ED0" w:rsidRPr="001A7B4B" w:rsidRDefault="00075ED0" w:rsidP="00075ED0">
            <w:pPr>
              <w:pStyle w:val="Normalheadingblack"/>
              <w:rPr>
                <w:rFonts w:cs="Arial"/>
                <w:lang w:eastAsia="en-GB"/>
              </w:rPr>
            </w:pPr>
            <w:r w:rsidRPr="001A7B4B">
              <w:rPr>
                <w:rFonts w:cs="Arial"/>
                <w:lang w:eastAsia="en-GB"/>
              </w:rPr>
              <w:t>Outcome 1 – Plumbing and heating common knowledge criteria</w:t>
            </w:r>
          </w:p>
          <w:p w14:paraId="0546571A" w14:textId="77777777" w:rsidR="00075ED0" w:rsidRPr="001A7B4B" w:rsidRDefault="00075ED0" w:rsidP="00075ED0">
            <w:pPr>
              <w:pStyle w:val="Normalheadingblack"/>
              <w:rPr>
                <w:rFonts w:cs="Arial"/>
                <w:lang w:eastAsia="en-GB"/>
              </w:rPr>
            </w:pPr>
          </w:p>
          <w:p w14:paraId="76882143" w14:textId="77777777" w:rsidR="00012A85" w:rsidRPr="001A7B4B" w:rsidRDefault="00012A85" w:rsidP="00012A85">
            <w:pPr>
              <w:pStyle w:val="Normalheadingblack"/>
              <w:rPr>
                <w:rFonts w:cs="Arial"/>
                <w:lang w:eastAsia="en-GB"/>
              </w:rPr>
            </w:pPr>
            <w:r w:rsidRPr="001A7B4B">
              <w:rPr>
                <w:rFonts w:cs="Arial"/>
                <w:lang w:eastAsia="en-GB"/>
              </w:rPr>
              <w:t>Outcome 2 Install plumbing and heating systems</w:t>
            </w:r>
          </w:p>
          <w:p w14:paraId="5F70F69B" w14:textId="77777777" w:rsidR="00012A85" w:rsidRPr="001A7B4B" w:rsidRDefault="00012A85" w:rsidP="00075ED0">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0BB18E79" w14:textId="77777777" w:rsidR="00075ED0" w:rsidRPr="001A7B4B" w:rsidRDefault="00075ED0" w:rsidP="00075ED0">
            <w:pPr>
              <w:pStyle w:val="Normalheadingblack"/>
              <w:rPr>
                <w:rFonts w:cs="Arial"/>
                <w:b w:val="0"/>
                <w:szCs w:val="22"/>
              </w:rPr>
            </w:pPr>
            <w:r w:rsidRPr="001A7B4B">
              <w:rPr>
                <w:rFonts w:cs="Arial"/>
                <w:b w:val="0"/>
                <w:szCs w:val="22"/>
              </w:rPr>
              <w:t>K1.7 Plumbing and heating systems</w:t>
            </w:r>
          </w:p>
          <w:p w14:paraId="35B37C98" w14:textId="77777777" w:rsidR="00075ED0" w:rsidRPr="001A7B4B" w:rsidRDefault="00075ED0" w:rsidP="00075ED0">
            <w:pPr>
              <w:pStyle w:val="Normalheadingblack"/>
              <w:rPr>
                <w:rFonts w:cs="Arial"/>
                <w:b w:val="0"/>
                <w:szCs w:val="22"/>
              </w:rPr>
            </w:pPr>
          </w:p>
          <w:p w14:paraId="41BF9561" w14:textId="77777777" w:rsidR="00075ED0" w:rsidRPr="001A7B4B" w:rsidRDefault="00075ED0" w:rsidP="00075ED0">
            <w:pPr>
              <w:pStyle w:val="Normalheadingblack"/>
              <w:rPr>
                <w:rFonts w:cs="Arial"/>
                <w:b w:val="0"/>
                <w:szCs w:val="22"/>
              </w:rPr>
            </w:pPr>
            <w:r w:rsidRPr="001A7B4B">
              <w:rPr>
                <w:rFonts w:cs="Arial"/>
                <w:b w:val="0"/>
                <w:szCs w:val="22"/>
              </w:rPr>
              <w:t>K1.8 Components used in plumbing and heating systems</w:t>
            </w:r>
          </w:p>
          <w:p w14:paraId="6DD292FC" w14:textId="77777777" w:rsidR="00012A85" w:rsidRPr="001A7B4B" w:rsidRDefault="00012A85" w:rsidP="00075ED0">
            <w:pPr>
              <w:pStyle w:val="Normalheadingblack"/>
              <w:rPr>
                <w:rFonts w:cs="Arial"/>
                <w:b w:val="0"/>
                <w:szCs w:val="22"/>
              </w:rPr>
            </w:pPr>
          </w:p>
          <w:p w14:paraId="425DCB34" w14:textId="77777777" w:rsidR="00012A85" w:rsidRPr="001A7B4B" w:rsidRDefault="00012A85" w:rsidP="00075ED0">
            <w:pPr>
              <w:pStyle w:val="Normalheadingblack"/>
              <w:rPr>
                <w:rFonts w:cs="Arial"/>
                <w:b w:val="0"/>
                <w:szCs w:val="22"/>
              </w:rPr>
            </w:pPr>
            <w:r w:rsidRPr="001A7B4B">
              <w:rPr>
                <w:rFonts w:cs="Arial"/>
                <w:b w:val="0"/>
                <w:szCs w:val="22"/>
              </w:rPr>
              <w:t>S2.12 Install heat emitting devices</w:t>
            </w:r>
          </w:p>
          <w:p w14:paraId="234954E5" w14:textId="77777777" w:rsidR="00012A85" w:rsidRPr="001A7B4B" w:rsidRDefault="00012A85" w:rsidP="00075ED0">
            <w:pPr>
              <w:pStyle w:val="Normalheadingblack"/>
              <w:rPr>
                <w:rFonts w:cs="Arial"/>
                <w:b w:val="0"/>
                <w:szCs w:val="22"/>
              </w:rPr>
            </w:pPr>
          </w:p>
          <w:p w14:paraId="4F4AA836" w14:textId="77777777" w:rsidR="00012A85" w:rsidRPr="001A7B4B" w:rsidRDefault="00012A85" w:rsidP="00075ED0">
            <w:pPr>
              <w:pStyle w:val="Normalheadingblack"/>
              <w:rPr>
                <w:rFonts w:cs="Arial"/>
                <w:b w:val="0"/>
                <w:szCs w:val="22"/>
              </w:rPr>
            </w:pPr>
            <w:r w:rsidRPr="001A7B4B">
              <w:rPr>
                <w:rFonts w:cs="Arial"/>
                <w:b w:val="0"/>
                <w:szCs w:val="22"/>
              </w:rPr>
              <w:t>S2.13 Install components to heating appliances</w:t>
            </w:r>
          </w:p>
          <w:p w14:paraId="7E240358" w14:textId="77777777" w:rsidR="00740D11" w:rsidRPr="001A7B4B" w:rsidRDefault="00740D11" w:rsidP="00075ED0">
            <w:pPr>
              <w:pStyle w:val="Normalheadingblack"/>
              <w:rPr>
                <w:rFonts w:cs="Arial"/>
                <w:b w:val="0"/>
                <w:szCs w:val="22"/>
              </w:rPr>
            </w:pPr>
          </w:p>
          <w:p w14:paraId="46A13E1B" w14:textId="77777777" w:rsidR="00740D11" w:rsidRPr="001A7B4B" w:rsidRDefault="00740D11" w:rsidP="00075ED0">
            <w:pPr>
              <w:pStyle w:val="Normalheadingblack"/>
              <w:rPr>
                <w:rFonts w:cs="Arial"/>
                <w:b w:val="0"/>
                <w:szCs w:val="22"/>
              </w:rPr>
            </w:pPr>
            <w:r w:rsidRPr="001A7B4B">
              <w:rPr>
                <w:rFonts w:cs="Arial"/>
                <w:b w:val="0"/>
                <w:szCs w:val="22"/>
              </w:rPr>
              <w:t>S2.16 Install seals for heat emitting devices</w:t>
            </w:r>
          </w:p>
          <w:p w14:paraId="32D86475" w14:textId="77777777" w:rsidR="002B17DF" w:rsidRPr="001A7B4B" w:rsidRDefault="002B17DF" w:rsidP="00075ED0">
            <w:pPr>
              <w:pStyle w:val="Normalheadingblack"/>
              <w:rPr>
                <w:rFonts w:cs="Arial"/>
                <w:b w:val="0"/>
                <w:szCs w:val="22"/>
              </w:rPr>
            </w:pPr>
          </w:p>
          <w:p w14:paraId="32929D65" w14:textId="77777777" w:rsidR="002B17DF" w:rsidRDefault="002B17DF" w:rsidP="00075ED0">
            <w:pPr>
              <w:pStyle w:val="Normalheadingblack"/>
              <w:rPr>
                <w:rFonts w:cs="Arial"/>
                <w:b w:val="0"/>
                <w:szCs w:val="22"/>
              </w:rPr>
            </w:pPr>
            <w:r w:rsidRPr="001A7B4B">
              <w:rPr>
                <w:rFonts w:cs="Arial"/>
                <w:b w:val="0"/>
                <w:szCs w:val="22"/>
              </w:rPr>
              <w:t>S2.9 Install clips/brackets to different types of building fabric</w:t>
            </w:r>
          </w:p>
          <w:p w14:paraId="7E660E8C" w14:textId="77777777" w:rsidR="005761B0" w:rsidRPr="001A7B4B" w:rsidRDefault="005761B0" w:rsidP="00075ED0">
            <w:pPr>
              <w:pStyle w:val="Normalheadingblack"/>
              <w:rPr>
                <w:rFonts w:cs="Arial"/>
                <w:b w:val="0"/>
                <w:szCs w:val="22"/>
              </w:rPr>
            </w:pPr>
          </w:p>
          <w:p w14:paraId="3DACEAB5" w14:textId="77777777" w:rsidR="002B17DF" w:rsidRPr="001A7B4B" w:rsidRDefault="002B17DF" w:rsidP="00075ED0">
            <w:pPr>
              <w:pStyle w:val="Normalheadingblack"/>
              <w:rPr>
                <w:rFonts w:cs="Arial"/>
                <w:b w:val="0"/>
                <w:szCs w:val="22"/>
              </w:rPr>
            </w:pPr>
            <w:r w:rsidRPr="001A7B4B">
              <w:rPr>
                <w:rFonts w:cs="Arial"/>
                <w:b w:val="0"/>
                <w:szCs w:val="22"/>
              </w:rPr>
              <w:t>S2.4 Mark out requirements</w:t>
            </w:r>
          </w:p>
        </w:tc>
        <w:tc>
          <w:tcPr>
            <w:tcW w:w="5785" w:type="dxa"/>
            <w:tcBorders>
              <w:top w:val="single" w:sz="4" w:space="0" w:color="C6C5C6"/>
              <w:left w:val="single" w:sz="4" w:space="0" w:color="C6C5C6"/>
              <w:bottom w:val="single" w:sz="4" w:space="0" w:color="C6C5C6"/>
              <w:right w:val="single" w:sz="4" w:space="0" w:color="C6C5C6"/>
            </w:tcBorders>
          </w:tcPr>
          <w:p w14:paraId="2DB4F261" w14:textId="77777777" w:rsidR="00075ED0" w:rsidRPr="001A7B4B" w:rsidRDefault="00075ED0" w:rsidP="00075ED0">
            <w:pPr>
              <w:pStyle w:val="Normalheadingblue"/>
              <w:rPr>
                <w:rFonts w:cs="Arial"/>
                <w:color w:val="auto"/>
                <w:szCs w:val="22"/>
              </w:rPr>
            </w:pPr>
            <w:r w:rsidRPr="001A7B4B">
              <w:rPr>
                <w:rFonts w:cs="Arial"/>
                <w:color w:val="auto"/>
                <w:szCs w:val="22"/>
              </w:rPr>
              <w:t>Activity:</w:t>
            </w:r>
          </w:p>
          <w:p w14:paraId="11C337CD" w14:textId="77777777" w:rsidR="00075ED0" w:rsidRPr="001A7B4B" w:rsidRDefault="00075ED0" w:rsidP="00075ED0">
            <w:pPr>
              <w:pStyle w:val="Normalheadingblue"/>
              <w:rPr>
                <w:rFonts w:cs="Arial"/>
                <w:color w:val="auto"/>
                <w:szCs w:val="22"/>
              </w:rPr>
            </w:pPr>
          </w:p>
          <w:p w14:paraId="09406EAB" w14:textId="77777777" w:rsidR="00075ED0" w:rsidRPr="001A7B4B" w:rsidRDefault="00075ED0" w:rsidP="00075ED0">
            <w:pPr>
              <w:pStyle w:val="Normalheadingblue"/>
              <w:rPr>
                <w:rFonts w:cs="Arial"/>
                <w:color w:val="auto"/>
                <w:szCs w:val="22"/>
              </w:rPr>
            </w:pPr>
            <w:r w:rsidRPr="001A7B4B">
              <w:rPr>
                <w:rFonts w:cs="Arial"/>
                <w:color w:val="auto"/>
                <w:szCs w:val="22"/>
              </w:rPr>
              <w:t>Starter task example:</w:t>
            </w:r>
          </w:p>
          <w:p w14:paraId="07E25CA2" w14:textId="101CECE3" w:rsidR="00075ED0" w:rsidRPr="001A7B4B" w:rsidRDefault="00740D11" w:rsidP="002C017C">
            <w:pPr>
              <w:pStyle w:val="Normalheadingblue"/>
              <w:numPr>
                <w:ilvl w:val="0"/>
                <w:numId w:val="104"/>
              </w:numPr>
              <w:rPr>
                <w:rFonts w:cs="Arial"/>
                <w:b w:val="0"/>
                <w:color w:val="auto"/>
                <w:szCs w:val="22"/>
              </w:rPr>
            </w:pPr>
            <w:r w:rsidRPr="001A7B4B">
              <w:rPr>
                <w:rFonts w:cs="Arial"/>
                <w:b w:val="0"/>
                <w:color w:val="auto"/>
                <w:szCs w:val="22"/>
              </w:rPr>
              <w:t xml:space="preserve">Recap – </w:t>
            </w:r>
            <w:r w:rsidR="00116A2E" w:rsidRPr="001A7B4B">
              <w:rPr>
                <w:rFonts w:cs="Arial"/>
                <w:b w:val="0"/>
                <w:color w:val="auto"/>
                <w:szCs w:val="22"/>
              </w:rPr>
              <w:t>Students</w:t>
            </w:r>
            <w:r w:rsidRPr="001A7B4B">
              <w:rPr>
                <w:rFonts w:cs="Arial"/>
                <w:b w:val="0"/>
                <w:color w:val="auto"/>
                <w:szCs w:val="22"/>
              </w:rPr>
              <w:t xml:space="preserve"> to state one fact each they remember from radiator sessions before nominating a peer to do the same</w:t>
            </w:r>
            <w:r w:rsidR="005761B0">
              <w:rPr>
                <w:rFonts w:cs="Arial"/>
                <w:b w:val="0"/>
                <w:color w:val="auto"/>
                <w:szCs w:val="22"/>
              </w:rPr>
              <w:t>.</w:t>
            </w:r>
          </w:p>
          <w:p w14:paraId="12086369" w14:textId="77777777" w:rsidR="00075ED0" w:rsidRPr="001A7B4B" w:rsidRDefault="00075ED0" w:rsidP="00075ED0">
            <w:pPr>
              <w:pStyle w:val="Normalheadingblue"/>
              <w:rPr>
                <w:rFonts w:cs="Arial"/>
                <w:color w:val="auto"/>
                <w:szCs w:val="22"/>
              </w:rPr>
            </w:pPr>
          </w:p>
          <w:p w14:paraId="66DA5B3B" w14:textId="77777777" w:rsidR="00075ED0" w:rsidRPr="001A7B4B" w:rsidRDefault="00075ED0" w:rsidP="00075ED0">
            <w:pPr>
              <w:pStyle w:val="Normalheadingblue"/>
              <w:rPr>
                <w:rFonts w:cs="Arial"/>
                <w:color w:val="auto"/>
                <w:szCs w:val="22"/>
              </w:rPr>
            </w:pPr>
            <w:r w:rsidRPr="001A7B4B">
              <w:rPr>
                <w:rFonts w:cs="Arial"/>
                <w:color w:val="auto"/>
                <w:szCs w:val="22"/>
              </w:rPr>
              <w:t>Delivery:</w:t>
            </w:r>
          </w:p>
          <w:p w14:paraId="61EAC717" w14:textId="10866D54" w:rsidR="0051519B" w:rsidRPr="001A7B4B" w:rsidRDefault="0051519B" w:rsidP="00075ED0">
            <w:pPr>
              <w:pStyle w:val="Normalheadingblue"/>
              <w:rPr>
                <w:rFonts w:cs="Arial"/>
                <w:color w:val="auto"/>
                <w:szCs w:val="22"/>
              </w:rPr>
            </w:pPr>
            <w:r w:rsidRPr="001A7B4B">
              <w:rPr>
                <w:rFonts w:cs="Arial"/>
                <w:color w:val="auto"/>
                <w:szCs w:val="22"/>
              </w:rPr>
              <w:t>Practical session – Install radiators</w:t>
            </w:r>
            <w:r w:rsidR="000B0A34" w:rsidRPr="001A7B4B">
              <w:rPr>
                <w:rFonts w:cs="Arial"/>
                <w:color w:val="auto"/>
                <w:szCs w:val="22"/>
              </w:rPr>
              <w:t>, clips and brackets for pipework</w:t>
            </w:r>
            <w:r w:rsidR="005761B0">
              <w:rPr>
                <w:rFonts w:cs="Arial"/>
                <w:color w:val="auto"/>
                <w:szCs w:val="22"/>
              </w:rPr>
              <w:t>.</w:t>
            </w:r>
          </w:p>
          <w:p w14:paraId="06E4A356" w14:textId="62D320E1" w:rsidR="0051519B" w:rsidRPr="001A7B4B" w:rsidRDefault="0051519B" w:rsidP="002C017C">
            <w:pPr>
              <w:pStyle w:val="Normalheadingblue"/>
              <w:numPr>
                <w:ilvl w:val="0"/>
                <w:numId w:val="104"/>
              </w:numPr>
              <w:rPr>
                <w:rFonts w:cs="Arial"/>
                <w:b w:val="0"/>
                <w:color w:val="auto"/>
                <w:szCs w:val="22"/>
              </w:rPr>
            </w:pPr>
            <w:r w:rsidRPr="001A7B4B">
              <w:rPr>
                <w:rFonts w:cs="Arial"/>
                <w:b w:val="0"/>
                <w:color w:val="auto"/>
                <w:szCs w:val="22"/>
              </w:rPr>
              <w:t xml:space="preserve">Tutor to set task and specification for </w:t>
            </w:r>
            <w:r w:rsidR="00F502C8" w:rsidRPr="001A7B4B">
              <w:rPr>
                <w:rFonts w:cs="Arial"/>
                <w:b w:val="0"/>
                <w:color w:val="auto"/>
                <w:szCs w:val="22"/>
              </w:rPr>
              <w:t>students</w:t>
            </w:r>
            <w:r w:rsidRPr="001A7B4B">
              <w:rPr>
                <w:rFonts w:cs="Arial"/>
                <w:b w:val="0"/>
                <w:color w:val="auto"/>
                <w:szCs w:val="22"/>
              </w:rPr>
              <w:t xml:space="preserve"> to connect pipework from previously installed boiler.</w:t>
            </w:r>
          </w:p>
          <w:p w14:paraId="0C5AD5E3" w14:textId="3F83215A" w:rsidR="0051519B" w:rsidRPr="001A7B4B" w:rsidRDefault="0051519B" w:rsidP="002C017C">
            <w:pPr>
              <w:pStyle w:val="Normalheadingblue"/>
              <w:numPr>
                <w:ilvl w:val="0"/>
                <w:numId w:val="104"/>
              </w:numPr>
              <w:rPr>
                <w:rFonts w:cs="Arial"/>
                <w:b w:val="0"/>
                <w:color w:val="auto"/>
                <w:szCs w:val="22"/>
              </w:rPr>
            </w:pPr>
            <w:r w:rsidRPr="001A7B4B">
              <w:rPr>
                <w:rFonts w:cs="Arial"/>
                <w:b w:val="0"/>
                <w:color w:val="auto"/>
                <w:szCs w:val="22"/>
              </w:rPr>
              <w:t xml:space="preserve">Explain to </w:t>
            </w:r>
            <w:r w:rsidR="00F502C8" w:rsidRPr="001A7B4B">
              <w:rPr>
                <w:rFonts w:cs="Arial"/>
                <w:b w:val="0"/>
                <w:color w:val="auto"/>
                <w:szCs w:val="22"/>
              </w:rPr>
              <w:t>students</w:t>
            </w:r>
            <w:r w:rsidRPr="001A7B4B">
              <w:rPr>
                <w:rFonts w:cs="Arial"/>
                <w:b w:val="0"/>
                <w:color w:val="auto"/>
                <w:szCs w:val="22"/>
              </w:rPr>
              <w:t xml:space="preserve"> the pipewor</w:t>
            </w:r>
            <w:r w:rsidR="000B0A34" w:rsidRPr="001A7B4B">
              <w:rPr>
                <w:rFonts w:cs="Arial"/>
                <w:b w:val="0"/>
                <w:color w:val="auto"/>
                <w:szCs w:val="22"/>
              </w:rPr>
              <w:t>k</w:t>
            </w:r>
            <w:r w:rsidRPr="001A7B4B">
              <w:rPr>
                <w:rFonts w:cs="Arial"/>
                <w:b w:val="0"/>
                <w:color w:val="auto"/>
                <w:szCs w:val="22"/>
              </w:rPr>
              <w:t xml:space="preserve"> routes and </w:t>
            </w:r>
            <w:r w:rsidR="000B0A34" w:rsidRPr="001A7B4B">
              <w:rPr>
                <w:rFonts w:cs="Arial"/>
                <w:b w:val="0"/>
                <w:color w:val="auto"/>
                <w:szCs w:val="22"/>
              </w:rPr>
              <w:t>centres</w:t>
            </w:r>
            <w:r w:rsidRPr="001A7B4B">
              <w:rPr>
                <w:rFonts w:cs="Arial"/>
                <w:b w:val="0"/>
                <w:color w:val="auto"/>
                <w:szCs w:val="22"/>
              </w:rPr>
              <w:t xml:space="preserve"> for </w:t>
            </w:r>
            <w:r w:rsidR="00F502C8" w:rsidRPr="001A7B4B">
              <w:rPr>
                <w:rFonts w:cs="Arial"/>
                <w:b w:val="0"/>
                <w:color w:val="auto"/>
                <w:szCs w:val="22"/>
              </w:rPr>
              <w:t>students</w:t>
            </w:r>
            <w:r w:rsidRPr="001A7B4B">
              <w:rPr>
                <w:rFonts w:cs="Arial"/>
                <w:b w:val="0"/>
                <w:color w:val="auto"/>
                <w:szCs w:val="22"/>
              </w:rPr>
              <w:t xml:space="preserve"> to </w:t>
            </w:r>
            <w:r w:rsidR="000B0A34" w:rsidRPr="001A7B4B">
              <w:rPr>
                <w:rFonts w:cs="Arial"/>
                <w:b w:val="0"/>
                <w:color w:val="auto"/>
                <w:szCs w:val="22"/>
              </w:rPr>
              <w:t>work to</w:t>
            </w:r>
          </w:p>
          <w:p w14:paraId="13CC2F6C" w14:textId="2C490A65" w:rsidR="000B0A34" w:rsidRPr="001A7B4B" w:rsidRDefault="000B0A34" w:rsidP="002C017C">
            <w:pPr>
              <w:pStyle w:val="Normalheadingblue"/>
              <w:numPr>
                <w:ilvl w:val="0"/>
                <w:numId w:val="104"/>
              </w:numPr>
              <w:rPr>
                <w:rFonts w:cs="Arial"/>
                <w:b w:val="0"/>
                <w:color w:val="auto"/>
                <w:szCs w:val="22"/>
              </w:rPr>
            </w:pPr>
            <w:r w:rsidRPr="001A7B4B">
              <w:rPr>
                <w:rFonts w:cs="Arial"/>
                <w:b w:val="0"/>
                <w:color w:val="auto"/>
                <w:szCs w:val="22"/>
              </w:rPr>
              <w:t>Tutor to give dimensions and heights for radiator positions</w:t>
            </w:r>
            <w:r w:rsidR="005761B0">
              <w:rPr>
                <w:rFonts w:cs="Arial"/>
                <w:b w:val="0"/>
                <w:color w:val="auto"/>
                <w:szCs w:val="22"/>
              </w:rPr>
              <w:t>.</w:t>
            </w:r>
          </w:p>
          <w:p w14:paraId="1B44006D" w14:textId="09209026" w:rsidR="000B0A34" w:rsidRPr="001A7B4B" w:rsidRDefault="00116A2E" w:rsidP="002C017C">
            <w:pPr>
              <w:pStyle w:val="Normalheadingblue"/>
              <w:numPr>
                <w:ilvl w:val="0"/>
                <w:numId w:val="104"/>
              </w:numPr>
              <w:rPr>
                <w:rFonts w:cs="Arial"/>
                <w:b w:val="0"/>
                <w:color w:val="auto"/>
                <w:szCs w:val="22"/>
              </w:rPr>
            </w:pPr>
            <w:r w:rsidRPr="001A7B4B">
              <w:rPr>
                <w:rFonts w:cs="Arial"/>
                <w:b w:val="0"/>
                <w:color w:val="auto"/>
                <w:szCs w:val="22"/>
              </w:rPr>
              <w:t>Students</w:t>
            </w:r>
            <w:r w:rsidR="000B0A34" w:rsidRPr="001A7B4B">
              <w:rPr>
                <w:rFonts w:cs="Arial"/>
                <w:b w:val="0"/>
                <w:color w:val="auto"/>
                <w:szCs w:val="22"/>
              </w:rPr>
              <w:t xml:space="preserve"> to dress the radiators and hang in correct position</w:t>
            </w:r>
            <w:r w:rsidR="005761B0">
              <w:rPr>
                <w:rFonts w:cs="Arial"/>
                <w:b w:val="0"/>
                <w:color w:val="auto"/>
                <w:szCs w:val="22"/>
              </w:rPr>
              <w:t>.</w:t>
            </w:r>
          </w:p>
          <w:p w14:paraId="1AD1264C" w14:textId="4146B1E9" w:rsidR="000B0A34" w:rsidRPr="001A7B4B" w:rsidRDefault="00116A2E" w:rsidP="002C017C">
            <w:pPr>
              <w:pStyle w:val="Normalheadingblue"/>
              <w:numPr>
                <w:ilvl w:val="0"/>
                <w:numId w:val="104"/>
              </w:numPr>
              <w:rPr>
                <w:rFonts w:cs="Arial"/>
                <w:b w:val="0"/>
                <w:color w:val="auto"/>
                <w:szCs w:val="22"/>
              </w:rPr>
            </w:pPr>
            <w:r w:rsidRPr="001A7B4B">
              <w:rPr>
                <w:rFonts w:cs="Arial"/>
                <w:b w:val="0"/>
                <w:color w:val="auto"/>
                <w:szCs w:val="22"/>
              </w:rPr>
              <w:t>Students</w:t>
            </w:r>
            <w:r w:rsidR="000B0A34" w:rsidRPr="001A7B4B">
              <w:rPr>
                <w:rFonts w:cs="Arial"/>
                <w:b w:val="0"/>
                <w:color w:val="auto"/>
                <w:szCs w:val="22"/>
              </w:rPr>
              <w:t xml:space="preserve"> are to select the suitable materials for the installation</w:t>
            </w:r>
            <w:r w:rsidR="005761B0">
              <w:rPr>
                <w:rFonts w:cs="Arial"/>
                <w:b w:val="0"/>
                <w:color w:val="auto"/>
                <w:szCs w:val="22"/>
              </w:rPr>
              <w:t>.</w:t>
            </w:r>
            <w:r w:rsidR="000B0A34" w:rsidRPr="001A7B4B">
              <w:rPr>
                <w:rFonts w:cs="Arial"/>
                <w:b w:val="0"/>
                <w:color w:val="auto"/>
                <w:szCs w:val="22"/>
              </w:rPr>
              <w:t xml:space="preserve"> </w:t>
            </w:r>
          </w:p>
          <w:p w14:paraId="64B6FD23" w14:textId="502402A6" w:rsidR="000B0A34" w:rsidRPr="001A7B4B" w:rsidRDefault="00116A2E" w:rsidP="002C017C">
            <w:pPr>
              <w:pStyle w:val="Normalheadingblue"/>
              <w:numPr>
                <w:ilvl w:val="0"/>
                <w:numId w:val="104"/>
              </w:numPr>
              <w:rPr>
                <w:rFonts w:cs="Arial"/>
                <w:b w:val="0"/>
                <w:color w:val="auto"/>
                <w:szCs w:val="22"/>
              </w:rPr>
            </w:pPr>
            <w:r w:rsidRPr="001A7B4B">
              <w:rPr>
                <w:rFonts w:cs="Arial"/>
                <w:b w:val="0"/>
                <w:color w:val="auto"/>
                <w:szCs w:val="22"/>
              </w:rPr>
              <w:t>Students</w:t>
            </w:r>
            <w:r w:rsidR="000B0A34" w:rsidRPr="001A7B4B">
              <w:rPr>
                <w:rFonts w:cs="Arial"/>
                <w:b w:val="0"/>
                <w:color w:val="auto"/>
                <w:szCs w:val="22"/>
              </w:rPr>
              <w:t xml:space="preserve"> are to install clips and brackets for pipework</w:t>
            </w:r>
            <w:r w:rsidR="005761B0">
              <w:rPr>
                <w:rFonts w:cs="Arial"/>
                <w:b w:val="0"/>
                <w:color w:val="auto"/>
                <w:szCs w:val="22"/>
              </w:rPr>
              <w:t>.</w:t>
            </w:r>
          </w:p>
          <w:p w14:paraId="5B1A0526" w14:textId="2AFBE718" w:rsidR="000B0A34" w:rsidRPr="001A7B4B" w:rsidRDefault="000B0A34" w:rsidP="002C017C">
            <w:pPr>
              <w:pStyle w:val="Normalheadingblue"/>
              <w:numPr>
                <w:ilvl w:val="0"/>
                <w:numId w:val="104"/>
              </w:numPr>
              <w:rPr>
                <w:rFonts w:cs="Arial"/>
                <w:b w:val="0"/>
                <w:color w:val="auto"/>
                <w:szCs w:val="22"/>
              </w:rPr>
            </w:pPr>
            <w:r w:rsidRPr="001A7B4B">
              <w:rPr>
                <w:rFonts w:cs="Arial"/>
                <w:b w:val="0"/>
                <w:color w:val="auto"/>
                <w:szCs w:val="22"/>
              </w:rPr>
              <w:lastRenderedPageBreak/>
              <w:t xml:space="preserve">On completion tutor to check centres and dimensions and give feedback to </w:t>
            </w:r>
            <w:r w:rsidR="00F502C8" w:rsidRPr="001A7B4B">
              <w:rPr>
                <w:rFonts w:cs="Arial"/>
                <w:b w:val="0"/>
                <w:color w:val="auto"/>
                <w:szCs w:val="22"/>
              </w:rPr>
              <w:t>students</w:t>
            </w:r>
            <w:r w:rsidRPr="001A7B4B">
              <w:rPr>
                <w:rFonts w:cs="Arial"/>
                <w:b w:val="0"/>
                <w:color w:val="auto"/>
                <w:szCs w:val="22"/>
              </w:rPr>
              <w:t xml:space="preserve"> before installation continues in next session</w:t>
            </w:r>
          </w:p>
          <w:p w14:paraId="1044700E" w14:textId="77777777" w:rsidR="00075ED0" w:rsidRPr="001A7B4B" w:rsidRDefault="00075ED0" w:rsidP="00075ED0">
            <w:pPr>
              <w:pStyle w:val="Normalheadingblue"/>
              <w:rPr>
                <w:rFonts w:cs="Arial"/>
                <w:color w:val="auto"/>
                <w:szCs w:val="22"/>
              </w:rPr>
            </w:pPr>
          </w:p>
          <w:p w14:paraId="2C8B761F" w14:textId="77777777" w:rsidR="00075ED0" w:rsidRPr="001A7B4B" w:rsidRDefault="00075ED0" w:rsidP="00075ED0">
            <w:pPr>
              <w:pStyle w:val="Normalheadingblue"/>
              <w:rPr>
                <w:rFonts w:cs="Arial"/>
                <w:color w:val="auto"/>
                <w:szCs w:val="22"/>
              </w:rPr>
            </w:pPr>
            <w:r w:rsidRPr="001A7B4B">
              <w:rPr>
                <w:rFonts w:cs="Arial"/>
                <w:color w:val="auto"/>
                <w:szCs w:val="22"/>
              </w:rPr>
              <w:t>Knowledge check example:</w:t>
            </w:r>
          </w:p>
          <w:p w14:paraId="7D3F3D1A" w14:textId="40B86AE0" w:rsidR="00075ED0" w:rsidRPr="001A7B4B" w:rsidRDefault="000B0A34" w:rsidP="002C017C">
            <w:pPr>
              <w:pStyle w:val="Normalheadingblue"/>
              <w:numPr>
                <w:ilvl w:val="0"/>
                <w:numId w:val="105"/>
              </w:numPr>
              <w:rPr>
                <w:rFonts w:cs="Arial"/>
                <w:b w:val="0"/>
                <w:color w:val="auto"/>
                <w:szCs w:val="22"/>
              </w:rPr>
            </w:pPr>
            <w:r w:rsidRPr="001A7B4B">
              <w:rPr>
                <w:rFonts w:cs="Arial"/>
                <w:b w:val="0"/>
                <w:color w:val="auto"/>
                <w:szCs w:val="22"/>
              </w:rPr>
              <w:t>Install brackets to given dimensions</w:t>
            </w:r>
            <w:r w:rsidR="005761B0">
              <w:rPr>
                <w:rFonts w:cs="Arial"/>
                <w:b w:val="0"/>
                <w:color w:val="auto"/>
                <w:szCs w:val="22"/>
              </w:rPr>
              <w:t>.</w:t>
            </w:r>
          </w:p>
          <w:p w14:paraId="7E181756" w14:textId="7DE8E5DE" w:rsidR="000B0A34" w:rsidRPr="001A7B4B" w:rsidRDefault="000B0A34" w:rsidP="002C017C">
            <w:pPr>
              <w:pStyle w:val="Normalheadingblue"/>
              <w:numPr>
                <w:ilvl w:val="0"/>
                <w:numId w:val="105"/>
              </w:numPr>
              <w:rPr>
                <w:rFonts w:cs="Arial"/>
                <w:b w:val="0"/>
                <w:color w:val="auto"/>
                <w:szCs w:val="22"/>
              </w:rPr>
            </w:pPr>
            <w:r w:rsidRPr="001A7B4B">
              <w:rPr>
                <w:rFonts w:cs="Arial"/>
                <w:b w:val="0"/>
                <w:color w:val="auto"/>
                <w:szCs w:val="22"/>
              </w:rPr>
              <w:t>Install radiators to given dimensions</w:t>
            </w:r>
            <w:r w:rsidR="005761B0">
              <w:rPr>
                <w:rFonts w:cs="Arial"/>
                <w:b w:val="0"/>
                <w:color w:val="auto"/>
                <w:szCs w:val="22"/>
              </w:rPr>
              <w:t>.</w:t>
            </w:r>
          </w:p>
          <w:p w14:paraId="7D44390C" w14:textId="77777777" w:rsidR="00075ED0" w:rsidRPr="001A7B4B" w:rsidRDefault="00075ED0" w:rsidP="00075ED0">
            <w:pPr>
              <w:pStyle w:val="Normalheadingblue"/>
              <w:rPr>
                <w:rFonts w:cs="Arial"/>
                <w:color w:val="auto"/>
                <w:szCs w:val="22"/>
              </w:rPr>
            </w:pPr>
            <w:r w:rsidRPr="001A7B4B">
              <w:rPr>
                <w:rFonts w:cs="Arial"/>
                <w:color w:val="auto"/>
                <w:szCs w:val="22"/>
              </w:rPr>
              <w:t>Resources:</w:t>
            </w:r>
          </w:p>
          <w:p w14:paraId="3D4D7679" w14:textId="77777777" w:rsidR="000B0A34" w:rsidRPr="001A7B4B" w:rsidRDefault="000B0A34" w:rsidP="000B0A34">
            <w:pPr>
              <w:pStyle w:val="Normalheadingblue"/>
              <w:rPr>
                <w:rFonts w:cs="Arial"/>
                <w:b w:val="0"/>
                <w:color w:val="auto"/>
                <w:szCs w:val="22"/>
              </w:rPr>
            </w:pPr>
            <w:r w:rsidRPr="001A7B4B">
              <w:rPr>
                <w:rFonts w:cs="Arial"/>
                <w:b w:val="0"/>
                <w:color w:val="auto"/>
                <w:szCs w:val="22"/>
              </w:rPr>
              <w:t>PPE</w:t>
            </w:r>
          </w:p>
          <w:p w14:paraId="5FC6D633" w14:textId="5264EE02" w:rsidR="000B0A34" w:rsidRPr="001A7B4B" w:rsidRDefault="00E7366E" w:rsidP="000B0A34">
            <w:pPr>
              <w:pStyle w:val="Normalheadingblue"/>
              <w:rPr>
                <w:rFonts w:cs="Arial"/>
                <w:b w:val="0"/>
                <w:color w:val="auto"/>
                <w:szCs w:val="22"/>
              </w:rPr>
            </w:pPr>
            <w:r w:rsidRPr="001A7B4B">
              <w:rPr>
                <w:rFonts w:cs="Arial"/>
                <w:b w:val="0"/>
                <w:color w:val="auto"/>
                <w:szCs w:val="22"/>
              </w:rPr>
              <w:t>Hand tools</w:t>
            </w:r>
          </w:p>
          <w:p w14:paraId="6A143EFD" w14:textId="77777777" w:rsidR="000B0A34" w:rsidRPr="001A7B4B" w:rsidRDefault="000B0A34" w:rsidP="000B0A34">
            <w:pPr>
              <w:pStyle w:val="Normalheadingblue"/>
              <w:rPr>
                <w:rFonts w:cs="Arial"/>
                <w:b w:val="0"/>
                <w:color w:val="auto"/>
                <w:szCs w:val="22"/>
              </w:rPr>
            </w:pPr>
            <w:r w:rsidRPr="001A7B4B">
              <w:rPr>
                <w:rFonts w:cs="Arial"/>
                <w:b w:val="0"/>
                <w:color w:val="auto"/>
                <w:szCs w:val="22"/>
              </w:rPr>
              <w:t>Drills and drill bits</w:t>
            </w:r>
          </w:p>
          <w:p w14:paraId="25C14F4C" w14:textId="77777777" w:rsidR="000B0A34" w:rsidRPr="001A7B4B" w:rsidRDefault="000B0A34" w:rsidP="000B0A34">
            <w:pPr>
              <w:pStyle w:val="Normalheadingblue"/>
              <w:rPr>
                <w:rFonts w:cs="Arial"/>
                <w:b w:val="0"/>
                <w:color w:val="auto"/>
                <w:szCs w:val="22"/>
              </w:rPr>
            </w:pPr>
            <w:r w:rsidRPr="001A7B4B">
              <w:rPr>
                <w:rFonts w:cs="Arial"/>
                <w:b w:val="0"/>
                <w:color w:val="auto"/>
                <w:szCs w:val="22"/>
              </w:rPr>
              <w:t>Fixings</w:t>
            </w:r>
          </w:p>
          <w:p w14:paraId="040BD2DB" w14:textId="77777777" w:rsidR="000B0A34" w:rsidRPr="001A7B4B" w:rsidRDefault="000B0A34" w:rsidP="000B0A34">
            <w:pPr>
              <w:pStyle w:val="Normalheadingblue"/>
              <w:rPr>
                <w:rFonts w:cs="Arial"/>
                <w:b w:val="0"/>
                <w:color w:val="auto"/>
                <w:szCs w:val="22"/>
              </w:rPr>
            </w:pPr>
            <w:r w:rsidRPr="001A7B4B">
              <w:rPr>
                <w:rFonts w:cs="Arial"/>
                <w:b w:val="0"/>
                <w:color w:val="auto"/>
                <w:szCs w:val="22"/>
              </w:rPr>
              <w:t>Tape measures</w:t>
            </w:r>
          </w:p>
          <w:p w14:paraId="54A4D088" w14:textId="77777777" w:rsidR="000B0A34" w:rsidRPr="001A7B4B" w:rsidRDefault="000B0A34" w:rsidP="000B0A34">
            <w:pPr>
              <w:pStyle w:val="Normalheadingblue"/>
              <w:rPr>
                <w:rFonts w:cs="Arial"/>
                <w:b w:val="0"/>
                <w:color w:val="auto"/>
                <w:szCs w:val="22"/>
              </w:rPr>
            </w:pPr>
            <w:r w:rsidRPr="001A7B4B">
              <w:rPr>
                <w:rFonts w:cs="Arial"/>
                <w:b w:val="0"/>
                <w:color w:val="auto"/>
                <w:szCs w:val="22"/>
              </w:rPr>
              <w:t>Spirit levels</w:t>
            </w:r>
          </w:p>
          <w:p w14:paraId="51E0DB5B" w14:textId="77777777" w:rsidR="00012A85" w:rsidRPr="001A7B4B" w:rsidRDefault="00012A85" w:rsidP="000B0A34">
            <w:pPr>
              <w:pStyle w:val="Normalheadingblue"/>
              <w:rPr>
                <w:rFonts w:cs="Arial"/>
                <w:b w:val="0"/>
                <w:color w:val="auto"/>
                <w:szCs w:val="22"/>
              </w:rPr>
            </w:pPr>
            <w:r w:rsidRPr="001A7B4B">
              <w:rPr>
                <w:rFonts w:cs="Arial"/>
                <w:b w:val="0"/>
                <w:color w:val="auto"/>
                <w:szCs w:val="22"/>
              </w:rPr>
              <w:t>Radiators</w:t>
            </w:r>
          </w:p>
          <w:p w14:paraId="3A4C05C1" w14:textId="77777777" w:rsidR="00012A85" w:rsidRPr="001A7B4B" w:rsidRDefault="00012A85" w:rsidP="000B0A34">
            <w:pPr>
              <w:pStyle w:val="Normalheadingblue"/>
              <w:rPr>
                <w:rFonts w:cs="Arial"/>
                <w:b w:val="0"/>
                <w:color w:val="auto"/>
                <w:szCs w:val="22"/>
              </w:rPr>
            </w:pPr>
            <w:r w:rsidRPr="001A7B4B">
              <w:rPr>
                <w:rFonts w:cs="Arial"/>
                <w:b w:val="0"/>
                <w:color w:val="auto"/>
                <w:szCs w:val="22"/>
              </w:rPr>
              <w:t>Clips and brackets</w:t>
            </w:r>
          </w:p>
          <w:p w14:paraId="118592D6" w14:textId="77777777" w:rsidR="00012A85" w:rsidRPr="001A7B4B" w:rsidRDefault="00012A85" w:rsidP="000B0A34">
            <w:pPr>
              <w:pStyle w:val="Normalheadingblue"/>
              <w:rPr>
                <w:rFonts w:cs="Arial"/>
                <w:b w:val="0"/>
                <w:color w:val="auto"/>
                <w:szCs w:val="22"/>
              </w:rPr>
            </w:pPr>
            <w:r w:rsidRPr="001A7B4B">
              <w:rPr>
                <w:rFonts w:cs="Arial"/>
                <w:b w:val="0"/>
                <w:color w:val="auto"/>
                <w:szCs w:val="22"/>
              </w:rPr>
              <w:t>Radiator valves</w:t>
            </w:r>
          </w:p>
          <w:p w14:paraId="4C5EC76D" w14:textId="77777777" w:rsidR="00075ED0" w:rsidRPr="001A7B4B" w:rsidRDefault="00075ED0" w:rsidP="00075ED0">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6B157677" w14:textId="77777777" w:rsidR="00DD207A" w:rsidRPr="001A7B4B" w:rsidRDefault="008A57D2">
            <w:r w:rsidRPr="001A7B4B">
              <w:lastRenderedPageBreak/>
              <w:t>Q&amp;A</w:t>
            </w:r>
            <w:r w:rsidRPr="001A7B4B">
              <w:br/>
            </w:r>
            <w:r w:rsidRPr="001A7B4B">
              <w:br/>
            </w:r>
            <w:r w:rsidRPr="001A7B4B">
              <w:br/>
            </w:r>
            <w:r w:rsidRPr="001A7B4B">
              <w:br/>
            </w:r>
            <w:r w:rsidRPr="001A7B4B">
              <w:br/>
            </w:r>
            <w:r w:rsidRPr="001A7B4B">
              <w:br/>
              <w:t>Install radiators</w:t>
            </w:r>
            <w:r w:rsidRPr="001A7B4B">
              <w:br/>
            </w:r>
            <w:r w:rsidRPr="001A7B4B">
              <w:br/>
              <w:t>Install clips</w:t>
            </w:r>
            <w:r w:rsidRPr="001A7B4B">
              <w:br/>
              <w:t>English skills (reading, writing, technical vocabulary)</w:t>
            </w:r>
          </w:p>
        </w:tc>
      </w:tr>
      <w:tr w:rsidR="001A7B4B" w:rsidRPr="001A7B4B" w14:paraId="2B974A09"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7A1272AE" w14:textId="77777777" w:rsidR="008610B6" w:rsidRDefault="008610B6" w:rsidP="008610B6">
            <w:pPr>
              <w:jc w:val="center"/>
              <w:rPr>
                <w:rFonts w:cs="Arial"/>
                <w:szCs w:val="22"/>
              </w:rPr>
            </w:pPr>
            <w:r>
              <w:rPr>
                <w:rFonts w:cs="Arial"/>
                <w:szCs w:val="22"/>
              </w:rPr>
              <w:t>162-163</w:t>
            </w:r>
          </w:p>
          <w:p w14:paraId="30C664EA" w14:textId="77777777" w:rsidR="008610B6" w:rsidRDefault="008610B6" w:rsidP="008610B6">
            <w:pPr>
              <w:jc w:val="center"/>
              <w:rPr>
                <w:rFonts w:cs="Arial"/>
                <w:szCs w:val="22"/>
              </w:rPr>
            </w:pPr>
            <w:r>
              <w:rPr>
                <w:rFonts w:cs="Arial"/>
                <w:szCs w:val="22"/>
              </w:rPr>
              <w:t>6 hours</w:t>
            </w:r>
          </w:p>
        </w:tc>
        <w:tc>
          <w:tcPr>
            <w:tcW w:w="2199" w:type="dxa"/>
            <w:tcBorders>
              <w:top w:val="single" w:sz="4" w:space="0" w:color="C6C5C6"/>
              <w:left w:val="single" w:sz="4" w:space="0" w:color="C6C5C6"/>
              <w:bottom w:val="single" w:sz="4" w:space="0" w:color="C6C5C6"/>
              <w:right w:val="single" w:sz="4" w:space="0" w:color="C6C5C6"/>
            </w:tcBorders>
          </w:tcPr>
          <w:p w14:paraId="461A2778" w14:textId="77777777" w:rsidR="008610B6" w:rsidRPr="001A7B4B" w:rsidRDefault="008610B6" w:rsidP="008610B6">
            <w:pPr>
              <w:pStyle w:val="Normalheadingblack"/>
              <w:rPr>
                <w:rFonts w:cs="Arial"/>
                <w:lang w:eastAsia="en-GB"/>
              </w:rPr>
            </w:pPr>
            <w:r w:rsidRPr="001A7B4B">
              <w:rPr>
                <w:rFonts w:cs="Arial"/>
                <w:lang w:eastAsia="en-GB"/>
              </w:rPr>
              <w:t>Outcome 2 Install plumbing and heating systems</w:t>
            </w:r>
          </w:p>
          <w:p w14:paraId="746904DA" w14:textId="77777777" w:rsidR="008610B6" w:rsidRPr="001A7B4B" w:rsidRDefault="008610B6" w:rsidP="008610B6">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7BEC0C5D" w14:textId="77777777" w:rsidR="002B17DF" w:rsidRPr="001A7B4B" w:rsidRDefault="002B17DF" w:rsidP="008610B6">
            <w:pPr>
              <w:pStyle w:val="Normalheadingblack"/>
              <w:rPr>
                <w:rFonts w:cs="Arial"/>
                <w:b w:val="0"/>
                <w:szCs w:val="22"/>
              </w:rPr>
            </w:pPr>
            <w:r w:rsidRPr="001A7B4B">
              <w:rPr>
                <w:rFonts w:cs="Arial"/>
                <w:b w:val="0"/>
                <w:szCs w:val="22"/>
              </w:rPr>
              <w:t>S2.7 Cut pipes</w:t>
            </w:r>
          </w:p>
          <w:p w14:paraId="29A33EA7" w14:textId="77777777" w:rsidR="002B17DF" w:rsidRPr="001A7B4B" w:rsidRDefault="002B17DF" w:rsidP="008610B6">
            <w:pPr>
              <w:pStyle w:val="Normalheadingblack"/>
              <w:rPr>
                <w:rFonts w:cs="Arial"/>
                <w:b w:val="0"/>
                <w:szCs w:val="22"/>
              </w:rPr>
            </w:pPr>
          </w:p>
          <w:p w14:paraId="76A751AD" w14:textId="77777777" w:rsidR="002B17DF" w:rsidRPr="001A7B4B" w:rsidRDefault="002B17DF" w:rsidP="008610B6">
            <w:pPr>
              <w:pStyle w:val="Normalheadingblack"/>
              <w:rPr>
                <w:rFonts w:cs="Arial"/>
                <w:b w:val="0"/>
                <w:szCs w:val="22"/>
              </w:rPr>
            </w:pPr>
            <w:r w:rsidRPr="001A7B4B">
              <w:rPr>
                <w:rFonts w:cs="Arial"/>
                <w:b w:val="0"/>
                <w:szCs w:val="22"/>
              </w:rPr>
              <w:t>S2.2 Select tools, equipment and materials</w:t>
            </w:r>
          </w:p>
          <w:p w14:paraId="0BF53EDB" w14:textId="77777777" w:rsidR="008610B6" w:rsidRPr="001A7B4B" w:rsidRDefault="008610B6" w:rsidP="008610B6">
            <w:pPr>
              <w:pStyle w:val="Normalheadingblack"/>
              <w:rPr>
                <w:rFonts w:cs="Arial"/>
                <w:b w:val="0"/>
                <w:szCs w:val="22"/>
              </w:rPr>
            </w:pPr>
          </w:p>
          <w:p w14:paraId="5A790557" w14:textId="77777777" w:rsidR="008610B6" w:rsidRPr="001A7B4B" w:rsidRDefault="008610B6" w:rsidP="008610B6">
            <w:pPr>
              <w:pStyle w:val="Normalheadingblack"/>
              <w:rPr>
                <w:rFonts w:cs="Arial"/>
                <w:b w:val="0"/>
                <w:szCs w:val="22"/>
              </w:rPr>
            </w:pPr>
            <w:r w:rsidRPr="001A7B4B">
              <w:rPr>
                <w:rFonts w:cs="Arial"/>
                <w:b w:val="0"/>
                <w:szCs w:val="22"/>
              </w:rPr>
              <w:t>S2.12 Install heat emitting devices</w:t>
            </w:r>
          </w:p>
          <w:p w14:paraId="6FCEB3C4" w14:textId="77777777" w:rsidR="008610B6" w:rsidRPr="001A7B4B" w:rsidRDefault="008610B6" w:rsidP="008610B6">
            <w:pPr>
              <w:pStyle w:val="Normalheadingblack"/>
              <w:rPr>
                <w:rFonts w:cs="Arial"/>
                <w:b w:val="0"/>
                <w:szCs w:val="22"/>
              </w:rPr>
            </w:pPr>
          </w:p>
          <w:p w14:paraId="67D36C3F" w14:textId="77777777" w:rsidR="008610B6" w:rsidRPr="001A7B4B" w:rsidRDefault="008610B6" w:rsidP="008610B6">
            <w:pPr>
              <w:pStyle w:val="Normalheadingblack"/>
              <w:rPr>
                <w:rFonts w:cs="Arial"/>
                <w:b w:val="0"/>
                <w:szCs w:val="22"/>
              </w:rPr>
            </w:pPr>
            <w:r w:rsidRPr="001A7B4B">
              <w:rPr>
                <w:rFonts w:cs="Arial"/>
                <w:b w:val="0"/>
                <w:szCs w:val="22"/>
              </w:rPr>
              <w:t>S2.13 Install components to heating appliances</w:t>
            </w:r>
          </w:p>
          <w:p w14:paraId="34ECAB71" w14:textId="77777777" w:rsidR="008610B6" w:rsidRPr="001A7B4B" w:rsidRDefault="008610B6" w:rsidP="008610B6">
            <w:pPr>
              <w:pStyle w:val="Normalheadingblack"/>
              <w:rPr>
                <w:rFonts w:cs="Arial"/>
                <w:b w:val="0"/>
                <w:szCs w:val="22"/>
              </w:rPr>
            </w:pPr>
          </w:p>
          <w:p w14:paraId="7679DFDF" w14:textId="77777777" w:rsidR="008610B6" w:rsidRPr="001A7B4B" w:rsidRDefault="002B17DF" w:rsidP="008610B6">
            <w:pPr>
              <w:pStyle w:val="Normalheadingblack"/>
              <w:rPr>
                <w:rFonts w:cs="Arial"/>
                <w:b w:val="0"/>
                <w:szCs w:val="22"/>
              </w:rPr>
            </w:pPr>
            <w:r w:rsidRPr="001A7B4B">
              <w:rPr>
                <w:rFonts w:cs="Arial"/>
                <w:b w:val="0"/>
                <w:szCs w:val="22"/>
              </w:rPr>
              <w:t>S2.8 Connect materials using jointing methods</w:t>
            </w:r>
          </w:p>
        </w:tc>
        <w:tc>
          <w:tcPr>
            <w:tcW w:w="5785" w:type="dxa"/>
            <w:tcBorders>
              <w:top w:val="single" w:sz="4" w:space="0" w:color="C6C5C6"/>
              <w:left w:val="single" w:sz="4" w:space="0" w:color="C6C5C6"/>
              <w:bottom w:val="single" w:sz="4" w:space="0" w:color="C6C5C6"/>
              <w:right w:val="single" w:sz="4" w:space="0" w:color="C6C5C6"/>
            </w:tcBorders>
          </w:tcPr>
          <w:p w14:paraId="3C8E5557" w14:textId="77777777" w:rsidR="008610B6" w:rsidRPr="001A7B4B" w:rsidRDefault="008610B6" w:rsidP="008610B6">
            <w:pPr>
              <w:pStyle w:val="Normalheadingblue"/>
              <w:rPr>
                <w:rFonts w:cs="Arial"/>
                <w:color w:val="auto"/>
                <w:szCs w:val="22"/>
              </w:rPr>
            </w:pPr>
            <w:r w:rsidRPr="001A7B4B">
              <w:rPr>
                <w:rFonts w:cs="Arial"/>
                <w:color w:val="auto"/>
                <w:szCs w:val="22"/>
              </w:rPr>
              <w:lastRenderedPageBreak/>
              <w:t>Activity:</w:t>
            </w:r>
          </w:p>
          <w:p w14:paraId="3B6CB0AA" w14:textId="77777777" w:rsidR="008610B6" w:rsidRPr="001A7B4B" w:rsidRDefault="008610B6" w:rsidP="008610B6">
            <w:pPr>
              <w:pStyle w:val="Normalheadingblue"/>
              <w:rPr>
                <w:rFonts w:cs="Arial"/>
                <w:color w:val="auto"/>
                <w:szCs w:val="22"/>
              </w:rPr>
            </w:pPr>
          </w:p>
          <w:p w14:paraId="53C23D3A" w14:textId="77777777" w:rsidR="008610B6" w:rsidRPr="001A7B4B" w:rsidRDefault="008610B6" w:rsidP="008610B6">
            <w:pPr>
              <w:pStyle w:val="Normalheadingblue"/>
              <w:rPr>
                <w:rFonts w:cs="Arial"/>
                <w:color w:val="auto"/>
                <w:szCs w:val="22"/>
              </w:rPr>
            </w:pPr>
            <w:r w:rsidRPr="001A7B4B">
              <w:rPr>
                <w:rFonts w:cs="Arial"/>
                <w:color w:val="auto"/>
                <w:szCs w:val="22"/>
              </w:rPr>
              <w:t>Starter task example:</w:t>
            </w:r>
          </w:p>
          <w:p w14:paraId="5DB3C13F" w14:textId="77777777" w:rsidR="008610B6" w:rsidRPr="001A7B4B" w:rsidRDefault="008610B6" w:rsidP="002C017C">
            <w:pPr>
              <w:pStyle w:val="Normalheadingblue"/>
              <w:numPr>
                <w:ilvl w:val="0"/>
                <w:numId w:val="107"/>
              </w:numPr>
              <w:rPr>
                <w:rFonts w:cs="Arial"/>
                <w:b w:val="0"/>
                <w:color w:val="auto"/>
                <w:szCs w:val="22"/>
              </w:rPr>
            </w:pPr>
            <w:r w:rsidRPr="001A7B4B">
              <w:rPr>
                <w:rFonts w:cs="Arial"/>
                <w:b w:val="0"/>
                <w:color w:val="auto"/>
                <w:szCs w:val="22"/>
              </w:rPr>
              <w:lastRenderedPageBreak/>
              <w:t>Recap task – Bending copper pipe – tutor to nominate a learner to recap and demonstrate the process for forming a bend in copper pipe</w:t>
            </w:r>
          </w:p>
          <w:p w14:paraId="54096C4C" w14:textId="77777777" w:rsidR="008610B6" w:rsidRPr="001A7B4B" w:rsidRDefault="008610B6" w:rsidP="008610B6">
            <w:pPr>
              <w:pStyle w:val="Normalheadingblue"/>
              <w:rPr>
                <w:rFonts w:cs="Arial"/>
                <w:color w:val="auto"/>
                <w:szCs w:val="22"/>
              </w:rPr>
            </w:pPr>
          </w:p>
          <w:p w14:paraId="088C745B" w14:textId="77777777" w:rsidR="008610B6" w:rsidRPr="001A7B4B" w:rsidRDefault="008610B6" w:rsidP="008610B6">
            <w:pPr>
              <w:pStyle w:val="Normalheadingblue"/>
              <w:rPr>
                <w:rFonts w:cs="Arial"/>
                <w:color w:val="auto"/>
                <w:szCs w:val="22"/>
              </w:rPr>
            </w:pPr>
            <w:r w:rsidRPr="001A7B4B">
              <w:rPr>
                <w:rFonts w:cs="Arial"/>
                <w:color w:val="auto"/>
                <w:szCs w:val="22"/>
              </w:rPr>
              <w:t>Delivery:</w:t>
            </w:r>
          </w:p>
          <w:p w14:paraId="0F588B3F" w14:textId="77777777" w:rsidR="008610B6" w:rsidRPr="001A7B4B" w:rsidRDefault="008610B6" w:rsidP="008610B6">
            <w:pPr>
              <w:pStyle w:val="Normalheadingblue"/>
              <w:rPr>
                <w:rFonts w:cs="Arial"/>
                <w:color w:val="auto"/>
                <w:szCs w:val="22"/>
              </w:rPr>
            </w:pPr>
            <w:r w:rsidRPr="001A7B4B">
              <w:rPr>
                <w:rFonts w:cs="Arial"/>
                <w:color w:val="auto"/>
                <w:szCs w:val="22"/>
              </w:rPr>
              <w:t>Practical session - Install pipework to radiators from boiler</w:t>
            </w:r>
          </w:p>
          <w:p w14:paraId="52E2AE9A" w14:textId="6AC77553" w:rsidR="008610B6" w:rsidRPr="001A7B4B" w:rsidRDefault="008610B6" w:rsidP="002C017C">
            <w:pPr>
              <w:pStyle w:val="Normalheadingblue"/>
              <w:numPr>
                <w:ilvl w:val="0"/>
                <w:numId w:val="106"/>
              </w:numPr>
              <w:rPr>
                <w:rFonts w:cs="Arial"/>
                <w:b w:val="0"/>
                <w:color w:val="auto"/>
                <w:szCs w:val="22"/>
              </w:rPr>
            </w:pPr>
            <w:r w:rsidRPr="001A7B4B">
              <w:rPr>
                <w:rFonts w:cs="Arial"/>
                <w:b w:val="0"/>
                <w:color w:val="auto"/>
                <w:szCs w:val="22"/>
              </w:rPr>
              <w:t>Tutor to deliver specification for task including pipework material types and jointing methods</w:t>
            </w:r>
            <w:r w:rsidR="005761B0">
              <w:rPr>
                <w:rFonts w:cs="Arial"/>
                <w:b w:val="0"/>
                <w:color w:val="auto"/>
                <w:szCs w:val="22"/>
              </w:rPr>
              <w:t>.</w:t>
            </w:r>
          </w:p>
          <w:p w14:paraId="5D51250F" w14:textId="00ECDEC7" w:rsidR="008610B6" w:rsidRPr="001A7B4B" w:rsidRDefault="00116A2E" w:rsidP="002C017C">
            <w:pPr>
              <w:pStyle w:val="Normalheadingblue"/>
              <w:numPr>
                <w:ilvl w:val="0"/>
                <w:numId w:val="106"/>
              </w:numPr>
              <w:rPr>
                <w:rFonts w:cs="Arial"/>
                <w:b w:val="0"/>
                <w:color w:val="auto"/>
                <w:szCs w:val="22"/>
              </w:rPr>
            </w:pPr>
            <w:r w:rsidRPr="001A7B4B">
              <w:rPr>
                <w:rFonts w:cs="Arial"/>
                <w:b w:val="0"/>
                <w:color w:val="auto"/>
                <w:szCs w:val="22"/>
              </w:rPr>
              <w:t>Students</w:t>
            </w:r>
            <w:r w:rsidR="008610B6" w:rsidRPr="001A7B4B">
              <w:rPr>
                <w:rFonts w:cs="Arial"/>
                <w:b w:val="0"/>
                <w:color w:val="auto"/>
                <w:szCs w:val="22"/>
              </w:rPr>
              <w:t xml:space="preserve"> to continue to work in small groups to connect the previously installed boiler to radiators</w:t>
            </w:r>
            <w:r w:rsidR="005761B0">
              <w:rPr>
                <w:rFonts w:cs="Arial"/>
                <w:b w:val="0"/>
                <w:color w:val="auto"/>
                <w:szCs w:val="22"/>
              </w:rPr>
              <w:t>.</w:t>
            </w:r>
          </w:p>
          <w:p w14:paraId="0D07857F" w14:textId="1A2B21E1" w:rsidR="008610B6" w:rsidRPr="001A7B4B" w:rsidRDefault="00116A2E" w:rsidP="002C017C">
            <w:pPr>
              <w:pStyle w:val="Normalheadingblue"/>
              <w:numPr>
                <w:ilvl w:val="0"/>
                <w:numId w:val="106"/>
              </w:numPr>
              <w:rPr>
                <w:rFonts w:cs="Arial"/>
                <w:b w:val="0"/>
                <w:color w:val="auto"/>
                <w:szCs w:val="22"/>
              </w:rPr>
            </w:pPr>
            <w:r w:rsidRPr="001A7B4B">
              <w:rPr>
                <w:rFonts w:cs="Arial"/>
                <w:b w:val="0"/>
                <w:color w:val="auto"/>
                <w:szCs w:val="22"/>
              </w:rPr>
              <w:t>Students</w:t>
            </w:r>
            <w:r w:rsidR="008610B6" w:rsidRPr="001A7B4B">
              <w:rPr>
                <w:rFonts w:cs="Arial"/>
                <w:b w:val="0"/>
                <w:color w:val="auto"/>
                <w:szCs w:val="22"/>
              </w:rPr>
              <w:t xml:space="preserve"> are to gather materials and tools to perfo</w:t>
            </w:r>
            <w:r w:rsidR="002B17DF" w:rsidRPr="001A7B4B">
              <w:rPr>
                <w:rFonts w:cs="Arial"/>
                <w:b w:val="0"/>
                <w:color w:val="auto"/>
                <w:szCs w:val="22"/>
              </w:rPr>
              <w:t>r</w:t>
            </w:r>
            <w:r w:rsidR="008610B6" w:rsidRPr="001A7B4B">
              <w:rPr>
                <w:rFonts w:cs="Arial"/>
                <w:b w:val="0"/>
                <w:color w:val="auto"/>
                <w:szCs w:val="22"/>
              </w:rPr>
              <w:t>m the task</w:t>
            </w:r>
            <w:r w:rsidR="005761B0">
              <w:rPr>
                <w:rFonts w:cs="Arial"/>
                <w:b w:val="0"/>
                <w:color w:val="auto"/>
                <w:szCs w:val="22"/>
              </w:rPr>
              <w:t>.</w:t>
            </w:r>
          </w:p>
          <w:p w14:paraId="749912D4" w14:textId="03BF8750" w:rsidR="008610B6" w:rsidRPr="001A7B4B" w:rsidRDefault="008610B6" w:rsidP="002C017C">
            <w:pPr>
              <w:pStyle w:val="Normalheadingblue"/>
              <w:numPr>
                <w:ilvl w:val="0"/>
                <w:numId w:val="106"/>
              </w:numPr>
              <w:rPr>
                <w:rFonts w:cs="Arial"/>
                <w:b w:val="0"/>
                <w:color w:val="auto"/>
                <w:szCs w:val="22"/>
              </w:rPr>
            </w:pPr>
            <w:r w:rsidRPr="001A7B4B">
              <w:rPr>
                <w:rFonts w:cs="Arial"/>
                <w:b w:val="0"/>
                <w:color w:val="auto"/>
                <w:szCs w:val="22"/>
              </w:rPr>
              <w:t>Tutor to monitor group progress and offer guidance as required</w:t>
            </w:r>
            <w:r w:rsidR="005761B0">
              <w:rPr>
                <w:rFonts w:cs="Arial"/>
                <w:b w:val="0"/>
                <w:color w:val="auto"/>
                <w:szCs w:val="22"/>
              </w:rPr>
              <w:t>.</w:t>
            </w:r>
          </w:p>
          <w:p w14:paraId="2F7449F9" w14:textId="72F94D04" w:rsidR="008610B6" w:rsidRPr="001A7B4B" w:rsidRDefault="008610B6" w:rsidP="002C017C">
            <w:pPr>
              <w:pStyle w:val="Normalheadingblue"/>
              <w:numPr>
                <w:ilvl w:val="0"/>
                <w:numId w:val="106"/>
              </w:numPr>
              <w:rPr>
                <w:rFonts w:cs="Arial"/>
                <w:b w:val="0"/>
                <w:color w:val="auto"/>
                <w:szCs w:val="22"/>
              </w:rPr>
            </w:pPr>
            <w:r w:rsidRPr="001A7B4B">
              <w:rPr>
                <w:rFonts w:cs="Arial"/>
                <w:b w:val="0"/>
                <w:color w:val="auto"/>
                <w:szCs w:val="22"/>
              </w:rPr>
              <w:t xml:space="preserve">On completion tutor to mark against agreed dimensions and feedback to </w:t>
            </w:r>
            <w:r w:rsidR="00F502C8" w:rsidRPr="001A7B4B">
              <w:rPr>
                <w:rFonts w:cs="Arial"/>
                <w:b w:val="0"/>
                <w:color w:val="auto"/>
                <w:szCs w:val="22"/>
              </w:rPr>
              <w:t>students</w:t>
            </w:r>
          </w:p>
          <w:p w14:paraId="1B46B225" w14:textId="65B6CD7B" w:rsidR="008610B6" w:rsidRPr="001A7B4B" w:rsidRDefault="008610B6" w:rsidP="002C017C">
            <w:pPr>
              <w:pStyle w:val="Normalheadingblue"/>
              <w:numPr>
                <w:ilvl w:val="0"/>
                <w:numId w:val="106"/>
              </w:numPr>
              <w:rPr>
                <w:rFonts w:cs="Arial"/>
                <w:b w:val="0"/>
                <w:color w:val="auto"/>
                <w:szCs w:val="22"/>
              </w:rPr>
            </w:pPr>
            <w:r w:rsidRPr="001A7B4B">
              <w:rPr>
                <w:rFonts w:cs="Arial"/>
                <w:b w:val="0"/>
                <w:color w:val="auto"/>
                <w:szCs w:val="22"/>
              </w:rPr>
              <w:t>Where possible, keep system pipework installed for testing at later date</w:t>
            </w:r>
            <w:r w:rsidR="005761B0">
              <w:rPr>
                <w:rFonts w:cs="Arial"/>
                <w:b w:val="0"/>
                <w:color w:val="auto"/>
                <w:szCs w:val="22"/>
              </w:rPr>
              <w:t>.</w:t>
            </w:r>
          </w:p>
          <w:p w14:paraId="022D035F" w14:textId="77777777" w:rsidR="008610B6" w:rsidRPr="001A7B4B" w:rsidRDefault="008610B6" w:rsidP="008610B6">
            <w:pPr>
              <w:pStyle w:val="Normalheadingblue"/>
              <w:rPr>
                <w:rFonts w:cs="Arial"/>
                <w:color w:val="auto"/>
                <w:szCs w:val="22"/>
              </w:rPr>
            </w:pPr>
          </w:p>
          <w:p w14:paraId="13E70365" w14:textId="77777777" w:rsidR="008610B6" w:rsidRPr="001A7B4B" w:rsidRDefault="008610B6" w:rsidP="008610B6">
            <w:pPr>
              <w:pStyle w:val="Normalheadingblue"/>
              <w:rPr>
                <w:rFonts w:cs="Arial"/>
                <w:color w:val="auto"/>
                <w:szCs w:val="22"/>
              </w:rPr>
            </w:pPr>
          </w:p>
          <w:p w14:paraId="2079EFCB" w14:textId="77777777" w:rsidR="008610B6" w:rsidRPr="001A7B4B" w:rsidRDefault="008610B6" w:rsidP="008610B6">
            <w:pPr>
              <w:pStyle w:val="Normalheadingblue"/>
              <w:rPr>
                <w:rFonts w:cs="Arial"/>
                <w:color w:val="auto"/>
                <w:szCs w:val="22"/>
              </w:rPr>
            </w:pPr>
            <w:r w:rsidRPr="001A7B4B">
              <w:rPr>
                <w:rFonts w:cs="Arial"/>
                <w:color w:val="auto"/>
                <w:szCs w:val="22"/>
              </w:rPr>
              <w:t>Knowledge check example:</w:t>
            </w:r>
          </w:p>
          <w:p w14:paraId="00F10EC6" w14:textId="30F5DFD5" w:rsidR="008610B6" w:rsidRPr="001A7B4B" w:rsidRDefault="008610B6" w:rsidP="002C017C">
            <w:pPr>
              <w:pStyle w:val="Normalheadingblue"/>
              <w:numPr>
                <w:ilvl w:val="0"/>
                <w:numId w:val="108"/>
              </w:numPr>
              <w:rPr>
                <w:rFonts w:cs="Arial"/>
                <w:b w:val="0"/>
                <w:color w:val="auto"/>
                <w:szCs w:val="22"/>
              </w:rPr>
            </w:pPr>
            <w:r w:rsidRPr="001A7B4B">
              <w:rPr>
                <w:rFonts w:cs="Arial"/>
                <w:b w:val="0"/>
                <w:color w:val="auto"/>
                <w:szCs w:val="22"/>
              </w:rPr>
              <w:t>Install pipework to given dimensions</w:t>
            </w:r>
            <w:r w:rsidR="005761B0">
              <w:rPr>
                <w:rFonts w:cs="Arial"/>
                <w:b w:val="0"/>
                <w:color w:val="auto"/>
                <w:szCs w:val="22"/>
              </w:rPr>
              <w:t>.</w:t>
            </w:r>
          </w:p>
          <w:p w14:paraId="3AD0751B" w14:textId="77777777" w:rsidR="008610B6" w:rsidRPr="001A7B4B" w:rsidRDefault="008610B6" w:rsidP="008610B6">
            <w:pPr>
              <w:pStyle w:val="Normalheadingblue"/>
              <w:ind w:left="720"/>
              <w:rPr>
                <w:rFonts w:cs="Arial"/>
                <w:b w:val="0"/>
                <w:color w:val="auto"/>
                <w:szCs w:val="22"/>
              </w:rPr>
            </w:pPr>
          </w:p>
          <w:p w14:paraId="6A2968F8" w14:textId="77777777" w:rsidR="008610B6" w:rsidRPr="001A7B4B" w:rsidRDefault="008610B6" w:rsidP="008610B6">
            <w:pPr>
              <w:pStyle w:val="Normalheadingblue"/>
              <w:rPr>
                <w:rFonts w:cs="Arial"/>
                <w:color w:val="auto"/>
                <w:szCs w:val="22"/>
              </w:rPr>
            </w:pPr>
            <w:r w:rsidRPr="001A7B4B">
              <w:rPr>
                <w:rFonts w:cs="Arial"/>
                <w:color w:val="auto"/>
                <w:szCs w:val="22"/>
              </w:rPr>
              <w:t>Resources:</w:t>
            </w:r>
          </w:p>
          <w:p w14:paraId="51ACE76E" w14:textId="77777777" w:rsidR="008610B6" w:rsidRPr="001A7B4B" w:rsidRDefault="008610B6" w:rsidP="008610B6">
            <w:pPr>
              <w:pStyle w:val="Normalheadingblue"/>
              <w:rPr>
                <w:rFonts w:cs="Arial"/>
                <w:b w:val="0"/>
                <w:color w:val="auto"/>
                <w:szCs w:val="22"/>
              </w:rPr>
            </w:pPr>
            <w:r w:rsidRPr="001A7B4B">
              <w:rPr>
                <w:rFonts w:cs="Arial"/>
                <w:b w:val="0"/>
                <w:color w:val="auto"/>
                <w:szCs w:val="22"/>
              </w:rPr>
              <w:t>PPE</w:t>
            </w:r>
          </w:p>
          <w:p w14:paraId="71375208" w14:textId="77777777" w:rsidR="008610B6" w:rsidRPr="001A7B4B" w:rsidRDefault="008610B6" w:rsidP="008610B6">
            <w:pPr>
              <w:pStyle w:val="Normalheadingblue"/>
              <w:rPr>
                <w:rFonts w:cs="Arial"/>
                <w:b w:val="0"/>
                <w:color w:val="auto"/>
                <w:szCs w:val="22"/>
              </w:rPr>
            </w:pPr>
            <w:r w:rsidRPr="001A7B4B">
              <w:rPr>
                <w:rFonts w:cs="Arial"/>
                <w:b w:val="0"/>
                <w:color w:val="auto"/>
                <w:szCs w:val="22"/>
              </w:rPr>
              <w:t>Suitable tools and power tools</w:t>
            </w:r>
          </w:p>
          <w:p w14:paraId="7252EC66" w14:textId="77777777" w:rsidR="008610B6" w:rsidRPr="001A7B4B" w:rsidRDefault="008610B6" w:rsidP="008610B6">
            <w:pPr>
              <w:pStyle w:val="Normalheadingblue"/>
              <w:rPr>
                <w:rFonts w:cs="Arial"/>
                <w:b w:val="0"/>
                <w:color w:val="auto"/>
                <w:szCs w:val="22"/>
              </w:rPr>
            </w:pPr>
            <w:r w:rsidRPr="001A7B4B">
              <w:rPr>
                <w:rFonts w:cs="Arial"/>
                <w:b w:val="0"/>
                <w:color w:val="auto"/>
                <w:szCs w:val="22"/>
              </w:rPr>
              <w:t>Bending machines</w:t>
            </w:r>
          </w:p>
          <w:p w14:paraId="7243E9AE" w14:textId="77777777" w:rsidR="008610B6" w:rsidRPr="001A7B4B" w:rsidRDefault="008610B6" w:rsidP="008610B6">
            <w:pPr>
              <w:pStyle w:val="Normalheadingblue"/>
              <w:rPr>
                <w:rFonts w:cs="Arial"/>
                <w:b w:val="0"/>
                <w:color w:val="auto"/>
                <w:szCs w:val="22"/>
              </w:rPr>
            </w:pPr>
            <w:r w:rsidRPr="001A7B4B">
              <w:rPr>
                <w:rFonts w:cs="Arial"/>
                <w:b w:val="0"/>
                <w:color w:val="auto"/>
                <w:szCs w:val="22"/>
              </w:rPr>
              <w:t>Pipework</w:t>
            </w:r>
          </w:p>
          <w:p w14:paraId="3268B651" w14:textId="77777777" w:rsidR="008610B6" w:rsidRPr="001A7B4B" w:rsidRDefault="008610B6" w:rsidP="008610B6">
            <w:pPr>
              <w:pStyle w:val="Normalheadingblue"/>
              <w:rPr>
                <w:rFonts w:cs="Arial"/>
                <w:b w:val="0"/>
                <w:color w:val="auto"/>
                <w:szCs w:val="22"/>
              </w:rPr>
            </w:pPr>
            <w:r w:rsidRPr="001A7B4B">
              <w:rPr>
                <w:rFonts w:cs="Arial"/>
                <w:b w:val="0"/>
                <w:color w:val="auto"/>
                <w:szCs w:val="22"/>
              </w:rPr>
              <w:t>Fittings</w:t>
            </w:r>
          </w:p>
          <w:p w14:paraId="76270FDF" w14:textId="77777777" w:rsidR="008610B6" w:rsidRPr="001A7B4B" w:rsidRDefault="008610B6" w:rsidP="008610B6">
            <w:pPr>
              <w:pStyle w:val="Normalheadingblue"/>
              <w:rPr>
                <w:rFonts w:cs="Arial"/>
                <w:color w:val="auto"/>
                <w:szCs w:val="22"/>
              </w:rPr>
            </w:pPr>
            <w:r w:rsidRPr="001A7B4B">
              <w:rPr>
                <w:rFonts w:cs="Arial"/>
                <w:b w:val="0"/>
                <w:color w:val="auto"/>
                <w:szCs w:val="22"/>
              </w:rPr>
              <w:t>Sundries (Solder, flux, wire wool, olives)</w:t>
            </w:r>
          </w:p>
        </w:tc>
        <w:tc>
          <w:tcPr>
            <w:tcW w:w="2246" w:type="dxa"/>
            <w:tcBorders>
              <w:top w:val="single" w:sz="4" w:space="0" w:color="C6C5C6"/>
              <w:left w:val="single" w:sz="4" w:space="0" w:color="C6C5C6"/>
              <w:bottom w:val="single" w:sz="4" w:space="0" w:color="C6C5C6"/>
              <w:right w:val="single" w:sz="4" w:space="0" w:color="C6C5C6"/>
            </w:tcBorders>
          </w:tcPr>
          <w:p w14:paraId="5398E508" w14:textId="77777777" w:rsidR="00DD207A" w:rsidRPr="001A7B4B" w:rsidRDefault="008A57D2">
            <w:r w:rsidRPr="001A7B4B">
              <w:lastRenderedPageBreak/>
              <w:t>Q&amp;A</w:t>
            </w:r>
            <w:r w:rsidRPr="001A7B4B">
              <w:br/>
            </w:r>
            <w:r w:rsidRPr="001A7B4B">
              <w:br/>
              <w:t>Recap task</w:t>
            </w:r>
            <w:r w:rsidRPr="001A7B4B">
              <w:br/>
            </w:r>
            <w:r w:rsidRPr="001A7B4B">
              <w:br/>
            </w:r>
            <w:r w:rsidRPr="001A7B4B">
              <w:br/>
            </w:r>
            <w:r w:rsidRPr="001A7B4B">
              <w:lastRenderedPageBreak/>
              <w:br/>
            </w:r>
            <w:r w:rsidRPr="001A7B4B">
              <w:br/>
            </w:r>
            <w:r w:rsidRPr="001A7B4B">
              <w:br/>
            </w:r>
            <w:r w:rsidRPr="001A7B4B">
              <w:br/>
              <w:t>Install pipework to given dimensions</w:t>
            </w:r>
            <w:r w:rsidRPr="001A7B4B">
              <w:br/>
              <w:t>Maths skills (measurement, scale, calculation, costing)</w:t>
            </w:r>
            <w:r w:rsidRPr="001A7B4B">
              <w:br/>
              <w:t>English skills (reading, writing, technical vocabulary)</w:t>
            </w:r>
          </w:p>
        </w:tc>
      </w:tr>
      <w:tr w:rsidR="001A7B4B" w:rsidRPr="001A7B4B" w14:paraId="1812EEEE"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660004D9" w14:textId="77777777" w:rsidR="00FD79CE" w:rsidRDefault="00FD79CE" w:rsidP="00FD79CE">
            <w:pPr>
              <w:jc w:val="center"/>
              <w:rPr>
                <w:rFonts w:cs="Arial"/>
                <w:szCs w:val="22"/>
              </w:rPr>
            </w:pPr>
            <w:r>
              <w:rPr>
                <w:rFonts w:cs="Arial"/>
                <w:szCs w:val="22"/>
              </w:rPr>
              <w:lastRenderedPageBreak/>
              <w:t>164 – 165</w:t>
            </w:r>
          </w:p>
          <w:p w14:paraId="29C6E0E9" w14:textId="77777777" w:rsidR="00FD79CE" w:rsidRDefault="00FD79CE" w:rsidP="00FD79CE">
            <w:pPr>
              <w:jc w:val="center"/>
              <w:rPr>
                <w:rFonts w:cs="Arial"/>
                <w:szCs w:val="22"/>
              </w:rPr>
            </w:pPr>
            <w:r>
              <w:rPr>
                <w:rFonts w:cs="Arial"/>
                <w:szCs w:val="22"/>
              </w:rPr>
              <w:t>6 hours</w:t>
            </w:r>
          </w:p>
        </w:tc>
        <w:tc>
          <w:tcPr>
            <w:tcW w:w="2199" w:type="dxa"/>
            <w:tcBorders>
              <w:top w:val="single" w:sz="4" w:space="0" w:color="C6C5C6"/>
              <w:left w:val="single" w:sz="4" w:space="0" w:color="C6C5C6"/>
              <w:bottom w:val="single" w:sz="4" w:space="0" w:color="C6C5C6"/>
              <w:right w:val="single" w:sz="4" w:space="0" w:color="C6C5C6"/>
            </w:tcBorders>
          </w:tcPr>
          <w:p w14:paraId="4DAF0995" w14:textId="77777777" w:rsidR="00FD79CE" w:rsidRPr="001A7B4B" w:rsidRDefault="00FD79CE" w:rsidP="00FD79CE">
            <w:pPr>
              <w:pStyle w:val="Normalheadingblack"/>
              <w:rPr>
                <w:rFonts w:cs="Arial"/>
                <w:lang w:eastAsia="en-GB"/>
              </w:rPr>
            </w:pPr>
            <w:r w:rsidRPr="001A7B4B">
              <w:rPr>
                <w:rFonts w:cs="Arial"/>
                <w:lang w:eastAsia="en-GB"/>
              </w:rPr>
              <w:t>Outcome 2 Install plumbing and heating systems</w:t>
            </w:r>
          </w:p>
          <w:p w14:paraId="4F0F8925" w14:textId="77777777" w:rsidR="00FD79CE" w:rsidRPr="001A7B4B" w:rsidRDefault="00FD79CE" w:rsidP="00FD79CE">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220D3F7D" w14:textId="77777777" w:rsidR="00FD79CE" w:rsidRPr="001A7B4B" w:rsidRDefault="00FD79CE" w:rsidP="00FD79CE">
            <w:pPr>
              <w:pStyle w:val="Normalheadingblack"/>
              <w:rPr>
                <w:rFonts w:cs="Arial"/>
                <w:b w:val="0"/>
                <w:szCs w:val="22"/>
              </w:rPr>
            </w:pPr>
            <w:r w:rsidRPr="001A7B4B">
              <w:rPr>
                <w:rFonts w:cs="Arial"/>
                <w:b w:val="0"/>
                <w:szCs w:val="22"/>
              </w:rPr>
              <w:t>S2.7 Cut pipes</w:t>
            </w:r>
          </w:p>
          <w:p w14:paraId="7149593A" w14:textId="77777777" w:rsidR="00FD79CE" w:rsidRPr="001A7B4B" w:rsidRDefault="00FD79CE" w:rsidP="00FD79CE">
            <w:pPr>
              <w:pStyle w:val="Normalheadingblack"/>
              <w:rPr>
                <w:rFonts w:cs="Arial"/>
                <w:b w:val="0"/>
                <w:szCs w:val="22"/>
              </w:rPr>
            </w:pPr>
          </w:p>
          <w:p w14:paraId="25F0F677" w14:textId="77777777" w:rsidR="00FD79CE" w:rsidRPr="001A7B4B" w:rsidRDefault="00FD79CE" w:rsidP="00FD79CE">
            <w:pPr>
              <w:pStyle w:val="Normalheadingblack"/>
              <w:rPr>
                <w:rFonts w:cs="Arial"/>
                <w:b w:val="0"/>
                <w:szCs w:val="22"/>
              </w:rPr>
            </w:pPr>
            <w:r w:rsidRPr="001A7B4B">
              <w:rPr>
                <w:rFonts w:cs="Arial"/>
                <w:b w:val="0"/>
                <w:szCs w:val="22"/>
              </w:rPr>
              <w:t>S2.2 Select tools, equipment and materials</w:t>
            </w:r>
          </w:p>
          <w:p w14:paraId="282BF864" w14:textId="77777777" w:rsidR="00FD79CE" w:rsidRPr="001A7B4B" w:rsidRDefault="00FD79CE" w:rsidP="00FD79CE">
            <w:pPr>
              <w:pStyle w:val="Normalheadingblack"/>
              <w:rPr>
                <w:rFonts w:cs="Arial"/>
                <w:b w:val="0"/>
                <w:szCs w:val="22"/>
              </w:rPr>
            </w:pPr>
          </w:p>
          <w:p w14:paraId="39E4E0E8" w14:textId="77777777" w:rsidR="00FD79CE" w:rsidRPr="001A7B4B" w:rsidRDefault="00FD79CE" w:rsidP="00FD79CE">
            <w:pPr>
              <w:pStyle w:val="Normalheadingblack"/>
              <w:rPr>
                <w:rFonts w:cs="Arial"/>
                <w:b w:val="0"/>
                <w:szCs w:val="22"/>
              </w:rPr>
            </w:pPr>
            <w:r w:rsidRPr="001A7B4B">
              <w:rPr>
                <w:rFonts w:cs="Arial"/>
                <w:b w:val="0"/>
                <w:szCs w:val="22"/>
              </w:rPr>
              <w:t>S2.12 Install heat emitting devices</w:t>
            </w:r>
          </w:p>
          <w:p w14:paraId="1C94F030" w14:textId="77777777" w:rsidR="00FD79CE" w:rsidRPr="001A7B4B" w:rsidRDefault="00FD79CE" w:rsidP="00FD79CE">
            <w:pPr>
              <w:pStyle w:val="Normalheadingblack"/>
              <w:rPr>
                <w:rFonts w:cs="Arial"/>
                <w:b w:val="0"/>
                <w:szCs w:val="22"/>
              </w:rPr>
            </w:pPr>
          </w:p>
          <w:p w14:paraId="18CF14FE" w14:textId="77777777" w:rsidR="00FD79CE" w:rsidRPr="001A7B4B" w:rsidRDefault="00FD79CE" w:rsidP="00FD79CE">
            <w:pPr>
              <w:pStyle w:val="Normalheadingblack"/>
              <w:rPr>
                <w:rFonts w:cs="Arial"/>
                <w:b w:val="0"/>
                <w:szCs w:val="22"/>
              </w:rPr>
            </w:pPr>
            <w:r w:rsidRPr="001A7B4B">
              <w:rPr>
                <w:rFonts w:cs="Arial"/>
                <w:b w:val="0"/>
                <w:szCs w:val="22"/>
              </w:rPr>
              <w:t>S2.13 Install components to heating appliances</w:t>
            </w:r>
          </w:p>
          <w:p w14:paraId="5B65068D" w14:textId="77777777" w:rsidR="00FD79CE" w:rsidRPr="001A7B4B" w:rsidRDefault="00FD79CE" w:rsidP="00FD79CE">
            <w:pPr>
              <w:pStyle w:val="Normalheadingblack"/>
              <w:rPr>
                <w:rFonts w:cs="Arial"/>
                <w:b w:val="0"/>
                <w:szCs w:val="22"/>
              </w:rPr>
            </w:pPr>
          </w:p>
          <w:p w14:paraId="4DB9247E" w14:textId="77777777" w:rsidR="00FD79CE" w:rsidRPr="001A7B4B" w:rsidRDefault="00FD79CE" w:rsidP="00FD79CE">
            <w:pPr>
              <w:pStyle w:val="Normalheadingblack"/>
              <w:rPr>
                <w:rFonts w:cs="Arial"/>
                <w:b w:val="0"/>
                <w:szCs w:val="22"/>
              </w:rPr>
            </w:pPr>
            <w:r w:rsidRPr="001A7B4B">
              <w:rPr>
                <w:rFonts w:cs="Arial"/>
                <w:b w:val="0"/>
                <w:szCs w:val="22"/>
              </w:rPr>
              <w:t>S2.8 Connect materials using jointing methods</w:t>
            </w:r>
          </w:p>
        </w:tc>
        <w:tc>
          <w:tcPr>
            <w:tcW w:w="5785" w:type="dxa"/>
            <w:tcBorders>
              <w:top w:val="single" w:sz="4" w:space="0" w:color="C6C5C6"/>
              <w:left w:val="single" w:sz="4" w:space="0" w:color="C6C5C6"/>
              <w:bottom w:val="single" w:sz="4" w:space="0" w:color="C6C5C6"/>
              <w:right w:val="single" w:sz="4" w:space="0" w:color="C6C5C6"/>
            </w:tcBorders>
          </w:tcPr>
          <w:p w14:paraId="52B9C45F" w14:textId="77777777" w:rsidR="00FD79CE" w:rsidRPr="001A7B4B" w:rsidRDefault="00FD79CE" w:rsidP="00FD79CE">
            <w:pPr>
              <w:pStyle w:val="Normalheadingblue"/>
              <w:rPr>
                <w:rFonts w:cs="Arial"/>
                <w:color w:val="auto"/>
                <w:szCs w:val="22"/>
              </w:rPr>
            </w:pPr>
            <w:r w:rsidRPr="001A7B4B">
              <w:rPr>
                <w:rFonts w:cs="Arial"/>
                <w:color w:val="auto"/>
                <w:szCs w:val="22"/>
              </w:rPr>
              <w:t>Activity:</w:t>
            </w:r>
          </w:p>
          <w:p w14:paraId="3BAF5F1B" w14:textId="77777777" w:rsidR="00FD79CE" w:rsidRPr="001A7B4B" w:rsidRDefault="00FD79CE" w:rsidP="00FD79CE">
            <w:pPr>
              <w:pStyle w:val="Normalheadingblue"/>
              <w:rPr>
                <w:rFonts w:cs="Arial"/>
                <w:color w:val="auto"/>
                <w:szCs w:val="22"/>
              </w:rPr>
            </w:pPr>
          </w:p>
          <w:p w14:paraId="51E06C8B" w14:textId="77777777" w:rsidR="00FD79CE" w:rsidRPr="001A7B4B" w:rsidRDefault="00FD79CE" w:rsidP="00FD79CE">
            <w:pPr>
              <w:pStyle w:val="Normalheadingblue"/>
              <w:rPr>
                <w:rFonts w:cs="Arial"/>
                <w:color w:val="auto"/>
                <w:szCs w:val="22"/>
              </w:rPr>
            </w:pPr>
            <w:r w:rsidRPr="001A7B4B">
              <w:rPr>
                <w:rFonts w:cs="Arial"/>
                <w:color w:val="auto"/>
                <w:szCs w:val="22"/>
              </w:rPr>
              <w:t>Starter task example:</w:t>
            </w:r>
          </w:p>
          <w:p w14:paraId="29B0F341" w14:textId="6398BF00" w:rsidR="00FD79CE" w:rsidRPr="001A7B4B" w:rsidRDefault="00FD79CE" w:rsidP="002C017C">
            <w:pPr>
              <w:pStyle w:val="Normalheadingblue"/>
              <w:numPr>
                <w:ilvl w:val="0"/>
                <w:numId w:val="108"/>
              </w:numPr>
              <w:rPr>
                <w:rFonts w:cs="Arial"/>
                <w:b w:val="0"/>
                <w:color w:val="auto"/>
                <w:szCs w:val="22"/>
              </w:rPr>
            </w:pPr>
            <w:r w:rsidRPr="001A7B4B">
              <w:rPr>
                <w:rFonts w:cs="Arial"/>
                <w:b w:val="0"/>
                <w:color w:val="auto"/>
                <w:szCs w:val="22"/>
              </w:rPr>
              <w:t xml:space="preserve">Toolbox talk- Nominate one learner to highlight the safety requirements of working with compressed and flammable </w:t>
            </w:r>
            <w:r w:rsidR="00E417AA" w:rsidRPr="001A7B4B">
              <w:rPr>
                <w:rFonts w:cs="Arial"/>
                <w:b w:val="0"/>
                <w:color w:val="auto"/>
                <w:szCs w:val="22"/>
              </w:rPr>
              <w:t>gases</w:t>
            </w:r>
            <w:r w:rsidR="005761B0">
              <w:rPr>
                <w:rFonts w:cs="Arial"/>
                <w:b w:val="0"/>
                <w:color w:val="auto"/>
                <w:szCs w:val="22"/>
              </w:rPr>
              <w:t>.</w:t>
            </w:r>
          </w:p>
          <w:p w14:paraId="0470C787" w14:textId="77777777" w:rsidR="00FD79CE" w:rsidRPr="001A7B4B" w:rsidRDefault="00FD79CE" w:rsidP="00FD79CE">
            <w:pPr>
              <w:pStyle w:val="Normalheadingblue"/>
              <w:rPr>
                <w:rFonts w:cs="Arial"/>
                <w:color w:val="auto"/>
                <w:szCs w:val="22"/>
              </w:rPr>
            </w:pPr>
          </w:p>
          <w:p w14:paraId="75A34162" w14:textId="77777777" w:rsidR="00FD79CE" w:rsidRPr="001A7B4B" w:rsidRDefault="00FD79CE" w:rsidP="00FD79CE">
            <w:pPr>
              <w:pStyle w:val="Normalheadingblue"/>
              <w:rPr>
                <w:rFonts w:cs="Arial"/>
                <w:color w:val="auto"/>
                <w:szCs w:val="22"/>
              </w:rPr>
            </w:pPr>
            <w:r w:rsidRPr="001A7B4B">
              <w:rPr>
                <w:rFonts w:cs="Arial"/>
                <w:color w:val="auto"/>
                <w:szCs w:val="22"/>
              </w:rPr>
              <w:t>Delivery:</w:t>
            </w:r>
          </w:p>
          <w:p w14:paraId="13104769" w14:textId="77777777" w:rsidR="00FD79CE" w:rsidRPr="001A7B4B" w:rsidRDefault="00FD79CE" w:rsidP="00FD79CE">
            <w:pPr>
              <w:pStyle w:val="Normalheadingblue"/>
              <w:rPr>
                <w:rFonts w:cs="Arial"/>
                <w:color w:val="auto"/>
                <w:szCs w:val="22"/>
              </w:rPr>
            </w:pPr>
            <w:r w:rsidRPr="001A7B4B">
              <w:rPr>
                <w:rFonts w:cs="Arial"/>
                <w:color w:val="auto"/>
                <w:szCs w:val="22"/>
              </w:rPr>
              <w:t>Install cold water pipework:</w:t>
            </w:r>
          </w:p>
          <w:p w14:paraId="729055E4" w14:textId="38522093" w:rsidR="00FD79CE" w:rsidRPr="001A7B4B" w:rsidRDefault="00FD79CE" w:rsidP="002C017C">
            <w:pPr>
              <w:pStyle w:val="Normalheadingblue"/>
              <w:numPr>
                <w:ilvl w:val="0"/>
                <w:numId w:val="108"/>
              </w:numPr>
              <w:rPr>
                <w:rFonts w:cs="Arial"/>
                <w:b w:val="0"/>
                <w:color w:val="auto"/>
                <w:szCs w:val="22"/>
              </w:rPr>
            </w:pPr>
            <w:r w:rsidRPr="001A7B4B">
              <w:rPr>
                <w:rFonts w:cs="Arial"/>
                <w:b w:val="0"/>
                <w:color w:val="auto"/>
                <w:szCs w:val="22"/>
              </w:rPr>
              <w:t xml:space="preserve">Following on from previous sessions, </w:t>
            </w:r>
            <w:r w:rsidR="00F502C8" w:rsidRPr="001A7B4B">
              <w:rPr>
                <w:rFonts w:cs="Arial"/>
                <w:b w:val="0"/>
                <w:color w:val="auto"/>
                <w:szCs w:val="22"/>
              </w:rPr>
              <w:t>students</w:t>
            </w:r>
            <w:r w:rsidRPr="001A7B4B">
              <w:rPr>
                <w:rFonts w:cs="Arial"/>
                <w:b w:val="0"/>
                <w:color w:val="auto"/>
                <w:szCs w:val="22"/>
              </w:rPr>
              <w:t xml:space="preserve"> are to install a cold supply to a combination boiler previously fitted.</w:t>
            </w:r>
          </w:p>
          <w:p w14:paraId="263C085C" w14:textId="75E44DEB" w:rsidR="00FD79CE" w:rsidRPr="001A7B4B" w:rsidRDefault="00116A2E" w:rsidP="002C017C">
            <w:pPr>
              <w:pStyle w:val="Normalheadingblue"/>
              <w:numPr>
                <w:ilvl w:val="0"/>
                <w:numId w:val="108"/>
              </w:numPr>
              <w:rPr>
                <w:rFonts w:cs="Arial"/>
                <w:b w:val="0"/>
                <w:color w:val="auto"/>
                <w:szCs w:val="22"/>
              </w:rPr>
            </w:pPr>
            <w:r w:rsidRPr="001A7B4B">
              <w:rPr>
                <w:rFonts w:cs="Arial"/>
                <w:b w:val="0"/>
                <w:color w:val="auto"/>
                <w:szCs w:val="22"/>
              </w:rPr>
              <w:t>Students</w:t>
            </w:r>
            <w:r w:rsidR="00FD79CE" w:rsidRPr="001A7B4B">
              <w:rPr>
                <w:rFonts w:cs="Arial"/>
                <w:b w:val="0"/>
                <w:color w:val="auto"/>
                <w:szCs w:val="22"/>
              </w:rPr>
              <w:t xml:space="preserve"> to work in same small groups to mark out and fix brackets and clips for pipework</w:t>
            </w:r>
            <w:r w:rsidR="005761B0">
              <w:rPr>
                <w:rFonts w:cs="Arial"/>
                <w:b w:val="0"/>
                <w:color w:val="auto"/>
                <w:szCs w:val="22"/>
              </w:rPr>
              <w:t>.</w:t>
            </w:r>
          </w:p>
          <w:p w14:paraId="68198710" w14:textId="528E384A" w:rsidR="00FD79CE" w:rsidRPr="001A7B4B" w:rsidRDefault="00116A2E" w:rsidP="002C017C">
            <w:pPr>
              <w:pStyle w:val="Normalheadingblue"/>
              <w:numPr>
                <w:ilvl w:val="0"/>
                <w:numId w:val="108"/>
              </w:numPr>
              <w:rPr>
                <w:rFonts w:cs="Arial"/>
                <w:b w:val="0"/>
                <w:color w:val="auto"/>
                <w:szCs w:val="22"/>
              </w:rPr>
            </w:pPr>
            <w:r w:rsidRPr="001A7B4B">
              <w:rPr>
                <w:rFonts w:cs="Arial"/>
                <w:b w:val="0"/>
                <w:color w:val="auto"/>
                <w:szCs w:val="22"/>
              </w:rPr>
              <w:lastRenderedPageBreak/>
              <w:t>Students</w:t>
            </w:r>
            <w:r w:rsidR="00FD79CE" w:rsidRPr="001A7B4B">
              <w:rPr>
                <w:rFonts w:cs="Arial"/>
                <w:b w:val="0"/>
                <w:color w:val="auto"/>
                <w:szCs w:val="22"/>
              </w:rPr>
              <w:t xml:space="preserve"> to gather all materials required for the installation including valves etc</w:t>
            </w:r>
            <w:r w:rsidR="005761B0">
              <w:rPr>
                <w:rFonts w:cs="Arial"/>
                <w:b w:val="0"/>
                <w:color w:val="auto"/>
                <w:szCs w:val="22"/>
              </w:rPr>
              <w:t>.</w:t>
            </w:r>
          </w:p>
          <w:p w14:paraId="365F6241" w14:textId="35125BE8" w:rsidR="00FD79CE" w:rsidRPr="001A7B4B" w:rsidRDefault="00FD79CE" w:rsidP="002C017C">
            <w:pPr>
              <w:pStyle w:val="Normalheadingblue"/>
              <w:numPr>
                <w:ilvl w:val="0"/>
                <w:numId w:val="108"/>
              </w:numPr>
              <w:rPr>
                <w:rFonts w:cs="Arial"/>
                <w:b w:val="0"/>
                <w:color w:val="auto"/>
                <w:szCs w:val="22"/>
              </w:rPr>
            </w:pPr>
            <w:r w:rsidRPr="001A7B4B">
              <w:rPr>
                <w:rFonts w:cs="Arial"/>
                <w:b w:val="0"/>
                <w:color w:val="auto"/>
                <w:szCs w:val="22"/>
              </w:rPr>
              <w:t xml:space="preserve">Once tutor has agreed clips dimensions and suitability, </w:t>
            </w:r>
            <w:r w:rsidR="00F502C8" w:rsidRPr="001A7B4B">
              <w:rPr>
                <w:rFonts w:cs="Arial"/>
                <w:b w:val="0"/>
                <w:color w:val="auto"/>
                <w:szCs w:val="22"/>
              </w:rPr>
              <w:t>students</w:t>
            </w:r>
            <w:r w:rsidRPr="001A7B4B">
              <w:rPr>
                <w:rFonts w:cs="Arial"/>
                <w:b w:val="0"/>
                <w:color w:val="auto"/>
                <w:szCs w:val="22"/>
              </w:rPr>
              <w:t xml:space="preserve"> to install pipework and connect to boiler</w:t>
            </w:r>
            <w:r w:rsidR="005761B0">
              <w:rPr>
                <w:rFonts w:cs="Arial"/>
                <w:b w:val="0"/>
                <w:color w:val="auto"/>
                <w:szCs w:val="22"/>
              </w:rPr>
              <w:t>.</w:t>
            </w:r>
          </w:p>
          <w:p w14:paraId="0449319B" w14:textId="1C5C91C6" w:rsidR="00FD79CE" w:rsidRPr="001A7B4B" w:rsidRDefault="00116A2E" w:rsidP="002C017C">
            <w:pPr>
              <w:pStyle w:val="Normalheadingblue"/>
              <w:numPr>
                <w:ilvl w:val="0"/>
                <w:numId w:val="108"/>
              </w:numPr>
              <w:rPr>
                <w:rFonts w:cs="Arial"/>
                <w:b w:val="0"/>
                <w:color w:val="auto"/>
                <w:szCs w:val="22"/>
              </w:rPr>
            </w:pPr>
            <w:r w:rsidRPr="001A7B4B">
              <w:rPr>
                <w:rFonts w:cs="Arial"/>
                <w:b w:val="0"/>
                <w:color w:val="auto"/>
                <w:szCs w:val="22"/>
              </w:rPr>
              <w:t>Students</w:t>
            </w:r>
            <w:r w:rsidR="00FD79CE" w:rsidRPr="001A7B4B">
              <w:rPr>
                <w:rFonts w:cs="Arial"/>
                <w:b w:val="0"/>
                <w:color w:val="auto"/>
                <w:szCs w:val="22"/>
              </w:rPr>
              <w:t xml:space="preserve"> to leave work area clean and tidy</w:t>
            </w:r>
            <w:r w:rsidR="005761B0">
              <w:rPr>
                <w:rFonts w:cs="Arial"/>
                <w:b w:val="0"/>
                <w:color w:val="auto"/>
                <w:szCs w:val="22"/>
              </w:rPr>
              <w:t>.</w:t>
            </w:r>
            <w:r w:rsidR="00FD79CE" w:rsidRPr="001A7B4B">
              <w:rPr>
                <w:rFonts w:cs="Arial"/>
                <w:b w:val="0"/>
                <w:color w:val="auto"/>
                <w:szCs w:val="22"/>
              </w:rPr>
              <w:t xml:space="preserve"> </w:t>
            </w:r>
          </w:p>
          <w:p w14:paraId="0700C08F" w14:textId="26511F24" w:rsidR="00FD79CE" w:rsidRPr="001A7B4B" w:rsidRDefault="00FD79CE" w:rsidP="002C017C">
            <w:pPr>
              <w:pStyle w:val="Normalheadingblue"/>
              <w:numPr>
                <w:ilvl w:val="0"/>
                <w:numId w:val="108"/>
              </w:numPr>
              <w:rPr>
                <w:rFonts w:cs="Arial"/>
                <w:b w:val="0"/>
                <w:color w:val="auto"/>
                <w:szCs w:val="22"/>
              </w:rPr>
            </w:pPr>
            <w:r w:rsidRPr="001A7B4B">
              <w:rPr>
                <w:rFonts w:cs="Arial"/>
                <w:b w:val="0"/>
                <w:color w:val="auto"/>
                <w:szCs w:val="22"/>
              </w:rPr>
              <w:t>On completion tutor to mark against set specification and feedback</w:t>
            </w:r>
            <w:r w:rsidR="005761B0">
              <w:rPr>
                <w:rFonts w:cs="Arial"/>
                <w:b w:val="0"/>
                <w:color w:val="auto"/>
                <w:szCs w:val="22"/>
              </w:rPr>
              <w:t>.</w:t>
            </w:r>
          </w:p>
          <w:p w14:paraId="42E7D8BC" w14:textId="11246320" w:rsidR="00FD79CE" w:rsidRPr="001A7B4B" w:rsidRDefault="00FD79CE" w:rsidP="002C017C">
            <w:pPr>
              <w:pStyle w:val="Normalheadingblue"/>
              <w:numPr>
                <w:ilvl w:val="0"/>
                <w:numId w:val="108"/>
              </w:numPr>
              <w:rPr>
                <w:rFonts w:cs="Arial"/>
                <w:b w:val="0"/>
                <w:color w:val="auto"/>
                <w:szCs w:val="22"/>
              </w:rPr>
            </w:pPr>
            <w:r w:rsidRPr="001A7B4B">
              <w:rPr>
                <w:rFonts w:cs="Arial"/>
                <w:b w:val="0"/>
                <w:color w:val="auto"/>
                <w:szCs w:val="22"/>
              </w:rPr>
              <w:t>Leave system in place where possible so that hot water can be connected in next session</w:t>
            </w:r>
            <w:r w:rsidR="005761B0">
              <w:rPr>
                <w:rFonts w:cs="Arial"/>
                <w:b w:val="0"/>
                <w:color w:val="auto"/>
                <w:szCs w:val="22"/>
              </w:rPr>
              <w:t>.</w:t>
            </w:r>
          </w:p>
          <w:p w14:paraId="53727345" w14:textId="77777777" w:rsidR="00FD79CE" w:rsidRPr="001A7B4B" w:rsidRDefault="00FD79CE" w:rsidP="00FD79CE">
            <w:pPr>
              <w:pStyle w:val="Normalheadingblue"/>
              <w:rPr>
                <w:rFonts w:cs="Arial"/>
                <w:color w:val="auto"/>
                <w:szCs w:val="22"/>
              </w:rPr>
            </w:pPr>
          </w:p>
          <w:p w14:paraId="68BD0923" w14:textId="77777777" w:rsidR="00FD79CE" w:rsidRPr="001A7B4B" w:rsidRDefault="00FD79CE" w:rsidP="00FD79CE">
            <w:pPr>
              <w:pStyle w:val="Normalheadingblue"/>
              <w:rPr>
                <w:rFonts w:cs="Arial"/>
                <w:color w:val="auto"/>
                <w:szCs w:val="22"/>
              </w:rPr>
            </w:pPr>
            <w:r w:rsidRPr="001A7B4B">
              <w:rPr>
                <w:rFonts w:cs="Arial"/>
                <w:color w:val="auto"/>
                <w:szCs w:val="22"/>
              </w:rPr>
              <w:t>Knowledge check example:</w:t>
            </w:r>
          </w:p>
          <w:p w14:paraId="37147336" w14:textId="3BFB7B32" w:rsidR="00FD79CE" w:rsidRPr="001A7B4B" w:rsidRDefault="00FD79CE" w:rsidP="002C017C">
            <w:pPr>
              <w:pStyle w:val="Normalheadingblue"/>
              <w:numPr>
                <w:ilvl w:val="0"/>
                <w:numId w:val="109"/>
              </w:numPr>
              <w:rPr>
                <w:rFonts w:cs="Arial"/>
                <w:b w:val="0"/>
                <w:color w:val="auto"/>
                <w:szCs w:val="22"/>
              </w:rPr>
            </w:pPr>
            <w:r w:rsidRPr="001A7B4B">
              <w:rPr>
                <w:rFonts w:cs="Arial"/>
                <w:b w:val="0"/>
                <w:color w:val="auto"/>
                <w:szCs w:val="22"/>
              </w:rPr>
              <w:t>Install cold water pipework to boiler</w:t>
            </w:r>
            <w:r w:rsidR="005761B0">
              <w:rPr>
                <w:rFonts w:cs="Arial"/>
                <w:b w:val="0"/>
                <w:color w:val="auto"/>
                <w:szCs w:val="22"/>
              </w:rPr>
              <w:t>.</w:t>
            </w:r>
          </w:p>
          <w:p w14:paraId="26949CE2" w14:textId="77777777" w:rsidR="00FD79CE" w:rsidRPr="001A7B4B" w:rsidRDefault="00FD79CE" w:rsidP="00FD79CE">
            <w:pPr>
              <w:pStyle w:val="Normalheadingblue"/>
              <w:ind w:left="720"/>
              <w:rPr>
                <w:rFonts w:cs="Arial"/>
                <w:b w:val="0"/>
                <w:color w:val="auto"/>
                <w:szCs w:val="22"/>
              </w:rPr>
            </w:pPr>
          </w:p>
          <w:p w14:paraId="2E5361C5" w14:textId="77777777" w:rsidR="00FD79CE" w:rsidRPr="001A7B4B" w:rsidRDefault="00FD79CE" w:rsidP="00FD79CE">
            <w:pPr>
              <w:pStyle w:val="Normalheadingblue"/>
              <w:rPr>
                <w:rFonts w:cs="Arial"/>
                <w:color w:val="auto"/>
                <w:szCs w:val="22"/>
              </w:rPr>
            </w:pPr>
            <w:r w:rsidRPr="001A7B4B">
              <w:rPr>
                <w:rFonts w:cs="Arial"/>
                <w:color w:val="auto"/>
                <w:szCs w:val="22"/>
              </w:rPr>
              <w:t>Resources:</w:t>
            </w:r>
          </w:p>
          <w:p w14:paraId="4FDA89F9" w14:textId="77777777" w:rsidR="00FD79CE" w:rsidRPr="001A7B4B" w:rsidRDefault="00FD79CE" w:rsidP="00FD79CE">
            <w:pPr>
              <w:pStyle w:val="Normalheadingblue"/>
              <w:rPr>
                <w:rFonts w:cs="Arial"/>
                <w:b w:val="0"/>
                <w:color w:val="auto"/>
                <w:szCs w:val="22"/>
              </w:rPr>
            </w:pPr>
            <w:r w:rsidRPr="001A7B4B">
              <w:rPr>
                <w:rFonts w:cs="Arial"/>
                <w:b w:val="0"/>
                <w:color w:val="auto"/>
                <w:szCs w:val="22"/>
              </w:rPr>
              <w:t>PPE</w:t>
            </w:r>
          </w:p>
          <w:p w14:paraId="0DEBF345" w14:textId="77777777" w:rsidR="00FD79CE" w:rsidRPr="001A7B4B" w:rsidRDefault="00FD79CE" w:rsidP="00FD79CE">
            <w:pPr>
              <w:pStyle w:val="Normalheadingblue"/>
              <w:rPr>
                <w:rFonts w:cs="Arial"/>
                <w:b w:val="0"/>
                <w:color w:val="auto"/>
                <w:szCs w:val="22"/>
              </w:rPr>
            </w:pPr>
            <w:r w:rsidRPr="001A7B4B">
              <w:rPr>
                <w:rFonts w:cs="Arial"/>
                <w:b w:val="0"/>
                <w:color w:val="auto"/>
                <w:szCs w:val="22"/>
              </w:rPr>
              <w:t>Suitable tools and power tools</w:t>
            </w:r>
          </w:p>
          <w:p w14:paraId="2FE0616E" w14:textId="77777777" w:rsidR="00FD79CE" w:rsidRPr="001A7B4B" w:rsidRDefault="00FD79CE" w:rsidP="00FD79CE">
            <w:pPr>
              <w:pStyle w:val="Normalheadingblue"/>
              <w:rPr>
                <w:rFonts w:cs="Arial"/>
                <w:b w:val="0"/>
                <w:color w:val="auto"/>
                <w:szCs w:val="22"/>
              </w:rPr>
            </w:pPr>
            <w:r w:rsidRPr="001A7B4B">
              <w:rPr>
                <w:rFonts w:cs="Arial"/>
                <w:b w:val="0"/>
                <w:color w:val="auto"/>
                <w:szCs w:val="22"/>
              </w:rPr>
              <w:t>Bending machines</w:t>
            </w:r>
          </w:p>
          <w:p w14:paraId="4E0677C0" w14:textId="77777777" w:rsidR="00FD79CE" w:rsidRPr="001A7B4B" w:rsidRDefault="00FD79CE" w:rsidP="00FD79CE">
            <w:pPr>
              <w:pStyle w:val="Normalheadingblue"/>
              <w:rPr>
                <w:rFonts w:cs="Arial"/>
                <w:b w:val="0"/>
                <w:color w:val="auto"/>
                <w:szCs w:val="22"/>
              </w:rPr>
            </w:pPr>
            <w:r w:rsidRPr="001A7B4B">
              <w:rPr>
                <w:rFonts w:cs="Arial"/>
                <w:b w:val="0"/>
                <w:color w:val="auto"/>
                <w:szCs w:val="22"/>
              </w:rPr>
              <w:t>Pipework</w:t>
            </w:r>
          </w:p>
          <w:p w14:paraId="692CE2D4" w14:textId="77777777" w:rsidR="00FD79CE" w:rsidRPr="001A7B4B" w:rsidRDefault="00FD79CE" w:rsidP="00FD79CE">
            <w:pPr>
              <w:pStyle w:val="Normalheadingblue"/>
              <w:rPr>
                <w:rFonts w:cs="Arial"/>
                <w:b w:val="0"/>
                <w:color w:val="auto"/>
                <w:szCs w:val="22"/>
              </w:rPr>
            </w:pPr>
            <w:r w:rsidRPr="001A7B4B">
              <w:rPr>
                <w:rFonts w:cs="Arial"/>
                <w:b w:val="0"/>
                <w:color w:val="auto"/>
                <w:szCs w:val="22"/>
              </w:rPr>
              <w:t>Fittings</w:t>
            </w:r>
          </w:p>
          <w:p w14:paraId="7A06D64C" w14:textId="77777777" w:rsidR="00FD79CE" w:rsidRPr="001A7B4B" w:rsidRDefault="00FD79CE" w:rsidP="00FD79CE">
            <w:pPr>
              <w:pStyle w:val="Normalheadingblue"/>
              <w:rPr>
                <w:rFonts w:cs="Arial"/>
                <w:color w:val="auto"/>
                <w:szCs w:val="22"/>
              </w:rPr>
            </w:pPr>
            <w:r w:rsidRPr="001A7B4B">
              <w:rPr>
                <w:rFonts w:cs="Arial"/>
                <w:b w:val="0"/>
                <w:color w:val="auto"/>
                <w:szCs w:val="22"/>
              </w:rPr>
              <w:t>Sundries (Solder, flux, wire wool, olives)</w:t>
            </w:r>
          </w:p>
        </w:tc>
        <w:tc>
          <w:tcPr>
            <w:tcW w:w="2246" w:type="dxa"/>
            <w:tcBorders>
              <w:top w:val="single" w:sz="4" w:space="0" w:color="C6C5C6"/>
              <w:left w:val="single" w:sz="4" w:space="0" w:color="C6C5C6"/>
              <w:bottom w:val="single" w:sz="4" w:space="0" w:color="C6C5C6"/>
              <w:right w:val="single" w:sz="4" w:space="0" w:color="C6C5C6"/>
            </w:tcBorders>
          </w:tcPr>
          <w:p w14:paraId="73582867" w14:textId="77777777" w:rsidR="00DD207A" w:rsidRPr="001A7B4B" w:rsidRDefault="008A57D2">
            <w:r w:rsidRPr="001A7B4B">
              <w:lastRenderedPageBreak/>
              <w:t>Q&amp;A</w:t>
            </w:r>
            <w:r w:rsidRPr="001A7B4B">
              <w:br/>
            </w:r>
            <w:r w:rsidRPr="001A7B4B">
              <w:br/>
            </w:r>
            <w:r w:rsidRPr="001A7B4B">
              <w:br/>
            </w:r>
            <w:r w:rsidRPr="001A7B4B">
              <w:br/>
            </w:r>
            <w:r w:rsidRPr="001A7B4B">
              <w:br/>
            </w:r>
            <w:r w:rsidRPr="001A7B4B">
              <w:br/>
              <w:t>Install pipework to boiler</w:t>
            </w:r>
            <w:r w:rsidRPr="001A7B4B">
              <w:br/>
              <w:t>English skills (reading, writing, technical vocabulary)</w:t>
            </w:r>
          </w:p>
        </w:tc>
      </w:tr>
      <w:tr w:rsidR="001A7B4B" w:rsidRPr="001A7B4B" w14:paraId="5F3C3C40"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2964EF83" w14:textId="77777777" w:rsidR="003466F5" w:rsidRDefault="003466F5" w:rsidP="003466F5">
            <w:pPr>
              <w:jc w:val="center"/>
              <w:rPr>
                <w:rFonts w:cs="Arial"/>
                <w:szCs w:val="22"/>
              </w:rPr>
            </w:pPr>
            <w:r>
              <w:rPr>
                <w:rFonts w:cs="Arial"/>
                <w:szCs w:val="22"/>
              </w:rPr>
              <w:lastRenderedPageBreak/>
              <w:t>166 – 167</w:t>
            </w:r>
          </w:p>
          <w:p w14:paraId="20454045" w14:textId="77777777" w:rsidR="003466F5" w:rsidRDefault="003466F5" w:rsidP="003466F5">
            <w:pPr>
              <w:jc w:val="center"/>
              <w:rPr>
                <w:rFonts w:cs="Arial"/>
                <w:szCs w:val="22"/>
              </w:rPr>
            </w:pPr>
            <w:r>
              <w:rPr>
                <w:rFonts w:cs="Arial"/>
                <w:szCs w:val="22"/>
              </w:rPr>
              <w:t>6 hours</w:t>
            </w:r>
          </w:p>
        </w:tc>
        <w:tc>
          <w:tcPr>
            <w:tcW w:w="2199" w:type="dxa"/>
            <w:tcBorders>
              <w:top w:val="single" w:sz="4" w:space="0" w:color="C6C5C6"/>
              <w:left w:val="single" w:sz="4" w:space="0" w:color="C6C5C6"/>
              <w:bottom w:val="single" w:sz="4" w:space="0" w:color="C6C5C6"/>
              <w:right w:val="single" w:sz="4" w:space="0" w:color="C6C5C6"/>
            </w:tcBorders>
          </w:tcPr>
          <w:p w14:paraId="1BBF5C14" w14:textId="77777777" w:rsidR="003466F5" w:rsidRPr="001A7B4B" w:rsidRDefault="003466F5" w:rsidP="003466F5">
            <w:pPr>
              <w:pStyle w:val="Normalheadingblack"/>
              <w:rPr>
                <w:rFonts w:cs="Arial"/>
                <w:lang w:eastAsia="en-GB"/>
              </w:rPr>
            </w:pPr>
            <w:r w:rsidRPr="001A7B4B">
              <w:rPr>
                <w:rFonts w:cs="Arial"/>
                <w:lang w:eastAsia="en-GB"/>
              </w:rPr>
              <w:t>Outcome 2 Install plumbing and heating systems</w:t>
            </w:r>
          </w:p>
          <w:p w14:paraId="173C29E9" w14:textId="77777777" w:rsidR="003466F5" w:rsidRPr="001A7B4B" w:rsidRDefault="003466F5" w:rsidP="003466F5">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7A207D6C" w14:textId="77777777" w:rsidR="003466F5" w:rsidRPr="001A7B4B" w:rsidRDefault="003466F5" w:rsidP="003466F5">
            <w:pPr>
              <w:pStyle w:val="Normalheadingblack"/>
              <w:rPr>
                <w:rFonts w:cs="Arial"/>
                <w:b w:val="0"/>
                <w:szCs w:val="22"/>
              </w:rPr>
            </w:pPr>
            <w:r w:rsidRPr="001A7B4B">
              <w:rPr>
                <w:rFonts w:cs="Arial"/>
                <w:b w:val="0"/>
                <w:szCs w:val="22"/>
              </w:rPr>
              <w:t>S2.7 Cut pipes</w:t>
            </w:r>
          </w:p>
          <w:p w14:paraId="4B7897C3" w14:textId="77777777" w:rsidR="003466F5" w:rsidRPr="001A7B4B" w:rsidRDefault="003466F5" w:rsidP="003466F5">
            <w:pPr>
              <w:pStyle w:val="Normalheadingblack"/>
              <w:rPr>
                <w:rFonts w:cs="Arial"/>
                <w:b w:val="0"/>
                <w:szCs w:val="22"/>
              </w:rPr>
            </w:pPr>
          </w:p>
          <w:p w14:paraId="6C62F3AC" w14:textId="77777777" w:rsidR="003466F5" w:rsidRPr="001A7B4B" w:rsidRDefault="003466F5" w:rsidP="003466F5">
            <w:pPr>
              <w:pStyle w:val="Normalheadingblack"/>
              <w:rPr>
                <w:rFonts w:cs="Arial"/>
                <w:b w:val="0"/>
                <w:szCs w:val="22"/>
              </w:rPr>
            </w:pPr>
            <w:r w:rsidRPr="001A7B4B">
              <w:rPr>
                <w:rFonts w:cs="Arial"/>
                <w:b w:val="0"/>
                <w:szCs w:val="22"/>
              </w:rPr>
              <w:t>S2.2 Select tools, equipment and materials</w:t>
            </w:r>
          </w:p>
          <w:p w14:paraId="2B2AF38A" w14:textId="77777777" w:rsidR="003466F5" w:rsidRPr="001A7B4B" w:rsidRDefault="003466F5" w:rsidP="003466F5">
            <w:pPr>
              <w:pStyle w:val="Normalheadingblack"/>
              <w:rPr>
                <w:rFonts w:cs="Arial"/>
                <w:b w:val="0"/>
                <w:szCs w:val="22"/>
              </w:rPr>
            </w:pPr>
          </w:p>
          <w:p w14:paraId="29CDB7E5" w14:textId="77777777" w:rsidR="003466F5" w:rsidRPr="001A7B4B" w:rsidRDefault="003466F5" w:rsidP="003466F5">
            <w:pPr>
              <w:pStyle w:val="Normalheadingblack"/>
              <w:rPr>
                <w:rFonts w:cs="Arial"/>
                <w:b w:val="0"/>
                <w:szCs w:val="22"/>
              </w:rPr>
            </w:pPr>
            <w:r w:rsidRPr="001A7B4B">
              <w:rPr>
                <w:rFonts w:cs="Arial"/>
                <w:b w:val="0"/>
                <w:szCs w:val="22"/>
              </w:rPr>
              <w:t>S2.12 Install heat emitting devices</w:t>
            </w:r>
          </w:p>
          <w:p w14:paraId="54149FF6" w14:textId="77777777" w:rsidR="003466F5" w:rsidRPr="001A7B4B" w:rsidRDefault="003466F5" w:rsidP="003466F5">
            <w:pPr>
              <w:pStyle w:val="Normalheadingblack"/>
              <w:rPr>
                <w:rFonts w:cs="Arial"/>
                <w:b w:val="0"/>
                <w:szCs w:val="22"/>
              </w:rPr>
            </w:pPr>
          </w:p>
          <w:p w14:paraId="36497D0E" w14:textId="77777777" w:rsidR="003466F5" w:rsidRPr="001A7B4B" w:rsidRDefault="003466F5" w:rsidP="003466F5">
            <w:pPr>
              <w:pStyle w:val="Normalheadingblack"/>
              <w:rPr>
                <w:rFonts w:cs="Arial"/>
                <w:b w:val="0"/>
                <w:szCs w:val="22"/>
              </w:rPr>
            </w:pPr>
            <w:r w:rsidRPr="001A7B4B">
              <w:rPr>
                <w:rFonts w:cs="Arial"/>
                <w:b w:val="0"/>
                <w:szCs w:val="22"/>
              </w:rPr>
              <w:t>S2.13 Install components to heating appliances</w:t>
            </w:r>
          </w:p>
          <w:p w14:paraId="3C4F5003" w14:textId="77777777" w:rsidR="003466F5" w:rsidRPr="001A7B4B" w:rsidRDefault="003466F5" w:rsidP="003466F5">
            <w:pPr>
              <w:pStyle w:val="Normalheadingblack"/>
              <w:rPr>
                <w:rFonts w:cs="Arial"/>
                <w:b w:val="0"/>
                <w:szCs w:val="22"/>
              </w:rPr>
            </w:pPr>
          </w:p>
          <w:p w14:paraId="49BD5955" w14:textId="77777777" w:rsidR="003466F5" w:rsidRPr="001A7B4B" w:rsidRDefault="003466F5" w:rsidP="003466F5">
            <w:pPr>
              <w:pStyle w:val="Normalheadingblack"/>
              <w:rPr>
                <w:rFonts w:cs="Arial"/>
                <w:b w:val="0"/>
                <w:szCs w:val="22"/>
              </w:rPr>
            </w:pPr>
            <w:r w:rsidRPr="001A7B4B">
              <w:rPr>
                <w:rFonts w:cs="Arial"/>
                <w:b w:val="0"/>
                <w:szCs w:val="22"/>
              </w:rPr>
              <w:t>S2.8 Connect materials using jointing methods</w:t>
            </w:r>
          </w:p>
        </w:tc>
        <w:tc>
          <w:tcPr>
            <w:tcW w:w="5785" w:type="dxa"/>
            <w:tcBorders>
              <w:top w:val="single" w:sz="4" w:space="0" w:color="C6C5C6"/>
              <w:left w:val="single" w:sz="4" w:space="0" w:color="C6C5C6"/>
              <w:bottom w:val="single" w:sz="4" w:space="0" w:color="C6C5C6"/>
              <w:right w:val="single" w:sz="4" w:space="0" w:color="C6C5C6"/>
            </w:tcBorders>
          </w:tcPr>
          <w:p w14:paraId="0018EE58" w14:textId="77777777" w:rsidR="003466F5" w:rsidRPr="001A7B4B" w:rsidRDefault="003466F5" w:rsidP="003466F5">
            <w:pPr>
              <w:pStyle w:val="Normalheadingblue"/>
              <w:rPr>
                <w:rFonts w:cs="Arial"/>
                <w:color w:val="auto"/>
                <w:szCs w:val="22"/>
              </w:rPr>
            </w:pPr>
            <w:r w:rsidRPr="001A7B4B">
              <w:rPr>
                <w:rFonts w:cs="Arial"/>
                <w:color w:val="auto"/>
                <w:szCs w:val="22"/>
              </w:rPr>
              <w:t>Activity:</w:t>
            </w:r>
          </w:p>
          <w:p w14:paraId="577C5EFD" w14:textId="77777777" w:rsidR="003466F5" w:rsidRPr="001A7B4B" w:rsidRDefault="003466F5" w:rsidP="003466F5">
            <w:pPr>
              <w:pStyle w:val="Normalheadingblue"/>
              <w:rPr>
                <w:rFonts w:cs="Arial"/>
                <w:color w:val="auto"/>
                <w:szCs w:val="22"/>
              </w:rPr>
            </w:pPr>
          </w:p>
          <w:p w14:paraId="5954F284" w14:textId="77777777" w:rsidR="003466F5" w:rsidRPr="001A7B4B" w:rsidRDefault="003466F5" w:rsidP="003466F5">
            <w:pPr>
              <w:pStyle w:val="Normalheadingblue"/>
              <w:rPr>
                <w:rFonts w:cs="Arial"/>
                <w:color w:val="auto"/>
                <w:szCs w:val="22"/>
              </w:rPr>
            </w:pPr>
            <w:r w:rsidRPr="001A7B4B">
              <w:rPr>
                <w:rFonts w:cs="Arial"/>
                <w:color w:val="auto"/>
                <w:szCs w:val="22"/>
              </w:rPr>
              <w:t>Starter task example:</w:t>
            </w:r>
          </w:p>
          <w:p w14:paraId="2AE89AEE" w14:textId="39B20C53" w:rsidR="003466F5" w:rsidRPr="001A7B4B" w:rsidRDefault="005F4F4D" w:rsidP="002C017C">
            <w:pPr>
              <w:pStyle w:val="Normalheadingblue"/>
              <w:numPr>
                <w:ilvl w:val="0"/>
                <w:numId w:val="109"/>
              </w:numPr>
              <w:rPr>
                <w:rFonts w:cs="Arial"/>
                <w:b w:val="0"/>
                <w:color w:val="auto"/>
                <w:szCs w:val="22"/>
              </w:rPr>
            </w:pPr>
            <w:r w:rsidRPr="001A7B4B">
              <w:rPr>
                <w:rFonts w:cs="Arial"/>
                <w:b w:val="0"/>
                <w:color w:val="auto"/>
                <w:szCs w:val="22"/>
              </w:rPr>
              <w:t xml:space="preserve">Guest speaker / stakeholder partner visit – Invite suitable stakeholder or external partner to demonstrate plumbing and heating </w:t>
            </w:r>
            <w:r w:rsidR="005B5582" w:rsidRPr="001A7B4B">
              <w:rPr>
                <w:rFonts w:cs="Arial"/>
                <w:b w:val="0"/>
                <w:color w:val="auto"/>
                <w:szCs w:val="22"/>
              </w:rPr>
              <w:t>technologies and equipment</w:t>
            </w:r>
            <w:r w:rsidR="005761B0">
              <w:rPr>
                <w:rFonts w:cs="Arial"/>
                <w:b w:val="0"/>
                <w:color w:val="auto"/>
                <w:szCs w:val="22"/>
              </w:rPr>
              <w:t>.</w:t>
            </w:r>
          </w:p>
          <w:p w14:paraId="388C624B" w14:textId="77777777" w:rsidR="003466F5" w:rsidRPr="001A7B4B" w:rsidRDefault="003466F5" w:rsidP="003466F5">
            <w:pPr>
              <w:pStyle w:val="Normalheadingblue"/>
              <w:rPr>
                <w:rFonts w:cs="Arial"/>
                <w:color w:val="auto"/>
                <w:szCs w:val="22"/>
              </w:rPr>
            </w:pPr>
          </w:p>
          <w:p w14:paraId="7CA3BC2C" w14:textId="77777777" w:rsidR="003466F5" w:rsidRPr="001A7B4B" w:rsidRDefault="003466F5" w:rsidP="003466F5">
            <w:pPr>
              <w:pStyle w:val="Normalheadingblue"/>
              <w:rPr>
                <w:rFonts w:cs="Arial"/>
                <w:color w:val="auto"/>
                <w:szCs w:val="22"/>
              </w:rPr>
            </w:pPr>
            <w:r w:rsidRPr="001A7B4B">
              <w:rPr>
                <w:rFonts w:cs="Arial"/>
                <w:color w:val="auto"/>
                <w:szCs w:val="22"/>
              </w:rPr>
              <w:t>Delivery:</w:t>
            </w:r>
          </w:p>
          <w:p w14:paraId="3076D786" w14:textId="77777777" w:rsidR="003466F5" w:rsidRPr="001A7B4B" w:rsidRDefault="003466F5" w:rsidP="003466F5">
            <w:pPr>
              <w:pStyle w:val="Normalheadingblue"/>
              <w:rPr>
                <w:rFonts w:cs="Arial"/>
                <w:color w:val="auto"/>
                <w:szCs w:val="22"/>
              </w:rPr>
            </w:pPr>
            <w:r w:rsidRPr="001A7B4B">
              <w:rPr>
                <w:rFonts w:cs="Arial"/>
                <w:color w:val="auto"/>
                <w:szCs w:val="22"/>
              </w:rPr>
              <w:t>Practical session – Install hot water pipework:</w:t>
            </w:r>
          </w:p>
          <w:p w14:paraId="5A370D1D" w14:textId="7E8F99D9" w:rsidR="003466F5" w:rsidRPr="001A7B4B" w:rsidRDefault="003466F5" w:rsidP="002C017C">
            <w:pPr>
              <w:pStyle w:val="Normalheadingblue"/>
              <w:numPr>
                <w:ilvl w:val="0"/>
                <w:numId w:val="109"/>
              </w:numPr>
              <w:rPr>
                <w:rFonts w:cs="Arial"/>
                <w:b w:val="0"/>
                <w:color w:val="auto"/>
                <w:szCs w:val="22"/>
              </w:rPr>
            </w:pPr>
            <w:r w:rsidRPr="001A7B4B">
              <w:rPr>
                <w:rFonts w:cs="Arial"/>
                <w:b w:val="0"/>
                <w:color w:val="auto"/>
                <w:szCs w:val="22"/>
              </w:rPr>
              <w:t xml:space="preserve">Tutor to issue specification for </w:t>
            </w:r>
            <w:r w:rsidR="00F502C8" w:rsidRPr="001A7B4B">
              <w:rPr>
                <w:rFonts w:cs="Arial"/>
                <w:b w:val="0"/>
                <w:color w:val="auto"/>
                <w:szCs w:val="22"/>
              </w:rPr>
              <w:t>students</w:t>
            </w:r>
            <w:r w:rsidRPr="001A7B4B">
              <w:rPr>
                <w:rFonts w:cs="Arial"/>
                <w:b w:val="0"/>
                <w:color w:val="auto"/>
                <w:szCs w:val="22"/>
              </w:rPr>
              <w:t xml:space="preserve"> to install hot water pipework from existing boiler to a small wash hand basin</w:t>
            </w:r>
            <w:r w:rsidR="005761B0">
              <w:rPr>
                <w:rFonts w:cs="Arial"/>
                <w:b w:val="0"/>
                <w:color w:val="auto"/>
                <w:szCs w:val="22"/>
              </w:rPr>
              <w:t>.</w:t>
            </w:r>
          </w:p>
          <w:p w14:paraId="0CFEFEC9" w14:textId="660E27E5" w:rsidR="003466F5" w:rsidRPr="001A7B4B" w:rsidRDefault="00116A2E" w:rsidP="002C017C">
            <w:pPr>
              <w:pStyle w:val="Normalheadingblue"/>
              <w:numPr>
                <w:ilvl w:val="0"/>
                <w:numId w:val="109"/>
              </w:numPr>
              <w:rPr>
                <w:rFonts w:cs="Arial"/>
                <w:b w:val="0"/>
                <w:color w:val="auto"/>
                <w:szCs w:val="22"/>
              </w:rPr>
            </w:pPr>
            <w:r w:rsidRPr="001A7B4B">
              <w:rPr>
                <w:rFonts w:cs="Arial"/>
                <w:b w:val="0"/>
                <w:color w:val="auto"/>
                <w:szCs w:val="22"/>
              </w:rPr>
              <w:t>Students</w:t>
            </w:r>
            <w:r w:rsidR="003466F5" w:rsidRPr="001A7B4B">
              <w:rPr>
                <w:rFonts w:cs="Arial"/>
                <w:b w:val="0"/>
                <w:color w:val="auto"/>
                <w:szCs w:val="22"/>
              </w:rPr>
              <w:t xml:space="preserve"> to gather all materials and equipment required for the installation</w:t>
            </w:r>
            <w:r w:rsidR="005761B0">
              <w:rPr>
                <w:rFonts w:cs="Arial"/>
                <w:b w:val="0"/>
                <w:color w:val="auto"/>
                <w:szCs w:val="22"/>
              </w:rPr>
              <w:t>.</w:t>
            </w:r>
          </w:p>
          <w:p w14:paraId="2D81120E" w14:textId="481D6504" w:rsidR="003466F5" w:rsidRPr="001A7B4B" w:rsidRDefault="00116A2E" w:rsidP="002C017C">
            <w:pPr>
              <w:pStyle w:val="Normalheadingblue"/>
              <w:numPr>
                <w:ilvl w:val="0"/>
                <w:numId w:val="109"/>
              </w:numPr>
              <w:rPr>
                <w:rFonts w:cs="Arial"/>
                <w:b w:val="0"/>
                <w:color w:val="auto"/>
                <w:szCs w:val="22"/>
              </w:rPr>
            </w:pPr>
            <w:r w:rsidRPr="001A7B4B">
              <w:rPr>
                <w:rFonts w:cs="Arial"/>
                <w:b w:val="0"/>
                <w:color w:val="auto"/>
                <w:szCs w:val="22"/>
              </w:rPr>
              <w:t>Students</w:t>
            </w:r>
            <w:r w:rsidR="003466F5" w:rsidRPr="001A7B4B">
              <w:rPr>
                <w:rFonts w:cs="Arial"/>
                <w:b w:val="0"/>
                <w:color w:val="auto"/>
                <w:szCs w:val="22"/>
              </w:rPr>
              <w:t xml:space="preserve"> to connect pipework to boiler and fix and position clips for installation</w:t>
            </w:r>
            <w:r w:rsidR="005761B0">
              <w:rPr>
                <w:rFonts w:cs="Arial"/>
                <w:b w:val="0"/>
                <w:color w:val="auto"/>
                <w:szCs w:val="22"/>
              </w:rPr>
              <w:t>.</w:t>
            </w:r>
          </w:p>
          <w:p w14:paraId="4B9E5CEE" w14:textId="2AB928B7" w:rsidR="003466F5" w:rsidRPr="001A7B4B" w:rsidRDefault="00116A2E" w:rsidP="002C017C">
            <w:pPr>
              <w:pStyle w:val="Normalheadingblue"/>
              <w:numPr>
                <w:ilvl w:val="0"/>
                <w:numId w:val="109"/>
              </w:numPr>
              <w:rPr>
                <w:rFonts w:cs="Arial"/>
                <w:b w:val="0"/>
                <w:color w:val="auto"/>
                <w:szCs w:val="22"/>
              </w:rPr>
            </w:pPr>
            <w:r w:rsidRPr="001A7B4B">
              <w:rPr>
                <w:rFonts w:cs="Arial"/>
                <w:b w:val="0"/>
                <w:color w:val="auto"/>
                <w:szCs w:val="22"/>
              </w:rPr>
              <w:t>Students</w:t>
            </w:r>
            <w:r w:rsidR="003466F5" w:rsidRPr="001A7B4B">
              <w:rPr>
                <w:rFonts w:cs="Arial"/>
                <w:b w:val="0"/>
                <w:color w:val="auto"/>
                <w:szCs w:val="22"/>
              </w:rPr>
              <w:t xml:space="preserve"> to make final connection to the WHB outlet</w:t>
            </w:r>
            <w:r w:rsidR="005761B0">
              <w:rPr>
                <w:rFonts w:cs="Arial"/>
                <w:b w:val="0"/>
                <w:color w:val="auto"/>
                <w:szCs w:val="22"/>
              </w:rPr>
              <w:t>.</w:t>
            </w:r>
          </w:p>
          <w:p w14:paraId="155FF8FF" w14:textId="062CD250" w:rsidR="003466F5" w:rsidRPr="001A7B4B" w:rsidRDefault="003466F5" w:rsidP="002C017C">
            <w:pPr>
              <w:pStyle w:val="Normalheadingblue"/>
              <w:numPr>
                <w:ilvl w:val="0"/>
                <w:numId w:val="109"/>
              </w:numPr>
              <w:rPr>
                <w:rFonts w:cs="Arial"/>
                <w:b w:val="0"/>
                <w:color w:val="auto"/>
                <w:szCs w:val="22"/>
              </w:rPr>
            </w:pPr>
            <w:r w:rsidRPr="001A7B4B">
              <w:rPr>
                <w:rFonts w:cs="Arial"/>
                <w:b w:val="0"/>
                <w:color w:val="auto"/>
                <w:szCs w:val="22"/>
              </w:rPr>
              <w:t xml:space="preserve">On completion tutor to check dimensions against given specification and offer feedback to </w:t>
            </w:r>
            <w:r w:rsidR="00F502C8" w:rsidRPr="001A7B4B">
              <w:rPr>
                <w:rFonts w:cs="Arial"/>
                <w:b w:val="0"/>
                <w:color w:val="auto"/>
                <w:szCs w:val="22"/>
              </w:rPr>
              <w:t>students</w:t>
            </w:r>
            <w:r w:rsidR="005761B0">
              <w:rPr>
                <w:rFonts w:cs="Arial"/>
                <w:b w:val="0"/>
                <w:color w:val="auto"/>
                <w:szCs w:val="22"/>
              </w:rPr>
              <w:t>.</w:t>
            </w:r>
          </w:p>
          <w:p w14:paraId="1DDFFCA5" w14:textId="1C5BBB4A" w:rsidR="003466F5" w:rsidRPr="001A7B4B" w:rsidRDefault="00116A2E" w:rsidP="002C017C">
            <w:pPr>
              <w:pStyle w:val="Normalheadingblue"/>
              <w:numPr>
                <w:ilvl w:val="0"/>
                <w:numId w:val="109"/>
              </w:numPr>
              <w:rPr>
                <w:rFonts w:cs="Arial"/>
                <w:b w:val="0"/>
                <w:color w:val="auto"/>
                <w:szCs w:val="22"/>
              </w:rPr>
            </w:pPr>
            <w:r w:rsidRPr="001A7B4B">
              <w:rPr>
                <w:rFonts w:cs="Arial"/>
                <w:b w:val="0"/>
                <w:color w:val="auto"/>
                <w:szCs w:val="22"/>
              </w:rPr>
              <w:lastRenderedPageBreak/>
              <w:t>Students</w:t>
            </w:r>
            <w:r w:rsidR="003466F5" w:rsidRPr="001A7B4B">
              <w:rPr>
                <w:rFonts w:cs="Arial"/>
                <w:b w:val="0"/>
                <w:color w:val="auto"/>
                <w:szCs w:val="22"/>
              </w:rPr>
              <w:t xml:space="preserve"> to tidy work area but leave system installed for later testing and commissioning where possible</w:t>
            </w:r>
            <w:r w:rsidR="005761B0">
              <w:rPr>
                <w:rFonts w:cs="Arial"/>
                <w:b w:val="0"/>
                <w:color w:val="auto"/>
                <w:szCs w:val="22"/>
              </w:rPr>
              <w:t>.</w:t>
            </w:r>
          </w:p>
          <w:p w14:paraId="34EC0DA6" w14:textId="77777777" w:rsidR="003466F5" w:rsidRPr="001A7B4B" w:rsidRDefault="003466F5" w:rsidP="003466F5">
            <w:pPr>
              <w:pStyle w:val="Normalheadingblue"/>
              <w:rPr>
                <w:rFonts w:cs="Arial"/>
                <w:color w:val="auto"/>
                <w:szCs w:val="22"/>
              </w:rPr>
            </w:pPr>
          </w:p>
          <w:p w14:paraId="5ED46CA0" w14:textId="77777777" w:rsidR="003466F5" w:rsidRPr="001A7B4B" w:rsidRDefault="003466F5" w:rsidP="003466F5">
            <w:pPr>
              <w:pStyle w:val="Normalheadingblue"/>
              <w:rPr>
                <w:rFonts w:cs="Arial"/>
                <w:color w:val="auto"/>
                <w:szCs w:val="22"/>
              </w:rPr>
            </w:pPr>
          </w:p>
          <w:p w14:paraId="16580F5E" w14:textId="77777777" w:rsidR="003466F5" w:rsidRPr="001A7B4B" w:rsidRDefault="003466F5" w:rsidP="003466F5">
            <w:pPr>
              <w:pStyle w:val="Normalheadingblue"/>
              <w:rPr>
                <w:rFonts w:cs="Arial"/>
                <w:color w:val="auto"/>
                <w:szCs w:val="22"/>
              </w:rPr>
            </w:pPr>
            <w:r w:rsidRPr="001A7B4B">
              <w:rPr>
                <w:rFonts w:cs="Arial"/>
                <w:color w:val="auto"/>
                <w:szCs w:val="22"/>
              </w:rPr>
              <w:t>Knowledge check example:</w:t>
            </w:r>
          </w:p>
          <w:p w14:paraId="4B524970" w14:textId="008D0508" w:rsidR="003466F5" w:rsidRPr="001A7B4B" w:rsidRDefault="003466F5" w:rsidP="002C017C">
            <w:pPr>
              <w:pStyle w:val="Normalheadingblue"/>
              <w:numPr>
                <w:ilvl w:val="0"/>
                <w:numId w:val="110"/>
              </w:numPr>
              <w:rPr>
                <w:rFonts w:cs="Arial"/>
                <w:b w:val="0"/>
                <w:color w:val="auto"/>
                <w:szCs w:val="22"/>
              </w:rPr>
            </w:pPr>
            <w:r w:rsidRPr="001A7B4B">
              <w:rPr>
                <w:rFonts w:cs="Arial"/>
                <w:b w:val="0"/>
                <w:color w:val="auto"/>
                <w:szCs w:val="22"/>
              </w:rPr>
              <w:t>Install hot water pipework systems</w:t>
            </w:r>
            <w:r w:rsidR="005761B0">
              <w:rPr>
                <w:rFonts w:cs="Arial"/>
                <w:b w:val="0"/>
                <w:color w:val="auto"/>
                <w:szCs w:val="22"/>
              </w:rPr>
              <w:t>.</w:t>
            </w:r>
          </w:p>
          <w:p w14:paraId="2ED821AF" w14:textId="77777777" w:rsidR="003466F5" w:rsidRPr="001A7B4B" w:rsidRDefault="003466F5" w:rsidP="003466F5">
            <w:pPr>
              <w:pStyle w:val="Normalheadingblue"/>
              <w:rPr>
                <w:rFonts w:cs="Arial"/>
                <w:color w:val="auto"/>
                <w:szCs w:val="22"/>
              </w:rPr>
            </w:pPr>
          </w:p>
          <w:p w14:paraId="349101CE" w14:textId="77777777" w:rsidR="003466F5" w:rsidRPr="001A7B4B" w:rsidRDefault="003466F5" w:rsidP="003466F5">
            <w:pPr>
              <w:pStyle w:val="Normalheadingblue"/>
              <w:rPr>
                <w:rFonts w:cs="Arial"/>
                <w:color w:val="auto"/>
                <w:szCs w:val="22"/>
              </w:rPr>
            </w:pPr>
            <w:r w:rsidRPr="001A7B4B">
              <w:rPr>
                <w:rFonts w:cs="Arial"/>
                <w:color w:val="auto"/>
                <w:szCs w:val="22"/>
              </w:rPr>
              <w:t>Resources:</w:t>
            </w:r>
          </w:p>
          <w:p w14:paraId="39FEFD66" w14:textId="77777777" w:rsidR="003466F5" w:rsidRPr="001A7B4B" w:rsidRDefault="003466F5" w:rsidP="003466F5">
            <w:pPr>
              <w:pStyle w:val="Normalheadingblue"/>
              <w:rPr>
                <w:rFonts w:cs="Arial"/>
                <w:b w:val="0"/>
                <w:color w:val="auto"/>
                <w:szCs w:val="22"/>
              </w:rPr>
            </w:pPr>
            <w:r w:rsidRPr="001A7B4B">
              <w:rPr>
                <w:rFonts w:cs="Arial"/>
                <w:b w:val="0"/>
                <w:color w:val="auto"/>
                <w:szCs w:val="22"/>
              </w:rPr>
              <w:t>PPE</w:t>
            </w:r>
          </w:p>
          <w:p w14:paraId="064C096D" w14:textId="77777777" w:rsidR="003466F5" w:rsidRPr="001A7B4B" w:rsidRDefault="003466F5" w:rsidP="003466F5">
            <w:pPr>
              <w:pStyle w:val="Normalheadingblue"/>
              <w:rPr>
                <w:rFonts w:cs="Arial"/>
                <w:b w:val="0"/>
                <w:color w:val="auto"/>
                <w:szCs w:val="22"/>
              </w:rPr>
            </w:pPr>
            <w:r w:rsidRPr="001A7B4B">
              <w:rPr>
                <w:rFonts w:cs="Arial"/>
                <w:b w:val="0"/>
                <w:color w:val="auto"/>
                <w:szCs w:val="22"/>
              </w:rPr>
              <w:t>Suitable tools and power tools</w:t>
            </w:r>
          </w:p>
          <w:p w14:paraId="2E124622" w14:textId="77777777" w:rsidR="003466F5" w:rsidRPr="001A7B4B" w:rsidRDefault="003466F5" w:rsidP="003466F5">
            <w:pPr>
              <w:pStyle w:val="Normalheadingblue"/>
              <w:rPr>
                <w:rFonts w:cs="Arial"/>
                <w:b w:val="0"/>
                <w:color w:val="auto"/>
                <w:szCs w:val="22"/>
              </w:rPr>
            </w:pPr>
            <w:r w:rsidRPr="001A7B4B">
              <w:rPr>
                <w:rFonts w:cs="Arial"/>
                <w:b w:val="0"/>
                <w:color w:val="auto"/>
                <w:szCs w:val="22"/>
              </w:rPr>
              <w:t>Bending machines</w:t>
            </w:r>
          </w:p>
          <w:p w14:paraId="0E194E49" w14:textId="77777777" w:rsidR="003466F5" w:rsidRPr="001A7B4B" w:rsidRDefault="003466F5" w:rsidP="003466F5">
            <w:pPr>
              <w:pStyle w:val="Normalheadingblue"/>
              <w:rPr>
                <w:rFonts w:cs="Arial"/>
                <w:b w:val="0"/>
                <w:color w:val="auto"/>
                <w:szCs w:val="22"/>
              </w:rPr>
            </w:pPr>
            <w:r w:rsidRPr="001A7B4B">
              <w:rPr>
                <w:rFonts w:cs="Arial"/>
                <w:b w:val="0"/>
                <w:color w:val="auto"/>
                <w:szCs w:val="22"/>
              </w:rPr>
              <w:t>Pipework</w:t>
            </w:r>
          </w:p>
          <w:p w14:paraId="7BDD0861" w14:textId="77777777" w:rsidR="003466F5" w:rsidRPr="001A7B4B" w:rsidRDefault="003466F5" w:rsidP="003466F5">
            <w:pPr>
              <w:pStyle w:val="Normalheadingblue"/>
              <w:rPr>
                <w:rFonts w:cs="Arial"/>
                <w:b w:val="0"/>
                <w:color w:val="auto"/>
                <w:szCs w:val="22"/>
              </w:rPr>
            </w:pPr>
            <w:r w:rsidRPr="001A7B4B">
              <w:rPr>
                <w:rFonts w:cs="Arial"/>
                <w:b w:val="0"/>
                <w:color w:val="auto"/>
                <w:szCs w:val="22"/>
              </w:rPr>
              <w:t>Fittings</w:t>
            </w:r>
          </w:p>
          <w:p w14:paraId="6997647A" w14:textId="77777777" w:rsidR="003466F5" w:rsidRPr="001A7B4B" w:rsidRDefault="003466F5" w:rsidP="003466F5">
            <w:pPr>
              <w:pStyle w:val="Normalheadingblue"/>
              <w:rPr>
                <w:rFonts w:cs="Arial"/>
                <w:color w:val="auto"/>
                <w:szCs w:val="22"/>
              </w:rPr>
            </w:pPr>
            <w:r w:rsidRPr="001A7B4B">
              <w:rPr>
                <w:rFonts w:cs="Arial"/>
                <w:b w:val="0"/>
                <w:color w:val="auto"/>
                <w:szCs w:val="22"/>
              </w:rPr>
              <w:t>Sundries (Solder, flux, wire wool, olives)</w:t>
            </w:r>
          </w:p>
        </w:tc>
        <w:tc>
          <w:tcPr>
            <w:tcW w:w="2246" w:type="dxa"/>
            <w:tcBorders>
              <w:top w:val="single" w:sz="4" w:space="0" w:color="C6C5C6"/>
              <w:left w:val="single" w:sz="4" w:space="0" w:color="C6C5C6"/>
              <w:bottom w:val="single" w:sz="4" w:space="0" w:color="C6C5C6"/>
              <w:right w:val="single" w:sz="4" w:space="0" w:color="C6C5C6"/>
            </w:tcBorders>
          </w:tcPr>
          <w:p w14:paraId="6FF6843E" w14:textId="77777777" w:rsidR="00DD207A" w:rsidRPr="001A7B4B" w:rsidRDefault="008A57D2">
            <w:r w:rsidRPr="001A7B4B">
              <w:lastRenderedPageBreak/>
              <w:t>Q&amp;A</w:t>
            </w:r>
            <w:r w:rsidRPr="001A7B4B">
              <w:br/>
            </w:r>
            <w:r w:rsidRPr="001A7B4B">
              <w:br/>
            </w:r>
            <w:r w:rsidRPr="001A7B4B">
              <w:br/>
            </w:r>
            <w:r w:rsidRPr="001A7B4B">
              <w:br/>
            </w:r>
            <w:r w:rsidRPr="001A7B4B">
              <w:br/>
            </w:r>
            <w:r w:rsidRPr="001A7B4B">
              <w:br/>
            </w:r>
            <w:r w:rsidRPr="001A7B4B">
              <w:br/>
            </w:r>
            <w:r w:rsidRPr="001A7B4B">
              <w:br/>
            </w:r>
            <w:r w:rsidRPr="001A7B4B">
              <w:br/>
            </w:r>
            <w:r w:rsidRPr="001A7B4B">
              <w:br/>
              <w:t>Install pipework systems</w:t>
            </w:r>
            <w:r w:rsidRPr="001A7B4B">
              <w:br/>
              <w:t>English skills (reading, writing, technical vocabulary)</w:t>
            </w:r>
          </w:p>
        </w:tc>
      </w:tr>
      <w:tr w:rsidR="001A7B4B" w:rsidRPr="001A7B4B" w14:paraId="32FC5164"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24E05BA9" w14:textId="77777777" w:rsidR="00075ED0" w:rsidRDefault="00075ED0" w:rsidP="00075ED0">
            <w:pPr>
              <w:jc w:val="center"/>
              <w:rPr>
                <w:rFonts w:cs="Arial"/>
                <w:szCs w:val="22"/>
              </w:rPr>
            </w:pPr>
            <w:r>
              <w:rPr>
                <w:rFonts w:cs="Arial"/>
                <w:szCs w:val="22"/>
              </w:rPr>
              <w:t>1</w:t>
            </w:r>
            <w:r w:rsidR="001B7F51">
              <w:rPr>
                <w:rFonts w:cs="Arial"/>
                <w:szCs w:val="22"/>
              </w:rPr>
              <w:t>68</w:t>
            </w:r>
          </w:p>
          <w:p w14:paraId="1DE0267B" w14:textId="77777777" w:rsidR="00CF4987" w:rsidRDefault="00CF4987" w:rsidP="00075ED0">
            <w:pPr>
              <w:jc w:val="center"/>
              <w:rPr>
                <w:rFonts w:cs="Arial"/>
                <w:szCs w:val="22"/>
              </w:rPr>
            </w:pPr>
            <w:r>
              <w:rPr>
                <w:rFonts w:cs="Arial"/>
                <w:szCs w:val="22"/>
              </w:rPr>
              <w:t>3 hours</w:t>
            </w:r>
          </w:p>
          <w:p w14:paraId="4E293843" w14:textId="31C24B6B" w:rsidR="00684CFD" w:rsidRDefault="00684CFD" w:rsidP="00075ED0">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1E604253" w14:textId="77777777" w:rsidR="00075ED0" w:rsidRPr="001A7B4B" w:rsidRDefault="00075ED0" w:rsidP="00075ED0">
            <w:pPr>
              <w:pStyle w:val="Normalheadingblack"/>
              <w:rPr>
                <w:rFonts w:cs="Arial"/>
                <w:lang w:eastAsia="en-GB"/>
              </w:rPr>
            </w:pPr>
            <w:r w:rsidRPr="001A7B4B">
              <w:rPr>
                <w:rFonts w:cs="Arial"/>
                <w:lang w:eastAsia="en-GB"/>
              </w:rPr>
              <w:t>Outcome 1 – Plumbing and heating common knowledge criteria</w:t>
            </w:r>
          </w:p>
          <w:p w14:paraId="6DDD37C7" w14:textId="77777777" w:rsidR="00075ED0" w:rsidRPr="001A7B4B" w:rsidRDefault="00075ED0" w:rsidP="00075ED0">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5AB1AE06" w14:textId="77777777" w:rsidR="00075ED0" w:rsidRPr="001A7B4B" w:rsidRDefault="0045424C" w:rsidP="00075ED0">
            <w:pPr>
              <w:pStyle w:val="Normalheadingblack"/>
              <w:rPr>
                <w:rFonts w:cs="Arial"/>
                <w:b w:val="0"/>
                <w:szCs w:val="22"/>
              </w:rPr>
            </w:pPr>
            <w:r w:rsidRPr="001A7B4B">
              <w:rPr>
                <w:rFonts w:cs="Arial"/>
                <w:b w:val="0"/>
                <w:szCs w:val="22"/>
              </w:rPr>
              <w:t>K1.12</w:t>
            </w:r>
            <w:r w:rsidRPr="001A7B4B">
              <w:t xml:space="preserve"> </w:t>
            </w:r>
            <w:r w:rsidRPr="001A7B4B">
              <w:rPr>
                <w:rFonts w:cs="Arial"/>
                <w:b w:val="0"/>
                <w:szCs w:val="22"/>
              </w:rPr>
              <w:t>Types of waste and waste products and the associated systems and attributes</w:t>
            </w:r>
          </w:p>
          <w:p w14:paraId="6D6E0933" w14:textId="77777777" w:rsidR="0021697C" w:rsidRPr="001A7B4B" w:rsidRDefault="0021697C" w:rsidP="00075ED0">
            <w:pPr>
              <w:pStyle w:val="Normalheadingblack"/>
              <w:rPr>
                <w:rFonts w:cs="Arial"/>
                <w:b w:val="0"/>
                <w:szCs w:val="22"/>
              </w:rPr>
            </w:pPr>
          </w:p>
          <w:p w14:paraId="3163CE62" w14:textId="77777777" w:rsidR="0021697C" w:rsidRPr="001A7B4B" w:rsidRDefault="0021697C" w:rsidP="00075ED0">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5CF14BF5" w14:textId="77777777" w:rsidR="00075ED0" w:rsidRPr="001A7B4B" w:rsidRDefault="00075ED0" w:rsidP="00075ED0">
            <w:pPr>
              <w:pStyle w:val="Normalheadingblue"/>
              <w:rPr>
                <w:rFonts w:cs="Arial"/>
                <w:color w:val="auto"/>
                <w:szCs w:val="22"/>
              </w:rPr>
            </w:pPr>
            <w:r w:rsidRPr="001A7B4B">
              <w:rPr>
                <w:rFonts w:cs="Arial"/>
                <w:color w:val="auto"/>
                <w:szCs w:val="22"/>
              </w:rPr>
              <w:t>Activity:</w:t>
            </w:r>
          </w:p>
          <w:p w14:paraId="2FFBE559" w14:textId="77777777" w:rsidR="00075ED0" w:rsidRPr="001A7B4B" w:rsidRDefault="00075ED0" w:rsidP="00075ED0">
            <w:pPr>
              <w:pStyle w:val="Normalheadingblue"/>
              <w:rPr>
                <w:rFonts w:cs="Arial"/>
                <w:color w:val="auto"/>
                <w:szCs w:val="22"/>
              </w:rPr>
            </w:pPr>
          </w:p>
          <w:p w14:paraId="6D9A5E06" w14:textId="77777777" w:rsidR="00075ED0" w:rsidRPr="001A7B4B" w:rsidRDefault="00075ED0" w:rsidP="00075ED0">
            <w:pPr>
              <w:pStyle w:val="Normalheadingblue"/>
              <w:rPr>
                <w:rFonts w:cs="Arial"/>
                <w:color w:val="auto"/>
                <w:szCs w:val="22"/>
              </w:rPr>
            </w:pPr>
            <w:r w:rsidRPr="001A7B4B">
              <w:rPr>
                <w:rFonts w:cs="Arial"/>
                <w:color w:val="auto"/>
                <w:szCs w:val="22"/>
              </w:rPr>
              <w:t>Starter task example:</w:t>
            </w:r>
          </w:p>
          <w:p w14:paraId="5615EC16" w14:textId="3D06BFB3" w:rsidR="00075ED0" w:rsidRPr="001A7B4B" w:rsidRDefault="00F1714D" w:rsidP="002C017C">
            <w:pPr>
              <w:pStyle w:val="Normalheadingblue"/>
              <w:numPr>
                <w:ilvl w:val="0"/>
                <w:numId w:val="110"/>
              </w:numPr>
              <w:rPr>
                <w:rFonts w:cs="Arial"/>
                <w:b w:val="0"/>
                <w:color w:val="auto"/>
                <w:szCs w:val="22"/>
              </w:rPr>
            </w:pPr>
            <w:r w:rsidRPr="001A7B4B">
              <w:rPr>
                <w:rFonts w:cs="Arial"/>
                <w:b w:val="0"/>
                <w:color w:val="auto"/>
                <w:szCs w:val="22"/>
              </w:rPr>
              <w:t>Science content recap – Each learner should state a fact relating to types of corrosion before nominating a peer to do the same</w:t>
            </w:r>
            <w:r w:rsidR="005761B0">
              <w:rPr>
                <w:rFonts w:cs="Arial"/>
                <w:b w:val="0"/>
                <w:color w:val="auto"/>
                <w:szCs w:val="22"/>
              </w:rPr>
              <w:t>.</w:t>
            </w:r>
          </w:p>
          <w:p w14:paraId="220EF504" w14:textId="77777777" w:rsidR="00075ED0" w:rsidRPr="001A7B4B" w:rsidRDefault="00075ED0" w:rsidP="00075ED0">
            <w:pPr>
              <w:pStyle w:val="Normalheadingblue"/>
              <w:rPr>
                <w:rFonts w:cs="Arial"/>
                <w:color w:val="auto"/>
                <w:szCs w:val="22"/>
              </w:rPr>
            </w:pPr>
          </w:p>
          <w:p w14:paraId="32DA58F2" w14:textId="77777777" w:rsidR="00075ED0" w:rsidRPr="001A7B4B" w:rsidRDefault="00075ED0" w:rsidP="00075ED0">
            <w:pPr>
              <w:pStyle w:val="Normalheadingblue"/>
              <w:rPr>
                <w:rFonts w:cs="Arial"/>
                <w:color w:val="auto"/>
                <w:szCs w:val="22"/>
              </w:rPr>
            </w:pPr>
            <w:r w:rsidRPr="001A7B4B">
              <w:rPr>
                <w:rFonts w:cs="Arial"/>
                <w:color w:val="auto"/>
                <w:szCs w:val="22"/>
              </w:rPr>
              <w:lastRenderedPageBreak/>
              <w:t>Delivery:</w:t>
            </w:r>
          </w:p>
          <w:p w14:paraId="7D93021E" w14:textId="48D0B20F" w:rsidR="00CF4987" w:rsidRPr="001A7B4B" w:rsidRDefault="00F1714D" w:rsidP="00075ED0">
            <w:pPr>
              <w:pStyle w:val="Normalheadingblue"/>
              <w:rPr>
                <w:rFonts w:cs="Arial"/>
                <w:color w:val="auto"/>
                <w:szCs w:val="22"/>
              </w:rPr>
            </w:pPr>
            <w:r w:rsidRPr="00B32E13">
              <w:rPr>
                <w:rFonts w:cs="Arial"/>
                <w:b w:val="0"/>
                <w:bCs/>
                <w:color w:val="auto"/>
                <w:szCs w:val="22"/>
              </w:rPr>
              <w:t>Tutor to deliver content</w:t>
            </w:r>
            <w:r w:rsidR="00B32E13">
              <w:rPr>
                <w:rFonts w:cs="Arial"/>
                <w:b w:val="0"/>
                <w:bCs/>
                <w:color w:val="auto"/>
                <w:szCs w:val="22"/>
              </w:rPr>
              <w:t>,</w:t>
            </w:r>
            <w:r w:rsidRPr="00B32E13">
              <w:rPr>
                <w:rFonts w:cs="Arial"/>
                <w:b w:val="0"/>
                <w:bCs/>
                <w:color w:val="auto"/>
                <w:szCs w:val="22"/>
              </w:rPr>
              <w:t xml:space="preserve"> including</w:t>
            </w:r>
            <w:r w:rsidRPr="001A7B4B">
              <w:rPr>
                <w:rFonts w:cs="Arial"/>
                <w:color w:val="auto"/>
                <w:szCs w:val="22"/>
              </w:rPr>
              <w:t>:</w:t>
            </w:r>
          </w:p>
          <w:p w14:paraId="0BC540AC" w14:textId="77777777" w:rsidR="00F1714D" w:rsidRPr="001A7B4B" w:rsidRDefault="00F1714D" w:rsidP="002C017C">
            <w:pPr>
              <w:pStyle w:val="Normalheadingblue"/>
              <w:numPr>
                <w:ilvl w:val="0"/>
                <w:numId w:val="110"/>
              </w:numPr>
              <w:rPr>
                <w:rFonts w:cs="Arial"/>
                <w:b w:val="0"/>
                <w:color w:val="auto"/>
                <w:szCs w:val="22"/>
              </w:rPr>
            </w:pPr>
            <w:r w:rsidRPr="001A7B4B">
              <w:rPr>
                <w:rFonts w:cs="Arial"/>
                <w:b w:val="0"/>
                <w:color w:val="auto"/>
                <w:szCs w:val="22"/>
              </w:rPr>
              <w:t xml:space="preserve">The hazards to the user and interaction with other parties, including the undertaker and treatment. </w:t>
            </w:r>
          </w:p>
          <w:p w14:paraId="294EBF0F" w14:textId="77777777" w:rsidR="00F1714D" w:rsidRPr="001A7B4B" w:rsidRDefault="00F1714D" w:rsidP="002C017C">
            <w:pPr>
              <w:pStyle w:val="Normalheadingblue"/>
              <w:numPr>
                <w:ilvl w:val="0"/>
                <w:numId w:val="110"/>
              </w:numPr>
              <w:rPr>
                <w:rFonts w:cs="Arial"/>
                <w:b w:val="0"/>
                <w:color w:val="auto"/>
                <w:szCs w:val="22"/>
              </w:rPr>
            </w:pPr>
            <w:r w:rsidRPr="001A7B4B">
              <w:rPr>
                <w:rFonts w:cs="Arial"/>
                <w:b w:val="0"/>
                <w:color w:val="auto"/>
                <w:szCs w:val="22"/>
              </w:rPr>
              <w:t>Methods to reduce corrosion in heating systems.</w:t>
            </w:r>
          </w:p>
          <w:p w14:paraId="4D045B3F" w14:textId="77777777" w:rsidR="00F1714D" w:rsidRPr="001A7B4B" w:rsidRDefault="00F1714D" w:rsidP="002C017C">
            <w:pPr>
              <w:pStyle w:val="Normalheadingblue"/>
              <w:numPr>
                <w:ilvl w:val="0"/>
                <w:numId w:val="110"/>
              </w:numPr>
              <w:rPr>
                <w:rFonts w:cs="Arial"/>
                <w:b w:val="0"/>
                <w:color w:val="auto"/>
                <w:szCs w:val="22"/>
              </w:rPr>
            </w:pPr>
            <w:r w:rsidRPr="001A7B4B">
              <w:rPr>
                <w:rFonts w:cs="Arial"/>
                <w:b w:val="0"/>
                <w:color w:val="auto"/>
                <w:szCs w:val="22"/>
              </w:rPr>
              <w:t>Methods to remove existing corrosion using chemical flushing and</w:t>
            </w:r>
          </w:p>
          <w:p w14:paraId="3B2D4D97" w14:textId="77777777" w:rsidR="00F1714D" w:rsidRPr="001A7B4B" w:rsidRDefault="00F1714D" w:rsidP="002C017C">
            <w:pPr>
              <w:pStyle w:val="Normalheadingblue"/>
              <w:numPr>
                <w:ilvl w:val="0"/>
                <w:numId w:val="110"/>
              </w:numPr>
              <w:rPr>
                <w:rFonts w:cs="Arial"/>
                <w:b w:val="0"/>
                <w:color w:val="auto"/>
                <w:szCs w:val="22"/>
              </w:rPr>
            </w:pPr>
            <w:r w:rsidRPr="001A7B4B">
              <w:rPr>
                <w:rFonts w:cs="Arial"/>
                <w:b w:val="0"/>
                <w:color w:val="auto"/>
                <w:szCs w:val="22"/>
              </w:rPr>
              <w:t>power flushing methods in heating systems.</w:t>
            </w:r>
          </w:p>
          <w:p w14:paraId="54065B31" w14:textId="77777777" w:rsidR="00F1714D" w:rsidRPr="001A7B4B" w:rsidRDefault="00F1714D" w:rsidP="002C017C">
            <w:pPr>
              <w:pStyle w:val="Normalheadingblue"/>
              <w:numPr>
                <w:ilvl w:val="0"/>
                <w:numId w:val="110"/>
              </w:numPr>
              <w:rPr>
                <w:rFonts w:cs="Arial"/>
                <w:b w:val="0"/>
                <w:color w:val="auto"/>
                <w:szCs w:val="22"/>
              </w:rPr>
            </w:pPr>
            <w:r w:rsidRPr="001A7B4B">
              <w:rPr>
                <w:rFonts w:cs="Arial"/>
                <w:b w:val="0"/>
                <w:color w:val="auto"/>
                <w:szCs w:val="22"/>
              </w:rPr>
              <w:t xml:space="preserve">Systems: </w:t>
            </w:r>
            <w:r w:rsidRPr="001A7B4B">
              <w:rPr>
                <w:b w:val="0"/>
                <w:color w:val="auto"/>
              </w:rPr>
              <w:t>septic tanks, wastewater lifters, macerators, heating systems</w:t>
            </w:r>
          </w:p>
          <w:p w14:paraId="12E54FA1" w14:textId="77777777" w:rsidR="00F1714D" w:rsidRPr="001A7B4B" w:rsidRDefault="00F1714D" w:rsidP="002C017C">
            <w:pPr>
              <w:pStyle w:val="Normalheadingblue"/>
              <w:numPr>
                <w:ilvl w:val="0"/>
                <w:numId w:val="110"/>
              </w:numPr>
              <w:rPr>
                <w:rFonts w:cs="Arial"/>
                <w:b w:val="0"/>
                <w:color w:val="auto"/>
                <w:szCs w:val="22"/>
              </w:rPr>
            </w:pPr>
            <w:r w:rsidRPr="001A7B4B">
              <w:rPr>
                <w:rFonts w:cs="Arial"/>
                <w:b w:val="0"/>
                <w:color w:val="auto"/>
                <w:szCs w:val="22"/>
              </w:rPr>
              <w:t xml:space="preserve">Attributes: </w:t>
            </w:r>
            <w:r w:rsidRPr="001A7B4B">
              <w:rPr>
                <w:b w:val="0"/>
                <w:color w:val="auto"/>
              </w:rPr>
              <w:t>smells, bacteria, magnetite, corrosion</w:t>
            </w:r>
          </w:p>
          <w:p w14:paraId="022C8B64" w14:textId="46F50DEB" w:rsidR="00F1714D" w:rsidRPr="001A7B4B" w:rsidRDefault="00F1714D" w:rsidP="002C017C">
            <w:pPr>
              <w:pStyle w:val="Normalheadingblue"/>
              <w:numPr>
                <w:ilvl w:val="0"/>
                <w:numId w:val="110"/>
              </w:numPr>
              <w:rPr>
                <w:rFonts w:cs="Arial"/>
                <w:b w:val="0"/>
                <w:color w:val="auto"/>
                <w:szCs w:val="22"/>
              </w:rPr>
            </w:pPr>
            <w:r w:rsidRPr="001A7B4B">
              <w:rPr>
                <w:rFonts w:cs="Arial"/>
                <w:b w:val="0"/>
                <w:color w:val="auto"/>
                <w:szCs w:val="22"/>
              </w:rPr>
              <w:t>Tutor to demonstrate and show examples of system content including magnetite</w:t>
            </w:r>
            <w:r w:rsidR="005761B0">
              <w:rPr>
                <w:rFonts w:cs="Arial"/>
                <w:b w:val="0"/>
                <w:color w:val="auto"/>
                <w:szCs w:val="22"/>
              </w:rPr>
              <w:t>.</w:t>
            </w:r>
            <w:r w:rsidRPr="001A7B4B">
              <w:rPr>
                <w:rFonts w:cs="Arial"/>
                <w:b w:val="0"/>
                <w:color w:val="auto"/>
                <w:szCs w:val="22"/>
              </w:rPr>
              <w:t xml:space="preserve"> </w:t>
            </w:r>
          </w:p>
          <w:p w14:paraId="01EC1BC7" w14:textId="4223D826" w:rsidR="00F1714D" w:rsidRPr="001A7B4B" w:rsidRDefault="00F1714D" w:rsidP="002C017C">
            <w:pPr>
              <w:pStyle w:val="Normalheadingblue"/>
              <w:numPr>
                <w:ilvl w:val="0"/>
                <w:numId w:val="110"/>
              </w:numPr>
              <w:rPr>
                <w:rFonts w:cs="Arial"/>
                <w:b w:val="0"/>
                <w:color w:val="auto"/>
                <w:szCs w:val="22"/>
              </w:rPr>
            </w:pPr>
            <w:r w:rsidRPr="001A7B4B">
              <w:rPr>
                <w:rFonts w:cs="Arial"/>
                <w:b w:val="0"/>
                <w:color w:val="auto"/>
                <w:szCs w:val="22"/>
              </w:rPr>
              <w:t>Discuss methods that can be used to combat corrosion in systems and how waste products can be disposed of properly</w:t>
            </w:r>
            <w:r w:rsidR="005761B0">
              <w:rPr>
                <w:rFonts w:cs="Arial"/>
                <w:b w:val="0"/>
                <w:color w:val="auto"/>
                <w:szCs w:val="22"/>
              </w:rPr>
              <w:t>.</w:t>
            </w:r>
            <w:r w:rsidRPr="001A7B4B">
              <w:rPr>
                <w:rFonts w:cs="Arial"/>
                <w:b w:val="0"/>
                <w:color w:val="auto"/>
                <w:szCs w:val="22"/>
              </w:rPr>
              <w:t xml:space="preserve"> </w:t>
            </w:r>
          </w:p>
          <w:p w14:paraId="59F2475C" w14:textId="77777777" w:rsidR="00075ED0" w:rsidRPr="001A7B4B" w:rsidRDefault="00075ED0" w:rsidP="00075ED0">
            <w:pPr>
              <w:pStyle w:val="Normalheadingblue"/>
              <w:rPr>
                <w:rFonts w:cs="Arial"/>
                <w:color w:val="auto"/>
                <w:szCs w:val="22"/>
              </w:rPr>
            </w:pPr>
          </w:p>
          <w:p w14:paraId="3EA86963" w14:textId="77777777" w:rsidR="00075ED0" w:rsidRPr="001A7B4B" w:rsidRDefault="00075ED0" w:rsidP="00075ED0">
            <w:pPr>
              <w:pStyle w:val="Normalheadingblue"/>
              <w:rPr>
                <w:rFonts w:cs="Arial"/>
                <w:color w:val="auto"/>
                <w:szCs w:val="22"/>
              </w:rPr>
            </w:pPr>
            <w:r w:rsidRPr="001A7B4B">
              <w:rPr>
                <w:rFonts w:cs="Arial"/>
                <w:color w:val="auto"/>
                <w:szCs w:val="22"/>
              </w:rPr>
              <w:t>Knowledge check example:</w:t>
            </w:r>
          </w:p>
          <w:p w14:paraId="5DDFCC69" w14:textId="13D31113" w:rsidR="00075ED0" w:rsidRPr="001A7B4B" w:rsidRDefault="00F1714D" w:rsidP="002C017C">
            <w:pPr>
              <w:pStyle w:val="Normalheadingblue"/>
              <w:numPr>
                <w:ilvl w:val="0"/>
                <w:numId w:val="111"/>
              </w:numPr>
              <w:rPr>
                <w:rFonts w:cs="Arial"/>
                <w:b w:val="0"/>
                <w:color w:val="auto"/>
                <w:szCs w:val="22"/>
              </w:rPr>
            </w:pPr>
            <w:r w:rsidRPr="001A7B4B">
              <w:rPr>
                <w:rFonts w:cs="Arial"/>
                <w:b w:val="0"/>
                <w:color w:val="auto"/>
                <w:szCs w:val="22"/>
              </w:rPr>
              <w:t xml:space="preserve">Open question paper knowledge check. </w:t>
            </w:r>
            <w:r w:rsidR="00116A2E" w:rsidRPr="001A7B4B">
              <w:rPr>
                <w:rFonts w:cs="Arial"/>
                <w:b w:val="0"/>
                <w:color w:val="auto"/>
                <w:szCs w:val="22"/>
              </w:rPr>
              <w:t>Students</w:t>
            </w:r>
            <w:r w:rsidRPr="001A7B4B">
              <w:rPr>
                <w:rFonts w:cs="Arial"/>
                <w:b w:val="0"/>
                <w:color w:val="auto"/>
                <w:szCs w:val="22"/>
              </w:rPr>
              <w:t xml:space="preserve"> answer questions based on </w:t>
            </w:r>
            <w:r w:rsidR="001F2FCE" w:rsidRPr="001A7B4B">
              <w:rPr>
                <w:rFonts w:cs="Arial"/>
                <w:b w:val="0"/>
                <w:color w:val="auto"/>
                <w:szCs w:val="22"/>
              </w:rPr>
              <w:t>today’s</w:t>
            </w:r>
            <w:r w:rsidRPr="001A7B4B">
              <w:rPr>
                <w:rFonts w:cs="Arial"/>
                <w:b w:val="0"/>
                <w:color w:val="auto"/>
                <w:szCs w:val="22"/>
              </w:rPr>
              <w:t xml:space="preserve"> session in short written answer format.</w:t>
            </w:r>
          </w:p>
          <w:p w14:paraId="6DB1C2FD" w14:textId="77777777" w:rsidR="00075ED0" w:rsidRPr="001A7B4B" w:rsidRDefault="00075ED0" w:rsidP="00075ED0">
            <w:pPr>
              <w:pStyle w:val="Normalheadingblue"/>
              <w:rPr>
                <w:rFonts w:cs="Arial"/>
                <w:color w:val="auto"/>
                <w:szCs w:val="22"/>
              </w:rPr>
            </w:pPr>
            <w:r w:rsidRPr="001A7B4B">
              <w:rPr>
                <w:rFonts w:cs="Arial"/>
                <w:color w:val="auto"/>
                <w:szCs w:val="22"/>
              </w:rPr>
              <w:t>Resources:</w:t>
            </w:r>
          </w:p>
          <w:p w14:paraId="26343CFE" w14:textId="78F80150" w:rsidR="00F1714D" w:rsidRPr="001A7B4B" w:rsidRDefault="00F1714D" w:rsidP="00F1714D">
            <w:pPr>
              <w:pStyle w:val="Normalheadingblue"/>
              <w:rPr>
                <w:rFonts w:cs="Arial"/>
                <w:b w:val="0"/>
                <w:color w:val="auto"/>
                <w:szCs w:val="22"/>
              </w:rPr>
            </w:pPr>
            <w:r w:rsidRPr="001A7B4B">
              <w:rPr>
                <w:rFonts w:cs="Arial"/>
                <w:b w:val="0"/>
                <w:color w:val="auto"/>
                <w:szCs w:val="22"/>
              </w:rPr>
              <w:t xml:space="preserve">Examples of corrosion </w:t>
            </w:r>
            <w:r w:rsidR="00B32E13">
              <w:rPr>
                <w:rFonts w:cs="Arial"/>
                <w:b w:val="0"/>
                <w:color w:val="auto"/>
                <w:szCs w:val="22"/>
              </w:rPr>
              <w:t>a</w:t>
            </w:r>
            <w:r w:rsidRPr="001A7B4B">
              <w:rPr>
                <w:rFonts w:cs="Arial"/>
                <w:b w:val="0"/>
                <w:color w:val="auto"/>
                <w:szCs w:val="22"/>
              </w:rPr>
              <w:t>ffected systems</w:t>
            </w:r>
          </w:p>
          <w:p w14:paraId="3D14936C" w14:textId="77777777" w:rsidR="00F1714D" w:rsidRPr="001A7B4B" w:rsidRDefault="00F1714D" w:rsidP="00F1714D">
            <w:pPr>
              <w:pStyle w:val="Normalheadingblue"/>
              <w:rPr>
                <w:rFonts w:cs="Arial"/>
                <w:b w:val="0"/>
                <w:color w:val="auto"/>
                <w:szCs w:val="22"/>
              </w:rPr>
            </w:pPr>
            <w:r w:rsidRPr="001A7B4B">
              <w:rPr>
                <w:rFonts w:cs="Arial"/>
                <w:b w:val="0"/>
                <w:color w:val="auto"/>
                <w:szCs w:val="22"/>
              </w:rPr>
              <w:lastRenderedPageBreak/>
              <w:t>Examples of chemical products for treatment and protection</w:t>
            </w:r>
          </w:p>
          <w:p w14:paraId="59686415" w14:textId="77777777" w:rsidR="00F1714D" w:rsidRPr="001A7B4B" w:rsidRDefault="00F1714D" w:rsidP="00F1714D">
            <w:pPr>
              <w:pStyle w:val="Normalheadingblue"/>
              <w:rPr>
                <w:rFonts w:cs="Arial"/>
                <w:b w:val="0"/>
                <w:color w:val="auto"/>
                <w:szCs w:val="22"/>
              </w:rPr>
            </w:pPr>
            <w:r w:rsidRPr="001A7B4B">
              <w:rPr>
                <w:rFonts w:cs="Arial"/>
                <w:b w:val="0"/>
                <w:color w:val="auto"/>
                <w:szCs w:val="22"/>
              </w:rPr>
              <w:t>Open written question paper knowledge test</w:t>
            </w:r>
          </w:p>
          <w:p w14:paraId="14D46F45" w14:textId="77777777" w:rsidR="0001162B" w:rsidRPr="001A7B4B" w:rsidRDefault="0001162B" w:rsidP="00F1714D">
            <w:pPr>
              <w:pStyle w:val="Normalheadingblue"/>
              <w:rPr>
                <w:rFonts w:cs="Arial"/>
                <w:b w:val="0"/>
                <w:color w:val="auto"/>
                <w:szCs w:val="22"/>
              </w:rPr>
            </w:pPr>
          </w:p>
          <w:p w14:paraId="34BD6449" w14:textId="77777777" w:rsidR="0001162B" w:rsidRPr="001A7B4B" w:rsidRDefault="0001162B" w:rsidP="00F1714D">
            <w:pPr>
              <w:pStyle w:val="Normalheadingblue"/>
              <w:rPr>
                <w:rFonts w:cs="Arial"/>
                <w:b w:val="0"/>
                <w:color w:val="auto"/>
                <w:szCs w:val="22"/>
              </w:rPr>
            </w:pPr>
          </w:p>
          <w:p w14:paraId="60BD2387" w14:textId="77777777" w:rsidR="0001162B" w:rsidRPr="001A7B4B" w:rsidRDefault="0001162B" w:rsidP="00F1714D">
            <w:pPr>
              <w:pStyle w:val="Normalheadingblue"/>
              <w:rPr>
                <w:rFonts w:cs="Arial"/>
                <w:b w:val="0"/>
                <w:color w:val="auto"/>
                <w:szCs w:val="22"/>
              </w:rPr>
            </w:pPr>
          </w:p>
          <w:p w14:paraId="5308D82B" w14:textId="77777777" w:rsidR="00075ED0" w:rsidRPr="001A7B4B" w:rsidRDefault="00075ED0" w:rsidP="00075ED0">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1559D991" w14:textId="77777777" w:rsidR="00DD207A" w:rsidRPr="001A7B4B" w:rsidRDefault="008A57D2">
            <w:r w:rsidRPr="001A7B4B">
              <w:lastRenderedPageBreak/>
              <w:t>Q&amp;A</w:t>
            </w:r>
            <w:r w:rsidRPr="001A7B4B">
              <w:br/>
            </w:r>
            <w:r w:rsidRPr="001A7B4B">
              <w:br/>
            </w:r>
            <w:r w:rsidRPr="001A7B4B">
              <w:br/>
            </w:r>
            <w:r w:rsidRPr="001A7B4B">
              <w:br/>
            </w:r>
            <w:r w:rsidRPr="001A7B4B">
              <w:br/>
            </w:r>
            <w:r w:rsidRPr="001A7B4B">
              <w:br/>
            </w:r>
            <w:r w:rsidRPr="001A7B4B">
              <w:br/>
            </w:r>
            <w:r w:rsidRPr="001A7B4B">
              <w:br/>
            </w:r>
            <w:r w:rsidRPr="001A7B4B">
              <w:br/>
            </w:r>
            <w:r w:rsidRPr="001A7B4B">
              <w:lastRenderedPageBreak/>
              <w:br/>
            </w:r>
            <w:r w:rsidRPr="001A7B4B">
              <w:br/>
            </w:r>
            <w:r w:rsidRPr="001A7B4B">
              <w:br/>
            </w:r>
            <w:r w:rsidRPr="001A7B4B">
              <w:br/>
            </w:r>
            <w:r w:rsidRPr="001A7B4B">
              <w:br/>
            </w:r>
            <w:r w:rsidRPr="001A7B4B">
              <w:br/>
            </w:r>
            <w:r w:rsidRPr="001A7B4B">
              <w:br/>
            </w:r>
            <w:r w:rsidRPr="001A7B4B">
              <w:br/>
              <w:t>Open question paper</w:t>
            </w:r>
            <w:r w:rsidRPr="001A7B4B">
              <w:br/>
              <w:t>English skills (reading, writing, technical vocabulary)</w:t>
            </w:r>
          </w:p>
        </w:tc>
      </w:tr>
      <w:tr w:rsidR="001A7B4B" w:rsidRPr="001A7B4B" w14:paraId="378F5DE1"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14CB2845" w14:textId="77777777" w:rsidR="0001162B" w:rsidRDefault="0001162B" w:rsidP="0001162B">
            <w:pPr>
              <w:jc w:val="center"/>
              <w:rPr>
                <w:rFonts w:cs="Arial"/>
                <w:szCs w:val="22"/>
              </w:rPr>
            </w:pPr>
            <w:r>
              <w:rPr>
                <w:rFonts w:cs="Arial"/>
                <w:szCs w:val="22"/>
              </w:rPr>
              <w:lastRenderedPageBreak/>
              <w:t>169</w:t>
            </w:r>
          </w:p>
          <w:p w14:paraId="50D4A8B8" w14:textId="77777777" w:rsidR="0001162B" w:rsidRDefault="0001162B" w:rsidP="0001162B">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095989E4" w14:textId="77777777" w:rsidR="0001162B" w:rsidRPr="001A7B4B" w:rsidRDefault="0001162B" w:rsidP="0001162B">
            <w:pPr>
              <w:pStyle w:val="Normalheadingblack"/>
              <w:rPr>
                <w:rFonts w:cs="Arial"/>
                <w:lang w:eastAsia="en-GB"/>
              </w:rPr>
            </w:pPr>
            <w:r w:rsidRPr="001A7B4B">
              <w:rPr>
                <w:rFonts w:cs="Arial"/>
                <w:lang w:eastAsia="en-GB"/>
              </w:rPr>
              <w:t>Outcome 2 Install plumbing and heating systems</w:t>
            </w:r>
          </w:p>
          <w:p w14:paraId="4B0BAAA6" w14:textId="77777777" w:rsidR="0001162B" w:rsidRPr="001A7B4B" w:rsidRDefault="0001162B" w:rsidP="0001162B">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199E6C56" w14:textId="77777777" w:rsidR="0001162B" w:rsidRPr="001A7B4B" w:rsidRDefault="0001162B" w:rsidP="0001162B">
            <w:pPr>
              <w:pStyle w:val="Normalheadingblack"/>
              <w:rPr>
                <w:rFonts w:cs="Arial"/>
                <w:b w:val="0"/>
                <w:szCs w:val="22"/>
              </w:rPr>
            </w:pPr>
            <w:r w:rsidRPr="001A7B4B">
              <w:rPr>
                <w:rFonts w:cs="Arial"/>
                <w:b w:val="0"/>
                <w:szCs w:val="22"/>
              </w:rPr>
              <w:t>S2.7 Cut pipes</w:t>
            </w:r>
          </w:p>
          <w:p w14:paraId="6DAEE466" w14:textId="77777777" w:rsidR="0001162B" w:rsidRPr="001A7B4B" w:rsidRDefault="0001162B" w:rsidP="0001162B">
            <w:pPr>
              <w:pStyle w:val="Normalheadingblack"/>
              <w:rPr>
                <w:rFonts w:cs="Arial"/>
                <w:b w:val="0"/>
                <w:szCs w:val="22"/>
              </w:rPr>
            </w:pPr>
          </w:p>
          <w:p w14:paraId="697D0FFE" w14:textId="77777777" w:rsidR="0001162B" w:rsidRPr="001A7B4B" w:rsidRDefault="0001162B" w:rsidP="0001162B">
            <w:pPr>
              <w:pStyle w:val="Normalheadingblack"/>
              <w:rPr>
                <w:rFonts w:cs="Arial"/>
                <w:b w:val="0"/>
                <w:szCs w:val="22"/>
              </w:rPr>
            </w:pPr>
            <w:r w:rsidRPr="001A7B4B">
              <w:rPr>
                <w:rFonts w:cs="Arial"/>
                <w:b w:val="0"/>
                <w:szCs w:val="22"/>
              </w:rPr>
              <w:t>S2.2 Select tools, equipment and materials</w:t>
            </w:r>
          </w:p>
          <w:p w14:paraId="7DDB75AF" w14:textId="77777777" w:rsidR="0001162B" w:rsidRPr="001A7B4B" w:rsidRDefault="0001162B" w:rsidP="0001162B">
            <w:pPr>
              <w:pStyle w:val="Normalheadingblack"/>
              <w:rPr>
                <w:rFonts w:cs="Arial"/>
                <w:b w:val="0"/>
                <w:szCs w:val="22"/>
              </w:rPr>
            </w:pPr>
          </w:p>
          <w:p w14:paraId="673EC8C9" w14:textId="77777777" w:rsidR="0001162B" w:rsidRPr="001A7B4B" w:rsidRDefault="0001162B" w:rsidP="0001162B">
            <w:pPr>
              <w:pStyle w:val="Normalheadingblack"/>
              <w:rPr>
                <w:rFonts w:cs="Arial"/>
                <w:b w:val="0"/>
                <w:szCs w:val="22"/>
              </w:rPr>
            </w:pPr>
            <w:r w:rsidRPr="001A7B4B">
              <w:rPr>
                <w:rFonts w:cs="Arial"/>
                <w:b w:val="0"/>
                <w:szCs w:val="22"/>
              </w:rPr>
              <w:t>S2.13 Install components to heating appliances</w:t>
            </w:r>
          </w:p>
          <w:p w14:paraId="6EA9BDEE" w14:textId="77777777" w:rsidR="0001162B" w:rsidRPr="001A7B4B" w:rsidRDefault="0001162B" w:rsidP="0001162B">
            <w:pPr>
              <w:pStyle w:val="Normalheadingblack"/>
              <w:rPr>
                <w:rFonts w:cs="Arial"/>
                <w:b w:val="0"/>
                <w:szCs w:val="22"/>
              </w:rPr>
            </w:pPr>
          </w:p>
          <w:p w14:paraId="00E8376B" w14:textId="77777777" w:rsidR="0001162B" w:rsidRPr="001A7B4B" w:rsidRDefault="0001162B" w:rsidP="0001162B">
            <w:pPr>
              <w:pStyle w:val="Normalheadingblack"/>
              <w:rPr>
                <w:rFonts w:cs="Arial"/>
                <w:b w:val="0"/>
                <w:szCs w:val="22"/>
              </w:rPr>
            </w:pPr>
            <w:r w:rsidRPr="001A7B4B">
              <w:rPr>
                <w:rFonts w:cs="Arial"/>
                <w:b w:val="0"/>
                <w:szCs w:val="22"/>
              </w:rPr>
              <w:t>S2.8 Connect materials using jointing methods</w:t>
            </w:r>
          </w:p>
          <w:p w14:paraId="67A2C355" w14:textId="77777777" w:rsidR="00EE69C7" w:rsidRPr="001A7B4B" w:rsidRDefault="00EE69C7" w:rsidP="0001162B">
            <w:pPr>
              <w:pStyle w:val="Normalheadingblack"/>
              <w:rPr>
                <w:rFonts w:cs="Arial"/>
                <w:b w:val="0"/>
                <w:szCs w:val="22"/>
              </w:rPr>
            </w:pPr>
          </w:p>
          <w:p w14:paraId="6A2C8E50" w14:textId="77777777" w:rsidR="00EE69C7" w:rsidRPr="001A7B4B" w:rsidRDefault="00EE69C7" w:rsidP="0001162B">
            <w:pPr>
              <w:pStyle w:val="Normalheadingblack"/>
              <w:rPr>
                <w:rFonts w:cs="Arial"/>
                <w:b w:val="0"/>
                <w:szCs w:val="22"/>
              </w:rPr>
            </w:pPr>
            <w:r w:rsidRPr="001A7B4B">
              <w:rPr>
                <w:rFonts w:cs="Arial"/>
                <w:b w:val="0"/>
                <w:szCs w:val="22"/>
              </w:rPr>
              <w:t>S2.19 Position and secure components in plumbing system</w:t>
            </w:r>
          </w:p>
        </w:tc>
        <w:tc>
          <w:tcPr>
            <w:tcW w:w="5785" w:type="dxa"/>
            <w:tcBorders>
              <w:top w:val="single" w:sz="4" w:space="0" w:color="C6C5C6"/>
              <w:left w:val="single" w:sz="4" w:space="0" w:color="C6C5C6"/>
              <w:bottom w:val="single" w:sz="4" w:space="0" w:color="C6C5C6"/>
              <w:right w:val="single" w:sz="4" w:space="0" w:color="C6C5C6"/>
            </w:tcBorders>
          </w:tcPr>
          <w:p w14:paraId="4A5C70B9" w14:textId="77777777" w:rsidR="0001162B" w:rsidRPr="001A7B4B" w:rsidRDefault="0001162B" w:rsidP="0001162B">
            <w:pPr>
              <w:pStyle w:val="Normalheadingblue"/>
              <w:rPr>
                <w:rFonts w:cs="Arial"/>
                <w:color w:val="auto"/>
                <w:szCs w:val="22"/>
              </w:rPr>
            </w:pPr>
            <w:r w:rsidRPr="001A7B4B">
              <w:rPr>
                <w:rFonts w:cs="Arial"/>
                <w:color w:val="auto"/>
                <w:szCs w:val="22"/>
              </w:rPr>
              <w:t>Activity:</w:t>
            </w:r>
          </w:p>
          <w:p w14:paraId="575D44FE" w14:textId="77777777" w:rsidR="0001162B" w:rsidRPr="001A7B4B" w:rsidRDefault="0001162B" w:rsidP="0001162B">
            <w:pPr>
              <w:pStyle w:val="Normalheadingblue"/>
              <w:rPr>
                <w:rFonts w:cs="Arial"/>
                <w:color w:val="auto"/>
                <w:szCs w:val="22"/>
              </w:rPr>
            </w:pPr>
          </w:p>
          <w:p w14:paraId="302CB1AC" w14:textId="77777777" w:rsidR="0001162B" w:rsidRPr="001A7B4B" w:rsidRDefault="0001162B" w:rsidP="0001162B">
            <w:pPr>
              <w:pStyle w:val="Normalheadingblue"/>
              <w:rPr>
                <w:rFonts w:cs="Arial"/>
                <w:color w:val="auto"/>
                <w:szCs w:val="22"/>
              </w:rPr>
            </w:pPr>
            <w:r w:rsidRPr="001A7B4B">
              <w:rPr>
                <w:rFonts w:cs="Arial"/>
                <w:color w:val="auto"/>
                <w:szCs w:val="22"/>
              </w:rPr>
              <w:t>Starter task example:</w:t>
            </w:r>
          </w:p>
          <w:p w14:paraId="3DA8CE74" w14:textId="0DEF9F08" w:rsidR="0001162B" w:rsidRPr="001A7B4B" w:rsidRDefault="0001162B" w:rsidP="002C017C">
            <w:pPr>
              <w:pStyle w:val="Normalheadingblue"/>
              <w:numPr>
                <w:ilvl w:val="0"/>
                <w:numId w:val="111"/>
              </w:numPr>
              <w:rPr>
                <w:rFonts w:cs="Arial"/>
                <w:b w:val="0"/>
                <w:color w:val="auto"/>
                <w:szCs w:val="22"/>
              </w:rPr>
            </w:pPr>
            <w:r w:rsidRPr="001A7B4B">
              <w:rPr>
                <w:rFonts w:cs="Arial"/>
                <w:b w:val="0"/>
                <w:color w:val="auto"/>
                <w:szCs w:val="22"/>
              </w:rPr>
              <w:t xml:space="preserve">Quick information gathering task – </w:t>
            </w:r>
            <w:r w:rsidR="00F502C8" w:rsidRPr="001A7B4B">
              <w:rPr>
                <w:rFonts w:cs="Arial"/>
                <w:b w:val="0"/>
                <w:color w:val="auto"/>
                <w:szCs w:val="22"/>
              </w:rPr>
              <w:t>students</w:t>
            </w:r>
            <w:r w:rsidRPr="001A7B4B">
              <w:rPr>
                <w:rFonts w:cs="Arial"/>
                <w:b w:val="0"/>
                <w:color w:val="auto"/>
                <w:szCs w:val="22"/>
              </w:rPr>
              <w:t xml:space="preserve"> should use mobile devices to try and download or access an example of a relevant manufacturers instruction for the session ahead.</w:t>
            </w:r>
          </w:p>
          <w:p w14:paraId="1005101C" w14:textId="77777777" w:rsidR="0001162B" w:rsidRPr="001A7B4B" w:rsidRDefault="0001162B" w:rsidP="0001162B">
            <w:pPr>
              <w:pStyle w:val="Normalheadingblue"/>
              <w:rPr>
                <w:rFonts w:cs="Arial"/>
                <w:color w:val="auto"/>
                <w:szCs w:val="22"/>
              </w:rPr>
            </w:pPr>
          </w:p>
          <w:p w14:paraId="2D47BF17" w14:textId="77777777" w:rsidR="0001162B" w:rsidRPr="001A7B4B" w:rsidRDefault="0001162B" w:rsidP="0001162B">
            <w:pPr>
              <w:pStyle w:val="Normalheadingblue"/>
              <w:rPr>
                <w:rFonts w:cs="Arial"/>
                <w:color w:val="auto"/>
                <w:szCs w:val="22"/>
              </w:rPr>
            </w:pPr>
            <w:r w:rsidRPr="001A7B4B">
              <w:rPr>
                <w:rFonts w:cs="Arial"/>
                <w:color w:val="auto"/>
                <w:szCs w:val="22"/>
              </w:rPr>
              <w:t>Delivery:</w:t>
            </w:r>
          </w:p>
          <w:p w14:paraId="347AA2AF" w14:textId="77777777" w:rsidR="0001162B" w:rsidRPr="001A7B4B" w:rsidRDefault="0001162B" w:rsidP="0001162B">
            <w:pPr>
              <w:pStyle w:val="Normalheadingblue"/>
              <w:rPr>
                <w:rFonts w:cs="Arial"/>
                <w:color w:val="auto"/>
                <w:szCs w:val="22"/>
              </w:rPr>
            </w:pPr>
            <w:r w:rsidRPr="001A7B4B">
              <w:rPr>
                <w:rFonts w:cs="Arial"/>
                <w:color w:val="auto"/>
                <w:szCs w:val="22"/>
              </w:rPr>
              <w:t>Practical session – Install components including:</w:t>
            </w:r>
          </w:p>
          <w:p w14:paraId="5FBFD86F" w14:textId="77777777" w:rsidR="0001162B" w:rsidRPr="001A7B4B" w:rsidRDefault="0001162B" w:rsidP="002C017C">
            <w:pPr>
              <w:pStyle w:val="Normalheadingblue"/>
              <w:numPr>
                <w:ilvl w:val="0"/>
                <w:numId w:val="111"/>
              </w:numPr>
              <w:rPr>
                <w:rFonts w:cs="Arial"/>
                <w:b w:val="0"/>
                <w:color w:val="auto"/>
                <w:szCs w:val="22"/>
              </w:rPr>
            </w:pPr>
            <w:r w:rsidRPr="001A7B4B">
              <w:rPr>
                <w:rFonts w:cs="Arial"/>
                <w:b w:val="0"/>
                <w:color w:val="auto"/>
                <w:szCs w:val="22"/>
              </w:rPr>
              <w:t>System filters</w:t>
            </w:r>
          </w:p>
          <w:p w14:paraId="5DDEF164" w14:textId="77777777" w:rsidR="0001162B" w:rsidRPr="001A7B4B" w:rsidRDefault="0001162B" w:rsidP="002C017C">
            <w:pPr>
              <w:pStyle w:val="Normalheadingblue"/>
              <w:numPr>
                <w:ilvl w:val="0"/>
                <w:numId w:val="111"/>
              </w:numPr>
              <w:rPr>
                <w:rFonts w:cs="Arial"/>
                <w:b w:val="0"/>
                <w:color w:val="auto"/>
                <w:szCs w:val="22"/>
              </w:rPr>
            </w:pPr>
            <w:r w:rsidRPr="001A7B4B">
              <w:rPr>
                <w:rFonts w:cs="Arial"/>
                <w:b w:val="0"/>
                <w:color w:val="auto"/>
                <w:szCs w:val="22"/>
              </w:rPr>
              <w:t>Automatic air vents</w:t>
            </w:r>
          </w:p>
          <w:p w14:paraId="4CDF65B7" w14:textId="77777777" w:rsidR="0001162B" w:rsidRPr="001A7B4B" w:rsidRDefault="0001162B" w:rsidP="002C017C">
            <w:pPr>
              <w:pStyle w:val="Normalheadingblue"/>
              <w:numPr>
                <w:ilvl w:val="0"/>
                <w:numId w:val="111"/>
              </w:numPr>
              <w:rPr>
                <w:rFonts w:cs="Arial"/>
                <w:b w:val="0"/>
                <w:color w:val="auto"/>
                <w:szCs w:val="22"/>
              </w:rPr>
            </w:pPr>
            <w:r w:rsidRPr="001A7B4B">
              <w:rPr>
                <w:rFonts w:cs="Arial"/>
                <w:b w:val="0"/>
                <w:color w:val="auto"/>
                <w:szCs w:val="22"/>
              </w:rPr>
              <w:t>Drain valves</w:t>
            </w:r>
          </w:p>
          <w:p w14:paraId="314DF5E6" w14:textId="7427F33B" w:rsidR="0001162B" w:rsidRPr="001A7B4B" w:rsidRDefault="0001162B" w:rsidP="002C017C">
            <w:pPr>
              <w:pStyle w:val="Normalheadingblue"/>
              <w:numPr>
                <w:ilvl w:val="0"/>
                <w:numId w:val="111"/>
              </w:numPr>
              <w:rPr>
                <w:rFonts w:cs="Arial"/>
                <w:b w:val="0"/>
                <w:color w:val="auto"/>
                <w:szCs w:val="22"/>
              </w:rPr>
            </w:pPr>
            <w:r w:rsidRPr="001A7B4B">
              <w:rPr>
                <w:rFonts w:cs="Arial"/>
                <w:b w:val="0"/>
                <w:color w:val="auto"/>
                <w:szCs w:val="22"/>
              </w:rPr>
              <w:t xml:space="preserve">Tutor to explain </w:t>
            </w:r>
            <w:r w:rsidR="001F2FCE" w:rsidRPr="001A7B4B">
              <w:rPr>
                <w:rFonts w:cs="Arial"/>
                <w:b w:val="0"/>
                <w:color w:val="auto"/>
                <w:szCs w:val="22"/>
              </w:rPr>
              <w:t>today’s</w:t>
            </w:r>
            <w:r w:rsidRPr="001A7B4B">
              <w:rPr>
                <w:rFonts w:cs="Arial"/>
                <w:b w:val="0"/>
                <w:color w:val="auto"/>
                <w:szCs w:val="22"/>
              </w:rPr>
              <w:t xml:space="preserve"> task in which </w:t>
            </w:r>
            <w:r w:rsidR="00F502C8" w:rsidRPr="001A7B4B">
              <w:rPr>
                <w:rFonts w:cs="Arial"/>
                <w:b w:val="0"/>
                <w:color w:val="auto"/>
                <w:szCs w:val="22"/>
              </w:rPr>
              <w:t>students</w:t>
            </w:r>
            <w:r w:rsidRPr="001A7B4B">
              <w:rPr>
                <w:rFonts w:cs="Arial"/>
                <w:b w:val="0"/>
                <w:color w:val="auto"/>
                <w:szCs w:val="22"/>
              </w:rPr>
              <w:t xml:space="preserve"> in small groups will have the opportunity to install components to the previously installed system</w:t>
            </w:r>
            <w:r w:rsidR="005761B0">
              <w:rPr>
                <w:rFonts w:cs="Arial"/>
                <w:b w:val="0"/>
                <w:color w:val="auto"/>
                <w:szCs w:val="22"/>
              </w:rPr>
              <w:t>.</w:t>
            </w:r>
          </w:p>
          <w:p w14:paraId="16DF38EC" w14:textId="3BAB1EF0" w:rsidR="0001162B" w:rsidRPr="001A7B4B" w:rsidRDefault="0001162B" w:rsidP="002C017C">
            <w:pPr>
              <w:pStyle w:val="Normalheadingblue"/>
              <w:numPr>
                <w:ilvl w:val="0"/>
                <w:numId w:val="111"/>
              </w:numPr>
              <w:rPr>
                <w:rFonts w:cs="Arial"/>
                <w:b w:val="0"/>
                <w:color w:val="auto"/>
                <w:szCs w:val="22"/>
              </w:rPr>
            </w:pPr>
            <w:r w:rsidRPr="001A7B4B">
              <w:rPr>
                <w:rFonts w:cs="Arial"/>
                <w:b w:val="0"/>
                <w:color w:val="auto"/>
                <w:szCs w:val="22"/>
              </w:rPr>
              <w:lastRenderedPageBreak/>
              <w:t>This will follow on from previous sessions in which protection against corrosion was discussed</w:t>
            </w:r>
            <w:r w:rsidR="005761B0">
              <w:rPr>
                <w:rFonts w:cs="Arial"/>
                <w:b w:val="0"/>
                <w:color w:val="auto"/>
                <w:szCs w:val="22"/>
              </w:rPr>
              <w:t>.</w:t>
            </w:r>
          </w:p>
          <w:p w14:paraId="0C976A56" w14:textId="2ECEA472" w:rsidR="0001162B" w:rsidRPr="001A7B4B" w:rsidRDefault="00116A2E" w:rsidP="002C017C">
            <w:pPr>
              <w:pStyle w:val="Normalheadingblue"/>
              <w:numPr>
                <w:ilvl w:val="0"/>
                <w:numId w:val="111"/>
              </w:numPr>
              <w:rPr>
                <w:rFonts w:cs="Arial"/>
                <w:b w:val="0"/>
                <w:color w:val="auto"/>
                <w:szCs w:val="22"/>
              </w:rPr>
            </w:pPr>
            <w:r w:rsidRPr="001A7B4B">
              <w:rPr>
                <w:rFonts w:cs="Arial"/>
                <w:b w:val="0"/>
                <w:color w:val="auto"/>
                <w:szCs w:val="22"/>
              </w:rPr>
              <w:t>Students</w:t>
            </w:r>
            <w:r w:rsidR="0001162B" w:rsidRPr="001A7B4B">
              <w:rPr>
                <w:rFonts w:cs="Arial"/>
                <w:b w:val="0"/>
                <w:color w:val="auto"/>
                <w:szCs w:val="22"/>
              </w:rPr>
              <w:t xml:space="preserve"> to gather all relevant materials and equipment to complete the task and follow manufacturers guidance</w:t>
            </w:r>
            <w:r w:rsidR="005761B0">
              <w:rPr>
                <w:rFonts w:cs="Arial"/>
                <w:b w:val="0"/>
                <w:color w:val="auto"/>
                <w:szCs w:val="22"/>
              </w:rPr>
              <w:t>.</w:t>
            </w:r>
          </w:p>
          <w:p w14:paraId="27D72C5A" w14:textId="1044D77D" w:rsidR="0001162B" w:rsidRPr="001A7B4B" w:rsidRDefault="0001162B" w:rsidP="002C017C">
            <w:pPr>
              <w:pStyle w:val="Normalheadingblue"/>
              <w:numPr>
                <w:ilvl w:val="0"/>
                <w:numId w:val="111"/>
              </w:numPr>
              <w:rPr>
                <w:rFonts w:cs="Arial"/>
                <w:b w:val="0"/>
                <w:color w:val="auto"/>
                <w:szCs w:val="22"/>
              </w:rPr>
            </w:pPr>
            <w:r w:rsidRPr="001A7B4B">
              <w:rPr>
                <w:rFonts w:cs="Arial"/>
                <w:b w:val="0"/>
                <w:color w:val="auto"/>
                <w:szCs w:val="22"/>
              </w:rPr>
              <w:t>On completion tutor to feedback on installation</w:t>
            </w:r>
            <w:r w:rsidR="005761B0">
              <w:rPr>
                <w:rFonts w:cs="Arial"/>
                <w:b w:val="0"/>
                <w:color w:val="auto"/>
                <w:szCs w:val="22"/>
              </w:rPr>
              <w:t>.</w:t>
            </w:r>
          </w:p>
          <w:p w14:paraId="04CD3AA3" w14:textId="4887794A" w:rsidR="0001162B" w:rsidRPr="001A7B4B" w:rsidRDefault="0001162B" w:rsidP="002C017C">
            <w:pPr>
              <w:pStyle w:val="Normalheadingblue"/>
              <w:numPr>
                <w:ilvl w:val="0"/>
                <w:numId w:val="111"/>
              </w:numPr>
              <w:rPr>
                <w:rFonts w:cs="Arial"/>
                <w:b w:val="0"/>
                <w:color w:val="auto"/>
                <w:szCs w:val="22"/>
              </w:rPr>
            </w:pPr>
            <w:r w:rsidRPr="001A7B4B">
              <w:rPr>
                <w:rFonts w:cs="Arial"/>
                <w:b w:val="0"/>
                <w:color w:val="auto"/>
                <w:szCs w:val="22"/>
              </w:rPr>
              <w:t>Where possible leave systems in place for later practical tasks</w:t>
            </w:r>
            <w:r w:rsidR="005761B0">
              <w:rPr>
                <w:rFonts w:cs="Arial"/>
                <w:b w:val="0"/>
                <w:color w:val="auto"/>
                <w:szCs w:val="22"/>
              </w:rPr>
              <w:t>.</w:t>
            </w:r>
          </w:p>
          <w:p w14:paraId="504F2CB2" w14:textId="77777777" w:rsidR="00CA3743" w:rsidRPr="001A7B4B" w:rsidRDefault="00CA3743" w:rsidP="00CA3743">
            <w:pPr>
              <w:pStyle w:val="Normalheadingblue"/>
              <w:ind w:left="720"/>
              <w:rPr>
                <w:rFonts w:cs="Arial"/>
                <w:b w:val="0"/>
                <w:color w:val="auto"/>
                <w:szCs w:val="22"/>
              </w:rPr>
            </w:pPr>
          </w:p>
          <w:p w14:paraId="08728C53" w14:textId="77777777" w:rsidR="00E04F3C" w:rsidRPr="001A7B4B" w:rsidRDefault="00E04F3C" w:rsidP="00E04F3C">
            <w:pPr>
              <w:pStyle w:val="Normalheadingblue"/>
              <w:rPr>
                <w:rFonts w:cs="Arial"/>
                <w:color w:val="auto"/>
                <w:szCs w:val="22"/>
              </w:rPr>
            </w:pPr>
            <w:r w:rsidRPr="001A7B4B">
              <w:rPr>
                <w:rFonts w:cs="Arial"/>
                <w:color w:val="auto"/>
                <w:szCs w:val="22"/>
              </w:rPr>
              <w:t xml:space="preserve">Knowledge </w:t>
            </w:r>
            <w:r w:rsidR="00CA3743" w:rsidRPr="001A7B4B">
              <w:rPr>
                <w:rFonts w:cs="Arial"/>
                <w:color w:val="auto"/>
                <w:szCs w:val="22"/>
              </w:rPr>
              <w:t xml:space="preserve">and skills </w:t>
            </w:r>
            <w:r w:rsidRPr="001A7B4B">
              <w:rPr>
                <w:rFonts w:cs="Arial"/>
                <w:color w:val="auto"/>
                <w:szCs w:val="22"/>
              </w:rPr>
              <w:t>check example:</w:t>
            </w:r>
          </w:p>
          <w:p w14:paraId="2D7DEF98" w14:textId="77777777" w:rsidR="00CA3743" w:rsidRPr="001A7B4B" w:rsidRDefault="00CA3743" w:rsidP="002C017C">
            <w:pPr>
              <w:pStyle w:val="Normalheadingblue"/>
              <w:numPr>
                <w:ilvl w:val="0"/>
                <w:numId w:val="112"/>
              </w:numPr>
              <w:rPr>
                <w:rFonts w:cs="Arial"/>
                <w:b w:val="0"/>
                <w:color w:val="auto"/>
                <w:szCs w:val="22"/>
              </w:rPr>
            </w:pPr>
            <w:r w:rsidRPr="001A7B4B">
              <w:rPr>
                <w:rFonts w:cs="Arial"/>
                <w:b w:val="0"/>
                <w:color w:val="auto"/>
                <w:szCs w:val="22"/>
              </w:rPr>
              <w:t>Install system components practical task</w:t>
            </w:r>
          </w:p>
          <w:p w14:paraId="535D70D6" w14:textId="77777777" w:rsidR="00E04F3C" w:rsidRPr="001A7B4B" w:rsidRDefault="00E04F3C" w:rsidP="00E04F3C">
            <w:pPr>
              <w:pStyle w:val="Normalheadingblue"/>
              <w:rPr>
                <w:rFonts w:cs="Arial"/>
                <w:color w:val="auto"/>
                <w:szCs w:val="22"/>
              </w:rPr>
            </w:pPr>
          </w:p>
          <w:p w14:paraId="42BE9AAF" w14:textId="77777777" w:rsidR="00E04F3C" w:rsidRPr="001A7B4B" w:rsidRDefault="00E04F3C" w:rsidP="00E04F3C">
            <w:pPr>
              <w:pStyle w:val="Normalheadingblue"/>
              <w:rPr>
                <w:rFonts w:cs="Arial"/>
                <w:color w:val="auto"/>
                <w:szCs w:val="22"/>
              </w:rPr>
            </w:pPr>
            <w:r w:rsidRPr="001A7B4B">
              <w:rPr>
                <w:rFonts w:cs="Arial"/>
                <w:color w:val="auto"/>
                <w:szCs w:val="22"/>
              </w:rPr>
              <w:t>Resources:</w:t>
            </w:r>
          </w:p>
          <w:p w14:paraId="2540F65B" w14:textId="77777777" w:rsidR="00CA3743" w:rsidRPr="001A7B4B" w:rsidRDefault="00CA3743" w:rsidP="00CA3743">
            <w:pPr>
              <w:pStyle w:val="Normalheadingblue"/>
              <w:rPr>
                <w:rFonts w:cs="Arial"/>
                <w:b w:val="0"/>
                <w:color w:val="auto"/>
                <w:szCs w:val="22"/>
              </w:rPr>
            </w:pPr>
            <w:r w:rsidRPr="001A7B4B">
              <w:rPr>
                <w:rFonts w:cs="Arial"/>
                <w:b w:val="0"/>
                <w:color w:val="auto"/>
                <w:szCs w:val="22"/>
              </w:rPr>
              <w:t>PPE</w:t>
            </w:r>
          </w:p>
          <w:p w14:paraId="4837BF2D" w14:textId="77777777" w:rsidR="00CA3743" w:rsidRPr="001A7B4B" w:rsidRDefault="00CA3743" w:rsidP="00CA3743">
            <w:pPr>
              <w:pStyle w:val="Normalheadingblue"/>
              <w:rPr>
                <w:rFonts w:cs="Arial"/>
                <w:b w:val="0"/>
                <w:color w:val="auto"/>
                <w:szCs w:val="22"/>
              </w:rPr>
            </w:pPr>
            <w:r w:rsidRPr="001A7B4B">
              <w:rPr>
                <w:rFonts w:cs="Arial"/>
                <w:b w:val="0"/>
                <w:color w:val="auto"/>
                <w:szCs w:val="22"/>
              </w:rPr>
              <w:t>Suitable tools and power tools</w:t>
            </w:r>
          </w:p>
          <w:p w14:paraId="1DADEB14" w14:textId="77777777" w:rsidR="00CA3743" w:rsidRPr="001A7B4B" w:rsidRDefault="00CA3743" w:rsidP="00CA3743">
            <w:pPr>
              <w:pStyle w:val="Normalheadingblue"/>
              <w:rPr>
                <w:rFonts w:cs="Arial"/>
                <w:b w:val="0"/>
                <w:color w:val="auto"/>
                <w:szCs w:val="22"/>
              </w:rPr>
            </w:pPr>
            <w:r w:rsidRPr="001A7B4B">
              <w:rPr>
                <w:rFonts w:cs="Arial"/>
                <w:b w:val="0"/>
                <w:color w:val="auto"/>
                <w:szCs w:val="22"/>
              </w:rPr>
              <w:t>Corrosion filters</w:t>
            </w:r>
          </w:p>
          <w:p w14:paraId="34202DEA" w14:textId="77777777" w:rsidR="00CA3743" w:rsidRPr="001A7B4B" w:rsidRDefault="00CA3743" w:rsidP="00CA3743">
            <w:pPr>
              <w:pStyle w:val="Normalheadingblue"/>
              <w:rPr>
                <w:rFonts w:cs="Arial"/>
                <w:b w:val="0"/>
                <w:color w:val="auto"/>
                <w:szCs w:val="22"/>
              </w:rPr>
            </w:pPr>
            <w:r w:rsidRPr="001A7B4B">
              <w:rPr>
                <w:rFonts w:cs="Arial"/>
                <w:b w:val="0"/>
                <w:color w:val="auto"/>
                <w:szCs w:val="22"/>
              </w:rPr>
              <w:t>Drain valves</w:t>
            </w:r>
          </w:p>
          <w:p w14:paraId="518E4711" w14:textId="77777777" w:rsidR="00CA3743" w:rsidRPr="001A7B4B" w:rsidRDefault="00CA3743" w:rsidP="00CA3743">
            <w:pPr>
              <w:pStyle w:val="Normalheadingblue"/>
              <w:rPr>
                <w:rFonts w:cs="Arial"/>
                <w:b w:val="0"/>
                <w:color w:val="auto"/>
                <w:szCs w:val="22"/>
              </w:rPr>
            </w:pPr>
            <w:r w:rsidRPr="001A7B4B">
              <w:rPr>
                <w:rFonts w:cs="Arial"/>
                <w:b w:val="0"/>
                <w:color w:val="auto"/>
                <w:szCs w:val="22"/>
              </w:rPr>
              <w:t>Auto air vents</w:t>
            </w:r>
          </w:p>
          <w:p w14:paraId="5A4947F1" w14:textId="77777777" w:rsidR="00CA3743" w:rsidRPr="001A7B4B" w:rsidRDefault="00CA3743" w:rsidP="00CA3743">
            <w:pPr>
              <w:pStyle w:val="Normalheadingblue"/>
              <w:rPr>
                <w:rFonts w:cs="Arial"/>
                <w:b w:val="0"/>
                <w:color w:val="auto"/>
                <w:szCs w:val="22"/>
              </w:rPr>
            </w:pPr>
            <w:r w:rsidRPr="001A7B4B">
              <w:rPr>
                <w:rFonts w:cs="Arial"/>
                <w:b w:val="0"/>
                <w:color w:val="auto"/>
                <w:szCs w:val="22"/>
              </w:rPr>
              <w:t>Fittings</w:t>
            </w:r>
          </w:p>
          <w:p w14:paraId="4859D08D" w14:textId="77777777" w:rsidR="00CA3743" w:rsidRPr="001A7B4B" w:rsidRDefault="00CA3743" w:rsidP="00CA3743">
            <w:pPr>
              <w:pStyle w:val="Normalheadingblue"/>
              <w:rPr>
                <w:rFonts w:cs="Arial"/>
                <w:b w:val="0"/>
                <w:color w:val="auto"/>
                <w:szCs w:val="22"/>
              </w:rPr>
            </w:pPr>
            <w:proofErr w:type="spellStart"/>
            <w:r w:rsidRPr="001A7B4B">
              <w:rPr>
                <w:rFonts w:cs="Arial"/>
                <w:b w:val="0"/>
                <w:color w:val="auto"/>
                <w:szCs w:val="22"/>
              </w:rPr>
              <w:t>Manufacturers</w:t>
            </w:r>
            <w:proofErr w:type="spellEnd"/>
            <w:r w:rsidRPr="001A7B4B">
              <w:rPr>
                <w:rFonts w:cs="Arial"/>
                <w:b w:val="0"/>
                <w:color w:val="auto"/>
                <w:szCs w:val="22"/>
              </w:rPr>
              <w:t xml:space="preserve"> instructions</w:t>
            </w:r>
          </w:p>
          <w:p w14:paraId="38A28F8F" w14:textId="77777777" w:rsidR="0001162B" w:rsidRPr="001A7B4B" w:rsidRDefault="0001162B" w:rsidP="00CA3743">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4F6A2EB9" w14:textId="77777777" w:rsidR="00DD207A" w:rsidRPr="001A7B4B" w:rsidRDefault="008A57D2">
            <w:r w:rsidRPr="001A7B4B">
              <w:lastRenderedPageBreak/>
              <w:t xml:space="preserve">Research </w:t>
            </w:r>
            <w:proofErr w:type="spellStart"/>
            <w:r w:rsidRPr="001A7B4B">
              <w:t>manufacturers</w:t>
            </w:r>
            <w:proofErr w:type="spellEnd"/>
            <w:r w:rsidRPr="001A7B4B">
              <w:t xml:space="preserve"> instructions</w:t>
            </w:r>
            <w:r w:rsidRPr="001A7B4B">
              <w:br/>
            </w:r>
            <w:r w:rsidRPr="001A7B4B">
              <w:br/>
            </w:r>
            <w:r w:rsidRPr="001A7B4B">
              <w:br/>
            </w:r>
            <w:r w:rsidRPr="001A7B4B">
              <w:br/>
            </w:r>
            <w:r w:rsidRPr="001A7B4B">
              <w:br/>
            </w:r>
            <w:r w:rsidRPr="001A7B4B">
              <w:br/>
              <w:t>Install components</w:t>
            </w:r>
            <w:r w:rsidRPr="001A7B4B">
              <w:br/>
              <w:t>English skills (reading, writing, technical vocabulary)</w:t>
            </w:r>
          </w:p>
        </w:tc>
      </w:tr>
      <w:tr w:rsidR="001A7B4B" w:rsidRPr="001A7B4B" w14:paraId="54CD003D"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12113F15" w14:textId="77777777" w:rsidR="0001162B" w:rsidRDefault="0001162B" w:rsidP="0001162B">
            <w:pPr>
              <w:jc w:val="center"/>
              <w:rPr>
                <w:rFonts w:cs="Arial"/>
                <w:szCs w:val="22"/>
              </w:rPr>
            </w:pPr>
            <w:r>
              <w:rPr>
                <w:rFonts w:cs="Arial"/>
                <w:szCs w:val="22"/>
              </w:rPr>
              <w:lastRenderedPageBreak/>
              <w:t>17</w:t>
            </w:r>
            <w:r w:rsidR="00CA3743">
              <w:rPr>
                <w:rFonts w:cs="Arial"/>
                <w:szCs w:val="22"/>
              </w:rPr>
              <w:t>0</w:t>
            </w:r>
          </w:p>
          <w:p w14:paraId="3AADC0E7" w14:textId="77777777" w:rsidR="0001162B" w:rsidRDefault="003A2601" w:rsidP="0001162B">
            <w:pPr>
              <w:jc w:val="center"/>
              <w:rPr>
                <w:rFonts w:cs="Arial"/>
                <w:szCs w:val="22"/>
              </w:rPr>
            </w:pPr>
            <w:r>
              <w:rPr>
                <w:rFonts w:cs="Arial"/>
                <w:szCs w:val="22"/>
              </w:rPr>
              <w:t>3</w:t>
            </w:r>
            <w:r w:rsidR="0001162B">
              <w:rPr>
                <w:rFonts w:cs="Arial"/>
                <w:szCs w:val="22"/>
              </w:rPr>
              <w:t xml:space="preserve"> hours</w:t>
            </w:r>
          </w:p>
        </w:tc>
        <w:tc>
          <w:tcPr>
            <w:tcW w:w="2199" w:type="dxa"/>
            <w:tcBorders>
              <w:top w:val="single" w:sz="4" w:space="0" w:color="C6C5C6"/>
              <w:left w:val="single" w:sz="4" w:space="0" w:color="C6C5C6"/>
              <w:bottom w:val="single" w:sz="4" w:space="0" w:color="C6C5C6"/>
              <w:right w:val="single" w:sz="4" w:space="0" w:color="C6C5C6"/>
            </w:tcBorders>
          </w:tcPr>
          <w:p w14:paraId="36CE2134" w14:textId="77777777" w:rsidR="0001162B" w:rsidRPr="001A7B4B" w:rsidRDefault="0001162B" w:rsidP="0001162B">
            <w:pPr>
              <w:pStyle w:val="Normalheadingblack"/>
              <w:rPr>
                <w:rFonts w:cs="Arial"/>
                <w:lang w:eastAsia="en-GB"/>
              </w:rPr>
            </w:pPr>
            <w:r w:rsidRPr="001A7B4B">
              <w:rPr>
                <w:rFonts w:cs="Arial"/>
                <w:lang w:eastAsia="en-GB"/>
              </w:rPr>
              <w:t>Outcome 1 – Plumbing and heating common knowledge criteria</w:t>
            </w:r>
          </w:p>
          <w:p w14:paraId="1CDCA614" w14:textId="77777777" w:rsidR="0001162B" w:rsidRPr="001A7B4B" w:rsidRDefault="0001162B" w:rsidP="0001162B">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6BA82BB2" w14:textId="656F1A43" w:rsidR="0001162B" w:rsidRPr="001A7B4B" w:rsidRDefault="003A2601" w:rsidP="003A2601">
            <w:pPr>
              <w:pStyle w:val="Normalheadingblack"/>
              <w:rPr>
                <w:rFonts w:cs="Arial"/>
                <w:b w:val="0"/>
                <w:szCs w:val="22"/>
              </w:rPr>
            </w:pPr>
            <w:r w:rsidRPr="001A7B4B">
              <w:rPr>
                <w:rFonts w:cs="Arial"/>
                <w:b w:val="0"/>
                <w:szCs w:val="22"/>
              </w:rPr>
              <w:t>K1.13 The effects of damage interference from external</w:t>
            </w:r>
            <w:r w:rsidR="004C592F" w:rsidRPr="001A7B4B">
              <w:rPr>
                <w:rFonts w:cs="Arial"/>
                <w:b w:val="0"/>
                <w:szCs w:val="22"/>
              </w:rPr>
              <w:t xml:space="preserve"> </w:t>
            </w:r>
            <w:r w:rsidRPr="001A7B4B">
              <w:rPr>
                <w:rFonts w:cs="Arial"/>
                <w:b w:val="0"/>
                <w:szCs w:val="22"/>
              </w:rPr>
              <w:t>sources on system</w:t>
            </w:r>
            <w:r w:rsidR="004C592F" w:rsidRPr="001A7B4B">
              <w:rPr>
                <w:rFonts w:cs="Arial"/>
                <w:b w:val="0"/>
                <w:szCs w:val="22"/>
              </w:rPr>
              <w:t xml:space="preserve"> </w:t>
            </w:r>
            <w:r w:rsidRPr="001A7B4B">
              <w:rPr>
                <w:rFonts w:cs="Arial"/>
                <w:b w:val="0"/>
                <w:szCs w:val="22"/>
              </w:rPr>
              <w:t>operation</w:t>
            </w:r>
          </w:p>
        </w:tc>
        <w:tc>
          <w:tcPr>
            <w:tcW w:w="5785" w:type="dxa"/>
            <w:tcBorders>
              <w:top w:val="single" w:sz="4" w:space="0" w:color="C6C5C6"/>
              <w:left w:val="single" w:sz="4" w:space="0" w:color="C6C5C6"/>
              <w:bottom w:val="single" w:sz="4" w:space="0" w:color="C6C5C6"/>
              <w:right w:val="single" w:sz="4" w:space="0" w:color="C6C5C6"/>
            </w:tcBorders>
          </w:tcPr>
          <w:p w14:paraId="2DA14C78" w14:textId="77777777" w:rsidR="0001162B" w:rsidRPr="001A7B4B" w:rsidRDefault="0001162B" w:rsidP="0001162B">
            <w:pPr>
              <w:pStyle w:val="Normalheadingblue"/>
              <w:rPr>
                <w:rFonts w:cs="Arial"/>
                <w:color w:val="auto"/>
                <w:szCs w:val="22"/>
              </w:rPr>
            </w:pPr>
            <w:r w:rsidRPr="001A7B4B">
              <w:rPr>
                <w:rFonts w:cs="Arial"/>
                <w:color w:val="auto"/>
                <w:szCs w:val="22"/>
              </w:rPr>
              <w:t>Activity:</w:t>
            </w:r>
          </w:p>
          <w:p w14:paraId="1FFF545D" w14:textId="77777777" w:rsidR="0001162B" w:rsidRPr="001A7B4B" w:rsidRDefault="0001162B" w:rsidP="0001162B">
            <w:pPr>
              <w:pStyle w:val="Normalheadingblue"/>
              <w:rPr>
                <w:rFonts w:cs="Arial"/>
                <w:color w:val="auto"/>
                <w:szCs w:val="22"/>
              </w:rPr>
            </w:pPr>
          </w:p>
          <w:p w14:paraId="2154332D" w14:textId="77777777" w:rsidR="0001162B" w:rsidRPr="001A7B4B" w:rsidRDefault="0001162B" w:rsidP="0001162B">
            <w:pPr>
              <w:pStyle w:val="Normalheadingblue"/>
              <w:rPr>
                <w:rFonts w:cs="Arial"/>
                <w:color w:val="auto"/>
                <w:szCs w:val="22"/>
              </w:rPr>
            </w:pPr>
            <w:r w:rsidRPr="001A7B4B">
              <w:rPr>
                <w:rFonts w:cs="Arial"/>
                <w:color w:val="auto"/>
                <w:szCs w:val="22"/>
              </w:rPr>
              <w:t>Starter task example:</w:t>
            </w:r>
          </w:p>
          <w:p w14:paraId="363C1273" w14:textId="3C0B9474" w:rsidR="0001162B" w:rsidRPr="001A7B4B" w:rsidRDefault="009B7296" w:rsidP="002C017C">
            <w:pPr>
              <w:pStyle w:val="Normalheadingblue"/>
              <w:numPr>
                <w:ilvl w:val="0"/>
                <w:numId w:val="112"/>
              </w:numPr>
              <w:rPr>
                <w:rFonts w:cs="Arial"/>
                <w:b w:val="0"/>
                <w:color w:val="auto"/>
                <w:szCs w:val="22"/>
              </w:rPr>
            </w:pPr>
            <w:r w:rsidRPr="001A7B4B">
              <w:rPr>
                <w:rFonts w:cs="Arial"/>
                <w:b w:val="0"/>
                <w:color w:val="auto"/>
                <w:szCs w:val="22"/>
              </w:rPr>
              <w:t xml:space="preserve">Mind map task – </w:t>
            </w:r>
            <w:r w:rsidR="00116A2E" w:rsidRPr="001A7B4B">
              <w:rPr>
                <w:rFonts w:cs="Arial"/>
                <w:b w:val="0"/>
                <w:color w:val="auto"/>
                <w:szCs w:val="22"/>
              </w:rPr>
              <w:t>Students</w:t>
            </w:r>
            <w:r w:rsidRPr="001A7B4B">
              <w:rPr>
                <w:rFonts w:cs="Arial"/>
                <w:b w:val="0"/>
                <w:color w:val="auto"/>
                <w:szCs w:val="22"/>
              </w:rPr>
              <w:t xml:space="preserve"> are to create a list of potential external sources that could lead to damage of systems</w:t>
            </w:r>
            <w:r w:rsidR="005761B0">
              <w:rPr>
                <w:rFonts w:cs="Arial"/>
                <w:b w:val="0"/>
                <w:color w:val="auto"/>
                <w:szCs w:val="22"/>
              </w:rPr>
              <w:t>.</w:t>
            </w:r>
            <w:r w:rsidRPr="001A7B4B">
              <w:rPr>
                <w:rFonts w:cs="Arial"/>
                <w:b w:val="0"/>
                <w:color w:val="auto"/>
                <w:szCs w:val="22"/>
              </w:rPr>
              <w:t xml:space="preserve"> </w:t>
            </w:r>
          </w:p>
          <w:p w14:paraId="399C9C18" w14:textId="77777777" w:rsidR="0001162B" w:rsidRPr="001A7B4B" w:rsidRDefault="0001162B" w:rsidP="0001162B">
            <w:pPr>
              <w:pStyle w:val="Normalheadingblue"/>
              <w:rPr>
                <w:rFonts w:cs="Arial"/>
                <w:color w:val="auto"/>
                <w:szCs w:val="22"/>
              </w:rPr>
            </w:pPr>
          </w:p>
          <w:p w14:paraId="481D2826" w14:textId="77777777" w:rsidR="0001162B" w:rsidRPr="001A7B4B" w:rsidRDefault="0001162B" w:rsidP="0001162B">
            <w:pPr>
              <w:pStyle w:val="Normalheadingblue"/>
              <w:rPr>
                <w:rFonts w:cs="Arial"/>
                <w:color w:val="auto"/>
                <w:szCs w:val="22"/>
              </w:rPr>
            </w:pPr>
            <w:r w:rsidRPr="001A7B4B">
              <w:rPr>
                <w:rFonts w:cs="Arial"/>
                <w:color w:val="auto"/>
                <w:szCs w:val="22"/>
              </w:rPr>
              <w:t>Delivery:</w:t>
            </w:r>
          </w:p>
          <w:p w14:paraId="219A1512" w14:textId="77777777" w:rsidR="0001162B" w:rsidRPr="001A7B4B" w:rsidRDefault="00B01BF9" w:rsidP="0001162B">
            <w:pPr>
              <w:pStyle w:val="Normalheadingblue"/>
              <w:rPr>
                <w:rFonts w:cs="Arial"/>
                <w:color w:val="auto"/>
                <w:szCs w:val="22"/>
              </w:rPr>
            </w:pPr>
            <w:r w:rsidRPr="001A7B4B">
              <w:rPr>
                <w:rFonts w:cs="Arial"/>
                <w:color w:val="auto"/>
                <w:szCs w:val="22"/>
              </w:rPr>
              <w:t>The effects of damage interference from external sources on system operation:</w:t>
            </w:r>
          </w:p>
          <w:p w14:paraId="2F271028" w14:textId="77777777" w:rsidR="00B01BF9" w:rsidRPr="001A7B4B" w:rsidRDefault="00B01BF9" w:rsidP="002C017C">
            <w:pPr>
              <w:pStyle w:val="Normalheadingblue"/>
              <w:numPr>
                <w:ilvl w:val="0"/>
                <w:numId w:val="112"/>
              </w:numPr>
              <w:rPr>
                <w:rFonts w:cs="Arial"/>
                <w:b w:val="0"/>
                <w:color w:val="auto"/>
                <w:szCs w:val="22"/>
              </w:rPr>
            </w:pPr>
            <w:r w:rsidRPr="001A7B4B">
              <w:rPr>
                <w:rFonts w:cs="Arial"/>
                <w:b w:val="0"/>
                <w:color w:val="auto"/>
                <w:szCs w:val="22"/>
              </w:rPr>
              <w:t xml:space="preserve">Tutor to give </w:t>
            </w:r>
            <w:r w:rsidR="009465BD" w:rsidRPr="001A7B4B">
              <w:rPr>
                <w:rFonts w:cs="Arial"/>
                <w:b w:val="0"/>
                <w:color w:val="auto"/>
                <w:szCs w:val="22"/>
              </w:rPr>
              <w:t xml:space="preserve">overview of session and give examples of </w:t>
            </w:r>
            <w:r w:rsidR="00697328" w:rsidRPr="001A7B4B">
              <w:rPr>
                <w:rFonts w:cs="Arial"/>
                <w:b w:val="0"/>
                <w:color w:val="auto"/>
                <w:szCs w:val="22"/>
              </w:rPr>
              <w:t>external sources following mind map starter task including:</w:t>
            </w:r>
          </w:p>
          <w:p w14:paraId="08A3A65A" w14:textId="77777777" w:rsidR="00697328" w:rsidRPr="001A7B4B" w:rsidRDefault="00697328" w:rsidP="002C017C">
            <w:pPr>
              <w:pStyle w:val="Normalheadingblue"/>
              <w:numPr>
                <w:ilvl w:val="0"/>
                <w:numId w:val="112"/>
              </w:numPr>
              <w:rPr>
                <w:rFonts w:cs="Arial"/>
                <w:b w:val="0"/>
                <w:color w:val="auto"/>
                <w:szCs w:val="22"/>
              </w:rPr>
            </w:pPr>
            <w:r w:rsidRPr="001A7B4B">
              <w:rPr>
                <w:rFonts w:cs="Arial"/>
                <w:b w:val="0"/>
                <w:color w:val="auto"/>
                <w:szCs w:val="22"/>
              </w:rPr>
              <w:t>electrolytic action</w:t>
            </w:r>
          </w:p>
          <w:p w14:paraId="093179AE" w14:textId="77777777" w:rsidR="00697328" w:rsidRPr="001A7B4B" w:rsidRDefault="00697328" w:rsidP="002C017C">
            <w:pPr>
              <w:pStyle w:val="Normalheadingblue"/>
              <w:numPr>
                <w:ilvl w:val="0"/>
                <w:numId w:val="112"/>
              </w:numPr>
              <w:rPr>
                <w:rFonts w:cs="Arial"/>
                <w:b w:val="0"/>
                <w:color w:val="auto"/>
                <w:szCs w:val="22"/>
              </w:rPr>
            </w:pPr>
            <w:r w:rsidRPr="001A7B4B">
              <w:rPr>
                <w:rFonts w:cs="Arial"/>
                <w:b w:val="0"/>
                <w:color w:val="auto"/>
                <w:szCs w:val="22"/>
              </w:rPr>
              <w:t>atmospheric corrosion</w:t>
            </w:r>
          </w:p>
          <w:p w14:paraId="4A15B76A" w14:textId="77777777" w:rsidR="00697328" w:rsidRPr="001A7B4B" w:rsidRDefault="00697328" w:rsidP="002C017C">
            <w:pPr>
              <w:pStyle w:val="Normalheadingblue"/>
              <w:numPr>
                <w:ilvl w:val="0"/>
                <w:numId w:val="112"/>
              </w:numPr>
              <w:rPr>
                <w:rFonts w:cs="Arial"/>
                <w:b w:val="0"/>
                <w:color w:val="auto"/>
                <w:szCs w:val="22"/>
              </w:rPr>
            </w:pPr>
            <w:r w:rsidRPr="001A7B4B">
              <w:rPr>
                <w:rFonts w:cs="Arial"/>
                <w:b w:val="0"/>
                <w:color w:val="auto"/>
                <w:szCs w:val="22"/>
              </w:rPr>
              <w:t>chemical damage</w:t>
            </w:r>
          </w:p>
          <w:p w14:paraId="3E2A47FB" w14:textId="77777777" w:rsidR="00697328" w:rsidRPr="001A7B4B" w:rsidRDefault="00697328" w:rsidP="002C017C">
            <w:pPr>
              <w:pStyle w:val="Normalheadingblue"/>
              <w:numPr>
                <w:ilvl w:val="0"/>
                <w:numId w:val="112"/>
              </w:numPr>
              <w:rPr>
                <w:rFonts w:cs="Arial"/>
                <w:b w:val="0"/>
                <w:color w:val="auto"/>
                <w:szCs w:val="22"/>
              </w:rPr>
            </w:pPr>
            <w:r w:rsidRPr="001A7B4B">
              <w:rPr>
                <w:rFonts w:cs="Arial"/>
                <w:b w:val="0"/>
                <w:color w:val="auto"/>
                <w:szCs w:val="22"/>
              </w:rPr>
              <w:t>water damage</w:t>
            </w:r>
          </w:p>
          <w:p w14:paraId="7718464A" w14:textId="77777777" w:rsidR="00697328" w:rsidRPr="001A7B4B" w:rsidRDefault="00697328" w:rsidP="002C017C">
            <w:pPr>
              <w:pStyle w:val="Normalheadingblue"/>
              <w:numPr>
                <w:ilvl w:val="0"/>
                <w:numId w:val="112"/>
              </w:numPr>
              <w:rPr>
                <w:rFonts w:cs="Arial"/>
                <w:b w:val="0"/>
                <w:color w:val="auto"/>
                <w:szCs w:val="22"/>
              </w:rPr>
            </w:pPr>
            <w:r w:rsidRPr="001A7B4B">
              <w:rPr>
                <w:rFonts w:cs="Arial"/>
                <w:b w:val="0"/>
                <w:color w:val="auto"/>
                <w:szCs w:val="22"/>
              </w:rPr>
              <w:t>heat damage</w:t>
            </w:r>
          </w:p>
          <w:p w14:paraId="794D8A7A" w14:textId="77777777" w:rsidR="00697328" w:rsidRPr="001A7B4B" w:rsidRDefault="00697328" w:rsidP="002C017C">
            <w:pPr>
              <w:pStyle w:val="Normalheadingblue"/>
              <w:numPr>
                <w:ilvl w:val="0"/>
                <w:numId w:val="112"/>
              </w:numPr>
              <w:rPr>
                <w:rFonts w:cs="Arial"/>
                <w:b w:val="0"/>
                <w:color w:val="auto"/>
                <w:szCs w:val="22"/>
              </w:rPr>
            </w:pPr>
            <w:r w:rsidRPr="001A7B4B">
              <w:rPr>
                <w:rFonts w:cs="Arial"/>
                <w:b w:val="0"/>
                <w:color w:val="auto"/>
                <w:szCs w:val="22"/>
              </w:rPr>
              <w:t>mechanical damage</w:t>
            </w:r>
          </w:p>
          <w:p w14:paraId="2EC6656E" w14:textId="77777777" w:rsidR="00697328" w:rsidRPr="001A7B4B" w:rsidRDefault="00697328" w:rsidP="002C017C">
            <w:pPr>
              <w:pStyle w:val="Normalheadingblue"/>
              <w:numPr>
                <w:ilvl w:val="0"/>
                <w:numId w:val="112"/>
              </w:numPr>
              <w:rPr>
                <w:rFonts w:cs="Arial"/>
                <w:b w:val="0"/>
                <w:color w:val="auto"/>
                <w:szCs w:val="22"/>
              </w:rPr>
            </w:pPr>
            <w:r w:rsidRPr="001A7B4B">
              <w:rPr>
                <w:rFonts w:cs="Arial"/>
                <w:b w:val="0"/>
                <w:color w:val="auto"/>
                <w:szCs w:val="22"/>
              </w:rPr>
              <w:t>UV damage</w:t>
            </w:r>
          </w:p>
          <w:p w14:paraId="0C2DF139" w14:textId="77777777" w:rsidR="00697328" w:rsidRPr="001A7B4B" w:rsidRDefault="00697328" w:rsidP="002C017C">
            <w:pPr>
              <w:pStyle w:val="Normalheadingblue"/>
              <w:numPr>
                <w:ilvl w:val="0"/>
                <w:numId w:val="112"/>
              </w:numPr>
              <w:rPr>
                <w:rFonts w:cs="Arial"/>
                <w:b w:val="0"/>
                <w:color w:val="auto"/>
                <w:szCs w:val="22"/>
              </w:rPr>
            </w:pPr>
            <w:r w:rsidRPr="001A7B4B">
              <w:rPr>
                <w:rFonts w:cs="Arial"/>
                <w:b w:val="0"/>
                <w:color w:val="auto"/>
                <w:szCs w:val="22"/>
              </w:rPr>
              <w:t>freezing</w:t>
            </w:r>
          </w:p>
          <w:p w14:paraId="598BDD64" w14:textId="77777777" w:rsidR="00697328" w:rsidRPr="001A7B4B" w:rsidRDefault="00697328" w:rsidP="002C017C">
            <w:pPr>
              <w:pStyle w:val="Normalheadingblue"/>
              <w:numPr>
                <w:ilvl w:val="0"/>
                <w:numId w:val="112"/>
              </w:numPr>
              <w:rPr>
                <w:rFonts w:cs="Arial"/>
                <w:b w:val="0"/>
                <w:color w:val="auto"/>
                <w:szCs w:val="22"/>
              </w:rPr>
            </w:pPr>
            <w:r w:rsidRPr="001A7B4B">
              <w:rPr>
                <w:rFonts w:cs="Arial"/>
                <w:b w:val="0"/>
                <w:color w:val="auto"/>
                <w:szCs w:val="22"/>
              </w:rPr>
              <w:t>cold</w:t>
            </w:r>
          </w:p>
          <w:p w14:paraId="65B91C51" w14:textId="77777777" w:rsidR="00697328" w:rsidRPr="001A7B4B" w:rsidRDefault="00697328" w:rsidP="002C017C">
            <w:pPr>
              <w:pStyle w:val="Normalheadingblue"/>
              <w:numPr>
                <w:ilvl w:val="0"/>
                <w:numId w:val="112"/>
              </w:numPr>
              <w:rPr>
                <w:rFonts w:cs="Arial"/>
                <w:b w:val="0"/>
                <w:color w:val="auto"/>
                <w:szCs w:val="22"/>
              </w:rPr>
            </w:pPr>
            <w:r w:rsidRPr="001A7B4B">
              <w:rPr>
                <w:rFonts w:cs="Arial"/>
                <w:b w:val="0"/>
                <w:color w:val="auto"/>
                <w:szCs w:val="22"/>
              </w:rPr>
              <w:t>vibration</w:t>
            </w:r>
          </w:p>
          <w:p w14:paraId="09804B36" w14:textId="234AE8E7" w:rsidR="00AB772D" w:rsidRPr="001A7B4B" w:rsidRDefault="00AB772D" w:rsidP="002C017C">
            <w:pPr>
              <w:pStyle w:val="Normalheadingblue"/>
              <w:numPr>
                <w:ilvl w:val="0"/>
                <w:numId w:val="112"/>
              </w:numPr>
              <w:rPr>
                <w:rFonts w:cs="Arial"/>
                <w:b w:val="0"/>
                <w:color w:val="auto"/>
                <w:szCs w:val="22"/>
              </w:rPr>
            </w:pPr>
            <w:r w:rsidRPr="001A7B4B">
              <w:rPr>
                <w:rFonts w:cs="Arial"/>
                <w:b w:val="0"/>
                <w:color w:val="auto"/>
                <w:szCs w:val="22"/>
              </w:rPr>
              <w:lastRenderedPageBreak/>
              <w:t xml:space="preserve">Tutor to set task in which </w:t>
            </w:r>
            <w:r w:rsidR="00F502C8" w:rsidRPr="001A7B4B">
              <w:rPr>
                <w:rFonts w:cs="Arial"/>
                <w:b w:val="0"/>
                <w:color w:val="auto"/>
                <w:szCs w:val="22"/>
              </w:rPr>
              <w:t>students</w:t>
            </w:r>
            <w:r w:rsidRPr="001A7B4B">
              <w:rPr>
                <w:rFonts w:cs="Arial"/>
                <w:b w:val="0"/>
                <w:color w:val="auto"/>
                <w:szCs w:val="22"/>
              </w:rPr>
              <w:t xml:space="preserve"> are split into small groups to carry out short research task </w:t>
            </w:r>
            <w:r w:rsidR="006A6BE4" w:rsidRPr="001A7B4B">
              <w:rPr>
                <w:rFonts w:cs="Arial"/>
                <w:b w:val="0"/>
                <w:color w:val="auto"/>
                <w:szCs w:val="22"/>
              </w:rPr>
              <w:t>–</w:t>
            </w:r>
            <w:r w:rsidRPr="001A7B4B">
              <w:rPr>
                <w:rFonts w:cs="Arial"/>
                <w:b w:val="0"/>
                <w:color w:val="auto"/>
                <w:szCs w:val="22"/>
              </w:rPr>
              <w:t xml:space="preserve"> </w:t>
            </w:r>
            <w:r w:rsidR="006A6BE4" w:rsidRPr="001A7B4B">
              <w:rPr>
                <w:rFonts w:cs="Arial"/>
                <w:b w:val="0"/>
                <w:color w:val="auto"/>
                <w:szCs w:val="22"/>
              </w:rPr>
              <w:t>identify methods of protecting systems against external damage based on Installation periods</w:t>
            </w:r>
            <w:r w:rsidR="00817BAA" w:rsidRPr="001A7B4B">
              <w:rPr>
                <w:rFonts w:cs="Arial"/>
                <w:b w:val="0"/>
                <w:color w:val="auto"/>
                <w:szCs w:val="22"/>
              </w:rPr>
              <w:t xml:space="preserve"> and user operating periods</w:t>
            </w:r>
            <w:r w:rsidR="005761B0">
              <w:rPr>
                <w:rFonts w:cs="Arial"/>
                <w:b w:val="0"/>
                <w:color w:val="auto"/>
                <w:szCs w:val="22"/>
              </w:rPr>
              <w:t>.</w:t>
            </w:r>
          </w:p>
          <w:p w14:paraId="19D20CCB" w14:textId="0BD5B9B1" w:rsidR="00817BAA" w:rsidRPr="001A7B4B" w:rsidRDefault="00116A2E" w:rsidP="002C017C">
            <w:pPr>
              <w:pStyle w:val="Normalheadingblue"/>
              <w:numPr>
                <w:ilvl w:val="0"/>
                <w:numId w:val="112"/>
              </w:numPr>
              <w:rPr>
                <w:rFonts w:cs="Arial"/>
                <w:b w:val="0"/>
                <w:color w:val="auto"/>
                <w:szCs w:val="22"/>
              </w:rPr>
            </w:pPr>
            <w:r w:rsidRPr="001A7B4B">
              <w:rPr>
                <w:rFonts w:cs="Arial"/>
                <w:b w:val="0"/>
                <w:color w:val="auto"/>
                <w:szCs w:val="22"/>
              </w:rPr>
              <w:t>Students</w:t>
            </w:r>
            <w:r w:rsidR="00817BAA" w:rsidRPr="001A7B4B">
              <w:rPr>
                <w:rFonts w:cs="Arial"/>
                <w:b w:val="0"/>
                <w:color w:val="auto"/>
                <w:szCs w:val="22"/>
              </w:rPr>
              <w:t xml:space="preserve"> to create a short presentation to feed back into class</w:t>
            </w:r>
            <w:r w:rsidR="008858A7" w:rsidRPr="001A7B4B">
              <w:rPr>
                <w:rFonts w:cs="Arial"/>
                <w:b w:val="0"/>
                <w:color w:val="auto"/>
                <w:szCs w:val="22"/>
              </w:rPr>
              <w:t xml:space="preserve"> based on </w:t>
            </w:r>
            <w:r w:rsidR="003A2601" w:rsidRPr="001A7B4B">
              <w:rPr>
                <w:rFonts w:cs="Arial"/>
                <w:b w:val="0"/>
                <w:color w:val="auto"/>
                <w:szCs w:val="22"/>
              </w:rPr>
              <w:t>findings</w:t>
            </w:r>
            <w:r w:rsidR="005761B0">
              <w:rPr>
                <w:rFonts w:cs="Arial"/>
                <w:b w:val="0"/>
                <w:color w:val="auto"/>
                <w:szCs w:val="22"/>
              </w:rPr>
              <w:t>.</w:t>
            </w:r>
          </w:p>
          <w:p w14:paraId="2A4187BD" w14:textId="77777777" w:rsidR="003A2601" w:rsidRPr="001A7B4B" w:rsidRDefault="003A2601" w:rsidP="003A2601">
            <w:pPr>
              <w:pStyle w:val="Normalheadingblue"/>
              <w:ind w:left="720"/>
              <w:rPr>
                <w:rFonts w:cs="Arial"/>
                <w:b w:val="0"/>
                <w:color w:val="auto"/>
                <w:szCs w:val="22"/>
              </w:rPr>
            </w:pPr>
          </w:p>
          <w:p w14:paraId="2F0115C8" w14:textId="77777777" w:rsidR="0001162B" w:rsidRPr="001A7B4B" w:rsidRDefault="0001162B" w:rsidP="0001162B">
            <w:pPr>
              <w:pStyle w:val="Normalheadingblue"/>
              <w:rPr>
                <w:rFonts w:cs="Arial"/>
                <w:color w:val="auto"/>
                <w:szCs w:val="22"/>
              </w:rPr>
            </w:pPr>
            <w:r w:rsidRPr="001A7B4B">
              <w:rPr>
                <w:rFonts w:cs="Arial"/>
                <w:color w:val="auto"/>
                <w:szCs w:val="22"/>
              </w:rPr>
              <w:t>Knowledge check example:</w:t>
            </w:r>
          </w:p>
          <w:p w14:paraId="57AD755E" w14:textId="214171A0" w:rsidR="0001162B" w:rsidRPr="001A7B4B" w:rsidRDefault="003A2601" w:rsidP="002C017C">
            <w:pPr>
              <w:pStyle w:val="Normalheadingblue"/>
              <w:numPr>
                <w:ilvl w:val="0"/>
                <w:numId w:val="113"/>
              </w:numPr>
              <w:rPr>
                <w:rFonts w:cs="Arial"/>
                <w:b w:val="0"/>
                <w:color w:val="auto"/>
                <w:szCs w:val="22"/>
              </w:rPr>
            </w:pPr>
            <w:r w:rsidRPr="001A7B4B">
              <w:rPr>
                <w:rFonts w:cs="Arial"/>
                <w:b w:val="0"/>
                <w:color w:val="auto"/>
                <w:szCs w:val="22"/>
              </w:rPr>
              <w:t>Produce and deliver short presentation based on protection against external damage</w:t>
            </w:r>
            <w:r w:rsidR="005761B0">
              <w:rPr>
                <w:rFonts w:cs="Arial"/>
                <w:b w:val="0"/>
                <w:color w:val="auto"/>
                <w:szCs w:val="22"/>
              </w:rPr>
              <w:t>.</w:t>
            </w:r>
          </w:p>
          <w:p w14:paraId="347C7D94" w14:textId="77777777" w:rsidR="003A2601" w:rsidRPr="001A7B4B" w:rsidRDefault="003A2601" w:rsidP="003A2601">
            <w:pPr>
              <w:pStyle w:val="Normalheadingblue"/>
              <w:ind w:left="720"/>
              <w:rPr>
                <w:rFonts w:cs="Arial"/>
                <w:b w:val="0"/>
                <w:color w:val="auto"/>
                <w:szCs w:val="22"/>
              </w:rPr>
            </w:pPr>
          </w:p>
          <w:p w14:paraId="26EA55DB" w14:textId="77777777" w:rsidR="0001162B" w:rsidRPr="001A7B4B" w:rsidRDefault="0001162B" w:rsidP="0001162B">
            <w:pPr>
              <w:pStyle w:val="Normalheadingblue"/>
              <w:rPr>
                <w:rFonts w:cs="Arial"/>
                <w:color w:val="auto"/>
                <w:szCs w:val="22"/>
              </w:rPr>
            </w:pPr>
            <w:r w:rsidRPr="001A7B4B">
              <w:rPr>
                <w:rFonts w:cs="Arial"/>
                <w:color w:val="auto"/>
                <w:szCs w:val="22"/>
              </w:rPr>
              <w:t>Resources:</w:t>
            </w:r>
          </w:p>
          <w:p w14:paraId="06EC8A27" w14:textId="77777777" w:rsidR="003A2601" w:rsidRPr="001A7B4B" w:rsidRDefault="003A2601" w:rsidP="0001162B">
            <w:pPr>
              <w:pStyle w:val="Normalheadingblue"/>
              <w:rPr>
                <w:rFonts w:cs="Arial"/>
                <w:b w:val="0"/>
                <w:color w:val="auto"/>
                <w:szCs w:val="22"/>
              </w:rPr>
            </w:pPr>
            <w:r w:rsidRPr="001A7B4B">
              <w:rPr>
                <w:rFonts w:cs="Arial"/>
                <w:b w:val="0"/>
                <w:color w:val="auto"/>
                <w:szCs w:val="22"/>
              </w:rPr>
              <w:t>ILT equipment</w:t>
            </w:r>
          </w:p>
          <w:p w14:paraId="3B7CBA9B" w14:textId="77777777" w:rsidR="003A2601" w:rsidRPr="001A7B4B" w:rsidRDefault="003A2601" w:rsidP="0001162B">
            <w:pPr>
              <w:pStyle w:val="Normalheadingblue"/>
              <w:rPr>
                <w:rFonts w:cs="Arial"/>
                <w:b w:val="0"/>
                <w:color w:val="auto"/>
                <w:szCs w:val="22"/>
              </w:rPr>
            </w:pPr>
            <w:r w:rsidRPr="001A7B4B">
              <w:rPr>
                <w:rFonts w:cs="Arial"/>
                <w:b w:val="0"/>
                <w:color w:val="auto"/>
                <w:szCs w:val="22"/>
              </w:rPr>
              <w:t>Flip chart paper</w:t>
            </w:r>
          </w:p>
          <w:p w14:paraId="3B0FAE3E" w14:textId="77777777" w:rsidR="003A2601" w:rsidRPr="001A7B4B" w:rsidRDefault="003A2601" w:rsidP="0001162B">
            <w:pPr>
              <w:pStyle w:val="Normalheadingblue"/>
              <w:rPr>
                <w:rFonts w:cs="Arial"/>
                <w:b w:val="0"/>
                <w:color w:val="auto"/>
                <w:szCs w:val="22"/>
              </w:rPr>
            </w:pPr>
            <w:r w:rsidRPr="001A7B4B">
              <w:rPr>
                <w:rFonts w:cs="Arial"/>
                <w:b w:val="0"/>
                <w:color w:val="auto"/>
                <w:szCs w:val="22"/>
              </w:rPr>
              <w:t>Board pens</w:t>
            </w:r>
          </w:p>
          <w:p w14:paraId="639C4382" w14:textId="77777777" w:rsidR="0001162B" w:rsidRPr="001A7B4B" w:rsidRDefault="0001162B" w:rsidP="0001162B">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7CD6BAE6" w14:textId="77777777" w:rsidR="00DD207A" w:rsidRPr="001A7B4B" w:rsidRDefault="008A57D2">
            <w:r w:rsidRPr="001A7B4B">
              <w:lastRenderedPageBreak/>
              <w:t>Mind map exercise</w:t>
            </w:r>
            <w:r w:rsidRPr="001A7B4B">
              <w:br/>
            </w:r>
            <w:r w:rsidRPr="001A7B4B">
              <w:br/>
            </w:r>
            <w:r w:rsidRPr="001A7B4B">
              <w:br/>
            </w:r>
            <w:r w:rsidRPr="001A7B4B">
              <w:br/>
            </w:r>
            <w:r w:rsidRPr="001A7B4B">
              <w:br/>
            </w:r>
            <w:r w:rsidRPr="001A7B4B">
              <w:br/>
            </w:r>
            <w:r w:rsidRPr="001A7B4B">
              <w:br/>
              <w:t>Research task</w:t>
            </w:r>
          </w:p>
        </w:tc>
      </w:tr>
      <w:tr w:rsidR="001A7B4B" w:rsidRPr="001A7B4B" w14:paraId="65BEC36F"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578F1992" w14:textId="77777777" w:rsidR="00B343BE" w:rsidRDefault="00B343BE" w:rsidP="00B343BE">
            <w:pPr>
              <w:jc w:val="center"/>
              <w:rPr>
                <w:rFonts w:cs="Arial"/>
                <w:szCs w:val="22"/>
              </w:rPr>
            </w:pPr>
            <w:r>
              <w:rPr>
                <w:rFonts w:cs="Arial"/>
                <w:szCs w:val="22"/>
              </w:rPr>
              <w:t>171</w:t>
            </w:r>
            <w:r w:rsidR="003A2601">
              <w:rPr>
                <w:rFonts w:cs="Arial"/>
                <w:szCs w:val="22"/>
              </w:rPr>
              <w:t>-172</w:t>
            </w:r>
          </w:p>
          <w:p w14:paraId="27D4E815" w14:textId="77777777" w:rsidR="00B343BE" w:rsidRDefault="003A2601" w:rsidP="00B343BE">
            <w:pPr>
              <w:jc w:val="center"/>
              <w:rPr>
                <w:rFonts w:cs="Arial"/>
                <w:szCs w:val="22"/>
              </w:rPr>
            </w:pPr>
            <w:r>
              <w:rPr>
                <w:rFonts w:cs="Arial"/>
                <w:szCs w:val="22"/>
              </w:rPr>
              <w:t>6</w:t>
            </w:r>
            <w:r w:rsidR="00B343BE">
              <w:rPr>
                <w:rFonts w:cs="Arial"/>
                <w:szCs w:val="22"/>
              </w:rPr>
              <w:t xml:space="preserve"> hours</w:t>
            </w:r>
          </w:p>
        </w:tc>
        <w:tc>
          <w:tcPr>
            <w:tcW w:w="2199" w:type="dxa"/>
            <w:tcBorders>
              <w:top w:val="single" w:sz="4" w:space="0" w:color="C6C5C6"/>
              <w:left w:val="single" w:sz="4" w:space="0" w:color="C6C5C6"/>
              <w:bottom w:val="single" w:sz="4" w:space="0" w:color="C6C5C6"/>
              <w:right w:val="single" w:sz="4" w:space="0" w:color="C6C5C6"/>
            </w:tcBorders>
          </w:tcPr>
          <w:p w14:paraId="2DD832A4" w14:textId="77777777" w:rsidR="003A2601" w:rsidRPr="001A7B4B" w:rsidRDefault="003A2601" w:rsidP="003A2601">
            <w:pPr>
              <w:pStyle w:val="Normalheadingblack"/>
              <w:rPr>
                <w:rFonts w:cs="Arial"/>
                <w:lang w:eastAsia="en-GB"/>
              </w:rPr>
            </w:pPr>
            <w:r w:rsidRPr="001A7B4B">
              <w:rPr>
                <w:rFonts w:cs="Arial"/>
                <w:lang w:eastAsia="en-GB"/>
              </w:rPr>
              <w:t>Outcome 2 Install plumbing and heating systems</w:t>
            </w:r>
          </w:p>
          <w:p w14:paraId="5A1B7C38" w14:textId="77777777" w:rsidR="00B343BE" w:rsidRPr="001A7B4B" w:rsidRDefault="00B343BE" w:rsidP="00B343BE">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6B79447C" w14:textId="77777777" w:rsidR="00B343BE" w:rsidRPr="001A7B4B" w:rsidRDefault="003A2601" w:rsidP="00B343BE">
            <w:pPr>
              <w:pStyle w:val="Normalheadingblack"/>
              <w:rPr>
                <w:rFonts w:cs="Arial"/>
                <w:b w:val="0"/>
                <w:szCs w:val="22"/>
              </w:rPr>
            </w:pPr>
            <w:r w:rsidRPr="001A7B4B">
              <w:rPr>
                <w:rFonts w:cs="Arial"/>
                <w:b w:val="0"/>
                <w:szCs w:val="22"/>
              </w:rPr>
              <w:t>S2.14 Install controls into a range of heating systems</w:t>
            </w:r>
          </w:p>
          <w:p w14:paraId="26454894" w14:textId="77777777" w:rsidR="003A2601" w:rsidRPr="001A7B4B" w:rsidRDefault="003A2601" w:rsidP="00B343BE">
            <w:pPr>
              <w:pStyle w:val="Normalheadingblack"/>
              <w:rPr>
                <w:rFonts w:cs="Arial"/>
                <w:b w:val="0"/>
                <w:szCs w:val="22"/>
              </w:rPr>
            </w:pPr>
          </w:p>
          <w:p w14:paraId="4AFE0F3C" w14:textId="77777777" w:rsidR="003A2601" w:rsidRPr="001A7B4B" w:rsidRDefault="003A2601" w:rsidP="00B343BE">
            <w:pPr>
              <w:pStyle w:val="Normalheadingblack"/>
              <w:rPr>
                <w:rFonts w:cs="Arial"/>
                <w:b w:val="0"/>
                <w:szCs w:val="22"/>
              </w:rPr>
            </w:pPr>
            <w:r w:rsidRPr="001A7B4B">
              <w:rPr>
                <w:rFonts w:cs="Arial"/>
                <w:b w:val="0"/>
                <w:szCs w:val="22"/>
              </w:rPr>
              <w:t>S2.18 Install control systems for the heating system</w:t>
            </w:r>
          </w:p>
        </w:tc>
        <w:tc>
          <w:tcPr>
            <w:tcW w:w="5785" w:type="dxa"/>
            <w:tcBorders>
              <w:top w:val="single" w:sz="4" w:space="0" w:color="C6C5C6"/>
              <w:left w:val="single" w:sz="4" w:space="0" w:color="C6C5C6"/>
              <w:bottom w:val="single" w:sz="4" w:space="0" w:color="C6C5C6"/>
              <w:right w:val="single" w:sz="4" w:space="0" w:color="C6C5C6"/>
            </w:tcBorders>
          </w:tcPr>
          <w:p w14:paraId="0F9B56DA" w14:textId="77777777" w:rsidR="00B343BE" w:rsidRPr="001A7B4B" w:rsidRDefault="00B343BE" w:rsidP="00B343BE">
            <w:pPr>
              <w:pStyle w:val="Normalheadingblue"/>
              <w:rPr>
                <w:rFonts w:cs="Arial"/>
                <w:color w:val="auto"/>
                <w:szCs w:val="22"/>
              </w:rPr>
            </w:pPr>
            <w:r w:rsidRPr="001A7B4B">
              <w:rPr>
                <w:rFonts w:cs="Arial"/>
                <w:color w:val="auto"/>
                <w:szCs w:val="22"/>
              </w:rPr>
              <w:t>Activity:</w:t>
            </w:r>
          </w:p>
          <w:p w14:paraId="555FABCE" w14:textId="77777777" w:rsidR="00B343BE" w:rsidRPr="001A7B4B" w:rsidRDefault="00B343BE" w:rsidP="00B343BE">
            <w:pPr>
              <w:pStyle w:val="Normalheadingblue"/>
              <w:rPr>
                <w:rFonts w:cs="Arial"/>
                <w:color w:val="auto"/>
                <w:szCs w:val="22"/>
              </w:rPr>
            </w:pPr>
          </w:p>
          <w:p w14:paraId="524EEA08" w14:textId="77777777" w:rsidR="00B343BE" w:rsidRPr="001A7B4B" w:rsidRDefault="00B343BE" w:rsidP="00B343BE">
            <w:pPr>
              <w:pStyle w:val="Normalheadingblue"/>
              <w:rPr>
                <w:rFonts w:cs="Arial"/>
                <w:color w:val="auto"/>
                <w:szCs w:val="22"/>
              </w:rPr>
            </w:pPr>
            <w:r w:rsidRPr="001A7B4B">
              <w:rPr>
                <w:rFonts w:cs="Arial"/>
                <w:color w:val="auto"/>
                <w:szCs w:val="22"/>
              </w:rPr>
              <w:t>Starter task example:</w:t>
            </w:r>
          </w:p>
          <w:p w14:paraId="387519D6" w14:textId="66B0D50C" w:rsidR="00B343BE" w:rsidRPr="001A7B4B" w:rsidRDefault="003A0412" w:rsidP="002C017C">
            <w:pPr>
              <w:pStyle w:val="Normalheadingblue"/>
              <w:numPr>
                <w:ilvl w:val="0"/>
                <w:numId w:val="113"/>
              </w:numPr>
              <w:rPr>
                <w:rFonts w:cs="Arial"/>
                <w:b w:val="0"/>
                <w:color w:val="auto"/>
                <w:szCs w:val="22"/>
              </w:rPr>
            </w:pPr>
            <w:r w:rsidRPr="001A7B4B">
              <w:rPr>
                <w:rFonts w:cs="Arial"/>
                <w:b w:val="0"/>
                <w:color w:val="auto"/>
                <w:szCs w:val="22"/>
              </w:rPr>
              <w:t xml:space="preserve">Recall task – </w:t>
            </w:r>
            <w:r w:rsidR="00116A2E" w:rsidRPr="001A7B4B">
              <w:rPr>
                <w:rFonts w:cs="Arial"/>
                <w:b w:val="0"/>
                <w:color w:val="auto"/>
                <w:szCs w:val="22"/>
              </w:rPr>
              <w:t>Students</w:t>
            </w:r>
            <w:r w:rsidRPr="001A7B4B">
              <w:rPr>
                <w:rFonts w:cs="Arial"/>
                <w:b w:val="0"/>
                <w:color w:val="auto"/>
                <w:szCs w:val="22"/>
              </w:rPr>
              <w:t xml:space="preserve"> to write down and discuss the Safe Electrical isolation process and discuss in tutor led discussion</w:t>
            </w:r>
            <w:r w:rsidR="005761B0">
              <w:rPr>
                <w:rFonts w:cs="Arial"/>
                <w:b w:val="0"/>
                <w:color w:val="auto"/>
                <w:szCs w:val="22"/>
              </w:rPr>
              <w:t>.</w:t>
            </w:r>
          </w:p>
          <w:p w14:paraId="7F6CF3EA" w14:textId="77777777" w:rsidR="00B343BE" w:rsidRPr="001A7B4B" w:rsidRDefault="00B343BE" w:rsidP="00B343BE">
            <w:pPr>
              <w:pStyle w:val="Normalheadingblue"/>
              <w:rPr>
                <w:rFonts w:cs="Arial"/>
                <w:color w:val="auto"/>
                <w:szCs w:val="22"/>
              </w:rPr>
            </w:pPr>
          </w:p>
          <w:p w14:paraId="11D65BA9" w14:textId="77777777" w:rsidR="00B343BE" w:rsidRPr="001A7B4B" w:rsidRDefault="00B343BE" w:rsidP="00B343BE">
            <w:pPr>
              <w:pStyle w:val="Normalheadingblue"/>
              <w:rPr>
                <w:rFonts w:cs="Arial"/>
                <w:color w:val="auto"/>
                <w:szCs w:val="22"/>
              </w:rPr>
            </w:pPr>
            <w:r w:rsidRPr="001A7B4B">
              <w:rPr>
                <w:rFonts w:cs="Arial"/>
                <w:color w:val="auto"/>
                <w:szCs w:val="22"/>
              </w:rPr>
              <w:t>Delivery:</w:t>
            </w:r>
          </w:p>
          <w:p w14:paraId="67871B6A" w14:textId="77777777" w:rsidR="00B343BE" w:rsidRPr="001A7B4B" w:rsidRDefault="00B343BE" w:rsidP="00B343BE">
            <w:pPr>
              <w:pStyle w:val="Normalheadingblue"/>
              <w:rPr>
                <w:rFonts w:cs="Arial"/>
                <w:color w:val="auto"/>
                <w:szCs w:val="22"/>
              </w:rPr>
            </w:pPr>
            <w:r w:rsidRPr="001A7B4B">
              <w:rPr>
                <w:rFonts w:cs="Arial"/>
                <w:color w:val="auto"/>
                <w:szCs w:val="22"/>
              </w:rPr>
              <w:t>Practical session – Install controls to heating systems:</w:t>
            </w:r>
          </w:p>
          <w:p w14:paraId="4533941D" w14:textId="77777777" w:rsidR="00B343BE" w:rsidRPr="001A7B4B" w:rsidRDefault="00B343BE" w:rsidP="002C017C">
            <w:pPr>
              <w:pStyle w:val="Normalheadingblue"/>
              <w:numPr>
                <w:ilvl w:val="0"/>
                <w:numId w:val="110"/>
              </w:numPr>
              <w:rPr>
                <w:rFonts w:cs="Arial"/>
                <w:b w:val="0"/>
                <w:color w:val="auto"/>
                <w:szCs w:val="22"/>
              </w:rPr>
            </w:pPr>
            <w:r w:rsidRPr="001A7B4B">
              <w:rPr>
                <w:rFonts w:cs="Arial"/>
                <w:b w:val="0"/>
                <w:color w:val="auto"/>
                <w:szCs w:val="22"/>
              </w:rPr>
              <w:t>Tutor to demonstrate the process of installing a wireless room thermostat.</w:t>
            </w:r>
          </w:p>
          <w:p w14:paraId="66C5F7DF" w14:textId="28EA29F8" w:rsidR="00B343BE" w:rsidRPr="001A7B4B" w:rsidRDefault="00B343BE" w:rsidP="002C017C">
            <w:pPr>
              <w:pStyle w:val="Normalheadingblue"/>
              <w:numPr>
                <w:ilvl w:val="0"/>
                <w:numId w:val="110"/>
              </w:numPr>
              <w:rPr>
                <w:rFonts w:cs="Arial"/>
                <w:b w:val="0"/>
                <w:color w:val="auto"/>
                <w:szCs w:val="22"/>
              </w:rPr>
            </w:pPr>
            <w:r w:rsidRPr="001A7B4B">
              <w:rPr>
                <w:rFonts w:cs="Arial"/>
                <w:b w:val="0"/>
                <w:color w:val="auto"/>
                <w:szCs w:val="22"/>
              </w:rPr>
              <w:t>Tutor to distribute wiring diagrams and study as a group</w:t>
            </w:r>
            <w:r w:rsidR="005761B0">
              <w:rPr>
                <w:rFonts w:cs="Arial"/>
                <w:b w:val="0"/>
                <w:color w:val="auto"/>
                <w:szCs w:val="22"/>
              </w:rPr>
              <w:t>.</w:t>
            </w:r>
          </w:p>
          <w:p w14:paraId="53C30FF6" w14:textId="3A58C531" w:rsidR="003A0412" w:rsidRPr="001A7B4B" w:rsidRDefault="003A0412" w:rsidP="002C017C">
            <w:pPr>
              <w:pStyle w:val="Normalheadingblue"/>
              <w:numPr>
                <w:ilvl w:val="0"/>
                <w:numId w:val="110"/>
              </w:numPr>
              <w:rPr>
                <w:rFonts w:cs="Arial"/>
                <w:b w:val="0"/>
                <w:color w:val="auto"/>
                <w:szCs w:val="22"/>
              </w:rPr>
            </w:pPr>
            <w:r w:rsidRPr="001A7B4B">
              <w:rPr>
                <w:rFonts w:cs="Arial"/>
                <w:b w:val="0"/>
                <w:color w:val="auto"/>
                <w:szCs w:val="22"/>
              </w:rPr>
              <w:t xml:space="preserve">Distribute manufacturer’s instructions for </w:t>
            </w:r>
            <w:r w:rsidR="00F502C8" w:rsidRPr="001A7B4B">
              <w:rPr>
                <w:rFonts w:cs="Arial"/>
                <w:b w:val="0"/>
                <w:color w:val="auto"/>
                <w:szCs w:val="22"/>
              </w:rPr>
              <w:t>students</w:t>
            </w:r>
            <w:r w:rsidRPr="001A7B4B">
              <w:rPr>
                <w:rFonts w:cs="Arial"/>
                <w:b w:val="0"/>
                <w:color w:val="auto"/>
                <w:szCs w:val="22"/>
              </w:rPr>
              <w:t xml:space="preserve"> to study</w:t>
            </w:r>
            <w:r w:rsidR="005761B0">
              <w:rPr>
                <w:rFonts w:cs="Arial"/>
                <w:b w:val="0"/>
                <w:color w:val="auto"/>
                <w:szCs w:val="22"/>
              </w:rPr>
              <w:t>.</w:t>
            </w:r>
          </w:p>
          <w:p w14:paraId="7D48240F" w14:textId="7A91C82E" w:rsidR="00B343BE" w:rsidRPr="001A7B4B" w:rsidRDefault="00B343BE" w:rsidP="002C017C">
            <w:pPr>
              <w:pStyle w:val="Normalheadingblue"/>
              <w:numPr>
                <w:ilvl w:val="0"/>
                <w:numId w:val="110"/>
              </w:numPr>
              <w:rPr>
                <w:rFonts w:cs="Arial"/>
                <w:b w:val="0"/>
                <w:color w:val="auto"/>
                <w:szCs w:val="22"/>
              </w:rPr>
            </w:pPr>
            <w:r w:rsidRPr="001A7B4B">
              <w:rPr>
                <w:rFonts w:cs="Arial"/>
                <w:b w:val="0"/>
                <w:color w:val="auto"/>
                <w:szCs w:val="22"/>
              </w:rPr>
              <w:t>Tutor to explain the terminals and the connections required</w:t>
            </w:r>
            <w:r w:rsidR="005761B0">
              <w:rPr>
                <w:rFonts w:cs="Arial"/>
                <w:b w:val="0"/>
                <w:color w:val="auto"/>
                <w:szCs w:val="22"/>
              </w:rPr>
              <w:t>.</w:t>
            </w:r>
          </w:p>
          <w:p w14:paraId="539C4F88" w14:textId="45B995AE" w:rsidR="003A0412" w:rsidRPr="001A7B4B" w:rsidRDefault="003A0412" w:rsidP="002C017C">
            <w:pPr>
              <w:pStyle w:val="Normalheadingblue"/>
              <w:numPr>
                <w:ilvl w:val="0"/>
                <w:numId w:val="110"/>
              </w:numPr>
              <w:rPr>
                <w:rFonts w:cs="Arial"/>
                <w:b w:val="0"/>
                <w:color w:val="auto"/>
                <w:szCs w:val="22"/>
              </w:rPr>
            </w:pPr>
            <w:r w:rsidRPr="001A7B4B">
              <w:rPr>
                <w:rFonts w:cs="Arial"/>
                <w:b w:val="0"/>
                <w:color w:val="auto"/>
                <w:szCs w:val="22"/>
              </w:rPr>
              <w:t xml:space="preserve">Set task for </w:t>
            </w:r>
            <w:r w:rsidR="00F502C8" w:rsidRPr="001A7B4B">
              <w:rPr>
                <w:rFonts w:cs="Arial"/>
                <w:b w:val="0"/>
                <w:color w:val="auto"/>
                <w:szCs w:val="22"/>
              </w:rPr>
              <w:t>students</w:t>
            </w:r>
            <w:r w:rsidRPr="001A7B4B">
              <w:rPr>
                <w:rFonts w:cs="Arial"/>
                <w:b w:val="0"/>
                <w:color w:val="auto"/>
                <w:szCs w:val="22"/>
              </w:rPr>
              <w:t xml:space="preserve"> to produce a basic wiring diagram before installation</w:t>
            </w:r>
            <w:r w:rsidR="005761B0">
              <w:rPr>
                <w:rFonts w:cs="Arial"/>
                <w:b w:val="0"/>
                <w:color w:val="auto"/>
                <w:szCs w:val="22"/>
              </w:rPr>
              <w:t>.</w:t>
            </w:r>
          </w:p>
          <w:p w14:paraId="2EA3E674" w14:textId="7BB00F8C" w:rsidR="00B343BE" w:rsidRPr="001A7B4B" w:rsidRDefault="00116A2E" w:rsidP="002C017C">
            <w:pPr>
              <w:pStyle w:val="Normalheadingblue"/>
              <w:numPr>
                <w:ilvl w:val="0"/>
                <w:numId w:val="110"/>
              </w:numPr>
              <w:rPr>
                <w:rFonts w:cs="Arial"/>
                <w:b w:val="0"/>
                <w:color w:val="auto"/>
                <w:szCs w:val="22"/>
              </w:rPr>
            </w:pPr>
            <w:r w:rsidRPr="001A7B4B">
              <w:rPr>
                <w:rFonts w:cs="Arial"/>
                <w:b w:val="0"/>
                <w:color w:val="auto"/>
                <w:szCs w:val="22"/>
              </w:rPr>
              <w:t>Students</w:t>
            </w:r>
            <w:r w:rsidR="00B343BE" w:rsidRPr="001A7B4B">
              <w:rPr>
                <w:rFonts w:cs="Arial"/>
                <w:b w:val="0"/>
                <w:color w:val="auto"/>
                <w:szCs w:val="22"/>
              </w:rPr>
              <w:t xml:space="preserve"> to install wireless room thermostat and receiver to the previously installed systems</w:t>
            </w:r>
            <w:r w:rsidR="005761B0">
              <w:rPr>
                <w:rFonts w:cs="Arial"/>
                <w:b w:val="0"/>
                <w:color w:val="auto"/>
                <w:szCs w:val="22"/>
              </w:rPr>
              <w:t>.</w:t>
            </w:r>
          </w:p>
          <w:p w14:paraId="60CCC602" w14:textId="51F4A979" w:rsidR="00B343BE" w:rsidRPr="001A7B4B" w:rsidRDefault="00B343BE" w:rsidP="002C017C">
            <w:pPr>
              <w:pStyle w:val="Normalheadingblue"/>
              <w:numPr>
                <w:ilvl w:val="0"/>
                <w:numId w:val="110"/>
              </w:numPr>
              <w:rPr>
                <w:rFonts w:cs="Arial"/>
                <w:b w:val="0"/>
                <w:color w:val="auto"/>
                <w:szCs w:val="22"/>
              </w:rPr>
            </w:pPr>
            <w:r w:rsidRPr="001A7B4B">
              <w:rPr>
                <w:rFonts w:cs="Arial"/>
                <w:b w:val="0"/>
                <w:color w:val="auto"/>
                <w:szCs w:val="22"/>
              </w:rPr>
              <w:t>On completion tutor to check the quality of wiring and connections</w:t>
            </w:r>
            <w:r w:rsidR="005761B0">
              <w:rPr>
                <w:rFonts w:cs="Arial"/>
                <w:b w:val="0"/>
                <w:color w:val="auto"/>
                <w:szCs w:val="22"/>
              </w:rPr>
              <w:t>.</w:t>
            </w:r>
          </w:p>
          <w:p w14:paraId="2AD51AB6" w14:textId="32165D93" w:rsidR="00B343BE" w:rsidRPr="001A7B4B" w:rsidRDefault="00116A2E" w:rsidP="002C017C">
            <w:pPr>
              <w:pStyle w:val="Normalheadingblue"/>
              <w:numPr>
                <w:ilvl w:val="0"/>
                <w:numId w:val="110"/>
              </w:numPr>
              <w:rPr>
                <w:rFonts w:cs="Arial"/>
                <w:b w:val="0"/>
                <w:color w:val="auto"/>
                <w:szCs w:val="22"/>
              </w:rPr>
            </w:pPr>
            <w:r w:rsidRPr="001A7B4B">
              <w:rPr>
                <w:rFonts w:cs="Arial"/>
                <w:b w:val="0"/>
                <w:color w:val="auto"/>
                <w:szCs w:val="22"/>
              </w:rPr>
              <w:t>Students</w:t>
            </w:r>
            <w:r w:rsidR="00B343BE" w:rsidRPr="001A7B4B">
              <w:rPr>
                <w:rFonts w:cs="Arial"/>
                <w:b w:val="0"/>
                <w:color w:val="auto"/>
                <w:szCs w:val="22"/>
              </w:rPr>
              <w:t xml:space="preserve"> to tidy workspace</w:t>
            </w:r>
            <w:r w:rsidR="005761B0">
              <w:rPr>
                <w:rFonts w:cs="Arial"/>
                <w:b w:val="0"/>
                <w:color w:val="auto"/>
                <w:szCs w:val="22"/>
              </w:rPr>
              <w:t>.</w:t>
            </w:r>
            <w:r w:rsidR="00B343BE" w:rsidRPr="001A7B4B">
              <w:rPr>
                <w:rFonts w:cs="Arial"/>
                <w:b w:val="0"/>
                <w:color w:val="auto"/>
                <w:szCs w:val="22"/>
              </w:rPr>
              <w:t xml:space="preserve"> </w:t>
            </w:r>
          </w:p>
          <w:p w14:paraId="4C6E85BE" w14:textId="77777777" w:rsidR="00B343BE" w:rsidRPr="001A7B4B" w:rsidRDefault="00B343BE" w:rsidP="00B343BE">
            <w:pPr>
              <w:pStyle w:val="Normalheadingblue"/>
              <w:rPr>
                <w:rFonts w:cs="Arial"/>
                <w:color w:val="auto"/>
                <w:szCs w:val="22"/>
              </w:rPr>
            </w:pPr>
          </w:p>
          <w:p w14:paraId="470DAAC1" w14:textId="77777777" w:rsidR="00B343BE" w:rsidRPr="001A7B4B" w:rsidRDefault="00B343BE" w:rsidP="00B343BE">
            <w:pPr>
              <w:pStyle w:val="Normalheadingblue"/>
              <w:rPr>
                <w:rFonts w:cs="Arial"/>
                <w:color w:val="auto"/>
                <w:szCs w:val="22"/>
              </w:rPr>
            </w:pPr>
            <w:r w:rsidRPr="001A7B4B">
              <w:rPr>
                <w:rFonts w:cs="Arial"/>
                <w:color w:val="auto"/>
                <w:szCs w:val="22"/>
              </w:rPr>
              <w:t>Knowledge</w:t>
            </w:r>
            <w:r w:rsidR="003A0412" w:rsidRPr="001A7B4B">
              <w:rPr>
                <w:rFonts w:cs="Arial"/>
                <w:color w:val="auto"/>
                <w:szCs w:val="22"/>
              </w:rPr>
              <w:t xml:space="preserve"> and skills</w:t>
            </w:r>
            <w:r w:rsidRPr="001A7B4B">
              <w:rPr>
                <w:rFonts w:cs="Arial"/>
                <w:color w:val="auto"/>
                <w:szCs w:val="22"/>
              </w:rPr>
              <w:t xml:space="preserve"> check example:</w:t>
            </w:r>
          </w:p>
          <w:p w14:paraId="725C9B0E" w14:textId="1F10A958" w:rsidR="00B343BE" w:rsidRPr="001A7B4B" w:rsidRDefault="00116A2E" w:rsidP="002C017C">
            <w:pPr>
              <w:pStyle w:val="Normalheadingblue"/>
              <w:numPr>
                <w:ilvl w:val="0"/>
                <w:numId w:val="114"/>
              </w:numPr>
              <w:rPr>
                <w:rFonts w:cs="Arial"/>
                <w:b w:val="0"/>
                <w:color w:val="auto"/>
                <w:szCs w:val="22"/>
              </w:rPr>
            </w:pPr>
            <w:r w:rsidRPr="001A7B4B">
              <w:rPr>
                <w:rFonts w:cs="Arial"/>
                <w:b w:val="0"/>
                <w:color w:val="auto"/>
                <w:szCs w:val="22"/>
              </w:rPr>
              <w:t>Students</w:t>
            </w:r>
            <w:r w:rsidR="003A0412" w:rsidRPr="001A7B4B">
              <w:rPr>
                <w:rFonts w:cs="Arial"/>
                <w:b w:val="0"/>
                <w:color w:val="auto"/>
                <w:szCs w:val="22"/>
              </w:rPr>
              <w:t xml:space="preserve"> are to complete a wiring diagram before connecting a wireless room thermostat to the previously installed system and boiler</w:t>
            </w:r>
            <w:r w:rsidR="005761B0">
              <w:rPr>
                <w:rFonts w:cs="Arial"/>
                <w:b w:val="0"/>
                <w:color w:val="auto"/>
                <w:szCs w:val="22"/>
              </w:rPr>
              <w:t>.</w:t>
            </w:r>
          </w:p>
          <w:p w14:paraId="65B56C55" w14:textId="77777777" w:rsidR="00B343BE" w:rsidRPr="001A7B4B" w:rsidRDefault="00B343BE" w:rsidP="00B343BE">
            <w:pPr>
              <w:pStyle w:val="Normalheadingblue"/>
              <w:rPr>
                <w:rFonts w:cs="Arial"/>
                <w:color w:val="auto"/>
                <w:szCs w:val="22"/>
              </w:rPr>
            </w:pPr>
            <w:r w:rsidRPr="001A7B4B">
              <w:rPr>
                <w:rFonts w:cs="Arial"/>
                <w:color w:val="auto"/>
                <w:szCs w:val="22"/>
              </w:rPr>
              <w:lastRenderedPageBreak/>
              <w:t>Resources:</w:t>
            </w:r>
          </w:p>
          <w:p w14:paraId="7C09E9A5" w14:textId="77777777" w:rsidR="003A0412" w:rsidRPr="001A7B4B" w:rsidRDefault="003A0412" w:rsidP="00B343BE">
            <w:pPr>
              <w:pStyle w:val="Normalheadingblue"/>
              <w:rPr>
                <w:rFonts w:cs="Arial"/>
                <w:b w:val="0"/>
                <w:color w:val="auto"/>
                <w:szCs w:val="22"/>
              </w:rPr>
            </w:pPr>
            <w:r w:rsidRPr="001A7B4B">
              <w:rPr>
                <w:rFonts w:cs="Arial"/>
                <w:b w:val="0"/>
                <w:color w:val="auto"/>
                <w:szCs w:val="22"/>
              </w:rPr>
              <w:t>PPE</w:t>
            </w:r>
          </w:p>
          <w:p w14:paraId="235546F2" w14:textId="77777777" w:rsidR="003A0412" w:rsidRPr="001A7B4B" w:rsidRDefault="003A0412" w:rsidP="00B343BE">
            <w:pPr>
              <w:pStyle w:val="Normalheadingblue"/>
              <w:rPr>
                <w:rFonts w:cs="Arial"/>
                <w:b w:val="0"/>
                <w:color w:val="auto"/>
                <w:szCs w:val="22"/>
              </w:rPr>
            </w:pPr>
            <w:proofErr w:type="spellStart"/>
            <w:r w:rsidRPr="001A7B4B">
              <w:rPr>
                <w:rFonts w:cs="Arial"/>
                <w:b w:val="0"/>
                <w:color w:val="auto"/>
                <w:szCs w:val="22"/>
              </w:rPr>
              <w:t>Manufacturers</w:t>
            </w:r>
            <w:proofErr w:type="spellEnd"/>
            <w:r w:rsidRPr="001A7B4B">
              <w:rPr>
                <w:rFonts w:cs="Arial"/>
                <w:b w:val="0"/>
                <w:color w:val="auto"/>
                <w:szCs w:val="22"/>
              </w:rPr>
              <w:t xml:space="preserve"> instructions</w:t>
            </w:r>
          </w:p>
          <w:p w14:paraId="198F69E3" w14:textId="77777777" w:rsidR="003A0412" w:rsidRPr="001A7B4B" w:rsidRDefault="003A0412" w:rsidP="00B343BE">
            <w:pPr>
              <w:pStyle w:val="Normalheadingblue"/>
              <w:rPr>
                <w:rFonts w:cs="Arial"/>
                <w:b w:val="0"/>
                <w:color w:val="auto"/>
                <w:szCs w:val="22"/>
              </w:rPr>
            </w:pPr>
            <w:r w:rsidRPr="001A7B4B">
              <w:rPr>
                <w:rFonts w:cs="Arial"/>
                <w:b w:val="0"/>
                <w:color w:val="auto"/>
                <w:szCs w:val="22"/>
              </w:rPr>
              <w:t>Drawing paper</w:t>
            </w:r>
          </w:p>
          <w:p w14:paraId="2DDDF73E" w14:textId="77777777" w:rsidR="003A0412" w:rsidRPr="001A7B4B" w:rsidRDefault="003A0412" w:rsidP="00B343BE">
            <w:pPr>
              <w:pStyle w:val="Normalheadingblue"/>
              <w:rPr>
                <w:rFonts w:cs="Arial"/>
                <w:b w:val="0"/>
                <w:color w:val="auto"/>
                <w:szCs w:val="22"/>
              </w:rPr>
            </w:pPr>
            <w:r w:rsidRPr="001A7B4B">
              <w:rPr>
                <w:rFonts w:cs="Arial"/>
                <w:b w:val="0"/>
                <w:color w:val="auto"/>
                <w:szCs w:val="22"/>
              </w:rPr>
              <w:t>Pens and pencils</w:t>
            </w:r>
          </w:p>
          <w:p w14:paraId="3762CDD5" w14:textId="77777777" w:rsidR="003A0412" w:rsidRPr="001A7B4B" w:rsidRDefault="003A0412" w:rsidP="00B343BE">
            <w:pPr>
              <w:pStyle w:val="Normalheadingblue"/>
              <w:rPr>
                <w:rFonts w:cs="Arial"/>
                <w:b w:val="0"/>
                <w:color w:val="auto"/>
                <w:szCs w:val="22"/>
              </w:rPr>
            </w:pPr>
            <w:r w:rsidRPr="001A7B4B">
              <w:rPr>
                <w:rFonts w:cs="Arial"/>
                <w:b w:val="0"/>
                <w:color w:val="auto"/>
                <w:szCs w:val="22"/>
              </w:rPr>
              <w:t>Rulers</w:t>
            </w:r>
          </w:p>
          <w:p w14:paraId="647F22B8" w14:textId="77777777" w:rsidR="003A0412" w:rsidRPr="001A7B4B" w:rsidRDefault="003A0412" w:rsidP="00B343BE">
            <w:pPr>
              <w:pStyle w:val="Normalheadingblue"/>
              <w:rPr>
                <w:rFonts w:cs="Arial"/>
                <w:b w:val="0"/>
                <w:color w:val="auto"/>
                <w:szCs w:val="22"/>
              </w:rPr>
            </w:pPr>
            <w:r w:rsidRPr="001A7B4B">
              <w:rPr>
                <w:rFonts w:cs="Arial"/>
                <w:b w:val="0"/>
                <w:color w:val="auto"/>
                <w:szCs w:val="22"/>
              </w:rPr>
              <w:t>Control equipment (Thermostats)</w:t>
            </w:r>
          </w:p>
          <w:p w14:paraId="7C63CB7A" w14:textId="77777777" w:rsidR="003A0412" w:rsidRPr="001A7B4B" w:rsidRDefault="003A0412" w:rsidP="00B343BE">
            <w:pPr>
              <w:pStyle w:val="Normalheadingblue"/>
              <w:rPr>
                <w:rFonts w:cs="Arial"/>
                <w:b w:val="0"/>
                <w:color w:val="auto"/>
                <w:szCs w:val="22"/>
              </w:rPr>
            </w:pPr>
            <w:r w:rsidRPr="001A7B4B">
              <w:rPr>
                <w:rFonts w:cs="Arial"/>
                <w:b w:val="0"/>
                <w:color w:val="auto"/>
                <w:szCs w:val="22"/>
              </w:rPr>
              <w:t>Suitable tools for electrical work</w:t>
            </w:r>
          </w:p>
          <w:p w14:paraId="1B81F0F9" w14:textId="77777777" w:rsidR="003A0412" w:rsidRPr="001A7B4B" w:rsidRDefault="003A0412" w:rsidP="00B343BE">
            <w:pPr>
              <w:pStyle w:val="Normalheadingblue"/>
              <w:rPr>
                <w:rFonts w:cs="Arial"/>
                <w:b w:val="0"/>
                <w:color w:val="auto"/>
                <w:szCs w:val="22"/>
              </w:rPr>
            </w:pPr>
            <w:r w:rsidRPr="001A7B4B">
              <w:rPr>
                <w:rFonts w:cs="Arial"/>
                <w:b w:val="0"/>
                <w:color w:val="auto"/>
                <w:szCs w:val="22"/>
              </w:rPr>
              <w:t>Drill</w:t>
            </w:r>
          </w:p>
          <w:p w14:paraId="6306386D" w14:textId="77777777" w:rsidR="003A0412" w:rsidRPr="001A7B4B" w:rsidRDefault="003A0412" w:rsidP="00B343BE">
            <w:pPr>
              <w:pStyle w:val="Normalheadingblue"/>
              <w:rPr>
                <w:rFonts w:cs="Arial"/>
                <w:b w:val="0"/>
                <w:color w:val="auto"/>
                <w:szCs w:val="22"/>
              </w:rPr>
            </w:pPr>
            <w:r w:rsidRPr="001A7B4B">
              <w:rPr>
                <w:rFonts w:cs="Arial"/>
                <w:b w:val="0"/>
                <w:color w:val="auto"/>
                <w:szCs w:val="22"/>
              </w:rPr>
              <w:t>Fixings</w:t>
            </w:r>
          </w:p>
          <w:p w14:paraId="00AFA1BE" w14:textId="77777777" w:rsidR="00B343BE" w:rsidRPr="001A7B4B" w:rsidRDefault="00B343BE" w:rsidP="00B343BE">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6CDC97F7" w14:textId="77777777" w:rsidR="00DD207A" w:rsidRPr="001A7B4B" w:rsidRDefault="008A57D2">
            <w:r w:rsidRPr="001A7B4B">
              <w:lastRenderedPageBreak/>
              <w:t>State the electrical isolation process</w:t>
            </w:r>
            <w:r w:rsidRPr="001A7B4B">
              <w:br/>
            </w:r>
            <w:r w:rsidRPr="001A7B4B">
              <w:br/>
            </w:r>
            <w:r w:rsidRPr="001A7B4B">
              <w:br/>
            </w:r>
            <w:r w:rsidRPr="001A7B4B">
              <w:br/>
            </w:r>
            <w:r w:rsidRPr="001A7B4B">
              <w:br/>
            </w:r>
            <w:r w:rsidRPr="001A7B4B">
              <w:br/>
            </w:r>
            <w:r w:rsidRPr="001A7B4B">
              <w:br/>
            </w:r>
            <w:r w:rsidRPr="001A7B4B">
              <w:lastRenderedPageBreak/>
              <w:br/>
            </w:r>
            <w:r w:rsidRPr="001A7B4B">
              <w:br/>
            </w:r>
            <w:r w:rsidRPr="001A7B4B">
              <w:br/>
            </w:r>
            <w:r w:rsidRPr="001A7B4B">
              <w:br/>
            </w:r>
            <w:r w:rsidRPr="001A7B4B">
              <w:br/>
              <w:t>Produce wiring diagram</w:t>
            </w:r>
            <w:r w:rsidRPr="001A7B4B">
              <w:br/>
            </w:r>
            <w:r w:rsidRPr="001A7B4B">
              <w:br/>
            </w:r>
            <w:r w:rsidRPr="001A7B4B">
              <w:br/>
            </w:r>
            <w:r w:rsidRPr="001A7B4B">
              <w:br/>
            </w:r>
            <w:r w:rsidRPr="001A7B4B">
              <w:br/>
              <w:t>Install controls to system</w:t>
            </w:r>
          </w:p>
        </w:tc>
      </w:tr>
      <w:tr w:rsidR="001A7B4B" w:rsidRPr="001A7B4B" w14:paraId="70CCF0EB"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625C637F" w14:textId="77777777" w:rsidR="0001162B" w:rsidRDefault="0001162B" w:rsidP="0001162B">
            <w:pPr>
              <w:jc w:val="center"/>
              <w:rPr>
                <w:rFonts w:cs="Arial"/>
                <w:szCs w:val="22"/>
              </w:rPr>
            </w:pPr>
            <w:r>
              <w:rPr>
                <w:rFonts w:cs="Arial"/>
                <w:szCs w:val="22"/>
              </w:rPr>
              <w:lastRenderedPageBreak/>
              <w:t>17</w:t>
            </w:r>
            <w:r w:rsidR="003A0412">
              <w:rPr>
                <w:rFonts w:cs="Arial"/>
                <w:szCs w:val="22"/>
              </w:rPr>
              <w:t>3</w:t>
            </w:r>
          </w:p>
          <w:p w14:paraId="0D61E7BD" w14:textId="77777777" w:rsidR="0001162B" w:rsidRDefault="0001162B" w:rsidP="0001162B">
            <w:pPr>
              <w:jc w:val="center"/>
              <w:rPr>
                <w:rFonts w:cs="Arial"/>
                <w:szCs w:val="22"/>
              </w:rPr>
            </w:pPr>
            <w:r>
              <w:rPr>
                <w:rFonts w:cs="Arial"/>
                <w:szCs w:val="22"/>
              </w:rPr>
              <w:t xml:space="preserve"> </w:t>
            </w:r>
            <w:r w:rsidR="00D85CAD">
              <w:rPr>
                <w:rFonts w:cs="Arial"/>
                <w:szCs w:val="22"/>
              </w:rPr>
              <w:t xml:space="preserve">3 </w:t>
            </w:r>
            <w:r>
              <w:rPr>
                <w:rFonts w:cs="Arial"/>
                <w:szCs w:val="22"/>
              </w:rPr>
              <w:t>hours</w:t>
            </w:r>
          </w:p>
        </w:tc>
        <w:tc>
          <w:tcPr>
            <w:tcW w:w="2199" w:type="dxa"/>
            <w:tcBorders>
              <w:top w:val="single" w:sz="4" w:space="0" w:color="C6C5C6"/>
              <w:left w:val="single" w:sz="4" w:space="0" w:color="C6C5C6"/>
              <w:bottom w:val="single" w:sz="4" w:space="0" w:color="C6C5C6"/>
              <w:right w:val="single" w:sz="4" w:space="0" w:color="C6C5C6"/>
            </w:tcBorders>
          </w:tcPr>
          <w:p w14:paraId="00040705" w14:textId="77777777" w:rsidR="0001162B" w:rsidRPr="001A7B4B" w:rsidRDefault="0001162B" w:rsidP="0001162B">
            <w:pPr>
              <w:pStyle w:val="Normalheadingblack"/>
              <w:rPr>
                <w:rFonts w:cs="Arial"/>
                <w:lang w:eastAsia="en-GB"/>
              </w:rPr>
            </w:pPr>
            <w:r w:rsidRPr="001A7B4B">
              <w:rPr>
                <w:rFonts w:cs="Arial"/>
                <w:lang w:eastAsia="en-GB"/>
              </w:rPr>
              <w:t>Outcome 1 – Plumbing and heating common knowledge criteria</w:t>
            </w:r>
          </w:p>
          <w:p w14:paraId="358DF7A0" w14:textId="77777777" w:rsidR="0001162B" w:rsidRPr="001A7B4B" w:rsidRDefault="0001162B" w:rsidP="0001162B">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2261806E" w14:textId="77777777" w:rsidR="0001162B" w:rsidRPr="001A7B4B" w:rsidRDefault="00871FDE" w:rsidP="0001162B">
            <w:pPr>
              <w:pStyle w:val="Normalheadingblack"/>
              <w:rPr>
                <w:rFonts w:cs="Arial"/>
                <w:b w:val="0"/>
                <w:szCs w:val="22"/>
              </w:rPr>
            </w:pPr>
            <w:r w:rsidRPr="001A7B4B">
              <w:rPr>
                <w:rFonts w:cs="Arial"/>
                <w:b w:val="0"/>
                <w:szCs w:val="22"/>
              </w:rPr>
              <w:t>S2.22 Update line diagrams and installation plans</w:t>
            </w:r>
          </w:p>
          <w:p w14:paraId="1188D25B" w14:textId="77777777" w:rsidR="003A01BD" w:rsidRPr="001A7B4B" w:rsidRDefault="003A01BD" w:rsidP="0001162B">
            <w:pPr>
              <w:pStyle w:val="Normalheadingblack"/>
              <w:rPr>
                <w:rFonts w:cs="Arial"/>
                <w:b w:val="0"/>
                <w:szCs w:val="22"/>
              </w:rPr>
            </w:pPr>
          </w:p>
          <w:p w14:paraId="48FAB118" w14:textId="77777777" w:rsidR="003A01BD" w:rsidRPr="001A7B4B" w:rsidRDefault="003A01BD" w:rsidP="0001162B">
            <w:pPr>
              <w:pStyle w:val="Normalheadingblack"/>
              <w:rPr>
                <w:rFonts w:cs="Arial"/>
                <w:b w:val="0"/>
                <w:szCs w:val="22"/>
              </w:rPr>
            </w:pPr>
            <w:r w:rsidRPr="001A7B4B">
              <w:rPr>
                <w:rFonts w:cs="Arial"/>
                <w:b w:val="0"/>
                <w:szCs w:val="22"/>
              </w:rPr>
              <w:t>S2.23 Update digital building information management system software</w:t>
            </w:r>
          </w:p>
        </w:tc>
        <w:tc>
          <w:tcPr>
            <w:tcW w:w="5785" w:type="dxa"/>
            <w:tcBorders>
              <w:top w:val="single" w:sz="4" w:space="0" w:color="C6C5C6"/>
              <w:left w:val="single" w:sz="4" w:space="0" w:color="C6C5C6"/>
              <w:bottom w:val="single" w:sz="4" w:space="0" w:color="C6C5C6"/>
              <w:right w:val="single" w:sz="4" w:space="0" w:color="C6C5C6"/>
            </w:tcBorders>
          </w:tcPr>
          <w:p w14:paraId="5468BCDC" w14:textId="77777777" w:rsidR="0001162B" w:rsidRPr="001A7B4B" w:rsidRDefault="0001162B" w:rsidP="0001162B">
            <w:pPr>
              <w:pStyle w:val="Normalheadingblue"/>
              <w:rPr>
                <w:rFonts w:cs="Arial"/>
                <w:color w:val="auto"/>
                <w:szCs w:val="22"/>
              </w:rPr>
            </w:pPr>
            <w:r w:rsidRPr="001A7B4B">
              <w:rPr>
                <w:rFonts w:cs="Arial"/>
                <w:color w:val="auto"/>
                <w:szCs w:val="22"/>
              </w:rPr>
              <w:t>Activity:</w:t>
            </w:r>
          </w:p>
          <w:p w14:paraId="51222747" w14:textId="77777777" w:rsidR="0001162B" w:rsidRPr="001A7B4B" w:rsidRDefault="0001162B" w:rsidP="0001162B">
            <w:pPr>
              <w:pStyle w:val="Normalheadingblue"/>
              <w:rPr>
                <w:rFonts w:cs="Arial"/>
                <w:color w:val="auto"/>
                <w:szCs w:val="22"/>
              </w:rPr>
            </w:pPr>
          </w:p>
          <w:p w14:paraId="2649A317" w14:textId="77777777" w:rsidR="0001162B" w:rsidRPr="001A7B4B" w:rsidRDefault="0001162B" w:rsidP="0001162B">
            <w:pPr>
              <w:pStyle w:val="Normalheadingblue"/>
              <w:rPr>
                <w:rFonts w:cs="Arial"/>
                <w:color w:val="auto"/>
                <w:szCs w:val="22"/>
              </w:rPr>
            </w:pPr>
            <w:r w:rsidRPr="001A7B4B">
              <w:rPr>
                <w:rFonts w:cs="Arial"/>
                <w:color w:val="auto"/>
                <w:szCs w:val="22"/>
              </w:rPr>
              <w:t>Starter task example:</w:t>
            </w:r>
          </w:p>
          <w:p w14:paraId="72026A17" w14:textId="2423F689" w:rsidR="0001162B" w:rsidRPr="001A7B4B" w:rsidRDefault="00133570" w:rsidP="002C017C">
            <w:pPr>
              <w:pStyle w:val="Normalheadingblue"/>
              <w:numPr>
                <w:ilvl w:val="0"/>
                <w:numId w:val="114"/>
              </w:numPr>
              <w:rPr>
                <w:rFonts w:cs="Arial"/>
                <w:b w:val="0"/>
                <w:color w:val="auto"/>
                <w:szCs w:val="22"/>
              </w:rPr>
            </w:pPr>
            <w:r w:rsidRPr="001A7B4B">
              <w:rPr>
                <w:rFonts w:cs="Arial"/>
                <w:b w:val="0"/>
                <w:color w:val="auto"/>
                <w:szCs w:val="22"/>
              </w:rPr>
              <w:t xml:space="preserve">Tutor to </w:t>
            </w:r>
            <w:r w:rsidR="003A01BD" w:rsidRPr="001A7B4B">
              <w:rPr>
                <w:rFonts w:cs="Arial"/>
                <w:b w:val="0"/>
                <w:color w:val="auto"/>
                <w:szCs w:val="22"/>
              </w:rPr>
              <w:t xml:space="preserve">Introduce </w:t>
            </w:r>
            <w:r w:rsidR="00A71F16" w:rsidRPr="001A7B4B">
              <w:rPr>
                <w:rFonts w:cs="Arial"/>
                <w:b w:val="0"/>
                <w:color w:val="auto"/>
                <w:szCs w:val="22"/>
              </w:rPr>
              <w:t>YouTube</w:t>
            </w:r>
            <w:r w:rsidR="003A01BD" w:rsidRPr="001A7B4B">
              <w:rPr>
                <w:rFonts w:cs="Arial"/>
                <w:b w:val="0"/>
                <w:color w:val="auto"/>
                <w:szCs w:val="22"/>
              </w:rPr>
              <w:t xml:space="preserve"> channel - @TheB1M and show examples of useful videos within the channel.</w:t>
            </w:r>
          </w:p>
          <w:p w14:paraId="61ACF229" w14:textId="77777777" w:rsidR="0001162B" w:rsidRPr="001A7B4B" w:rsidRDefault="0001162B" w:rsidP="0001162B">
            <w:pPr>
              <w:pStyle w:val="Normalheadingblue"/>
              <w:rPr>
                <w:rFonts w:cs="Arial"/>
                <w:color w:val="auto"/>
                <w:szCs w:val="22"/>
              </w:rPr>
            </w:pPr>
          </w:p>
          <w:p w14:paraId="42D2E7D6" w14:textId="77777777" w:rsidR="0001162B" w:rsidRPr="001A7B4B" w:rsidRDefault="0001162B" w:rsidP="0001162B">
            <w:pPr>
              <w:pStyle w:val="Normalheadingblue"/>
              <w:rPr>
                <w:rFonts w:cs="Arial"/>
                <w:color w:val="auto"/>
                <w:szCs w:val="22"/>
              </w:rPr>
            </w:pPr>
            <w:r w:rsidRPr="001A7B4B">
              <w:rPr>
                <w:rFonts w:cs="Arial"/>
                <w:color w:val="auto"/>
                <w:szCs w:val="22"/>
              </w:rPr>
              <w:t>Delivery:</w:t>
            </w:r>
          </w:p>
          <w:p w14:paraId="3014C786" w14:textId="77777777" w:rsidR="0001162B" w:rsidRPr="001A7B4B" w:rsidRDefault="00667D6F" w:rsidP="0001162B">
            <w:pPr>
              <w:pStyle w:val="Normalheadingblue"/>
              <w:rPr>
                <w:rFonts w:cs="Arial"/>
                <w:color w:val="auto"/>
                <w:szCs w:val="22"/>
              </w:rPr>
            </w:pPr>
            <w:r w:rsidRPr="001A7B4B">
              <w:rPr>
                <w:rFonts w:cs="Arial"/>
                <w:color w:val="auto"/>
                <w:szCs w:val="22"/>
              </w:rPr>
              <w:t>Update line diagrams/installation plans</w:t>
            </w:r>
            <w:r w:rsidR="003A01BD" w:rsidRPr="001A7B4B">
              <w:rPr>
                <w:rFonts w:cs="Arial"/>
                <w:color w:val="auto"/>
                <w:szCs w:val="22"/>
              </w:rPr>
              <w:t xml:space="preserve"> and BIM software:</w:t>
            </w:r>
          </w:p>
          <w:p w14:paraId="28371DCC" w14:textId="5D3D5FBF" w:rsidR="003A01BD" w:rsidRPr="001A7B4B" w:rsidRDefault="003A01BD" w:rsidP="002C017C">
            <w:pPr>
              <w:pStyle w:val="Normalheadingblue"/>
              <w:numPr>
                <w:ilvl w:val="0"/>
                <w:numId w:val="114"/>
              </w:numPr>
              <w:rPr>
                <w:rFonts w:cs="Arial"/>
                <w:b w:val="0"/>
                <w:color w:val="auto"/>
                <w:szCs w:val="22"/>
              </w:rPr>
            </w:pPr>
            <w:r w:rsidRPr="001A7B4B">
              <w:rPr>
                <w:rFonts w:cs="Arial"/>
                <w:b w:val="0"/>
                <w:color w:val="auto"/>
                <w:szCs w:val="22"/>
              </w:rPr>
              <w:lastRenderedPageBreak/>
              <w:t>Tutor to discuss drawing types and the use of O&amp;M manuals as part of end of project handover</w:t>
            </w:r>
            <w:r w:rsidR="005761B0">
              <w:rPr>
                <w:rFonts w:cs="Arial"/>
                <w:b w:val="0"/>
                <w:color w:val="auto"/>
                <w:szCs w:val="22"/>
              </w:rPr>
              <w:t>.</w:t>
            </w:r>
          </w:p>
          <w:p w14:paraId="657EE4D6" w14:textId="168F06DE" w:rsidR="003A01BD" w:rsidRPr="001A7B4B" w:rsidRDefault="00116A2E" w:rsidP="002C017C">
            <w:pPr>
              <w:pStyle w:val="Normalheadingblue"/>
              <w:numPr>
                <w:ilvl w:val="0"/>
                <w:numId w:val="114"/>
              </w:numPr>
              <w:rPr>
                <w:rFonts w:cs="Arial"/>
                <w:b w:val="0"/>
                <w:color w:val="auto"/>
                <w:szCs w:val="22"/>
              </w:rPr>
            </w:pPr>
            <w:r w:rsidRPr="001A7B4B">
              <w:rPr>
                <w:rFonts w:cs="Arial"/>
                <w:b w:val="0"/>
                <w:color w:val="auto"/>
                <w:szCs w:val="22"/>
              </w:rPr>
              <w:t>Students</w:t>
            </w:r>
            <w:r w:rsidR="003A01BD" w:rsidRPr="001A7B4B">
              <w:rPr>
                <w:rFonts w:cs="Arial"/>
                <w:b w:val="0"/>
                <w:color w:val="auto"/>
                <w:szCs w:val="22"/>
              </w:rPr>
              <w:t xml:space="preserve"> are to produce an updated system drawing now that the systems they have installed are nearing completion</w:t>
            </w:r>
            <w:r w:rsidR="005761B0">
              <w:rPr>
                <w:rFonts w:cs="Arial"/>
                <w:b w:val="0"/>
                <w:color w:val="auto"/>
                <w:szCs w:val="22"/>
              </w:rPr>
              <w:t>.</w:t>
            </w:r>
          </w:p>
          <w:p w14:paraId="501DDBC1" w14:textId="08073C62" w:rsidR="003A01BD" w:rsidRPr="001A7B4B" w:rsidRDefault="003A01BD" w:rsidP="002C017C">
            <w:pPr>
              <w:pStyle w:val="Normalheadingblue"/>
              <w:numPr>
                <w:ilvl w:val="0"/>
                <w:numId w:val="114"/>
              </w:numPr>
              <w:rPr>
                <w:rFonts w:cs="Arial"/>
                <w:b w:val="0"/>
                <w:color w:val="auto"/>
                <w:szCs w:val="22"/>
              </w:rPr>
            </w:pPr>
            <w:r w:rsidRPr="001A7B4B">
              <w:rPr>
                <w:rFonts w:cs="Arial"/>
                <w:b w:val="0"/>
                <w:color w:val="auto"/>
                <w:szCs w:val="22"/>
              </w:rPr>
              <w:t xml:space="preserve">Tutor to </w:t>
            </w:r>
            <w:r w:rsidR="00A71F16" w:rsidRPr="001A7B4B">
              <w:rPr>
                <w:rFonts w:cs="Arial"/>
                <w:b w:val="0"/>
                <w:color w:val="auto"/>
                <w:szCs w:val="22"/>
              </w:rPr>
              <w:t>introduce</w:t>
            </w:r>
            <w:r w:rsidRPr="001A7B4B">
              <w:rPr>
                <w:rFonts w:cs="Arial"/>
                <w:b w:val="0"/>
                <w:color w:val="auto"/>
                <w:szCs w:val="22"/>
              </w:rPr>
              <w:t xml:space="preserve"> BIM software examples with guest speakers from the BIM industry</w:t>
            </w:r>
            <w:r w:rsidR="005761B0">
              <w:rPr>
                <w:rFonts w:cs="Arial"/>
                <w:b w:val="0"/>
                <w:color w:val="auto"/>
                <w:szCs w:val="22"/>
              </w:rPr>
              <w:t>.</w:t>
            </w:r>
          </w:p>
          <w:p w14:paraId="2484582D" w14:textId="77777777" w:rsidR="003A01BD" w:rsidRPr="001A7B4B" w:rsidRDefault="003A01BD" w:rsidP="002C017C">
            <w:pPr>
              <w:pStyle w:val="Normalheadingblue"/>
              <w:numPr>
                <w:ilvl w:val="0"/>
                <w:numId w:val="114"/>
              </w:numPr>
              <w:rPr>
                <w:rFonts w:cs="Arial"/>
                <w:b w:val="0"/>
                <w:color w:val="auto"/>
                <w:szCs w:val="22"/>
              </w:rPr>
            </w:pPr>
            <w:r w:rsidRPr="001A7B4B">
              <w:rPr>
                <w:rFonts w:cs="Arial"/>
                <w:b w:val="0"/>
                <w:color w:val="auto"/>
                <w:szCs w:val="22"/>
              </w:rPr>
              <w:t xml:space="preserve">Use Videos to help explain the use of BIM such as </w:t>
            </w:r>
            <w:hyperlink r:id="rId64" w:history="1">
              <w:r w:rsidRPr="001A7B4B">
                <w:rPr>
                  <w:rStyle w:val="Hyperlink"/>
                  <w:b w:val="0"/>
                  <w:color w:val="auto"/>
                </w:rPr>
                <w:t>What is a "BIM Model"? | The B1M</w:t>
              </w:r>
            </w:hyperlink>
          </w:p>
          <w:p w14:paraId="043780C1" w14:textId="77777777" w:rsidR="00133570" w:rsidRPr="001A7B4B" w:rsidRDefault="00133570" w:rsidP="00133570">
            <w:pPr>
              <w:pStyle w:val="Normalheadingblue"/>
              <w:ind w:left="720"/>
              <w:rPr>
                <w:rFonts w:cs="Arial"/>
                <w:b w:val="0"/>
                <w:color w:val="auto"/>
                <w:szCs w:val="22"/>
              </w:rPr>
            </w:pPr>
          </w:p>
          <w:p w14:paraId="60532DC0" w14:textId="77777777" w:rsidR="0001162B" w:rsidRPr="001A7B4B" w:rsidRDefault="0001162B" w:rsidP="0001162B">
            <w:pPr>
              <w:pStyle w:val="Normalheadingblue"/>
              <w:rPr>
                <w:rFonts w:cs="Arial"/>
                <w:color w:val="auto"/>
                <w:szCs w:val="22"/>
              </w:rPr>
            </w:pPr>
            <w:r w:rsidRPr="001A7B4B">
              <w:rPr>
                <w:rFonts w:cs="Arial"/>
                <w:color w:val="auto"/>
                <w:szCs w:val="22"/>
              </w:rPr>
              <w:t>Knowledge check example:</w:t>
            </w:r>
          </w:p>
          <w:p w14:paraId="720EFD15" w14:textId="18A424E4" w:rsidR="0001162B" w:rsidRPr="001A7B4B" w:rsidRDefault="00133570" w:rsidP="002C017C">
            <w:pPr>
              <w:pStyle w:val="Normalheadingblue"/>
              <w:numPr>
                <w:ilvl w:val="0"/>
                <w:numId w:val="117"/>
              </w:numPr>
              <w:rPr>
                <w:rFonts w:cs="Arial"/>
                <w:b w:val="0"/>
                <w:color w:val="auto"/>
                <w:szCs w:val="22"/>
              </w:rPr>
            </w:pPr>
            <w:r w:rsidRPr="001A7B4B">
              <w:rPr>
                <w:rFonts w:cs="Arial"/>
                <w:b w:val="0"/>
                <w:color w:val="auto"/>
                <w:szCs w:val="22"/>
              </w:rPr>
              <w:t>Produce updated system diagrams</w:t>
            </w:r>
            <w:r w:rsidR="005761B0">
              <w:rPr>
                <w:rFonts w:cs="Arial"/>
                <w:b w:val="0"/>
                <w:color w:val="auto"/>
                <w:szCs w:val="22"/>
              </w:rPr>
              <w:t>.</w:t>
            </w:r>
          </w:p>
          <w:p w14:paraId="441002C5" w14:textId="77777777" w:rsidR="00133570" w:rsidRPr="001A7B4B" w:rsidRDefault="00133570" w:rsidP="00133570">
            <w:pPr>
              <w:pStyle w:val="Normalheadingblue"/>
              <w:ind w:left="720"/>
              <w:rPr>
                <w:rFonts w:cs="Arial"/>
                <w:b w:val="0"/>
                <w:color w:val="auto"/>
                <w:szCs w:val="22"/>
              </w:rPr>
            </w:pPr>
          </w:p>
          <w:p w14:paraId="35470806" w14:textId="77777777" w:rsidR="0001162B" w:rsidRPr="001A7B4B" w:rsidRDefault="0001162B" w:rsidP="0001162B">
            <w:pPr>
              <w:pStyle w:val="Normalheadingblue"/>
              <w:rPr>
                <w:rFonts w:cs="Arial"/>
                <w:color w:val="auto"/>
                <w:szCs w:val="22"/>
              </w:rPr>
            </w:pPr>
            <w:r w:rsidRPr="001A7B4B">
              <w:rPr>
                <w:rFonts w:cs="Arial"/>
                <w:color w:val="auto"/>
                <w:szCs w:val="22"/>
              </w:rPr>
              <w:t>Resources:</w:t>
            </w:r>
          </w:p>
          <w:p w14:paraId="010B9A76" w14:textId="77777777" w:rsidR="0001162B" w:rsidRPr="001A7B4B" w:rsidRDefault="00133570" w:rsidP="0001162B">
            <w:pPr>
              <w:pStyle w:val="Normalheadingblue"/>
              <w:rPr>
                <w:rFonts w:cs="Arial"/>
                <w:b w:val="0"/>
                <w:color w:val="auto"/>
                <w:szCs w:val="22"/>
              </w:rPr>
            </w:pPr>
            <w:r w:rsidRPr="001A7B4B">
              <w:rPr>
                <w:rFonts w:cs="Arial"/>
                <w:b w:val="0"/>
                <w:color w:val="auto"/>
                <w:szCs w:val="22"/>
              </w:rPr>
              <w:t>Examples of as fitted site drawings</w:t>
            </w:r>
          </w:p>
          <w:p w14:paraId="353150E6" w14:textId="77777777" w:rsidR="00133570" w:rsidRPr="001A7B4B" w:rsidRDefault="00133570" w:rsidP="0001162B">
            <w:pPr>
              <w:pStyle w:val="Normalheadingblue"/>
              <w:rPr>
                <w:rFonts w:cs="Arial"/>
                <w:b w:val="0"/>
                <w:color w:val="auto"/>
                <w:szCs w:val="22"/>
              </w:rPr>
            </w:pPr>
            <w:r w:rsidRPr="001A7B4B">
              <w:rPr>
                <w:rFonts w:cs="Arial"/>
                <w:b w:val="0"/>
                <w:color w:val="auto"/>
                <w:szCs w:val="22"/>
              </w:rPr>
              <w:t>Drawing paper</w:t>
            </w:r>
          </w:p>
          <w:p w14:paraId="3FF94B97" w14:textId="77777777" w:rsidR="00133570" w:rsidRPr="001A7B4B" w:rsidRDefault="00133570" w:rsidP="0001162B">
            <w:pPr>
              <w:pStyle w:val="Normalheadingblue"/>
              <w:rPr>
                <w:rFonts w:cs="Arial"/>
                <w:b w:val="0"/>
                <w:color w:val="auto"/>
                <w:szCs w:val="22"/>
              </w:rPr>
            </w:pPr>
            <w:r w:rsidRPr="001A7B4B">
              <w:rPr>
                <w:rFonts w:cs="Arial"/>
                <w:b w:val="0"/>
                <w:color w:val="auto"/>
                <w:szCs w:val="22"/>
              </w:rPr>
              <w:t>Pens</w:t>
            </w:r>
          </w:p>
          <w:p w14:paraId="59D5C27F" w14:textId="77777777" w:rsidR="00133570" w:rsidRPr="001A7B4B" w:rsidRDefault="00133570" w:rsidP="0001162B">
            <w:pPr>
              <w:pStyle w:val="Normalheadingblue"/>
              <w:rPr>
                <w:rFonts w:cs="Arial"/>
                <w:b w:val="0"/>
                <w:color w:val="auto"/>
                <w:szCs w:val="22"/>
              </w:rPr>
            </w:pPr>
            <w:r w:rsidRPr="001A7B4B">
              <w:rPr>
                <w:rFonts w:cs="Arial"/>
                <w:b w:val="0"/>
                <w:color w:val="auto"/>
                <w:szCs w:val="22"/>
              </w:rPr>
              <w:t>Pencils and rulers</w:t>
            </w:r>
          </w:p>
          <w:p w14:paraId="7893742D" w14:textId="77777777" w:rsidR="00133570" w:rsidRPr="001A7B4B" w:rsidRDefault="00133570" w:rsidP="0001162B">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4BDCCDB8" w14:textId="77777777" w:rsidR="00DD207A" w:rsidRPr="001A7B4B" w:rsidRDefault="00DD207A"/>
        </w:tc>
      </w:tr>
      <w:tr w:rsidR="001A7B4B" w:rsidRPr="001A7B4B" w14:paraId="0E98B102"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014368DA" w14:textId="77777777" w:rsidR="00133570" w:rsidRDefault="00133570" w:rsidP="00133570">
            <w:pPr>
              <w:jc w:val="center"/>
              <w:rPr>
                <w:rFonts w:cs="Arial"/>
                <w:szCs w:val="22"/>
              </w:rPr>
            </w:pPr>
            <w:r>
              <w:rPr>
                <w:rFonts w:cs="Arial"/>
                <w:szCs w:val="22"/>
              </w:rPr>
              <w:t>174-175</w:t>
            </w:r>
          </w:p>
          <w:p w14:paraId="121A21E1" w14:textId="77777777" w:rsidR="00133570" w:rsidRDefault="00133570" w:rsidP="00133570">
            <w:pPr>
              <w:jc w:val="center"/>
              <w:rPr>
                <w:rFonts w:cs="Arial"/>
                <w:szCs w:val="22"/>
              </w:rPr>
            </w:pPr>
            <w:r>
              <w:rPr>
                <w:rFonts w:cs="Arial"/>
                <w:szCs w:val="22"/>
              </w:rPr>
              <w:t>6 hours</w:t>
            </w:r>
          </w:p>
        </w:tc>
        <w:tc>
          <w:tcPr>
            <w:tcW w:w="2199" w:type="dxa"/>
            <w:tcBorders>
              <w:top w:val="single" w:sz="4" w:space="0" w:color="C6C5C6"/>
              <w:left w:val="single" w:sz="4" w:space="0" w:color="C6C5C6"/>
              <w:bottom w:val="single" w:sz="4" w:space="0" w:color="C6C5C6"/>
              <w:right w:val="single" w:sz="4" w:space="0" w:color="C6C5C6"/>
            </w:tcBorders>
          </w:tcPr>
          <w:p w14:paraId="0F926E70" w14:textId="77777777" w:rsidR="00133570" w:rsidRPr="001A7B4B" w:rsidRDefault="00133570" w:rsidP="00133570">
            <w:pPr>
              <w:pStyle w:val="Normalheadingblack"/>
              <w:rPr>
                <w:rFonts w:cs="Arial"/>
                <w:lang w:eastAsia="en-GB"/>
              </w:rPr>
            </w:pPr>
            <w:r w:rsidRPr="001A7B4B">
              <w:rPr>
                <w:rFonts w:cs="Arial"/>
                <w:lang w:eastAsia="en-GB"/>
              </w:rPr>
              <w:t>Outcome 2 Install plumbing and heating systems</w:t>
            </w:r>
          </w:p>
          <w:p w14:paraId="7FA3786B" w14:textId="77777777" w:rsidR="00133570" w:rsidRPr="001A7B4B" w:rsidRDefault="00133570" w:rsidP="00133570">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3D4F8C22" w14:textId="77777777" w:rsidR="00133570" w:rsidRPr="001A7B4B" w:rsidRDefault="00133570" w:rsidP="00133570">
            <w:pPr>
              <w:pStyle w:val="Normalheadingblack"/>
              <w:rPr>
                <w:rFonts w:cs="Arial"/>
                <w:b w:val="0"/>
                <w:szCs w:val="22"/>
              </w:rPr>
            </w:pPr>
            <w:r w:rsidRPr="001A7B4B">
              <w:rPr>
                <w:rFonts w:cs="Arial"/>
                <w:b w:val="0"/>
                <w:szCs w:val="22"/>
              </w:rPr>
              <w:t>S2.7 Cut pipes</w:t>
            </w:r>
          </w:p>
          <w:p w14:paraId="2FBFBBC2" w14:textId="77777777" w:rsidR="00133570" w:rsidRPr="001A7B4B" w:rsidRDefault="00133570" w:rsidP="00133570">
            <w:pPr>
              <w:pStyle w:val="Normalheadingblack"/>
              <w:rPr>
                <w:rFonts w:cs="Arial"/>
                <w:b w:val="0"/>
                <w:szCs w:val="22"/>
              </w:rPr>
            </w:pPr>
          </w:p>
          <w:p w14:paraId="6992DF49" w14:textId="77777777" w:rsidR="00133570" w:rsidRPr="001A7B4B" w:rsidRDefault="00133570" w:rsidP="00133570">
            <w:pPr>
              <w:pStyle w:val="Normalheadingblack"/>
              <w:rPr>
                <w:rFonts w:cs="Arial"/>
                <w:b w:val="0"/>
                <w:szCs w:val="22"/>
              </w:rPr>
            </w:pPr>
            <w:r w:rsidRPr="001A7B4B">
              <w:rPr>
                <w:rFonts w:cs="Arial"/>
                <w:b w:val="0"/>
                <w:szCs w:val="22"/>
              </w:rPr>
              <w:t>S2.2 Select tools, equipment and materials</w:t>
            </w:r>
          </w:p>
          <w:p w14:paraId="428CDD3E" w14:textId="77777777" w:rsidR="00133570" w:rsidRPr="001A7B4B" w:rsidRDefault="00133570" w:rsidP="00133570">
            <w:pPr>
              <w:pStyle w:val="Normalheadingblack"/>
              <w:rPr>
                <w:rFonts w:cs="Arial"/>
                <w:b w:val="0"/>
                <w:szCs w:val="22"/>
              </w:rPr>
            </w:pPr>
          </w:p>
          <w:p w14:paraId="311078AE" w14:textId="77777777" w:rsidR="00133570" w:rsidRPr="001A7B4B" w:rsidRDefault="00133570" w:rsidP="00133570">
            <w:pPr>
              <w:pStyle w:val="Normalheadingblack"/>
              <w:rPr>
                <w:rFonts w:cs="Arial"/>
                <w:b w:val="0"/>
                <w:szCs w:val="22"/>
              </w:rPr>
            </w:pPr>
            <w:r w:rsidRPr="001A7B4B">
              <w:rPr>
                <w:rFonts w:cs="Arial"/>
                <w:b w:val="0"/>
                <w:szCs w:val="22"/>
              </w:rPr>
              <w:t>S2.13 Install components to heating appliances</w:t>
            </w:r>
          </w:p>
          <w:p w14:paraId="5FF266ED" w14:textId="77777777" w:rsidR="00133570" w:rsidRPr="001A7B4B" w:rsidRDefault="00133570" w:rsidP="00133570">
            <w:pPr>
              <w:pStyle w:val="Normalheadingblack"/>
              <w:rPr>
                <w:rFonts w:cs="Arial"/>
                <w:b w:val="0"/>
                <w:szCs w:val="22"/>
              </w:rPr>
            </w:pPr>
          </w:p>
          <w:p w14:paraId="71638961" w14:textId="77777777" w:rsidR="00133570" w:rsidRPr="001A7B4B" w:rsidRDefault="00133570" w:rsidP="00133570">
            <w:pPr>
              <w:pStyle w:val="Normalheadingblack"/>
              <w:rPr>
                <w:rFonts w:cs="Arial"/>
                <w:b w:val="0"/>
                <w:szCs w:val="22"/>
              </w:rPr>
            </w:pPr>
            <w:r w:rsidRPr="001A7B4B">
              <w:rPr>
                <w:rFonts w:cs="Arial"/>
                <w:b w:val="0"/>
                <w:szCs w:val="22"/>
              </w:rPr>
              <w:t>S2.8 Connect materials using jointing methods</w:t>
            </w:r>
          </w:p>
          <w:p w14:paraId="129A550A" w14:textId="77777777" w:rsidR="00133570" w:rsidRPr="001A7B4B" w:rsidRDefault="00133570" w:rsidP="00133570">
            <w:pPr>
              <w:pStyle w:val="Normalheadingblack"/>
              <w:rPr>
                <w:rFonts w:cs="Arial"/>
                <w:b w:val="0"/>
                <w:szCs w:val="22"/>
              </w:rPr>
            </w:pPr>
          </w:p>
          <w:p w14:paraId="45BD0B6B" w14:textId="77777777" w:rsidR="00133570" w:rsidRPr="001A7B4B" w:rsidRDefault="00133570" w:rsidP="00133570">
            <w:pPr>
              <w:pStyle w:val="Normalheadingblack"/>
              <w:rPr>
                <w:rFonts w:cs="Arial"/>
                <w:b w:val="0"/>
                <w:szCs w:val="22"/>
              </w:rPr>
            </w:pPr>
            <w:r w:rsidRPr="001A7B4B">
              <w:rPr>
                <w:rFonts w:cs="Arial"/>
                <w:b w:val="0"/>
                <w:szCs w:val="22"/>
              </w:rPr>
              <w:t>S2.19 Position and secure components in plumbing system</w:t>
            </w:r>
          </w:p>
        </w:tc>
        <w:tc>
          <w:tcPr>
            <w:tcW w:w="5785" w:type="dxa"/>
            <w:tcBorders>
              <w:top w:val="single" w:sz="4" w:space="0" w:color="C6C5C6"/>
              <w:left w:val="single" w:sz="4" w:space="0" w:color="C6C5C6"/>
              <w:bottom w:val="single" w:sz="4" w:space="0" w:color="C6C5C6"/>
              <w:right w:val="single" w:sz="4" w:space="0" w:color="C6C5C6"/>
            </w:tcBorders>
          </w:tcPr>
          <w:p w14:paraId="006BD6DA" w14:textId="77777777" w:rsidR="00133570" w:rsidRPr="001A7B4B" w:rsidRDefault="00133570" w:rsidP="00133570">
            <w:pPr>
              <w:pStyle w:val="Normalheadingblue"/>
              <w:rPr>
                <w:rFonts w:cs="Arial"/>
                <w:color w:val="auto"/>
                <w:szCs w:val="22"/>
              </w:rPr>
            </w:pPr>
            <w:r w:rsidRPr="001A7B4B">
              <w:rPr>
                <w:rFonts w:cs="Arial"/>
                <w:color w:val="auto"/>
                <w:szCs w:val="22"/>
              </w:rPr>
              <w:lastRenderedPageBreak/>
              <w:t>Activity:</w:t>
            </w:r>
          </w:p>
          <w:p w14:paraId="441E078B" w14:textId="77777777" w:rsidR="00133570" w:rsidRPr="001A7B4B" w:rsidRDefault="00133570" w:rsidP="00133570">
            <w:pPr>
              <w:pStyle w:val="Normalheadingblue"/>
              <w:rPr>
                <w:rFonts w:cs="Arial"/>
                <w:color w:val="auto"/>
                <w:szCs w:val="22"/>
              </w:rPr>
            </w:pPr>
          </w:p>
          <w:p w14:paraId="4F1428A0" w14:textId="77777777" w:rsidR="00133570" w:rsidRPr="001A7B4B" w:rsidRDefault="00133570" w:rsidP="00133570">
            <w:pPr>
              <w:pStyle w:val="Normalheadingblue"/>
              <w:rPr>
                <w:rFonts w:cs="Arial"/>
                <w:color w:val="auto"/>
                <w:szCs w:val="22"/>
              </w:rPr>
            </w:pPr>
            <w:r w:rsidRPr="001A7B4B">
              <w:rPr>
                <w:rFonts w:cs="Arial"/>
                <w:color w:val="auto"/>
                <w:szCs w:val="22"/>
              </w:rPr>
              <w:t>Starter task:</w:t>
            </w:r>
          </w:p>
          <w:p w14:paraId="53677238" w14:textId="6C27F586" w:rsidR="00133570" w:rsidRPr="001A7B4B" w:rsidRDefault="00116A2E" w:rsidP="002C017C">
            <w:pPr>
              <w:pStyle w:val="Normalheadingblue"/>
              <w:numPr>
                <w:ilvl w:val="0"/>
                <w:numId w:val="117"/>
              </w:numPr>
              <w:rPr>
                <w:rFonts w:cs="Arial"/>
                <w:b w:val="0"/>
                <w:color w:val="auto"/>
                <w:szCs w:val="22"/>
              </w:rPr>
            </w:pPr>
            <w:r w:rsidRPr="001A7B4B">
              <w:rPr>
                <w:rFonts w:cs="Arial"/>
                <w:b w:val="0"/>
                <w:color w:val="auto"/>
                <w:szCs w:val="22"/>
              </w:rPr>
              <w:lastRenderedPageBreak/>
              <w:t>Students</w:t>
            </w:r>
            <w:r w:rsidR="00133570" w:rsidRPr="001A7B4B">
              <w:rPr>
                <w:rFonts w:cs="Arial"/>
                <w:b w:val="0"/>
                <w:color w:val="auto"/>
                <w:szCs w:val="22"/>
              </w:rPr>
              <w:t xml:space="preserve"> are to produce a quick end to centre waste pipe measure and cut task as directed by tutor to recap on waste pipework jointing</w:t>
            </w:r>
            <w:r w:rsidR="005761B0">
              <w:rPr>
                <w:rFonts w:cs="Arial"/>
                <w:b w:val="0"/>
                <w:color w:val="auto"/>
                <w:szCs w:val="22"/>
              </w:rPr>
              <w:t>.</w:t>
            </w:r>
          </w:p>
          <w:p w14:paraId="42959DFE" w14:textId="77777777" w:rsidR="00133570" w:rsidRPr="001A7B4B" w:rsidRDefault="00133570" w:rsidP="00133570">
            <w:pPr>
              <w:pStyle w:val="Normalheadingblue"/>
              <w:rPr>
                <w:rFonts w:cs="Arial"/>
                <w:color w:val="auto"/>
                <w:szCs w:val="22"/>
              </w:rPr>
            </w:pPr>
          </w:p>
          <w:p w14:paraId="00DAF657" w14:textId="77777777" w:rsidR="00133570" w:rsidRPr="001A7B4B" w:rsidRDefault="00133570" w:rsidP="00133570">
            <w:pPr>
              <w:pStyle w:val="Normalheadingblue"/>
              <w:rPr>
                <w:rFonts w:cs="Arial"/>
                <w:color w:val="auto"/>
                <w:szCs w:val="22"/>
              </w:rPr>
            </w:pPr>
            <w:r w:rsidRPr="001A7B4B">
              <w:rPr>
                <w:rFonts w:cs="Arial"/>
                <w:color w:val="auto"/>
                <w:szCs w:val="22"/>
              </w:rPr>
              <w:t>Delivery:</w:t>
            </w:r>
          </w:p>
          <w:p w14:paraId="6B290BA5" w14:textId="77777777" w:rsidR="00133570" w:rsidRPr="001A7B4B" w:rsidRDefault="00133570" w:rsidP="00133570">
            <w:pPr>
              <w:pStyle w:val="Normalheadingblue"/>
              <w:rPr>
                <w:rFonts w:cs="Arial"/>
                <w:color w:val="auto"/>
                <w:szCs w:val="22"/>
              </w:rPr>
            </w:pPr>
            <w:r w:rsidRPr="001A7B4B">
              <w:rPr>
                <w:rFonts w:cs="Arial"/>
                <w:color w:val="auto"/>
                <w:szCs w:val="22"/>
              </w:rPr>
              <w:t xml:space="preserve">Practical installation – Install </w:t>
            </w:r>
            <w:proofErr w:type="gramStart"/>
            <w:r w:rsidRPr="001A7B4B">
              <w:rPr>
                <w:rFonts w:cs="Arial"/>
                <w:color w:val="auto"/>
                <w:szCs w:val="22"/>
              </w:rPr>
              <w:t>waste water</w:t>
            </w:r>
            <w:proofErr w:type="gramEnd"/>
            <w:r w:rsidRPr="001A7B4B">
              <w:rPr>
                <w:rFonts w:cs="Arial"/>
                <w:color w:val="auto"/>
                <w:szCs w:val="22"/>
              </w:rPr>
              <w:t xml:space="preserve"> pipework</w:t>
            </w:r>
          </w:p>
          <w:p w14:paraId="20B0A0F2" w14:textId="54030672" w:rsidR="00133570" w:rsidRPr="001A7B4B" w:rsidRDefault="00133570" w:rsidP="002C017C">
            <w:pPr>
              <w:pStyle w:val="Normalheadingblue"/>
              <w:numPr>
                <w:ilvl w:val="0"/>
                <w:numId w:val="117"/>
              </w:numPr>
              <w:rPr>
                <w:rFonts w:cs="Arial"/>
                <w:b w:val="0"/>
                <w:color w:val="auto"/>
                <w:szCs w:val="22"/>
              </w:rPr>
            </w:pPr>
            <w:r w:rsidRPr="001A7B4B">
              <w:rPr>
                <w:rFonts w:cs="Arial"/>
                <w:b w:val="0"/>
                <w:color w:val="auto"/>
                <w:szCs w:val="22"/>
              </w:rPr>
              <w:t xml:space="preserve">Tutor to explain </w:t>
            </w:r>
            <w:r w:rsidR="001F2FCE" w:rsidRPr="001A7B4B">
              <w:rPr>
                <w:rFonts w:cs="Arial"/>
                <w:b w:val="0"/>
                <w:color w:val="auto"/>
                <w:szCs w:val="22"/>
              </w:rPr>
              <w:t>today’s</w:t>
            </w:r>
            <w:r w:rsidRPr="001A7B4B">
              <w:rPr>
                <w:rFonts w:cs="Arial"/>
                <w:b w:val="0"/>
                <w:color w:val="auto"/>
                <w:szCs w:val="22"/>
              </w:rPr>
              <w:t xml:space="preserve"> task and specification</w:t>
            </w:r>
            <w:r w:rsidR="005761B0">
              <w:rPr>
                <w:rFonts w:cs="Arial"/>
                <w:b w:val="0"/>
                <w:color w:val="auto"/>
                <w:szCs w:val="22"/>
              </w:rPr>
              <w:t>.</w:t>
            </w:r>
          </w:p>
          <w:p w14:paraId="331B276D" w14:textId="131B2B7E" w:rsidR="00133570" w:rsidRPr="001A7B4B" w:rsidRDefault="00116A2E" w:rsidP="002C017C">
            <w:pPr>
              <w:pStyle w:val="Normalheadingblue"/>
              <w:numPr>
                <w:ilvl w:val="0"/>
                <w:numId w:val="117"/>
              </w:numPr>
              <w:rPr>
                <w:rFonts w:cs="Arial"/>
                <w:b w:val="0"/>
                <w:color w:val="auto"/>
                <w:szCs w:val="22"/>
              </w:rPr>
            </w:pPr>
            <w:r w:rsidRPr="001A7B4B">
              <w:rPr>
                <w:rFonts w:cs="Arial"/>
                <w:b w:val="0"/>
                <w:color w:val="auto"/>
                <w:szCs w:val="22"/>
              </w:rPr>
              <w:t>Students</w:t>
            </w:r>
            <w:r w:rsidR="00133570" w:rsidRPr="001A7B4B">
              <w:rPr>
                <w:rFonts w:cs="Arial"/>
                <w:b w:val="0"/>
                <w:color w:val="auto"/>
                <w:szCs w:val="22"/>
              </w:rPr>
              <w:t xml:space="preserve"> are to install waste pipework from boiler condense and discharge pipework to a drain using waste pipework</w:t>
            </w:r>
            <w:r w:rsidR="005761B0">
              <w:rPr>
                <w:rFonts w:cs="Arial"/>
                <w:b w:val="0"/>
                <w:color w:val="auto"/>
                <w:szCs w:val="22"/>
              </w:rPr>
              <w:t>.</w:t>
            </w:r>
          </w:p>
          <w:p w14:paraId="33C44D53" w14:textId="14603FB7" w:rsidR="00133570" w:rsidRPr="001A7B4B" w:rsidRDefault="00116A2E" w:rsidP="002C017C">
            <w:pPr>
              <w:pStyle w:val="Normalheadingblue"/>
              <w:numPr>
                <w:ilvl w:val="0"/>
                <w:numId w:val="117"/>
              </w:numPr>
              <w:rPr>
                <w:rFonts w:cs="Arial"/>
                <w:b w:val="0"/>
                <w:color w:val="auto"/>
                <w:szCs w:val="22"/>
              </w:rPr>
            </w:pPr>
            <w:r w:rsidRPr="001A7B4B">
              <w:rPr>
                <w:rFonts w:cs="Arial"/>
                <w:b w:val="0"/>
                <w:color w:val="auto"/>
                <w:szCs w:val="22"/>
              </w:rPr>
              <w:t>Students</w:t>
            </w:r>
            <w:r w:rsidR="00133570" w:rsidRPr="001A7B4B">
              <w:rPr>
                <w:rFonts w:cs="Arial"/>
                <w:b w:val="0"/>
                <w:color w:val="auto"/>
                <w:szCs w:val="22"/>
              </w:rPr>
              <w:t xml:space="preserve"> are to install waste connections to the wash hand basin they connected to in previous sessions</w:t>
            </w:r>
            <w:r w:rsidR="005761B0">
              <w:rPr>
                <w:rFonts w:cs="Arial"/>
                <w:b w:val="0"/>
                <w:color w:val="auto"/>
                <w:szCs w:val="22"/>
              </w:rPr>
              <w:t>.</w:t>
            </w:r>
          </w:p>
          <w:p w14:paraId="0CD742FF" w14:textId="16056E7B" w:rsidR="00133570" w:rsidRPr="001A7B4B" w:rsidRDefault="00133570" w:rsidP="002C017C">
            <w:pPr>
              <w:pStyle w:val="Normalheadingblue"/>
              <w:numPr>
                <w:ilvl w:val="0"/>
                <w:numId w:val="117"/>
              </w:numPr>
              <w:rPr>
                <w:rFonts w:cs="Arial"/>
                <w:b w:val="0"/>
                <w:color w:val="auto"/>
                <w:szCs w:val="22"/>
              </w:rPr>
            </w:pPr>
            <w:r w:rsidRPr="001A7B4B">
              <w:rPr>
                <w:rFonts w:cs="Arial"/>
                <w:b w:val="0"/>
                <w:color w:val="auto"/>
                <w:szCs w:val="22"/>
              </w:rPr>
              <w:t>Tutor to offer guidance throughout</w:t>
            </w:r>
            <w:r w:rsidR="005761B0">
              <w:rPr>
                <w:rFonts w:cs="Arial"/>
                <w:b w:val="0"/>
                <w:color w:val="auto"/>
                <w:szCs w:val="22"/>
              </w:rPr>
              <w:t>.</w:t>
            </w:r>
          </w:p>
          <w:p w14:paraId="3931DBF2" w14:textId="696C30E2" w:rsidR="00133570" w:rsidRPr="001A7B4B" w:rsidRDefault="00133570" w:rsidP="002C017C">
            <w:pPr>
              <w:pStyle w:val="Normalheadingblue"/>
              <w:numPr>
                <w:ilvl w:val="0"/>
                <w:numId w:val="117"/>
              </w:numPr>
              <w:rPr>
                <w:rFonts w:cs="Arial"/>
                <w:b w:val="0"/>
                <w:color w:val="auto"/>
                <w:szCs w:val="22"/>
              </w:rPr>
            </w:pPr>
            <w:r w:rsidRPr="001A7B4B">
              <w:rPr>
                <w:rFonts w:cs="Arial"/>
                <w:b w:val="0"/>
                <w:color w:val="auto"/>
                <w:szCs w:val="22"/>
              </w:rPr>
              <w:t>On completion tutor to mark against dimensions and offer feedback</w:t>
            </w:r>
            <w:r w:rsidR="005761B0">
              <w:rPr>
                <w:rFonts w:cs="Arial"/>
                <w:b w:val="0"/>
                <w:color w:val="auto"/>
                <w:szCs w:val="22"/>
              </w:rPr>
              <w:t>.</w:t>
            </w:r>
          </w:p>
          <w:p w14:paraId="48CFAC4E" w14:textId="769C43E3" w:rsidR="00133570" w:rsidRPr="001A7B4B" w:rsidRDefault="00116A2E" w:rsidP="002C017C">
            <w:pPr>
              <w:pStyle w:val="Normalheadingblue"/>
              <w:numPr>
                <w:ilvl w:val="0"/>
                <w:numId w:val="117"/>
              </w:numPr>
              <w:rPr>
                <w:rFonts w:cs="Arial"/>
                <w:b w:val="0"/>
                <w:color w:val="auto"/>
                <w:szCs w:val="22"/>
              </w:rPr>
            </w:pPr>
            <w:r w:rsidRPr="001A7B4B">
              <w:rPr>
                <w:rFonts w:cs="Arial"/>
                <w:b w:val="0"/>
                <w:color w:val="auto"/>
                <w:szCs w:val="22"/>
              </w:rPr>
              <w:t>Students</w:t>
            </w:r>
            <w:r w:rsidR="00133570" w:rsidRPr="001A7B4B">
              <w:rPr>
                <w:rFonts w:cs="Arial"/>
                <w:b w:val="0"/>
                <w:color w:val="auto"/>
                <w:szCs w:val="22"/>
              </w:rPr>
              <w:t xml:space="preserve"> to tidy workspace and where possible leave system in position for commissioning </w:t>
            </w:r>
            <w:proofErr w:type="gramStart"/>
            <w:r w:rsidR="00133570" w:rsidRPr="001A7B4B">
              <w:rPr>
                <w:rFonts w:cs="Arial"/>
                <w:b w:val="0"/>
                <w:color w:val="auto"/>
                <w:szCs w:val="22"/>
              </w:rPr>
              <w:t>at a later date</w:t>
            </w:r>
            <w:proofErr w:type="gramEnd"/>
            <w:r w:rsidR="005761B0">
              <w:rPr>
                <w:rFonts w:cs="Arial"/>
                <w:b w:val="0"/>
                <w:color w:val="auto"/>
                <w:szCs w:val="22"/>
              </w:rPr>
              <w:t>.</w:t>
            </w:r>
          </w:p>
          <w:p w14:paraId="6211FA8F" w14:textId="77777777" w:rsidR="00133570" w:rsidRPr="001A7B4B" w:rsidRDefault="00133570" w:rsidP="00133570">
            <w:pPr>
              <w:pStyle w:val="Normalheadingblue"/>
              <w:rPr>
                <w:rFonts w:cs="Arial"/>
                <w:color w:val="auto"/>
                <w:szCs w:val="22"/>
              </w:rPr>
            </w:pPr>
          </w:p>
          <w:p w14:paraId="66C63210" w14:textId="77777777" w:rsidR="00133570" w:rsidRPr="001A7B4B" w:rsidRDefault="00133570" w:rsidP="00133570">
            <w:pPr>
              <w:pStyle w:val="Normalheadingblue"/>
              <w:rPr>
                <w:rFonts w:cs="Arial"/>
                <w:color w:val="auto"/>
                <w:szCs w:val="22"/>
              </w:rPr>
            </w:pPr>
            <w:r w:rsidRPr="001A7B4B">
              <w:rPr>
                <w:rFonts w:cs="Arial"/>
                <w:color w:val="auto"/>
                <w:szCs w:val="22"/>
              </w:rPr>
              <w:t>Knowledge and skills check example:</w:t>
            </w:r>
          </w:p>
          <w:p w14:paraId="5C7B8227" w14:textId="63E549FB" w:rsidR="00133570" w:rsidRPr="001A7B4B" w:rsidRDefault="00133570" w:rsidP="002C017C">
            <w:pPr>
              <w:pStyle w:val="Normalheadingblue"/>
              <w:numPr>
                <w:ilvl w:val="0"/>
                <w:numId w:val="118"/>
              </w:numPr>
              <w:rPr>
                <w:rFonts w:cs="Arial"/>
                <w:b w:val="0"/>
                <w:color w:val="auto"/>
                <w:szCs w:val="22"/>
              </w:rPr>
            </w:pPr>
            <w:r w:rsidRPr="001A7B4B">
              <w:rPr>
                <w:rFonts w:cs="Arial"/>
                <w:b w:val="0"/>
                <w:color w:val="auto"/>
                <w:szCs w:val="22"/>
              </w:rPr>
              <w:t>Install condense pipework</w:t>
            </w:r>
            <w:r w:rsidR="005761B0">
              <w:rPr>
                <w:rFonts w:cs="Arial"/>
                <w:b w:val="0"/>
                <w:color w:val="auto"/>
                <w:szCs w:val="22"/>
              </w:rPr>
              <w:t>.</w:t>
            </w:r>
          </w:p>
          <w:p w14:paraId="093CF30E" w14:textId="6E541F63" w:rsidR="00133570" w:rsidRPr="001A7B4B" w:rsidRDefault="00133570" w:rsidP="002C017C">
            <w:pPr>
              <w:pStyle w:val="Normalheadingblue"/>
              <w:numPr>
                <w:ilvl w:val="0"/>
                <w:numId w:val="118"/>
              </w:numPr>
              <w:rPr>
                <w:rFonts w:cs="Arial"/>
                <w:b w:val="0"/>
                <w:color w:val="auto"/>
                <w:szCs w:val="22"/>
              </w:rPr>
            </w:pPr>
            <w:r w:rsidRPr="001A7B4B">
              <w:rPr>
                <w:rFonts w:cs="Arial"/>
                <w:b w:val="0"/>
                <w:color w:val="auto"/>
                <w:szCs w:val="22"/>
              </w:rPr>
              <w:t>Install waste pipework</w:t>
            </w:r>
            <w:r w:rsidR="005761B0">
              <w:rPr>
                <w:rFonts w:cs="Arial"/>
                <w:b w:val="0"/>
                <w:color w:val="auto"/>
                <w:szCs w:val="22"/>
              </w:rPr>
              <w:t>.</w:t>
            </w:r>
          </w:p>
          <w:p w14:paraId="02450E3F" w14:textId="77777777" w:rsidR="00133570" w:rsidRPr="001A7B4B" w:rsidRDefault="00133570" w:rsidP="00133570">
            <w:pPr>
              <w:pStyle w:val="Normalheadingblue"/>
              <w:ind w:left="720"/>
              <w:rPr>
                <w:rFonts w:cs="Arial"/>
                <w:b w:val="0"/>
                <w:color w:val="auto"/>
                <w:szCs w:val="22"/>
              </w:rPr>
            </w:pPr>
          </w:p>
          <w:p w14:paraId="2E40362B" w14:textId="77777777" w:rsidR="00133570" w:rsidRPr="001A7B4B" w:rsidRDefault="00133570" w:rsidP="00133570">
            <w:pPr>
              <w:pStyle w:val="Normalheadingblue"/>
              <w:rPr>
                <w:rFonts w:cs="Arial"/>
                <w:color w:val="auto"/>
                <w:szCs w:val="22"/>
              </w:rPr>
            </w:pPr>
            <w:r w:rsidRPr="001A7B4B">
              <w:rPr>
                <w:rFonts w:cs="Arial"/>
                <w:color w:val="auto"/>
                <w:szCs w:val="22"/>
              </w:rPr>
              <w:lastRenderedPageBreak/>
              <w:t>Resources:</w:t>
            </w:r>
          </w:p>
          <w:p w14:paraId="706ADAB3" w14:textId="77777777" w:rsidR="00133570" w:rsidRPr="001A7B4B" w:rsidRDefault="00133570" w:rsidP="00133570">
            <w:pPr>
              <w:pStyle w:val="Normalheadingblue"/>
              <w:rPr>
                <w:rFonts w:cs="Arial"/>
                <w:b w:val="0"/>
                <w:color w:val="auto"/>
                <w:szCs w:val="22"/>
              </w:rPr>
            </w:pPr>
            <w:r w:rsidRPr="001A7B4B">
              <w:rPr>
                <w:rFonts w:cs="Arial"/>
                <w:b w:val="0"/>
                <w:color w:val="auto"/>
                <w:szCs w:val="22"/>
              </w:rPr>
              <w:t>PPE</w:t>
            </w:r>
          </w:p>
          <w:p w14:paraId="4E54F605" w14:textId="77777777" w:rsidR="00133570" w:rsidRPr="001A7B4B" w:rsidRDefault="00133570" w:rsidP="00133570">
            <w:pPr>
              <w:pStyle w:val="Normalheadingblue"/>
              <w:rPr>
                <w:rFonts w:cs="Arial"/>
                <w:b w:val="0"/>
                <w:color w:val="auto"/>
                <w:szCs w:val="22"/>
              </w:rPr>
            </w:pPr>
            <w:r w:rsidRPr="001A7B4B">
              <w:rPr>
                <w:rFonts w:cs="Arial"/>
                <w:b w:val="0"/>
                <w:color w:val="auto"/>
                <w:szCs w:val="22"/>
              </w:rPr>
              <w:t>Suitable tools and power tools</w:t>
            </w:r>
          </w:p>
          <w:p w14:paraId="2C6EF45C" w14:textId="77777777" w:rsidR="00133570" w:rsidRPr="001A7B4B" w:rsidRDefault="00133570" w:rsidP="00133570">
            <w:pPr>
              <w:pStyle w:val="Normalheadingblue"/>
              <w:rPr>
                <w:rFonts w:cs="Arial"/>
                <w:b w:val="0"/>
                <w:color w:val="auto"/>
                <w:szCs w:val="22"/>
              </w:rPr>
            </w:pPr>
            <w:r w:rsidRPr="001A7B4B">
              <w:rPr>
                <w:rFonts w:cs="Arial"/>
                <w:b w:val="0"/>
                <w:color w:val="auto"/>
                <w:szCs w:val="22"/>
              </w:rPr>
              <w:t>Waste pipework</w:t>
            </w:r>
          </w:p>
          <w:p w14:paraId="37A13F65" w14:textId="77777777" w:rsidR="00133570" w:rsidRPr="001A7B4B" w:rsidRDefault="00133570" w:rsidP="00133570">
            <w:pPr>
              <w:pStyle w:val="Normalheadingblue"/>
              <w:rPr>
                <w:rFonts w:cs="Arial"/>
                <w:b w:val="0"/>
                <w:color w:val="auto"/>
                <w:szCs w:val="22"/>
              </w:rPr>
            </w:pPr>
            <w:r w:rsidRPr="001A7B4B">
              <w:rPr>
                <w:rFonts w:cs="Arial"/>
                <w:b w:val="0"/>
                <w:color w:val="auto"/>
                <w:szCs w:val="22"/>
              </w:rPr>
              <w:t>Jointing materials</w:t>
            </w:r>
          </w:p>
          <w:p w14:paraId="4009D497" w14:textId="77777777" w:rsidR="00133570" w:rsidRPr="001A7B4B" w:rsidRDefault="00133570" w:rsidP="00133570">
            <w:pPr>
              <w:pStyle w:val="Normalheadingblue"/>
              <w:rPr>
                <w:rFonts w:cs="Arial"/>
                <w:b w:val="0"/>
                <w:color w:val="auto"/>
                <w:szCs w:val="22"/>
              </w:rPr>
            </w:pPr>
            <w:r w:rsidRPr="001A7B4B">
              <w:rPr>
                <w:rFonts w:cs="Arial"/>
                <w:b w:val="0"/>
                <w:color w:val="auto"/>
                <w:szCs w:val="22"/>
              </w:rPr>
              <w:t>Fittings</w:t>
            </w:r>
          </w:p>
          <w:p w14:paraId="542D88F5" w14:textId="77777777" w:rsidR="00133570" w:rsidRPr="001A7B4B" w:rsidRDefault="00133570" w:rsidP="00133570">
            <w:pPr>
              <w:pStyle w:val="Normalheadingblue"/>
              <w:rPr>
                <w:rFonts w:cs="Arial"/>
                <w:b w:val="0"/>
                <w:color w:val="auto"/>
                <w:szCs w:val="22"/>
              </w:rPr>
            </w:pPr>
            <w:proofErr w:type="spellStart"/>
            <w:r w:rsidRPr="001A7B4B">
              <w:rPr>
                <w:rFonts w:cs="Arial"/>
                <w:b w:val="0"/>
                <w:color w:val="auto"/>
                <w:szCs w:val="22"/>
              </w:rPr>
              <w:t>Manufacturers</w:t>
            </w:r>
            <w:proofErr w:type="spellEnd"/>
            <w:r w:rsidRPr="001A7B4B">
              <w:rPr>
                <w:rFonts w:cs="Arial"/>
                <w:b w:val="0"/>
                <w:color w:val="auto"/>
                <w:szCs w:val="22"/>
              </w:rPr>
              <w:t xml:space="preserve"> instructions</w:t>
            </w:r>
          </w:p>
          <w:p w14:paraId="71EC129E" w14:textId="77777777" w:rsidR="00133570" w:rsidRPr="001A7B4B" w:rsidRDefault="00133570" w:rsidP="00133570">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08931BA8" w14:textId="77777777" w:rsidR="00DD207A" w:rsidRPr="001A7B4B" w:rsidRDefault="008A57D2">
            <w:r w:rsidRPr="001A7B4B">
              <w:lastRenderedPageBreak/>
              <w:t>Produce centre to end measurements</w:t>
            </w:r>
            <w:r w:rsidRPr="001A7B4B">
              <w:br/>
            </w:r>
            <w:r w:rsidRPr="001A7B4B">
              <w:br/>
            </w:r>
            <w:r w:rsidRPr="001A7B4B">
              <w:br/>
            </w:r>
            <w:r w:rsidRPr="001A7B4B">
              <w:br/>
            </w:r>
            <w:r w:rsidRPr="001A7B4B">
              <w:lastRenderedPageBreak/>
              <w:t>Install condense pipework</w:t>
            </w:r>
            <w:r w:rsidRPr="001A7B4B">
              <w:br/>
            </w:r>
            <w:r w:rsidRPr="001A7B4B">
              <w:br/>
            </w:r>
            <w:r w:rsidRPr="001A7B4B">
              <w:br/>
              <w:t>Install waste pipework</w:t>
            </w:r>
            <w:r w:rsidRPr="001A7B4B">
              <w:br/>
              <w:t>Maths skills (measurement, scale, calculation, costing)</w:t>
            </w:r>
          </w:p>
        </w:tc>
      </w:tr>
      <w:tr w:rsidR="001A7B4B" w:rsidRPr="001A7B4B" w14:paraId="607C6BA3"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12CB5D51" w14:textId="77777777" w:rsidR="00D22118" w:rsidRDefault="00D22118" w:rsidP="00D22118">
            <w:pPr>
              <w:jc w:val="center"/>
              <w:rPr>
                <w:rFonts w:cs="Arial"/>
                <w:szCs w:val="22"/>
              </w:rPr>
            </w:pPr>
            <w:r>
              <w:rPr>
                <w:rFonts w:cs="Arial"/>
                <w:szCs w:val="22"/>
              </w:rPr>
              <w:lastRenderedPageBreak/>
              <w:t>176</w:t>
            </w:r>
          </w:p>
          <w:p w14:paraId="1EC799C2" w14:textId="77777777" w:rsidR="00D22118" w:rsidRDefault="00D22118" w:rsidP="00D22118">
            <w:pPr>
              <w:jc w:val="center"/>
              <w:rPr>
                <w:rFonts w:cs="Arial"/>
                <w:szCs w:val="22"/>
              </w:rPr>
            </w:pPr>
            <w:r>
              <w:rPr>
                <w:rFonts w:cs="Arial"/>
                <w:szCs w:val="22"/>
              </w:rPr>
              <w:t xml:space="preserve"> 3 hours</w:t>
            </w:r>
          </w:p>
        </w:tc>
        <w:tc>
          <w:tcPr>
            <w:tcW w:w="2199" w:type="dxa"/>
            <w:tcBorders>
              <w:top w:val="single" w:sz="4" w:space="0" w:color="C6C5C6"/>
              <w:left w:val="single" w:sz="4" w:space="0" w:color="C6C5C6"/>
              <w:bottom w:val="single" w:sz="4" w:space="0" w:color="C6C5C6"/>
              <w:right w:val="single" w:sz="4" w:space="0" w:color="C6C5C6"/>
            </w:tcBorders>
          </w:tcPr>
          <w:p w14:paraId="6A627D31" w14:textId="77777777" w:rsidR="00D22118" w:rsidRPr="001A7B4B" w:rsidRDefault="00D22118" w:rsidP="00D22118">
            <w:pPr>
              <w:pStyle w:val="Normalheadingblack"/>
              <w:rPr>
                <w:rFonts w:cs="Arial"/>
                <w:lang w:eastAsia="en-GB"/>
              </w:rPr>
            </w:pPr>
            <w:r w:rsidRPr="001A7B4B">
              <w:rPr>
                <w:rFonts w:cs="Arial"/>
                <w:lang w:eastAsia="en-GB"/>
              </w:rPr>
              <w:t>Outcome 1 – Plumbing and heating common knowledge criteria</w:t>
            </w:r>
          </w:p>
          <w:p w14:paraId="5F69B935" w14:textId="77777777" w:rsidR="00D22118" w:rsidRPr="001A7B4B" w:rsidRDefault="00D22118" w:rsidP="00D22118">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75F3227B" w14:textId="77777777" w:rsidR="00D22118" w:rsidRPr="001A7B4B" w:rsidRDefault="00D22118" w:rsidP="00D22118">
            <w:pPr>
              <w:pStyle w:val="Normalheadingblack"/>
              <w:rPr>
                <w:rFonts w:cs="Arial"/>
                <w:b w:val="0"/>
                <w:szCs w:val="22"/>
              </w:rPr>
            </w:pPr>
            <w:r w:rsidRPr="001A7B4B">
              <w:rPr>
                <w:rFonts w:cs="Arial"/>
                <w:b w:val="0"/>
                <w:szCs w:val="22"/>
              </w:rPr>
              <w:t>K1.6 – K1.14 –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0B7ECF09" w14:textId="77777777" w:rsidR="00D22118" w:rsidRPr="001A7B4B" w:rsidRDefault="00D22118" w:rsidP="00D22118">
            <w:pPr>
              <w:pStyle w:val="Normalheadingblue"/>
              <w:rPr>
                <w:rFonts w:cs="Arial"/>
                <w:color w:val="auto"/>
                <w:szCs w:val="22"/>
              </w:rPr>
            </w:pPr>
            <w:r w:rsidRPr="001A7B4B">
              <w:rPr>
                <w:rFonts w:cs="Arial"/>
                <w:color w:val="auto"/>
                <w:szCs w:val="22"/>
              </w:rPr>
              <w:t>Activity:</w:t>
            </w:r>
          </w:p>
          <w:p w14:paraId="1AD9339C" w14:textId="77777777" w:rsidR="00D22118" w:rsidRPr="001A7B4B" w:rsidRDefault="00D22118" w:rsidP="00D22118">
            <w:pPr>
              <w:pStyle w:val="Normalheadingblue"/>
              <w:rPr>
                <w:rFonts w:cs="Arial"/>
                <w:color w:val="auto"/>
                <w:szCs w:val="22"/>
              </w:rPr>
            </w:pPr>
          </w:p>
          <w:p w14:paraId="199DA903" w14:textId="77777777" w:rsidR="00D22118" w:rsidRPr="001A7B4B" w:rsidRDefault="00D22118" w:rsidP="00D22118">
            <w:pPr>
              <w:pStyle w:val="Normalheadingblue"/>
              <w:rPr>
                <w:rFonts w:cs="Arial"/>
                <w:color w:val="auto"/>
                <w:szCs w:val="22"/>
              </w:rPr>
            </w:pPr>
            <w:r w:rsidRPr="001A7B4B">
              <w:rPr>
                <w:rFonts w:cs="Arial"/>
                <w:color w:val="auto"/>
                <w:szCs w:val="22"/>
              </w:rPr>
              <w:t>Starter task example:</w:t>
            </w:r>
          </w:p>
          <w:p w14:paraId="50699A8D" w14:textId="2C4506D0" w:rsidR="00D22118" w:rsidRPr="001A7B4B" w:rsidRDefault="00D22118" w:rsidP="002C017C">
            <w:pPr>
              <w:pStyle w:val="Normalheadingblue"/>
              <w:numPr>
                <w:ilvl w:val="0"/>
                <w:numId w:val="119"/>
              </w:numPr>
              <w:rPr>
                <w:rFonts w:cs="Arial"/>
                <w:b w:val="0"/>
                <w:color w:val="auto"/>
                <w:szCs w:val="22"/>
              </w:rPr>
            </w:pPr>
            <w:r w:rsidRPr="001A7B4B">
              <w:rPr>
                <w:rFonts w:cs="Arial"/>
                <w:b w:val="0"/>
                <w:color w:val="auto"/>
                <w:szCs w:val="22"/>
              </w:rPr>
              <w:t>Work experience discussion – tutor to lead discussion regarding progress of work experience and introduce any opportunities that may be available</w:t>
            </w:r>
            <w:r w:rsidR="005761B0">
              <w:rPr>
                <w:rFonts w:cs="Arial"/>
                <w:b w:val="0"/>
                <w:color w:val="auto"/>
                <w:szCs w:val="22"/>
              </w:rPr>
              <w:t>.</w:t>
            </w:r>
          </w:p>
          <w:p w14:paraId="7E5AF17B" w14:textId="77777777" w:rsidR="00D22118" w:rsidRPr="001A7B4B" w:rsidRDefault="00D22118" w:rsidP="00D22118">
            <w:pPr>
              <w:pStyle w:val="Normalheadingblue"/>
              <w:rPr>
                <w:rFonts w:cs="Arial"/>
                <w:color w:val="auto"/>
                <w:szCs w:val="22"/>
              </w:rPr>
            </w:pPr>
          </w:p>
          <w:p w14:paraId="01EEE8DC" w14:textId="77777777" w:rsidR="00D22118" w:rsidRPr="001A7B4B" w:rsidRDefault="00D22118" w:rsidP="00D22118">
            <w:pPr>
              <w:pStyle w:val="Normalheadingblue"/>
              <w:rPr>
                <w:rFonts w:cs="Arial"/>
                <w:color w:val="auto"/>
                <w:szCs w:val="22"/>
              </w:rPr>
            </w:pPr>
            <w:r w:rsidRPr="001A7B4B">
              <w:rPr>
                <w:rFonts w:cs="Arial"/>
                <w:color w:val="auto"/>
                <w:szCs w:val="22"/>
              </w:rPr>
              <w:t xml:space="preserve">Delivery: </w:t>
            </w:r>
          </w:p>
          <w:p w14:paraId="4567E60F" w14:textId="77777777" w:rsidR="00D22118" w:rsidRPr="001A7B4B" w:rsidRDefault="00D22118" w:rsidP="00D22118">
            <w:pPr>
              <w:pStyle w:val="Normalheadingblue"/>
              <w:rPr>
                <w:rFonts w:cs="Arial"/>
                <w:color w:val="auto"/>
                <w:szCs w:val="22"/>
              </w:rPr>
            </w:pPr>
            <w:r w:rsidRPr="001A7B4B">
              <w:rPr>
                <w:rFonts w:cs="Arial"/>
                <w:color w:val="auto"/>
                <w:szCs w:val="22"/>
              </w:rPr>
              <w:t>Plumbing and heating systems overview recap of Plumbing and heating system content</w:t>
            </w:r>
          </w:p>
          <w:p w14:paraId="3DF1B8C0" w14:textId="613A8076" w:rsidR="00D22118" w:rsidRPr="001A7B4B" w:rsidRDefault="00D22118" w:rsidP="002C017C">
            <w:pPr>
              <w:pStyle w:val="Normalheadingblue"/>
              <w:numPr>
                <w:ilvl w:val="0"/>
                <w:numId w:val="119"/>
              </w:numPr>
              <w:rPr>
                <w:rFonts w:cs="Arial"/>
                <w:b w:val="0"/>
                <w:color w:val="auto"/>
                <w:szCs w:val="22"/>
              </w:rPr>
            </w:pPr>
            <w:r w:rsidRPr="001A7B4B">
              <w:rPr>
                <w:rFonts w:cs="Arial"/>
                <w:b w:val="0"/>
                <w:color w:val="auto"/>
                <w:szCs w:val="22"/>
              </w:rPr>
              <w:t xml:space="preserve">Tutor to use revision tasks and previous </w:t>
            </w:r>
            <w:r w:rsidR="00763103" w:rsidRPr="001A7B4B">
              <w:rPr>
                <w:rFonts w:cs="Arial"/>
                <w:b w:val="0"/>
                <w:color w:val="auto"/>
                <w:szCs w:val="22"/>
              </w:rPr>
              <w:t>PowerPoint</w:t>
            </w:r>
            <w:r w:rsidRPr="001A7B4B">
              <w:rPr>
                <w:rFonts w:cs="Arial"/>
                <w:b w:val="0"/>
                <w:color w:val="auto"/>
                <w:szCs w:val="22"/>
              </w:rPr>
              <w:t>s to conclude the general delivery of the systems content</w:t>
            </w:r>
            <w:r w:rsidR="00A366C8">
              <w:rPr>
                <w:rFonts w:cs="Arial"/>
                <w:b w:val="0"/>
                <w:color w:val="auto"/>
                <w:szCs w:val="22"/>
              </w:rPr>
              <w:t>.</w:t>
            </w:r>
          </w:p>
          <w:p w14:paraId="7D496C6C" w14:textId="1C5F1645" w:rsidR="00D22118" w:rsidRPr="001A7B4B" w:rsidRDefault="00D22118" w:rsidP="002C017C">
            <w:pPr>
              <w:pStyle w:val="Normalheadingblue"/>
              <w:numPr>
                <w:ilvl w:val="0"/>
                <w:numId w:val="119"/>
              </w:numPr>
              <w:rPr>
                <w:rFonts w:cs="Arial"/>
                <w:b w:val="0"/>
                <w:color w:val="auto"/>
                <w:szCs w:val="22"/>
              </w:rPr>
            </w:pPr>
            <w:r w:rsidRPr="001A7B4B">
              <w:rPr>
                <w:rFonts w:cs="Arial"/>
                <w:b w:val="0"/>
                <w:color w:val="auto"/>
                <w:szCs w:val="22"/>
              </w:rPr>
              <w:lastRenderedPageBreak/>
              <w:t xml:space="preserve">Use peer to peer tasks such as producing MCQ for group to group quizzes or online tutor led quizzes such as </w:t>
            </w:r>
            <w:r w:rsidR="00A71F16" w:rsidRPr="001A7B4B">
              <w:rPr>
                <w:rFonts w:cs="Arial"/>
                <w:b w:val="0"/>
                <w:color w:val="auto"/>
                <w:szCs w:val="22"/>
              </w:rPr>
              <w:t>Kahoot</w:t>
            </w:r>
            <w:r w:rsidR="00A366C8">
              <w:rPr>
                <w:rFonts w:cs="Arial"/>
                <w:b w:val="0"/>
                <w:color w:val="auto"/>
                <w:szCs w:val="22"/>
              </w:rPr>
              <w:t>.</w:t>
            </w:r>
          </w:p>
          <w:p w14:paraId="04D160CD" w14:textId="06E62206" w:rsidR="00D22118" w:rsidRPr="001A7B4B" w:rsidRDefault="00D22118" w:rsidP="002C017C">
            <w:pPr>
              <w:pStyle w:val="Normalheadingblue"/>
              <w:numPr>
                <w:ilvl w:val="0"/>
                <w:numId w:val="119"/>
              </w:numPr>
              <w:rPr>
                <w:rFonts w:cs="Arial"/>
                <w:b w:val="0"/>
                <w:color w:val="auto"/>
                <w:szCs w:val="22"/>
              </w:rPr>
            </w:pPr>
            <w:r w:rsidRPr="001A7B4B">
              <w:rPr>
                <w:rFonts w:cs="Arial"/>
                <w:b w:val="0"/>
                <w:color w:val="auto"/>
                <w:szCs w:val="22"/>
              </w:rPr>
              <w:t xml:space="preserve">Use this session for </w:t>
            </w:r>
            <w:r w:rsidR="00F502C8" w:rsidRPr="001A7B4B">
              <w:rPr>
                <w:rFonts w:cs="Arial"/>
                <w:b w:val="0"/>
                <w:color w:val="auto"/>
                <w:szCs w:val="22"/>
              </w:rPr>
              <w:t>students</w:t>
            </w:r>
            <w:r w:rsidRPr="001A7B4B">
              <w:rPr>
                <w:rFonts w:cs="Arial"/>
                <w:b w:val="0"/>
                <w:color w:val="auto"/>
                <w:szCs w:val="22"/>
              </w:rPr>
              <w:t xml:space="preserve"> to raise questions related to items they do not yet fully understand</w:t>
            </w:r>
            <w:r w:rsidR="00A366C8">
              <w:rPr>
                <w:rFonts w:cs="Arial"/>
                <w:b w:val="0"/>
                <w:color w:val="auto"/>
                <w:szCs w:val="22"/>
              </w:rPr>
              <w:t>.</w:t>
            </w:r>
          </w:p>
          <w:p w14:paraId="6F7B4BCC" w14:textId="77777777" w:rsidR="00D22118" w:rsidRPr="001A7B4B" w:rsidRDefault="00D22118" w:rsidP="00D22118">
            <w:pPr>
              <w:pStyle w:val="Normalheadingblue"/>
              <w:rPr>
                <w:rFonts w:cs="Arial"/>
                <w:color w:val="auto"/>
                <w:szCs w:val="22"/>
              </w:rPr>
            </w:pPr>
          </w:p>
          <w:p w14:paraId="6817BB35" w14:textId="77777777" w:rsidR="00D22118" w:rsidRPr="001A7B4B" w:rsidRDefault="00D22118" w:rsidP="00D22118">
            <w:pPr>
              <w:pStyle w:val="Normalheadingblue"/>
              <w:rPr>
                <w:rFonts w:cs="Arial"/>
                <w:color w:val="auto"/>
                <w:szCs w:val="22"/>
              </w:rPr>
            </w:pPr>
            <w:r w:rsidRPr="001A7B4B">
              <w:rPr>
                <w:rFonts w:cs="Arial"/>
                <w:color w:val="auto"/>
                <w:szCs w:val="22"/>
              </w:rPr>
              <w:t>Knowledge check example:</w:t>
            </w:r>
          </w:p>
          <w:p w14:paraId="7175C1E2" w14:textId="1F438342" w:rsidR="00D22118" w:rsidRPr="001A7B4B" w:rsidRDefault="00A366C8" w:rsidP="002C017C">
            <w:pPr>
              <w:pStyle w:val="Normalheadingblue"/>
              <w:numPr>
                <w:ilvl w:val="0"/>
                <w:numId w:val="120"/>
              </w:numPr>
              <w:rPr>
                <w:rFonts w:cs="Arial"/>
                <w:b w:val="0"/>
                <w:color w:val="auto"/>
                <w:szCs w:val="22"/>
              </w:rPr>
            </w:pPr>
            <w:r w:rsidRPr="001A7B4B">
              <w:rPr>
                <w:rFonts w:cs="Arial"/>
                <w:b w:val="0"/>
                <w:color w:val="auto"/>
                <w:szCs w:val="22"/>
              </w:rPr>
              <w:t>Online</w:t>
            </w:r>
            <w:r w:rsidR="00D22118" w:rsidRPr="001A7B4B">
              <w:rPr>
                <w:rFonts w:cs="Arial"/>
                <w:b w:val="0"/>
                <w:color w:val="auto"/>
                <w:szCs w:val="22"/>
              </w:rPr>
              <w:t xml:space="preserve"> quiz</w:t>
            </w:r>
            <w:r>
              <w:rPr>
                <w:rFonts w:cs="Arial"/>
                <w:b w:val="0"/>
                <w:color w:val="auto"/>
                <w:szCs w:val="22"/>
              </w:rPr>
              <w:t>.</w:t>
            </w:r>
          </w:p>
          <w:p w14:paraId="4D9BEEF1" w14:textId="7C0F3EA2" w:rsidR="00D22118" w:rsidRPr="001A7B4B" w:rsidRDefault="00D22118" w:rsidP="002C017C">
            <w:pPr>
              <w:pStyle w:val="Normalheadingblue"/>
              <w:numPr>
                <w:ilvl w:val="0"/>
                <w:numId w:val="120"/>
              </w:numPr>
              <w:rPr>
                <w:rFonts w:cs="Arial"/>
                <w:b w:val="0"/>
                <w:color w:val="auto"/>
                <w:szCs w:val="22"/>
              </w:rPr>
            </w:pPr>
            <w:r w:rsidRPr="001A7B4B">
              <w:rPr>
                <w:rFonts w:cs="Arial"/>
                <w:b w:val="0"/>
                <w:color w:val="auto"/>
                <w:szCs w:val="22"/>
              </w:rPr>
              <w:t>Peer to peer MCQ questions in teams</w:t>
            </w:r>
            <w:r w:rsidR="00A366C8">
              <w:rPr>
                <w:rFonts w:cs="Arial"/>
                <w:b w:val="0"/>
                <w:color w:val="auto"/>
                <w:szCs w:val="22"/>
              </w:rPr>
              <w:t>.</w:t>
            </w:r>
          </w:p>
          <w:p w14:paraId="722A667E" w14:textId="77777777" w:rsidR="00D22118" w:rsidRPr="001A7B4B" w:rsidRDefault="00D22118" w:rsidP="00D22118">
            <w:pPr>
              <w:pStyle w:val="Normalheadingblue"/>
              <w:rPr>
                <w:rFonts w:cs="Arial"/>
                <w:color w:val="auto"/>
                <w:szCs w:val="22"/>
              </w:rPr>
            </w:pPr>
          </w:p>
          <w:p w14:paraId="5FAAF2E5" w14:textId="77777777" w:rsidR="00D22118" w:rsidRPr="001A7B4B" w:rsidRDefault="00D22118" w:rsidP="00D22118">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3C353699" w14:textId="77777777" w:rsidR="00DD207A" w:rsidRPr="001A7B4B" w:rsidRDefault="008A57D2">
            <w:r w:rsidRPr="001A7B4B">
              <w:lastRenderedPageBreak/>
              <w:t>Q&amp;A</w:t>
            </w:r>
            <w:r w:rsidRPr="001A7B4B">
              <w:br/>
            </w:r>
            <w:r w:rsidRPr="001A7B4B">
              <w:br/>
            </w:r>
            <w:r w:rsidRPr="001A7B4B">
              <w:br/>
            </w:r>
            <w:r w:rsidRPr="001A7B4B">
              <w:br/>
            </w:r>
            <w:r w:rsidRPr="001A7B4B">
              <w:br/>
            </w:r>
            <w:r w:rsidRPr="001A7B4B">
              <w:br/>
              <w:t>Peer to peer quiz</w:t>
            </w:r>
            <w:r w:rsidRPr="001A7B4B">
              <w:br/>
            </w:r>
            <w:r w:rsidRPr="001A7B4B">
              <w:br/>
            </w:r>
            <w:r w:rsidRPr="001A7B4B">
              <w:br/>
            </w:r>
            <w:proofErr w:type="gramStart"/>
            <w:r w:rsidRPr="001A7B4B">
              <w:t>On line</w:t>
            </w:r>
            <w:proofErr w:type="gramEnd"/>
            <w:r w:rsidRPr="001A7B4B">
              <w:t xml:space="preserve"> quiz</w:t>
            </w:r>
            <w:r w:rsidRPr="001A7B4B">
              <w:br/>
              <w:t>English skills (reading, writing, technical vocabulary)</w:t>
            </w:r>
          </w:p>
        </w:tc>
      </w:tr>
      <w:tr w:rsidR="001A7B4B" w:rsidRPr="001A7B4B" w14:paraId="071C2EA0"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203A472D" w14:textId="77777777" w:rsidR="0001162B" w:rsidRDefault="0001162B" w:rsidP="0001162B">
            <w:pPr>
              <w:jc w:val="center"/>
              <w:rPr>
                <w:rFonts w:cs="Arial"/>
                <w:szCs w:val="22"/>
              </w:rPr>
            </w:pPr>
            <w:r>
              <w:rPr>
                <w:rFonts w:cs="Arial"/>
                <w:szCs w:val="22"/>
              </w:rPr>
              <w:t>17</w:t>
            </w:r>
            <w:r w:rsidR="008349F3">
              <w:rPr>
                <w:rFonts w:cs="Arial"/>
                <w:szCs w:val="22"/>
              </w:rPr>
              <w:t>7-180</w:t>
            </w:r>
          </w:p>
          <w:p w14:paraId="76C93F98" w14:textId="77777777" w:rsidR="0001162B" w:rsidRDefault="008349F3" w:rsidP="0001162B">
            <w:pPr>
              <w:jc w:val="center"/>
              <w:rPr>
                <w:rFonts w:cs="Arial"/>
                <w:szCs w:val="22"/>
              </w:rPr>
            </w:pPr>
            <w:r>
              <w:rPr>
                <w:rFonts w:cs="Arial"/>
                <w:szCs w:val="22"/>
              </w:rPr>
              <w:t>12</w:t>
            </w:r>
            <w:r w:rsidR="0001162B">
              <w:rPr>
                <w:rFonts w:cs="Arial"/>
                <w:szCs w:val="22"/>
              </w:rPr>
              <w:t xml:space="preserve"> hours</w:t>
            </w:r>
          </w:p>
        </w:tc>
        <w:tc>
          <w:tcPr>
            <w:tcW w:w="2199" w:type="dxa"/>
            <w:tcBorders>
              <w:top w:val="single" w:sz="4" w:space="0" w:color="C6C5C6"/>
              <w:left w:val="single" w:sz="4" w:space="0" w:color="C6C5C6"/>
              <w:bottom w:val="single" w:sz="4" w:space="0" w:color="C6C5C6"/>
              <w:right w:val="single" w:sz="4" w:space="0" w:color="C6C5C6"/>
            </w:tcBorders>
          </w:tcPr>
          <w:p w14:paraId="2199978B" w14:textId="77777777" w:rsidR="0001162B" w:rsidRPr="001A7B4B" w:rsidRDefault="0001162B" w:rsidP="0001162B">
            <w:pPr>
              <w:pStyle w:val="Normalheadingblack"/>
              <w:rPr>
                <w:rFonts w:cs="Arial"/>
                <w:lang w:eastAsia="en-GB"/>
              </w:rPr>
            </w:pPr>
            <w:r w:rsidRPr="001A7B4B">
              <w:rPr>
                <w:rFonts w:cs="Arial"/>
                <w:lang w:eastAsia="en-GB"/>
              </w:rPr>
              <w:t>Outcome 1 – Plumbing and heating common knowledge criteria</w:t>
            </w:r>
          </w:p>
          <w:p w14:paraId="1C576393" w14:textId="77777777" w:rsidR="0001162B" w:rsidRPr="001A7B4B" w:rsidRDefault="0001162B" w:rsidP="0001162B">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5F93BB18" w14:textId="77777777" w:rsidR="0001162B" w:rsidRPr="001A7B4B" w:rsidRDefault="008349F3" w:rsidP="0001162B">
            <w:pPr>
              <w:pStyle w:val="Normalheadingblack"/>
              <w:rPr>
                <w:rFonts w:cs="Arial"/>
                <w:b w:val="0"/>
                <w:szCs w:val="22"/>
              </w:rPr>
            </w:pPr>
            <w:r w:rsidRPr="001A7B4B">
              <w:rPr>
                <w:rFonts w:cs="Arial"/>
                <w:b w:val="0"/>
                <w:szCs w:val="22"/>
              </w:rPr>
              <w:t>K1.6 – K1.14 –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417D6681" w14:textId="77777777" w:rsidR="0001162B" w:rsidRPr="001A7B4B" w:rsidRDefault="0001162B" w:rsidP="0001162B">
            <w:pPr>
              <w:pStyle w:val="Normalheadingblue"/>
              <w:rPr>
                <w:rFonts w:cs="Arial"/>
                <w:color w:val="auto"/>
                <w:szCs w:val="22"/>
              </w:rPr>
            </w:pPr>
            <w:r w:rsidRPr="001A7B4B">
              <w:rPr>
                <w:rFonts w:cs="Arial"/>
                <w:color w:val="auto"/>
                <w:szCs w:val="22"/>
              </w:rPr>
              <w:t>Activity:</w:t>
            </w:r>
          </w:p>
          <w:p w14:paraId="02D23417" w14:textId="77777777" w:rsidR="0001162B" w:rsidRPr="001A7B4B" w:rsidRDefault="0001162B" w:rsidP="0001162B">
            <w:pPr>
              <w:pStyle w:val="Normalheadingblue"/>
              <w:rPr>
                <w:rFonts w:cs="Arial"/>
                <w:color w:val="auto"/>
                <w:szCs w:val="22"/>
              </w:rPr>
            </w:pPr>
          </w:p>
          <w:p w14:paraId="552505EF" w14:textId="77777777" w:rsidR="0001162B" w:rsidRPr="001A7B4B" w:rsidRDefault="0001162B" w:rsidP="0001162B">
            <w:pPr>
              <w:pStyle w:val="Normalheadingblue"/>
              <w:rPr>
                <w:rFonts w:cs="Arial"/>
                <w:color w:val="auto"/>
                <w:szCs w:val="22"/>
              </w:rPr>
            </w:pPr>
            <w:r w:rsidRPr="001A7B4B">
              <w:rPr>
                <w:rFonts w:cs="Arial"/>
                <w:color w:val="auto"/>
                <w:szCs w:val="22"/>
              </w:rPr>
              <w:t>Starter task example:</w:t>
            </w:r>
          </w:p>
          <w:p w14:paraId="086188C8" w14:textId="6FE2CDE0" w:rsidR="0001162B" w:rsidRPr="001A7B4B" w:rsidRDefault="008349F3" w:rsidP="002C017C">
            <w:pPr>
              <w:pStyle w:val="Normalheadingblue"/>
              <w:numPr>
                <w:ilvl w:val="0"/>
                <w:numId w:val="114"/>
              </w:numPr>
              <w:rPr>
                <w:rFonts w:cs="Arial"/>
                <w:b w:val="0"/>
                <w:color w:val="auto"/>
                <w:szCs w:val="22"/>
              </w:rPr>
            </w:pPr>
            <w:r w:rsidRPr="001A7B4B">
              <w:rPr>
                <w:rFonts w:cs="Arial"/>
                <w:b w:val="0"/>
                <w:color w:val="auto"/>
                <w:szCs w:val="22"/>
              </w:rPr>
              <w:t>Guest speaker or stakeholder partner visit to give 15 minute presentation based on technical content</w:t>
            </w:r>
            <w:r w:rsidR="00A366C8">
              <w:rPr>
                <w:rFonts w:cs="Arial"/>
                <w:b w:val="0"/>
                <w:color w:val="auto"/>
                <w:szCs w:val="22"/>
              </w:rPr>
              <w:t>.</w:t>
            </w:r>
          </w:p>
          <w:p w14:paraId="20C91ACE" w14:textId="77777777" w:rsidR="0001162B" w:rsidRPr="001A7B4B" w:rsidRDefault="0001162B" w:rsidP="0001162B">
            <w:pPr>
              <w:pStyle w:val="Normalheadingblue"/>
              <w:rPr>
                <w:rFonts w:cs="Arial"/>
                <w:color w:val="auto"/>
                <w:szCs w:val="22"/>
              </w:rPr>
            </w:pPr>
          </w:p>
          <w:p w14:paraId="5E160283" w14:textId="77777777" w:rsidR="0001162B" w:rsidRPr="001A7B4B" w:rsidRDefault="0001162B" w:rsidP="0001162B">
            <w:pPr>
              <w:pStyle w:val="Normalheadingblue"/>
              <w:rPr>
                <w:rFonts w:cs="Arial"/>
                <w:color w:val="auto"/>
                <w:szCs w:val="22"/>
              </w:rPr>
            </w:pPr>
            <w:r w:rsidRPr="001A7B4B">
              <w:rPr>
                <w:rFonts w:cs="Arial"/>
                <w:color w:val="auto"/>
                <w:szCs w:val="22"/>
              </w:rPr>
              <w:t>Delivery:</w:t>
            </w:r>
          </w:p>
          <w:p w14:paraId="0D6B45D7" w14:textId="3641F53E" w:rsidR="0001162B" w:rsidRPr="001A7B4B" w:rsidRDefault="008349F3" w:rsidP="002C017C">
            <w:pPr>
              <w:pStyle w:val="Normalheadingblue"/>
              <w:numPr>
                <w:ilvl w:val="0"/>
                <w:numId w:val="114"/>
              </w:numPr>
              <w:rPr>
                <w:rFonts w:cs="Arial"/>
                <w:b w:val="0"/>
                <w:color w:val="auto"/>
                <w:szCs w:val="22"/>
              </w:rPr>
            </w:pPr>
            <w:r w:rsidRPr="001A7B4B">
              <w:rPr>
                <w:rFonts w:cs="Arial"/>
                <w:b w:val="0"/>
                <w:color w:val="auto"/>
                <w:szCs w:val="22"/>
              </w:rPr>
              <w:t xml:space="preserve">Group project – </w:t>
            </w:r>
            <w:r w:rsidR="00116A2E" w:rsidRPr="001A7B4B">
              <w:rPr>
                <w:rFonts w:cs="Arial"/>
                <w:b w:val="0"/>
                <w:color w:val="auto"/>
                <w:szCs w:val="22"/>
              </w:rPr>
              <w:t>Students</w:t>
            </w:r>
            <w:r w:rsidRPr="001A7B4B">
              <w:rPr>
                <w:rFonts w:cs="Arial"/>
                <w:b w:val="0"/>
                <w:color w:val="auto"/>
                <w:szCs w:val="22"/>
              </w:rPr>
              <w:t xml:space="preserve"> are to work in small groups to produce a 15- 20 minute Presentation based on an element of the Systems content. </w:t>
            </w:r>
          </w:p>
          <w:p w14:paraId="6763124F" w14:textId="77777777" w:rsidR="008349F3" w:rsidRPr="001A7B4B" w:rsidRDefault="008349F3" w:rsidP="002C017C">
            <w:pPr>
              <w:pStyle w:val="Normalheadingblue"/>
              <w:numPr>
                <w:ilvl w:val="0"/>
                <w:numId w:val="114"/>
              </w:numPr>
              <w:rPr>
                <w:rFonts w:cs="Arial"/>
                <w:b w:val="0"/>
                <w:color w:val="auto"/>
                <w:szCs w:val="22"/>
              </w:rPr>
            </w:pPr>
            <w:r w:rsidRPr="001A7B4B">
              <w:rPr>
                <w:rFonts w:cs="Arial"/>
                <w:b w:val="0"/>
                <w:color w:val="auto"/>
                <w:szCs w:val="22"/>
              </w:rPr>
              <w:lastRenderedPageBreak/>
              <w:t>Tutor to give a brief on the specification for this task including specific content for each individual group.</w:t>
            </w:r>
          </w:p>
          <w:p w14:paraId="5EC24C4B" w14:textId="5045482F" w:rsidR="008349F3" w:rsidRPr="001A7B4B" w:rsidRDefault="00116A2E" w:rsidP="002C017C">
            <w:pPr>
              <w:pStyle w:val="Normalheadingblue"/>
              <w:numPr>
                <w:ilvl w:val="0"/>
                <w:numId w:val="114"/>
              </w:numPr>
              <w:rPr>
                <w:rFonts w:cs="Arial"/>
                <w:b w:val="0"/>
                <w:color w:val="auto"/>
                <w:szCs w:val="22"/>
              </w:rPr>
            </w:pPr>
            <w:r w:rsidRPr="001A7B4B">
              <w:rPr>
                <w:rFonts w:cs="Arial"/>
                <w:b w:val="0"/>
                <w:color w:val="auto"/>
                <w:szCs w:val="22"/>
              </w:rPr>
              <w:t>Students</w:t>
            </w:r>
            <w:r w:rsidR="008349F3" w:rsidRPr="001A7B4B">
              <w:rPr>
                <w:rFonts w:cs="Arial"/>
                <w:b w:val="0"/>
                <w:color w:val="auto"/>
                <w:szCs w:val="22"/>
              </w:rPr>
              <w:t xml:space="preserve"> should base their presentation on one of the following areas (or as directed by tutor):</w:t>
            </w:r>
          </w:p>
          <w:p w14:paraId="5EF5D327" w14:textId="77777777" w:rsidR="008349F3" w:rsidRPr="001A7B4B" w:rsidRDefault="008349F3" w:rsidP="002C017C">
            <w:pPr>
              <w:pStyle w:val="Normalheadingblue"/>
              <w:numPr>
                <w:ilvl w:val="0"/>
                <w:numId w:val="114"/>
              </w:numPr>
              <w:rPr>
                <w:rFonts w:cs="Arial"/>
                <w:b w:val="0"/>
                <w:color w:val="auto"/>
                <w:szCs w:val="22"/>
              </w:rPr>
            </w:pPr>
            <w:r w:rsidRPr="001A7B4B">
              <w:rPr>
                <w:rFonts w:cs="Arial"/>
                <w:b w:val="0"/>
                <w:color w:val="auto"/>
                <w:szCs w:val="22"/>
              </w:rPr>
              <w:t>Cold water sources of supply and distribution</w:t>
            </w:r>
          </w:p>
          <w:p w14:paraId="17B26D51" w14:textId="77777777" w:rsidR="008349F3" w:rsidRPr="001A7B4B" w:rsidRDefault="008349F3" w:rsidP="002C017C">
            <w:pPr>
              <w:pStyle w:val="Normalheadingblue"/>
              <w:numPr>
                <w:ilvl w:val="0"/>
                <w:numId w:val="114"/>
              </w:numPr>
              <w:rPr>
                <w:rFonts w:cs="Arial"/>
                <w:b w:val="0"/>
                <w:color w:val="auto"/>
                <w:szCs w:val="22"/>
              </w:rPr>
            </w:pPr>
            <w:r w:rsidRPr="001A7B4B">
              <w:rPr>
                <w:rFonts w:cs="Arial"/>
                <w:b w:val="0"/>
                <w:color w:val="auto"/>
                <w:szCs w:val="22"/>
              </w:rPr>
              <w:t>Cold water systems</w:t>
            </w:r>
          </w:p>
          <w:p w14:paraId="3318705A" w14:textId="77777777" w:rsidR="008349F3" w:rsidRPr="001A7B4B" w:rsidRDefault="008349F3" w:rsidP="002C017C">
            <w:pPr>
              <w:pStyle w:val="Normalheadingblue"/>
              <w:numPr>
                <w:ilvl w:val="0"/>
                <w:numId w:val="114"/>
              </w:numPr>
              <w:rPr>
                <w:rFonts w:cs="Arial"/>
                <w:b w:val="0"/>
                <w:color w:val="auto"/>
                <w:szCs w:val="22"/>
              </w:rPr>
            </w:pPr>
            <w:r w:rsidRPr="001A7B4B">
              <w:rPr>
                <w:rFonts w:cs="Arial"/>
                <w:b w:val="0"/>
                <w:color w:val="auto"/>
                <w:szCs w:val="22"/>
              </w:rPr>
              <w:t>Hot water systems</w:t>
            </w:r>
          </w:p>
          <w:p w14:paraId="4B9B01D0" w14:textId="77777777" w:rsidR="008349F3" w:rsidRPr="001A7B4B" w:rsidRDefault="008349F3" w:rsidP="002C017C">
            <w:pPr>
              <w:pStyle w:val="Normalheadingblue"/>
              <w:numPr>
                <w:ilvl w:val="0"/>
                <w:numId w:val="114"/>
              </w:numPr>
              <w:rPr>
                <w:rFonts w:cs="Arial"/>
                <w:b w:val="0"/>
                <w:color w:val="auto"/>
                <w:szCs w:val="22"/>
              </w:rPr>
            </w:pPr>
            <w:r w:rsidRPr="001A7B4B">
              <w:rPr>
                <w:rFonts w:cs="Arial"/>
                <w:b w:val="0"/>
                <w:color w:val="auto"/>
                <w:szCs w:val="22"/>
              </w:rPr>
              <w:t>Heating systems</w:t>
            </w:r>
          </w:p>
          <w:p w14:paraId="14A16F98" w14:textId="77777777" w:rsidR="008349F3" w:rsidRPr="001A7B4B" w:rsidRDefault="008349F3" w:rsidP="002C017C">
            <w:pPr>
              <w:pStyle w:val="Normalheadingblue"/>
              <w:numPr>
                <w:ilvl w:val="0"/>
                <w:numId w:val="114"/>
              </w:numPr>
              <w:rPr>
                <w:rFonts w:cs="Arial"/>
                <w:b w:val="0"/>
                <w:color w:val="auto"/>
                <w:szCs w:val="22"/>
              </w:rPr>
            </w:pPr>
            <w:r w:rsidRPr="001A7B4B">
              <w:rPr>
                <w:rFonts w:cs="Arial"/>
                <w:b w:val="0"/>
                <w:color w:val="auto"/>
                <w:szCs w:val="22"/>
              </w:rPr>
              <w:t>Rainwater systems</w:t>
            </w:r>
          </w:p>
          <w:p w14:paraId="1042C455" w14:textId="77777777" w:rsidR="008349F3" w:rsidRPr="001A7B4B" w:rsidRDefault="008349F3" w:rsidP="002C017C">
            <w:pPr>
              <w:pStyle w:val="Normalheadingblue"/>
              <w:numPr>
                <w:ilvl w:val="0"/>
                <w:numId w:val="114"/>
              </w:numPr>
              <w:rPr>
                <w:rFonts w:cs="Arial"/>
                <w:b w:val="0"/>
                <w:color w:val="auto"/>
                <w:szCs w:val="22"/>
              </w:rPr>
            </w:pPr>
            <w:r w:rsidRPr="001A7B4B">
              <w:rPr>
                <w:rFonts w:cs="Arial"/>
                <w:b w:val="0"/>
                <w:color w:val="auto"/>
                <w:szCs w:val="22"/>
              </w:rPr>
              <w:t>Above ground drainage systems</w:t>
            </w:r>
          </w:p>
          <w:p w14:paraId="6C72A780" w14:textId="77777777" w:rsidR="008349F3" w:rsidRPr="001A7B4B" w:rsidRDefault="008349F3" w:rsidP="002C017C">
            <w:pPr>
              <w:pStyle w:val="Normalheadingblue"/>
              <w:numPr>
                <w:ilvl w:val="0"/>
                <w:numId w:val="114"/>
              </w:numPr>
              <w:rPr>
                <w:rFonts w:cs="Arial"/>
                <w:b w:val="0"/>
                <w:color w:val="auto"/>
                <w:szCs w:val="22"/>
              </w:rPr>
            </w:pPr>
            <w:r w:rsidRPr="001A7B4B">
              <w:rPr>
                <w:rFonts w:cs="Arial"/>
                <w:b w:val="0"/>
                <w:color w:val="auto"/>
                <w:szCs w:val="22"/>
              </w:rPr>
              <w:t>Below ground drainage systems</w:t>
            </w:r>
          </w:p>
          <w:p w14:paraId="0590C34D" w14:textId="77777777" w:rsidR="008349F3" w:rsidRPr="001A7B4B" w:rsidRDefault="008349F3" w:rsidP="002C017C">
            <w:pPr>
              <w:pStyle w:val="Normalheadingblue"/>
              <w:numPr>
                <w:ilvl w:val="0"/>
                <w:numId w:val="114"/>
              </w:numPr>
              <w:rPr>
                <w:rFonts w:cs="Arial"/>
                <w:b w:val="0"/>
                <w:color w:val="auto"/>
                <w:szCs w:val="22"/>
              </w:rPr>
            </w:pPr>
            <w:r w:rsidRPr="001A7B4B">
              <w:rPr>
                <w:rFonts w:cs="Arial"/>
                <w:b w:val="0"/>
                <w:color w:val="auto"/>
                <w:szCs w:val="22"/>
              </w:rPr>
              <w:t>Grey water</w:t>
            </w:r>
          </w:p>
          <w:p w14:paraId="1DA126BC" w14:textId="77777777" w:rsidR="008349F3" w:rsidRPr="001A7B4B" w:rsidRDefault="008349F3" w:rsidP="002C017C">
            <w:pPr>
              <w:pStyle w:val="Normalheadingblue"/>
              <w:numPr>
                <w:ilvl w:val="0"/>
                <w:numId w:val="114"/>
              </w:numPr>
              <w:rPr>
                <w:rFonts w:cs="Arial"/>
                <w:b w:val="0"/>
                <w:color w:val="auto"/>
                <w:szCs w:val="22"/>
              </w:rPr>
            </w:pPr>
            <w:r w:rsidRPr="001A7B4B">
              <w:rPr>
                <w:rFonts w:cs="Arial"/>
                <w:b w:val="0"/>
                <w:color w:val="auto"/>
                <w:szCs w:val="22"/>
              </w:rPr>
              <w:t>Rainwater harvesting</w:t>
            </w:r>
          </w:p>
          <w:p w14:paraId="4A57B1E5" w14:textId="6B01027C" w:rsidR="008349F3" w:rsidRPr="001A7B4B" w:rsidRDefault="00116A2E" w:rsidP="002C017C">
            <w:pPr>
              <w:pStyle w:val="Normalheadingblue"/>
              <w:numPr>
                <w:ilvl w:val="0"/>
                <w:numId w:val="114"/>
              </w:numPr>
              <w:rPr>
                <w:rFonts w:cs="Arial"/>
                <w:b w:val="0"/>
                <w:color w:val="auto"/>
                <w:szCs w:val="22"/>
              </w:rPr>
            </w:pPr>
            <w:r w:rsidRPr="001A7B4B">
              <w:rPr>
                <w:rFonts w:cs="Arial"/>
                <w:b w:val="0"/>
                <w:color w:val="auto"/>
                <w:szCs w:val="22"/>
              </w:rPr>
              <w:t>Students</w:t>
            </w:r>
            <w:r w:rsidR="008349F3" w:rsidRPr="001A7B4B">
              <w:rPr>
                <w:rFonts w:cs="Arial"/>
                <w:b w:val="0"/>
                <w:color w:val="auto"/>
                <w:szCs w:val="22"/>
              </w:rPr>
              <w:t xml:space="preserve"> are to work in independent teams to research and build professional presentation which will be delivered to the whole class formally in the future</w:t>
            </w:r>
            <w:r w:rsidR="00A366C8">
              <w:rPr>
                <w:rFonts w:cs="Arial"/>
                <w:b w:val="0"/>
                <w:color w:val="auto"/>
                <w:szCs w:val="22"/>
              </w:rPr>
              <w:t>.</w:t>
            </w:r>
          </w:p>
          <w:p w14:paraId="21506F7E" w14:textId="20C92F7B" w:rsidR="000E0C82" w:rsidRPr="001A7B4B" w:rsidRDefault="000E0C82" w:rsidP="002C017C">
            <w:pPr>
              <w:pStyle w:val="Normalheadingblue"/>
              <w:numPr>
                <w:ilvl w:val="0"/>
                <w:numId w:val="114"/>
              </w:numPr>
              <w:rPr>
                <w:rFonts w:cs="Arial"/>
                <w:b w:val="0"/>
                <w:color w:val="auto"/>
                <w:szCs w:val="22"/>
              </w:rPr>
            </w:pPr>
            <w:r w:rsidRPr="001A7B4B">
              <w:rPr>
                <w:rFonts w:cs="Arial"/>
                <w:b w:val="0"/>
                <w:color w:val="auto"/>
                <w:szCs w:val="22"/>
              </w:rPr>
              <w:t>The presentation should be based on System design, operation or installation</w:t>
            </w:r>
            <w:r w:rsidR="00A366C8">
              <w:rPr>
                <w:rFonts w:cs="Arial"/>
                <w:b w:val="0"/>
                <w:color w:val="auto"/>
                <w:szCs w:val="22"/>
              </w:rPr>
              <w:t>.</w:t>
            </w:r>
          </w:p>
          <w:p w14:paraId="25D1EB53" w14:textId="612F52D4" w:rsidR="008349F3" w:rsidRPr="001A7B4B" w:rsidRDefault="008349F3" w:rsidP="002C017C">
            <w:pPr>
              <w:pStyle w:val="Normalheadingblue"/>
              <w:numPr>
                <w:ilvl w:val="0"/>
                <w:numId w:val="114"/>
              </w:numPr>
              <w:rPr>
                <w:rFonts w:cs="Arial"/>
                <w:b w:val="0"/>
                <w:color w:val="auto"/>
                <w:szCs w:val="22"/>
              </w:rPr>
            </w:pPr>
            <w:r w:rsidRPr="001A7B4B">
              <w:rPr>
                <w:rFonts w:cs="Arial"/>
                <w:b w:val="0"/>
                <w:color w:val="auto"/>
                <w:szCs w:val="22"/>
              </w:rPr>
              <w:t xml:space="preserve">Tutor to allow </w:t>
            </w:r>
            <w:r w:rsidR="00F502C8" w:rsidRPr="001A7B4B">
              <w:rPr>
                <w:rFonts w:cs="Arial"/>
                <w:b w:val="0"/>
                <w:color w:val="auto"/>
                <w:szCs w:val="22"/>
              </w:rPr>
              <w:t>students</w:t>
            </w:r>
            <w:r w:rsidRPr="001A7B4B">
              <w:rPr>
                <w:rFonts w:cs="Arial"/>
                <w:b w:val="0"/>
                <w:color w:val="auto"/>
                <w:szCs w:val="22"/>
              </w:rPr>
              <w:t xml:space="preserve"> time to produce this whilst monitoring progress and offering technical support as necessary</w:t>
            </w:r>
            <w:r w:rsidR="00A366C8">
              <w:rPr>
                <w:rFonts w:cs="Arial"/>
                <w:b w:val="0"/>
                <w:color w:val="auto"/>
                <w:szCs w:val="22"/>
              </w:rPr>
              <w:t>.</w:t>
            </w:r>
          </w:p>
          <w:p w14:paraId="013D8BA0" w14:textId="77777777" w:rsidR="0001162B" w:rsidRPr="001A7B4B" w:rsidRDefault="0001162B" w:rsidP="0001162B">
            <w:pPr>
              <w:pStyle w:val="Normalheadingblue"/>
              <w:rPr>
                <w:rFonts w:cs="Arial"/>
                <w:color w:val="auto"/>
                <w:szCs w:val="22"/>
              </w:rPr>
            </w:pPr>
          </w:p>
          <w:p w14:paraId="31221CA4" w14:textId="77777777" w:rsidR="0001162B" w:rsidRPr="001A7B4B" w:rsidRDefault="0001162B" w:rsidP="0001162B">
            <w:pPr>
              <w:pStyle w:val="Normalheadingblue"/>
              <w:rPr>
                <w:rFonts w:cs="Arial"/>
                <w:color w:val="auto"/>
                <w:szCs w:val="22"/>
              </w:rPr>
            </w:pPr>
            <w:r w:rsidRPr="001A7B4B">
              <w:rPr>
                <w:rFonts w:cs="Arial"/>
                <w:color w:val="auto"/>
                <w:szCs w:val="22"/>
              </w:rPr>
              <w:lastRenderedPageBreak/>
              <w:t>Knowledge check example:</w:t>
            </w:r>
          </w:p>
          <w:p w14:paraId="04B19D2B" w14:textId="77777777" w:rsidR="0001162B" w:rsidRPr="001A7B4B" w:rsidRDefault="008349F3" w:rsidP="002C017C">
            <w:pPr>
              <w:pStyle w:val="Normalheadingblue"/>
              <w:numPr>
                <w:ilvl w:val="0"/>
                <w:numId w:val="115"/>
              </w:numPr>
              <w:rPr>
                <w:rFonts w:cs="Arial"/>
                <w:b w:val="0"/>
                <w:color w:val="auto"/>
                <w:szCs w:val="22"/>
              </w:rPr>
            </w:pPr>
            <w:r w:rsidRPr="001A7B4B">
              <w:rPr>
                <w:rFonts w:cs="Arial"/>
                <w:b w:val="0"/>
                <w:color w:val="auto"/>
                <w:szCs w:val="22"/>
              </w:rPr>
              <w:t>Produce formal presentation in small groups</w:t>
            </w:r>
          </w:p>
          <w:p w14:paraId="2CE73494" w14:textId="77777777" w:rsidR="0001162B" w:rsidRPr="001A7B4B" w:rsidRDefault="0001162B" w:rsidP="0001162B">
            <w:pPr>
              <w:pStyle w:val="Normalheadingblue"/>
              <w:rPr>
                <w:rFonts w:cs="Arial"/>
                <w:color w:val="auto"/>
                <w:szCs w:val="22"/>
              </w:rPr>
            </w:pPr>
            <w:r w:rsidRPr="001A7B4B">
              <w:rPr>
                <w:rFonts w:cs="Arial"/>
                <w:color w:val="auto"/>
                <w:szCs w:val="22"/>
              </w:rPr>
              <w:t>Resources:</w:t>
            </w:r>
          </w:p>
          <w:p w14:paraId="3CD8EB91" w14:textId="77777777" w:rsidR="0001162B" w:rsidRPr="001A7B4B" w:rsidRDefault="008349F3" w:rsidP="0001162B">
            <w:pPr>
              <w:pStyle w:val="Normalheadingblue"/>
              <w:rPr>
                <w:rFonts w:cs="Arial"/>
                <w:b w:val="0"/>
                <w:color w:val="auto"/>
                <w:szCs w:val="22"/>
              </w:rPr>
            </w:pPr>
            <w:r w:rsidRPr="001A7B4B">
              <w:rPr>
                <w:rFonts w:cs="Arial"/>
                <w:b w:val="0"/>
                <w:color w:val="auto"/>
                <w:szCs w:val="22"/>
              </w:rPr>
              <w:t>ILT equipment</w:t>
            </w:r>
          </w:p>
          <w:p w14:paraId="68D1FB0B" w14:textId="77777777" w:rsidR="008349F3" w:rsidRPr="001A7B4B" w:rsidRDefault="008349F3" w:rsidP="0001162B">
            <w:pPr>
              <w:pStyle w:val="Normalheadingblue"/>
              <w:rPr>
                <w:rFonts w:cs="Arial"/>
                <w:b w:val="0"/>
                <w:color w:val="auto"/>
                <w:szCs w:val="22"/>
              </w:rPr>
            </w:pPr>
            <w:r w:rsidRPr="001A7B4B">
              <w:rPr>
                <w:rFonts w:cs="Arial"/>
                <w:b w:val="0"/>
                <w:color w:val="auto"/>
                <w:szCs w:val="22"/>
              </w:rPr>
              <w:t>Research materials</w:t>
            </w:r>
          </w:p>
          <w:p w14:paraId="5A98C397" w14:textId="77777777" w:rsidR="008349F3" w:rsidRPr="001A7B4B" w:rsidRDefault="008349F3" w:rsidP="0001162B">
            <w:pPr>
              <w:pStyle w:val="Normalheadingblue"/>
              <w:rPr>
                <w:rFonts w:cs="Arial"/>
                <w:b w:val="0"/>
                <w:color w:val="auto"/>
                <w:szCs w:val="22"/>
              </w:rPr>
            </w:pPr>
            <w:r w:rsidRPr="001A7B4B">
              <w:rPr>
                <w:rFonts w:cs="Arial"/>
                <w:b w:val="0"/>
                <w:color w:val="auto"/>
                <w:szCs w:val="22"/>
              </w:rPr>
              <w:t>British standards</w:t>
            </w:r>
          </w:p>
          <w:p w14:paraId="31945598" w14:textId="77777777" w:rsidR="008349F3" w:rsidRPr="001A7B4B" w:rsidRDefault="008349F3" w:rsidP="0001162B">
            <w:pPr>
              <w:pStyle w:val="Normalheadingblue"/>
              <w:rPr>
                <w:rFonts w:cs="Arial"/>
                <w:b w:val="0"/>
                <w:color w:val="auto"/>
                <w:szCs w:val="22"/>
              </w:rPr>
            </w:pPr>
            <w:r w:rsidRPr="001A7B4B">
              <w:rPr>
                <w:rFonts w:cs="Arial"/>
                <w:b w:val="0"/>
                <w:color w:val="auto"/>
                <w:szCs w:val="22"/>
              </w:rPr>
              <w:t>Legislation</w:t>
            </w:r>
          </w:p>
          <w:p w14:paraId="22A4649D" w14:textId="77777777" w:rsidR="008349F3" w:rsidRPr="001A7B4B" w:rsidRDefault="008349F3" w:rsidP="0001162B">
            <w:pPr>
              <w:pStyle w:val="Normalheadingblue"/>
              <w:rPr>
                <w:rFonts w:cs="Arial"/>
                <w:color w:val="auto"/>
                <w:szCs w:val="22"/>
              </w:rPr>
            </w:pPr>
            <w:r w:rsidRPr="001A7B4B">
              <w:rPr>
                <w:rFonts w:cs="Arial"/>
                <w:b w:val="0"/>
                <w:color w:val="auto"/>
                <w:szCs w:val="22"/>
              </w:rPr>
              <w:t>Website links</w:t>
            </w:r>
          </w:p>
        </w:tc>
        <w:tc>
          <w:tcPr>
            <w:tcW w:w="2246" w:type="dxa"/>
            <w:tcBorders>
              <w:top w:val="single" w:sz="4" w:space="0" w:color="C6C5C6"/>
              <w:left w:val="single" w:sz="4" w:space="0" w:color="C6C5C6"/>
              <w:bottom w:val="single" w:sz="4" w:space="0" w:color="C6C5C6"/>
              <w:right w:val="single" w:sz="4" w:space="0" w:color="C6C5C6"/>
            </w:tcBorders>
          </w:tcPr>
          <w:p w14:paraId="17B49DF3" w14:textId="77777777" w:rsidR="00DD207A" w:rsidRPr="001A7B4B" w:rsidRDefault="008A57D2">
            <w:r w:rsidRPr="001A7B4B">
              <w:lastRenderedPageBreak/>
              <w:t>Research project – produce presentation</w:t>
            </w:r>
          </w:p>
        </w:tc>
      </w:tr>
      <w:tr w:rsidR="001A7B4B" w:rsidRPr="001A7B4B" w14:paraId="6E779EEB"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5F355E34" w14:textId="77777777" w:rsidR="0001162B" w:rsidRDefault="0001162B" w:rsidP="0001162B">
            <w:pPr>
              <w:jc w:val="center"/>
              <w:rPr>
                <w:rFonts w:cs="Arial"/>
                <w:szCs w:val="22"/>
              </w:rPr>
            </w:pPr>
            <w:r>
              <w:rPr>
                <w:rFonts w:cs="Arial"/>
                <w:szCs w:val="22"/>
              </w:rPr>
              <w:lastRenderedPageBreak/>
              <w:t>1</w:t>
            </w:r>
            <w:r w:rsidR="000E0C82">
              <w:rPr>
                <w:rFonts w:cs="Arial"/>
                <w:szCs w:val="22"/>
              </w:rPr>
              <w:t>81 - 18</w:t>
            </w:r>
            <w:r w:rsidR="009C26FC">
              <w:rPr>
                <w:rFonts w:cs="Arial"/>
                <w:szCs w:val="22"/>
              </w:rPr>
              <w:t>2</w:t>
            </w:r>
          </w:p>
          <w:p w14:paraId="1D6BE5EE" w14:textId="77777777" w:rsidR="0001162B" w:rsidRDefault="009C26FC" w:rsidP="0001162B">
            <w:pPr>
              <w:jc w:val="center"/>
              <w:rPr>
                <w:rFonts w:cs="Arial"/>
                <w:szCs w:val="22"/>
              </w:rPr>
            </w:pPr>
            <w:r>
              <w:rPr>
                <w:rFonts w:cs="Arial"/>
                <w:szCs w:val="22"/>
              </w:rPr>
              <w:t>6</w:t>
            </w:r>
            <w:r w:rsidR="0001162B">
              <w:rPr>
                <w:rFonts w:cs="Arial"/>
                <w:szCs w:val="22"/>
              </w:rPr>
              <w:t xml:space="preserve"> hours</w:t>
            </w:r>
          </w:p>
        </w:tc>
        <w:tc>
          <w:tcPr>
            <w:tcW w:w="2199" w:type="dxa"/>
            <w:tcBorders>
              <w:top w:val="single" w:sz="4" w:space="0" w:color="C6C5C6"/>
              <w:left w:val="single" w:sz="4" w:space="0" w:color="C6C5C6"/>
              <w:bottom w:val="single" w:sz="4" w:space="0" w:color="C6C5C6"/>
              <w:right w:val="single" w:sz="4" w:space="0" w:color="C6C5C6"/>
            </w:tcBorders>
          </w:tcPr>
          <w:p w14:paraId="4F60AAA9" w14:textId="77777777" w:rsidR="0001162B" w:rsidRPr="001A7B4B" w:rsidRDefault="0001162B" w:rsidP="0001162B">
            <w:pPr>
              <w:pStyle w:val="Normalheadingblack"/>
              <w:rPr>
                <w:rFonts w:cs="Arial"/>
                <w:lang w:eastAsia="en-GB"/>
              </w:rPr>
            </w:pPr>
            <w:r w:rsidRPr="001A7B4B">
              <w:rPr>
                <w:rFonts w:cs="Arial"/>
                <w:lang w:eastAsia="en-GB"/>
              </w:rPr>
              <w:t>Outcome 1 – Plumbing and heating common knowledge criteria</w:t>
            </w:r>
          </w:p>
          <w:p w14:paraId="4A7FEF02" w14:textId="77777777" w:rsidR="0001162B" w:rsidRPr="001A7B4B" w:rsidRDefault="0001162B" w:rsidP="0001162B">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290102DC" w14:textId="77777777" w:rsidR="0001162B" w:rsidRPr="001A7B4B" w:rsidRDefault="000E0C82" w:rsidP="0001162B">
            <w:pPr>
              <w:pStyle w:val="Normalheadingblack"/>
              <w:rPr>
                <w:rFonts w:cs="Arial"/>
                <w:b w:val="0"/>
                <w:szCs w:val="22"/>
              </w:rPr>
            </w:pPr>
            <w:r w:rsidRPr="001A7B4B">
              <w:rPr>
                <w:rFonts w:cs="Arial"/>
                <w:b w:val="0"/>
                <w:szCs w:val="22"/>
              </w:rPr>
              <w:t>K1.6 – K1.14 –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26D77150" w14:textId="77777777" w:rsidR="0001162B" w:rsidRPr="001A7B4B" w:rsidRDefault="0001162B" w:rsidP="0001162B">
            <w:pPr>
              <w:pStyle w:val="Normalheadingblue"/>
              <w:rPr>
                <w:rFonts w:cs="Arial"/>
                <w:color w:val="auto"/>
                <w:szCs w:val="22"/>
              </w:rPr>
            </w:pPr>
            <w:r w:rsidRPr="001A7B4B">
              <w:rPr>
                <w:rFonts w:cs="Arial"/>
                <w:color w:val="auto"/>
                <w:szCs w:val="22"/>
              </w:rPr>
              <w:t>Activity:</w:t>
            </w:r>
          </w:p>
          <w:p w14:paraId="3222D72A" w14:textId="77777777" w:rsidR="0001162B" w:rsidRPr="001A7B4B" w:rsidRDefault="0001162B" w:rsidP="0001162B">
            <w:pPr>
              <w:pStyle w:val="Normalheadingblue"/>
              <w:rPr>
                <w:rFonts w:cs="Arial"/>
                <w:color w:val="auto"/>
                <w:szCs w:val="22"/>
              </w:rPr>
            </w:pPr>
          </w:p>
          <w:p w14:paraId="7DA53C92" w14:textId="77777777" w:rsidR="0001162B" w:rsidRPr="001A7B4B" w:rsidRDefault="0001162B" w:rsidP="0001162B">
            <w:pPr>
              <w:pStyle w:val="Normalheadingblue"/>
              <w:rPr>
                <w:rFonts w:cs="Arial"/>
                <w:color w:val="auto"/>
                <w:szCs w:val="22"/>
              </w:rPr>
            </w:pPr>
            <w:r w:rsidRPr="001A7B4B">
              <w:rPr>
                <w:rFonts w:cs="Arial"/>
                <w:color w:val="auto"/>
                <w:szCs w:val="22"/>
              </w:rPr>
              <w:t>Delivery:</w:t>
            </w:r>
          </w:p>
          <w:p w14:paraId="4711B6D5" w14:textId="77777777" w:rsidR="0001162B" w:rsidRPr="001A7B4B" w:rsidRDefault="000E0C82" w:rsidP="000E0C82">
            <w:pPr>
              <w:pStyle w:val="Normalheadingblue"/>
              <w:rPr>
                <w:rFonts w:cs="Arial"/>
                <w:color w:val="auto"/>
                <w:szCs w:val="22"/>
              </w:rPr>
            </w:pPr>
            <w:r w:rsidRPr="001A7B4B">
              <w:rPr>
                <w:rFonts w:cs="Arial"/>
                <w:color w:val="auto"/>
                <w:szCs w:val="22"/>
              </w:rPr>
              <w:t>Formal Presentation sessions:</w:t>
            </w:r>
          </w:p>
          <w:p w14:paraId="0D9FE4B8" w14:textId="6F89845A" w:rsidR="000E0C82" w:rsidRPr="001A7B4B" w:rsidRDefault="00116A2E" w:rsidP="002C017C">
            <w:pPr>
              <w:pStyle w:val="Normalheadingblue"/>
              <w:numPr>
                <w:ilvl w:val="0"/>
                <w:numId w:val="115"/>
              </w:numPr>
              <w:rPr>
                <w:rFonts w:cs="Arial"/>
                <w:b w:val="0"/>
                <w:color w:val="auto"/>
                <w:szCs w:val="22"/>
              </w:rPr>
            </w:pPr>
            <w:r w:rsidRPr="001A7B4B">
              <w:rPr>
                <w:rFonts w:cs="Arial"/>
                <w:b w:val="0"/>
                <w:color w:val="auto"/>
                <w:szCs w:val="22"/>
              </w:rPr>
              <w:t>Students</w:t>
            </w:r>
            <w:r w:rsidR="000E0C82" w:rsidRPr="001A7B4B">
              <w:rPr>
                <w:rFonts w:cs="Arial"/>
                <w:b w:val="0"/>
                <w:color w:val="auto"/>
                <w:szCs w:val="22"/>
              </w:rPr>
              <w:t xml:space="preserve"> are to formally present their research project to the class and tutor. External stakeholders and partners may also be invited to review the sessions</w:t>
            </w:r>
            <w:r w:rsidR="00A366C8">
              <w:rPr>
                <w:rFonts w:cs="Arial"/>
                <w:b w:val="0"/>
                <w:color w:val="auto"/>
                <w:szCs w:val="22"/>
              </w:rPr>
              <w:t>.</w:t>
            </w:r>
          </w:p>
          <w:p w14:paraId="4A162A6E" w14:textId="09A75BC6" w:rsidR="000E0C82" w:rsidRPr="001A7B4B" w:rsidRDefault="000E0C82" w:rsidP="002C017C">
            <w:pPr>
              <w:pStyle w:val="Normalheadingblue"/>
              <w:numPr>
                <w:ilvl w:val="0"/>
                <w:numId w:val="115"/>
              </w:numPr>
              <w:rPr>
                <w:rFonts w:cs="Arial"/>
                <w:b w:val="0"/>
                <w:color w:val="auto"/>
                <w:szCs w:val="22"/>
              </w:rPr>
            </w:pPr>
            <w:r w:rsidRPr="001A7B4B">
              <w:rPr>
                <w:rFonts w:cs="Arial"/>
                <w:b w:val="0"/>
                <w:color w:val="auto"/>
                <w:szCs w:val="22"/>
              </w:rPr>
              <w:t xml:space="preserve">In small groups the </w:t>
            </w:r>
            <w:r w:rsidR="00F502C8" w:rsidRPr="001A7B4B">
              <w:rPr>
                <w:rFonts w:cs="Arial"/>
                <w:b w:val="0"/>
                <w:color w:val="auto"/>
                <w:szCs w:val="22"/>
              </w:rPr>
              <w:t>students</w:t>
            </w:r>
            <w:r w:rsidRPr="001A7B4B">
              <w:rPr>
                <w:rFonts w:cs="Arial"/>
                <w:b w:val="0"/>
                <w:color w:val="auto"/>
                <w:szCs w:val="22"/>
              </w:rPr>
              <w:t xml:space="preserve"> are to professionally and formally present their individual presentations to the class and guests</w:t>
            </w:r>
            <w:r w:rsidR="00A366C8">
              <w:rPr>
                <w:rFonts w:cs="Arial"/>
                <w:b w:val="0"/>
                <w:color w:val="auto"/>
                <w:szCs w:val="22"/>
              </w:rPr>
              <w:t>.</w:t>
            </w:r>
          </w:p>
          <w:p w14:paraId="4F6691A8" w14:textId="74785DC5" w:rsidR="000E0C82" w:rsidRPr="001A7B4B" w:rsidRDefault="000E0C82" w:rsidP="002C017C">
            <w:pPr>
              <w:pStyle w:val="Normalheadingblue"/>
              <w:numPr>
                <w:ilvl w:val="0"/>
                <w:numId w:val="115"/>
              </w:numPr>
              <w:rPr>
                <w:rFonts w:cs="Arial"/>
                <w:b w:val="0"/>
                <w:color w:val="auto"/>
                <w:szCs w:val="22"/>
              </w:rPr>
            </w:pPr>
            <w:r w:rsidRPr="001A7B4B">
              <w:rPr>
                <w:rFonts w:cs="Arial"/>
                <w:b w:val="0"/>
                <w:color w:val="auto"/>
                <w:szCs w:val="22"/>
              </w:rPr>
              <w:t>Tutor and guests to mark and grade the quality of the presentation along with technical accuracy</w:t>
            </w:r>
            <w:r w:rsidR="00A366C8">
              <w:rPr>
                <w:rFonts w:cs="Arial"/>
                <w:b w:val="0"/>
                <w:color w:val="auto"/>
                <w:szCs w:val="22"/>
              </w:rPr>
              <w:t>.</w:t>
            </w:r>
          </w:p>
          <w:p w14:paraId="2CEEAFC0" w14:textId="77777777" w:rsidR="000E0C82" w:rsidRPr="001A7B4B" w:rsidRDefault="000E0C82" w:rsidP="002C017C">
            <w:pPr>
              <w:pStyle w:val="Normalheadingblue"/>
              <w:numPr>
                <w:ilvl w:val="0"/>
                <w:numId w:val="115"/>
              </w:numPr>
              <w:rPr>
                <w:rFonts w:cs="Arial"/>
                <w:b w:val="0"/>
                <w:color w:val="auto"/>
                <w:szCs w:val="22"/>
              </w:rPr>
            </w:pPr>
            <w:r w:rsidRPr="001A7B4B">
              <w:rPr>
                <w:rFonts w:cs="Arial"/>
                <w:b w:val="0"/>
                <w:color w:val="auto"/>
                <w:szCs w:val="22"/>
              </w:rPr>
              <w:t>At the end of each session classmates and peers are to pose questions and feedback to the groups</w:t>
            </w:r>
          </w:p>
          <w:p w14:paraId="5BD92ACC" w14:textId="48B23A2A" w:rsidR="000E0C82" w:rsidRPr="001A7B4B" w:rsidRDefault="000E0C82" w:rsidP="002C017C">
            <w:pPr>
              <w:pStyle w:val="Normalheadingblue"/>
              <w:numPr>
                <w:ilvl w:val="0"/>
                <w:numId w:val="115"/>
              </w:numPr>
              <w:rPr>
                <w:rFonts w:cs="Arial"/>
                <w:b w:val="0"/>
                <w:color w:val="auto"/>
                <w:szCs w:val="22"/>
              </w:rPr>
            </w:pPr>
            <w:r w:rsidRPr="001A7B4B">
              <w:rPr>
                <w:rFonts w:cs="Arial"/>
                <w:b w:val="0"/>
                <w:color w:val="auto"/>
                <w:szCs w:val="22"/>
              </w:rPr>
              <w:lastRenderedPageBreak/>
              <w:t xml:space="preserve">It is expected that these presentations and feedback sessions will take </w:t>
            </w:r>
            <w:proofErr w:type="gramStart"/>
            <w:r w:rsidRPr="001A7B4B">
              <w:rPr>
                <w:rFonts w:cs="Arial"/>
                <w:b w:val="0"/>
                <w:color w:val="auto"/>
                <w:szCs w:val="22"/>
              </w:rPr>
              <w:t>a number of</w:t>
            </w:r>
            <w:proofErr w:type="gramEnd"/>
            <w:r w:rsidRPr="001A7B4B">
              <w:rPr>
                <w:rFonts w:cs="Arial"/>
                <w:b w:val="0"/>
                <w:color w:val="auto"/>
                <w:szCs w:val="22"/>
              </w:rPr>
              <w:t xml:space="preserve"> sessions to complete hence multiple sessions scheduled to do so</w:t>
            </w:r>
            <w:r w:rsidR="00A366C8">
              <w:rPr>
                <w:rFonts w:cs="Arial"/>
                <w:b w:val="0"/>
                <w:color w:val="auto"/>
                <w:szCs w:val="22"/>
              </w:rPr>
              <w:t>.</w:t>
            </w:r>
          </w:p>
          <w:p w14:paraId="354BA9FA" w14:textId="77777777" w:rsidR="0001162B" w:rsidRPr="001A7B4B" w:rsidRDefault="0001162B" w:rsidP="0001162B">
            <w:pPr>
              <w:pStyle w:val="Normalheadingblue"/>
              <w:rPr>
                <w:rFonts w:cs="Arial"/>
                <w:color w:val="auto"/>
                <w:szCs w:val="22"/>
              </w:rPr>
            </w:pPr>
          </w:p>
          <w:p w14:paraId="32C4BBCE" w14:textId="77777777" w:rsidR="0001162B" w:rsidRPr="001A7B4B" w:rsidRDefault="0001162B" w:rsidP="0001162B">
            <w:pPr>
              <w:pStyle w:val="Normalheadingblue"/>
              <w:rPr>
                <w:rFonts w:cs="Arial"/>
                <w:color w:val="auto"/>
                <w:szCs w:val="22"/>
              </w:rPr>
            </w:pPr>
            <w:r w:rsidRPr="001A7B4B">
              <w:rPr>
                <w:rFonts w:cs="Arial"/>
                <w:color w:val="auto"/>
                <w:szCs w:val="22"/>
              </w:rPr>
              <w:t>Knowledge check example:</w:t>
            </w:r>
          </w:p>
          <w:p w14:paraId="40659B76" w14:textId="786E30CD" w:rsidR="0001162B" w:rsidRPr="001A7B4B" w:rsidRDefault="00D22118" w:rsidP="002C017C">
            <w:pPr>
              <w:pStyle w:val="Normalheadingblue"/>
              <w:numPr>
                <w:ilvl w:val="0"/>
                <w:numId w:val="121"/>
              </w:numPr>
              <w:rPr>
                <w:rFonts w:cs="Arial"/>
                <w:b w:val="0"/>
                <w:color w:val="auto"/>
                <w:szCs w:val="22"/>
              </w:rPr>
            </w:pPr>
            <w:r w:rsidRPr="001A7B4B">
              <w:rPr>
                <w:rFonts w:cs="Arial"/>
                <w:b w:val="0"/>
                <w:color w:val="auto"/>
                <w:szCs w:val="22"/>
              </w:rPr>
              <w:t>Deliver professional presentation formally</w:t>
            </w:r>
            <w:r w:rsidR="00A366C8">
              <w:rPr>
                <w:rFonts w:cs="Arial"/>
                <w:b w:val="0"/>
                <w:color w:val="auto"/>
                <w:szCs w:val="22"/>
              </w:rPr>
              <w:t>.</w:t>
            </w:r>
          </w:p>
          <w:p w14:paraId="1509DE9A" w14:textId="3653169E" w:rsidR="00D22118" w:rsidRPr="001A7B4B" w:rsidRDefault="00D22118" w:rsidP="002C017C">
            <w:pPr>
              <w:pStyle w:val="Normalheadingblue"/>
              <w:numPr>
                <w:ilvl w:val="0"/>
                <w:numId w:val="121"/>
              </w:numPr>
              <w:rPr>
                <w:rFonts w:cs="Arial"/>
                <w:b w:val="0"/>
                <w:color w:val="auto"/>
                <w:szCs w:val="22"/>
              </w:rPr>
            </w:pPr>
            <w:r w:rsidRPr="001A7B4B">
              <w:rPr>
                <w:rFonts w:cs="Arial"/>
                <w:b w:val="0"/>
                <w:color w:val="auto"/>
                <w:szCs w:val="22"/>
              </w:rPr>
              <w:t>Produce peer feedback</w:t>
            </w:r>
            <w:r w:rsidR="00A366C8">
              <w:rPr>
                <w:rFonts w:cs="Arial"/>
                <w:b w:val="0"/>
                <w:color w:val="auto"/>
                <w:szCs w:val="22"/>
              </w:rPr>
              <w:t>.</w:t>
            </w:r>
          </w:p>
          <w:p w14:paraId="36AD8087" w14:textId="77777777" w:rsidR="0001162B" w:rsidRPr="001A7B4B" w:rsidRDefault="0001162B" w:rsidP="0001162B">
            <w:pPr>
              <w:pStyle w:val="Normalheadingblue"/>
              <w:rPr>
                <w:rFonts w:cs="Arial"/>
                <w:color w:val="auto"/>
                <w:szCs w:val="22"/>
              </w:rPr>
            </w:pPr>
            <w:r w:rsidRPr="001A7B4B">
              <w:rPr>
                <w:rFonts w:cs="Arial"/>
                <w:color w:val="auto"/>
                <w:szCs w:val="22"/>
              </w:rPr>
              <w:t>Resources:</w:t>
            </w:r>
          </w:p>
          <w:p w14:paraId="392898EE" w14:textId="77777777" w:rsidR="00D22118" w:rsidRPr="001A7B4B" w:rsidRDefault="00D22118" w:rsidP="0001162B">
            <w:pPr>
              <w:pStyle w:val="Normalheadingblue"/>
              <w:rPr>
                <w:rFonts w:cs="Arial"/>
                <w:color w:val="auto"/>
                <w:szCs w:val="22"/>
              </w:rPr>
            </w:pPr>
            <w:r w:rsidRPr="001A7B4B">
              <w:rPr>
                <w:rFonts w:cs="Arial"/>
                <w:color w:val="auto"/>
                <w:szCs w:val="22"/>
              </w:rPr>
              <w:t>ILT equipment</w:t>
            </w:r>
          </w:p>
          <w:p w14:paraId="657FACCA" w14:textId="77777777" w:rsidR="00C46756" w:rsidRPr="001A7B4B" w:rsidRDefault="00C46756" w:rsidP="0001162B">
            <w:pPr>
              <w:pStyle w:val="Normalheadingblue"/>
              <w:rPr>
                <w:rFonts w:cs="Arial"/>
                <w:color w:val="auto"/>
                <w:szCs w:val="22"/>
              </w:rPr>
            </w:pPr>
          </w:p>
          <w:p w14:paraId="6E14A26A" w14:textId="77777777" w:rsidR="00C46756" w:rsidRPr="001A7B4B" w:rsidRDefault="00C46756" w:rsidP="0001162B">
            <w:pPr>
              <w:pStyle w:val="Normalheadingblue"/>
              <w:rPr>
                <w:rFonts w:cs="Arial"/>
                <w:color w:val="auto"/>
                <w:szCs w:val="22"/>
              </w:rPr>
            </w:pPr>
          </w:p>
          <w:p w14:paraId="28A79EF7" w14:textId="77777777" w:rsidR="0001162B" w:rsidRPr="001A7B4B" w:rsidRDefault="0001162B" w:rsidP="0001162B">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418A3748" w14:textId="77777777" w:rsidR="00DD207A" w:rsidRPr="001A7B4B" w:rsidRDefault="008A57D2">
            <w:r w:rsidRPr="001A7B4B">
              <w:lastRenderedPageBreak/>
              <w:t>Deliver formal presentations</w:t>
            </w:r>
          </w:p>
        </w:tc>
      </w:tr>
      <w:tr w:rsidR="001A7B4B" w:rsidRPr="001A7B4B" w14:paraId="5C84E4C2"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7E188E6F" w14:textId="77777777" w:rsidR="0001162B" w:rsidRDefault="0001162B" w:rsidP="0001162B">
            <w:pPr>
              <w:jc w:val="center"/>
              <w:rPr>
                <w:rFonts w:cs="Arial"/>
                <w:szCs w:val="22"/>
              </w:rPr>
            </w:pPr>
            <w:r>
              <w:rPr>
                <w:rFonts w:cs="Arial"/>
                <w:szCs w:val="22"/>
              </w:rPr>
              <w:t>1</w:t>
            </w:r>
            <w:r w:rsidR="000E0C82">
              <w:rPr>
                <w:rFonts w:cs="Arial"/>
                <w:szCs w:val="22"/>
              </w:rPr>
              <w:t>8</w:t>
            </w:r>
            <w:r w:rsidR="009C26FC">
              <w:rPr>
                <w:rFonts w:cs="Arial"/>
                <w:szCs w:val="22"/>
              </w:rPr>
              <w:t>3</w:t>
            </w:r>
          </w:p>
          <w:p w14:paraId="0F1D3C47" w14:textId="77777777" w:rsidR="0001162B" w:rsidRDefault="000E0C82" w:rsidP="0001162B">
            <w:pPr>
              <w:jc w:val="center"/>
              <w:rPr>
                <w:rFonts w:cs="Arial"/>
                <w:szCs w:val="22"/>
              </w:rPr>
            </w:pPr>
            <w:r>
              <w:rPr>
                <w:rFonts w:cs="Arial"/>
                <w:szCs w:val="22"/>
              </w:rPr>
              <w:t>3</w:t>
            </w:r>
            <w:r w:rsidR="0001162B">
              <w:rPr>
                <w:rFonts w:cs="Arial"/>
                <w:szCs w:val="22"/>
              </w:rPr>
              <w:t xml:space="preserve"> hours</w:t>
            </w:r>
          </w:p>
        </w:tc>
        <w:tc>
          <w:tcPr>
            <w:tcW w:w="2199" w:type="dxa"/>
            <w:tcBorders>
              <w:top w:val="single" w:sz="4" w:space="0" w:color="C6C5C6"/>
              <w:left w:val="single" w:sz="4" w:space="0" w:color="C6C5C6"/>
              <w:bottom w:val="single" w:sz="4" w:space="0" w:color="C6C5C6"/>
              <w:right w:val="single" w:sz="4" w:space="0" w:color="C6C5C6"/>
            </w:tcBorders>
          </w:tcPr>
          <w:p w14:paraId="6F9E1E52" w14:textId="77777777" w:rsidR="0001162B" w:rsidRPr="001A7B4B" w:rsidRDefault="0001162B" w:rsidP="0001162B">
            <w:pPr>
              <w:pStyle w:val="Normalheadingblack"/>
              <w:rPr>
                <w:rFonts w:cs="Arial"/>
                <w:lang w:eastAsia="en-GB"/>
              </w:rPr>
            </w:pPr>
            <w:r w:rsidRPr="001A7B4B">
              <w:rPr>
                <w:rFonts w:cs="Arial"/>
                <w:lang w:eastAsia="en-GB"/>
              </w:rPr>
              <w:t>Outcome 1 – Plumbing and heating common knowledge criteria</w:t>
            </w:r>
          </w:p>
          <w:p w14:paraId="1FFE2847" w14:textId="77777777" w:rsidR="0001162B" w:rsidRPr="001A7B4B" w:rsidRDefault="0001162B" w:rsidP="0001162B">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745BE243" w14:textId="77777777" w:rsidR="0001162B" w:rsidRPr="001A7B4B" w:rsidRDefault="000E0C82" w:rsidP="0001162B">
            <w:pPr>
              <w:pStyle w:val="Normalheadingblack"/>
              <w:rPr>
                <w:rFonts w:cs="Arial"/>
                <w:b w:val="0"/>
                <w:szCs w:val="22"/>
              </w:rPr>
            </w:pPr>
            <w:r w:rsidRPr="001A7B4B">
              <w:rPr>
                <w:rFonts w:cs="Arial"/>
                <w:b w:val="0"/>
                <w:szCs w:val="22"/>
              </w:rPr>
              <w:t>K1.6 – K1.14 – Plumbing and heating systems</w:t>
            </w:r>
          </w:p>
        </w:tc>
        <w:tc>
          <w:tcPr>
            <w:tcW w:w="5785" w:type="dxa"/>
            <w:tcBorders>
              <w:top w:val="single" w:sz="4" w:space="0" w:color="C6C5C6"/>
              <w:left w:val="single" w:sz="4" w:space="0" w:color="C6C5C6"/>
              <w:bottom w:val="single" w:sz="4" w:space="0" w:color="C6C5C6"/>
              <w:right w:val="single" w:sz="4" w:space="0" w:color="C6C5C6"/>
            </w:tcBorders>
          </w:tcPr>
          <w:p w14:paraId="04042692" w14:textId="77777777" w:rsidR="0001162B" w:rsidRPr="001A7B4B" w:rsidRDefault="0001162B" w:rsidP="0001162B">
            <w:pPr>
              <w:pStyle w:val="Normalheadingblue"/>
              <w:rPr>
                <w:rFonts w:cs="Arial"/>
                <w:color w:val="auto"/>
                <w:szCs w:val="22"/>
              </w:rPr>
            </w:pPr>
            <w:r w:rsidRPr="001A7B4B">
              <w:rPr>
                <w:rFonts w:cs="Arial"/>
                <w:color w:val="auto"/>
                <w:szCs w:val="22"/>
              </w:rPr>
              <w:t>Activity:</w:t>
            </w:r>
          </w:p>
          <w:p w14:paraId="2E4856D4" w14:textId="77777777" w:rsidR="0001162B" w:rsidRPr="001A7B4B" w:rsidRDefault="0001162B" w:rsidP="0001162B">
            <w:pPr>
              <w:pStyle w:val="Normalheadingblue"/>
              <w:rPr>
                <w:rFonts w:cs="Arial"/>
                <w:color w:val="auto"/>
                <w:szCs w:val="22"/>
              </w:rPr>
            </w:pPr>
          </w:p>
          <w:p w14:paraId="2837C7CD" w14:textId="77777777" w:rsidR="0001162B" w:rsidRPr="001A7B4B" w:rsidRDefault="0001162B" w:rsidP="0001162B">
            <w:pPr>
              <w:pStyle w:val="Normalheadingblue"/>
              <w:rPr>
                <w:rFonts w:cs="Arial"/>
                <w:color w:val="auto"/>
                <w:szCs w:val="22"/>
              </w:rPr>
            </w:pPr>
          </w:p>
          <w:p w14:paraId="7EF8D391" w14:textId="77777777" w:rsidR="0001162B" w:rsidRPr="001A7B4B" w:rsidRDefault="0001162B" w:rsidP="0001162B">
            <w:pPr>
              <w:pStyle w:val="Normalheadingblue"/>
              <w:rPr>
                <w:rFonts w:cs="Arial"/>
                <w:color w:val="auto"/>
                <w:szCs w:val="22"/>
              </w:rPr>
            </w:pPr>
            <w:r w:rsidRPr="001A7B4B">
              <w:rPr>
                <w:rFonts w:cs="Arial"/>
                <w:color w:val="auto"/>
                <w:szCs w:val="22"/>
              </w:rPr>
              <w:t>Delivery:</w:t>
            </w:r>
          </w:p>
          <w:p w14:paraId="2AD9688C" w14:textId="2C9785D7" w:rsidR="0001162B" w:rsidRPr="001A7B4B" w:rsidRDefault="003A01BD" w:rsidP="002C017C">
            <w:pPr>
              <w:pStyle w:val="Normalheadingblue"/>
              <w:numPr>
                <w:ilvl w:val="0"/>
                <w:numId w:val="116"/>
              </w:numPr>
              <w:rPr>
                <w:rFonts w:cs="Arial"/>
                <w:b w:val="0"/>
                <w:color w:val="auto"/>
                <w:szCs w:val="22"/>
              </w:rPr>
            </w:pPr>
            <w:r w:rsidRPr="001A7B4B">
              <w:rPr>
                <w:rFonts w:cs="Arial"/>
                <w:b w:val="0"/>
                <w:color w:val="auto"/>
                <w:szCs w:val="22"/>
              </w:rPr>
              <w:t xml:space="preserve">This session has been included to allow </w:t>
            </w:r>
            <w:r w:rsidR="00F502C8" w:rsidRPr="001A7B4B">
              <w:rPr>
                <w:rFonts w:cs="Arial"/>
                <w:b w:val="0"/>
                <w:color w:val="auto"/>
                <w:szCs w:val="22"/>
              </w:rPr>
              <w:t>students</w:t>
            </w:r>
            <w:r w:rsidRPr="001A7B4B">
              <w:rPr>
                <w:rFonts w:cs="Arial"/>
                <w:b w:val="0"/>
                <w:color w:val="auto"/>
                <w:szCs w:val="22"/>
              </w:rPr>
              <w:t xml:space="preserve"> to complete assessments or further reading</w:t>
            </w:r>
            <w:r w:rsidR="00A366C8">
              <w:rPr>
                <w:rFonts w:cs="Arial"/>
                <w:b w:val="0"/>
                <w:color w:val="auto"/>
                <w:szCs w:val="22"/>
              </w:rPr>
              <w:t>.</w:t>
            </w:r>
          </w:p>
          <w:p w14:paraId="718C9AE6" w14:textId="4BF645CC" w:rsidR="003A01BD" w:rsidRPr="001A7B4B" w:rsidRDefault="003A01BD" w:rsidP="002C017C">
            <w:pPr>
              <w:pStyle w:val="Normalheadingblue"/>
              <w:numPr>
                <w:ilvl w:val="0"/>
                <w:numId w:val="116"/>
              </w:numPr>
              <w:rPr>
                <w:rFonts w:cs="Arial"/>
                <w:b w:val="0"/>
                <w:color w:val="auto"/>
                <w:szCs w:val="22"/>
              </w:rPr>
            </w:pPr>
            <w:r w:rsidRPr="001A7B4B">
              <w:rPr>
                <w:rFonts w:cs="Arial"/>
                <w:b w:val="0"/>
                <w:color w:val="auto"/>
                <w:szCs w:val="22"/>
              </w:rPr>
              <w:t>Tutor may wish to issue end of module assessment or to allow learner to complete outs</w:t>
            </w:r>
            <w:r w:rsidR="00D22118" w:rsidRPr="001A7B4B">
              <w:rPr>
                <w:rFonts w:cs="Arial"/>
                <w:b w:val="0"/>
                <w:color w:val="auto"/>
                <w:szCs w:val="22"/>
              </w:rPr>
              <w:t>t</w:t>
            </w:r>
            <w:r w:rsidRPr="001A7B4B">
              <w:rPr>
                <w:rFonts w:cs="Arial"/>
                <w:b w:val="0"/>
                <w:color w:val="auto"/>
                <w:szCs w:val="22"/>
              </w:rPr>
              <w:t xml:space="preserve">anding work or further reading as we reach </w:t>
            </w:r>
            <w:r w:rsidRPr="001A7B4B">
              <w:rPr>
                <w:rFonts w:cs="Arial"/>
                <w:b w:val="0"/>
                <w:color w:val="auto"/>
                <w:szCs w:val="22"/>
              </w:rPr>
              <w:lastRenderedPageBreak/>
              <w:t>the end of the Plumbing and heating system delivery</w:t>
            </w:r>
            <w:r w:rsidR="00A366C8">
              <w:rPr>
                <w:rFonts w:cs="Arial"/>
                <w:b w:val="0"/>
                <w:color w:val="auto"/>
                <w:szCs w:val="22"/>
              </w:rPr>
              <w:t>.</w:t>
            </w:r>
          </w:p>
          <w:p w14:paraId="3A1F53CE" w14:textId="77777777" w:rsidR="0001162B" w:rsidRPr="001A7B4B" w:rsidRDefault="0001162B" w:rsidP="0001162B">
            <w:pPr>
              <w:pStyle w:val="Normalheadingblue"/>
              <w:rPr>
                <w:rFonts w:cs="Arial"/>
                <w:color w:val="auto"/>
                <w:szCs w:val="22"/>
              </w:rPr>
            </w:pPr>
          </w:p>
          <w:p w14:paraId="5EDECF30" w14:textId="77777777" w:rsidR="0001162B" w:rsidRPr="001A7B4B" w:rsidRDefault="0001162B" w:rsidP="003A01BD">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24BF5DF9" w14:textId="77777777" w:rsidR="00DD207A" w:rsidRPr="001A7B4B" w:rsidRDefault="00DD207A"/>
        </w:tc>
      </w:tr>
      <w:tr w:rsidR="001A7B4B" w:rsidRPr="001A7B4B" w14:paraId="2ED275A1"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7148D55E" w14:textId="77777777" w:rsidR="00C46756" w:rsidRDefault="00C46756" w:rsidP="00C46756">
            <w:pPr>
              <w:jc w:val="center"/>
              <w:rPr>
                <w:rFonts w:cs="Arial"/>
                <w:szCs w:val="22"/>
              </w:rPr>
            </w:pPr>
            <w:r>
              <w:rPr>
                <w:rFonts w:cs="Arial"/>
                <w:szCs w:val="22"/>
              </w:rPr>
              <w:t>184</w:t>
            </w:r>
          </w:p>
          <w:p w14:paraId="122E70C3" w14:textId="77777777" w:rsidR="00C46756" w:rsidRDefault="00C46756" w:rsidP="00C46756">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1AA894D3" w14:textId="77777777" w:rsidR="00C46756" w:rsidRPr="001A7B4B" w:rsidRDefault="00C46756" w:rsidP="00C46756">
            <w:pPr>
              <w:pStyle w:val="Normalheadingblack"/>
              <w:rPr>
                <w:rFonts w:cs="Arial"/>
                <w:lang w:eastAsia="en-GB"/>
              </w:rPr>
            </w:pPr>
            <w:r w:rsidRPr="001A7B4B">
              <w:rPr>
                <w:rFonts w:cs="Arial"/>
                <w:lang w:eastAsia="en-GB"/>
              </w:rPr>
              <w:t>Outcome 1 – Plumbing and heating common knowledge criteria</w:t>
            </w:r>
          </w:p>
          <w:p w14:paraId="50622E08" w14:textId="77777777" w:rsidR="00C46756" w:rsidRPr="001A7B4B" w:rsidRDefault="00C46756" w:rsidP="00C46756">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618CB867" w14:textId="77777777" w:rsidR="00C46756" w:rsidRPr="001A7B4B" w:rsidRDefault="00C46756" w:rsidP="00C46756">
            <w:pPr>
              <w:pStyle w:val="Normalheadingblack"/>
              <w:rPr>
                <w:rFonts w:cs="Arial"/>
                <w:b w:val="0"/>
                <w:szCs w:val="22"/>
              </w:rPr>
            </w:pPr>
            <w:r w:rsidRPr="001A7B4B">
              <w:rPr>
                <w:rFonts w:cs="Arial"/>
                <w:b w:val="0"/>
                <w:szCs w:val="22"/>
              </w:rPr>
              <w:t>K1.35 Inspection techniques</w:t>
            </w:r>
          </w:p>
          <w:p w14:paraId="6E8B3CE7" w14:textId="77777777" w:rsidR="00C46756" w:rsidRPr="001A7B4B" w:rsidRDefault="00C46756" w:rsidP="00C46756">
            <w:pPr>
              <w:pStyle w:val="Normalheadingblack"/>
              <w:rPr>
                <w:rFonts w:cs="Arial"/>
                <w:b w:val="0"/>
                <w:szCs w:val="22"/>
              </w:rPr>
            </w:pPr>
          </w:p>
          <w:p w14:paraId="6EAC62ED" w14:textId="77777777" w:rsidR="00C46756" w:rsidRPr="001A7B4B" w:rsidRDefault="00C46756" w:rsidP="00C46756">
            <w:pPr>
              <w:pStyle w:val="Normalheadingblack"/>
              <w:rPr>
                <w:rFonts w:cs="Arial"/>
                <w:b w:val="0"/>
                <w:szCs w:val="22"/>
              </w:rPr>
            </w:pPr>
            <w:r w:rsidRPr="001A7B4B">
              <w:rPr>
                <w:rFonts w:cs="Arial"/>
                <w:b w:val="0"/>
                <w:szCs w:val="22"/>
              </w:rPr>
              <w:t>K1.36 Factors to inspect during commissioning</w:t>
            </w:r>
          </w:p>
        </w:tc>
        <w:tc>
          <w:tcPr>
            <w:tcW w:w="5785" w:type="dxa"/>
            <w:tcBorders>
              <w:top w:val="single" w:sz="4" w:space="0" w:color="C6C5C6"/>
              <w:left w:val="single" w:sz="4" w:space="0" w:color="C6C5C6"/>
              <w:bottom w:val="single" w:sz="4" w:space="0" w:color="C6C5C6"/>
              <w:right w:val="single" w:sz="4" w:space="0" w:color="C6C5C6"/>
            </w:tcBorders>
          </w:tcPr>
          <w:p w14:paraId="665C056C" w14:textId="77777777" w:rsidR="00C46756" w:rsidRPr="001A7B4B" w:rsidRDefault="00C46756" w:rsidP="00C46756">
            <w:pPr>
              <w:pStyle w:val="Normalheadingblue"/>
              <w:rPr>
                <w:rFonts w:cs="Arial"/>
                <w:color w:val="auto"/>
                <w:szCs w:val="22"/>
              </w:rPr>
            </w:pPr>
            <w:r w:rsidRPr="001A7B4B">
              <w:rPr>
                <w:rFonts w:cs="Arial"/>
                <w:color w:val="auto"/>
                <w:szCs w:val="22"/>
              </w:rPr>
              <w:t>Activity:</w:t>
            </w:r>
          </w:p>
          <w:p w14:paraId="7348ECA7" w14:textId="77777777" w:rsidR="00C46756" w:rsidRPr="001A7B4B" w:rsidRDefault="00C46756" w:rsidP="00C46756">
            <w:pPr>
              <w:pStyle w:val="Normalheadingblue"/>
              <w:rPr>
                <w:rFonts w:cs="Arial"/>
                <w:color w:val="auto"/>
                <w:szCs w:val="22"/>
              </w:rPr>
            </w:pPr>
          </w:p>
          <w:p w14:paraId="4FABBC80" w14:textId="77777777" w:rsidR="00C46756" w:rsidRPr="001A7B4B" w:rsidRDefault="00C46756" w:rsidP="00C46756">
            <w:pPr>
              <w:pStyle w:val="Normalheadingblue"/>
              <w:rPr>
                <w:rFonts w:cs="Arial"/>
                <w:color w:val="auto"/>
                <w:szCs w:val="22"/>
              </w:rPr>
            </w:pPr>
            <w:r w:rsidRPr="001A7B4B">
              <w:rPr>
                <w:rFonts w:cs="Arial"/>
                <w:color w:val="auto"/>
                <w:szCs w:val="22"/>
              </w:rPr>
              <w:t>Starter task example:</w:t>
            </w:r>
          </w:p>
          <w:p w14:paraId="0A6B61D4" w14:textId="2C6935B2" w:rsidR="00C46756" w:rsidRPr="001A7B4B" w:rsidRDefault="00E11A5B" w:rsidP="002C017C">
            <w:pPr>
              <w:pStyle w:val="Normalheadingblue"/>
              <w:numPr>
                <w:ilvl w:val="0"/>
                <w:numId w:val="123"/>
              </w:numPr>
              <w:rPr>
                <w:rFonts w:cs="Arial"/>
                <w:b w:val="0"/>
                <w:color w:val="auto"/>
                <w:szCs w:val="22"/>
              </w:rPr>
            </w:pPr>
            <w:r w:rsidRPr="001A7B4B">
              <w:rPr>
                <w:rFonts w:cs="Arial"/>
                <w:b w:val="0"/>
                <w:color w:val="auto"/>
                <w:szCs w:val="22"/>
              </w:rPr>
              <w:t xml:space="preserve">Classroom discussion – tutor to ask class to </w:t>
            </w:r>
            <w:r w:rsidR="007E532F" w:rsidRPr="001A7B4B">
              <w:rPr>
                <w:rFonts w:cs="Arial"/>
                <w:b w:val="0"/>
                <w:color w:val="auto"/>
                <w:szCs w:val="22"/>
              </w:rPr>
              <w:t xml:space="preserve">identify reasons why inspection is required before commissioning and testing. </w:t>
            </w:r>
            <w:r w:rsidR="00116A2E" w:rsidRPr="001A7B4B">
              <w:rPr>
                <w:rFonts w:cs="Arial"/>
                <w:b w:val="0"/>
                <w:color w:val="auto"/>
                <w:szCs w:val="22"/>
              </w:rPr>
              <w:t>Students</w:t>
            </w:r>
            <w:r w:rsidR="007E532F" w:rsidRPr="001A7B4B">
              <w:rPr>
                <w:rFonts w:cs="Arial"/>
                <w:b w:val="0"/>
                <w:color w:val="auto"/>
                <w:szCs w:val="22"/>
              </w:rPr>
              <w:t xml:space="preserve"> </w:t>
            </w:r>
            <w:r w:rsidR="001E094D" w:rsidRPr="001A7B4B">
              <w:rPr>
                <w:rFonts w:cs="Arial"/>
                <w:b w:val="0"/>
                <w:color w:val="auto"/>
                <w:szCs w:val="22"/>
              </w:rPr>
              <w:t>to collate ideas on flip chart paper before feeding back.</w:t>
            </w:r>
          </w:p>
          <w:p w14:paraId="5494C7FF" w14:textId="77777777" w:rsidR="00C46756" w:rsidRPr="001A7B4B" w:rsidRDefault="00C46756" w:rsidP="00C46756">
            <w:pPr>
              <w:pStyle w:val="Normalheadingblue"/>
              <w:rPr>
                <w:rFonts w:cs="Arial"/>
                <w:color w:val="auto"/>
                <w:szCs w:val="22"/>
              </w:rPr>
            </w:pPr>
            <w:r w:rsidRPr="001A7B4B">
              <w:rPr>
                <w:rFonts w:cs="Arial"/>
                <w:color w:val="auto"/>
                <w:szCs w:val="22"/>
              </w:rPr>
              <w:t>Delivery:</w:t>
            </w:r>
          </w:p>
          <w:p w14:paraId="6AC97480" w14:textId="77777777" w:rsidR="00C46756" w:rsidRPr="001A7B4B" w:rsidRDefault="009F1A08" w:rsidP="00C46756">
            <w:pPr>
              <w:pStyle w:val="Normalheadingblack"/>
              <w:rPr>
                <w:rFonts w:cs="Arial"/>
                <w:szCs w:val="22"/>
              </w:rPr>
            </w:pPr>
            <w:r w:rsidRPr="001A7B4B">
              <w:rPr>
                <w:rFonts w:cs="Arial"/>
                <w:szCs w:val="22"/>
              </w:rPr>
              <w:t xml:space="preserve">System commissioning - </w:t>
            </w:r>
            <w:r w:rsidR="00C46756" w:rsidRPr="001A7B4B">
              <w:rPr>
                <w:rFonts w:cs="Arial"/>
                <w:szCs w:val="22"/>
              </w:rPr>
              <w:t>Inspection techniques and Factors to inspect during commissioning</w:t>
            </w:r>
          </w:p>
          <w:p w14:paraId="4D873DCC" w14:textId="77777777" w:rsidR="00F47003" w:rsidRPr="001A7B4B" w:rsidRDefault="00AB1AF6" w:rsidP="002C017C">
            <w:pPr>
              <w:pStyle w:val="Normalheadingblack"/>
              <w:numPr>
                <w:ilvl w:val="0"/>
                <w:numId w:val="122"/>
              </w:numPr>
              <w:rPr>
                <w:rFonts w:cs="Arial"/>
                <w:b w:val="0"/>
                <w:szCs w:val="22"/>
              </w:rPr>
            </w:pPr>
            <w:r w:rsidRPr="001A7B4B">
              <w:rPr>
                <w:rFonts w:cs="Arial"/>
                <w:b w:val="0"/>
                <w:szCs w:val="22"/>
              </w:rPr>
              <w:t>Tutor to discuss t</w:t>
            </w:r>
            <w:r w:rsidR="00F47003" w:rsidRPr="001A7B4B">
              <w:rPr>
                <w:rFonts w:cs="Arial"/>
                <w:b w:val="0"/>
                <w:szCs w:val="22"/>
              </w:rPr>
              <w:t>he application of visual inspections in commissioning systems and the importance of referring to manufacturer’s instructions.</w:t>
            </w:r>
          </w:p>
          <w:p w14:paraId="585A9925" w14:textId="41E081E5" w:rsidR="00BA77A2" w:rsidRPr="001A7B4B" w:rsidRDefault="00BA77A2" w:rsidP="002C017C">
            <w:pPr>
              <w:pStyle w:val="Normalheadingblack"/>
              <w:numPr>
                <w:ilvl w:val="0"/>
                <w:numId w:val="122"/>
              </w:numPr>
              <w:rPr>
                <w:rFonts w:cs="Arial"/>
                <w:b w:val="0"/>
                <w:szCs w:val="22"/>
              </w:rPr>
            </w:pPr>
            <w:r w:rsidRPr="001A7B4B">
              <w:rPr>
                <w:rFonts w:cs="Arial"/>
                <w:b w:val="0"/>
                <w:szCs w:val="22"/>
              </w:rPr>
              <w:t xml:space="preserve">Learner task – </w:t>
            </w:r>
            <w:r w:rsidR="00F502C8" w:rsidRPr="001A7B4B">
              <w:rPr>
                <w:rFonts w:cs="Arial"/>
                <w:b w:val="0"/>
                <w:szCs w:val="22"/>
              </w:rPr>
              <w:t>students</w:t>
            </w:r>
            <w:r w:rsidRPr="001A7B4B">
              <w:rPr>
                <w:rFonts w:cs="Arial"/>
                <w:b w:val="0"/>
                <w:szCs w:val="22"/>
              </w:rPr>
              <w:t xml:space="preserve"> are to try and define the term ‘Commissioning’ and its relevance in plumbing and heating systems</w:t>
            </w:r>
            <w:r w:rsidR="00A366C8">
              <w:rPr>
                <w:rFonts w:cs="Arial"/>
                <w:b w:val="0"/>
                <w:szCs w:val="22"/>
              </w:rPr>
              <w:t>.</w:t>
            </w:r>
          </w:p>
          <w:p w14:paraId="26B1F8B5" w14:textId="77777777" w:rsidR="00F47003" w:rsidRPr="001A7B4B" w:rsidRDefault="00F47003" w:rsidP="002C017C">
            <w:pPr>
              <w:pStyle w:val="Normalheadingblack"/>
              <w:numPr>
                <w:ilvl w:val="0"/>
                <w:numId w:val="122"/>
              </w:numPr>
              <w:rPr>
                <w:rFonts w:cs="Arial"/>
                <w:b w:val="0"/>
                <w:szCs w:val="22"/>
              </w:rPr>
            </w:pPr>
            <w:r w:rsidRPr="001A7B4B">
              <w:rPr>
                <w:rFonts w:cs="Arial"/>
                <w:b w:val="0"/>
                <w:szCs w:val="22"/>
              </w:rPr>
              <w:t>Inspection techniques:</w:t>
            </w:r>
          </w:p>
          <w:p w14:paraId="149F108C" w14:textId="77777777" w:rsidR="00F47003" w:rsidRPr="001A7B4B" w:rsidRDefault="00F47003" w:rsidP="002C017C">
            <w:pPr>
              <w:pStyle w:val="Normalbulletlist"/>
              <w:numPr>
                <w:ilvl w:val="0"/>
                <w:numId w:val="122"/>
              </w:numPr>
            </w:pPr>
            <w:r w:rsidRPr="001A7B4B">
              <w:t>visual inspection</w:t>
            </w:r>
          </w:p>
          <w:p w14:paraId="354A87B4" w14:textId="77777777" w:rsidR="002A6DA8" w:rsidRPr="001A7B4B" w:rsidRDefault="00F47003" w:rsidP="002C017C">
            <w:pPr>
              <w:pStyle w:val="Normalbulletlist"/>
              <w:numPr>
                <w:ilvl w:val="0"/>
                <w:numId w:val="122"/>
              </w:numPr>
            </w:pPr>
            <w:r w:rsidRPr="001A7B4B">
              <w:t>pre</w:t>
            </w:r>
            <w:r w:rsidR="001C0BC5" w:rsidRPr="001A7B4B">
              <w:t>-</w:t>
            </w:r>
            <w:r w:rsidRPr="001A7B4B">
              <w:t>commissioning checks</w:t>
            </w:r>
          </w:p>
          <w:p w14:paraId="0744CAC1" w14:textId="77777777" w:rsidR="004E5C1A" w:rsidRPr="001A7B4B" w:rsidRDefault="00C92847" w:rsidP="002C017C">
            <w:pPr>
              <w:pStyle w:val="Normalbulletlist"/>
              <w:numPr>
                <w:ilvl w:val="0"/>
                <w:numId w:val="122"/>
              </w:numPr>
            </w:pPr>
            <w:r w:rsidRPr="001A7B4B">
              <w:lastRenderedPageBreak/>
              <w:t xml:space="preserve">Tutor to </w:t>
            </w:r>
            <w:r w:rsidR="00A22074" w:rsidRPr="001A7B4B">
              <w:t xml:space="preserve">set role play scenario – </w:t>
            </w:r>
            <w:r w:rsidR="00EB023E" w:rsidRPr="001A7B4B">
              <w:t xml:space="preserve">Offer a system which needs checks to be carried out. </w:t>
            </w:r>
            <w:r w:rsidR="00E61E36" w:rsidRPr="001A7B4B">
              <w:t>S</w:t>
            </w:r>
            <w:r w:rsidR="00A22074" w:rsidRPr="001A7B4B">
              <w:t xml:space="preserve">mall groups are to </w:t>
            </w:r>
            <w:r w:rsidR="00A06688" w:rsidRPr="001A7B4B">
              <w:t>produce a list of checks that should be carried out before putting the system into operation</w:t>
            </w:r>
            <w:r w:rsidR="004E5C1A" w:rsidRPr="001A7B4B">
              <w:t>.</w:t>
            </w:r>
          </w:p>
          <w:p w14:paraId="7522F0BA" w14:textId="6B3B3B9F" w:rsidR="004E5C1A" w:rsidRPr="001A7B4B" w:rsidRDefault="00116A2E" w:rsidP="002C017C">
            <w:pPr>
              <w:pStyle w:val="Normalbulletlist"/>
              <w:numPr>
                <w:ilvl w:val="0"/>
                <w:numId w:val="122"/>
              </w:numPr>
            </w:pPr>
            <w:r w:rsidRPr="001A7B4B">
              <w:t>Students</w:t>
            </w:r>
            <w:r w:rsidR="00EB023E" w:rsidRPr="001A7B4B">
              <w:t xml:space="preserve"> to offer ‘client’ options as far as checks that are needed for the system suggested by the tut</w:t>
            </w:r>
            <w:r w:rsidR="00E61E36" w:rsidRPr="001A7B4B">
              <w:t>or</w:t>
            </w:r>
          </w:p>
          <w:p w14:paraId="587A0CA0" w14:textId="77777777" w:rsidR="00CD0283" w:rsidRPr="001A7B4B" w:rsidRDefault="00E61E36" w:rsidP="002C017C">
            <w:pPr>
              <w:pStyle w:val="Normalbulletlist"/>
              <w:numPr>
                <w:ilvl w:val="0"/>
                <w:numId w:val="122"/>
              </w:numPr>
            </w:pPr>
            <w:r w:rsidRPr="001A7B4B">
              <w:t>Inspection</w:t>
            </w:r>
            <w:r w:rsidR="00E92AAC" w:rsidRPr="001A7B4B">
              <w:t>s and</w:t>
            </w:r>
            <w:r w:rsidRPr="001A7B4B">
              <w:t xml:space="preserve"> checks including</w:t>
            </w:r>
            <w:r w:rsidR="00CD0283" w:rsidRPr="001A7B4B">
              <w:t>:</w:t>
            </w:r>
          </w:p>
          <w:p w14:paraId="5D43361B" w14:textId="77777777" w:rsidR="00CD0283" w:rsidRPr="001A7B4B" w:rsidRDefault="00CD0283" w:rsidP="002C017C">
            <w:pPr>
              <w:pStyle w:val="Normalbulletlist"/>
              <w:numPr>
                <w:ilvl w:val="0"/>
                <w:numId w:val="122"/>
              </w:numPr>
            </w:pPr>
            <w:r w:rsidRPr="001A7B4B">
              <w:t>visual inspection</w:t>
            </w:r>
          </w:p>
          <w:p w14:paraId="767F9DCB" w14:textId="77777777" w:rsidR="00CD0283" w:rsidRPr="001A7B4B" w:rsidRDefault="00CD0283" w:rsidP="002C017C">
            <w:pPr>
              <w:pStyle w:val="Normalbulletlist"/>
              <w:numPr>
                <w:ilvl w:val="0"/>
                <w:numId w:val="122"/>
              </w:numPr>
            </w:pPr>
            <w:r w:rsidRPr="001A7B4B">
              <w:t>fill and vent</w:t>
            </w:r>
          </w:p>
          <w:p w14:paraId="18D57BD8" w14:textId="77777777" w:rsidR="00CD0283" w:rsidRPr="001A7B4B" w:rsidRDefault="00CD0283" w:rsidP="002C017C">
            <w:pPr>
              <w:pStyle w:val="Normalbulletlist"/>
              <w:numPr>
                <w:ilvl w:val="0"/>
                <w:numId w:val="122"/>
              </w:numPr>
            </w:pPr>
            <w:r w:rsidRPr="001A7B4B">
              <w:t>soundness test</w:t>
            </w:r>
          </w:p>
          <w:p w14:paraId="50FCD420" w14:textId="77777777" w:rsidR="00CD0283" w:rsidRPr="001A7B4B" w:rsidRDefault="00CD0283" w:rsidP="002C017C">
            <w:pPr>
              <w:pStyle w:val="Normalbulletlist"/>
              <w:numPr>
                <w:ilvl w:val="0"/>
                <w:numId w:val="122"/>
              </w:numPr>
            </w:pPr>
            <w:r w:rsidRPr="001A7B4B">
              <w:t>flush</w:t>
            </w:r>
          </w:p>
          <w:p w14:paraId="0E62B47B" w14:textId="77777777" w:rsidR="00CD0283" w:rsidRPr="001A7B4B" w:rsidRDefault="00CD0283" w:rsidP="002C017C">
            <w:pPr>
              <w:pStyle w:val="Normalbulletlist"/>
              <w:numPr>
                <w:ilvl w:val="0"/>
                <w:numId w:val="122"/>
              </w:numPr>
            </w:pPr>
            <w:r w:rsidRPr="001A7B4B">
              <w:t>operational checks</w:t>
            </w:r>
          </w:p>
          <w:p w14:paraId="7BB298E3" w14:textId="77777777" w:rsidR="00CD0283" w:rsidRPr="001A7B4B" w:rsidRDefault="00CD0283" w:rsidP="002C017C">
            <w:pPr>
              <w:pStyle w:val="Normalbulletlist"/>
              <w:numPr>
                <w:ilvl w:val="0"/>
                <w:numId w:val="122"/>
              </w:numPr>
            </w:pPr>
            <w:r w:rsidRPr="001A7B4B">
              <w:t xml:space="preserve">commissioning documentation </w:t>
            </w:r>
          </w:p>
          <w:p w14:paraId="0DA0443D" w14:textId="77777777" w:rsidR="00CD0283" w:rsidRPr="001A7B4B" w:rsidRDefault="00CD0283" w:rsidP="002C017C">
            <w:pPr>
              <w:pStyle w:val="Normalbulletlist"/>
              <w:numPr>
                <w:ilvl w:val="0"/>
                <w:numId w:val="122"/>
              </w:numPr>
            </w:pPr>
            <w:r w:rsidRPr="001A7B4B">
              <w:t>handover procedure.</w:t>
            </w:r>
          </w:p>
          <w:p w14:paraId="586690BB" w14:textId="77777777" w:rsidR="00CD0283" w:rsidRPr="001A7B4B" w:rsidRDefault="00CD0283" w:rsidP="002C017C">
            <w:pPr>
              <w:pStyle w:val="Normalbulletlist"/>
              <w:numPr>
                <w:ilvl w:val="0"/>
                <w:numId w:val="122"/>
              </w:numPr>
            </w:pPr>
            <w:r w:rsidRPr="001A7B4B">
              <w:t xml:space="preserve">Factors: </w:t>
            </w:r>
          </w:p>
          <w:p w14:paraId="71CB3517" w14:textId="77777777" w:rsidR="00CD0283" w:rsidRPr="001A7B4B" w:rsidRDefault="00CD0283" w:rsidP="002C017C">
            <w:pPr>
              <w:pStyle w:val="Normalbulletlist"/>
              <w:numPr>
                <w:ilvl w:val="0"/>
                <w:numId w:val="122"/>
              </w:numPr>
            </w:pPr>
            <w:r w:rsidRPr="001A7B4B">
              <w:t>appropriate checks to be made befor</w:t>
            </w:r>
            <w:r w:rsidR="003F45E9" w:rsidRPr="001A7B4B">
              <w:t xml:space="preserve">e </w:t>
            </w:r>
            <w:r w:rsidRPr="001A7B4B">
              <w:t>commissioning</w:t>
            </w:r>
          </w:p>
          <w:p w14:paraId="1BC0A76C" w14:textId="77777777" w:rsidR="00CD0283" w:rsidRPr="001A7B4B" w:rsidRDefault="00CD0283" w:rsidP="002C017C">
            <w:pPr>
              <w:pStyle w:val="Normalbulletlist"/>
              <w:numPr>
                <w:ilvl w:val="0"/>
                <w:numId w:val="122"/>
              </w:numPr>
            </w:pPr>
            <w:r w:rsidRPr="001A7B4B">
              <w:t>principles of commissioning</w:t>
            </w:r>
          </w:p>
          <w:p w14:paraId="48E39BA6" w14:textId="77777777" w:rsidR="00CD0283" w:rsidRPr="001A7B4B" w:rsidRDefault="00CD0283" w:rsidP="002C017C">
            <w:pPr>
              <w:pStyle w:val="Normalbulletlist"/>
              <w:numPr>
                <w:ilvl w:val="0"/>
                <w:numId w:val="122"/>
              </w:numPr>
            </w:pPr>
            <w:r w:rsidRPr="001A7B4B">
              <w:t>temperature</w:t>
            </w:r>
          </w:p>
          <w:p w14:paraId="5ED6F8BC" w14:textId="77777777" w:rsidR="00CD0283" w:rsidRPr="001A7B4B" w:rsidRDefault="00CD0283" w:rsidP="002C017C">
            <w:pPr>
              <w:pStyle w:val="Normalbulletlist"/>
              <w:numPr>
                <w:ilvl w:val="0"/>
                <w:numId w:val="122"/>
              </w:numPr>
            </w:pPr>
            <w:r w:rsidRPr="001A7B4B">
              <w:t>flow rate</w:t>
            </w:r>
          </w:p>
          <w:p w14:paraId="78111E6F" w14:textId="77777777" w:rsidR="00E61E36" w:rsidRPr="001A7B4B" w:rsidRDefault="00CD0283" w:rsidP="002C017C">
            <w:pPr>
              <w:pStyle w:val="Normalbulletlist"/>
              <w:numPr>
                <w:ilvl w:val="0"/>
                <w:numId w:val="122"/>
              </w:numPr>
            </w:pPr>
            <w:r w:rsidRPr="001A7B4B">
              <w:t>pressure</w:t>
            </w:r>
          </w:p>
          <w:p w14:paraId="43C975DF" w14:textId="5CE3FF6A" w:rsidR="003F45E9" w:rsidRPr="001A7B4B" w:rsidRDefault="003F45E9" w:rsidP="002C017C">
            <w:pPr>
              <w:pStyle w:val="Normalbulletlist"/>
              <w:numPr>
                <w:ilvl w:val="0"/>
                <w:numId w:val="122"/>
              </w:numPr>
            </w:pPr>
            <w:r w:rsidRPr="001A7B4B">
              <w:t>Distribute and examine examples of pre commissioning checklists</w:t>
            </w:r>
            <w:r w:rsidR="00A366C8">
              <w:t>.</w:t>
            </w:r>
          </w:p>
          <w:p w14:paraId="22BBB512" w14:textId="77777777" w:rsidR="00C46756" w:rsidRPr="001A7B4B" w:rsidRDefault="00C46756" w:rsidP="00C46756">
            <w:pPr>
              <w:pStyle w:val="Normalheadingblue"/>
              <w:rPr>
                <w:rFonts w:cs="Arial"/>
                <w:color w:val="auto"/>
                <w:szCs w:val="22"/>
              </w:rPr>
            </w:pPr>
          </w:p>
          <w:p w14:paraId="161E2AD7" w14:textId="77777777" w:rsidR="00C46756" w:rsidRPr="001A7B4B" w:rsidRDefault="00C46756" w:rsidP="00C46756">
            <w:pPr>
              <w:pStyle w:val="Normalheadingblue"/>
              <w:rPr>
                <w:rFonts w:cs="Arial"/>
                <w:color w:val="auto"/>
                <w:szCs w:val="22"/>
              </w:rPr>
            </w:pPr>
            <w:r w:rsidRPr="001A7B4B">
              <w:rPr>
                <w:rFonts w:cs="Arial"/>
                <w:color w:val="auto"/>
                <w:szCs w:val="22"/>
              </w:rPr>
              <w:t>Knowledge check example:</w:t>
            </w:r>
          </w:p>
          <w:p w14:paraId="1E5E2F88" w14:textId="31CA5B74" w:rsidR="00C46756"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lastRenderedPageBreak/>
              <w:t>Scenario based knowledge check – produce a method statement relating to a given system for the pre commissioning checks required</w:t>
            </w:r>
            <w:r w:rsidR="00A366C8">
              <w:rPr>
                <w:rFonts w:cs="Arial"/>
                <w:b w:val="0"/>
                <w:color w:val="auto"/>
                <w:szCs w:val="22"/>
              </w:rPr>
              <w:t>.</w:t>
            </w:r>
          </w:p>
          <w:p w14:paraId="1E523B71" w14:textId="77777777" w:rsidR="00C46756" w:rsidRPr="001A7B4B" w:rsidRDefault="00C46756" w:rsidP="00C46756">
            <w:pPr>
              <w:pStyle w:val="Normalheadingblue"/>
              <w:rPr>
                <w:rFonts w:cs="Arial"/>
                <w:color w:val="auto"/>
                <w:szCs w:val="22"/>
              </w:rPr>
            </w:pPr>
            <w:r w:rsidRPr="001A7B4B">
              <w:rPr>
                <w:rFonts w:cs="Arial"/>
                <w:color w:val="auto"/>
                <w:szCs w:val="22"/>
              </w:rPr>
              <w:t>Resources:</w:t>
            </w:r>
          </w:p>
          <w:p w14:paraId="53BF1905" w14:textId="77777777" w:rsidR="00C46756" w:rsidRPr="001A7B4B" w:rsidRDefault="003F45E9" w:rsidP="00C46756">
            <w:pPr>
              <w:pStyle w:val="Normalheadingblue"/>
              <w:rPr>
                <w:rFonts w:cs="Arial"/>
                <w:b w:val="0"/>
                <w:color w:val="auto"/>
                <w:szCs w:val="22"/>
              </w:rPr>
            </w:pPr>
            <w:r w:rsidRPr="001A7B4B">
              <w:rPr>
                <w:rFonts w:cs="Arial"/>
                <w:b w:val="0"/>
                <w:color w:val="auto"/>
                <w:szCs w:val="22"/>
              </w:rPr>
              <w:t>Pre commissioning checklist</w:t>
            </w:r>
          </w:p>
          <w:p w14:paraId="652FACC8" w14:textId="77777777" w:rsidR="003F45E9" w:rsidRPr="001A7B4B" w:rsidRDefault="003F45E9" w:rsidP="00C46756">
            <w:pPr>
              <w:pStyle w:val="Normalheadingblue"/>
              <w:rPr>
                <w:rFonts w:cs="Arial"/>
                <w:color w:val="auto"/>
                <w:szCs w:val="22"/>
              </w:rPr>
            </w:pPr>
            <w:r w:rsidRPr="001A7B4B">
              <w:rPr>
                <w:rFonts w:cs="Arial"/>
                <w:b w:val="0"/>
                <w:color w:val="auto"/>
                <w:szCs w:val="22"/>
              </w:rPr>
              <w:t>Scenario activity sheets</w:t>
            </w:r>
            <w:r w:rsidRPr="001A7B4B">
              <w:rPr>
                <w:rFonts w:cs="Arial"/>
                <w:color w:val="auto"/>
                <w:szCs w:val="22"/>
              </w:rPr>
              <w:t xml:space="preserve"> </w:t>
            </w:r>
          </w:p>
          <w:p w14:paraId="710457EF" w14:textId="77777777" w:rsidR="006605C2" w:rsidRPr="001A7B4B" w:rsidRDefault="006605C2" w:rsidP="00C46756">
            <w:pPr>
              <w:pStyle w:val="Normalheadingblue"/>
              <w:rPr>
                <w:rFonts w:cs="Arial"/>
                <w:color w:val="auto"/>
                <w:szCs w:val="22"/>
              </w:rPr>
            </w:pPr>
          </w:p>
          <w:p w14:paraId="4EAE5F83" w14:textId="77777777" w:rsidR="006605C2" w:rsidRPr="001A7B4B" w:rsidRDefault="006605C2" w:rsidP="00C46756">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12930FD1" w14:textId="77777777" w:rsidR="00DD207A" w:rsidRPr="001A7B4B" w:rsidRDefault="008A57D2">
            <w:r w:rsidRPr="001A7B4B">
              <w:lastRenderedPageBreak/>
              <w:t>Q&amp;A</w:t>
            </w:r>
            <w:r w:rsidRPr="001A7B4B">
              <w:br/>
            </w:r>
            <w:r w:rsidRPr="001A7B4B">
              <w:br/>
            </w:r>
            <w:r w:rsidRPr="001A7B4B">
              <w:br/>
            </w:r>
            <w:r w:rsidRPr="001A7B4B">
              <w:br/>
            </w:r>
            <w:r w:rsidRPr="001A7B4B">
              <w:br/>
            </w:r>
            <w:r w:rsidRPr="001A7B4B">
              <w:br/>
            </w:r>
            <w:r w:rsidRPr="001A7B4B">
              <w:br/>
            </w:r>
            <w:r w:rsidRPr="001A7B4B">
              <w:br/>
              <w:t>Group activity</w:t>
            </w:r>
            <w:r w:rsidRPr="001A7B4B">
              <w:br/>
            </w:r>
            <w:r w:rsidRPr="001A7B4B">
              <w:br/>
            </w:r>
            <w:r w:rsidRPr="001A7B4B">
              <w:br/>
            </w:r>
            <w:r w:rsidRPr="001A7B4B">
              <w:br/>
            </w:r>
            <w:r w:rsidRPr="001A7B4B">
              <w:br/>
            </w:r>
            <w:r w:rsidRPr="001A7B4B">
              <w:br/>
            </w:r>
            <w:r w:rsidRPr="001A7B4B">
              <w:br/>
              <w:t>Produce method statement</w:t>
            </w:r>
            <w:r w:rsidRPr="001A7B4B">
              <w:br/>
              <w:t>English skills (reading, writing, technical vocabulary)</w:t>
            </w:r>
          </w:p>
        </w:tc>
      </w:tr>
      <w:tr w:rsidR="001A7B4B" w:rsidRPr="001A7B4B" w14:paraId="1EFCE9D9"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5AF77DE0" w14:textId="77777777" w:rsidR="00C46756" w:rsidRDefault="00C46756" w:rsidP="00C46756">
            <w:pPr>
              <w:jc w:val="center"/>
              <w:rPr>
                <w:rFonts w:cs="Arial"/>
                <w:szCs w:val="22"/>
              </w:rPr>
            </w:pPr>
            <w:r>
              <w:rPr>
                <w:rFonts w:cs="Arial"/>
                <w:szCs w:val="22"/>
              </w:rPr>
              <w:lastRenderedPageBreak/>
              <w:t>185</w:t>
            </w:r>
            <w:r w:rsidR="004005C1">
              <w:rPr>
                <w:rFonts w:cs="Arial"/>
                <w:szCs w:val="22"/>
              </w:rPr>
              <w:t>-186</w:t>
            </w:r>
          </w:p>
          <w:p w14:paraId="63A4D2CA" w14:textId="77777777" w:rsidR="00C46756" w:rsidRDefault="00F1550A" w:rsidP="00C46756">
            <w:pPr>
              <w:jc w:val="center"/>
              <w:rPr>
                <w:rFonts w:cs="Arial"/>
                <w:szCs w:val="22"/>
              </w:rPr>
            </w:pPr>
            <w:r>
              <w:rPr>
                <w:rFonts w:cs="Arial"/>
                <w:szCs w:val="22"/>
              </w:rPr>
              <w:t>6</w:t>
            </w:r>
            <w:r w:rsidR="00C46756">
              <w:rPr>
                <w:rFonts w:cs="Arial"/>
                <w:szCs w:val="22"/>
              </w:rPr>
              <w:t xml:space="preserve"> hours</w:t>
            </w:r>
          </w:p>
        </w:tc>
        <w:tc>
          <w:tcPr>
            <w:tcW w:w="2199" w:type="dxa"/>
            <w:tcBorders>
              <w:top w:val="single" w:sz="4" w:space="0" w:color="C6C5C6"/>
              <w:left w:val="single" w:sz="4" w:space="0" w:color="C6C5C6"/>
              <w:bottom w:val="single" w:sz="4" w:space="0" w:color="C6C5C6"/>
              <w:right w:val="single" w:sz="4" w:space="0" w:color="C6C5C6"/>
            </w:tcBorders>
          </w:tcPr>
          <w:p w14:paraId="4537761C" w14:textId="77777777" w:rsidR="00C46756" w:rsidRPr="001A7B4B" w:rsidRDefault="00C46756" w:rsidP="00C46756">
            <w:pPr>
              <w:pStyle w:val="Normalheadingblack"/>
              <w:rPr>
                <w:rFonts w:cs="Arial"/>
                <w:lang w:eastAsia="en-GB"/>
              </w:rPr>
            </w:pPr>
            <w:r w:rsidRPr="001A7B4B">
              <w:rPr>
                <w:rFonts w:cs="Arial"/>
                <w:lang w:eastAsia="en-GB"/>
              </w:rPr>
              <w:t>Outcome 1 – Plumbing and heating common knowledge criteria</w:t>
            </w:r>
          </w:p>
          <w:p w14:paraId="7BBAEB22" w14:textId="77777777" w:rsidR="00C46756" w:rsidRPr="001A7B4B" w:rsidRDefault="00C46756" w:rsidP="00C46756">
            <w:pPr>
              <w:pStyle w:val="Normalheadingblack"/>
              <w:rPr>
                <w:rFonts w:cs="Arial"/>
                <w:lang w:eastAsia="en-GB"/>
              </w:rPr>
            </w:pPr>
          </w:p>
          <w:p w14:paraId="4CDB64D2" w14:textId="77777777" w:rsidR="00F1550A" w:rsidRPr="001A7B4B" w:rsidRDefault="00F1550A" w:rsidP="00F1550A">
            <w:pPr>
              <w:pStyle w:val="Normalheadingblack"/>
              <w:rPr>
                <w:rFonts w:cs="Arial"/>
                <w:lang w:eastAsia="en-GB"/>
              </w:rPr>
            </w:pPr>
            <w:r w:rsidRPr="001A7B4B">
              <w:rPr>
                <w:rFonts w:cs="Arial"/>
                <w:lang w:eastAsia="en-GB"/>
              </w:rPr>
              <w:t>Outcome 2 Install plumbing and heating systems</w:t>
            </w:r>
          </w:p>
          <w:p w14:paraId="17B7B4AB" w14:textId="77777777" w:rsidR="00F1550A" w:rsidRPr="001A7B4B" w:rsidRDefault="00F1550A" w:rsidP="00C46756">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7D9AB891" w14:textId="77777777" w:rsidR="003F45E9" w:rsidRPr="001A7B4B" w:rsidRDefault="003F45E9" w:rsidP="003F45E9">
            <w:pPr>
              <w:pStyle w:val="Normalheadingblack"/>
              <w:rPr>
                <w:rFonts w:cs="Arial"/>
                <w:b w:val="0"/>
                <w:szCs w:val="22"/>
              </w:rPr>
            </w:pPr>
            <w:r w:rsidRPr="001A7B4B">
              <w:rPr>
                <w:rFonts w:cs="Arial"/>
                <w:b w:val="0"/>
                <w:szCs w:val="22"/>
              </w:rPr>
              <w:t>K1.35 Inspection techniques</w:t>
            </w:r>
          </w:p>
          <w:p w14:paraId="33A79893" w14:textId="77777777" w:rsidR="003F45E9" w:rsidRPr="001A7B4B" w:rsidRDefault="003F45E9" w:rsidP="003F45E9">
            <w:pPr>
              <w:pStyle w:val="Normalheadingblack"/>
              <w:rPr>
                <w:rFonts w:cs="Arial"/>
                <w:b w:val="0"/>
                <w:szCs w:val="22"/>
              </w:rPr>
            </w:pPr>
          </w:p>
          <w:p w14:paraId="3F9509A8" w14:textId="77777777" w:rsidR="00F1550A" w:rsidRPr="001A7B4B" w:rsidRDefault="003F45E9" w:rsidP="003F45E9">
            <w:pPr>
              <w:pStyle w:val="Normalheadingblack"/>
              <w:rPr>
                <w:rFonts w:cs="Arial"/>
                <w:b w:val="0"/>
                <w:szCs w:val="22"/>
              </w:rPr>
            </w:pPr>
            <w:r w:rsidRPr="001A7B4B">
              <w:rPr>
                <w:rFonts w:cs="Arial"/>
                <w:b w:val="0"/>
                <w:szCs w:val="22"/>
              </w:rPr>
              <w:t>K1.36 Factors to inspect during commissioning</w:t>
            </w:r>
          </w:p>
          <w:p w14:paraId="53A04C18" w14:textId="77777777" w:rsidR="00F1550A" w:rsidRPr="001A7B4B" w:rsidRDefault="00F1550A" w:rsidP="003F45E9">
            <w:pPr>
              <w:pStyle w:val="Normalheadingblack"/>
              <w:rPr>
                <w:rFonts w:cs="Arial"/>
                <w:b w:val="0"/>
                <w:szCs w:val="22"/>
              </w:rPr>
            </w:pPr>
          </w:p>
          <w:p w14:paraId="47941B4C" w14:textId="754B21B7" w:rsidR="00C46756" w:rsidRPr="001A7B4B" w:rsidRDefault="00415366" w:rsidP="003F45E9">
            <w:pPr>
              <w:pStyle w:val="Normalheadingblack"/>
              <w:rPr>
                <w:rFonts w:cs="Arial"/>
                <w:b w:val="0"/>
                <w:szCs w:val="22"/>
              </w:rPr>
            </w:pPr>
            <w:r w:rsidRPr="001A7B4B">
              <w:rPr>
                <w:rFonts w:cs="Arial"/>
                <w:b w:val="0"/>
                <w:szCs w:val="22"/>
              </w:rPr>
              <w:t>S3.3 Inspect</w:t>
            </w:r>
            <w:r w:rsidR="00F1550A" w:rsidRPr="001A7B4B">
              <w:rPr>
                <w:rFonts w:cs="Arial"/>
                <w:b w:val="0"/>
                <w:szCs w:val="22"/>
              </w:rPr>
              <w:t xml:space="preserve"> the installation of components</w:t>
            </w:r>
          </w:p>
          <w:p w14:paraId="17E7FFA3" w14:textId="77777777" w:rsidR="00C46756" w:rsidRPr="001A7B4B" w:rsidRDefault="00C46756" w:rsidP="00C46756">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3A46DF91" w14:textId="77777777" w:rsidR="00C46756" w:rsidRPr="001A7B4B" w:rsidRDefault="00C46756" w:rsidP="00C46756">
            <w:pPr>
              <w:pStyle w:val="Normalheadingblue"/>
              <w:rPr>
                <w:rFonts w:cs="Arial"/>
                <w:color w:val="auto"/>
                <w:szCs w:val="22"/>
              </w:rPr>
            </w:pPr>
            <w:r w:rsidRPr="001A7B4B">
              <w:rPr>
                <w:rFonts w:cs="Arial"/>
                <w:color w:val="auto"/>
                <w:szCs w:val="22"/>
              </w:rPr>
              <w:t>Activity:</w:t>
            </w:r>
          </w:p>
          <w:p w14:paraId="4BFB7EDD" w14:textId="77777777" w:rsidR="00C46756" w:rsidRPr="001A7B4B" w:rsidRDefault="00C46756" w:rsidP="00C46756">
            <w:pPr>
              <w:pStyle w:val="Normalheadingblue"/>
              <w:rPr>
                <w:rFonts w:cs="Arial"/>
                <w:color w:val="auto"/>
                <w:szCs w:val="22"/>
              </w:rPr>
            </w:pPr>
          </w:p>
          <w:p w14:paraId="0A3EBF2D" w14:textId="77777777" w:rsidR="00C46756" w:rsidRPr="001A7B4B" w:rsidRDefault="00C46756" w:rsidP="00C46756">
            <w:pPr>
              <w:pStyle w:val="Normalheadingblue"/>
              <w:rPr>
                <w:rFonts w:cs="Arial"/>
                <w:color w:val="auto"/>
                <w:szCs w:val="22"/>
              </w:rPr>
            </w:pPr>
            <w:r w:rsidRPr="001A7B4B">
              <w:rPr>
                <w:rFonts w:cs="Arial"/>
                <w:color w:val="auto"/>
                <w:szCs w:val="22"/>
              </w:rPr>
              <w:t>Starter task example:</w:t>
            </w:r>
          </w:p>
          <w:p w14:paraId="2438E17D" w14:textId="3B2331BB" w:rsidR="00C46756" w:rsidRPr="001A7B4B" w:rsidRDefault="006605C2" w:rsidP="002C017C">
            <w:pPr>
              <w:pStyle w:val="Normalheadingblue"/>
              <w:numPr>
                <w:ilvl w:val="0"/>
                <w:numId w:val="124"/>
              </w:numPr>
              <w:rPr>
                <w:rFonts w:cs="Arial"/>
                <w:b w:val="0"/>
                <w:color w:val="auto"/>
                <w:szCs w:val="22"/>
              </w:rPr>
            </w:pPr>
            <w:r w:rsidRPr="001A7B4B">
              <w:rPr>
                <w:rFonts w:cs="Arial"/>
                <w:b w:val="0"/>
                <w:color w:val="auto"/>
                <w:szCs w:val="22"/>
              </w:rPr>
              <w:t xml:space="preserve">Long term recall task – </w:t>
            </w:r>
            <w:r w:rsidR="00116A2E" w:rsidRPr="001A7B4B">
              <w:rPr>
                <w:rFonts w:cs="Arial"/>
                <w:b w:val="0"/>
                <w:color w:val="auto"/>
                <w:szCs w:val="22"/>
              </w:rPr>
              <w:t>Students</w:t>
            </w:r>
            <w:r w:rsidRPr="001A7B4B">
              <w:rPr>
                <w:rFonts w:cs="Arial"/>
                <w:b w:val="0"/>
                <w:color w:val="auto"/>
                <w:szCs w:val="22"/>
              </w:rPr>
              <w:t xml:space="preserve"> are to list as many Valve types as they can and an example of their use</w:t>
            </w:r>
            <w:r w:rsidR="00A366C8">
              <w:rPr>
                <w:rFonts w:cs="Arial"/>
                <w:b w:val="0"/>
                <w:color w:val="auto"/>
                <w:szCs w:val="22"/>
              </w:rPr>
              <w:t>.</w:t>
            </w:r>
          </w:p>
          <w:p w14:paraId="352F3E78" w14:textId="77777777" w:rsidR="006605C2" w:rsidRPr="001A7B4B" w:rsidRDefault="006605C2" w:rsidP="00C46756">
            <w:pPr>
              <w:pStyle w:val="Normalheadingblue"/>
              <w:rPr>
                <w:rFonts w:cs="Arial"/>
                <w:color w:val="auto"/>
                <w:szCs w:val="22"/>
              </w:rPr>
            </w:pPr>
          </w:p>
          <w:p w14:paraId="707C5510" w14:textId="77777777" w:rsidR="00C46756" w:rsidRPr="001A7B4B" w:rsidRDefault="00C46756" w:rsidP="00C46756">
            <w:pPr>
              <w:pStyle w:val="Normalheadingblue"/>
              <w:rPr>
                <w:rFonts w:cs="Arial"/>
                <w:color w:val="auto"/>
                <w:szCs w:val="22"/>
              </w:rPr>
            </w:pPr>
            <w:r w:rsidRPr="001A7B4B">
              <w:rPr>
                <w:rFonts w:cs="Arial"/>
                <w:color w:val="auto"/>
                <w:szCs w:val="22"/>
              </w:rPr>
              <w:t>Delivery:</w:t>
            </w:r>
          </w:p>
          <w:p w14:paraId="6CD82DFD" w14:textId="77777777" w:rsidR="003F45E9" w:rsidRPr="001A7B4B" w:rsidRDefault="003F45E9" w:rsidP="00C46756">
            <w:pPr>
              <w:pStyle w:val="Normalheadingblue"/>
              <w:rPr>
                <w:rFonts w:cs="Arial"/>
                <w:color w:val="auto"/>
                <w:szCs w:val="22"/>
              </w:rPr>
            </w:pPr>
            <w:r w:rsidRPr="001A7B4B">
              <w:rPr>
                <w:rFonts w:cs="Arial"/>
                <w:color w:val="auto"/>
                <w:szCs w:val="22"/>
              </w:rPr>
              <w:t>Theory and Practical combined session – Pre commissioning of Plumbing and heating systems</w:t>
            </w:r>
          </w:p>
          <w:p w14:paraId="3C692165" w14:textId="002B0FC9"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t xml:space="preserve">Tutor to set task for </w:t>
            </w:r>
            <w:r w:rsidR="00F502C8" w:rsidRPr="001A7B4B">
              <w:rPr>
                <w:rFonts w:cs="Arial"/>
                <w:b w:val="0"/>
                <w:color w:val="auto"/>
                <w:szCs w:val="22"/>
              </w:rPr>
              <w:t>students</w:t>
            </w:r>
            <w:r w:rsidRPr="001A7B4B">
              <w:rPr>
                <w:rFonts w:cs="Arial"/>
                <w:b w:val="0"/>
                <w:color w:val="auto"/>
                <w:szCs w:val="22"/>
              </w:rPr>
              <w:t xml:space="preserve"> to complete a pre commissioning checklist on the systems previously installed. </w:t>
            </w:r>
          </w:p>
          <w:p w14:paraId="2832FB7B"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t>Where possible groups are to inspect peer groups installations and complete documentation</w:t>
            </w:r>
          </w:p>
          <w:p w14:paraId="46E664B7"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lastRenderedPageBreak/>
              <w:t>Before commencement tutor to discuss</w:t>
            </w:r>
            <w:r w:rsidR="004005C1" w:rsidRPr="001A7B4B">
              <w:rPr>
                <w:rFonts w:cs="Arial"/>
                <w:b w:val="0"/>
                <w:color w:val="auto"/>
                <w:szCs w:val="22"/>
              </w:rPr>
              <w:t xml:space="preserve"> and explain the requirements of</w:t>
            </w:r>
            <w:r w:rsidRPr="001A7B4B">
              <w:rPr>
                <w:rFonts w:cs="Arial"/>
                <w:b w:val="0"/>
                <w:color w:val="auto"/>
                <w:szCs w:val="22"/>
              </w:rPr>
              <w:t xml:space="preserve"> the checks including:</w:t>
            </w:r>
          </w:p>
          <w:p w14:paraId="0FB2A1D1"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t>pipework installed as specified, positioned as drawing and plumb</w:t>
            </w:r>
          </w:p>
          <w:p w14:paraId="52F68087"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t>appropriate brackets and supports fitted at specified intervals</w:t>
            </w:r>
          </w:p>
          <w:p w14:paraId="55AD9E52"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t>joints cleaned and complete</w:t>
            </w:r>
          </w:p>
          <w:p w14:paraId="009FA37C"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t>valves/controls fitted as specified and positioned as drawing</w:t>
            </w:r>
          </w:p>
          <w:p w14:paraId="074F6A8C"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t>fittings tight, flange bolts, unions, compression joints etc</w:t>
            </w:r>
          </w:p>
          <w:p w14:paraId="0CB72D91"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t>commissioning/ test points fitted as specified and positioned as</w:t>
            </w:r>
          </w:p>
          <w:p w14:paraId="6A5BD533"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t>drawing</w:t>
            </w:r>
          </w:p>
          <w:p w14:paraId="600EEC97"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t>D.O.C fitted as specified and closed</w:t>
            </w:r>
          </w:p>
          <w:p w14:paraId="379743F5"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t>valves set in the correct position</w:t>
            </w:r>
          </w:p>
          <w:p w14:paraId="4116E572"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t>controls set in the correct position</w:t>
            </w:r>
          </w:p>
          <w:p w14:paraId="266D1F48"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t>pipework painted as necessary</w:t>
            </w:r>
          </w:p>
          <w:p w14:paraId="4355D0F7"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t>sensitive items isolated or removed as necessary</w:t>
            </w:r>
          </w:p>
          <w:p w14:paraId="4E3E7C54"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t>pipework installed to accommodate insulation</w:t>
            </w:r>
          </w:p>
          <w:p w14:paraId="4E34923C"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t>sleeves fitted as necessary</w:t>
            </w:r>
          </w:p>
          <w:p w14:paraId="51DADAF7"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t>heat emitters installed as specified and positioned as drawing</w:t>
            </w:r>
          </w:p>
          <w:p w14:paraId="540F2765"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lastRenderedPageBreak/>
              <w:t>storage and expansion vessels installed as</w:t>
            </w:r>
          </w:p>
          <w:p w14:paraId="64673C95"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t>specified and positioned as drawing</w:t>
            </w:r>
          </w:p>
          <w:p w14:paraId="678C19BC"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t>appliances installed as specified and positioned as drawing</w:t>
            </w:r>
          </w:p>
          <w:p w14:paraId="04C439EF"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t>flues installed as specified and positioned as drawing</w:t>
            </w:r>
          </w:p>
          <w:p w14:paraId="76EF4A3B"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t>safety requirements adhered to</w:t>
            </w:r>
          </w:p>
          <w:p w14:paraId="54FFB36A"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t>relevant people notified</w:t>
            </w:r>
          </w:p>
          <w:p w14:paraId="7092DE9E"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t>relevant items cleaned wherever necessary</w:t>
            </w:r>
          </w:p>
          <w:p w14:paraId="4D734FEE" w14:textId="77777777" w:rsidR="003F45E9" w:rsidRPr="001A7B4B" w:rsidRDefault="003F45E9" w:rsidP="002C017C">
            <w:pPr>
              <w:pStyle w:val="Normalheadingblue"/>
              <w:numPr>
                <w:ilvl w:val="0"/>
                <w:numId w:val="124"/>
              </w:numPr>
              <w:rPr>
                <w:rFonts w:cs="Arial"/>
                <w:color w:val="auto"/>
                <w:szCs w:val="22"/>
              </w:rPr>
            </w:pPr>
            <w:r w:rsidRPr="001A7B4B">
              <w:rPr>
                <w:rFonts w:cs="Arial"/>
                <w:b w:val="0"/>
                <w:color w:val="auto"/>
                <w:szCs w:val="22"/>
              </w:rPr>
              <w:t>balancing of the heating system</w:t>
            </w:r>
          </w:p>
          <w:p w14:paraId="5BCE331A" w14:textId="77777777" w:rsidR="003F45E9" w:rsidRPr="001A7B4B" w:rsidRDefault="003F45E9" w:rsidP="002C017C">
            <w:pPr>
              <w:pStyle w:val="Normalheadingblue"/>
              <w:numPr>
                <w:ilvl w:val="0"/>
                <w:numId w:val="124"/>
              </w:numPr>
              <w:rPr>
                <w:rFonts w:cs="Arial"/>
                <w:b w:val="0"/>
                <w:color w:val="auto"/>
                <w:szCs w:val="22"/>
              </w:rPr>
            </w:pPr>
            <w:r w:rsidRPr="001A7B4B">
              <w:rPr>
                <w:rFonts w:cs="Arial"/>
                <w:b w:val="0"/>
                <w:color w:val="auto"/>
                <w:szCs w:val="22"/>
              </w:rPr>
              <w:t>On completion of commissioning sheets, groups to hand documents back to installer groups</w:t>
            </w:r>
            <w:r w:rsidR="004005C1" w:rsidRPr="001A7B4B">
              <w:rPr>
                <w:rFonts w:cs="Arial"/>
                <w:b w:val="0"/>
                <w:color w:val="auto"/>
                <w:szCs w:val="22"/>
              </w:rPr>
              <w:t xml:space="preserve"> and feedback</w:t>
            </w:r>
          </w:p>
          <w:p w14:paraId="108B5DE4" w14:textId="77777777" w:rsidR="00C46756" w:rsidRPr="001A7B4B" w:rsidRDefault="00C46756" w:rsidP="00C46756">
            <w:pPr>
              <w:pStyle w:val="Normalheadingblue"/>
              <w:rPr>
                <w:rFonts w:cs="Arial"/>
                <w:color w:val="auto"/>
                <w:szCs w:val="22"/>
              </w:rPr>
            </w:pPr>
          </w:p>
          <w:p w14:paraId="4D9DA774" w14:textId="77777777" w:rsidR="00C46756" w:rsidRPr="001A7B4B" w:rsidRDefault="00C46756" w:rsidP="00C46756">
            <w:pPr>
              <w:pStyle w:val="Normalheadingblue"/>
              <w:rPr>
                <w:rFonts w:cs="Arial"/>
                <w:color w:val="auto"/>
                <w:szCs w:val="22"/>
              </w:rPr>
            </w:pPr>
            <w:r w:rsidRPr="001A7B4B">
              <w:rPr>
                <w:rFonts w:cs="Arial"/>
                <w:color w:val="auto"/>
                <w:szCs w:val="22"/>
              </w:rPr>
              <w:t xml:space="preserve">Knowledge </w:t>
            </w:r>
            <w:r w:rsidR="003F45E9" w:rsidRPr="001A7B4B">
              <w:rPr>
                <w:rFonts w:cs="Arial"/>
                <w:color w:val="auto"/>
                <w:szCs w:val="22"/>
              </w:rPr>
              <w:t xml:space="preserve">and skills </w:t>
            </w:r>
            <w:r w:rsidRPr="001A7B4B">
              <w:rPr>
                <w:rFonts w:cs="Arial"/>
                <w:color w:val="auto"/>
                <w:szCs w:val="22"/>
              </w:rPr>
              <w:t>check example:</w:t>
            </w:r>
          </w:p>
          <w:p w14:paraId="342DECC0" w14:textId="77777777" w:rsidR="00C46756" w:rsidRPr="001A7B4B" w:rsidRDefault="003F45E9" w:rsidP="002C017C">
            <w:pPr>
              <w:pStyle w:val="Normalheadingblue"/>
              <w:numPr>
                <w:ilvl w:val="0"/>
                <w:numId w:val="125"/>
              </w:numPr>
              <w:rPr>
                <w:rFonts w:cs="Arial"/>
                <w:b w:val="0"/>
                <w:color w:val="auto"/>
                <w:szCs w:val="22"/>
              </w:rPr>
            </w:pPr>
            <w:r w:rsidRPr="001A7B4B">
              <w:rPr>
                <w:rFonts w:cs="Arial"/>
                <w:b w:val="0"/>
                <w:color w:val="auto"/>
                <w:szCs w:val="22"/>
              </w:rPr>
              <w:t>Complete pre commissioning checklist on installed system and feedback to peer group</w:t>
            </w:r>
          </w:p>
          <w:p w14:paraId="60E052E5" w14:textId="77777777" w:rsidR="00C46756" w:rsidRPr="001A7B4B" w:rsidRDefault="00C46756" w:rsidP="00C46756">
            <w:pPr>
              <w:pStyle w:val="Normalheadingblue"/>
              <w:rPr>
                <w:rFonts w:cs="Arial"/>
                <w:color w:val="auto"/>
                <w:szCs w:val="22"/>
              </w:rPr>
            </w:pPr>
            <w:r w:rsidRPr="001A7B4B">
              <w:rPr>
                <w:rFonts w:cs="Arial"/>
                <w:color w:val="auto"/>
                <w:szCs w:val="22"/>
              </w:rPr>
              <w:t>Resources:</w:t>
            </w:r>
          </w:p>
          <w:p w14:paraId="18D91088" w14:textId="77777777" w:rsidR="00C46756" w:rsidRPr="001A7B4B" w:rsidRDefault="004005C1" w:rsidP="00C46756">
            <w:pPr>
              <w:pStyle w:val="Normalheadingblue"/>
              <w:rPr>
                <w:rFonts w:cs="Arial"/>
                <w:b w:val="0"/>
                <w:color w:val="auto"/>
                <w:szCs w:val="22"/>
              </w:rPr>
            </w:pPr>
            <w:proofErr w:type="spellStart"/>
            <w:r w:rsidRPr="001A7B4B">
              <w:rPr>
                <w:rFonts w:cs="Arial"/>
                <w:b w:val="0"/>
                <w:color w:val="auto"/>
                <w:szCs w:val="22"/>
              </w:rPr>
              <w:t>Manufacturers</w:t>
            </w:r>
            <w:proofErr w:type="spellEnd"/>
            <w:r w:rsidRPr="001A7B4B">
              <w:rPr>
                <w:rFonts w:cs="Arial"/>
                <w:b w:val="0"/>
                <w:color w:val="auto"/>
                <w:szCs w:val="22"/>
              </w:rPr>
              <w:t xml:space="preserve"> instructions relevant to system installed</w:t>
            </w:r>
          </w:p>
          <w:p w14:paraId="5A5BF61D" w14:textId="77777777" w:rsidR="004005C1" w:rsidRPr="001A7B4B" w:rsidRDefault="004005C1" w:rsidP="00C46756">
            <w:pPr>
              <w:pStyle w:val="Normalheadingblue"/>
              <w:rPr>
                <w:rFonts w:cs="Arial"/>
                <w:b w:val="0"/>
                <w:color w:val="auto"/>
                <w:szCs w:val="22"/>
              </w:rPr>
            </w:pPr>
            <w:r w:rsidRPr="001A7B4B">
              <w:rPr>
                <w:rFonts w:cs="Arial"/>
                <w:b w:val="0"/>
                <w:color w:val="auto"/>
                <w:szCs w:val="22"/>
              </w:rPr>
              <w:t>Pre commissioning checklist sheets</w:t>
            </w:r>
          </w:p>
          <w:p w14:paraId="14FDA608" w14:textId="77777777" w:rsidR="004005C1" w:rsidRPr="001A7B4B" w:rsidRDefault="004005C1" w:rsidP="00C46756">
            <w:pPr>
              <w:pStyle w:val="Normalheadingblue"/>
              <w:rPr>
                <w:rFonts w:cs="Arial"/>
                <w:b w:val="0"/>
                <w:color w:val="auto"/>
                <w:szCs w:val="22"/>
              </w:rPr>
            </w:pPr>
            <w:r w:rsidRPr="001A7B4B">
              <w:rPr>
                <w:rFonts w:cs="Arial"/>
                <w:b w:val="0"/>
                <w:color w:val="auto"/>
                <w:szCs w:val="22"/>
              </w:rPr>
              <w:t>Hand tools</w:t>
            </w:r>
          </w:p>
          <w:p w14:paraId="61D73F2C" w14:textId="77777777" w:rsidR="004005C1" w:rsidRPr="001A7B4B" w:rsidRDefault="004005C1" w:rsidP="00C46756">
            <w:pPr>
              <w:pStyle w:val="Normalheadingblue"/>
              <w:rPr>
                <w:rFonts w:cs="Arial"/>
                <w:b w:val="0"/>
                <w:color w:val="auto"/>
                <w:szCs w:val="22"/>
              </w:rPr>
            </w:pPr>
            <w:r w:rsidRPr="001A7B4B">
              <w:rPr>
                <w:rFonts w:cs="Arial"/>
                <w:b w:val="0"/>
                <w:color w:val="auto"/>
                <w:szCs w:val="22"/>
              </w:rPr>
              <w:t>Tape measures</w:t>
            </w:r>
          </w:p>
          <w:p w14:paraId="199F52A7" w14:textId="77777777" w:rsidR="004005C1" w:rsidRPr="001A7B4B" w:rsidRDefault="004005C1" w:rsidP="00C46756">
            <w:pPr>
              <w:pStyle w:val="Normalheadingblue"/>
              <w:rPr>
                <w:rFonts w:cs="Arial"/>
                <w:b w:val="0"/>
                <w:color w:val="auto"/>
                <w:szCs w:val="22"/>
              </w:rPr>
            </w:pPr>
            <w:r w:rsidRPr="001A7B4B">
              <w:rPr>
                <w:rFonts w:cs="Arial"/>
                <w:b w:val="0"/>
                <w:color w:val="auto"/>
                <w:szCs w:val="22"/>
              </w:rPr>
              <w:t>Spirit levels</w:t>
            </w:r>
          </w:p>
          <w:p w14:paraId="10329814" w14:textId="77777777" w:rsidR="00562DD5" w:rsidRPr="001A7B4B" w:rsidRDefault="00562DD5" w:rsidP="00C46756">
            <w:pPr>
              <w:pStyle w:val="Normalheadingblue"/>
              <w:rPr>
                <w:rFonts w:cs="Arial"/>
                <w:color w:val="auto"/>
                <w:szCs w:val="22"/>
              </w:rPr>
            </w:pPr>
          </w:p>
          <w:p w14:paraId="0000EEB7" w14:textId="77777777" w:rsidR="00562DD5" w:rsidRPr="001A7B4B" w:rsidRDefault="00562DD5" w:rsidP="00C46756">
            <w:pPr>
              <w:pStyle w:val="Normalheadingblue"/>
              <w:rPr>
                <w:rFonts w:cs="Arial"/>
                <w:color w:val="auto"/>
                <w:szCs w:val="22"/>
              </w:rPr>
            </w:pPr>
          </w:p>
          <w:p w14:paraId="3ED2A5D7" w14:textId="77777777" w:rsidR="00562DD5" w:rsidRPr="001A7B4B" w:rsidRDefault="00562DD5" w:rsidP="00C46756">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32310E43" w14:textId="77777777" w:rsidR="00DD207A" w:rsidRPr="001A7B4B" w:rsidRDefault="008A57D2">
            <w:r w:rsidRPr="001A7B4B">
              <w:lastRenderedPageBreak/>
              <w:t>Recap task – Valves</w:t>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t>Carry out pre commissioning checks</w:t>
            </w:r>
            <w:r w:rsidRPr="001A7B4B">
              <w:br/>
            </w:r>
            <w:r w:rsidRPr="001A7B4B">
              <w:br/>
            </w:r>
            <w:r w:rsidRPr="001A7B4B">
              <w:br/>
            </w:r>
            <w:r w:rsidRPr="001A7B4B">
              <w:lastRenderedPageBreak/>
              <w:t>Complete pre commissioning documents</w:t>
            </w:r>
          </w:p>
        </w:tc>
      </w:tr>
      <w:tr w:rsidR="001A7B4B" w:rsidRPr="001A7B4B" w14:paraId="62E5DA8D"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67A3E493" w14:textId="77777777" w:rsidR="00C46756" w:rsidRDefault="00C46756" w:rsidP="00C46756">
            <w:pPr>
              <w:jc w:val="center"/>
              <w:rPr>
                <w:rFonts w:cs="Arial"/>
                <w:szCs w:val="22"/>
              </w:rPr>
            </w:pPr>
            <w:r>
              <w:rPr>
                <w:rFonts w:cs="Arial"/>
                <w:szCs w:val="22"/>
              </w:rPr>
              <w:lastRenderedPageBreak/>
              <w:t>18</w:t>
            </w:r>
            <w:r w:rsidR="00562DD5">
              <w:rPr>
                <w:rFonts w:cs="Arial"/>
                <w:szCs w:val="22"/>
              </w:rPr>
              <w:t>7</w:t>
            </w:r>
          </w:p>
          <w:p w14:paraId="1584C4D4" w14:textId="77777777" w:rsidR="00C46756" w:rsidRDefault="00C46756" w:rsidP="00C46756">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217FC24C" w14:textId="77777777" w:rsidR="00562DD5" w:rsidRPr="001A7B4B" w:rsidRDefault="00562DD5" w:rsidP="00562DD5">
            <w:pPr>
              <w:pStyle w:val="Normalheadingblack"/>
              <w:rPr>
                <w:rFonts w:cs="Arial"/>
                <w:lang w:eastAsia="en-GB"/>
              </w:rPr>
            </w:pPr>
            <w:r w:rsidRPr="001A7B4B">
              <w:rPr>
                <w:rFonts w:cs="Arial"/>
                <w:lang w:eastAsia="en-GB"/>
              </w:rPr>
              <w:t>Outcome 1 – Plumbing and heating common knowledge criteria</w:t>
            </w:r>
          </w:p>
          <w:p w14:paraId="3D4DA9D0" w14:textId="77777777" w:rsidR="00C46756" w:rsidRPr="001A7B4B" w:rsidRDefault="00C46756" w:rsidP="00C46756">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67785FFC" w14:textId="77777777" w:rsidR="00C46756" w:rsidRPr="001A7B4B" w:rsidRDefault="00562DD5" w:rsidP="00C46756">
            <w:pPr>
              <w:pStyle w:val="Normalheadingblack"/>
              <w:rPr>
                <w:rFonts w:cs="Arial"/>
                <w:b w:val="0"/>
                <w:szCs w:val="22"/>
              </w:rPr>
            </w:pPr>
            <w:r w:rsidRPr="001A7B4B">
              <w:rPr>
                <w:rFonts w:cs="Arial"/>
                <w:b w:val="0"/>
                <w:szCs w:val="22"/>
              </w:rPr>
              <w:t>K1.37 Testing techniques</w:t>
            </w:r>
          </w:p>
        </w:tc>
        <w:tc>
          <w:tcPr>
            <w:tcW w:w="5785" w:type="dxa"/>
            <w:tcBorders>
              <w:top w:val="single" w:sz="4" w:space="0" w:color="C6C5C6"/>
              <w:left w:val="single" w:sz="4" w:space="0" w:color="C6C5C6"/>
              <w:bottom w:val="single" w:sz="4" w:space="0" w:color="C6C5C6"/>
              <w:right w:val="single" w:sz="4" w:space="0" w:color="C6C5C6"/>
            </w:tcBorders>
          </w:tcPr>
          <w:p w14:paraId="10073512" w14:textId="77777777" w:rsidR="00C46756" w:rsidRPr="001A7B4B" w:rsidRDefault="00C46756" w:rsidP="00C46756">
            <w:pPr>
              <w:pStyle w:val="Normalheadingblue"/>
              <w:rPr>
                <w:rFonts w:cs="Arial"/>
                <w:color w:val="auto"/>
                <w:szCs w:val="22"/>
              </w:rPr>
            </w:pPr>
            <w:r w:rsidRPr="001A7B4B">
              <w:rPr>
                <w:rFonts w:cs="Arial"/>
                <w:color w:val="auto"/>
                <w:szCs w:val="22"/>
              </w:rPr>
              <w:t>Activity:</w:t>
            </w:r>
          </w:p>
          <w:p w14:paraId="7F8BA3F0" w14:textId="77777777" w:rsidR="00C46756" w:rsidRPr="001A7B4B" w:rsidRDefault="00C46756" w:rsidP="00C46756">
            <w:pPr>
              <w:pStyle w:val="Normalheadingblue"/>
              <w:rPr>
                <w:rFonts w:cs="Arial"/>
                <w:color w:val="auto"/>
                <w:szCs w:val="22"/>
              </w:rPr>
            </w:pPr>
          </w:p>
          <w:p w14:paraId="2B1D3B6E" w14:textId="77777777" w:rsidR="00C46756" w:rsidRPr="001A7B4B" w:rsidRDefault="00C46756" w:rsidP="00C46756">
            <w:pPr>
              <w:pStyle w:val="Normalheadingblue"/>
              <w:rPr>
                <w:rFonts w:cs="Arial"/>
                <w:color w:val="auto"/>
                <w:szCs w:val="22"/>
              </w:rPr>
            </w:pPr>
            <w:r w:rsidRPr="001A7B4B">
              <w:rPr>
                <w:rFonts w:cs="Arial"/>
                <w:color w:val="auto"/>
                <w:szCs w:val="22"/>
              </w:rPr>
              <w:t>Starter task example:</w:t>
            </w:r>
          </w:p>
          <w:p w14:paraId="1B7DAD93" w14:textId="721AC68A" w:rsidR="00C46756" w:rsidRPr="001A7B4B" w:rsidRDefault="00827751" w:rsidP="002C017C">
            <w:pPr>
              <w:pStyle w:val="Normalheadingblue"/>
              <w:numPr>
                <w:ilvl w:val="0"/>
                <w:numId w:val="125"/>
              </w:numPr>
              <w:rPr>
                <w:rFonts w:cs="Arial"/>
                <w:b w:val="0"/>
                <w:color w:val="auto"/>
                <w:szCs w:val="22"/>
              </w:rPr>
            </w:pPr>
            <w:r w:rsidRPr="001A7B4B">
              <w:rPr>
                <w:rFonts w:cs="Arial"/>
                <w:b w:val="0"/>
                <w:color w:val="auto"/>
                <w:szCs w:val="22"/>
              </w:rPr>
              <w:t xml:space="preserve">Work experience update – Tutor to support and discuss work experience opportunities and lead discussion on recent experiences from </w:t>
            </w:r>
            <w:r w:rsidR="00F502C8" w:rsidRPr="001A7B4B">
              <w:rPr>
                <w:rFonts w:cs="Arial"/>
                <w:b w:val="0"/>
                <w:color w:val="auto"/>
                <w:szCs w:val="22"/>
              </w:rPr>
              <w:t>students</w:t>
            </w:r>
          </w:p>
          <w:p w14:paraId="3F78A63C" w14:textId="77777777" w:rsidR="00827751" w:rsidRPr="001A7B4B" w:rsidRDefault="00827751" w:rsidP="00C46756">
            <w:pPr>
              <w:pStyle w:val="Normalheadingblue"/>
              <w:rPr>
                <w:rFonts w:cs="Arial"/>
                <w:color w:val="auto"/>
                <w:szCs w:val="22"/>
              </w:rPr>
            </w:pPr>
          </w:p>
          <w:p w14:paraId="128E30BA" w14:textId="77777777" w:rsidR="00C46756" w:rsidRPr="001A7B4B" w:rsidRDefault="00C46756" w:rsidP="00C46756">
            <w:pPr>
              <w:pStyle w:val="Normalheadingblue"/>
              <w:rPr>
                <w:rFonts w:cs="Arial"/>
                <w:color w:val="auto"/>
                <w:szCs w:val="22"/>
              </w:rPr>
            </w:pPr>
            <w:r w:rsidRPr="001A7B4B">
              <w:rPr>
                <w:rFonts w:cs="Arial"/>
                <w:color w:val="auto"/>
                <w:szCs w:val="22"/>
              </w:rPr>
              <w:t>Delivery:</w:t>
            </w:r>
          </w:p>
          <w:p w14:paraId="73F01CBE" w14:textId="77777777" w:rsidR="00C46756" w:rsidRPr="001A7B4B" w:rsidRDefault="00562DD5" w:rsidP="00C46756">
            <w:pPr>
              <w:pStyle w:val="Normalheadingblue"/>
              <w:rPr>
                <w:rFonts w:cs="Arial"/>
                <w:color w:val="auto"/>
                <w:szCs w:val="22"/>
              </w:rPr>
            </w:pPr>
            <w:r w:rsidRPr="001A7B4B">
              <w:rPr>
                <w:rFonts w:cs="Arial"/>
                <w:color w:val="auto"/>
                <w:szCs w:val="22"/>
              </w:rPr>
              <w:t>System commissioning – Testing hot and cold water services for soundness</w:t>
            </w:r>
          </w:p>
          <w:p w14:paraId="5D8BA8AC" w14:textId="77777777" w:rsidR="00827751" w:rsidRPr="001A7B4B" w:rsidRDefault="00827751" w:rsidP="002C017C">
            <w:pPr>
              <w:pStyle w:val="Normalheadingblue"/>
              <w:numPr>
                <w:ilvl w:val="0"/>
                <w:numId w:val="125"/>
              </w:numPr>
              <w:rPr>
                <w:rFonts w:cs="Arial"/>
                <w:b w:val="0"/>
                <w:color w:val="auto"/>
                <w:szCs w:val="22"/>
              </w:rPr>
            </w:pPr>
            <w:r w:rsidRPr="001A7B4B">
              <w:rPr>
                <w:rFonts w:cs="Arial"/>
                <w:b w:val="0"/>
                <w:color w:val="auto"/>
                <w:szCs w:val="22"/>
              </w:rPr>
              <w:t>Tutor to use practical demonstrations and British standards to deliver the process of testing hot and cold water services for soundness including:</w:t>
            </w:r>
          </w:p>
          <w:p w14:paraId="51D2ADDE" w14:textId="77777777" w:rsidR="00827751" w:rsidRPr="001A7B4B" w:rsidRDefault="00827751" w:rsidP="002C017C">
            <w:pPr>
              <w:pStyle w:val="Normalheadingblue"/>
              <w:numPr>
                <w:ilvl w:val="0"/>
                <w:numId w:val="125"/>
              </w:numPr>
              <w:rPr>
                <w:rFonts w:cs="Arial"/>
                <w:b w:val="0"/>
                <w:color w:val="auto"/>
                <w:szCs w:val="22"/>
              </w:rPr>
            </w:pPr>
            <w:r w:rsidRPr="001A7B4B">
              <w:rPr>
                <w:rFonts w:cs="Arial"/>
                <w:b w:val="0"/>
                <w:color w:val="auto"/>
                <w:szCs w:val="22"/>
              </w:rPr>
              <w:t>Soundness test to industry requirements on plumbing and heating</w:t>
            </w:r>
          </w:p>
          <w:p w14:paraId="1A650042" w14:textId="77777777" w:rsidR="00827751" w:rsidRPr="001A7B4B" w:rsidRDefault="00827751" w:rsidP="002C017C">
            <w:pPr>
              <w:pStyle w:val="Normalheadingblue"/>
              <w:numPr>
                <w:ilvl w:val="0"/>
                <w:numId w:val="125"/>
              </w:numPr>
              <w:rPr>
                <w:rFonts w:cs="Arial"/>
                <w:b w:val="0"/>
                <w:color w:val="auto"/>
                <w:szCs w:val="22"/>
              </w:rPr>
            </w:pPr>
            <w:r w:rsidRPr="001A7B4B">
              <w:rPr>
                <w:rFonts w:cs="Arial"/>
                <w:b w:val="0"/>
                <w:color w:val="auto"/>
                <w:szCs w:val="22"/>
              </w:rPr>
              <w:t>system pipework and components:</w:t>
            </w:r>
          </w:p>
          <w:p w14:paraId="2FC798F4" w14:textId="77777777" w:rsidR="00827751" w:rsidRPr="001A7B4B" w:rsidRDefault="00827751" w:rsidP="002C017C">
            <w:pPr>
              <w:pStyle w:val="Normalheadingblue"/>
              <w:numPr>
                <w:ilvl w:val="0"/>
                <w:numId w:val="125"/>
              </w:numPr>
              <w:rPr>
                <w:rFonts w:cs="Arial"/>
                <w:b w:val="0"/>
                <w:color w:val="auto"/>
                <w:szCs w:val="22"/>
              </w:rPr>
            </w:pPr>
            <w:r w:rsidRPr="001A7B4B">
              <w:rPr>
                <w:rFonts w:cs="Arial"/>
                <w:b w:val="0"/>
                <w:color w:val="auto"/>
                <w:szCs w:val="22"/>
              </w:rPr>
              <w:t>initial fill</w:t>
            </w:r>
          </w:p>
          <w:p w14:paraId="17438C3B" w14:textId="77777777" w:rsidR="00827751" w:rsidRPr="001A7B4B" w:rsidRDefault="00827751" w:rsidP="002C017C">
            <w:pPr>
              <w:pStyle w:val="Normalheadingblue"/>
              <w:numPr>
                <w:ilvl w:val="0"/>
                <w:numId w:val="125"/>
              </w:numPr>
              <w:rPr>
                <w:rFonts w:cs="Arial"/>
                <w:b w:val="0"/>
                <w:color w:val="auto"/>
                <w:szCs w:val="22"/>
              </w:rPr>
            </w:pPr>
            <w:r w:rsidRPr="001A7B4B">
              <w:rPr>
                <w:rFonts w:cs="Arial"/>
                <w:b w:val="0"/>
                <w:color w:val="auto"/>
                <w:szCs w:val="22"/>
              </w:rPr>
              <w:t>stabilisation</w:t>
            </w:r>
          </w:p>
          <w:p w14:paraId="156760C5" w14:textId="77777777" w:rsidR="00827751" w:rsidRPr="001A7B4B" w:rsidRDefault="00827751" w:rsidP="002C017C">
            <w:pPr>
              <w:pStyle w:val="Normalheadingblue"/>
              <w:numPr>
                <w:ilvl w:val="0"/>
                <w:numId w:val="125"/>
              </w:numPr>
              <w:rPr>
                <w:rFonts w:cs="Arial"/>
                <w:b w:val="0"/>
                <w:color w:val="auto"/>
                <w:szCs w:val="22"/>
              </w:rPr>
            </w:pPr>
            <w:r w:rsidRPr="001A7B4B">
              <w:rPr>
                <w:rFonts w:cs="Arial"/>
                <w:b w:val="0"/>
                <w:color w:val="auto"/>
                <w:szCs w:val="22"/>
              </w:rPr>
              <w:t>test to required pressure</w:t>
            </w:r>
          </w:p>
          <w:p w14:paraId="39F814EC" w14:textId="77777777" w:rsidR="00827751" w:rsidRPr="001A7B4B" w:rsidRDefault="00827751" w:rsidP="002C017C">
            <w:pPr>
              <w:pStyle w:val="Normalheadingblue"/>
              <w:numPr>
                <w:ilvl w:val="0"/>
                <w:numId w:val="125"/>
              </w:numPr>
              <w:rPr>
                <w:rFonts w:cs="Arial"/>
                <w:b w:val="0"/>
                <w:color w:val="auto"/>
                <w:szCs w:val="22"/>
              </w:rPr>
            </w:pPr>
            <w:r w:rsidRPr="001A7B4B">
              <w:rPr>
                <w:rFonts w:cs="Arial"/>
                <w:b w:val="0"/>
                <w:color w:val="auto"/>
                <w:szCs w:val="22"/>
              </w:rPr>
              <w:t>check for leaks</w:t>
            </w:r>
          </w:p>
          <w:p w14:paraId="7D4773C7" w14:textId="77777777" w:rsidR="00827751" w:rsidRPr="001A7B4B" w:rsidRDefault="00827751" w:rsidP="002C017C">
            <w:pPr>
              <w:pStyle w:val="Normalheadingblue"/>
              <w:numPr>
                <w:ilvl w:val="0"/>
                <w:numId w:val="125"/>
              </w:numPr>
              <w:rPr>
                <w:rFonts w:cs="Arial"/>
                <w:b w:val="0"/>
                <w:color w:val="auto"/>
                <w:szCs w:val="22"/>
              </w:rPr>
            </w:pPr>
            <w:r w:rsidRPr="001A7B4B">
              <w:rPr>
                <w:rFonts w:cs="Arial"/>
                <w:b w:val="0"/>
                <w:color w:val="auto"/>
                <w:szCs w:val="22"/>
              </w:rPr>
              <w:lastRenderedPageBreak/>
              <w:t>check pressures after test period.</w:t>
            </w:r>
          </w:p>
          <w:p w14:paraId="39319586" w14:textId="77777777" w:rsidR="00827751" w:rsidRPr="001A7B4B" w:rsidRDefault="00827751" w:rsidP="002C017C">
            <w:pPr>
              <w:pStyle w:val="Normalheadingblue"/>
              <w:numPr>
                <w:ilvl w:val="0"/>
                <w:numId w:val="125"/>
              </w:numPr>
              <w:rPr>
                <w:rFonts w:cs="Arial"/>
                <w:b w:val="0"/>
                <w:color w:val="auto"/>
                <w:szCs w:val="22"/>
              </w:rPr>
            </w:pPr>
            <w:r w:rsidRPr="001A7B4B">
              <w:rPr>
                <w:rFonts w:cs="Arial"/>
                <w:b w:val="0"/>
                <w:color w:val="auto"/>
                <w:szCs w:val="22"/>
              </w:rPr>
              <w:t>Tutor to demonstrate the equipment required to carry out:</w:t>
            </w:r>
          </w:p>
          <w:p w14:paraId="3E4215D0" w14:textId="77777777" w:rsidR="00827751" w:rsidRPr="001A7B4B" w:rsidRDefault="00827751" w:rsidP="002C017C">
            <w:pPr>
              <w:pStyle w:val="Normalheadingblue"/>
              <w:numPr>
                <w:ilvl w:val="0"/>
                <w:numId w:val="125"/>
              </w:numPr>
              <w:rPr>
                <w:rFonts w:cs="Arial"/>
                <w:b w:val="0"/>
                <w:color w:val="auto"/>
                <w:szCs w:val="22"/>
              </w:rPr>
            </w:pPr>
            <w:r w:rsidRPr="001A7B4B">
              <w:rPr>
                <w:rFonts w:cs="Arial"/>
                <w:b w:val="0"/>
                <w:color w:val="auto"/>
                <w:szCs w:val="22"/>
              </w:rPr>
              <w:t xml:space="preserve">Testing techniques: </w:t>
            </w:r>
          </w:p>
          <w:p w14:paraId="084BA821" w14:textId="77777777" w:rsidR="00827751" w:rsidRPr="001A7B4B" w:rsidRDefault="00827751" w:rsidP="002C017C">
            <w:pPr>
              <w:pStyle w:val="Normalheadingblue"/>
              <w:numPr>
                <w:ilvl w:val="0"/>
                <w:numId w:val="125"/>
              </w:numPr>
              <w:rPr>
                <w:rFonts w:cs="Arial"/>
                <w:b w:val="0"/>
                <w:color w:val="auto"/>
                <w:szCs w:val="22"/>
              </w:rPr>
            </w:pPr>
            <w:r w:rsidRPr="001A7B4B">
              <w:rPr>
                <w:rFonts w:cs="Arial"/>
                <w:b w:val="0"/>
                <w:color w:val="auto"/>
                <w:szCs w:val="22"/>
              </w:rPr>
              <w:t>air testing</w:t>
            </w:r>
          </w:p>
          <w:p w14:paraId="597DAC1D" w14:textId="77777777" w:rsidR="00827751" w:rsidRPr="001A7B4B" w:rsidRDefault="00827751" w:rsidP="002C017C">
            <w:pPr>
              <w:pStyle w:val="Normalheadingblue"/>
              <w:numPr>
                <w:ilvl w:val="0"/>
                <w:numId w:val="125"/>
              </w:numPr>
              <w:rPr>
                <w:rFonts w:cs="Arial"/>
                <w:b w:val="0"/>
                <w:color w:val="auto"/>
                <w:szCs w:val="22"/>
              </w:rPr>
            </w:pPr>
            <w:r w:rsidRPr="001A7B4B">
              <w:rPr>
                <w:rFonts w:cs="Arial"/>
                <w:b w:val="0"/>
                <w:color w:val="auto"/>
                <w:szCs w:val="22"/>
              </w:rPr>
              <w:t>hydraulic pressure testing</w:t>
            </w:r>
          </w:p>
          <w:p w14:paraId="4540C23B" w14:textId="77777777" w:rsidR="00827751" w:rsidRPr="001A7B4B" w:rsidRDefault="00827751" w:rsidP="002C017C">
            <w:pPr>
              <w:pStyle w:val="Normalheadingblue"/>
              <w:numPr>
                <w:ilvl w:val="0"/>
                <w:numId w:val="125"/>
              </w:numPr>
              <w:rPr>
                <w:rFonts w:cs="Arial"/>
                <w:b w:val="0"/>
                <w:color w:val="auto"/>
                <w:szCs w:val="22"/>
              </w:rPr>
            </w:pPr>
            <w:r w:rsidRPr="001A7B4B">
              <w:rPr>
                <w:rFonts w:cs="Arial"/>
                <w:b w:val="0"/>
                <w:color w:val="auto"/>
                <w:szCs w:val="22"/>
              </w:rPr>
              <w:t>safety component operation</w:t>
            </w:r>
          </w:p>
          <w:p w14:paraId="60682846" w14:textId="77777777" w:rsidR="00827751" w:rsidRPr="001A7B4B" w:rsidRDefault="00827751" w:rsidP="002C017C">
            <w:pPr>
              <w:pStyle w:val="Normalheadingblue"/>
              <w:numPr>
                <w:ilvl w:val="0"/>
                <w:numId w:val="125"/>
              </w:numPr>
              <w:rPr>
                <w:rFonts w:cs="Arial"/>
                <w:b w:val="0"/>
                <w:color w:val="auto"/>
                <w:szCs w:val="22"/>
              </w:rPr>
            </w:pPr>
            <w:r w:rsidRPr="001A7B4B">
              <w:rPr>
                <w:rFonts w:cs="Arial"/>
                <w:b w:val="0"/>
                <w:color w:val="auto"/>
                <w:szCs w:val="22"/>
              </w:rPr>
              <w:t>soundness testing</w:t>
            </w:r>
          </w:p>
          <w:p w14:paraId="16DDF347" w14:textId="77777777" w:rsidR="00827751" w:rsidRPr="001A7B4B" w:rsidRDefault="00827751" w:rsidP="002C017C">
            <w:pPr>
              <w:pStyle w:val="Normalheadingblue"/>
              <w:numPr>
                <w:ilvl w:val="0"/>
                <w:numId w:val="125"/>
              </w:numPr>
              <w:rPr>
                <w:rFonts w:cs="Arial"/>
                <w:b w:val="0"/>
                <w:color w:val="auto"/>
                <w:szCs w:val="22"/>
              </w:rPr>
            </w:pPr>
            <w:r w:rsidRPr="001A7B4B">
              <w:rPr>
                <w:rFonts w:cs="Arial"/>
                <w:b w:val="0"/>
                <w:color w:val="auto"/>
                <w:szCs w:val="22"/>
              </w:rPr>
              <w:t>performance testing</w:t>
            </w:r>
          </w:p>
          <w:p w14:paraId="5BCAA935" w14:textId="77777777" w:rsidR="00827751" w:rsidRPr="001A7B4B" w:rsidRDefault="00827751" w:rsidP="002C017C">
            <w:pPr>
              <w:pStyle w:val="Normalheadingblue"/>
              <w:numPr>
                <w:ilvl w:val="0"/>
                <w:numId w:val="125"/>
              </w:numPr>
              <w:rPr>
                <w:rFonts w:cs="Arial"/>
                <w:b w:val="0"/>
                <w:color w:val="auto"/>
                <w:szCs w:val="22"/>
              </w:rPr>
            </w:pPr>
            <w:r w:rsidRPr="001A7B4B">
              <w:rPr>
                <w:rFonts w:cs="Arial"/>
                <w:b w:val="0"/>
                <w:color w:val="auto"/>
                <w:szCs w:val="22"/>
              </w:rPr>
              <w:t>Use open group discussion to identify safety requirements when conducting testing – focus on pneumatic testing dangers</w:t>
            </w:r>
          </w:p>
          <w:p w14:paraId="08CA3BDC" w14:textId="77777777" w:rsidR="00562DD5" w:rsidRPr="001A7B4B" w:rsidRDefault="00562DD5" w:rsidP="00C46756">
            <w:pPr>
              <w:pStyle w:val="Normalheadingblue"/>
              <w:rPr>
                <w:rFonts w:cs="Arial"/>
                <w:color w:val="auto"/>
                <w:szCs w:val="22"/>
              </w:rPr>
            </w:pPr>
          </w:p>
          <w:p w14:paraId="51672616" w14:textId="77777777" w:rsidR="00C46756" w:rsidRPr="001A7B4B" w:rsidRDefault="00C46756" w:rsidP="00C46756">
            <w:pPr>
              <w:pStyle w:val="Normalheadingblue"/>
              <w:rPr>
                <w:rFonts w:cs="Arial"/>
                <w:color w:val="auto"/>
                <w:szCs w:val="22"/>
              </w:rPr>
            </w:pPr>
            <w:r w:rsidRPr="001A7B4B">
              <w:rPr>
                <w:rFonts w:cs="Arial"/>
                <w:color w:val="auto"/>
                <w:szCs w:val="22"/>
              </w:rPr>
              <w:t>Knowledge check example:</w:t>
            </w:r>
          </w:p>
          <w:p w14:paraId="7D2CF88C" w14:textId="6DDC6A9E" w:rsidR="00827751" w:rsidRPr="001A7B4B" w:rsidRDefault="00827751" w:rsidP="00827751">
            <w:pPr>
              <w:pStyle w:val="Normalheadingblue"/>
              <w:rPr>
                <w:rFonts w:cs="Arial"/>
                <w:b w:val="0"/>
                <w:color w:val="auto"/>
                <w:szCs w:val="22"/>
              </w:rPr>
            </w:pPr>
            <w:r w:rsidRPr="001A7B4B">
              <w:rPr>
                <w:rFonts w:cs="Arial"/>
                <w:b w:val="0"/>
                <w:color w:val="auto"/>
                <w:szCs w:val="22"/>
              </w:rPr>
              <w:t xml:space="preserve">Method statement task – </w:t>
            </w:r>
            <w:r w:rsidR="00116A2E" w:rsidRPr="001A7B4B">
              <w:rPr>
                <w:rFonts w:cs="Arial"/>
                <w:b w:val="0"/>
                <w:color w:val="auto"/>
                <w:szCs w:val="22"/>
              </w:rPr>
              <w:t>Students</w:t>
            </w:r>
            <w:r w:rsidRPr="001A7B4B">
              <w:rPr>
                <w:rFonts w:cs="Arial"/>
                <w:b w:val="0"/>
                <w:color w:val="auto"/>
                <w:szCs w:val="22"/>
              </w:rPr>
              <w:t xml:space="preserve"> are to produce a Method statement based on testing a CH system as directed by tutor.</w:t>
            </w:r>
          </w:p>
          <w:p w14:paraId="41481BE7" w14:textId="77777777" w:rsidR="00C46756" w:rsidRPr="001A7B4B" w:rsidRDefault="00C46756" w:rsidP="00827751">
            <w:pPr>
              <w:pStyle w:val="Normalheadingblue"/>
              <w:rPr>
                <w:rFonts w:cs="Arial"/>
                <w:b w:val="0"/>
                <w:color w:val="auto"/>
                <w:szCs w:val="22"/>
              </w:rPr>
            </w:pPr>
          </w:p>
          <w:p w14:paraId="06634F4D" w14:textId="77777777" w:rsidR="00C46756" w:rsidRPr="001A7B4B" w:rsidRDefault="00C46756" w:rsidP="00C46756">
            <w:pPr>
              <w:pStyle w:val="Normalheadingblue"/>
              <w:rPr>
                <w:rFonts w:cs="Arial"/>
                <w:color w:val="auto"/>
                <w:szCs w:val="22"/>
              </w:rPr>
            </w:pPr>
            <w:r w:rsidRPr="001A7B4B">
              <w:rPr>
                <w:rFonts w:cs="Arial"/>
                <w:color w:val="auto"/>
                <w:szCs w:val="22"/>
              </w:rPr>
              <w:t>Resources:</w:t>
            </w:r>
          </w:p>
          <w:p w14:paraId="2AE60368" w14:textId="77777777" w:rsidR="00827751" w:rsidRPr="001A7B4B" w:rsidRDefault="00827751" w:rsidP="00827751">
            <w:pPr>
              <w:pStyle w:val="Normalheadingblue"/>
              <w:rPr>
                <w:rFonts w:cs="Arial"/>
                <w:b w:val="0"/>
                <w:color w:val="auto"/>
                <w:szCs w:val="22"/>
              </w:rPr>
            </w:pPr>
            <w:r w:rsidRPr="001A7B4B">
              <w:rPr>
                <w:rFonts w:cs="Arial"/>
                <w:b w:val="0"/>
                <w:color w:val="auto"/>
                <w:szCs w:val="22"/>
              </w:rPr>
              <w:t>Test equipment and gauges</w:t>
            </w:r>
          </w:p>
          <w:p w14:paraId="551D7CBB" w14:textId="77777777" w:rsidR="00827751" w:rsidRPr="001A7B4B" w:rsidRDefault="00827751" w:rsidP="00827751">
            <w:pPr>
              <w:pStyle w:val="Normalheadingblue"/>
              <w:rPr>
                <w:rFonts w:cs="Arial"/>
                <w:b w:val="0"/>
                <w:color w:val="auto"/>
                <w:szCs w:val="22"/>
              </w:rPr>
            </w:pPr>
            <w:r w:rsidRPr="001A7B4B">
              <w:rPr>
                <w:rFonts w:cs="Arial"/>
                <w:b w:val="0"/>
                <w:color w:val="auto"/>
                <w:szCs w:val="22"/>
              </w:rPr>
              <w:t>System to demonstrate test</w:t>
            </w:r>
          </w:p>
          <w:p w14:paraId="6746E481" w14:textId="77777777" w:rsidR="00827751" w:rsidRPr="001A7B4B" w:rsidRDefault="00827751" w:rsidP="00827751">
            <w:pPr>
              <w:pStyle w:val="Normalheadingblue"/>
              <w:rPr>
                <w:rFonts w:cs="Arial"/>
                <w:b w:val="0"/>
                <w:color w:val="auto"/>
                <w:szCs w:val="22"/>
              </w:rPr>
            </w:pPr>
            <w:r w:rsidRPr="001A7B4B">
              <w:rPr>
                <w:rFonts w:cs="Arial"/>
                <w:b w:val="0"/>
                <w:color w:val="auto"/>
                <w:szCs w:val="22"/>
              </w:rPr>
              <w:t>British standards</w:t>
            </w:r>
          </w:p>
          <w:p w14:paraId="25B90926" w14:textId="77777777" w:rsidR="00827751" w:rsidRPr="001A7B4B" w:rsidRDefault="00827751" w:rsidP="00827751">
            <w:pPr>
              <w:pStyle w:val="Normalheadingblue"/>
              <w:rPr>
                <w:rFonts w:cs="Arial"/>
                <w:b w:val="0"/>
                <w:color w:val="auto"/>
                <w:szCs w:val="22"/>
              </w:rPr>
            </w:pPr>
            <w:r w:rsidRPr="001A7B4B">
              <w:rPr>
                <w:rFonts w:cs="Arial"/>
                <w:b w:val="0"/>
                <w:color w:val="auto"/>
                <w:szCs w:val="22"/>
              </w:rPr>
              <w:t>Method statement task sheet</w:t>
            </w:r>
          </w:p>
          <w:p w14:paraId="46A0B9F1" w14:textId="77777777" w:rsidR="00C46756" w:rsidRPr="001A7B4B" w:rsidRDefault="00C46756" w:rsidP="00C46756">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1F0A22CD" w14:textId="77777777" w:rsidR="00DD207A" w:rsidRPr="001A7B4B" w:rsidRDefault="008A57D2">
            <w:r w:rsidRPr="001A7B4B">
              <w:lastRenderedPageBreak/>
              <w:t>Produce method statement</w:t>
            </w:r>
          </w:p>
        </w:tc>
      </w:tr>
      <w:tr w:rsidR="001A7B4B" w:rsidRPr="001A7B4B" w14:paraId="33C67797"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26FE4963" w14:textId="77777777" w:rsidR="00C46756" w:rsidRDefault="00562DD5" w:rsidP="00C46756">
            <w:pPr>
              <w:jc w:val="center"/>
              <w:rPr>
                <w:rFonts w:cs="Arial"/>
                <w:szCs w:val="22"/>
              </w:rPr>
            </w:pPr>
            <w:r>
              <w:rPr>
                <w:rFonts w:cs="Arial"/>
                <w:szCs w:val="22"/>
              </w:rPr>
              <w:lastRenderedPageBreak/>
              <w:t>188</w:t>
            </w:r>
          </w:p>
          <w:p w14:paraId="04521F9A" w14:textId="77777777" w:rsidR="00562DD5" w:rsidRDefault="00562DD5" w:rsidP="00C46756">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5D93191B" w14:textId="77777777" w:rsidR="00562DD5" w:rsidRPr="001A7B4B" w:rsidRDefault="00562DD5" w:rsidP="00562DD5">
            <w:pPr>
              <w:pStyle w:val="Normalheadingblack"/>
              <w:rPr>
                <w:rFonts w:cs="Arial"/>
                <w:lang w:eastAsia="en-GB"/>
              </w:rPr>
            </w:pPr>
            <w:r w:rsidRPr="001A7B4B">
              <w:rPr>
                <w:rFonts w:cs="Arial"/>
                <w:lang w:eastAsia="en-GB"/>
              </w:rPr>
              <w:t>Outcome 1 – Plumbing and heating common knowledge criteria</w:t>
            </w:r>
          </w:p>
          <w:p w14:paraId="6F37098E" w14:textId="77777777" w:rsidR="00C46756" w:rsidRPr="001A7B4B" w:rsidRDefault="00C46756" w:rsidP="00C46756">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2D768A3E" w14:textId="77777777" w:rsidR="00C46756" w:rsidRPr="001A7B4B" w:rsidRDefault="00562DD5" w:rsidP="00C46756">
            <w:pPr>
              <w:pStyle w:val="Normalheadingblack"/>
              <w:rPr>
                <w:rFonts w:cs="Arial"/>
                <w:b w:val="0"/>
                <w:szCs w:val="22"/>
              </w:rPr>
            </w:pPr>
            <w:r w:rsidRPr="001A7B4B">
              <w:rPr>
                <w:rFonts w:cs="Arial"/>
                <w:b w:val="0"/>
                <w:szCs w:val="22"/>
              </w:rPr>
              <w:t>K1.37 Testing techniques</w:t>
            </w:r>
          </w:p>
        </w:tc>
        <w:tc>
          <w:tcPr>
            <w:tcW w:w="5785" w:type="dxa"/>
            <w:tcBorders>
              <w:top w:val="single" w:sz="4" w:space="0" w:color="C6C5C6"/>
              <w:left w:val="single" w:sz="4" w:space="0" w:color="C6C5C6"/>
              <w:bottom w:val="single" w:sz="4" w:space="0" w:color="C6C5C6"/>
              <w:right w:val="single" w:sz="4" w:space="0" w:color="C6C5C6"/>
            </w:tcBorders>
          </w:tcPr>
          <w:p w14:paraId="37A23787" w14:textId="77777777" w:rsidR="00C46756" w:rsidRPr="001A7B4B" w:rsidRDefault="00C46756" w:rsidP="00C46756">
            <w:pPr>
              <w:pStyle w:val="Normalheadingblue"/>
              <w:rPr>
                <w:rFonts w:cs="Arial"/>
                <w:color w:val="auto"/>
                <w:szCs w:val="22"/>
              </w:rPr>
            </w:pPr>
            <w:r w:rsidRPr="001A7B4B">
              <w:rPr>
                <w:rFonts w:cs="Arial"/>
                <w:color w:val="auto"/>
                <w:szCs w:val="22"/>
              </w:rPr>
              <w:t>Activity:</w:t>
            </w:r>
          </w:p>
          <w:p w14:paraId="65390910" w14:textId="77777777" w:rsidR="00C46756" w:rsidRPr="001A7B4B" w:rsidRDefault="00C46756" w:rsidP="00C46756">
            <w:pPr>
              <w:pStyle w:val="Normalheadingblue"/>
              <w:rPr>
                <w:rFonts w:cs="Arial"/>
                <w:color w:val="auto"/>
                <w:szCs w:val="22"/>
              </w:rPr>
            </w:pPr>
          </w:p>
          <w:p w14:paraId="581D8E8A" w14:textId="77777777" w:rsidR="00C46756" w:rsidRPr="001A7B4B" w:rsidRDefault="00C46756" w:rsidP="00C46756">
            <w:pPr>
              <w:pStyle w:val="Normalheadingblue"/>
              <w:rPr>
                <w:rFonts w:cs="Arial"/>
                <w:color w:val="auto"/>
                <w:szCs w:val="22"/>
              </w:rPr>
            </w:pPr>
            <w:r w:rsidRPr="001A7B4B">
              <w:rPr>
                <w:rFonts w:cs="Arial"/>
                <w:color w:val="auto"/>
                <w:szCs w:val="22"/>
              </w:rPr>
              <w:t>Starter task example:</w:t>
            </w:r>
          </w:p>
          <w:p w14:paraId="00F23B46" w14:textId="77EC815A" w:rsidR="00C46756" w:rsidRPr="001A7B4B" w:rsidRDefault="00CF7DA1" w:rsidP="00C46756">
            <w:pPr>
              <w:pStyle w:val="Normalheadingblue"/>
              <w:rPr>
                <w:rFonts w:cs="Arial"/>
                <w:b w:val="0"/>
                <w:color w:val="auto"/>
                <w:szCs w:val="22"/>
              </w:rPr>
            </w:pPr>
            <w:r w:rsidRPr="001A7B4B">
              <w:rPr>
                <w:rFonts w:cs="Arial"/>
                <w:b w:val="0"/>
                <w:color w:val="auto"/>
                <w:szCs w:val="22"/>
              </w:rPr>
              <w:t xml:space="preserve">Recap task – </w:t>
            </w:r>
            <w:r w:rsidR="00116A2E" w:rsidRPr="001A7B4B">
              <w:rPr>
                <w:rFonts w:cs="Arial"/>
                <w:b w:val="0"/>
                <w:color w:val="auto"/>
                <w:szCs w:val="22"/>
              </w:rPr>
              <w:t>Students</w:t>
            </w:r>
            <w:r w:rsidRPr="001A7B4B">
              <w:rPr>
                <w:rFonts w:cs="Arial"/>
                <w:b w:val="0"/>
                <w:color w:val="auto"/>
                <w:szCs w:val="22"/>
              </w:rPr>
              <w:t xml:space="preserve"> to state a fact each from the previous session and then nominate a peer to do the same</w:t>
            </w:r>
          </w:p>
          <w:p w14:paraId="67D8988F" w14:textId="77777777" w:rsidR="00C46756" w:rsidRPr="001A7B4B" w:rsidRDefault="00C46756" w:rsidP="00C46756">
            <w:pPr>
              <w:pStyle w:val="Normalheadingblue"/>
              <w:rPr>
                <w:rFonts w:cs="Arial"/>
                <w:color w:val="auto"/>
                <w:szCs w:val="22"/>
              </w:rPr>
            </w:pPr>
            <w:r w:rsidRPr="001A7B4B">
              <w:rPr>
                <w:rFonts w:cs="Arial"/>
                <w:color w:val="auto"/>
                <w:szCs w:val="22"/>
              </w:rPr>
              <w:t>Delivery:</w:t>
            </w:r>
          </w:p>
          <w:p w14:paraId="7B61A5A0" w14:textId="77777777" w:rsidR="00C46756" w:rsidRPr="001A7B4B" w:rsidRDefault="00562DD5" w:rsidP="00C46756">
            <w:pPr>
              <w:pStyle w:val="Normalheadingblue"/>
              <w:rPr>
                <w:rFonts w:cs="Arial"/>
                <w:color w:val="auto"/>
                <w:szCs w:val="22"/>
              </w:rPr>
            </w:pPr>
            <w:r w:rsidRPr="001A7B4B">
              <w:rPr>
                <w:rFonts w:cs="Arial"/>
                <w:color w:val="auto"/>
                <w:szCs w:val="22"/>
              </w:rPr>
              <w:t>System commissioning – Testing heating systems for soundness</w:t>
            </w:r>
          </w:p>
          <w:p w14:paraId="6C1BE435" w14:textId="77777777" w:rsidR="0090372F" w:rsidRPr="001A7B4B" w:rsidRDefault="0090372F" w:rsidP="002C017C">
            <w:pPr>
              <w:pStyle w:val="Normalheadingblue"/>
              <w:numPr>
                <w:ilvl w:val="0"/>
                <w:numId w:val="125"/>
              </w:numPr>
              <w:rPr>
                <w:rFonts w:cs="Arial"/>
                <w:b w:val="0"/>
                <w:color w:val="auto"/>
                <w:szCs w:val="22"/>
              </w:rPr>
            </w:pPr>
            <w:r w:rsidRPr="001A7B4B">
              <w:rPr>
                <w:rFonts w:cs="Arial"/>
                <w:b w:val="0"/>
                <w:color w:val="auto"/>
                <w:szCs w:val="22"/>
              </w:rPr>
              <w:t>Tutor to use practical demonstrations and British standards to deliver the process of testing heating systems for soundness including:</w:t>
            </w:r>
          </w:p>
          <w:p w14:paraId="050EB37A" w14:textId="77777777" w:rsidR="00B92BBE" w:rsidRPr="001A7B4B" w:rsidRDefault="00B92BBE" w:rsidP="002C017C">
            <w:pPr>
              <w:pStyle w:val="Normalheadingblue"/>
              <w:numPr>
                <w:ilvl w:val="0"/>
                <w:numId w:val="125"/>
              </w:numPr>
              <w:rPr>
                <w:rFonts w:cs="Arial"/>
                <w:b w:val="0"/>
                <w:color w:val="auto"/>
                <w:szCs w:val="22"/>
              </w:rPr>
            </w:pPr>
            <w:r w:rsidRPr="001A7B4B">
              <w:rPr>
                <w:rFonts w:cs="Arial"/>
                <w:b w:val="0"/>
                <w:color w:val="auto"/>
                <w:szCs w:val="22"/>
              </w:rPr>
              <w:t>Soundness test to industry requirements on plumbing and heating</w:t>
            </w:r>
          </w:p>
          <w:p w14:paraId="20080A4B" w14:textId="77777777" w:rsidR="00B92BBE" w:rsidRPr="001A7B4B" w:rsidRDefault="00B92BBE" w:rsidP="002C017C">
            <w:pPr>
              <w:pStyle w:val="Normalheadingblue"/>
              <w:numPr>
                <w:ilvl w:val="0"/>
                <w:numId w:val="125"/>
              </w:numPr>
              <w:rPr>
                <w:rFonts w:cs="Arial"/>
                <w:b w:val="0"/>
                <w:color w:val="auto"/>
                <w:szCs w:val="22"/>
              </w:rPr>
            </w:pPr>
            <w:r w:rsidRPr="001A7B4B">
              <w:rPr>
                <w:rFonts w:cs="Arial"/>
                <w:b w:val="0"/>
                <w:color w:val="auto"/>
                <w:szCs w:val="22"/>
              </w:rPr>
              <w:t>system pipework and components:</w:t>
            </w:r>
          </w:p>
          <w:p w14:paraId="6F7F90D9" w14:textId="77777777" w:rsidR="00B92BBE" w:rsidRPr="001A7B4B" w:rsidRDefault="00B92BBE" w:rsidP="002C017C">
            <w:pPr>
              <w:pStyle w:val="Normalheadingblue"/>
              <w:numPr>
                <w:ilvl w:val="0"/>
                <w:numId w:val="125"/>
              </w:numPr>
              <w:rPr>
                <w:rFonts w:cs="Arial"/>
                <w:b w:val="0"/>
                <w:color w:val="auto"/>
                <w:szCs w:val="22"/>
              </w:rPr>
            </w:pPr>
            <w:r w:rsidRPr="001A7B4B">
              <w:rPr>
                <w:rFonts w:cs="Arial"/>
                <w:b w:val="0"/>
                <w:color w:val="auto"/>
                <w:szCs w:val="22"/>
              </w:rPr>
              <w:t>initial fill</w:t>
            </w:r>
          </w:p>
          <w:p w14:paraId="0BE4B81E" w14:textId="77777777" w:rsidR="00B92BBE" w:rsidRPr="001A7B4B" w:rsidRDefault="00B92BBE" w:rsidP="002C017C">
            <w:pPr>
              <w:pStyle w:val="Normalheadingblue"/>
              <w:numPr>
                <w:ilvl w:val="0"/>
                <w:numId w:val="125"/>
              </w:numPr>
              <w:rPr>
                <w:rFonts w:cs="Arial"/>
                <w:b w:val="0"/>
                <w:color w:val="auto"/>
                <w:szCs w:val="22"/>
              </w:rPr>
            </w:pPr>
            <w:r w:rsidRPr="001A7B4B">
              <w:rPr>
                <w:rFonts w:cs="Arial"/>
                <w:b w:val="0"/>
                <w:color w:val="auto"/>
                <w:szCs w:val="22"/>
              </w:rPr>
              <w:t>stabilisation</w:t>
            </w:r>
          </w:p>
          <w:p w14:paraId="6077FDEF" w14:textId="77777777" w:rsidR="00B92BBE" w:rsidRPr="001A7B4B" w:rsidRDefault="00B92BBE" w:rsidP="002C017C">
            <w:pPr>
              <w:pStyle w:val="Normalheadingblue"/>
              <w:numPr>
                <w:ilvl w:val="0"/>
                <w:numId w:val="125"/>
              </w:numPr>
              <w:rPr>
                <w:rFonts w:cs="Arial"/>
                <w:b w:val="0"/>
                <w:color w:val="auto"/>
                <w:szCs w:val="22"/>
              </w:rPr>
            </w:pPr>
            <w:r w:rsidRPr="001A7B4B">
              <w:rPr>
                <w:rFonts w:cs="Arial"/>
                <w:b w:val="0"/>
                <w:color w:val="auto"/>
                <w:szCs w:val="22"/>
              </w:rPr>
              <w:t>test to required pressure</w:t>
            </w:r>
          </w:p>
          <w:p w14:paraId="7655AC03" w14:textId="77777777" w:rsidR="00B92BBE" w:rsidRPr="001A7B4B" w:rsidRDefault="00B92BBE" w:rsidP="002C017C">
            <w:pPr>
              <w:pStyle w:val="Normalheadingblue"/>
              <w:numPr>
                <w:ilvl w:val="0"/>
                <w:numId w:val="125"/>
              </w:numPr>
              <w:rPr>
                <w:rFonts w:cs="Arial"/>
                <w:b w:val="0"/>
                <w:color w:val="auto"/>
                <w:szCs w:val="22"/>
              </w:rPr>
            </w:pPr>
            <w:r w:rsidRPr="001A7B4B">
              <w:rPr>
                <w:rFonts w:cs="Arial"/>
                <w:b w:val="0"/>
                <w:color w:val="auto"/>
                <w:szCs w:val="22"/>
              </w:rPr>
              <w:t>check for leaks</w:t>
            </w:r>
          </w:p>
          <w:p w14:paraId="4FB4E866" w14:textId="77777777" w:rsidR="0090372F" w:rsidRPr="001A7B4B" w:rsidRDefault="00B92BBE" w:rsidP="002C017C">
            <w:pPr>
              <w:pStyle w:val="Normalheadingblue"/>
              <w:numPr>
                <w:ilvl w:val="0"/>
                <w:numId w:val="125"/>
              </w:numPr>
              <w:rPr>
                <w:rFonts w:cs="Arial"/>
                <w:b w:val="0"/>
                <w:color w:val="auto"/>
                <w:szCs w:val="22"/>
              </w:rPr>
            </w:pPr>
            <w:r w:rsidRPr="001A7B4B">
              <w:rPr>
                <w:rFonts w:cs="Arial"/>
                <w:b w:val="0"/>
                <w:color w:val="auto"/>
                <w:szCs w:val="22"/>
              </w:rPr>
              <w:t>check pressures after test period.</w:t>
            </w:r>
          </w:p>
          <w:p w14:paraId="6A446DE3" w14:textId="77777777" w:rsidR="00B92BBE" w:rsidRPr="001A7B4B" w:rsidRDefault="00B92BBE" w:rsidP="002C017C">
            <w:pPr>
              <w:pStyle w:val="Normalheadingblue"/>
              <w:numPr>
                <w:ilvl w:val="0"/>
                <w:numId w:val="125"/>
              </w:numPr>
              <w:rPr>
                <w:rFonts w:cs="Arial"/>
                <w:b w:val="0"/>
                <w:color w:val="auto"/>
                <w:szCs w:val="22"/>
              </w:rPr>
            </w:pPr>
            <w:r w:rsidRPr="001A7B4B">
              <w:rPr>
                <w:rFonts w:cs="Arial"/>
                <w:b w:val="0"/>
                <w:color w:val="auto"/>
                <w:szCs w:val="22"/>
              </w:rPr>
              <w:t>Tutor to demonstrate the equipment required to carry out:</w:t>
            </w:r>
          </w:p>
          <w:p w14:paraId="5E389FB0" w14:textId="77777777" w:rsidR="00B92BBE" w:rsidRPr="001A7B4B" w:rsidRDefault="00B92BBE" w:rsidP="002C017C">
            <w:pPr>
              <w:pStyle w:val="Normalheadingblue"/>
              <w:numPr>
                <w:ilvl w:val="0"/>
                <w:numId w:val="125"/>
              </w:numPr>
              <w:rPr>
                <w:rFonts w:cs="Arial"/>
                <w:b w:val="0"/>
                <w:color w:val="auto"/>
                <w:szCs w:val="22"/>
              </w:rPr>
            </w:pPr>
            <w:r w:rsidRPr="001A7B4B">
              <w:rPr>
                <w:rFonts w:cs="Arial"/>
                <w:b w:val="0"/>
                <w:color w:val="auto"/>
                <w:szCs w:val="22"/>
              </w:rPr>
              <w:lastRenderedPageBreak/>
              <w:t xml:space="preserve">Testing techniques: </w:t>
            </w:r>
          </w:p>
          <w:p w14:paraId="3D53174D" w14:textId="77777777" w:rsidR="00B92BBE" w:rsidRPr="001A7B4B" w:rsidRDefault="00B92BBE" w:rsidP="002C017C">
            <w:pPr>
              <w:pStyle w:val="Normalheadingblue"/>
              <w:numPr>
                <w:ilvl w:val="0"/>
                <w:numId w:val="125"/>
              </w:numPr>
              <w:rPr>
                <w:rFonts w:cs="Arial"/>
                <w:b w:val="0"/>
                <w:color w:val="auto"/>
                <w:szCs w:val="22"/>
              </w:rPr>
            </w:pPr>
            <w:r w:rsidRPr="001A7B4B">
              <w:rPr>
                <w:rFonts w:cs="Arial"/>
                <w:b w:val="0"/>
                <w:color w:val="auto"/>
                <w:szCs w:val="22"/>
              </w:rPr>
              <w:t>air testing</w:t>
            </w:r>
          </w:p>
          <w:p w14:paraId="37B1C22F" w14:textId="77777777" w:rsidR="00B92BBE" w:rsidRPr="001A7B4B" w:rsidRDefault="00B92BBE" w:rsidP="002C017C">
            <w:pPr>
              <w:pStyle w:val="Normalheadingblue"/>
              <w:numPr>
                <w:ilvl w:val="0"/>
                <w:numId w:val="125"/>
              </w:numPr>
              <w:rPr>
                <w:rFonts w:cs="Arial"/>
                <w:b w:val="0"/>
                <w:color w:val="auto"/>
                <w:szCs w:val="22"/>
              </w:rPr>
            </w:pPr>
            <w:r w:rsidRPr="001A7B4B">
              <w:rPr>
                <w:rFonts w:cs="Arial"/>
                <w:b w:val="0"/>
                <w:color w:val="auto"/>
                <w:szCs w:val="22"/>
              </w:rPr>
              <w:t>hydraulic pressure testing</w:t>
            </w:r>
          </w:p>
          <w:p w14:paraId="39735D6A" w14:textId="77777777" w:rsidR="00B92BBE" w:rsidRPr="001A7B4B" w:rsidRDefault="00B92BBE" w:rsidP="002C017C">
            <w:pPr>
              <w:pStyle w:val="Normalheadingblue"/>
              <w:numPr>
                <w:ilvl w:val="0"/>
                <w:numId w:val="125"/>
              </w:numPr>
              <w:rPr>
                <w:rFonts w:cs="Arial"/>
                <w:b w:val="0"/>
                <w:color w:val="auto"/>
                <w:szCs w:val="22"/>
              </w:rPr>
            </w:pPr>
            <w:r w:rsidRPr="001A7B4B">
              <w:rPr>
                <w:rFonts w:cs="Arial"/>
                <w:b w:val="0"/>
                <w:color w:val="auto"/>
                <w:szCs w:val="22"/>
              </w:rPr>
              <w:t>safety component operation</w:t>
            </w:r>
          </w:p>
          <w:p w14:paraId="19D38B45" w14:textId="77777777" w:rsidR="00B92BBE" w:rsidRPr="001A7B4B" w:rsidRDefault="00B92BBE" w:rsidP="002C017C">
            <w:pPr>
              <w:pStyle w:val="Normalheadingblue"/>
              <w:numPr>
                <w:ilvl w:val="0"/>
                <w:numId w:val="125"/>
              </w:numPr>
              <w:rPr>
                <w:rFonts w:cs="Arial"/>
                <w:b w:val="0"/>
                <w:color w:val="auto"/>
                <w:szCs w:val="22"/>
              </w:rPr>
            </w:pPr>
            <w:r w:rsidRPr="001A7B4B">
              <w:rPr>
                <w:rFonts w:cs="Arial"/>
                <w:b w:val="0"/>
                <w:color w:val="auto"/>
                <w:szCs w:val="22"/>
              </w:rPr>
              <w:t>soundness testing</w:t>
            </w:r>
          </w:p>
          <w:p w14:paraId="63928EC9" w14:textId="77777777" w:rsidR="00B92BBE" w:rsidRPr="001A7B4B" w:rsidRDefault="00B92BBE" w:rsidP="002C017C">
            <w:pPr>
              <w:pStyle w:val="Normalheadingblue"/>
              <w:numPr>
                <w:ilvl w:val="0"/>
                <w:numId w:val="125"/>
              </w:numPr>
              <w:rPr>
                <w:rFonts w:cs="Arial"/>
                <w:b w:val="0"/>
                <w:color w:val="auto"/>
                <w:szCs w:val="22"/>
              </w:rPr>
            </w:pPr>
            <w:r w:rsidRPr="001A7B4B">
              <w:rPr>
                <w:rFonts w:cs="Arial"/>
                <w:b w:val="0"/>
                <w:color w:val="auto"/>
                <w:szCs w:val="22"/>
              </w:rPr>
              <w:t>performance testing</w:t>
            </w:r>
          </w:p>
          <w:p w14:paraId="087CA21E" w14:textId="77777777" w:rsidR="00B92BBE" w:rsidRPr="001A7B4B" w:rsidRDefault="00B92BBE" w:rsidP="002C017C">
            <w:pPr>
              <w:pStyle w:val="Normalheadingblue"/>
              <w:numPr>
                <w:ilvl w:val="0"/>
                <w:numId w:val="125"/>
              </w:numPr>
              <w:rPr>
                <w:rFonts w:cs="Arial"/>
                <w:b w:val="0"/>
                <w:color w:val="auto"/>
                <w:szCs w:val="22"/>
              </w:rPr>
            </w:pPr>
            <w:r w:rsidRPr="001A7B4B">
              <w:rPr>
                <w:rFonts w:cs="Arial"/>
                <w:b w:val="0"/>
                <w:color w:val="auto"/>
                <w:szCs w:val="22"/>
              </w:rPr>
              <w:t>Use open group discussion to identify safety requirements when conducting testing</w:t>
            </w:r>
            <w:r w:rsidR="00CF7DA1" w:rsidRPr="001A7B4B">
              <w:rPr>
                <w:rFonts w:cs="Arial"/>
                <w:b w:val="0"/>
                <w:color w:val="auto"/>
                <w:szCs w:val="22"/>
              </w:rPr>
              <w:t xml:space="preserve"> – focus on pneumatic testing dangers</w:t>
            </w:r>
          </w:p>
          <w:p w14:paraId="30641E5C" w14:textId="77777777" w:rsidR="0090372F" w:rsidRPr="001A7B4B" w:rsidRDefault="0090372F" w:rsidP="00C46756">
            <w:pPr>
              <w:pStyle w:val="Normalheadingblue"/>
              <w:rPr>
                <w:rFonts w:cs="Arial"/>
                <w:color w:val="auto"/>
                <w:szCs w:val="22"/>
              </w:rPr>
            </w:pPr>
          </w:p>
          <w:p w14:paraId="0BED7183" w14:textId="77777777" w:rsidR="00C46756" w:rsidRPr="001A7B4B" w:rsidRDefault="00C46756" w:rsidP="00C46756">
            <w:pPr>
              <w:pStyle w:val="Normalheadingblue"/>
              <w:rPr>
                <w:rFonts w:cs="Arial"/>
                <w:color w:val="auto"/>
                <w:szCs w:val="22"/>
              </w:rPr>
            </w:pPr>
            <w:r w:rsidRPr="001A7B4B">
              <w:rPr>
                <w:rFonts w:cs="Arial"/>
                <w:color w:val="auto"/>
                <w:szCs w:val="22"/>
              </w:rPr>
              <w:t>Knowledge check example:</w:t>
            </w:r>
          </w:p>
          <w:p w14:paraId="2F286A02" w14:textId="6424C9E2" w:rsidR="00C46756" w:rsidRPr="001A7B4B" w:rsidRDefault="00CF7DA1" w:rsidP="00CF7DA1">
            <w:pPr>
              <w:pStyle w:val="Normalheadingblue"/>
              <w:rPr>
                <w:rFonts w:cs="Arial"/>
                <w:b w:val="0"/>
                <w:color w:val="auto"/>
                <w:szCs w:val="22"/>
              </w:rPr>
            </w:pPr>
            <w:r w:rsidRPr="001A7B4B">
              <w:rPr>
                <w:rFonts w:cs="Arial"/>
                <w:b w:val="0"/>
                <w:color w:val="auto"/>
                <w:szCs w:val="22"/>
              </w:rPr>
              <w:t xml:space="preserve">Method statement task – </w:t>
            </w:r>
            <w:r w:rsidR="00116A2E" w:rsidRPr="001A7B4B">
              <w:rPr>
                <w:rFonts w:cs="Arial"/>
                <w:b w:val="0"/>
                <w:color w:val="auto"/>
                <w:szCs w:val="22"/>
              </w:rPr>
              <w:t>Students</w:t>
            </w:r>
            <w:r w:rsidRPr="001A7B4B">
              <w:rPr>
                <w:rFonts w:cs="Arial"/>
                <w:b w:val="0"/>
                <w:color w:val="auto"/>
                <w:szCs w:val="22"/>
              </w:rPr>
              <w:t xml:space="preserve"> are to produce a Method statement based on testing a CH system as directed by tutor.</w:t>
            </w:r>
          </w:p>
          <w:p w14:paraId="3C77AA24" w14:textId="77777777" w:rsidR="00CF7DA1" w:rsidRPr="001A7B4B" w:rsidRDefault="00CF7DA1" w:rsidP="00CF7DA1">
            <w:pPr>
              <w:pStyle w:val="Normalheadingblue"/>
              <w:rPr>
                <w:rFonts w:cs="Arial"/>
                <w:b w:val="0"/>
                <w:color w:val="auto"/>
                <w:szCs w:val="22"/>
              </w:rPr>
            </w:pPr>
          </w:p>
          <w:p w14:paraId="55C6F1A1" w14:textId="77777777" w:rsidR="00C46756" w:rsidRPr="001A7B4B" w:rsidRDefault="00C46756" w:rsidP="00C46756">
            <w:pPr>
              <w:pStyle w:val="Normalheadingblue"/>
              <w:rPr>
                <w:rFonts w:cs="Arial"/>
                <w:color w:val="auto"/>
                <w:szCs w:val="22"/>
              </w:rPr>
            </w:pPr>
            <w:r w:rsidRPr="001A7B4B">
              <w:rPr>
                <w:rFonts w:cs="Arial"/>
                <w:color w:val="auto"/>
                <w:szCs w:val="22"/>
              </w:rPr>
              <w:t>Resources:</w:t>
            </w:r>
          </w:p>
          <w:p w14:paraId="4C30A36D" w14:textId="77777777" w:rsidR="00CF7DA1" w:rsidRPr="001A7B4B" w:rsidRDefault="00CF7DA1" w:rsidP="00C46756">
            <w:pPr>
              <w:pStyle w:val="Normalheadingblue"/>
              <w:rPr>
                <w:rFonts w:cs="Arial"/>
                <w:b w:val="0"/>
                <w:color w:val="auto"/>
                <w:szCs w:val="22"/>
              </w:rPr>
            </w:pPr>
            <w:r w:rsidRPr="001A7B4B">
              <w:rPr>
                <w:rFonts w:cs="Arial"/>
                <w:b w:val="0"/>
                <w:color w:val="auto"/>
                <w:szCs w:val="22"/>
              </w:rPr>
              <w:t>Test equipment and gauges</w:t>
            </w:r>
          </w:p>
          <w:p w14:paraId="00FA62B2" w14:textId="77777777" w:rsidR="00CF7DA1" w:rsidRPr="001A7B4B" w:rsidRDefault="00CF7DA1" w:rsidP="00C46756">
            <w:pPr>
              <w:pStyle w:val="Normalheadingblue"/>
              <w:rPr>
                <w:rFonts w:cs="Arial"/>
                <w:b w:val="0"/>
                <w:color w:val="auto"/>
                <w:szCs w:val="22"/>
              </w:rPr>
            </w:pPr>
            <w:r w:rsidRPr="001A7B4B">
              <w:rPr>
                <w:rFonts w:cs="Arial"/>
                <w:b w:val="0"/>
                <w:color w:val="auto"/>
                <w:szCs w:val="22"/>
              </w:rPr>
              <w:t>System to demonstrate test</w:t>
            </w:r>
          </w:p>
          <w:p w14:paraId="20A8EED4" w14:textId="77777777" w:rsidR="00CF7DA1" w:rsidRPr="001A7B4B" w:rsidRDefault="00CF7DA1" w:rsidP="00C46756">
            <w:pPr>
              <w:pStyle w:val="Normalheadingblue"/>
              <w:rPr>
                <w:rFonts w:cs="Arial"/>
                <w:b w:val="0"/>
                <w:color w:val="auto"/>
                <w:szCs w:val="22"/>
              </w:rPr>
            </w:pPr>
            <w:r w:rsidRPr="001A7B4B">
              <w:rPr>
                <w:rFonts w:cs="Arial"/>
                <w:b w:val="0"/>
                <w:color w:val="auto"/>
                <w:szCs w:val="22"/>
              </w:rPr>
              <w:t>British standards</w:t>
            </w:r>
          </w:p>
          <w:p w14:paraId="0BDEFC48" w14:textId="77777777" w:rsidR="00CF7DA1" w:rsidRPr="001A7B4B" w:rsidRDefault="00782DC6" w:rsidP="00C46756">
            <w:pPr>
              <w:pStyle w:val="Normalheadingblue"/>
              <w:rPr>
                <w:rFonts w:cs="Arial"/>
                <w:b w:val="0"/>
                <w:color w:val="auto"/>
                <w:szCs w:val="22"/>
              </w:rPr>
            </w:pPr>
            <w:r w:rsidRPr="001A7B4B">
              <w:rPr>
                <w:rFonts w:cs="Arial"/>
                <w:b w:val="0"/>
                <w:color w:val="auto"/>
                <w:szCs w:val="22"/>
              </w:rPr>
              <w:t>Method statement task sheet</w:t>
            </w:r>
          </w:p>
          <w:p w14:paraId="04811D28" w14:textId="77777777" w:rsidR="00C46756" w:rsidRPr="001A7B4B" w:rsidRDefault="00C46756" w:rsidP="00C46756">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68482BD5" w14:textId="77777777" w:rsidR="00DD207A" w:rsidRPr="001A7B4B" w:rsidRDefault="008A57D2">
            <w:r w:rsidRPr="001A7B4B">
              <w:lastRenderedPageBreak/>
              <w:t>Q&amp;A</w:t>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t>Produce method statement</w:t>
            </w:r>
            <w:r w:rsidRPr="001A7B4B">
              <w:br/>
              <w:t xml:space="preserve">English skills </w:t>
            </w:r>
            <w:r w:rsidRPr="001A7B4B">
              <w:lastRenderedPageBreak/>
              <w:t>(reading, writing, technical vocabulary)</w:t>
            </w:r>
          </w:p>
        </w:tc>
      </w:tr>
      <w:tr w:rsidR="001A7B4B" w:rsidRPr="001A7B4B" w14:paraId="3EE69E56"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5FE6988C" w14:textId="77777777" w:rsidR="00EF21D7" w:rsidRDefault="00EF21D7" w:rsidP="00EF21D7">
            <w:pPr>
              <w:jc w:val="center"/>
              <w:rPr>
                <w:rFonts w:cs="Arial"/>
                <w:szCs w:val="22"/>
              </w:rPr>
            </w:pPr>
            <w:r>
              <w:rPr>
                <w:rFonts w:cs="Arial"/>
                <w:szCs w:val="22"/>
              </w:rPr>
              <w:lastRenderedPageBreak/>
              <w:t>189</w:t>
            </w:r>
          </w:p>
          <w:p w14:paraId="2C7711A5" w14:textId="77777777" w:rsidR="00EF21D7" w:rsidRDefault="00EF21D7" w:rsidP="00EF21D7">
            <w:pPr>
              <w:jc w:val="center"/>
              <w:rPr>
                <w:rFonts w:cs="Arial"/>
                <w:szCs w:val="22"/>
              </w:rPr>
            </w:pPr>
            <w:r>
              <w:rPr>
                <w:rFonts w:cs="Arial"/>
                <w:szCs w:val="22"/>
              </w:rPr>
              <w:lastRenderedPageBreak/>
              <w:t>3 hours</w:t>
            </w:r>
          </w:p>
        </w:tc>
        <w:tc>
          <w:tcPr>
            <w:tcW w:w="2199" w:type="dxa"/>
            <w:tcBorders>
              <w:top w:val="single" w:sz="4" w:space="0" w:color="C6C5C6"/>
              <w:left w:val="single" w:sz="4" w:space="0" w:color="C6C5C6"/>
              <w:bottom w:val="single" w:sz="4" w:space="0" w:color="C6C5C6"/>
              <w:right w:val="single" w:sz="4" w:space="0" w:color="C6C5C6"/>
            </w:tcBorders>
          </w:tcPr>
          <w:p w14:paraId="6EECB829" w14:textId="77777777" w:rsidR="00EF21D7" w:rsidRPr="001A7B4B" w:rsidRDefault="00EF21D7" w:rsidP="00EF21D7">
            <w:pPr>
              <w:pStyle w:val="Normalheadingblack"/>
              <w:rPr>
                <w:rFonts w:cs="Arial"/>
                <w:lang w:eastAsia="en-GB"/>
              </w:rPr>
            </w:pPr>
            <w:r w:rsidRPr="001A7B4B">
              <w:rPr>
                <w:rFonts w:cs="Arial"/>
                <w:lang w:eastAsia="en-GB"/>
              </w:rPr>
              <w:lastRenderedPageBreak/>
              <w:t xml:space="preserve">Outcome 1 – Plumbing and </w:t>
            </w:r>
            <w:r w:rsidRPr="001A7B4B">
              <w:rPr>
                <w:rFonts w:cs="Arial"/>
                <w:lang w:eastAsia="en-GB"/>
              </w:rPr>
              <w:lastRenderedPageBreak/>
              <w:t>heating common knowledge criteria</w:t>
            </w:r>
          </w:p>
          <w:p w14:paraId="0A61F934" w14:textId="77777777" w:rsidR="00EF21D7" w:rsidRPr="001A7B4B" w:rsidRDefault="00EF21D7" w:rsidP="00EF21D7">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6BA2008D" w14:textId="77777777" w:rsidR="00EF21D7" w:rsidRPr="001A7B4B" w:rsidRDefault="00EF21D7" w:rsidP="00EF21D7">
            <w:pPr>
              <w:pStyle w:val="Normalheadingblack"/>
              <w:rPr>
                <w:rFonts w:cs="Arial"/>
                <w:b w:val="0"/>
                <w:szCs w:val="22"/>
              </w:rPr>
            </w:pPr>
            <w:r w:rsidRPr="001A7B4B">
              <w:rPr>
                <w:rFonts w:cs="Arial"/>
                <w:b w:val="0"/>
                <w:szCs w:val="22"/>
              </w:rPr>
              <w:lastRenderedPageBreak/>
              <w:t>K1.37 Testing techniques</w:t>
            </w:r>
          </w:p>
        </w:tc>
        <w:tc>
          <w:tcPr>
            <w:tcW w:w="5785" w:type="dxa"/>
            <w:tcBorders>
              <w:top w:val="single" w:sz="4" w:space="0" w:color="C6C5C6"/>
              <w:left w:val="single" w:sz="4" w:space="0" w:color="C6C5C6"/>
              <w:bottom w:val="single" w:sz="4" w:space="0" w:color="C6C5C6"/>
              <w:right w:val="single" w:sz="4" w:space="0" w:color="C6C5C6"/>
            </w:tcBorders>
          </w:tcPr>
          <w:p w14:paraId="40FC180F" w14:textId="77777777" w:rsidR="00EF21D7" w:rsidRPr="001A7B4B" w:rsidRDefault="00EF21D7" w:rsidP="00EF21D7">
            <w:pPr>
              <w:pStyle w:val="Normalheadingblue"/>
              <w:rPr>
                <w:rFonts w:cs="Arial"/>
                <w:color w:val="auto"/>
                <w:szCs w:val="22"/>
              </w:rPr>
            </w:pPr>
            <w:r w:rsidRPr="001A7B4B">
              <w:rPr>
                <w:rFonts w:cs="Arial"/>
                <w:color w:val="auto"/>
                <w:szCs w:val="22"/>
              </w:rPr>
              <w:t>Activity:</w:t>
            </w:r>
          </w:p>
          <w:p w14:paraId="2233D496" w14:textId="77777777" w:rsidR="00EF21D7" w:rsidRPr="001A7B4B" w:rsidRDefault="00EF21D7" w:rsidP="00EF21D7">
            <w:pPr>
              <w:pStyle w:val="Normalheadingblue"/>
              <w:rPr>
                <w:rFonts w:cs="Arial"/>
                <w:color w:val="auto"/>
                <w:szCs w:val="22"/>
              </w:rPr>
            </w:pPr>
          </w:p>
          <w:p w14:paraId="396F4FDD" w14:textId="77777777" w:rsidR="00EF21D7" w:rsidRPr="001A7B4B" w:rsidRDefault="00EF21D7" w:rsidP="00EF21D7">
            <w:pPr>
              <w:pStyle w:val="Normalheadingblue"/>
              <w:rPr>
                <w:rFonts w:cs="Arial"/>
                <w:color w:val="auto"/>
                <w:szCs w:val="22"/>
              </w:rPr>
            </w:pPr>
            <w:r w:rsidRPr="001A7B4B">
              <w:rPr>
                <w:rFonts w:cs="Arial"/>
                <w:color w:val="auto"/>
                <w:szCs w:val="22"/>
              </w:rPr>
              <w:t>Starter task example:</w:t>
            </w:r>
          </w:p>
          <w:p w14:paraId="7E57B529" w14:textId="0A515512" w:rsidR="00EF21D7" w:rsidRPr="001A7B4B" w:rsidRDefault="008D19CB" w:rsidP="002C017C">
            <w:pPr>
              <w:pStyle w:val="Normalheadingblue"/>
              <w:numPr>
                <w:ilvl w:val="0"/>
                <w:numId w:val="127"/>
              </w:numPr>
              <w:rPr>
                <w:rFonts w:cs="Arial"/>
                <w:b w:val="0"/>
                <w:color w:val="auto"/>
                <w:szCs w:val="22"/>
              </w:rPr>
            </w:pPr>
            <w:r w:rsidRPr="001A7B4B">
              <w:rPr>
                <w:rFonts w:cs="Arial"/>
                <w:b w:val="0"/>
                <w:color w:val="auto"/>
                <w:szCs w:val="22"/>
              </w:rPr>
              <w:t xml:space="preserve">Recap session – </w:t>
            </w:r>
            <w:r w:rsidR="00F502C8" w:rsidRPr="001A7B4B">
              <w:rPr>
                <w:rFonts w:cs="Arial"/>
                <w:b w:val="0"/>
                <w:color w:val="auto"/>
                <w:szCs w:val="22"/>
              </w:rPr>
              <w:t>students</w:t>
            </w:r>
            <w:r w:rsidRPr="001A7B4B">
              <w:rPr>
                <w:rFonts w:cs="Arial"/>
                <w:b w:val="0"/>
                <w:color w:val="auto"/>
                <w:szCs w:val="22"/>
              </w:rPr>
              <w:t xml:space="preserve"> to identify types of sanitation systems from image cards</w:t>
            </w:r>
          </w:p>
          <w:p w14:paraId="05CDEAF9" w14:textId="77777777" w:rsidR="008D19CB" w:rsidRPr="001A7B4B" w:rsidRDefault="008D19CB" w:rsidP="00EF21D7">
            <w:pPr>
              <w:pStyle w:val="Normalheadingblue"/>
              <w:rPr>
                <w:rFonts w:cs="Arial"/>
                <w:color w:val="auto"/>
                <w:szCs w:val="22"/>
              </w:rPr>
            </w:pPr>
          </w:p>
          <w:p w14:paraId="47BBF659" w14:textId="77777777" w:rsidR="00EF21D7" w:rsidRPr="001A7B4B" w:rsidRDefault="00EF21D7" w:rsidP="00EF21D7">
            <w:pPr>
              <w:pStyle w:val="Normalheadingblue"/>
              <w:rPr>
                <w:rFonts w:cs="Arial"/>
                <w:color w:val="auto"/>
                <w:szCs w:val="22"/>
              </w:rPr>
            </w:pPr>
            <w:r w:rsidRPr="001A7B4B">
              <w:rPr>
                <w:rFonts w:cs="Arial"/>
                <w:color w:val="auto"/>
                <w:szCs w:val="22"/>
              </w:rPr>
              <w:t>Delivery:</w:t>
            </w:r>
          </w:p>
          <w:p w14:paraId="10E68E66" w14:textId="77777777" w:rsidR="00EF21D7" w:rsidRPr="001A7B4B" w:rsidRDefault="00EF21D7" w:rsidP="00EF21D7">
            <w:pPr>
              <w:pStyle w:val="Normalheadingblue"/>
              <w:rPr>
                <w:rFonts w:cs="Arial"/>
                <w:color w:val="auto"/>
                <w:szCs w:val="22"/>
              </w:rPr>
            </w:pPr>
            <w:r w:rsidRPr="001A7B4B">
              <w:rPr>
                <w:rFonts w:cs="Arial"/>
                <w:color w:val="auto"/>
                <w:szCs w:val="22"/>
              </w:rPr>
              <w:t>System commissioning – Testing sanitation, drainage and rainwater systems</w:t>
            </w:r>
          </w:p>
          <w:p w14:paraId="77F19F44" w14:textId="77777777" w:rsidR="00A903FA" w:rsidRPr="001A7B4B" w:rsidRDefault="008D19CB" w:rsidP="002C017C">
            <w:pPr>
              <w:pStyle w:val="Normalheadingblue"/>
              <w:numPr>
                <w:ilvl w:val="0"/>
                <w:numId w:val="126"/>
              </w:numPr>
              <w:rPr>
                <w:rFonts w:cs="Arial"/>
                <w:b w:val="0"/>
                <w:color w:val="auto"/>
                <w:szCs w:val="22"/>
              </w:rPr>
            </w:pPr>
            <w:r w:rsidRPr="001A7B4B">
              <w:rPr>
                <w:rFonts w:cs="Arial"/>
                <w:b w:val="0"/>
                <w:color w:val="auto"/>
                <w:szCs w:val="22"/>
              </w:rPr>
              <w:t>Tutor to use British standards and guidance to demonstrate the processes involved in testing drainage, sanitation and rainwater systems.</w:t>
            </w:r>
          </w:p>
          <w:p w14:paraId="0B77E719" w14:textId="77777777" w:rsidR="008D19CB" w:rsidRPr="001A7B4B" w:rsidRDefault="008D19CB" w:rsidP="002C017C">
            <w:pPr>
              <w:pStyle w:val="Normalheadingblue"/>
              <w:numPr>
                <w:ilvl w:val="0"/>
                <w:numId w:val="126"/>
              </w:numPr>
              <w:rPr>
                <w:rFonts w:cs="Arial"/>
                <w:b w:val="0"/>
                <w:color w:val="auto"/>
                <w:szCs w:val="22"/>
              </w:rPr>
            </w:pPr>
            <w:r w:rsidRPr="001A7B4B">
              <w:rPr>
                <w:rFonts w:cs="Arial"/>
                <w:b w:val="0"/>
                <w:color w:val="auto"/>
                <w:szCs w:val="22"/>
              </w:rPr>
              <w:t>Tutor to distribute and demonstrate the use of manometers and bungs and discuss the pressures and durations involved in testing drainage systems</w:t>
            </w:r>
          </w:p>
          <w:p w14:paraId="11E95312" w14:textId="77777777" w:rsidR="008D19CB" w:rsidRPr="001A7B4B" w:rsidRDefault="008D19CB" w:rsidP="002C017C">
            <w:pPr>
              <w:pStyle w:val="Normalheadingblue"/>
              <w:numPr>
                <w:ilvl w:val="0"/>
                <w:numId w:val="126"/>
              </w:numPr>
              <w:rPr>
                <w:rFonts w:cs="Arial"/>
                <w:b w:val="0"/>
                <w:color w:val="auto"/>
                <w:szCs w:val="22"/>
              </w:rPr>
            </w:pPr>
            <w:r w:rsidRPr="001A7B4B">
              <w:rPr>
                <w:rFonts w:cs="Arial"/>
                <w:b w:val="0"/>
                <w:color w:val="auto"/>
                <w:szCs w:val="22"/>
              </w:rPr>
              <w:t>Tutor to demonstrate the process of checking rainwater systems for integrity</w:t>
            </w:r>
          </w:p>
          <w:p w14:paraId="3F249ABA" w14:textId="4ABC46BC" w:rsidR="008D19CB" w:rsidRPr="001A7B4B" w:rsidRDefault="008D19CB" w:rsidP="002C017C">
            <w:pPr>
              <w:pStyle w:val="Normalheadingblue"/>
              <w:numPr>
                <w:ilvl w:val="0"/>
                <w:numId w:val="126"/>
              </w:numPr>
              <w:rPr>
                <w:rFonts w:cs="Arial"/>
                <w:b w:val="0"/>
                <w:color w:val="auto"/>
                <w:szCs w:val="22"/>
              </w:rPr>
            </w:pPr>
            <w:r w:rsidRPr="001A7B4B">
              <w:rPr>
                <w:rFonts w:cs="Arial"/>
                <w:b w:val="0"/>
                <w:color w:val="auto"/>
                <w:szCs w:val="22"/>
              </w:rPr>
              <w:t xml:space="preserve">Set task for </w:t>
            </w:r>
            <w:r w:rsidR="00F502C8" w:rsidRPr="001A7B4B">
              <w:rPr>
                <w:rFonts w:cs="Arial"/>
                <w:b w:val="0"/>
                <w:color w:val="auto"/>
                <w:szCs w:val="22"/>
              </w:rPr>
              <w:t>students</w:t>
            </w:r>
            <w:r w:rsidRPr="001A7B4B">
              <w:rPr>
                <w:rFonts w:cs="Arial"/>
                <w:b w:val="0"/>
                <w:color w:val="auto"/>
                <w:szCs w:val="22"/>
              </w:rPr>
              <w:t xml:space="preserve"> to produce short method statement for testing of drainage systems</w:t>
            </w:r>
          </w:p>
          <w:p w14:paraId="7A50AC75" w14:textId="77777777" w:rsidR="008D19CB" w:rsidRPr="001A7B4B" w:rsidRDefault="008D19CB" w:rsidP="002C017C">
            <w:pPr>
              <w:pStyle w:val="Normalheadingblue"/>
              <w:numPr>
                <w:ilvl w:val="0"/>
                <w:numId w:val="126"/>
              </w:numPr>
              <w:rPr>
                <w:rFonts w:cs="Arial"/>
                <w:b w:val="0"/>
                <w:color w:val="auto"/>
                <w:szCs w:val="22"/>
              </w:rPr>
            </w:pPr>
            <w:r w:rsidRPr="001A7B4B">
              <w:rPr>
                <w:rFonts w:cs="Arial"/>
                <w:b w:val="0"/>
                <w:color w:val="auto"/>
                <w:szCs w:val="22"/>
              </w:rPr>
              <w:t>Discuss process as a group</w:t>
            </w:r>
          </w:p>
          <w:p w14:paraId="03F4EB03" w14:textId="77777777" w:rsidR="00A903FA" w:rsidRPr="001A7B4B" w:rsidRDefault="00A903FA" w:rsidP="00EF21D7">
            <w:pPr>
              <w:pStyle w:val="Normalheadingblue"/>
              <w:rPr>
                <w:rFonts w:cs="Arial"/>
                <w:color w:val="auto"/>
                <w:szCs w:val="22"/>
              </w:rPr>
            </w:pPr>
          </w:p>
          <w:p w14:paraId="65E871C8" w14:textId="77777777" w:rsidR="00EF21D7" w:rsidRPr="001A7B4B" w:rsidRDefault="00EF21D7" w:rsidP="00EF21D7">
            <w:pPr>
              <w:pStyle w:val="Normalheadingblue"/>
              <w:rPr>
                <w:rFonts w:cs="Arial"/>
                <w:color w:val="auto"/>
                <w:szCs w:val="22"/>
              </w:rPr>
            </w:pPr>
            <w:r w:rsidRPr="001A7B4B">
              <w:rPr>
                <w:rFonts w:cs="Arial"/>
                <w:color w:val="auto"/>
                <w:szCs w:val="22"/>
              </w:rPr>
              <w:t>Knowledge check example:</w:t>
            </w:r>
          </w:p>
          <w:p w14:paraId="2161FF7E" w14:textId="77777777" w:rsidR="008D19CB" w:rsidRPr="001A7B4B" w:rsidRDefault="008D19CB" w:rsidP="002C017C">
            <w:pPr>
              <w:pStyle w:val="Normalheadingblue"/>
              <w:numPr>
                <w:ilvl w:val="0"/>
                <w:numId w:val="128"/>
              </w:numPr>
              <w:rPr>
                <w:rFonts w:cs="Arial"/>
                <w:b w:val="0"/>
                <w:color w:val="auto"/>
                <w:szCs w:val="22"/>
              </w:rPr>
            </w:pPr>
            <w:r w:rsidRPr="001A7B4B">
              <w:rPr>
                <w:rFonts w:cs="Arial"/>
                <w:b w:val="0"/>
                <w:color w:val="auto"/>
                <w:szCs w:val="22"/>
              </w:rPr>
              <w:t>MCQ test – testing of systems</w:t>
            </w:r>
          </w:p>
          <w:p w14:paraId="47934596" w14:textId="77777777" w:rsidR="008D19CB" w:rsidRPr="001A7B4B" w:rsidRDefault="008D19CB" w:rsidP="00EF21D7">
            <w:pPr>
              <w:pStyle w:val="Normalheadingblue"/>
              <w:rPr>
                <w:rFonts w:cs="Arial"/>
                <w:color w:val="auto"/>
                <w:szCs w:val="22"/>
              </w:rPr>
            </w:pPr>
          </w:p>
          <w:p w14:paraId="77E169E6" w14:textId="77777777" w:rsidR="00EF21D7" w:rsidRPr="001A7B4B" w:rsidRDefault="00EF21D7" w:rsidP="00EF21D7">
            <w:pPr>
              <w:pStyle w:val="Normalheadingblue"/>
              <w:rPr>
                <w:rFonts w:cs="Arial"/>
                <w:color w:val="auto"/>
                <w:szCs w:val="22"/>
              </w:rPr>
            </w:pPr>
            <w:r w:rsidRPr="001A7B4B">
              <w:rPr>
                <w:rFonts w:cs="Arial"/>
                <w:color w:val="auto"/>
                <w:szCs w:val="22"/>
              </w:rPr>
              <w:lastRenderedPageBreak/>
              <w:t>Resources:</w:t>
            </w:r>
          </w:p>
          <w:p w14:paraId="1DA897AA" w14:textId="77777777" w:rsidR="00EF21D7" w:rsidRPr="001A7B4B" w:rsidRDefault="008D19CB" w:rsidP="00EF21D7">
            <w:pPr>
              <w:pStyle w:val="Normalheadingblue"/>
              <w:rPr>
                <w:rFonts w:cs="Arial"/>
                <w:b w:val="0"/>
                <w:color w:val="auto"/>
                <w:szCs w:val="22"/>
              </w:rPr>
            </w:pPr>
            <w:r w:rsidRPr="001A7B4B">
              <w:rPr>
                <w:rFonts w:cs="Arial"/>
                <w:b w:val="0"/>
                <w:color w:val="auto"/>
                <w:szCs w:val="22"/>
              </w:rPr>
              <w:t>Testing equipment</w:t>
            </w:r>
          </w:p>
          <w:p w14:paraId="67CF1904" w14:textId="77777777" w:rsidR="008D19CB" w:rsidRPr="001A7B4B" w:rsidRDefault="008D19CB" w:rsidP="00EF21D7">
            <w:pPr>
              <w:pStyle w:val="Normalheadingblue"/>
              <w:rPr>
                <w:rFonts w:cs="Arial"/>
                <w:b w:val="0"/>
                <w:color w:val="auto"/>
                <w:szCs w:val="22"/>
              </w:rPr>
            </w:pPr>
            <w:r w:rsidRPr="001A7B4B">
              <w:rPr>
                <w:rFonts w:cs="Arial"/>
                <w:b w:val="0"/>
                <w:color w:val="auto"/>
                <w:szCs w:val="22"/>
              </w:rPr>
              <w:t>Manometer</w:t>
            </w:r>
          </w:p>
          <w:p w14:paraId="0EFF9A81" w14:textId="77777777" w:rsidR="008D19CB" w:rsidRPr="001A7B4B" w:rsidRDefault="008D19CB" w:rsidP="00EF21D7">
            <w:pPr>
              <w:pStyle w:val="Normalheadingblue"/>
              <w:rPr>
                <w:rFonts w:cs="Arial"/>
                <w:b w:val="0"/>
                <w:color w:val="auto"/>
                <w:szCs w:val="22"/>
              </w:rPr>
            </w:pPr>
            <w:r w:rsidRPr="001A7B4B">
              <w:rPr>
                <w:rFonts w:cs="Arial"/>
                <w:b w:val="0"/>
                <w:color w:val="auto"/>
                <w:szCs w:val="22"/>
              </w:rPr>
              <w:t>MCQ test</w:t>
            </w:r>
          </w:p>
          <w:p w14:paraId="7ED6F77D" w14:textId="77777777" w:rsidR="008D19CB" w:rsidRPr="001A7B4B" w:rsidRDefault="008D19CB" w:rsidP="00EF21D7">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17E17232" w14:textId="77777777" w:rsidR="00DD207A" w:rsidRPr="001A7B4B" w:rsidRDefault="008A57D2">
            <w:r w:rsidRPr="001A7B4B">
              <w:lastRenderedPageBreak/>
              <w:t>Identify sanitation systems</w:t>
            </w:r>
            <w:r w:rsidRPr="001A7B4B">
              <w:br/>
            </w:r>
            <w:r w:rsidRPr="001A7B4B">
              <w:lastRenderedPageBreak/>
              <w:br/>
            </w:r>
            <w:r w:rsidRPr="001A7B4B">
              <w:br/>
            </w:r>
            <w:r w:rsidRPr="001A7B4B">
              <w:br/>
            </w:r>
            <w:r w:rsidRPr="001A7B4B">
              <w:br/>
            </w:r>
            <w:r w:rsidRPr="001A7B4B">
              <w:br/>
            </w:r>
            <w:r w:rsidRPr="001A7B4B">
              <w:br/>
            </w:r>
            <w:r w:rsidRPr="001A7B4B">
              <w:br/>
              <w:t>Produce method statement</w:t>
            </w:r>
            <w:r w:rsidRPr="001A7B4B">
              <w:br/>
            </w:r>
            <w:r w:rsidRPr="001A7B4B">
              <w:br/>
            </w:r>
            <w:r w:rsidRPr="001A7B4B">
              <w:br/>
            </w:r>
            <w:r w:rsidRPr="001A7B4B">
              <w:br/>
              <w:t>MCQ test</w:t>
            </w:r>
          </w:p>
        </w:tc>
      </w:tr>
      <w:tr w:rsidR="001A7B4B" w:rsidRPr="001A7B4B" w14:paraId="7A3462B5"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30552F98" w14:textId="77777777" w:rsidR="00C46756" w:rsidRDefault="00EF21D7" w:rsidP="00C46756">
            <w:pPr>
              <w:jc w:val="center"/>
              <w:rPr>
                <w:rFonts w:cs="Arial"/>
                <w:szCs w:val="22"/>
              </w:rPr>
            </w:pPr>
            <w:r>
              <w:rPr>
                <w:rFonts w:cs="Arial"/>
                <w:szCs w:val="22"/>
              </w:rPr>
              <w:lastRenderedPageBreak/>
              <w:t>190</w:t>
            </w:r>
            <w:r w:rsidR="008D19CB">
              <w:rPr>
                <w:rFonts w:cs="Arial"/>
                <w:szCs w:val="22"/>
              </w:rPr>
              <w:t>-191</w:t>
            </w:r>
          </w:p>
          <w:p w14:paraId="4F0FB8B4" w14:textId="77777777" w:rsidR="00EF21D7" w:rsidRDefault="008D19CB" w:rsidP="00C46756">
            <w:pPr>
              <w:jc w:val="center"/>
              <w:rPr>
                <w:rFonts w:cs="Arial"/>
                <w:szCs w:val="22"/>
              </w:rPr>
            </w:pPr>
            <w:r>
              <w:rPr>
                <w:rFonts w:cs="Arial"/>
                <w:szCs w:val="22"/>
              </w:rPr>
              <w:t>6</w:t>
            </w:r>
            <w:r w:rsidR="00EF21D7">
              <w:rPr>
                <w:rFonts w:cs="Arial"/>
                <w:szCs w:val="22"/>
              </w:rPr>
              <w:t xml:space="preserve"> Hours</w:t>
            </w:r>
          </w:p>
        </w:tc>
        <w:tc>
          <w:tcPr>
            <w:tcW w:w="2199" w:type="dxa"/>
            <w:tcBorders>
              <w:top w:val="single" w:sz="4" w:space="0" w:color="C6C5C6"/>
              <w:left w:val="single" w:sz="4" w:space="0" w:color="C6C5C6"/>
              <w:bottom w:val="single" w:sz="4" w:space="0" w:color="C6C5C6"/>
              <w:right w:val="single" w:sz="4" w:space="0" w:color="C6C5C6"/>
            </w:tcBorders>
          </w:tcPr>
          <w:p w14:paraId="292DAD1B" w14:textId="77777777" w:rsidR="00EF21D7" w:rsidRPr="001A7B4B" w:rsidRDefault="00EF21D7" w:rsidP="00EF21D7">
            <w:pPr>
              <w:pStyle w:val="Normalheadingblack"/>
              <w:rPr>
                <w:rFonts w:cs="Arial"/>
                <w:lang w:eastAsia="en-GB"/>
              </w:rPr>
            </w:pPr>
            <w:r w:rsidRPr="001A7B4B">
              <w:rPr>
                <w:rFonts w:cs="Arial"/>
                <w:lang w:eastAsia="en-GB"/>
              </w:rPr>
              <w:t>Outcome 2 Install plumbing and heating systems</w:t>
            </w:r>
          </w:p>
          <w:p w14:paraId="5856A4DF" w14:textId="77777777" w:rsidR="00C46756" w:rsidRPr="001A7B4B" w:rsidRDefault="00C46756" w:rsidP="00C46756">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0EFFE478" w14:textId="77777777" w:rsidR="00A94241" w:rsidRPr="001A7B4B" w:rsidRDefault="00EF21D7" w:rsidP="00C46756">
            <w:pPr>
              <w:pStyle w:val="Normalheadingblack"/>
              <w:rPr>
                <w:rFonts w:cs="Arial"/>
                <w:b w:val="0"/>
                <w:szCs w:val="22"/>
              </w:rPr>
            </w:pPr>
            <w:r w:rsidRPr="001A7B4B">
              <w:rPr>
                <w:rFonts w:cs="Arial"/>
                <w:b w:val="0"/>
                <w:szCs w:val="22"/>
              </w:rPr>
              <w:t>S3.6 Test systems</w:t>
            </w:r>
          </w:p>
          <w:p w14:paraId="09EC80D3" w14:textId="77777777" w:rsidR="00A94241" w:rsidRPr="001A7B4B" w:rsidRDefault="00A94241" w:rsidP="00C46756">
            <w:pPr>
              <w:pStyle w:val="Normalheadingblack"/>
              <w:rPr>
                <w:rFonts w:cs="Arial"/>
                <w:b w:val="0"/>
                <w:szCs w:val="22"/>
              </w:rPr>
            </w:pPr>
          </w:p>
          <w:p w14:paraId="5116DF17" w14:textId="77777777" w:rsidR="00C46756" w:rsidRPr="001A7B4B" w:rsidRDefault="00A94241" w:rsidP="00C46756">
            <w:pPr>
              <w:pStyle w:val="Normalheadingblack"/>
              <w:rPr>
                <w:rFonts w:cs="Arial"/>
                <w:b w:val="0"/>
                <w:szCs w:val="22"/>
              </w:rPr>
            </w:pPr>
            <w:r w:rsidRPr="001A7B4B">
              <w:rPr>
                <w:rFonts w:cs="Arial"/>
                <w:b w:val="0"/>
                <w:szCs w:val="22"/>
              </w:rPr>
              <w:t>S3.1 Assess risks associated with completing activities</w:t>
            </w:r>
          </w:p>
          <w:p w14:paraId="75795749" w14:textId="77777777" w:rsidR="002F2162" w:rsidRPr="001A7B4B" w:rsidRDefault="002F2162" w:rsidP="00C46756">
            <w:pPr>
              <w:pStyle w:val="Normalheadingblack"/>
              <w:rPr>
                <w:rFonts w:cs="Arial"/>
                <w:b w:val="0"/>
                <w:szCs w:val="22"/>
              </w:rPr>
            </w:pPr>
          </w:p>
          <w:p w14:paraId="4B1674DE" w14:textId="77777777" w:rsidR="002F2162" w:rsidRPr="001A7B4B" w:rsidRDefault="002F2162" w:rsidP="00C46756">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378E5179" w14:textId="77777777" w:rsidR="00C46756" w:rsidRPr="001A7B4B" w:rsidRDefault="00C46756" w:rsidP="00C46756">
            <w:pPr>
              <w:pStyle w:val="Normalheadingblue"/>
              <w:rPr>
                <w:rFonts w:cs="Arial"/>
                <w:color w:val="auto"/>
                <w:szCs w:val="22"/>
              </w:rPr>
            </w:pPr>
            <w:r w:rsidRPr="001A7B4B">
              <w:rPr>
                <w:rFonts w:cs="Arial"/>
                <w:color w:val="auto"/>
                <w:szCs w:val="22"/>
              </w:rPr>
              <w:t>Activity:</w:t>
            </w:r>
          </w:p>
          <w:p w14:paraId="69D86D37" w14:textId="77777777" w:rsidR="00C46756" w:rsidRPr="001A7B4B" w:rsidRDefault="00C46756" w:rsidP="00C46756">
            <w:pPr>
              <w:pStyle w:val="Normalheadingblue"/>
              <w:rPr>
                <w:rFonts w:cs="Arial"/>
                <w:color w:val="auto"/>
                <w:szCs w:val="22"/>
              </w:rPr>
            </w:pPr>
          </w:p>
          <w:p w14:paraId="2EE2C427" w14:textId="77777777" w:rsidR="00C46756" w:rsidRPr="001A7B4B" w:rsidRDefault="00C46756" w:rsidP="00C46756">
            <w:pPr>
              <w:pStyle w:val="Normalheadingblue"/>
              <w:rPr>
                <w:rFonts w:cs="Arial"/>
                <w:color w:val="auto"/>
                <w:szCs w:val="22"/>
              </w:rPr>
            </w:pPr>
            <w:r w:rsidRPr="001A7B4B">
              <w:rPr>
                <w:rFonts w:cs="Arial"/>
                <w:color w:val="auto"/>
                <w:szCs w:val="22"/>
              </w:rPr>
              <w:t>Starter task example:</w:t>
            </w:r>
          </w:p>
          <w:p w14:paraId="4C8BD898" w14:textId="77777777" w:rsidR="00C46756" w:rsidRPr="001A7B4B" w:rsidRDefault="008F4AC5" w:rsidP="002C017C">
            <w:pPr>
              <w:pStyle w:val="Normalheadingblue"/>
              <w:numPr>
                <w:ilvl w:val="0"/>
                <w:numId w:val="128"/>
              </w:numPr>
              <w:rPr>
                <w:rFonts w:cs="Arial"/>
                <w:b w:val="0"/>
                <w:color w:val="auto"/>
                <w:szCs w:val="22"/>
              </w:rPr>
            </w:pPr>
            <w:r w:rsidRPr="001A7B4B">
              <w:rPr>
                <w:rFonts w:cs="Arial"/>
                <w:b w:val="0"/>
                <w:color w:val="auto"/>
                <w:szCs w:val="22"/>
              </w:rPr>
              <w:t>Toolbox talk – Testing safety. Tutor to nominate a learner to conduct the toolbox talk on testing systems safely</w:t>
            </w:r>
          </w:p>
          <w:p w14:paraId="2C01238D" w14:textId="77777777" w:rsidR="00C46756" w:rsidRPr="001A7B4B" w:rsidRDefault="00C46756" w:rsidP="00C46756">
            <w:pPr>
              <w:pStyle w:val="Normalheadingblue"/>
              <w:rPr>
                <w:rFonts w:cs="Arial"/>
                <w:color w:val="auto"/>
                <w:szCs w:val="22"/>
              </w:rPr>
            </w:pPr>
            <w:r w:rsidRPr="001A7B4B">
              <w:rPr>
                <w:rFonts w:cs="Arial"/>
                <w:color w:val="auto"/>
                <w:szCs w:val="22"/>
              </w:rPr>
              <w:t>Delivery:</w:t>
            </w:r>
          </w:p>
          <w:p w14:paraId="42BD9404" w14:textId="77777777" w:rsidR="006B55E4" w:rsidRPr="001A7B4B" w:rsidRDefault="008D19CB" w:rsidP="006B55E4">
            <w:pPr>
              <w:pStyle w:val="Normalheadingblue"/>
              <w:rPr>
                <w:rFonts w:cs="Arial"/>
                <w:color w:val="auto"/>
                <w:szCs w:val="22"/>
              </w:rPr>
            </w:pPr>
            <w:r w:rsidRPr="001A7B4B">
              <w:rPr>
                <w:rFonts w:cs="Arial"/>
                <w:color w:val="auto"/>
                <w:szCs w:val="22"/>
              </w:rPr>
              <w:t>Practical session – Testing of systems</w:t>
            </w:r>
          </w:p>
          <w:p w14:paraId="7DE43557" w14:textId="77777777" w:rsidR="008D19CB" w:rsidRPr="001A7B4B" w:rsidRDefault="008D19CB" w:rsidP="002C017C">
            <w:pPr>
              <w:pStyle w:val="Normalheadingblue"/>
              <w:numPr>
                <w:ilvl w:val="0"/>
                <w:numId w:val="128"/>
              </w:numPr>
              <w:rPr>
                <w:rFonts w:cs="Arial"/>
                <w:b w:val="0"/>
                <w:color w:val="auto"/>
                <w:szCs w:val="22"/>
              </w:rPr>
            </w:pPr>
            <w:r w:rsidRPr="001A7B4B">
              <w:rPr>
                <w:rFonts w:cs="Arial"/>
                <w:b w:val="0"/>
                <w:color w:val="auto"/>
                <w:szCs w:val="22"/>
              </w:rPr>
              <w:t>Tutor to set criteria for session where class is split into groups to carry out testing of the previously installed systems (where possible)</w:t>
            </w:r>
          </w:p>
          <w:p w14:paraId="36DF4D48" w14:textId="2FD89ED4" w:rsidR="008D19CB" w:rsidRPr="001A7B4B" w:rsidRDefault="00116A2E" w:rsidP="002C017C">
            <w:pPr>
              <w:pStyle w:val="Normalheadingblue"/>
              <w:numPr>
                <w:ilvl w:val="0"/>
                <w:numId w:val="128"/>
              </w:numPr>
              <w:rPr>
                <w:rFonts w:cs="Arial"/>
                <w:b w:val="0"/>
                <w:color w:val="auto"/>
                <w:szCs w:val="22"/>
              </w:rPr>
            </w:pPr>
            <w:r w:rsidRPr="001A7B4B">
              <w:rPr>
                <w:rFonts w:cs="Arial"/>
                <w:b w:val="0"/>
                <w:color w:val="auto"/>
                <w:szCs w:val="22"/>
              </w:rPr>
              <w:t>Students</w:t>
            </w:r>
            <w:r w:rsidR="008D19CB" w:rsidRPr="001A7B4B">
              <w:rPr>
                <w:rFonts w:cs="Arial"/>
                <w:b w:val="0"/>
                <w:color w:val="auto"/>
                <w:szCs w:val="22"/>
              </w:rPr>
              <w:t xml:space="preserve"> are to produce method statement to enable them to plan the</w:t>
            </w:r>
            <w:r w:rsidR="00A94241" w:rsidRPr="001A7B4B">
              <w:rPr>
                <w:rFonts w:cs="Arial"/>
                <w:b w:val="0"/>
                <w:color w:val="auto"/>
                <w:szCs w:val="22"/>
              </w:rPr>
              <w:t xml:space="preserve"> safe</w:t>
            </w:r>
            <w:r w:rsidR="008D19CB" w:rsidRPr="001A7B4B">
              <w:rPr>
                <w:rFonts w:cs="Arial"/>
                <w:b w:val="0"/>
                <w:color w:val="auto"/>
                <w:szCs w:val="22"/>
              </w:rPr>
              <w:t xml:space="preserve"> process </w:t>
            </w:r>
            <w:r w:rsidR="00A94241" w:rsidRPr="001A7B4B">
              <w:rPr>
                <w:rFonts w:cs="Arial"/>
                <w:b w:val="0"/>
                <w:color w:val="auto"/>
                <w:szCs w:val="22"/>
              </w:rPr>
              <w:t>for the</w:t>
            </w:r>
            <w:r w:rsidR="008D19CB" w:rsidRPr="001A7B4B">
              <w:rPr>
                <w:rFonts w:cs="Arial"/>
                <w:b w:val="0"/>
                <w:color w:val="auto"/>
                <w:szCs w:val="22"/>
              </w:rPr>
              <w:t xml:space="preserve"> test:</w:t>
            </w:r>
          </w:p>
          <w:p w14:paraId="2FA4949B" w14:textId="77777777" w:rsidR="008D19CB" w:rsidRPr="001A7B4B" w:rsidRDefault="008D19CB" w:rsidP="002C017C">
            <w:pPr>
              <w:pStyle w:val="Normalheadingblue"/>
              <w:numPr>
                <w:ilvl w:val="0"/>
                <w:numId w:val="128"/>
              </w:numPr>
              <w:rPr>
                <w:rFonts w:cs="Arial"/>
                <w:b w:val="0"/>
                <w:color w:val="auto"/>
                <w:szCs w:val="22"/>
              </w:rPr>
            </w:pPr>
            <w:r w:rsidRPr="001A7B4B">
              <w:rPr>
                <w:rFonts w:cs="Arial"/>
                <w:b w:val="0"/>
                <w:color w:val="auto"/>
                <w:szCs w:val="22"/>
              </w:rPr>
              <w:t>Cold water system</w:t>
            </w:r>
          </w:p>
          <w:p w14:paraId="57E5C2CB" w14:textId="77777777" w:rsidR="008D19CB" w:rsidRPr="001A7B4B" w:rsidRDefault="008D19CB" w:rsidP="002C017C">
            <w:pPr>
              <w:pStyle w:val="Normalheadingblue"/>
              <w:numPr>
                <w:ilvl w:val="0"/>
                <w:numId w:val="128"/>
              </w:numPr>
              <w:rPr>
                <w:rFonts w:cs="Arial"/>
                <w:b w:val="0"/>
                <w:color w:val="auto"/>
                <w:szCs w:val="22"/>
              </w:rPr>
            </w:pPr>
            <w:r w:rsidRPr="001A7B4B">
              <w:rPr>
                <w:rFonts w:cs="Arial"/>
                <w:b w:val="0"/>
                <w:color w:val="auto"/>
                <w:szCs w:val="22"/>
              </w:rPr>
              <w:t>Hot water system</w:t>
            </w:r>
          </w:p>
          <w:p w14:paraId="246EC056" w14:textId="77777777" w:rsidR="008D19CB" w:rsidRPr="001A7B4B" w:rsidRDefault="008D19CB" w:rsidP="002C017C">
            <w:pPr>
              <w:pStyle w:val="Normalheadingblue"/>
              <w:numPr>
                <w:ilvl w:val="0"/>
                <w:numId w:val="128"/>
              </w:numPr>
              <w:rPr>
                <w:rFonts w:cs="Arial"/>
                <w:b w:val="0"/>
                <w:color w:val="auto"/>
                <w:szCs w:val="22"/>
              </w:rPr>
            </w:pPr>
            <w:r w:rsidRPr="001A7B4B">
              <w:rPr>
                <w:rFonts w:cs="Arial"/>
                <w:b w:val="0"/>
                <w:color w:val="auto"/>
                <w:szCs w:val="22"/>
              </w:rPr>
              <w:t>Central heating system</w:t>
            </w:r>
          </w:p>
          <w:p w14:paraId="47D56DDF" w14:textId="77777777" w:rsidR="008D19CB" w:rsidRPr="001A7B4B" w:rsidRDefault="008D19CB" w:rsidP="002C017C">
            <w:pPr>
              <w:pStyle w:val="Normalheadingblue"/>
              <w:numPr>
                <w:ilvl w:val="0"/>
                <w:numId w:val="128"/>
              </w:numPr>
              <w:rPr>
                <w:rFonts w:cs="Arial"/>
                <w:b w:val="0"/>
                <w:color w:val="auto"/>
                <w:szCs w:val="22"/>
              </w:rPr>
            </w:pPr>
            <w:r w:rsidRPr="001A7B4B">
              <w:rPr>
                <w:rFonts w:cs="Arial"/>
                <w:b w:val="0"/>
                <w:color w:val="auto"/>
                <w:szCs w:val="22"/>
              </w:rPr>
              <w:t>A section of below ground drainage pipework</w:t>
            </w:r>
          </w:p>
          <w:p w14:paraId="61E4DA8D" w14:textId="788EE6AD" w:rsidR="008D19CB" w:rsidRPr="001A7B4B" w:rsidRDefault="008D19CB" w:rsidP="002C017C">
            <w:pPr>
              <w:pStyle w:val="Normalheadingblue"/>
              <w:numPr>
                <w:ilvl w:val="0"/>
                <w:numId w:val="128"/>
              </w:numPr>
              <w:rPr>
                <w:rFonts w:cs="Arial"/>
                <w:b w:val="0"/>
                <w:color w:val="auto"/>
                <w:szCs w:val="22"/>
              </w:rPr>
            </w:pPr>
            <w:r w:rsidRPr="001A7B4B">
              <w:rPr>
                <w:rFonts w:cs="Arial"/>
                <w:b w:val="0"/>
                <w:color w:val="auto"/>
                <w:szCs w:val="22"/>
              </w:rPr>
              <w:lastRenderedPageBreak/>
              <w:t xml:space="preserve">On completion of each system test </w:t>
            </w:r>
            <w:r w:rsidR="00F502C8" w:rsidRPr="001A7B4B">
              <w:rPr>
                <w:rFonts w:cs="Arial"/>
                <w:b w:val="0"/>
                <w:color w:val="auto"/>
                <w:szCs w:val="22"/>
              </w:rPr>
              <w:t>students</w:t>
            </w:r>
            <w:r w:rsidRPr="001A7B4B">
              <w:rPr>
                <w:rFonts w:cs="Arial"/>
                <w:b w:val="0"/>
                <w:color w:val="auto"/>
                <w:szCs w:val="22"/>
              </w:rPr>
              <w:t xml:space="preserve"> are to complete test certification and have this accepted by Tutor if </w:t>
            </w:r>
            <w:r w:rsidR="008F4AC5" w:rsidRPr="001A7B4B">
              <w:rPr>
                <w:rFonts w:cs="Arial"/>
                <w:b w:val="0"/>
                <w:color w:val="auto"/>
                <w:szCs w:val="22"/>
              </w:rPr>
              <w:t>successful</w:t>
            </w:r>
          </w:p>
          <w:p w14:paraId="23A14B8F" w14:textId="788E62DE" w:rsidR="008F4AC5" w:rsidRPr="001A7B4B" w:rsidRDefault="00116A2E" w:rsidP="002C017C">
            <w:pPr>
              <w:pStyle w:val="Normalheadingblue"/>
              <w:numPr>
                <w:ilvl w:val="0"/>
                <w:numId w:val="128"/>
              </w:numPr>
              <w:rPr>
                <w:rFonts w:cs="Arial"/>
                <w:b w:val="0"/>
                <w:color w:val="auto"/>
                <w:szCs w:val="22"/>
              </w:rPr>
            </w:pPr>
            <w:r w:rsidRPr="001A7B4B">
              <w:rPr>
                <w:rFonts w:cs="Arial"/>
                <w:b w:val="0"/>
                <w:color w:val="auto"/>
                <w:szCs w:val="22"/>
              </w:rPr>
              <w:t>Students</w:t>
            </w:r>
            <w:r w:rsidR="008F4AC5" w:rsidRPr="001A7B4B">
              <w:rPr>
                <w:rFonts w:cs="Arial"/>
                <w:b w:val="0"/>
                <w:color w:val="auto"/>
                <w:szCs w:val="22"/>
              </w:rPr>
              <w:t xml:space="preserve"> are to drain each system on completion in readiness for flushing and commissioning</w:t>
            </w:r>
          </w:p>
          <w:p w14:paraId="7DDC7BD8" w14:textId="77777777" w:rsidR="006B55E4" w:rsidRPr="001A7B4B" w:rsidRDefault="006B55E4" w:rsidP="00C46756">
            <w:pPr>
              <w:pStyle w:val="Normalheadingblue"/>
              <w:rPr>
                <w:rFonts w:cs="Arial"/>
                <w:color w:val="auto"/>
                <w:szCs w:val="22"/>
              </w:rPr>
            </w:pPr>
          </w:p>
          <w:p w14:paraId="0E8817F1" w14:textId="77777777" w:rsidR="00C46756" w:rsidRPr="001A7B4B" w:rsidRDefault="00C46756" w:rsidP="00C46756">
            <w:pPr>
              <w:pStyle w:val="Normalheadingblue"/>
              <w:rPr>
                <w:rFonts w:cs="Arial"/>
                <w:color w:val="auto"/>
                <w:szCs w:val="22"/>
              </w:rPr>
            </w:pPr>
            <w:r w:rsidRPr="001A7B4B">
              <w:rPr>
                <w:rFonts w:cs="Arial"/>
                <w:color w:val="auto"/>
                <w:szCs w:val="22"/>
              </w:rPr>
              <w:t xml:space="preserve">Knowledge </w:t>
            </w:r>
            <w:r w:rsidR="008F4AC5" w:rsidRPr="001A7B4B">
              <w:rPr>
                <w:rFonts w:cs="Arial"/>
                <w:color w:val="auto"/>
                <w:szCs w:val="22"/>
              </w:rPr>
              <w:t xml:space="preserve">and skills </w:t>
            </w:r>
            <w:r w:rsidRPr="001A7B4B">
              <w:rPr>
                <w:rFonts w:cs="Arial"/>
                <w:color w:val="auto"/>
                <w:szCs w:val="22"/>
              </w:rPr>
              <w:t>check example:</w:t>
            </w:r>
          </w:p>
          <w:p w14:paraId="160B1F71" w14:textId="77777777" w:rsidR="00C46756" w:rsidRPr="001A7B4B" w:rsidRDefault="008F4AC5" w:rsidP="002C017C">
            <w:pPr>
              <w:pStyle w:val="Normalheadingblue"/>
              <w:numPr>
                <w:ilvl w:val="0"/>
                <w:numId w:val="129"/>
              </w:numPr>
              <w:rPr>
                <w:rFonts w:cs="Arial"/>
                <w:b w:val="0"/>
                <w:color w:val="auto"/>
                <w:szCs w:val="22"/>
              </w:rPr>
            </w:pPr>
            <w:r w:rsidRPr="001A7B4B">
              <w:rPr>
                <w:rFonts w:cs="Arial"/>
                <w:b w:val="0"/>
                <w:color w:val="auto"/>
                <w:szCs w:val="22"/>
              </w:rPr>
              <w:t>Conduct a soundness test on each of the systems as directed by tutor</w:t>
            </w:r>
          </w:p>
          <w:p w14:paraId="43C1EFF1" w14:textId="77777777" w:rsidR="008F4AC5" w:rsidRPr="001A7B4B" w:rsidRDefault="008F4AC5" w:rsidP="002C017C">
            <w:pPr>
              <w:pStyle w:val="Normalheadingblue"/>
              <w:numPr>
                <w:ilvl w:val="0"/>
                <w:numId w:val="129"/>
              </w:numPr>
              <w:rPr>
                <w:rFonts w:cs="Arial"/>
                <w:b w:val="0"/>
                <w:color w:val="auto"/>
                <w:szCs w:val="22"/>
              </w:rPr>
            </w:pPr>
            <w:r w:rsidRPr="001A7B4B">
              <w:rPr>
                <w:rFonts w:cs="Arial"/>
                <w:b w:val="0"/>
                <w:color w:val="auto"/>
                <w:szCs w:val="22"/>
              </w:rPr>
              <w:t>Complete test certificate documents</w:t>
            </w:r>
          </w:p>
          <w:p w14:paraId="021ECBBE" w14:textId="77777777" w:rsidR="00C46756" w:rsidRPr="001A7B4B" w:rsidRDefault="00C46756" w:rsidP="00C46756">
            <w:pPr>
              <w:pStyle w:val="Normalheadingblue"/>
              <w:rPr>
                <w:rFonts w:cs="Arial"/>
                <w:color w:val="auto"/>
                <w:szCs w:val="22"/>
              </w:rPr>
            </w:pPr>
            <w:r w:rsidRPr="001A7B4B">
              <w:rPr>
                <w:rFonts w:cs="Arial"/>
                <w:color w:val="auto"/>
                <w:szCs w:val="22"/>
              </w:rPr>
              <w:t>Resources:</w:t>
            </w:r>
          </w:p>
          <w:p w14:paraId="727AEDAB" w14:textId="77777777" w:rsidR="008F4AC5" w:rsidRPr="001A7B4B" w:rsidRDefault="008F4AC5" w:rsidP="00C46756">
            <w:pPr>
              <w:pStyle w:val="Normalheadingblue"/>
              <w:rPr>
                <w:rFonts w:cs="Arial"/>
                <w:b w:val="0"/>
                <w:color w:val="auto"/>
                <w:szCs w:val="22"/>
              </w:rPr>
            </w:pPr>
            <w:r w:rsidRPr="001A7B4B">
              <w:rPr>
                <w:rFonts w:cs="Arial"/>
                <w:b w:val="0"/>
                <w:color w:val="auto"/>
                <w:szCs w:val="22"/>
              </w:rPr>
              <w:t>Testing equipment and gauges</w:t>
            </w:r>
          </w:p>
          <w:p w14:paraId="70FCBB6C" w14:textId="77777777" w:rsidR="008F4AC5" w:rsidRPr="001A7B4B" w:rsidRDefault="008F4AC5" w:rsidP="00C46756">
            <w:pPr>
              <w:pStyle w:val="Normalheadingblue"/>
              <w:rPr>
                <w:rFonts w:cs="Arial"/>
                <w:b w:val="0"/>
                <w:color w:val="auto"/>
                <w:szCs w:val="22"/>
              </w:rPr>
            </w:pPr>
            <w:r w:rsidRPr="001A7B4B">
              <w:rPr>
                <w:rFonts w:cs="Arial"/>
                <w:b w:val="0"/>
                <w:color w:val="auto"/>
                <w:szCs w:val="22"/>
              </w:rPr>
              <w:t>PPE</w:t>
            </w:r>
          </w:p>
          <w:p w14:paraId="2AAF0A35" w14:textId="77777777" w:rsidR="008F4AC5" w:rsidRPr="001A7B4B" w:rsidRDefault="008F4AC5" w:rsidP="00C46756">
            <w:pPr>
              <w:pStyle w:val="Normalheadingblue"/>
              <w:rPr>
                <w:rFonts w:cs="Arial"/>
                <w:b w:val="0"/>
                <w:color w:val="auto"/>
                <w:szCs w:val="22"/>
              </w:rPr>
            </w:pPr>
            <w:r w:rsidRPr="001A7B4B">
              <w:rPr>
                <w:rFonts w:cs="Arial"/>
                <w:b w:val="0"/>
                <w:color w:val="auto"/>
                <w:szCs w:val="22"/>
              </w:rPr>
              <w:t>Test certificates</w:t>
            </w:r>
          </w:p>
          <w:p w14:paraId="1827635B" w14:textId="77777777" w:rsidR="008F4AC5" w:rsidRPr="001A7B4B" w:rsidRDefault="008F4AC5" w:rsidP="00C46756">
            <w:pPr>
              <w:pStyle w:val="Normalheadingblue"/>
              <w:rPr>
                <w:rFonts w:cs="Arial"/>
                <w:b w:val="0"/>
                <w:color w:val="auto"/>
                <w:szCs w:val="22"/>
              </w:rPr>
            </w:pPr>
            <w:r w:rsidRPr="001A7B4B">
              <w:rPr>
                <w:rFonts w:cs="Arial"/>
                <w:b w:val="0"/>
                <w:color w:val="auto"/>
                <w:szCs w:val="22"/>
              </w:rPr>
              <w:t>Hand tools</w:t>
            </w:r>
          </w:p>
          <w:p w14:paraId="3A1B5434" w14:textId="77777777" w:rsidR="00C46756" w:rsidRPr="001A7B4B" w:rsidRDefault="00C46756" w:rsidP="00C46756">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457A26EE" w14:textId="77777777" w:rsidR="00DD207A" w:rsidRPr="001A7B4B" w:rsidRDefault="008A57D2">
            <w:r w:rsidRPr="001A7B4B">
              <w:lastRenderedPageBreak/>
              <w:t>Q&amp;A</w:t>
            </w:r>
            <w:r w:rsidRPr="001A7B4B">
              <w:br/>
              <w:t>Toolbox talk</w:t>
            </w:r>
            <w:r w:rsidRPr="001A7B4B">
              <w:br/>
            </w:r>
            <w:r w:rsidRPr="001A7B4B">
              <w:br/>
            </w:r>
            <w:r w:rsidRPr="001A7B4B">
              <w:br/>
            </w:r>
            <w:r w:rsidRPr="001A7B4B">
              <w:br/>
            </w:r>
            <w:r w:rsidRPr="001A7B4B">
              <w:br/>
            </w:r>
            <w:r w:rsidRPr="001A7B4B">
              <w:br/>
              <w:t>Test systems for soundness</w:t>
            </w:r>
            <w:r w:rsidRPr="001A7B4B">
              <w:br/>
            </w:r>
            <w:r w:rsidRPr="001A7B4B">
              <w:br/>
              <w:t>Complete test certificate</w:t>
            </w:r>
            <w:r w:rsidRPr="001A7B4B">
              <w:br/>
              <w:t>English skills (reading, writing, technical vocabulary)</w:t>
            </w:r>
          </w:p>
        </w:tc>
      </w:tr>
      <w:tr w:rsidR="001A7B4B" w:rsidRPr="001A7B4B" w14:paraId="2EEE6916"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46BBA952" w14:textId="77777777" w:rsidR="00C46756" w:rsidRDefault="006B55E4" w:rsidP="00C46756">
            <w:pPr>
              <w:jc w:val="center"/>
              <w:rPr>
                <w:rFonts w:cs="Arial"/>
                <w:szCs w:val="22"/>
              </w:rPr>
            </w:pPr>
            <w:r>
              <w:rPr>
                <w:rFonts w:cs="Arial"/>
                <w:szCs w:val="22"/>
              </w:rPr>
              <w:t>19</w:t>
            </w:r>
            <w:r w:rsidR="008F4AC5">
              <w:rPr>
                <w:rFonts w:cs="Arial"/>
                <w:szCs w:val="22"/>
              </w:rPr>
              <w:t>2</w:t>
            </w:r>
            <w:r w:rsidR="00A94241">
              <w:rPr>
                <w:rFonts w:cs="Arial"/>
                <w:szCs w:val="22"/>
              </w:rPr>
              <w:t>-193</w:t>
            </w:r>
          </w:p>
          <w:p w14:paraId="285B9A76" w14:textId="77777777" w:rsidR="006B55E4" w:rsidRDefault="00A94241" w:rsidP="00C46756">
            <w:pPr>
              <w:jc w:val="center"/>
              <w:rPr>
                <w:rFonts w:cs="Arial"/>
                <w:szCs w:val="22"/>
              </w:rPr>
            </w:pPr>
            <w:r>
              <w:rPr>
                <w:rFonts w:cs="Arial"/>
                <w:szCs w:val="22"/>
              </w:rPr>
              <w:t>6</w:t>
            </w:r>
            <w:r w:rsidR="006B55E4">
              <w:rPr>
                <w:rFonts w:cs="Arial"/>
                <w:szCs w:val="22"/>
              </w:rPr>
              <w:t xml:space="preserve"> hours</w:t>
            </w:r>
          </w:p>
        </w:tc>
        <w:tc>
          <w:tcPr>
            <w:tcW w:w="2199" w:type="dxa"/>
            <w:tcBorders>
              <w:top w:val="single" w:sz="4" w:space="0" w:color="C6C5C6"/>
              <w:left w:val="single" w:sz="4" w:space="0" w:color="C6C5C6"/>
              <w:bottom w:val="single" w:sz="4" w:space="0" w:color="C6C5C6"/>
              <w:right w:val="single" w:sz="4" w:space="0" w:color="C6C5C6"/>
            </w:tcBorders>
          </w:tcPr>
          <w:p w14:paraId="5D417B61" w14:textId="77777777" w:rsidR="002244F4" w:rsidRPr="001A7B4B" w:rsidRDefault="002244F4" w:rsidP="002244F4">
            <w:pPr>
              <w:pStyle w:val="Normalheadingblack"/>
              <w:rPr>
                <w:rFonts w:cs="Arial"/>
                <w:lang w:eastAsia="en-GB"/>
              </w:rPr>
            </w:pPr>
            <w:r w:rsidRPr="001A7B4B">
              <w:rPr>
                <w:rFonts w:cs="Arial"/>
                <w:lang w:eastAsia="en-GB"/>
              </w:rPr>
              <w:t>Outcome 1 – Plumbing and heating common knowledge criteria</w:t>
            </w:r>
          </w:p>
          <w:p w14:paraId="34272243" w14:textId="77777777" w:rsidR="002244F4" w:rsidRPr="001A7B4B" w:rsidRDefault="002244F4" w:rsidP="002244F4">
            <w:pPr>
              <w:pStyle w:val="Normalheadingblack"/>
              <w:rPr>
                <w:rFonts w:cs="Arial"/>
                <w:lang w:eastAsia="en-GB"/>
              </w:rPr>
            </w:pPr>
          </w:p>
          <w:p w14:paraId="5C5A3F00" w14:textId="77777777" w:rsidR="002244F4" w:rsidRPr="001A7B4B" w:rsidRDefault="002244F4" w:rsidP="002244F4">
            <w:pPr>
              <w:pStyle w:val="Normalheadingblack"/>
              <w:rPr>
                <w:rFonts w:cs="Arial"/>
                <w:lang w:eastAsia="en-GB"/>
              </w:rPr>
            </w:pPr>
            <w:r w:rsidRPr="001A7B4B">
              <w:rPr>
                <w:rFonts w:cs="Arial"/>
                <w:lang w:eastAsia="en-GB"/>
              </w:rPr>
              <w:lastRenderedPageBreak/>
              <w:t>Outcome 2 Install plumbing and heating systems</w:t>
            </w:r>
          </w:p>
          <w:p w14:paraId="0D2FDAF7" w14:textId="77777777" w:rsidR="00C46756" w:rsidRPr="001A7B4B" w:rsidRDefault="00C46756" w:rsidP="00C46756">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4AAED563" w14:textId="4E7796A5" w:rsidR="00C46756" w:rsidRPr="001A7B4B" w:rsidRDefault="00957264" w:rsidP="00957264">
            <w:pPr>
              <w:pStyle w:val="Normalheadingblack"/>
              <w:rPr>
                <w:rFonts w:cs="Arial"/>
                <w:b w:val="0"/>
                <w:szCs w:val="22"/>
              </w:rPr>
            </w:pPr>
            <w:r w:rsidRPr="001A7B4B">
              <w:rPr>
                <w:rFonts w:cs="Arial"/>
                <w:b w:val="0"/>
                <w:szCs w:val="22"/>
              </w:rPr>
              <w:lastRenderedPageBreak/>
              <w:t>K1.36 Factors to inspect during commissioning</w:t>
            </w:r>
          </w:p>
          <w:p w14:paraId="303D0D6F" w14:textId="77777777" w:rsidR="00957264" w:rsidRPr="001A7B4B" w:rsidRDefault="00957264" w:rsidP="00957264">
            <w:pPr>
              <w:pStyle w:val="Normalheadingblack"/>
              <w:rPr>
                <w:rFonts w:cs="Arial"/>
                <w:b w:val="0"/>
                <w:szCs w:val="22"/>
              </w:rPr>
            </w:pPr>
          </w:p>
          <w:p w14:paraId="78803788" w14:textId="3D5E32FE" w:rsidR="00957264" w:rsidRPr="001A7B4B" w:rsidRDefault="00957264" w:rsidP="00957264">
            <w:pPr>
              <w:pStyle w:val="Normalheadingblack"/>
              <w:rPr>
                <w:rFonts w:cs="Arial"/>
                <w:b w:val="0"/>
                <w:szCs w:val="22"/>
              </w:rPr>
            </w:pPr>
            <w:r w:rsidRPr="001A7B4B">
              <w:rPr>
                <w:rFonts w:cs="Arial"/>
                <w:b w:val="0"/>
                <w:szCs w:val="22"/>
              </w:rPr>
              <w:t>K1.37 Testing Techniques</w:t>
            </w:r>
          </w:p>
          <w:p w14:paraId="69DF667F" w14:textId="77777777" w:rsidR="00957264" w:rsidRPr="001A7B4B" w:rsidRDefault="00957264" w:rsidP="00957264">
            <w:pPr>
              <w:pStyle w:val="Normalheadingblack"/>
              <w:rPr>
                <w:rFonts w:cs="Arial"/>
                <w:b w:val="0"/>
                <w:szCs w:val="22"/>
              </w:rPr>
            </w:pPr>
          </w:p>
          <w:p w14:paraId="2A072AC7" w14:textId="7BE89E54" w:rsidR="00957264" w:rsidRPr="001A7B4B" w:rsidRDefault="00957264" w:rsidP="00957264">
            <w:pPr>
              <w:pStyle w:val="Normalheadingblack"/>
              <w:rPr>
                <w:rFonts w:cs="Arial"/>
                <w:b w:val="0"/>
                <w:szCs w:val="22"/>
              </w:rPr>
            </w:pPr>
            <w:r w:rsidRPr="001A7B4B">
              <w:rPr>
                <w:rFonts w:cs="Arial"/>
                <w:b w:val="0"/>
                <w:szCs w:val="22"/>
              </w:rPr>
              <w:t>K1.38 Documentation</w:t>
            </w:r>
            <w:r w:rsidR="00415366" w:rsidRPr="001A7B4B">
              <w:rPr>
                <w:rFonts w:cs="Arial"/>
                <w:b w:val="0"/>
                <w:szCs w:val="22"/>
              </w:rPr>
              <w:t xml:space="preserve"> </w:t>
            </w:r>
            <w:r w:rsidRPr="001A7B4B">
              <w:rPr>
                <w:rFonts w:cs="Arial"/>
                <w:b w:val="0"/>
                <w:szCs w:val="22"/>
              </w:rPr>
              <w:t>required for commissioning</w:t>
            </w:r>
            <w:r w:rsidR="00415366" w:rsidRPr="001A7B4B">
              <w:rPr>
                <w:rFonts w:cs="Arial"/>
                <w:b w:val="0"/>
                <w:szCs w:val="22"/>
              </w:rPr>
              <w:t xml:space="preserve"> </w:t>
            </w:r>
            <w:r w:rsidRPr="001A7B4B">
              <w:rPr>
                <w:rFonts w:cs="Arial"/>
                <w:b w:val="0"/>
                <w:szCs w:val="22"/>
              </w:rPr>
              <w:lastRenderedPageBreak/>
              <w:t>and verification of</w:t>
            </w:r>
            <w:r w:rsidR="00415366" w:rsidRPr="001A7B4B">
              <w:rPr>
                <w:rFonts w:cs="Arial"/>
                <w:b w:val="0"/>
                <w:szCs w:val="22"/>
              </w:rPr>
              <w:t xml:space="preserve"> </w:t>
            </w:r>
            <w:r w:rsidRPr="001A7B4B">
              <w:rPr>
                <w:rFonts w:cs="Arial"/>
                <w:b w:val="0"/>
                <w:szCs w:val="22"/>
              </w:rPr>
              <w:t>commissioning</w:t>
            </w:r>
          </w:p>
          <w:p w14:paraId="7000D434" w14:textId="77777777" w:rsidR="00957264" w:rsidRPr="001A7B4B" w:rsidRDefault="00957264" w:rsidP="00957264">
            <w:pPr>
              <w:pStyle w:val="Normalheadingblack"/>
              <w:rPr>
                <w:rFonts w:cs="Arial"/>
                <w:b w:val="0"/>
                <w:szCs w:val="22"/>
              </w:rPr>
            </w:pPr>
          </w:p>
          <w:p w14:paraId="00C630A8" w14:textId="2590936A" w:rsidR="00957264" w:rsidRPr="001A7B4B" w:rsidRDefault="00957264" w:rsidP="00957264">
            <w:pPr>
              <w:pStyle w:val="Normalheadingblack"/>
              <w:rPr>
                <w:rFonts w:cs="Arial"/>
                <w:b w:val="0"/>
                <w:szCs w:val="22"/>
              </w:rPr>
            </w:pPr>
            <w:r w:rsidRPr="001A7B4B">
              <w:rPr>
                <w:rFonts w:cs="Arial"/>
                <w:b w:val="0"/>
                <w:szCs w:val="22"/>
              </w:rPr>
              <w:t>K1.39 Technical information</w:t>
            </w:r>
            <w:r w:rsidR="00415366" w:rsidRPr="001A7B4B">
              <w:rPr>
                <w:rFonts w:cs="Arial"/>
                <w:b w:val="0"/>
                <w:szCs w:val="22"/>
              </w:rPr>
              <w:t xml:space="preserve"> </w:t>
            </w:r>
            <w:r w:rsidRPr="001A7B4B">
              <w:rPr>
                <w:rFonts w:cs="Arial"/>
                <w:b w:val="0"/>
                <w:szCs w:val="22"/>
              </w:rPr>
              <w:t xml:space="preserve">required for use by </w:t>
            </w:r>
            <w:proofErr w:type="gramStart"/>
            <w:r w:rsidRPr="001A7B4B">
              <w:rPr>
                <w:rFonts w:cs="Arial"/>
                <w:b w:val="0"/>
                <w:szCs w:val="22"/>
              </w:rPr>
              <w:t xml:space="preserve">different </w:t>
            </w:r>
            <w:r w:rsidR="00415366" w:rsidRPr="001A7B4B">
              <w:rPr>
                <w:rFonts w:cs="Arial"/>
                <w:b w:val="0"/>
                <w:szCs w:val="22"/>
              </w:rPr>
              <w:t xml:space="preserve"> </w:t>
            </w:r>
            <w:r w:rsidRPr="001A7B4B">
              <w:rPr>
                <w:rFonts w:cs="Arial"/>
                <w:b w:val="0"/>
                <w:szCs w:val="22"/>
              </w:rPr>
              <w:t>stakeholders</w:t>
            </w:r>
            <w:proofErr w:type="gramEnd"/>
          </w:p>
          <w:p w14:paraId="4E455EBE" w14:textId="77777777" w:rsidR="00957264" w:rsidRPr="001A7B4B" w:rsidRDefault="00957264" w:rsidP="00957264">
            <w:pPr>
              <w:pStyle w:val="Normalheadingblack"/>
              <w:rPr>
                <w:rFonts w:cs="Arial"/>
                <w:b w:val="0"/>
                <w:szCs w:val="22"/>
              </w:rPr>
            </w:pPr>
          </w:p>
          <w:p w14:paraId="69F15FA2" w14:textId="65E16EC4" w:rsidR="00957264" w:rsidRPr="001A7B4B" w:rsidRDefault="00957264" w:rsidP="00957264">
            <w:pPr>
              <w:pStyle w:val="Normalheadingblack"/>
              <w:rPr>
                <w:rFonts w:cs="Arial"/>
                <w:b w:val="0"/>
                <w:szCs w:val="22"/>
              </w:rPr>
            </w:pPr>
            <w:r w:rsidRPr="001A7B4B">
              <w:rPr>
                <w:rFonts w:cs="Arial"/>
                <w:b w:val="0"/>
                <w:szCs w:val="22"/>
              </w:rPr>
              <w:t>S3.2 Interpret information and</w:t>
            </w:r>
            <w:r w:rsidR="00415366" w:rsidRPr="001A7B4B">
              <w:rPr>
                <w:rFonts w:cs="Arial"/>
                <w:b w:val="0"/>
                <w:szCs w:val="22"/>
              </w:rPr>
              <w:t xml:space="preserve"> </w:t>
            </w:r>
            <w:r w:rsidRPr="001A7B4B">
              <w:rPr>
                <w:rFonts w:cs="Arial"/>
                <w:b w:val="0"/>
                <w:szCs w:val="22"/>
              </w:rPr>
              <w:t>data</w:t>
            </w:r>
          </w:p>
          <w:p w14:paraId="6BEEB0E0" w14:textId="77777777" w:rsidR="00957264" w:rsidRPr="001A7B4B" w:rsidRDefault="00957264" w:rsidP="00957264">
            <w:pPr>
              <w:pStyle w:val="Normalheadingblack"/>
              <w:rPr>
                <w:rFonts w:cs="Arial"/>
                <w:b w:val="0"/>
                <w:szCs w:val="22"/>
              </w:rPr>
            </w:pPr>
          </w:p>
          <w:p w14:paraId="29848CC1" w14:textId="29F192D7" w:rsidR="00957264" w:rsidRPr="001A7B4B" w:rsidRDefault="00957264" w:rsidP="00957264">
            <w:pPr>
              <w:pStyle w:val="Normalheadingblack"/>
              <w:rPr>
                <w:rFonts w:cs="Arial"/>
                <w:b w:val="0"/>
                <w:szCs w:val="22"/>
              </w:rPr>
            </w:pPr>
            <w:r w:rsidRPr="001A7B4B">
              <w:rPr>
                <w:rFonts w:cs="Arial"/>
                <w:b w:val="0"/>
                <w:szCs w:val="22"/>
              </w:rPr>
              <w:t xml:space="preserve">S3.4 Set heating </w:t>
            </w:r>
            <w:r w:rsidR="00415366" w:rsidRPr="001A7B4B">
              <w:rPr>
                <w:rFonts w:cs="Arial"/>
                <w:b w:val="0"/>
                <w:szCs w:val="22"/>
              </w:rPr>
              <w:t>c</w:t>
            </w:r>
            <w:r w:rsidRPr="001A7B4B">
              <w:rPr>
                <w:rFonts w:cs="Arial"/>
                <w:b w:val="0"/>
                <w:szCs w:val="22"/>
              </w:rPr>
              <w:t>ontrols</w:t>
            </w:r>
          </w:p>
          <w:p w14:paraId="5D18997C" w14:textId="77777777" w:rsidR="00957264" w:rsidRPr="001A7B4B" w:rsidRDefault="00957264" w:rsidP="00957264">
            <w:pPr>
              <w:pStyle w:val="Normalheadingblack"/>
              <w:rPr>
                <w:rFonts w:cs="Arial"/>
                <w:b w:val="0"/>
                <w:szCs w:val="22"/>
              </w:rPr>
            </w:pPr>
          </w:p>
          <w:p w14:paraId="5D9B9E74" w14:textId="68EB0FD6" w:rsidR="00957264" w:rsidRPr="001A7B4B" w:rsidRDefault="002244F4" w:rsidP="002244F4">
            <w:pPr>
              <w:pStyle w:val="Normalheadingblack"/>
              <w:rPr>
                <w:rFonts w:cs="Arial"/>
                <w:b w:val="0"/>
                <w:szCs w:val="22"/>
              </w:rPr>
            </w:pPr>
            <w:r w:rsidRPr="001A7B4B">
              <w:rPr>
                <w:rFonts w:cs="Arial"/>
                <w:b w:val="0"/>
                <w:szCs w:val="22"/>
              </w:rPr>
              <w:t>S3.5 Verify fitness for</w:t>
            </w:r>
            <w:r w:rsidR="00415366" w:rsidRPr="001A7B4B">
              <w:rPr>
                <w:rFonts w:cs="Arial"/>
                <w:b w:val="0"/>
                <w:szCs w:val="22"/>
              </w:rPr>
              <w:t xml:space="preserve"> </w:t>
            </w:r>
            <w:r w:rsidRPr="001A7B4B">
              <w:rPr>
                <w:rFonts w:cs="Arial"/>
                <w:b w:val="0"/>
                <w:szCs w:val="22"/>
              </w:rPr>
              <w:t>purpose of tools/equipment</w:t>
            </w:r>
          </w:p>
          <w:p w14:paraId="361AA235" w14:textId="77777777" w:rsidR="00957264" w:rsidRPr="001A7B4B" w:rsidRDefault="00957264" w:rsidP="00957264">
            <w:pPr>
              <w:pStyle w:val="Normalheadingblack"/>
              <w:rPr>
                <w:rFonts w:cs="Arial"/>
                <w:b w:val="0"/>
                <w:szCs w:val="22"/>
              </w:rPr>
            </w:pPr>
          </w:p>
          <w:p w14:paraId="5C010FB9" w14:textId="1A85D73C" w:rsidR="00957264" w:rsidRPr="001A7B4B" w:rsidRDefault="002244F4" w:rsidP="002244F4">
            <w:pPr>
              <w:pStyle w:val="Normalheadingblack"/>
              <w:rPr>
                <w:rFonts w:cs="Arial"/>
                <w:b w:val="0"/>
                <w:szCs w:val="22"/>
              </w:rPr>
            </w:pPr>
            <w:r w:rsidRPr="001A7B4B">
              <w:rPr>
                <w:rFonts w:cs="Arial"/>
                <w:b w:val="0"/>
                <w:szCs w:val="22"/>
              </w:rPr>
              <w:t>S3.7 Ensure accuracy and</w:t>
            </w:r>
            <w:r w:rsidR="00415366" w:rsidRPr="001A7B4B">
              <w:rPr>
                <w:rFonts w:cs="Arial"/>
                <w:b w:val="0"/>
                <w:szCs w:val="22"/>
              </w:rPr>
              <w:t xml:space="preserve"> </w:t>
            </w:r>
            <w:r w:rsidRPr="001A7B4B">
              <w:rPr>
                <w:rFonts w:cs="Arial"/>
                <w:b w:val="0"/>
                <w:szCs w:val="22"/>
              </w:rPr>
              <w:t>compliance with intended</w:t>
            </w:r>
            <w:r w:rsidR="00415366" w:rsidRPr="001A7B4B">
              <w:rPr>
                <w:rFonts w:cs="Arial"/>
                <w:b w:val="0"/>
                <w:szCs w:val="22"/>
              </w:rPr>
              <w:t xml:space="preserve"> </w:t>
            </w:r>
            <w:r w:rsidRPr="001A7B4B">
              <w:rPr>
                <w:rFonts w:cs="Arial"/>
                <w:b w:val="0"/>
                <w:szCs w:val="22"/>
              </w:rPr>
              <w:t>outcomes</w:t>
            </w:r>
          </w:p>
          <w:p w14:paraId="2FC50719" w14:textId="77777777" w:rsidR="002244F4" w:rsidRPr="001A7B4B" w:rsidRDefault="002244F4" w:rsidP="002244F4">
            <w:pPr>
              <w:pStyle w:val="Normalheadingblack"/>
              <w:rPr>
                <w:rFonts w:cs="Arial"/>
                <w:b w:val="0"/>
                <w:szCs w:val="22"/>
              </w:rPr>
            </w:pPr>
          </w:p>
          <w:p w14:paraId="2A41191C" w14:textId="2CDF29A4" w:rsidR="002244F4" w:rsidRPr="001A7B4B" w:rsidRDefault="002244F4" w:rsidP="002244F4">
            <w:pPr>
              <w:pStyle w:val="Normalheadingblack"/>
              <w:rPr>
                <w:rFonts w:cs="Arial"/>
                <w:b w:val="0"/>
                <w:szCs w:val="22"/>
              </w:rPr>
            </w:pPr>
            <w:r w:rsidRPr="001A7B4B">
              <w:rPr>
                <w:rFonts w:cs="Arial"/>
                <w:b w:val="0"/>
                <w:szCs w:val="22"/>
              </w:rPr>
              <w:t>S3.8 Adjust heating system parameters to commission</w:t>
            </w:r>
          </w:p>
          <w:p w14:paraId="1E6D07EA" w14:textId="77777777" w:rsidR="002244F4" w:rsidRPr="001A7B4B" w:rsidRDefault="002244F4" w:rsidP="002244F4">
            <w:pPr>
              <w:pStyle w:val="Normalheadingblack"/>
              <w:rPr>
                <w:rFonts w:cs="Arial"/>
                <w:b w:val="0"/>
                <w:szCs w:val="22"/>
              </w:rPr>
            </w:pPr>
          </w:p>
          <w:p w14:paraId="38B544BC" w14:textId="259800B4" w:rsidR="002244F4" w:rsidRPr="001A7B4B" w:rsidRDefault="002244F4" w:rsidP="002244F4">
            <w:pPr>
              <w:pStyle w:val="Normalheadingblack"/>
              <w:rPr>
                <w:rFonts w:cs="Arial"/>
                <w:b w:val="0"/>
                <w:szCs w:val="22"/>
              </w:rPr>
            </w:pPr>
            <w:r w:rsidRPr="001A7B4B">
              <w:rPr>
                <w:rFonts w:cs="Arial"/>
                <w:b w:val="0"/>
                <w:szCs w:val="22"/>
              </w:rPr>
              <w:t>S3.9 Record data from</w:t>
            </w:r>
            <w:r w:rsidR="00415366" w:rsidRPr="001A7B4B">
              <w:rPr>
                <w:rFonts w:cs="Arial"/>
                <w:b w:val="0"/>
                <w:szCs w:val="22"/>
              </w:rPr>
              <w:t xml:space="preserve"> </w:t>
            </w:r>
            <w:r w:rsidRPr="001A7B4B">
              <w:rPr>
                <w:rFonts w:cs="Arial"/>
                <w:b w:val="0"/>
                <w:szCs w:val="22"/>
              </w:rPr>
              <w:t>commissioning checks</w:t>
            </w:r>
          </w:p>
          <w:p w14:paraId="1D1AA289" w14:textId="77777777" w:rsidR="002244F4" w:rsidRPr="001A7B4B" w:rsidRDefault="002244F4" w:rsidP="002244F4">
            <w:pPr>
              <w:pStyle w:val="Normalheadingblack"/>
              <w:rPr>
                <w:rFonts w:cs="Arial"/>
                <w:b w:val="0"/>
                <w:szCs w:val="22"/>
              </w:rPr>
            </w:pPr>
          </w:p>
          <w:p w14:paraId="1A01590B" w14:textId="289E2ACB" w:rsidR="002244F4" w:rsidRPr="001A7B4B" w:rsidRDefault="002244F4" w:rsidP="002244F4">
            <w:pPr>
              <w:pStyle w:val="Normalheadingblack"/>
              <w:rPr>
                <w:rFonts w:cs="Arial"/>
                <w:b w:val="0"/>
                <w:szCs w:val="22"/>
              </w:rPr>
            </w:pPr>
            <w:r w:rsidRPr="001A7B4B">
              <w:rPr>
                <w:rFonts w:cs="Arial"/>
                <w:b w:val="0"/>
                <w:szCs w:val="22"/>
              </w:rPr>
              <w:t>S3.10 Compare</w:t>
            </w:r>
            <w:r w:rsidR="00415366" w:rsidRPr="001A7B4B">
              <w:rPr>
                <w:rFonts w:cs="Arial"/>
                <w:b w:val="0"/>
                <w:szCs w:val="22"/>
              </w:rPr>
              <w:t xml:space="preserve"> </w:t>
            </w:r>
            <w:r w:rsidRPr="001A7B4B">
              <w:rPr>
                <w:rFonts w:cs="Arial"/>
                <w:b w:val="0"/>
                <w:szCs w:val="22"/>
              </w:rPr>
              <w:t>commissioning results</w:t>
            </w:r>
            <w:r w:rsidR="00415366" w:rsidRPr="001A7B4B">
              <w:rPr>
                <w:rFonts w:cs="Arial"/>
                <w:b w:val="0"/>
                <w:szCs w:val="22"/>
              </w:rPr>
              <w:t xml:space="preserve"> </w:t>
            </w:r>
            <w:r w:rsidRPr="001A7B4B">
              <w:rPr>
                <w:rFonts w:cs="Arial"/>
                <w:b w:val="0"/>
                <w:szCs w:val="22"/>
              </w:rPr>
              <w:t>against design parameters</w:t>
            </w:r>
          </w:p>
          <w:p w14:paraId="40C1A7E1" w14:textId="77777777" w:rsidR="00957264" w:rsidRPr="001A7B4B" w:rsidRDefault="00957264" w:rsidP="00957264">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60523502" w14:textId="77777777" w:rsidR="00C46756" w:rsidRPr="001A7B4B" w:rsidRDefault="00C46756" w:rsidP="00C46756">
            <w:pPr>
              <w:pStyle w:val="Normalheadingblue"/>
              <w:rPr>
                <w:rFonts w:cs="Arial"/>
                <w:color w:val="auto"/>
                <w:szCs w:val="22"/>
              </w:rPr>
            </w:pPr>
            <w:r w:rsidRPr="001A7B4B">
              <w:rPr>
                <w:rFonts w:cs="Arial"/>
                <w:color w:val="auto"/>
                <w:szCs w:val="22"/>
              </w:rPr>
              <w:lastRenderedPageBreak/>
              <w:t>Activity:</w:t>
            </w:r>
          </w:p>
          <w:p w14:paraId="4CC87880" w14:textId="77777777" w:rsidR="00C46756" w:rsidRPr="001A7B4B" w:rsidRDefault="00C46756" w:rsidP="00C46756">
            <w:pPr>
              <w:pStyle w:val="Normalheadingblue"/>
              <w:rPr>
                <w:rFonts w:cs="Arial"/>
                <w:color w:val="auto"/>
                <w:szCs w:val="22"/>
              </w:rPr>
            </w:pPr>
          </w:p>
          <w:p w14:paraId="41C39A1F" w14:textId="77777777" w:rsidR="00C46756" w:rsidRPr="001A7B4B" w:rsidRDefault="00C46756" w:rsidP="00C46756">
            <w:pPr>
              <w:pStyle w:val="Normalheadingblue"/>
              <w:rPr>
                <w:rFonts w:cs="Arial"/>
                <w:color w:val="auto"/>
                <w:szCs w:val="22"/>
              </w:rPr>
            </w:pPr>
            <w:r w:rsidRPr="001A7B4B">
              <w:rPr>
                <w:rFonts w:cs="Arial"/>
                <w:color w:val="auto"/>
                <w:szCs w:val="22"/>
              </w:rPr>
              <w:t>Starter task example:</w:t>
            </w:r>
          </w:p>
          <w:p w14:paraId="07FC6604" w14:textId="3B3F39B4" w:rsidR="00C46756" w:rsidRPr="001A7B4B" w:rsidRDefault="002244F4" w:rsidP="002C017C">
            <w:pPr>
              <w:pStyle w:val="Normalheadingblue"/>
              <w:numPr>
                <w:ilvl w:val="0"/>
                <w:numId w:val="132"/>
              </w:numPr>
              <w:rPr>
                <w:rFonts w:cs="Arial"/>
                <w:b w:val="0"/>
                <w:color w:val="auto"/>
                <w:szCs w:val="22"/>
              </w:rPr>
            </w:pPr>
            <w:r w:rsidRPr="001A7B4B">
              <w:rPr>
                <w:rFonts w:cs="Arial"/>
                <w:b w:val="0"/>
                <w:color w:val="auto"/>
                <w:szCs w:val="22"/>
              </w:rPr>
              <w:t xml:space="preserve">Recap – list checks required for commissioning of a sealed heating system. </w:t>
            </w:r>
            <w:r w:rsidR="00116A2E" w:rsidRPr="001A7B4B">
              <w:rPr>
                <w:rFonts w:cs="Arial"/>
                <w:b w:val="0"/>
                <w:color w:val="auto"/>
                <w:szCs w:val="22"/>
              </w:rPr>
              <w:t>Students</w:t>
            </w:r>
            <w:r w:rsidRPr="001A7B4B">
              <w:rPr>
                <w:rFonts w:cs="Arial"/>
                <w:b w:val="0"/>
                <w:color w:val="auto"/>
                <w:szCs w:val="22"/>
              </w:rPr>
              <w:t xml:space="preserve"> to spend 5 minutes creating list of actions before tutor leads group discussion</w:t>
            </w:r>
          </w:p>
          <w:p w14:paraId="78E25741" w14:textId="77777777" w:rsidR="00C46756" w:rsidRPr="001A7B4B" w:rsidRDefault="00C46756" w:rsidP="00C46756">
            <w:pPr>
              <w:pStyle w:val="Normalheadingblue"/>
              <w:rPr>
                <w:rFonts w:cs="Arial"/>
                <w:color w:val="auto"/>
                <w:szCs w:val="22"/>
              </w:rPr>
            </w:pPr>
            <w:r w:rsidRPr="001A7B4B">
              <w:rPr>
                <w:rFonts w:cs="Arial"/>
                <w:color w:val="auto"/>
                <w:szCs w:val="22"/>
              </w:rPr>
              <w:lastRenderedPageBreak/>
              <w:t>Delivery:</w:t>
            </w:r>
          </w:p>
          <w:p w14:paraId="1E3A5479" w14:textId="77777777" w:rsidR="006B55E4" w:rsidRPr="001A7B4B" w:rsidRDefault="006B55E4" w:rsidP="006B55E4">
            <w:pPr>
              <w:pStyle w:val="Normalheadingblue"/>
              <w:rPr>
                <w:rFonts w:cs="Arial"/>
                <w:color w:val="auto"/>
                <w:szCs w:val="22"/>
              </w:rPr>
            </w:pPr>
            <w:r w:rsidRPr="001A7B4B">
              <w:rPr>
                <w:rFonts w:cs="Arial"/>
                <w:color w:val="auto"/>
                <w:szCs w:val="22"/>
              </w:rPr>
              <w:t xml:space="preserve">System commissioning – </w:t>
            </w:r>
            <w:r w:rsidR="00A94241" w:rsidRPr="001A7B4B">
              <w:rPr>
                <w:rFonts w:cs="Arial"/>
                <w:color w:val="auto"/>
                <w:szCs w:val="22"/>
              </w:rPr>
              <w:t>Commission heating and hot water system</w:t>
            </w:r>
          </w:p>
          <w:p w14:paraId="3EC7632D" w14:textId="7F170DD9" w:rsidR="008F4AC5" w:rsidRPr="001A7B4B" w:rsidRDefault="00A94241" w:rsidP="002C017C">
            <w:pPr>
              <w:pStyle w:val="Normalheadingblue"/>
              <w:numPr>
                <w:ilvl w:val="0"/>
                <w:numId w:val="130"/>
              </w:numPr>
              <w:rPr>
                <w:rFonts w:cs="Arial"/>
                <w:b w:val="0"/>
                <w:color w:val="auto"/>
                <w:szCs w:val="22"/>
              </w:rPr>
            </w:pPr>
            <w:r w:rsidRPr="001A7B4B">
              <w:rPr>
                <w:rFonts w:cs="Arial"/>
                <w:b w:val="0"/>
                <w:color w:val="auto"/>
                <w:szCs w:val="22"/>
              </w:rPr>
              <w:t xml:space="preserve">Tutor to explain session requirements – </w:t>
            </w:r>
            <w:r w:rsidR="00F502C8" w:rsidRPr="001A7B4B">
              <w:rPr>
                <w:rFonts w:cs="Arial"/>
                <w:b w:val="0"/>
                <w:color w:val="auto"/>
                <w:szCs w:val="22"/>
              </w:rPr>
              <w:t>students</w:t>
            </w:r>
            <w:r w:rsidRPr="001A7B4B">
              <w:rPr>
                <w:rFonts w:cs="Arial"/>
                <w:b w:val="0"/>
                <w:color w:val="auto"/>
                <w:szCs w:val="22"/>
              </w:rPr>
              <w:t xml:space="preserve"> are to work in small groups to flush, fill, vent and commission the previously installed (where possible) combination boiler and associated system</w:t>
            </w:r>
          </w:p>
          <w:p w14:paraId="02347830" w14:textId="1B082C10" w:rsidR="00957264" w:rsidRPr="001A7B4B" w:rsidRDefault="00116A2E" w:rsidP="002C017C">
            <w:pPr>
              <w:pStyle w:val="Normalheadingblue"/>
              <w:numPr>
                <w:ilvl w:val="0"/>
                <w:numId w:val="130"/>
              </w:numPr>
              <w:rPr>
                <w:rFonts w:cs="Arial"/>
                <w:b w:val="0"/>
                <w:color w:val="auto"/>
                <w:szCs w:val="22"/>
              </w:rPr>
            </w:pPr>
            <w:r w:rsidRPr="001A7B4B">
              <w:rPr>
                <w:rFonts w:cs="Arial"/>
                <w:b w:val="0"/>
                <w:color w:val="auto"/>
                <w:szCs w:val="22"/>
              </w:rPr>
              <w:t>Students</w:t>
            </w:r>
            <w:r w:rsidR="00957264" w:rsidRPr="001A7B4B">
              <w:rPr>
                <w:rFonts w:cs="Arial"/>
                <w:b w:val="0"/>
                <w:color w:val="auto"/>
                <w:szCs w:val="22"/>
              </w:rPr>
              <w:t xml:space="preserve"> are to make a list of tools and equipment required for the process and collect </w:t>
            </w:r>
          </w:p>
          <w:p w14:paraId="31F37DD0" w14:textId="47C834A9" w:rsidR="00957264" w:rsidRPr="001A7B4B" w:rsidRDefault="00116A2E" w:rsidP="002C017C">
            <w:pPr>
              <w:pStyle w:val="Normalheadingblue"/>
              <w:numPr>
                <w:ilvl w:val="0"/>
                <w:numId w:val="130"/>
              </w:numPr>
              <w:rPr>
                <w:rFonts w:cs="Arial"/>
                <w:b w:val="0"/>
                <w:color w:val="auto"/>
                <w:szCs w:val="22"/>
              </w:rPr>
            </w:pPr>
            <w:r w:rsidRPr="001A7B4B">
              <w:rPr>
                <w:rFonts w:cs="Arial"/>
                <w:b w:val="0"/>
                <w:color w:val="auto"/>
                <w:szCs w:val="22"/>
              </w:rPr>
              <w:t>Students</w:t>
            </w:r>
            <w:r w:rsidR="00957264" w:rsidRPr="001A7B4B">
              <w:rPr>
                <w:rFonts w:cs="Arial"/>
                <w:b w:val="0"/>
                <w:color w:val="auto"/>
                <w:szCs w:val="22"/>
              </w:rPr>
              <w:t xml:space="preserve"> to check that equipment is suitable and within calibration dates</w:t>
            </w:r>
          </w:p>
          <w:p w14:paraId="652E6D21" w14:textId="198498FB" w:rsidR="00A94241" w:rsidRPr="001A7B4B" w:rsidRDefault="00116A2E" w:rsidP="002C017C">
            <w:pPr>
              <w:pStyle w:val="Normalheadingblue"/>
              <w:numPr>
                <w:ilvl w:val="0"/>
                <w:numId w:val="130"/>
              </w:numPr>
              <w:rPr>
                <w:rFonts w:cs="Arial"/>
                <w:b w:val="0"/>
                <w:color w:val="auto"/>
                <w:szCs w:val="22"/>
              </w:rPr>
            </w:pPr>
            <w:r w:rsidRPr="001A7B4B">
              <w:rPr>
                <w:rFonts w:cs="Arial"/>
                <w:b w:val="0"/>
                <w:color w:val="auto"/>
                <w:szCs w:val="22"/>
              </w:rPr>
              <w:t>Students</w:t>
            </w:r>
            <w:r w:rsidR="00A94241" w:rsidRPr="001A7B4B">
              <w:rPr>
                <w:rFonts w:cs="Arial"/>
                <w:b w:val="0"/>
                <w:color w:val="auto"/>
                <w:szCs w:val="22"/>
              </w:rPr>
              <w:t xml:space="preserve"> are to flush, fill and vent before adding chemical treatment to the heating system</w:t>
            </w:r>
          </w:p>
          <w:p w14:paraId="411D704B" w14:textId="3D834B88" w:rsidR="00A94241" w:rsidRPr="001A7B4B" w:rsidRDefault="00A94241" w:rsidP="002C017C">
            <w:pPr>
              <w:pStyle w:val="Normalheadingblue"/>
              <w:numPr>
                <w:ilvl w:val="0"/>
                <w:numId w:val="130"/>
              </w:numPr>
              <w:rPr>
                <w:rFonts w:cs="Arial"/>
                <w:b w:val="0"/>
                <w:color w:val="auto"/>
                <w:szCs w:val="22"/>
              </w:rPr>
            </w:pPr>
            <w:r w:rsidRPr="001A7B4B">
              <w:rPr>
                <w:rFonts w:cs="Arial"/>
                <w:b w:val="0"/>
                <w:color w:val="auto"/>
                <w:szCs w:val="22"/>
              </w:rPr>
              <w:t xml:space="preserve">On commissioning the </w:t>
            </w:r>
            <w:r w:rsidR="00F502C8" w:rsidRPr="001A7B4B">
              <w:rPr>
                <w:rFonts w:cs="Arial"/>
                <w:b w:val="0"/>
                <w:color w:val="auto"/>
                <w:szCs w:val="22"/>
              </w:rPr>
              <w:t>students</w:t>
            </w:r>
            <w:r w:rsidRPr="001A7B4B">
              <w:rPr>
                <w:rFonts w:cs="Arial"/>
                <w:b w:val="0"/>
                <w:color w:val="auto"/>
                <w:szCs w:val="22"/>
              </w:rPr>
              <w:t xml:space="preserve"> should check temperatures, flow rates at outlets and balance heat emitters</w:t>
            </w:r>
          </w:p>
          <w:p w14:paraId="2169B6E7" w14:textId="12D5C647" w:rsidR="00A94241" w:rsidRPr="001A7B4B" w:rsidRDefault="00A94241" w:rsidP="002C017C">
            <w:pPr>
              <w:pStyle w:val="Normalheadingblue"/>
              <w:numPr>
                <w:ilvl w:val="0"/>
                <w:numId w:val="130"/>
              </w:numPr>
              <w:rPr>
                <w:rFonts w:cs="Arial"/>
                <w:b w:val="0"/>
                <w:color w:val="auto"/>
                <w:szCs w:val="22"/>
              </w:rPr>
            </w:pPr>
            <w:r w:rsidRPr="001A7B4B">
              <w:rPr>
                <w:rFonts w:cs="Arial"/>
                <w:b w:val="0"/>
                <w:color w:val="auto"/>
                <w:szCs w:val="22"/>
              </w:rPr>
              <w:t xml:space="preserve">Under supervision </w:t>
            </w:r>
            <w:r w:rsidR="00F502C8" w:rsidRPr="001A7B4B">
              <w:rPr>
                <w:rFonts w:cs="Arial"/>
                <w:b w:val="0"/>
                <w:color w:val="auto"/>
                <w:szCs w:val="22"/>
              </w:rPr>
              <w:t>students</w:t>
            </w:r>
            <w:r w:rsidRPr="001A7B4B">
              <w:rPr>
                <w:rFonts w:cs="Arial"/>
                <w:b w:val="0"/>
                <w:color w:val="auto"/>
                <w:szCs w:val="22"/>
              </w:rPr>
              <w:t xml:space="preserve"> may check operation of appliance and flue using suitable tests and checks including flue gas analysis</w:t>
            </w:r>
          </w:p>
          <w:p w14:paraId="6F9A8499" w14:textId="77777777" w:rsidR="00957264" w:rsidRPr="001A7B4B" w:rsidRDefault="00957264" w:rsidP="002C017C">
            <w:pPr>
              <w:pStyle w:val="Normalheadingblue"/>
              <w:numPr>
                <w:ilvl w:val="0"/>
                <w:numId w:val="130"/>
              </w:numPr>
              <w:rPr>
                <w:rFonts w:cs="Arial"/>
                <w:b w:val="0"/>
                <w:color w:val="auto"/>
                <w:szCs w:val="22"/>
              </w:rPr>
            </w:pPr>
            <w:r w:rsidRPr="001A7B4B">
              <w:rPr>
                <w:rFonts w:cs="Arial"/>
                <w:b w:val="0"/>
                <w:color w:val="auto"/>
                <w:szCs w:val="22"/>
              </w:rPr>
              <w:t>Tutor to supervise each group whilst basic electrical checks are carried out such as polarity and run current</w:t>
            </w:r>
          </w:p>
          <w:p w14:paraId="15DDC2C4" w14:textId="4A21E73F" w:rsidR="00957264" w:rsidRPr="001A7B4B" w:rsidRDefault="00116A2E" w:rsidP="002C017C">
            <w:pPr>
              <w:pStyle w:val="Normalheadingblue"/>
              <w:numPr>
                <w:ilvl w:val="0"/>
                <w:numId w:val="130"/>
              </w:numPr>
              <w:rPr>
                <w:rFonts w:cs="Arial"/>
                <w:b w:val="0"/>
                <w:color w:val="auto"/>
                <w:szCs w:val="22"/>
              </w:rPr>
            </w:pPr>
            <w:r w:rsidRPr="001A7B4B">
              <w:rPr>
                <w:rFonts w:cs="Arial"/>
                <w:b w:val="0"/>
                <w:color w:val="auto"/>
                <w:szCs w:val="22"/>
              </w:rPr>
              <w:lastRenderedPageBreak/>
              <w:t>Students</w:t>
            </w:r>
            <w:r w:rsidR="00957264" w:rsidRPr="001A7B4B">
              <w:rPr>
                <w:rFonts w:cs="Arial"/>
                <w:b w:val="0"/>
                <w:color w:val="auto"/>
                <w:szCs w:val="22"/>
              </w:rPr>
              <w:t xml:space="preserve"> should refer to </w:t>
            </w:r>
            <w:proofErr w:type="spellStart"/>
            <w:r w:rsidR="00957264" w:rsidRPr="001A7B4B">
              <w:rPr>
                <w:rFonts w:cs="Arial"/>
                <w:b w:val="0"/>
                <w:color w:val="auto"/>
                <w:szCs w:val="22"/>
              </w:rPr>
              <w:t>manufacturers</w:t>
            </w:r>
            <w:proofErr w:type="spellEnd"/>
            <w:r w:rsidR="00957264" w:rsidRPr="001A7B4B">
              <w:rPr>
                <w:rFonts w:cs="Arial"/>
                <w:b w:val="0"/>
                <w:color w:val="auto"/>
                <w:szCs w:val="22"/>
              </w:rPr>
              <w:t xml:space="preserve"> instructions and information to allow correct setting of controls and temperatures</w:t>
            </w:r>
          </w:p>
          <w:p w14:paraId="7785A34E" w14:textId="574A0806" w:rsidR="00957264" w:rsidRPr="001A7B4B" w:rsidRDefault="00116A2E" w:rsidP="002C017C">
            <w:pPr>
              <w:pStyle w:val="Normalheadingblue"/>
              <w:numPr>
                <w:ilvl w:val="0"/>
                <w:numId w:val="130"/>
              </w:numPr>
              <w:rPr>
                <w:rFonts w:cs="Arial"/>
                <w:b w:val="0"/>
                <w:color w:val="auto"/>
                <w:szCs w:val="22"/>
              </w:rPr>
            </w:pPr>
            <w:r w:rsidRPr="001A7B4B">
              <w:rPr>
                <w:rFonts w:cs="Arial"/>
                <w:b w:val="0"/>
                <w:color w:val="auto"/>
                <w:szCs w:val="22"/>
              </w:rPr>
              <w:t>Students</w:t>
            </w:r>
            <w:r w:rsidR="00957264" w:rsidRPr="001A7B4B">
              <w:rPr>
                <w:rFonts w:cs="Arial"/>
                <w:b w:val="0"/>
                <w:color w:val="auto"/>
                <w:szCs w:val="22"/>
              </w:rPr>
              <w:t xml:space="preserve"> should record all data and information so that handover and commissioning documents can be completed in following session</w:t>
            </w:r>
          </w:p>
          <w:p w14:paraId="5CD6D9D3" w14:textId="77777777" w:rsidR="00C46756" w:rsidRPr="001A7B4B" w:rsidRDefault="00C46756" w:rsidP="00C46756">
            <w:pPr>
              <w:pStyle w:val="Normalheadingblue"/>
              <w:rPr>
                <w:rFonts w:cs="Arial"/>
                <w:color w:val="auto"/>
                <w:szCs w:val="22"/>
              </w:rPr>
            </w:pPr>
          </w:p>
          <w:p w14:paraId="396F6279" w14:textId="77777777" w:rsidR="00C46756" w:rsidRPr="001A7B4B" w:rsidRDefault="00C46756" w:rsidP="00C46756">
            <w:pPr>
              <w:pStyle w:val="Normalheadingblue"/>
              <w:rPr>
                <w:rFonts w:cs="Arial"/>
                <w:color w:val="auto"/>
                <w:szCs w:val="22"/>
              </w:rPr>
            </w:pPr>
            <w:r w:rsidRPr="001A7B4B">
              <w:rPr>
                <w:rFonts w:cs="Arial"/>
                <w:color w:val="auto"/>
                <w:szCs w:val="22"/>
              </w:rPr>
              <w:t xml:space="preserve">Knowledge </w:t>
            </w:r>
            <w:r w:rsidR="00A94241" w:rsidRPr="001A7B4B">
              <w:rPr>
                <w:rFonts w:cs="Arial"/>
                <w:color w:val="auto"/>
                <w:szCs w:val="22"/>
              </w:rPr>
              <w:t xml:space="preserve">and skills </w:t>
            </w:r>
            <w:r w:rsidRPr="001A7B4B">
              <w:rPr>
                <w:rFonts w:cs="Arial"/>
                <w:color w:val="auto"/>
                <w:szCs w:val="22"/>
              </w:rPr>
              <w:t>check example:</w:t>
            </w:r>
          </w:p>
          <w:p w14:paraId="0121883D" w14:textId="77777777" w:rsidR="00C46756" w:rsidRPr="001A7B4B" w:rsidRDefault="00A94241" w:rsidP="002C017C">
            <w:pPr>
              <w:pStyle w:val="Normalheadingblue"/>
              <w:numPr>
                <w:ilvl w:val="0"/>
                <w:numId w:val="131"/>
              </w:numPr>
              <w:rPr>
                <w:rFonts w:cs="Arial"/>
                <w:b w:val="0"/>
                <w:color w:val="auto"/>
                <w:szCs w:val="22"/>
              </w:rPr>
            </w:pPr>
            <w:r w:rsidRPr="001A7B4B">
              <w:rPr>
                <w:rFonts w:cs="Arial"/>
                <w:b w:val="0"/>
                <w:color w:val="auto"/>
                <w:szCs w:val="22"/>
              </w:rPr>
              <w:t>Commission the heating, cold and hot water services</w:t>
            </w:r>
          </w:p>
          <w:p w14:paraId="7E743C30" w14:textId="77777777" w:rsidR="00A94241" w:rsidRPr="001A7B4B" w:rsidRDefault="00A94241" w:rsidP="00A94241">
            <w:pPr>
              <w:pStyle w:val="Normalheadingblue"/>
              <w:ind w:left="720"/>
              <w:rPr>
                <w:rFonts w:cs="Arial"/>
                <w:b w:val="0"/>
                <w:color w:val="auto"/>
                <w:szCs w:val="22"/>
              </w:rPr>
            </w:pPr>
          </w:p>
          <w:p w14:paraId="4C35E7D6" w14:textId="77777777" w:rsidR="00C46756" w:rsidRPr="001A7B4B" w:rsidRDefault="00C46756" w:rsidP="00C46756">
            <w:pPr>
              <w:pStyle w:val="Normalheadingblue"/>
              <w:rPr>
                <w:rFonts w:cs="Arial"/>
                <w:color w:val="auto"/>
                <w:szCs w:val="22"/>
              </w:rPr>
            </w:pPr>
            <w:r w:rsidRPr="001A7B4B">
              <w:rPr>
                <w:rFonts w:cs="Arial"/>
                <w:color w:val="auto"/>
                <w:szCs w:val="22"/>
              </w:rPr>
              <w:t>Resources:</w:t>
            </w:r>
          </w:p>
          <w:p w14:paraId="4B0BDF6C" w14:textId="77777777" w:rsidR="00C46756" w:rsidRPr="001A7B4B" w:rsidRDefault="00A94241" w:rsidP="00C46756">
            <w:pPr>
              <w:pStyle w:val="Normalheadingblue"/>
              <w:rPr>
                <w:rFonts w:cs="Arial"/>
                <w:b w:val="0"/>
                <w:color w:val="auto"/>
                <w:szCs w:val="22"/>
              </w:rPr>
            </w:pPr>
            <w:r w:rsidRPr="001A7B4B">
              <w:rPr>
                <w:rFonts w:cs="Arial"/>
                <w:b w:val="0"/>
                <w:color w:val="auto"/>
                <w:szCs w:val="22"/>
              </w:rPr>
              <w:t>PPE</w:t>
            </w:r>
          </w:p>
          <w:p w14:paraId="2187148B" w14:textId="77777777" w:rsidR="00A94241" w:rsidRPr="001A7B4B" w:rsidRDefault="00A94241" w:rsidP="00C46756">
            <w:pPr>
              <w:pStyle w:val="Normalheadingblue"/>
              <w:rPr>
                <w:rFonts w:cs="Arial"/>
                <w:b w:val="0"/>
                <w:color w:val="auto"/>
                <w:szCs w:val="22"/>
              </w:rPr>
            </w:pPr>
            <w:r w:rsidRPr="001A7B4B">
              <w:rPr>
                <w:rFonts w:cs="Arial"/>
                <w:b w:val="0"/>
                <w:color w:val="auto"/>
                <w:szCs w:val="22"/>
              </w:rPr>
              <w:t>Weir gauge</w:t>
            </w:r>
          </w:p>
          <w:p w14:paraId="562BD7F6" w14:textId="77777777" w:rsidR="00A94241" w:rsidRPr="001A7B4B" w:rsidRDefault="00A94241" w:rsidP="00C46756">
            <w:pPr>
              <w:pStyle w:val="Normalheadingblue"/>
              <w:rPr>
                <w:rFonts w:cs="Arial"/>
                <w:b w:val="0"/>
                <w:color w:val="auto"/>
                <w:szCs w:val="22"/>
              </w:rPr>
            </w:pPr>
            <w:r w:rsidRPr="001A7B4B">
              <w:rPr>
                <w:rFonts w:cs="Arial"/>
                <w:b w:val="0"/>
                <w:color w:val="auto"/>
                <w:szCs w:val="22"/>
              </w:rPr>
              <w:t>Thermometers</w:t>
            </w:r>
          </w:p>
          <w:p w14:paraId="6B08CC6F" w14:textId="77777777" w:rsidR="00957264" w:rsidRPr="001A7B4B" w:rsidRDefault="00957264" w:rsidP="00C46756">
            <w:pPr>
              <w:pStyle w:val="Normalheadingblue"/>
              <w:rPr>
                <w:rFonts w:cs="Arial"/>
                <w:b w:val="0"/>
                <w:color w:val="auto"/>
                <w:szCs w:val="22"/>
              </w:rPr>
            </w:pPr>
            <w:r w:rsidRPr="001A7B4B">
              <w:rPr>
                <w:rFonts w:cs="Arial"/>
                <w:b w:val="0"/>
                <w:color w:val="auto"/>
                <w:szCs w:val="22"/>
              </w:rPr>
              <w:t>Voltage meter</w:t>
            </w:r>
          </w:p>
          <w:p w14:paraId="4B97B6E2" w14:textId="77777777" w:rsidR="00957264" w:rsidRPr="001A7B4B" w:rsidRDefault="00957264" w:rsidP="00C46756">
            <w:pPr>
              <w:pStyle w:val="Normalheadingblue"/>
              <w:rPr>
                <w:rFonts w:cs="Arial"/>
                <w:b w:val="0"/>
                <w:color w:val="auto"/>
                <w:szCs w:val="22"/>
              </w:rPr>
            </w:pPr>
            <w:r w:rsidRPr="001A7B4B">
              <w:rPr>
                <w:rFonts w:cs="Arial"/>
                <w:b w:val="0"/>
                <w:color w:val="auto"/>
                <w:szCs w:val="22"/>
              </w:rPr>
              <w:t>Proving unit</w:t>
            </w:r>
          </w:p>
          <w:p w14:paraId="164FDFFC" w14:textId="77777777" w:rsidR="00957264" w:rsidRPr="001A7B4B" w:rsidRDefault="00957264" w:rsidP="00C46756">
            <w:pPr>
              <w:pStyle w:val="Normalheadingblue"/>
              <w:rPr>
                <w:rFonts w:cs="Arial"/>
                <w:b w:val="0"/>
                <w:color w:val="auto"/>
                <w:szCs w:val="22"/>
              </w:rPr>
            </w:pPr>
            <w:r w:rsidRPr="001A7B4B">
              <w:rPr>
                <w:rFonts w:cs="Arial"/>
                <w:b w:val="0"/>
                <w:color w:val="auto"/>
                <w:szCs w:val="22"/>
              </w:rPr>
              <w:t>Multimeter</w:t>
            </w:r>
          </w:p>
          <w:p w14:paraId="11507EE5" w14:textId="77777777" w:rsidR="00957264" w:rsidRPr="001A7B4B" w:rsidRDefault="00957264" w:rsidP="00C46756">
            <w:pPr>
              <w:pStyle w:val="Normalheadingblue"/>
              <w:rPr>
                <w:rFonts w:cs="Arial"/>
                <w:b w:val="0"/>
                <w:color w:val="auto"/>
                <w:szCs w:val="22"/>
              </w:rPr>
            </w:pPr>
            <w:r w:rsidRPr="001A7B4B">
              <w:rPr>
                <w:rFonts w:cs="Arial"/>
                <w:b w:val="0"/>
                <w:color w:val="auto"/>
                <w:szCs w:val="22"/>
              </w:rPr>
              <w:t>Ammeter</w:t>
            </w:r>
          </w:p>
          <w:p w14:paraId="5820E172" w14:textId="77777777" w:rsidR="00A94241" w:rsidRPr="001A7B4B" w:rsidRDefault="00957264" w:rsidP="00C46756">
            <w:pPr>
              <w:pStyle w:val="Normalheadingblue"/>
              <w:rPr>
                <w:rFonts w:cs="Arial"/>
                <w:b w:val="0"/>
                <w:color w:val="auto"/>
                <w:szCs w:val="22"/>
              </w:rPr>
            </w:pPr>
            <w:r w:rsidRPr="001A7B4B">
              <w:rPr>
                <w:rFonts w:cs="Arial"/>
                <w:b w:val="0"/>
                <w:color w:val="auto"/>
                <w:szCs w:val="22"/>
              </w:rPr>
              <w:t>Flue gas analyser</w:t>
            </w:r>
          </w:p>
          <w:p w14:paraId="0075AC7B" w14:textId="77777777" w:rsidR="00957264" w:rsidRPr="001A7B4B" w:rsidRDefault="00957264" w:rsidP="00C46756">
            <w:pPr>
              <w:pStyle w:val="Normalheadingblue"/>
              <w:rPr>
                <w:rFonts w:cs="Arial"/>
                <w:b w:val="0"/>
                <w:color w:val="auto"/>
                <w:szCs w:val="22"/>
              </w:rPr>
            </w:pPr>
            <w:r w:rsidRPr="001A7B4B">
              <w:rPr>
                <w:rFonts w:cs="Arial"/>
                <w:b w:val="0"/>
                <w:color w:val="auto"/>
                <w:szCs w:val="22"/>
              </w:rPr>
              <w:t>Commissioning sheets</w:t>
            </w:r>
          </w:p>
          <w:p w14:paraId="3D66AAE6" w14:textId="77777777" w:rsidR="00957264" w:rsidRPr="001A7B4B" w:rsidRDefault="00957264" w:rsidP="00C46756">
            <w:pPr>
              <w:pStyle w:val="Normalheadingblue"/>
              <w:rPr>
                <w:rFonts w:cs="Arial"/>
                <w:b w:val="0"/>
                <w:color w:val="auto"/>
                <w:szCs w:val="22"/>
              </w:rPr>
            </w:pPr>
            <w:r w:rsidRPr="001A7B4B">
              <w:rPr>
                <w:rFonts w:cs="Arial"/>
                <w:b w:val="0"/>
                <w:color w:val="auto"/>
                <w:szCs w:val="22"/>
              </w:rPr>
              <w:t>Benchmark certificate (copies)</w:t>
            </w:r>
          </w:p>
          <w:p w14:paraId="26B70696" w14:textId="77777777" w:rsidR="00957264" w:rsidRPr="001A7B4B" w:rsidRDefault="00957264" w:rsidP="00C46756">
            <w:pPr>
              <w:pStyle w:val="Normalheadingblue"/>
              <w:rPr>
                <w:rFonts w:cs="Arial"/>
                <w:color w:val="auto"/>
                <w:szCs w:val="22"/>
              </w:rPr>
            </w:pPr>
            <w:r w:rsidRPr="001A7B4B">
              <w:rPr>
                <w:rFonts w:cs="Arial"/>
                <w:b w:val="0"/>
                <w:color w:val="auto"/>
                <w:szCs w:val="22"/>
              </w:rPr>
              <w:t>Hand tools</w:t>
            </w:r>
          </w:p>
        </w:tc>
        <w:tc>
          <w:tcPr>
            <w:tcW w:w="2246" w:type="dxa"/>
            <w:tcBorders>
              <w:top w:val="single" w:sz="4" w:space="0" w:color="C6C5C6"/>
              <w:left w:val="single" w:sz="4" w:space="0" w:color="C6C5C6"/>
              <w:bottom w:val="single" w:sz="4" w:space="0" w:color="C6C5C6"/>
              <w:right w:val="single" w:sz="4" w:space="0" w:color="C6C5C6"/>
            </w:tcBorders>
          </w:tcPr>
          <w:p w14:paraId="56845CF1" w14:textId="77777777" w:rsidR="00DD207A" w:rsidRPr="001A7B4B" w:rsidRDefault="00DD207A"/>
        </w:tc>
      </w:tr>
      <w:tr w:rsidR="001A7B4B" w:rsidRPr="001A7B4B" w14:paraId="32DAB50F"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0B423B2D" w14:textId="77777777" w:rsidR="006B55E4" w:rsidRDefault="006B55E4" w:rsidP="006B55E4">
            <w:pPr>
              <w:jc w:val="center"/>
              <w:rPr>
                <w:rFonts w:cs="Arial"/>
                <w:szCs w:val="22"/>
              </w:rPr>
            </w:pPr>
            <w:r>
              <w:rPr>
                <w:rFonts w:cs="Arial"/>
                <w:szCs w:val="22"/>
              </w:rPr>
              <w:lastRenderedPageBreak/>
              <w:t>19</w:t>
            </w:r>
            <w:r w:rsidR="002244F4">
              <w:rPr>
                <w:rFonts w:cs="Arial"/>
                <w:szCs w:val="22"/>
              </w:rPr>
              <w:t>4</w:t>
            </w:r>
          </w:p>
          <w:p w14:paraId="06E4DA15" w14:textId="77777777" w:rsidR="006B55E4" w:rsidRDefault="006B55E4" w:rsidP="006B55E4">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148F1BF7" w14:textId="77777777" w:rsidR="003B35F2" w:rsidRPr="001A7B4B" w:rsidRDefault="003B35F2" w:rsidP="003B35F2">
            <w:pPr>
              <w:pStyle w:val="Normalheadingblack"/>
              <w:rPr>
                <w:rFonts w:cs="Arial"/>
                <w:lang w:eastAsia="en-GB"/>
              </w:rPr>
            </w:pPr>
            <w:r w:rsidRPr="001A7B4B">
              <w:rPr>
                <w:rFonts w:cs="Arial"/>
                <w:lang w:eastAsia="en-GB"/>
              </w:rPr>
              <w:t>Outcome 2 Install plumbing and heating systems</w:t>
            </w:r>
          </w:p>
          <w:p w14:paraId="51309F62" w14:textId="77777777" w:rsidR="006B55E4" w:rsidRPr="001A7B4B" w:rsidRDefault="006B55E4" w:rsidP="006B55E4">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4EF908C0" w14:textId="7DCB7085" w:rsidR="003B35F2" w:rsidRPr="001A7B4B" w:rsidRDefault="003B35F2" w:rsidP="003B35F2">
            <w:pPr>
              <w:pStyle w:val="Normalheadingblack"/>
              <w:rPr>
                <w:rFonts w:cs="Arial"/>
                <w:b w:val="0"/>
                <w:szCs w:val="22"/>
              </w:rPr>
            </w:pPr>
            <w:r w:rsidRPr="001A7B4B">
              <w:rPr>
                <w:rFonts w:cs="Arial"/>
                <w:b w:val="0"/>
                <w:szCs w:val="22"/>
              </w:rPr>
              <w:t>S3.2 Interpret information and data</w:t>
            </w:r>
          </w:p>
          <w:p w14:paraId="42D186C4" w14:textId="77777777" w:rsidR="003B35F2" w:rsidRPr="001A7B4B" w:rsidRDefault="003B35F2" w:rsidP="003B35F2">
            <w:pPr>
              <w:pStyle w:val="Normalheadingblack"/>
              <w:rPr>
                <w:rFonts w:cs="Arial"/>
                <w:b w:val="0"/>
                <w:szCs w:val="22"/>
              </w:rPr>
            </w:pPr>
          </w:p>
          <w:p w14:paraId="07606779" w14:textId="37A6B9A9" w:rsidR="003B35F2" w:rsidRPr="001A7B4B" w:rsidRDefault="003B35F2" w:rsidP="003B35F2">
            <w:pPr>
              <w:pStyle w:val="Normalheadingblack"/>
              <w:rPr>
                <w:rFonts w:cs="Arial"/>
                <w:b w:val="0"/>
                <w:szCs w:val="22"/>
              </w:rPr>
            </w:pPr>
            <w:r w:rsidRPr="001A7B4B">
              <w:rPr>
                <w:rFonts w:cs="Arial"/>
                <w:b w:val="0"/>
                <w:szCs w:val="22"/>
              </w:rPr>
              <w:t>S3.9 Record data from</w:t>
            </w:r>
            <w:r w:rsidR="00415366" w:rsidRPr="001A7B4B">
              <w:rPr>
                <w:rFonts w:cs="Arial"/>
                <w:b w:val="0"/>
                <w:szCs w:val="22"/>
              </w:rPr>
              <w:t xml:space="preserve"> </w:t>
            </w:r>
            <w:r w:rsidRPr="001A7B4B">
              <w:rPr>
                <w:rFonts w:cs="Arial"/>
                <w:b w:val="0"/>
                <w:szCs w:val="22"/>
              </w:rPr>
              <w:t>commissioning checks</w:t>
            </w:r>
          </w:p>
          <w:p w14:paraId="186E40A9" w14:textId="77777777" w:rsidR="003B35F2" w:rsidRPr="001A7B4B" w:rsidRDefault="003B35F2" w:rsidP="003B35F2">
            <w:pPr>
              <w:pStyle w:val="Normalheadingblack"/>
              <w:rPr>
                <w:rFonts w:cs="Arial"/>
                <w:b w:val="0"/>
                <w:szCs w:val="22"/>
              </w:rPr>
            </w:pPr>
          </w:p>
          <w:p w14:paraId="2F861881" w14:textId="05058683" w:rsidR="003B35F2" w:rsidRPr="001A7B4B" w:rsidRDefault="003B35F2" w:rsidP="003B35F2">
            <w:pPr>
              <w:pStyle w:val="Normalheadingblack"/>
              <w:rPr>
                <w:rFonts w:cs="Arial"/>
                <w:b w:val="0"/>
                <w:szCs w:val="22"/>
              </w:rPr>
            </w:pPr>
            <w:r w:rsidRPr="001A7B4B">
              <w:rPr>
                <w:rFonts w:cs="Arial"/>
                <w:b w:val="0"/>
                <w:szCs w:val="22"/>
              </w:rPr>
              <w:t>S3.10 Compare</w:t>
            </w:r>
            <w:r w:rsidR="00415366" w:rsidRPr="001A7B4B">
              <w:rPr>
                <w:rFonts w:cs="Arial"/>
                <w:b w:val="0"/>
                <w:szCs w:val="22"/>
              </w:rPr>
              <w:t xml:space="preserve"> </w:t>
            </w:r>
            <w:r w:rsidRPr="001A7B4B">
              <w:rPr>
                <w:rFonts w:cs="Arial"/>
                <w:b w:val="0"/>
                <w:szCs w:val="22"/>
              </w:rPr>
              <w:t>commissioning results</w:t>
            </w:r>
            <w:r w:rsidR="00415366" w:rsidRPr="001A7B4B">
              <w:rPr>
                <w:rFonts w:cs="Arial"/>
                <w:b w:val="0"/>
                <w:szCs w:val="22"/>
              </w:rPr>
              <w:t xml:space="preserve"> </w:t>
            </w:r>
            <w:r w:rsidRPr="001A7B4B">
              <w:rPr>
                <w:rFonts w:cs="Arial"/>
                <w:b w:val="0"/>
                <w:szCs w:val="22"/>
              </w:rPr>
              <w:t>against design parameters</w:t>
            </w:r>
          </w:p>
          <w:p w14:paraId="4666C85B" w14:textId="77777777" w:rsidR="003B35F2" w:rsidRPr="001A7B4B" w:rsidRDefault="003B35F2" w:rsidP="006B55E4">
            <w:pPr>
              <w:pStyle w:val="Normalheadingblack"/>
              <w:rPr>
                <w:rFonts w:cs="Arial"/>
                <w:b w:val="0"/>
                <w:szCs w:val="22"/>
              </w:rPr>
            </w:pPr>
          </w:p>
          <w:p w14:paraId="70212D70" w14:textId="77777777" w:rsidR="006B55E4" w:rsidRPr="001A7B4B" w:rsidRDefault="002244F4" w:rsidP="006B55E4">
            <w:pPr>
              <w:pStyle w:val="Normalheadingblack"/>
              <w:rPr>
                <w:rFonts w:cs="Arial"/>
                <w:b w:val="0"/>
                <w:szCs w:val="22"/>
              </w:rPr>
            </w:pPr>
            <w:r w:rsidRPr="001A7B4B">
              <w:rPr>
                <w:rFonts w:cs="Arial"/>
                <w:b w:val="0"/>
                <w:szCs w:val="22"/>
              </w:rPr>
              <w:t>S3.11 Complete required documentation and handover documentation</w:t>
            </w:r>
          </w:p>
          <w:p w14:paraId="43D90E7C" w14:textId="77777777" w:rsidR="002244F4" w:rsidRPr="001A7B4B" w:rsidRDefault="002244F4" w:rsidP="006B55E4">
            <w:pPr>
              <w:pStyle w:val="Normalheadingblack"/>
              <w:rPr>
                <w:rFonts w:cs="Arial"/>
                <w:b w:val="0"/>
                <w:szCs w:val="22"/>
              </w:rPr>
            </w:pPr>
          </w:p>
          <w:p w14:paraId="790D7AFE" w14:textId="77777777" w:rsidR="002244F4" w:rsidRPr="001A7B4B" w:rsidRDefault="003B35F2" w:rsidP="006B55E4">
            <w:pPr>
              <w:pStyle w:val="Normalheadingblack"/>
              <w:rPr>
                <w:rFonts w:cs="Arial"/>
                <w:b w:val="0"/>
                <w:szCs w:val="22"/>
              </w:rPr>
            </w:pPr>
            <w:r w:rsidRPr="001A7B4B">
              <w:rPr>
                <w:rFonts w:cs="Arial"/>
                <w:b w:val="0"/>
                <w:szCs w:val="22"/>
              </w:rPr>
              <w:t>S3.12 Present technical information orally for different stakeholders</w:t>
            </w:r>
          </w:p>
        </w:tc>
        <w:tc>
          <w:tcPr>
            <w:tcW w:w="5785" w:type="dxa"/>
            <w:tcBorders>
              <w:top w:val="single" w:sz="4" w:space="0" w:color="C6C5C6"/>
              <w:left w:val="single" w:sz="4" w:space="0" w:color="C6C5C6"/>
              <w:bottom w:val="single" w:sz="4" w:space="0" w:color="C6C5C6"/>
              <w:right w:val="single" w:sz="4" w:space="0" w:color="C6C5C6"/>
            </w:tcBorders>
          </w:tcPr>
          <w:p w14:paraId="15345B36" w14:textId="77777777" w:rsidR="006B55E4" w:rsidRPr="001A7B4B" w:rsidRDefault="006B55E4" w:rsidP="006B55E4">
            <w:pPr>
              <w:pStyle w:val="Normalheadingblue"/>
              <w:rPr>
                <w:rFonts w:cs="Arial"/>
                <w:color w:val="auto"/>
                <w:szCs w:val="22"/>
              </w:rPr>
            </w:pPr>
            <w:r w:rsidRPr="001A7B4B">
              <w:rPr>
                <w:rFonts w:cs="Arial"/>
                <w:color w:val="auto"/>
                <w:szCs w:val="22"/>
              </w:rPr>
              <w:t>Activity:</w:t>
            </w:r>
          </w:p>
          <w:p w14:paraId="149BE0B1" w14:textId="77777777" w:rsidR="006B55E4" w:rsidRPr="001A7B4B" w:rsidRDefault="006B55E4" w:rsidP="006B55E4">
            <w:pPr>
              <w:pStyle w:val="Normalheadingblue"/>
              <w:rPr>
                <w:rFonts w:cs="Arial"/>
                <w:color w:val="auto"/>
                <w:szCs w:val="22"/>
              </w:rPr>
            </w:pPr>
          </w:p>
          <w:p w14:paraId="3B079103" w14:textId="77777777" w:rsidR="006B55E4" w:rsidRPr="001A7B4B" w:rsidRDefault="006B55E4" w:rsidP="006B55E4">
            <w:pPr>
              <w:pStyle w:val="Normalheadingblue"/>
              <w:rPr>
                <w:rFonts w:cs="Arial"/>
                <w:color w:val="auto"/>
                <w:szCs w:val="22"/>
              </w:rPr>
            </w:pPr>
            <w:r w:rsidRPr="001A7B4B">
              <w:rPr>
                <w:rFonts w:cs="Arial"/>
                <w:color w:val="auto"/>
                <w:szCs w:val="22"/>
              </w:rPr>
              <w:t>Starter task example:</w:t>
            </w:r>
          </w:p>
          <w:p w14:paraId="2C52E819" w14:textId="77777777" w:rsidR="006B55E4" w:rsidRPr="001A7B4B" w:rsidRDefault="00123E9C" w:rsidP="002C017C">
            <w:pPr>
              <w:pStyle w:val="Normalheadingblue"/>
              <w:numPr>
                <w:ilvl w:val="0"/>
                <w:numId w:val="131"/>
              </w:numPr>
              <w:rPr>
                <w:rFonts w:cs="Arial"/>
                <w:b w:val="0"/>
                <w:color w:val="auto"/>
                <w:szCs w:val="22"/>
              </w:rPr>
            </w:pPr>
            <w:r w:rsidRPr="001A7B4B">
              <w:rPr>
                <w:rFonts w:cs="Arial"/>
                <w:b w:val="0"/>
                <w:color w:val="auto"/>
                <w:szCs w:val="22"/>
              </w:rPr>
              <w:t>Crossword puzzle – commissioning and testing</w:t>
            </w:r>
          </w:p>
          <w:p w14:paraId="039ECFEB" w14:textId="77777777" w:rsidR="00123E9C" w:rsidRPr="001A7B4B" w:rsidRDefault="00123E9C" w:rsidP="006B55E4">
            <w:pPr>
              <w:pStyle w:val="Normalheadingblue"/>
              <w:rPr>
                <w:rFonts w:cs="Arial"/>
                <w:color w:val="auto"/>
                <w:szCs w:val="22"/>
              </w:rPr>
            </w:pPr>
          </w:p>
          <w:p w14:paraId="7E9B0CC2" w14:textId="77777777" w:rsidR="006B55E4" w:rsidRPr="001A7B4B" w:rsidRDefault="006B55E4" w:rsidP="006B55E4">
            <w:pPr>
              <w:pStyle w:val="Normalheadingblue"/>
              <w:rPr>
                <w:rFonts w:cs="Arial"/>
                <w:color w:val="auto"/>
                <w:szCs w:val="22"/>
              </w:rPr>
            </w:pPr>
            <w:r w:rsidRPr="001A7B4B">
              <w:rPr>
                <w:rFonts w:cs="Arial"/>
                <w:color w:val="auto"/>
                <w:szCs w:val="22"/>
              </w:rPr>
              <w:t>Delivery:</w:t>
            </w:r>
          </w:p>
          <w:p w14:paraId="1D457CFE" w14:textId="77777777" w:rsidR="006B55E4" w:rsidRPr="001A7B4B" w:rsidRDefault="006B55E4" w:rsidP="006B55E4">
            <w:pPr>
              <w:pStyle w:val="Normalheadingblue"/>
              <w:rPr>
                <w:rFonts w:cs="Arial"/>
                <w:color w:val="auto"/>
                <w:szCs w:val="22"/>
              </w:rPr>
            </w:pPr>
            <w:r w:rsidRPr="001A7B4B">
              <w:rPr>
                <w:rFonts w:cs="Arial"/>
                <w:color w:val="auto"/>
                <w:szCs w:val="22"/>
              </w:rPr>
              <w:t xml:space="preserve">System commissioning – </w:t>
            </w:r>
            <w:r w:rsidR="002244F4" w:rsidRPr="001A7B4B">
              <w:rPr>
                <w:rFonts w:cs="Arial"/>
                <w:color w:val="auto"/>
                <w:szCs w:val="22"/>
              </w:rPr>
              <w:t>Commission heating and hot water system</w:t>
            </w:r>
          </w:p>
          <w:p w14:paraId="0DD8E256" w14:textId="77777777" w:rsidR="002244F4" w:rsidRPr="001A7B4B" w:rsidRDefault="00A92BB3" w:rsidP="002C017C">
            <w:pPr>
              <w:pStyle w:val="Normalheadingblue"/>
              <w:numPr>
                <w:ilvl w:val="0"/>
                <w:numId w:val="131"/>
              </w:numPr>
              <w:rPr>
                <w:rFonts w:cs="Arial"/>
                <w:b w:val="0"/>
                <w:color w:val="auto"/>
                <w:szCs w:val="22"/>
              </w:rPr>
            </w:pPr>
            <w:r w:rsidRPr="001A7B4B">
              <w:rPr>
                <w:rFonts w:cs="Arial"/>
                <w:b w:val="0"/>
                <w:color w:val="auto"/>
                <w:szCs w:val="22"/>
              </w:rPr>
              <w:t xml:space="preserve">Tutor to </w:t>
            </w:r>
            <w:r w:rsidR="008600D4" w:rsidRPr="001A7B4B">
              <w:rPr>
                <w:rFonts w:cs="Arial"/>
                <w:b w:val="0"/>
                <w:color w:val="auto"/>
                <w:szCs w:val="22"/>
              </w:rPr>
              <w:t>distribute and discuss copies of example benchmark a</w:t>
            </w:r>
            <w:r w:rsidR="0031106A" w:rsidRPr="001A7B4B">
              <w:rPr>
                <w:rFonts w:cs="Arial"/>
                <w:b w:val="0"/>
                <w:color w:val="auto"/>
                <w:szCs w:val="22"/>
              </w:rPr>
              <w:t>n</w:t>
            </w:r>
            <w:r w:rsidR="008600D4" w:rsidRPr="001A7B4B">
              <w:rPr>
                <w:rFonts w:cs="Arial"/>
                <w:b w:val="0"/>
                <w:color w:val="auto"/>
                <w:szCs w:val="22"/>
              </w:rPr>
              <w:t>d commissioning documentation</w:t>
            </w:r>
          </w:p>
          <w:p w14:paraId="546FAA59" w14:textId="77777777" w:rsidR="008600D4" w:rsidRPr="001A7B4B" w:rsidRDefault="008600D4" w:rsidP="002C017C">
            <w:pPr>
              <w:pStyle w:val="Normalheadingblue"/>
              <w:numPr>
                <w:ilvl w:val="0"/>
                <w:numId w:val="131"/>
              </w:numPr>
              <w:rPr>
                <w:rFonts w:cs="Arial"/>
                <w:b w:val="0"/>
                <w:color w:val="auto"/>
                <w:szCs w:val="22"/>
              </w:rPr>
            </w:pPr>
            <w:r w:rsidRPr="001A7B4B">
              <w:rPr>
                <w:rFonts w:cs="Arial"/>
                <w:b w:val="0"/>
                <w:color w:val="auto"/>
                <w:szCs w:val="22"/>
              </w:rPr>
              <w:t>Classroom discussion of the processes and information required on the documents</w:t>
            </w:r>
          </w:p>
          <w:p w14:paraId="5AE6FF82" w14:textId="25775841" w:rsidR="008600D4" w:rsidRPr="001A7B4B" w:rsidRDefault="00116A2E" w:rsidP="002C017C">
            <w:pPr>
              <w:pStyle w:val="Normalheadingblue"/>
              <w:numPr>
                <w:ilvl w:val="0"/>
                <w:numId w:val="131"/>
              </w:numPr>
              <w:rPr>
                <w:rFonts w:cs="Arial"/>
                <w:b w:val="0"/>
                <w:color w:val="auto"/>
                <w:szCs w:val="22"/>
              </w:rPr>
            </w:pPr>
            <w:r w:rsidRPr="001A7B4B">
              <w:rPr>
                <w:rFonts w:cs="Arial"/>
                <w:b w:val="0"/>
                <w:color w:val="auto"/>
                <w:szCs w:val="22"/>
              </w:rPr>
              <w:t>Students</w:t>
            </w:r>
            <w:r w:rsidR="008600D4" w:rsidRPr="001A7B4B">
              <w:rPr>
                <w:rFonts w:cs="Arial"/>
                <w:b w:val="0"/>
                <w:color w:val="auto"/>
                <w:szCs w:val="22"/>
              </w:rPr>
              <w:t xml:space="preserve"> to examine the recorded data from the previous session and compare against manufacturers data</w:t>
            </w:r>
          </w:p>
          <w:p w14:paraId="6AE4FCA2" w14:textId="4492CAEC" w:rsidR="008600D4" w:rsidRPr="001A7B4B" w:rsidRDefault="008600D4" w:rsidP="002C017C">
            <w:pPr>
              <w:pStyle w:val="Normalheadingblue"/>
              <w:numPr>
                <w:ilvl w:val="0"/>
                <w:numId w:val="131"/>
              </w:numPr>
              <w:rPr>
                <w:rFonts w:cs="Arial"/>
                <w:b w:val="0"/>
                <w:color w:val="auto"/>
                <w:szCs w:val="22"/>
              </w:rPr>
            </w:pPr>
            <w:r w:rsidRPr="001A7B4B">
              <w:rPr>
                <w:rFonts w:cs="Arial"/>
                <w:b w:val="0"/>
                <w:color w:val="auto"/>
                <w:szCs w:val="22"/>
              </w:rPr>
              <w:t xml:space="preserve">Where data is not correct or out of tolerance then </w:t>
            </w:r>
            <w:r w:rsidR="00F502C8" w:rsidRPr="001A7B4B">
              <w:rPr>
                <w:rFonts w:cs="Arial"/>
                <w:b w:val="0"/>
                <w:color w:val="auto"/>
                <w:szCs w:val="22"/>
              </w:rPr>
              <w:t>students</w:t>
            </w:r>
            <w:r w:rsidRPr="001A7B4B">
              <w:rPr>
                <w:rFonts w:cs="Arial"/>
                <w:b w:val="0"/>
                <w:color w:val="auto"/>
                <w:szCs w:val="22"/>
              </w:rPr>
              <w:t xml:space="preserve"> should </w:t>
            </w:r>
            <w:proofErr w:type="gramStart"/>
            <w:r w:rsidRPr="001A7B4B">
              <w:rPr>
                <w:rFonts w:cs="Arial"/>
                <w:b w:val="0"/>
                <w:color w:val="auto"/>
                <w:szCs w:val="22"/>
              </w:rPr>
              <w:t>make adjustments</w:t>
            </w:r>
            <w:proofErr w:type="gramEnd"/>
            <w:r w:rsidRPr="001A7B4B">
              <w:rPr>
                <w:rFonts w:cs="Arial"/>
                <w:b w:val="0"/>
                <w:color w:val="auto"/>
                <w:szCs w:val="22"/>
              </w:rPr>
              <w:t xml:space="preserve"> and recommission</w:t>
            </w:r>
          </w:p>
          <w:p w14:paraId="6DBCCDF5" w14:textId="10C8E75A" w:rsidR="008600D4" w:rsidRPr="001A7B4B" w:rsidRDefault="008600D4" w:rsidP="002C017C">
            <w:pPr>
              <w:pStyle w:val="Normalheadingblue"/>
              <w:numPr>
                <w:ilvl w:val="0"/>
                <w:numId w:val="131"/>
              </w:numPr>
              <w:rPr>
                <w:rFonts w:cs="Arial"/>
                <w:b w:val="0"/>
                <w:color w:val="auto"/>
                <w:szCs w:val="22"/>
              </w:rPr>
            </w:pPr>
            <w:r w:rsidRPr="001A7B4B">
              <w:rPr>
                <w:rFonts w:cs="Arial"/>
                <w:b w:val="0"/>
                <w:color w:val="auto"/>
                <w:szCs w:val="22"/>
              </w:rPr>
              <w:t xml:space="preserve">Working in groups </w:t>
            </w:r>
            <w:r w:rsidR="00F502C8" w:rsidRPr="001A7B4B">
              <w:rPr>
                <w:rFonts w:cs="Arial"/>
                <w:b w:val="0"/>
                <w:color w:val="auto"/>
                <w:szCs w:val="22"/>
              </w:rPr>
              <w:t>students</w:t>
            </w:r>
            <w:r w:rsidRPr="001A7B4B">
              <w:rPr>
                <w:rFonts w:cs="Arial"/>
                <w:b w:val="0"/>
                <w:color w:val="auto"/>
                <w:szCs w:val="22"/>
              </w:rPr>
              <w:t xml:space="preserve"> should complete the documentation and handover to tutor giving verbal explanation of system operation in role play scenario as customer</w:t>
            </w:r>
          </w:p>
          <w:p w14:paraId="7F361AA0" w14:textId="77777777" w:rsidR="006B55E4" w:rsidRPr="001A7B4B" w:rsidRDefault="006B55E4" w:rsidP="006B55E4">
            <w:pPr>
              <w:pStyle w:val="Normalheadingblue"/>
              <w:rPr>
                <w:rFonts w:cs="Arial"/>
                <w:color w:val="auto"/>
                <w:szCs w:val="22"/>
              </w:rPr>
            </w:pPr>
          </w:p>
          <w:p w14:paraId="59A8583F" w14:textId="77777777" w:rsidR="006B55E4" w:rsidRPr="001A7B4B" w:rsidRDefault="006B55E4" w:rsidP="006B55E4">
            <w:pPr>
              <w:pStyle w:val="Normalheadingblue"/>
              <w:rPr>
                <w:rFonts w:cs="Arial"/>
                <w:color w:val="auto"/>
                <w:szCs w:val="22"/>
              </w:rPr>
            </w:pPr>
            <w:r w:rsidRPr="001A7B4B">
              <w:rPr>
                <w:rFonts w:cs="Arial"/>
                <w:color w:val="auto"/>
                <w:szCs w:val="22"/>
              </w:rPr>
              <w:t>Knowledge</w:t>
            </w:r>
            <w:r w:rsidR="008600D4" w:rsidRPr="001A7B4B">
              <w:rPr>
                <w:rFonts w:cs="Arial"/>
                <w:color w:val="auto"/>
                <w:szCs w:val="22"/>
              </w:rPr>
              <w:t xml:space="preserve"> and skills</w:t>
            </w:r>
            <w:r w:rsidRPr="001A7B4B">
              <w:rPr>
                <w:rFonts w:cs="Arial"/>
                <w:color w:val="auto"/>
                <w:szCs w:val="22"/>
              </w:rPr>
              <w:t xml:space="preserve"> check example:</w:t>
            </w:r>
          </w:p>
          <w:p w14:paraId="2A4E46EC" w14:textId="77777777" w:rsidR="006B55E4" w:rsidRPr="001A7B4B" w:rsidRDefault="008600D4" w:rsidP="002C017C">
            <w:pPr>
              <w:pStyle w:val="Normalheadingblue"/>
              <w:numPr>
                <w:ilvl w:val="0"/>
                <w:numId w:val="133"/>
              </w:numPr>
              <w:rPr>
                <w:rFonts w:cs="Arial"/>
                <w:b w:val="0"/>
                <w:color w:val="auto"/>
                <w:szCs w:val="22"/>
              </w:rPr>
            </w:pPr>
            <w:r w:rsidRPr="001A7B4B">
              <w:rPr>
                <w:rFonts w:cs="Arial"/>
                <w:b w:val="0"/>
                <w:color w:val="auto"/>
                <w:szCs w:val="22"/>
              </w:rPr>
              <w:lastRenderedPageBreak/>
              <w:t>Complete commissioning documentation and handover documents to tutor (customer)</w:t>
            </w:r>
          </w:p>
          <w:p w14:paraId="1803A401" w14:textId="77777777" w:rsidR="008600D4" w:rsidRPr="001A7B4B" w:rsidRDefault="008600D4" w:rsidP="002C017C">
            <w:pPr>
              <w:pStyle w:val="Normalheadingblue"/>
              <w:numPr>
                <w:ilvl w:val="0"/>
                <w:numId w:val="133"/>
              </w:numPr>
              <w:rPr>
                <w:rFonts w:cs="Arial"/>
                <w:b w:val="0"/>
                <w:color w:val="auto"/>
                <w:szCs w:val="22"/>
              </w:rPr>
            </w:pPr>
            <w:r w:rsidRPr="001A7B4B">
              <w:rPr>
                <w:rFonts w:cs="Arial"/>
                <w:b w:val="0"/>
                <w:color w:val="auto"/>
                <w:szCs w:val="22"/>
              </w:rPr>
              <w:t>Give verbal instruction on system operation to tutor (Customer)</w:t>
            </w:r>
          </w:p>
          <w:p w14:paraId="5EB76CCA" w14:textId="77777777" w:rsidR="006B55E4" w:rsidRPr="001A7B4B" w:rsidRDefault="006B55E4" w:rsidP="006B55E4">
            <w:pPr>
              <w:pStyle w:val="Normalheadingblue"/>
              <w:rPr>
                <w:rFonts w:cs="Arial"/>
                <w:color w:val="auto"/>
                <w:szCs w:val="22"/>
              </w:rPr>
            </w:pPr>
            <w:r w:rsidRPr="001A7B4B">
              <w:rPr>
                <w:rFonts w:cs="Arial"/>
                <w:color w:val="auto"/>
                <w:szCs w:val="22"/>
              </w:rPr>
              <w:t>Resources:</w:t>
            </w:r>
          </w:p>
          <w:p w14:paraId="3DD56497" w14:textId="77777777" w:rsidR="006B55E4" w:rsidRPr="001A7B4B" w:rsidRDefault="0031106A" w:rsidP="006B55E4">
            <w:pPr>
              <w:pStyle w:val="Normalheadingblue"/>
              <w:rPr>
                <w:rFonts w:cs="Arial"/>
                <w:b w:val="0"/>
                <w:color w:val="auto"/>
                <w:szCs w:val="22"/>
              </w:rPr>
            </w:pPr>
            <w:r w:rsidRPr="001A7B4B">
              <w:rPr>
                <w:rFonts w:cs="Arial"/>
                <w:b w:val="0"/>
                <w:color w:val="auto"/>
                <w:szCs w:val="22"/>
              </w:rPr>
              <w:t>Example benchmark certificates</w:t>
            </w:r>
          </w:p>
          <w:p w14:paraId="3E80BB37" w14:textId="77777777" w:rsidR="0031106A" w:rsidRPr="001A7B4B" w:rsidRDefault="0031106A" w:rsidP="006B55E4">
            <w:pPr>
              <w:pStyle w:val="Normalheadingblue"/>
              <w:rPr>
                <w:rFonts w:cs="Arial"/>
                <w:color w:val="auto"/>
                <w:szCs w:val="22"/>
              </w:rPr>
            </w:pPr>
            <w:r w:rsidRPr="001A7B4B">
              <w:rPr>
                <w:rFonts w:cs="Arial"/>
                <w:b w:val="0"/>
                <w:color w:val="auto"/>
                <w:szCs w:val="22"/>
              </w:rPr>
              <w:t>Examples of commissioning data</w:t>
            </w:r>
          </w:p>
        </w:tc>
        <w:tc>
          <w:tcPr>
            <w:tcW w:w="2246" w:type="dxa"/>
            <w:tcBorders>
              <w:top w:val="single" w:sz="4" w:space="0" w:color="C6C5C6"/>
              <w:left w:val="single" w:sz="4" w:space="0" w:color="C6C5C6"/>
              <w:bottom w:val="single" w:sz="4" w:space="0" w:color="C6C5C6"/>
              <w:right w:val="single" w:sz="4" w:space="0" w:color="C6C5C6"/>
            </w:tcBorders>
          </w:tcPr>
          <w:p w14:paraId="6B9AF5F5" w14:textId="77777777" w:rsidR="00DD207A" w:rsidRPr="001A7B4B" w:rsidRDefault="008A57D2">
            <w:r w:rsidRPr="001A7B4B">
              <w:lastRenderedPageBreak/>
              <w:t>Crossword puzzle</w:t>
            </w:r>
            <w:r w:rsidRPr="001A7B4B">
              <w:br/>
            </w:r>
            <w:r w:rsidRPr="001A7B4B">
              <w:br/>
            </w:r>
            <w:r w:rsidRPr="001A7B4B">
              <w:br/>
            </w:r>
            <w:r w:rsidRPr="001A7B4B">
              <w:br/>
            </w:r>
            <w:r w:rsidRPr="001A7B4B">
              <w:br/>
            </w:r>
            <w:r w:rsidRPr="001A7B4B">
              <w:br/>
            </w:r>
            <w:r w:rsidRPr="001A7B4B">
              <w:br/>
              <w:t>Complete commissioning documentation</w:t>
            </w:r>
            <w:r w:rsidRPr="001A7B4B">
              <w:br/>
            </w:r>
            <w:r w:rsidRPr="001A7B4B">
              <w:br/>
            </w:r>
            <w:r w:rsidRPr="001A7B4B">
              <w:br/>
              <w:t>Give verbal instruction to customer</w:t>
            </w:r>
          </w:p>
        </w:tc>
      </w:tr>
      <w:tr w:rsidR="001A7B4B" w:rsidRPr="001A7B4B" w14:paraId="62C1E10E"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0B60E070" w14:textId="77777777" w:rsidR="0031106A" w:rsidRDefault="0031106A" w:rsidP="0031106A">
            <w:pPr>
              <w:jc w:val="center"/>
              <w:rPr>
                <w:rFonts w:cs="Arial"/>
                <w:szCs w:val="22"/>
              </w:rPr>
            </w:pPr>
            <w:r>
              <w:rPr>
                <w:rFonts w:cs="Arial"/>
                <w:szCs w:val="22"/>
              </w:rPr>
              <w:t>195-196</w:t>
            </w:r>
          </w:p>
          <w:p w14:paraId="1E8ECFF4" w14:textId="77777777" w:rsidR="0031106A" w:rsidRDefault="0031106A" w:rsidP="0031106A">
            <w:pPr>
              <w:jc w:val="center"/>
              <w:rPr>
                <w:rFonts w:cs="Arial"/>
                <w:szCs w:val="22"/>
              </w:rPr>
            </w:pPr>
            <w:r>
              <w:rPr>
                <w:rFonts w:cs="Arial"/>
                <w:szCs w:val="22"/>
              </w:rPr>
              <w:t>6 hours</w:t>
            </w:r>
          </w:p>
        </w:tc>
        <w:tc>
          <w:tcPr>
            <w:tcW w:w="2199" w:type="dxa"/>
            <w:tcBorders>
              <w:top w:val="single" w:sz="4" w:space="0" w:color="C6C5C6"/>
              <w:left w:val="single" w:sz="4" w:space="0" w:color="C6C5C6"/>
              <w:bottom w:val="single" w:sz="4" w:space="0" w:color="C6C5C6"/>
              <w:right w:val="single" w:sz="4" w:space="0" w:color="C6C5C6"/>
            </w:tcBorders>
          </w:tcPr>
          <w:p w14:paraId="67CC7E02" w14:textId="77777777" w:rsidR="0031106A" w:rsidRPr="001A7B4B" w:rsidRDefault="0031106A" w:rsidP="0031106A">
            <w:pPr>
              <w:pStyle w:val="Normalheadingblack"/>
              <w:rPr>
                <w:rFonts w:cs="Arial"/>
                <w:lang w:eastAsia="en-GB"/>
              </w:rPr>
            </w:pPr>
            <w:r w:rsidRPr="001A7B4B">
              <w:rPr>
                <w:rFonts w:cs="Arial"/>
                <w:lang w:eastAsia="en-GB"/>
              </w:rPr>
              <w:t>Outcome 2 Install plumbing and heating systems</w:t>
            </w:r>
          </w:p>
          <w:p w14:paraId="2B0AFFAD" w14:textId="77777777" w:rsidR="0031106A" w:rsidRPr="001A7B4B" w:rsidRDefault="0031106A" w:rsidP="0031106A">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5F61D1D7" w14:textId="078F20AD" w:rsidR="0031106A" w:rsidRPr="001A7B4B" w:rsidRDefault="0031106A" w:rsidP="0031106A">
            <w:pPr>
              <w:pStyle w:val="Normalheadingblack"/>
              <w:rPr>
                <w:rFonts w:cs="Arial"/>
                <w:b w:val="0"/>
                <w:szCs w:val="22"/>
              </w:rPr>
            </w:pPr>
            <w:r w:rsidRPr="001A7B4B">
              <w:rPr>
                <w:rFonts w:cs="Arial"/>
                <w:b w:val="0"/>
                <w:szCs w:val="22"/>
              </w:rPr>
              <w:t>S3.2 Interpret information and data</w:t>
            </w:r>
          </w:p>
          <w:p w14:paraId="46BC0623" w14:textId="77777777" w:rsidR="0031106A" w:rsidRPr="001A7B4B" w:rsidRDefault="0031106A" w:rsidP="0031106A">
            <w:pPr>
              <w:pStyle w:val="Normalheadingblack"/>
              <w:rPr>
                <w:rFonts w:cs="Arial"/>
                <w:b w:val="0"/>
                <w:szCs w:val="22"/>
              </w:rPr>
            </w:pPr>
          </w:p>
          <w:p w14:paraId="4D1A59CB" w14:textId="1AB25D1B" w:rsidR="0031106A" w:rsidRPr="001A7B4B" w:rsidRDefault="0031106A" w:rsidP="0031106A">
            <w:pPr>
              <w:pStyle w:val="Normalheadingblack"/>
              <w:rPr>
                <w:rFonts w:cs="Arial"/>
                <w:b w:val="0"/>
                <w:szCs w:val="22"/>
              </w:rPr>
            </w:pPr>
            <w:r w:rsidRPr="001A7B4B">
              <w:rPr>
                <w:rFonts w:cs="Arial"/>
                <w:b w:val="0"/>
                <w:szCs w:val="22"/>
              </w:rPr>
              <w:t>S3.9 Record data from</w:t>
            </w:r>
            <w:r w:rsidR="0099268D" w:rsidRPr="001A7B4B">
              <w:rPr>
                <w:rFonts w:cs="Arial"/>
                <w:b w:val="0"/>
                <w:szCs w:val="22"/>
              </w:rPr>
              <w:t xml:space="preserve"> </w:t>
            </w:r>
            <w:r w:rsidRPr="001A7B4B">
              <w:rPr>
                <w:rFonts w:cs="Arial"/>
                <w:b w:val="0"/>
                <w:szCs w:val="22"/>
              </w:rPr>
              <w:t>commissioning checks</w:t>
            </w:r>
          </w:p>
          <w:p w14:paraId="06F393B2" w14:textId="77777777" w:rsidR="0031106A" w:rsidRPr="001A7B4B" w:rsidRDefault="0031106A" w:rsidP="0031106A">
            <w:pPr>
              <w:pStyle w:val="Normalheadingblack"/>
              <w:rPr>
                <w:rFonts w:cs="Arial"/>
                <w:b w:val="0"/>
                <w:szCs w:val="22"/>
              </w:rPr>
            </w:pPr>
          </w:p>
          <w:p w14:paraId="1C5A7737" w14:textId="7B4685AC" w:rsidR="0031106A" w:rsidRPr="001A7B4B" w:rsidRDefault="0031106A" w:rsidP="0031106A">
            <w:pPr>
              <w:pStyle w:val="Normalheadingblack"/>
              <w:rPr>
                <w:rFonts w:cs="Arial"/>
                <w:b w:val="0"/>
                <w:szCs w:val="22"/>
              </w:rPr>
            </w:pPr>
            <w:r w:rsidRPr="001A7B4B">
              <w:rPr>
                <w:rFonts w:cs="Arial"/>
                <w:b w:val="0"/>
                <w:szCs w:val="22"/>
              </w:rPr>
              <w:t>S3.10 Compare</w:t>
            </w:r>
            <w:r w:rsidR="0099268D" w:rsidRPr="001A7B4B">
              <w:rPr>
                <w:rFonts w:cs="Arial"/>
                <w:b w:val="0"/>
                <w:szCs w:val="22"/>
              </w:rPr>
              <w:t xml:space="preserve"> </w:t>
            </w:r>
            <w:r w:rsidRPr="001A7B4B">
              <w:rPr>
                <w:rFonts w:cs="Arial"/>
                <w:b w:val="0"/>
                <w:szCs w:val="22"/>
              </w:rPr>
              <w:t>commissioning results</w:t>
            </w:r>
            <w:r w:rsidR="0099268D" w:rsidRPr="001A7B4B">
              <w:rPr>
                <w:rFonts w:cs="Arial"/>
                <w:b w:val="0"/>
                <w:szCs w:val="22"/>
              </w:rPr>
              <w:t xml:space="preserve"> </w:t>
            </w:r>
            <w:r w:rsidRPr="001A7B4B">
              <w:rPr>
                <w:rFonts w:cs="Arial"/>
                <w:b w:val="0"/>
                <w:szCs w:val="22"/>
              </w:rPr>
              <w:t>against design parameters</w:t>
            </w:r>
          </w:p>
          <w:p w14:paraId="559C2E7A" w14:textId="77777777" w:rsidR="0031106A" w:rsidRPr="001A7B4B" w:rsidRDefault="0031106A" w:rsidP="0031106A">
            <w:pPr>
              <w:pStyle w:val="Normalheadingblack"/>
              <w:rPr>
                <w:rFonts w:cs="Arial"/>
                <w:b w:val="0"/>
                <w:szCs w:val="22"/>
              </w:rPr>
            </w:pPr>
          </w:p>
          <w:p w14:paraId="63AFF2AF" w14:textId="77777777" w:rsidR="0031106A" w:rsidRPr="001A7B4B" w:rsidRDefault="0031106A" w:rsidP="0031106A">
            <w:pPr>
              <w:pStyle w:val="Normalheadingblack"/>
              <w:rPr>
                <w:rFonts w:cs="Arial"/>
                <w:b w:val="0"/>
                <w:szCs w:val="22"/>
              </w:rPr>
            </w:pPr>
            <w:r w:rsidRPr="001A7B4B">
              <w:rPr>
                <w:rFonts w:cs="Arial"/>
                <w:b w:val="0"/>
                <w:szCs w:val="22"/>
              </w:rPr>
              <w:t>S3.11 Complete required documentation and handover documentation</w:t>
            </w:r>
          </w:p>
          <w:p w14:paraId="6FFE00C8" w14:textId="77777777" w:rsidR="0031106A" w:rsidRPr="001A7B4B" w:rsidRDefault="0031106A" w:rsidP="0031106A">
            <w:pPr>
              <w:pStyle w:val="Normalheadingblack"/>
              <w:rPr>
                <w:rFonts w:cs="Arial"/>
                <w:b w:val="0"/>
                <w:szCs w:val="22"/>
              </w:rPr>
            </w:pPr>
          </w:p>
          <w:p w14:paraId="7E70F75B" w14:textId="77777777" w:rsidR="0031106A" w:rsidRPr="001A7B4B" w:rsidRDefault="0031106A" w:rsidP="0031106A">
            <w:pPr>
              <w:pStyle w:val="Normalheadingblack"/>
              <w:rPr>
                <w:rFonts w:cs="Arial"/>
                <w:b w:val="0"/>
                <w:szCs w:val="22"/>
              </w:rPr>
            </w:pPr>
            <w:r w:rsidRPr="001A7B4B">
              <w:rPr>
                <w:rFonts w:cs="Arial"/>
                <w:b w:val="0"/>
                <w:szCs w:val="22"/>
              </w:rPr>
              <w:t>S3.12 Present technical information orally for different stakeholders</w:t>
            </w:r>
          </w:p>
        </w:tc>
        <w:tc>
          <w:tcPr>
            <w:tcW w:w="5785" w:type="dxa"/>
            <w:tcBorders>
              <w:top w:val="single" w:sz="4" w:space="0" w:color="C6C5C6"/>
              <w:left w:val="single" w:sz="4" w:space="0" w:color="C6C5C6"/>
              <w:bottom w:val="single" w:sz="4" w:space="0" w:color="C6C5C6"/>
              <w:right w:val="single" w:sz="4" w:space="0" w:color="C6C5C6"/>
            </w:tcBorders>
          </w:tcPr>
          <w:p w14:paraId="4ECE6441" w14:textId="77777777" w:rsidR="0031106A" w:rsidRPr="001A7B4B" w:rsidRDefault="0031106A" w:rsidP="0031106A">
            <w:pPr>
              <w:pStyle w:val="Normalheadingblue"/>
              <w:rPr>
                <w:rFonts w:cs="Arial"/>
                <w:color w:val="auto"/>
                <w:szCs w:val="22"/>
              </w:rPr>
            </w:pPr>
            <w:r w:rsidRPr="001A7B4B">
              <w:rPr>
                <w:rFonts w:cs="Arial"/>
                <w:color w:val="auto"/>
                <w:szCs w:val="22"/>
              </w:rPr>
              <w:t>Activity:</w:t>
            </w:r>
          </w:p>
          <w:p w14:paraId="5EE8F7BD" w14:textId="77777777" w:rsidR="0031106A" w:rsidRPr="001A7B4B" w:rsidRDefault="0031106A" w:rsidP="0031106A">
            <w:pPr>
              <w:pStyle w:val="Normalheadingblue"/>
              <w:rPr>
                <w:rFonts w:cs="Arial"/>
                <w:color w:val="auto"/>
                <w:szCs w:val="22"/>
              </w:rPr>
            </w:pPr>
          </w:p>
          <w:p w14:paraId="2A74FD9B" w14:textId="77777777" w:rsidR="0031106A" w:rsidRPr="001A7B4B" w:rsidRDefault="0031106A" w:rsidP="0031106A">
            <w:pPr>
              <w:pStyle w:val="Normalheadingblue"/>
              <w:rPr>
                <w:rFonts w:cs="Arial"/>
                <w:color w:val="auto"/>
                <w:szCs w:val="22"/>
              </w:rPr>
            </w:pPr>
            <w:r w:rsidRPr="001A7B4B">
              <w:rPr>
                <w:rFonts w:cs="Arial"/>
                <w:color w:val="auto"/>
                <w:szCs w:val="22"/>
              </w:rPr>
              <w:t>Starter task example:</w:t>
            </w:r>
          </w:p>
          <w:p w14:paraId="6531E505" w14:textId="324F5E04" w:rsidR="0031106A" w:rsidRPr="001A7B4B" w:rsidRDefault="0031106A" w:rsidP="002C017C">
            <w:pPr>
              <w:pStyle w:val="Normalheadingblue"/>
              <w:numPr>
                <w:ilvl w:val="0"/>
                <w:numId w:val="139"/>
              </w:numPr>
              <w:rPr>
                <w:rFonts w:cs="Arial"/>
                <w:b w:val="0"/>
                <w:color w:val="auto"/>
                <w:szCs w:val="22"/>
              </w:rPr>
            </w:pPr>
            <w:r w:rsidRPr="001A7B4B">
              <w:rPr>
                <w:rFonts w:cs="Arial"/>
                <w:b w:val="0"/>
                <w:color w:val="auto"/>
                <w:szCs w:val="22"/>
              </w:rPr>
              <w:t xml:space="preserve">Fact </w:t>
            </w:r>
            <w:r w:rsidR="004B1AC7" w:rsidRPr="001A7B4B">
              <w:rPr>
                <w:rFonts w:cs="Arial"/>
                <w:b w:val="0"/>
                <w:color w:val="auto"/>
                <w:szCs w:val="22"/>
              </w:rPr>
              <w:t xml:space="preserve">cards – </w:t>
            </w:r>
            <w:r w:rsidR="00F502C8" w:rsidRPr="001A7B4B">
              <w:rPr>
                <w:rFonts w:cs="Arial"/>
                <w:b w:val="0"/>
                <w:color w:val="auto"/>
                <w:szCs w:val="22"/>
              </w:rPr>
              <w:t>students</w:t>
            </w:r>
            <w:r w:rsidR="004B1AC7" w:rsidRPr="001A7B4B">
              <w:rPr>
                <w:rFonts w:cs="Arial"/>
                <w:b w:val="0"/>
                <w:color w:val="auto"/>
                <w:szCs w:val="22"/>
              </w:rPr>
              <w:t xml:space="preserve"> are to match system types to the descriptions on other cards as a recap to the relevant systems in session</w:t>
            </w:r>
          </w:p>
          <w:p w14:paraId="462BD61F" w14:textId="77777777" w:rsidR="0031106A" w:rsidRPr="001A7B4B" w:rsidRDefault="0031106A" w:rsidP="0031106A">
            <w:pPr>
              <w:pStyle w:val="Normalheadingblue"/>
              <w:rPr>
                <w:rFonts w:cs="Arial"/>
                <w:color w:val="auto"/>
                <w:szCs w:val="22"/>
              </w:rPr>
            </w:pPr>
            <w:r w:rsidRPr="001A7B4B">
              <w:rPr>
                <w:rFonts w:cs="Arial"/>
                <w:color w:val="auto"/>
                <w:szCs w:val="22"/>
              </w:rPr>
              <w:t>Delivery:</w:t>
            </w:r>
          </w:p>
          <w:p w14:paraId="1AC22CEB" w14:textId="77777777" w:rsidR="0031106A" w:rsidRPr="001A7B4B" w:rsidRDefault="0031106A" w:rsidP="0031106A">
            <w:pPr>
              <w:pStyle w:val="Normalheadingblue"/>
              <w:rPr>
                <w:rFonts w:cs="Arial"/>
                <w:color w:val="auto"/>
                <w:szCs w:val="22"/>
              </w:rPr>
            </w:pPr>
            <w:r w:rsidRPr="001A7B4B">
              <w:rPr>
                <w:rFonts w:cs="Arial"/>
                <w:color w:val="auto"/>
                <w:szCs w:val="22"/>
              </w:rPr>
              <w:t>Practical session – Commissioning alternate systems – Grey water systems, Boosted cold water systems</w:t>
            </w:r>
          </w:p>
          <w:p w14:paraId="2641FC0E" w14:textId="27F4AD3B" w:rsidR="0031106A" w:rsidRPr="001A7B4B" w:rsidRDefault="0031106A" w:rsidP="002C017C">
            <w:pPr>
              <w:pStyle w:val="Normalheadingblue"/>
              <w:numPr>
                <w:ilvl w:val="0"/>
                <w:numId w:val="130"/>
              </w:numPr>
              <w:rPr>
                <w:rFonts w:cs="Arial"/>
                <w:b w:val="0"/>
                <w:color w:val="auto"/>
                <w:szCs w:val="22"/>
              </w:rPr>
            </w:pPr>
            <w:r w:rsidRPr="001A7B4B">
              <w:rPr>
                <w:rFonts w:cs="Arial"/>
                <w:b w:val="0"/>
                <w:color w:val="auto"/>
                <w:szCs w:val="22"/>
              </w:rPr>
              <w:t xml:space="preserve">Tutor to explain session requirements – </w:t>
            </w:r>
            <w:r w:rsidR="00F502C8" w:rsidRPr="001A7B4B">
              <w:rPr>
                <w:rFonts w:cs="Arial"/>
                <w:b w:val="0"/>
                <w:color w:val="auto"/>
                <w:szCs w:val="22"/>
              </w:rPr>
              <w:t>students</w:t>
            </w:r>
            <w:r w:rsidRPr="001A7B4B">
              <w:rPr>
                <w:rFonts w:cs="Arial"/>
                <w:b w:val="0"/>
                <w:color w:val="auto"/>
                <w:szCs w:val="22"/>
              </w:rPr>
              <w:t xml:space="preserve"> are to work in small groups to commission alternate systems including Boosted CWS, Greywater systems and rainwater systems (as available in centre)</w:t>
            </w:r>
          </w:p>
          <w:p w14:paraId="4C6F5FE7" w14:textId="77D9EFCE" w:rsidR="0031106A" w:rsidRPr="001A7B4B" w:rsidRDefault="00116A2E" w:rsidP="002C017C">
            <w:pPr>
              <w:pStyle w:val="Normalheadingblue"/>
              <w:numPr>
                <w:ilvl w:val="0"/>
                <w:numId w:val="130"/>
              </w:numPr>
              <w:rPr>
                <w:rFonts w:cs="Arial"/>
                <w:b w:val="0"/>
                <w:color w:val="auto"/>
                <w:szCs w:val="22"/>
              </w:rPr>
            </w:pPr>
            <w:r w:rsidRPr="001A7B4B">
              <w:rPr>
                <w:rFonts w:cs="Arial"/>
                <w:b w:val="0"/>
                <w:color w:val="auto"/>
                <w:szCs w:val="22"/>
              </w:rPr>
              <w:t>Students</w:t>
            </w:r>
            <w:r w:rsidR="0031106A" w:rsidRPr="001A7B4B">
              <w:rPr>
                <w:rFonts w:cs="Arial"/>
                <w:b w:val="0"/>
                <w:color w:val="auto"/>
                <w:szCs w:val="22"/>
              </w:rPr>
              <w:t xml:space="preserve"> are to make a list of tools and equipment required for the process and collect </w:t>
            </w:r>
          </w:p>
          <w:p w14:paraId="67BF114F" w14:textId="4DE73889" w:rsidR="0031106A" w:rsidRPr="001A7B4B" w:rsidRDefault="00116A2E" w:rsidP="002C017C">
            <w:pPr>
              <w:pStyle w:val="Normalheadingblue"/>
              <w:numPr>
                <w:ilvl w:val="0"/>
                <w:numId w:val="130"/>
              </w:numPr>
              <w:rPr>
                <w:rFonts w:cs="Arial"/>
                <w:b w:val="0"/>
                <w:color w:val="auto"/>
                <w:szCs w:val="22"/>
              </w:rPr>
            </w:pPr>
            <w:r w:rsidRPr="001A7B4B">
              <w:rPr>
                <w:rFonts w:cs="Arial"/>
                <w:b w:val="0"/>
                <w:color w:val="auto"/>
                <w:szCs w:val="22"/>
              </w:rPr>
              <w:lastRenderedPageBreak/>
              <w:t>Students</w:t>
            </w:r>
            <w:r w:rsidR="0031106A" w:rsidRPr="001A7B4B">
              <w:rPr>
                <w:rFonts w:cs="Arial"/>
                <w:b w:val="0"/>
                <w:color w:val="auto"/>
                <w:szCs w:val="22"/>
              </w:rPr>
              <w:t xml:space="preserve"> to check that equipment is suitable and within calibration dates</w:t>
            </w:r>
          </w:p>
          <w:p w14:paraId="2807EF39" w14:textId="1073B405" w:rsidR="0031106A" w:rsidRPr="001A7B4B" w:rsidRDefault="00116A2E" w:rsidP="002C017C">
            <w:pPr>
              <w:pStyle w:val="Normalheadingblue"/>
              <w:numPr>
                <w:ilvl w:val="0"/>
                <w:numId w:val="130"/>
              </w:numPr>
              <w:rPr>
                <w:rFonts w:cs="Arial"/>
                <w:b w:val="0"/>
                <w:color w:val="auto"/>
                <w:szCs w:val="22"/>
              </w:rPr>
            </w:pPr>
            <w:r w:rsidRPr="001A7B4B">
              <w:rPr>
                <w:rFonts w:cs="Arial"/>
                <w:b w:val="0"/>
                <w:color w:val="auto"/>
                <w:szCs w:val="22"/>
              </w:rPr>
              <w:t>Students</w:t>
            </w:r>
            <w:r w:rsidR="0031106A" w:rsidRPr="001A7B4B">
              <w:rPr>
                <w:rFonts w:cs="Arial"/>
                <w:b w:val="0"/>
                <w:color w:val="auto"/>
                <w:szCs w:val="22"/>
              </w:rPr>
              <w:t xml:space="preserve"> are to inspect, flush and fill as appropriate and as directed by tutor</w:t>
            </w:r>
          </w:p>
          <w:p w14:paraId="53712A48" w14:textId="3E7B4377" w:rsidR="0031106A" w:rsidRPr="001A7B4B" w:rsidRDefault="0031106A" w:rsidP="002C017C">
            <w:pPr>
              <w:pStyle w:val="Normalheadingblue"/>
              <w:numPr>
                <w:ilvl w:val="0"/>
                <w:numId w:val="130"/>
              </w:numPr>
              <w:rPr>
                <w:rFonts w:cs="Arial"/>
                <w:b w:val="0"/>
                <w:color w:val="auto"/>
                <w:szCs w:val="22"/>
              </w:rPr>
            </w:pPr>
            <w:r w:rsidRPr="001A7B4B">
              <w:rPr>
                <w:rFonts w:cs="Arial"/>
                <w:b w:val="0"/>
                <w:color w:val="auto"/>
                <w:szCs w:val="22"/>
              </w:rPr>
              <w:t xml:space="preserve">On commissioning the </w:t>
            </w:r>
            <w:r w:rsidR="00F502C8" w:rsidRPr="001A7B4B">
              <w:rPr>
                <w:rFonts w:cs="Arial"/>
                <w:b w:val="0"/>
                <w:color w:val="auto"/>
                <w:szCs w:val="22"/>
              </w:rPr>
              <w:t>students</w:t>
            </w:r>
            <w:r w:rsidRPr="001A7B4B">
              <w:rPr>
                <w:rFonts w:cs="Arial"/>
                <w:b w:val="0"/>
                <w:color w:val="auto"/>
                <w:szCs w:val="22"/>
              </w:rPr>
              <w:t xml:space="preserve"> should check temperatures, flow rates and electrical performance as required</w:t>
            </w:r>
          </w:p>
          <w:p w14:paraId="376FFE6C" w14:textId="77777777" w:rsidR="0031106A" w:rsidRPr="001A7B4B" w:rsidRDefault="0031106A" w:rsidP="002C017C">
            <w:pPr>
              <w:pStyle w:val="Normalheadingblue"/>
              <w:numPr>
                <w:ilvl w:val="0"/>
                <w:numId w:val="130"/>
              </w:numPr>
              <w:rPr>
                <w:rFonts w:cs="Arial"/>
                <w:b w:val="0"/>
                <w:color w:val="auto"/>
                <w:szCs w:val="22"/>
              </w:rPr>
            </w:pPr>
            <w:r w:rsidRPr="001A7B4B">
              <w:rPr>
                <w:rFonts w:cs="Arial"/>
                <w:b w:val="0"/>
                <w:color w:val="auto"/>
                <w:szCs w:val="22"/>
              </w:rPr>
              <w:t>Tutor to supervise each group whilst basic electrical checks are carried out such as polarity and run current</w:t>
            </w:r>
          </w:p>
          <w:p w14:paraId="5E804F26" w14:textId="13C007C7" w:rsidR="0031106A" w:rsidRPr="001A7B4B" w:rsidRDefault="00116A2E" w:rsidP="002C017C">
            <w:pPr>
              <w:pStyle w:val="Normalheadingblue"/>
              <w:numPr>
                <w:ilvl w:val="0"/>
                <w:numId w:val="130"/>
              </w:numPr>
              <w:rPr>
                <w:rFonts w:cs="Arial"/>
                <w:b w:val="0"/>
                <w:color w:val="auto"/>
                <w:szCs w:val="22"/>
              </w:rPr>
            </w:pPr>
            <w:r w:rsidRPr="001A7B4B">
              <w:rPr>
                <w:rFonts w:cs="Arial"/>
                <w:b w:val="0"/>
                <w:color w:val="auto"/>
                <w:szCs w:val="22"/>
              </w:rPr>
              <w:t>Students</w:t>
            </w:r>
            <w:r w:rsidR="0031106A" w:rsidRPr="001A7B4B">
              <w:rPr>
                <w:rFonts w:cs="Arial"/>
                <w:b w:val="0"/>
                <w:color w:val="auto"/>
                <w:szCs w:val="22"/>
              </w:rPr>
              <w:t xml:space="preserve"> should refer to </w:t>
            </w:r>
            <w:proofErr w:type="spellStart"/>
            <w:r w:rsidR="0031106A" w:rsidRPr="001A7B4B">
              <w:rPr>
                <w:rFonts w:cs="Arial"/>
                <w:b w:val="0"/>
                <w:color w:val="auto"/>
                <w:szCs w:val="22"/>
              </w:rPr>
              <w:t>manufacturers</w:t>
            </w:r>
            <w:proofErr w:type="spellEnd"/>
            <w:r w:rsidR="0031106A" w:rsidRPr="001A7B4B">
              <w:rPr>
                <w:rFonts w:cs="Arial"/>
                <w:b w:val="0"/>
                <w:color w:val="auto"/>
                <w:szCs w:val="22"/>
              </w:rPr>
              <w:t xml:space="preserve"> instructions and information to allow correct setting of controls and pressures etc</w:t>
            </w:r>
          </w:p>
          <w:p w14:paraId="7B693D71" w14:textId="4CE8BD98" w:rsidR="0031106A" w:rsidRPr="001A7B4B" w:rsidRDefault="00116A2E" w:rsidP="002C017C">
            <w:pPr>
              <w:pStyle w:val="Normalheadingblue"/>
              <w:numPr>
                <w:ilvl w:val="0"/>
                <w:numId w:val="130"/>
              </w:numPr>
              <w:rPr>
                <w:rFonts w:cs="Arial"/>
                <w:color w:val="auto"/>
                <w:szCs w:val="22"/>
              </w:rPr>
            </w:pPr>
            <w:r w:rsidRPr="001A7B4B">
              <w:rPr>
                <w:rFonts w:cs="Arial"/>
                <w:b w:val="0"/>
                <w:color w:val="auto"/>
                <w:szCs w:val="22"/>
              </w:rPr>
              <w:t>Students</w:t>
            </w:r>
            <w:r w:rsidR="0031106A" w:rsidRPr="001A7B4B">
              <w:rPr>
                <w:rFonts w:cs="Arial"/>
                <w:b w:val="0"/>
                <w:color w:val="auto"/>
                <w:szCs w:val="22"/>
              </w:rPr>
              <w:t xml:space="preserve"> should record all data and information so that handover and commissioning documents can be completed and passed to tutor (Customer)</w:t>
            </w:r>
          </w:p>
          <w:p w14:paraId="0F6713B0" w14:textId="77777777" w:rsidR="0031106A" w:rsidRPr="001A7B4B" w:rsidRDefault="0031106A" w:rsidP="0031106A">
            <w:pPr>
              <w:pStyle w:val="Normalheadingblue"/>
              <w:rPr>
                <w:rFonts w:cs="Arial"/>
                <w:color w:val="auto"/>
                <w:szCs w:val="22"/>
              </w:rPr>
            </w:pPr>
            <w:r w:rsidRPr="001A7B4B">
              <w:rPr>
                <w:rFonts w:cs="Arial"/>
                <w:color w:val="auto"/>
                <w:szCs w:val="22"/>
              </w:rPr>
              <w:t>Knowledge check example:</w:t>
            </w:r>
          </w:p>
          <w:p w14:paraId="006AEF54" w14:textId="77777777" w:rsidR="0031106A" w:rsidRPr="001A7B4B" w:rsidRDefault="0031106A" w:rsidP="0031106A">
            <w:pPr>
              <w:pStyle w:val="Normalheadingblue"/>
              <w:rPr>
                <w:rFonts w:cs="Arial"/>
                <w:b w:val="0"/>
                <w:color w:val="auto"/>
                <w:szCs w:val="22"/>
              </w:rPr>
            </w:pPr>
            <w:r w:rsidRPr="001A7B4B">
              <w:rPr>
                <w:rFonts w:cs="Arial"/>
                <w:b w:val="0"/>
                <w:color w:val="auto"/>
                <w:szCs w:val="22"/>
              </w:rPr>
              <w:t>Commission systems in line with manufacturers guidance</w:t>
            </w:r>
          </w:p>
          <w:p w14:paraId="216C1952" w14:textId="77777777" w:rsidR="0031106A" w:rsidRPr="001A7B4B" w:rsidRDefault="0031106A" w:rsidP="0031106A">
            <w:pPr>
              <w:pStyle w:val="Normalheadingblue"/>
              <w:rPr>
                <w:rFonts w:cs="Arial"/>
                <w:color w:val="auto"/>
                <w:szCs w:val="22"/>
              </w:rPr>
            </w:pPr>
            <w:r w:rsidRPr="001A7B4B">
              <w:rPr>
                <w:rFonts w:cs="Arial"/>
                <w:color w:val="auto"/>
                <w:szCs w:val="22"/>
              </w:rPr>
              <w:t>Resources:</w:t>
            </w:r>
          </w:p>
          <w:p w14:paraId="4B143448" w14:textId="77777777" w:rsidR="0031106A" w:rsidRPr="001A7B4B" w:rsidRDefault="0031106A" w:rsidP="0031106A">
            <w:pPr>
              <w:pStyle w:val="Normalheadingblue"/>
              <w:rPr>
                <w:rFonts w:cs="Arial"/>
                <w:b w:val="0"/>
                <w:color w:val="auto"/>
                <w:szCs w:val="22"/>
              </w:rPr>
            </w:pPr>
            <w:r w:rsidRPr="001A7B4B">
              <w:rPr>
                <w:rFonts w:cs="Arial"/>
                <w:b w:val="0"/>
                <w:color w:val="auto"/>
                <w:szCs w:val="22"/>
              </w:rPr>
              <w:t>PPE</w:t>
            </w:r>
          </w:p>
          <w:p w14:paraId="61269D29" w14:textId="77777777" w:rsidR="0031106A" w:rsidRPr="001A7B4B" w:rsidRDefault="0031106A" w:rsidP="0031106A">
            <w:pPr>
              <w:pStyle w:val="Normalheadingblue"/>
              <w:rPr>
                <w:rFonts w:cs="Arial"/>
                <w:b w:val="0"/>
                <w:color w:val="auto"/>
                <w:szCs w:val="22"/>
              </w:rPr>
            </w:pPr>
            <w:r w:rsidRPr="001A7B4B">
              <w:rPr>
                <w:rFonts w:cs="Arial"/>
                <w:b w:val="0"/>
                <w:color w:val="auto"/>
                <w:szCs w:val="22"/>
              </w:rPr>
              <w:t>Weir gauge</w:t>
            </w:r>
          </w:p>
          <w:p w14:paraId="21681EBD" w14:textId="77777777" w:rsidR="0031106A" w:rsidRPr="001A7B4B" w:rsidRDefault="0031106A" w:rsidP="0031106A">
            <w:pPr>
              <w:pStyle w:val="Normalheadingblue"/>
              <w:rPr>
                <w:rFonts w:cs="Arial"/>
                <w:b w:val="0"/>
                <w:color w:val="auto"/>
                <w:szCs w:val="22"/>
              </w:rPr>
            </w:pPr>
            <w:r w:rsidRPr="001A7B4B">
              <w:rPr>
                <w:rFonts w:cs="Arial"/>
                <w:b w:val="0"/>
                <w:color w:val="auto"/>
                <w:szCs w:val="22"/>
              </w:rPr>
              <w:t>Thermometers</w:t>
            </w:r>
          </w:p>
          <w:p w14:paraId="32700144" w14:textId="77777777" w:rsidR="0031106A" w:rsidRPr="001A7B4B" w:rsidRDefault="0031106A" w:rsidP="0031106A">
            <w:pPr>
              <w:pStyle w:val="Normalheadingblue"/>
              <w:rPr>
                <w:rFonts w:cs="Arial"/>
                <w:b w:val="0"/>
                <w:color w:val="auto"/>
                <w:szCs w:val="22"/>
              </w:rPr>
            </w:pPr>
            <w:r w:rsidRPr="001A7B4B">
              <w:rPr>
                <w:rFonts w:cs="Arial"/>
                <w:b w:val="0"/>
                <w:color w:val="auto"/>
                <w:szCs w:val="22"/>
              </w:rPr>
              <w:t>Voltage meter</w:t>
            </w:r>
          </w:p>
          <w:p w14:paraId="0DED67EC" w14:textId="77777777" w:rsidR="0031106A" w:rsidRPr="001A7B4B" w:rsidRDefault="0031106A" w:rsidP="0031106A">
            <w:pPr>
              <w:pStyle w:val="Normalheadingblue"/>
              <w:rPr>
                <w:rFonts w:cs="Arial"/>
                <w:b w:val="0"/>
                <w:color w:val="auto"/>
                <w:szCs w:val="22"/>
              </w:rPr>
            </w:pPr>
            <w:r w:rsidRPr="001A7B4B">
              <w:rPr>
                <w:rFonts w:cs="Arial"/>
                <w:b w:val="0"/>
                <w:color w:val="auto"/>
                <w:szCs w:val="22"/>
              </w:rPr>
              <w:lastRenderedPageBreak/>
              <w:t>Proving unit</w:t>
            </w:r>
          </w:p>
          <w:p w14:paraId="67B87085" w14:textId="77777777" w:rsidR="0031106A" w:rsidRPr="001A7B4B" w:rsidRDefault="0031106A" w:rsidP="0031106A">
            <w:pPr>
              <w:pStyle w:val="Normalheadingblue"/>
              <w:rPr>
                <w:rFonts w:cs="Arial"/>
                <w:b w:val="0"/>
                <w:color w:val="auto"/>
                <w:szCs w:val="22"/>
              </w:rPr>
            </w:pPr>
            <w:r w:rsidRPr="001A7B4B">
              <w:rPr>
                <w:rFonts w:cs="Arial"/>
                <w:b w:val="0"/>
                <w:color w:val="auto"/>
                <w:szCs w:val="22"/>
              </w:rPr>
              <w:t>Multimeter</w:t>
            </w:r>
          </w:p>
          <w:p w14:paraId="29C18977" w14:textId="77777777" w:rsidR="0031106A" w:rsidRPr="001A7B4B" w:rsidRDefault="0031106A" w:rsidP="0031106A">
            <w:pPr>
              <w:pStyle w:val="Normalheadingblue"/>
              <w:rPr>
                <w:rFonts w:cs="Arial"/>
                <w:b w:val="0"/>
                <w:color w:val="auto"/>
                <w:szCs w:val="22"/>
              </w:rPr>
            </w:pPr>
            <w:r w:rsidRPr="001A7B4B">
              <w:rPr>
                <w:rFonts w:cs="Arial"/>
                <w:b w:val="0"/>
                <w:color w:val="auto"/>
                <w:szCs w:val="22"/>
              </w:rPr>
              <w:t>Ammeter</w:t>
            </w:r>
          </w:p>
          <w:p w14:paraId="00C36A55" w14:textId="77777777" w:rsidR="0031106A" w:rsidRPr="001A7B4B" w:rsidRDefault="0031106A" w:rsidP="0031106A">
            <w:pPr>
              <w:pStyle w:val="Normalheadingblue"/>
              <w:rPr>
                <w:rFonts w:cs="Arial"/>
                <w:b w:val="0"/>
                <w:color w:val="auto"/>
                <w:szCs w:val="22"/>
              </w:rPr>
            </w:pPr>
            <w:r w:rsidRPr="001A7B4B">
              <w:rPr>
                <w:rFonts w:cs="Arial"/>
                <w:b w:val="0"/>
                <w:color w:val="auto"/>
                <w:szCs w:val="22"/>
              </w:rPr>
              <w:t>Commissioning sheets</w:t>
            </w:r>
          </w:p>
          <w:p w14:paraId="63D2F905" w14:textId="77777777" w:rsidR="0031106A" w:rsidRPr="001A7B4B" w:rsidRDefault="0031106A" w:rsidP="0031106A">
            <w:pPr>
              <w:pStyle w:val="Normalheadingblue"/>
              <w:rPr>
                <w:rFonts w:cs="Arial"/>
                <w:color w:val="auto"/>
                <w:szCs w:val="22"/>
              </w:rPr>
            </w:pPr>
            <w:r w:rsidRPr="001A7B4B">
              <w:rPr>
                <w:rFonts w:cs="Arial"/>
                <w:b w:val="0"/>
                <w:color w:val="auto"/>
                <w:szCs w:val="22"/>
              </w:rPr>
              <w:t>Hand tools</w:t>
            </w:r>
          </w:p>
        </w:tc>
        <w:tc>
          <w:tcPr>
            <w:tcW w:w="2246" w:type="dxa"/>
            <w:tcBorders>
              <w:top w:val="single" w:sz="4" w:space="0" w:color="C6C5C6"/>
              <w:left w:val="single" w:sz="4" w:space="0" w:color="C6C5C6"/>
              <w:bottom w:val="single" w:sz="4" w:space="0" w:color="C6C5C6"/>
              <w:right w:val="single" w:sz="4" w:space="0" w:color="C6C5C6"/>
            </w:tcBorders>
          </w:tcPr>
          <w:p w14:paraId="2FA83339" w14:textId="77777777" w:rsidR="00DD207A" w:rsidRPr="001A7B4B" w:rsidRDefault="008A57D2">
            <w:r w:rsidRPr="001A7B4B">
              <w:lastRenderedPageBreak/>
              <w:t>Card matching activity</w:t>
            </w:r>
            <w:r w:rsidRPr="001A7B4B">
              <w:br/>
            </w:r>
            <w:r w:rsidRPr="001A7B4B">
              <w:br/>
            </w:r>
            <w:r w:rsidRPr="001A7B4B">
              <w:br/>
            </w:r>
            <w:r w:rsidRPr="001A7B4B">
              <w:br/>
            </w:r>
            <w:r w:rsidRPr="001A7B4B">
              <w:br/>
              <w:t>List tools and equipment</w:t>
            </w:r>
            <w:r w:rsidRPr="001A7B4B">
              <w:br/>
            </w:r>
            <w:r w:rsidRPr="001A7B4B">
              <w:br/>
            </w:r>
            <w:r w:rsidRPr="001A7B4B">
              <w:br/>
            </w:r>
            <w:r w:rsidRPr="001A7B4B">
              <w:br/>
            </w:r>
            <w:r w:rsidRPr="001A7B4B">
              <w:br/>
            </w:r>
            <w:r w:rsidRPr="001A7B4B">
              <w:br/>
              <w:t>Commission systems</w:t>
            </w:r>
          </w:p>
        </w:tc>
      </w:tr>
      <w:tr w:rsidR="001A7B4B" w:rsidRPr="001A7B4B" w14:paraId="5D384E1D"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42E3BDA3" w14:textId="77777777" w:rsidR="006B55E4" w:rsidRDefault="008F4AC5" w:rsidP="006B55E4">
            <w:pPr>
              <w:jc w:val="center"/>
              <w:rPr>
                <w:rFonts w:cs="Arial"/>
                <w:szCs w:val="22"/>
              </w:rPr>
            </w:pPr>
            <w:r>
              <w:rPr>
                <w:rFonts w:cs="Arial"/>
                <w:szCs w:val="22"/>
              </w:rPr>
              <w:lastRenderedPageBreak/>
              <w:t>19</w:t>
            </w:r>
            <w:r w:rsidR="00123E9C">
              <w:rPr>
                <w:rFonts w:cs="Arial"/>
                <w:szCs w:val="22"/>
              </w:rPr>
              <w:t>7</w:t>
            </w:r>
          </w:p>
          <w:p w14:paraId="35EEF11B" w14:textId="77777777" w:rsidR="008F4AC5" w:rsidRDefault="00123E9C" w:rsidP="006B55E4">
            <w:pPr>
              <w:jc w:val="center"/>
              <w:rPr>
                <w:rFonts w:cs="Arial"/>
                <w:szCs w:val="22"/>
              </w:rPr>
            </w:pPr>
            <w:r>
              <w:rPr>
                <w:rFonts w:cs="Arial"/>
                <w:szCs w:val="22"/>
              </w:rPr>
              <w:t>3</w:t>
            </w:r>
            <w:r w:rsidR="008F4AC5">
              <w:rPr>
                <w:rFonts w:cs="Arial"/>
                <w:szCs w:val="22"/>
              </w:rPr>
              <w:t xml:space="preserve"> hours</w:t>
            </w:r>
          </w:p>
        </w:tc>
        <w:tc>
          <w:tcPr>
            <w:tcW w:w="2199" w:type="dxa"/>
            <w:tcBorders>
              <w:top w:val="single" w:sz="4" w:space="0" w:color="C6C5C6"/>
              <w:left w:val="single" w:sz="4" w:space="0" w:color="C6C5C6"/>
              <w:bottom w:val="single" w:sz="4" w:space="0" w:color="C6C5C6"/>
              <w:right w:val="single" w:sz="4" w:space="0" w:color="C6C5C6"/>
            </w:tcBorders>
          </w:tcPr>
          <w:p w14:paraId="2AA458F3" w14:textId="77777777" w:rsidR="005562B7" w:rsidRPr="001A7B4B" w:rsidRDefault="005562B7" w:rsidP="005562B7">
            <w:pPr>
              <w:pStyle w:val="Normalheadingblack"/>
              <w:rPr>
                <w:rFonts w:cs="Arial"/>
                <w:lang w:eastAsia="en-GB"/>
              </w:rPr>
            </w:pPr>
            <w:r w:rsidRPr="001A7B4B">
              <w:rPr>
                <w:rFonts w:cs="Arial"/>
                <w:lang w:eastAsia="en-GB"/>
              </w:rPr>
              <w:t>Outcome 1 – Plumbing and heating common knowledge criteria</w:t>
            </w:r>
          </w:p>
          <w:p w14:paraId="7DF52855" w14:textId="77777777" w:rsidR="005562B7" w:rsidRPr="001A7B4B" w:rsidRDefault="005562B7" w:rsidP="005562B7">
            <w:pPr>
              <w:pStyle w:val="Normalheadingblack"/>
              <w:rPr>
                <w:rFonts w:cs="Arial"/>
                <w:lang w:eastAsia="en-GB"/>
              </w:rPr>
            </w:pPr>
          </w:p>
          <w:p w14:paraId="41193EB6" w14:textId="77777777" w:rsidR="005562B7" w:rsidRPr="001A7B4B" w:rsidRDefault="005562B7" w:rsidP="005562B7">
            <w:pPr>
              <w:pStyle w:val="Normalheadingblack"/>
              <w:rPr>
                <w:rFonts w:cs="Arial"/>
                <w:lang w:eastAsia="en-GB"/>
              </w:rPr>
            </w:pPr>
            <w:r w:rsidRPr="001A7B4B">
              <w:rPr>
                <w:rFonts w:cs="Arial"/>
                <w:lang w:eastAsia="en-GB"/>
              </w:rPr>
              <w:t>Outcome 2 Install plumbing and heating systems</w:t>
            </w:r>
          </w:p>
          <w:p w14:paraId="0087B373" w14:textId="77777777" w:rsidR="006B55E4" w:rsidRPr="001A7B4B" w:rsidRDefault="006B55E4" w:rsidP="006B55E4">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70FBE265" w14:textId="77777777" w:rsidR="006B55E4" w:rsidRPr="001A7B4B" w:rsidRDefault="005562B7" w:rsidP="006B55E4">
            <w:pPr>
              <w:pStyle w:val="Normalheadingblack"/>
              <w:rPr>
                <w:rFonts w:cs="Arial"/>
                <w:b w:val="0"/>
                <w:szCs w:val="22"/>
              </w:rPr>
            </w:pPr>
            <w:r w:rsidRPr="001A7B4B">
              <w:rPr>
                <w:rFonts w:cs="Arial"/>
                <w:b w:val="0"/>
                <w:szCs w:val="22"/>
              </w:rPr>
              <w:t>K1.35 – K1.39</w:t>
            </w:r>
          </w:p>
          <w:p w14:paraId="0A292F90" w14:textId="77777777" w:rsidR="005562B7" w:rsidRPr="001A7B4B" w:rsidRDefault="005562B7" w:rsidP="006B55E4">
            <w:pPr>
              <w:pStyle w:val="Normalheadingblack"/>
              <w:rPr>
                <w:rFonts w:cs="Arial"/>
                <w:b w:val="0"/>
                <w:szCs w:val="22"/>
              </w:rPr>
            </w:pPr>
            <w:r w:rsidRPr="001A7B4B">
              <w:rPr>
                <w:rFonts w:cs="Arial"/>
                <w:b w:val="0"/>
                <w:szCs w:val="22"/>
              </w:rPr>
              <w:t>S3.1 – S3.12</w:t>
            </w:r>
          </w:p>
        </w:tc>
        <w:tc>
          <w:tcPr>
            <w:tcW w:w="5785" w:type="dxa"/>
            <w:tcBorders>
              <w:top w:val="single" w:sz="4" w:space="0" w:color="C6C5C6"/>
              <w:left w:val="single" w:sz="4" w:space="0" w:color="C6C5C6"/>
              <w:bottom w:val="single" w:sz="4" w:space="0" w:color="C6C5C6"/>
              <w:right w:val="single" w:sz="4" w:space="0" w:color="C6C5C6"/>
            </w:tcBorders>
          </w:tcPr>
          <w:p w14:paraId="6912517F" w14:textId="77777777" w:rsidR="006B55E4" w:rsidRPr="001A7B4B" w:rsidRDefault="006B55E4" w:rsidP="006B55E4">
            <w:pPr>
              <w:pStyle w:val="Normalheadingblue"/>
              <w:rPr>
                <w:rFonts w:cs="Arial"/>
                <w:color w:val="auto"/>
                <w:szCs w:val="22"/>
              </w:rPr>
            </w:pPr>
            <w:r w:rsidRPr="001A7B4B">
              <w:rPr>
                <w:rFonts w:cs="Arial"/>
                <w:color w:val="auto"/>
                <w:szCs w:val="22"/>
              </w:rPr>
              <w:t>Activity:</w:t>
            </w:r>
          </w:p>
          <w:p w14:paraId="7ECD5916" w14:textId="77777777" w:rsidR="006B55E4" w:rsidRPr="001A7B4B" w:rsidRDefault="006B55E4" w:rsidP="006B55E4">
            <w:pPr>
              <w:pStyle w:val="Normalheadingblue"/>
              <w:rPr>
                <w:rFonts w:cs="Arial"/>
                <w:color w:val="auto"/>
                <w:szCs w:val="22"/>
              </w:rPr>
            </w:pPr>
          </w:p>
          <w:p w14:paraId="26DFAD09" w14:textId="77777777" w:rsidR="006B55E4" w:rsidRPr="001A7B4B" w:rsidRDefault="006B55E4" w:rsidP="006B55E4">
            <w:pPr>
              <w:pStyle w:val="Normalheadingblue"/>
              <w:rPr>
                <w:rFonts w:cs="Arial"/>
                <w:color w:val="auto"/>
                <w:szCs w:val="22"/>
              </w:rPr>
            </w:pPr>
            <w:r w:rsidRPr="001A7B4B">
              <w:rPr>
                <w:rFonts w:cs="Arial"/>
                <w:color w:val="auto"/>
                <w:szCs w:val="22"/>
              </w:rPr>
              <w:t>Delivery:</w:t>
            </w:r>
          </w:p>
          <w:p w14:paraId="6DFDF87A" w14:textId="77777777" w:rsidR="006B55E4" w:rsidRPr="001A7B4B" w:rsidRDefault="00123E9C" w:rsidP="006B55E4">
            <w:pPr>
              <w:pStyle w:val="Normalheadingblue"/>
              <w:rPr>
                <w:rFonts w:cs="Arial"/>
                <w:color w:val="auto"/>
                <w:szCs w:val="22"/>
              </w:rPr>
            </w:pPr>
            <w:r w:rsidRPr="001A7B4B">
              <w:rPr>
                <w:rFonts w:cs="Arial"/>
                <w:color w:val="auto"/>
                <w:szCs w:val="22"/>
              </w:rPr>
              <w:t>Commissioning of systems – Assessment of learning</w:t>
            </w:r>
          </w:p>
          <w:p w14:paraId="433241BA" w14:textId="10D2222D" w:rsidR="00123E9C" w:rsidRPr="001A7B4B" w:rsidRDefault="00123E9C" w:rsidP="002C017C">
            <w:pPr>
              <w:pStyle w:val="Normalheadingblue"/>
              <w:numPr>
                <w:ilvl w:val="0"/>
                <w:numId w:val="134"/>
              </w:numPr>
              <w:rPr>
                <w:rFonts w:cs="Arial"/>
                <w:b w:val="0"/>
                <w:color w:val="auto"/>
                <w:szCs w:val="22"/>
              </w:rPr>
            </w:pPr>
            <w:r w:rsidRPr="001A7B4B">
              <w:rPr>
                <w:rFonts w:cs="Arial"/>
                <w:b w:val="0"/>
                <w:color w:val="auto"/>
                <w:szCs w:val="22"/>
              </w:rPr>
              <w:t xml:space="preserve">Tutor to set knowledge test to assess </w:t>
            </w:r>
            <w:r w:rsidR="00F502C8" w:rsidRPr="001A7B4B">
              <w:rPr>
                <w:rFonts w:cs="Arial"/>
                <w:b w:val="0"/>
                <w:color w:val="auto"/>
                <w:szCs w:val="22"/>
              </w:rPr>
              <w:t>students</w:t>
            </w:r>
            <w:r w:rsidRPr="001A7B4B">
              <w:rPr>
                <w:rFonts w:cs="Arial"/>
                <w:b w:val="0"/>
                <w:color w:val="auto"/>
                <w:szCs w:val="22"/>
              </w:rPr>
              <w:t xml:space="preserve"> understanding of the test and commission element of the course.</w:t>
            </w:r>
          </w:p>
          <w:p w14:paraId="7A105B80" w14:textId="0DF04319" w:rsidR="00123E9C" w:rsidRPr="001A7B4B" w:rsidRDefault="005562B7" w:rsidP="002C017C">
            <w:pPr>
              <w:pStyle w:val="Normalheadingblue"/>
              <w:numPr>
                <w:ilvl w:val="0"/>
                <w:numId w:val="134"/>
              </w:numPr>
              <w:rPr>
                <w:rFonts w:cs="Arial"/>
                <w:b w:val="0"/>
                <w:color w:val="auto"/>
                <w:szCs w:val="22"/>
              </w:rPr>
            </w:pPr>
            <w:r w:rsidRPr="001A7B4B">
              <w:rPr>
                <w:rFonts w:cs="Arial"/>
                <w:b w:val="0"/>
                <w:color w:val="auto"/>
                <w:szCs w:val="22"/>
              </w:rPr>
              <w:t xml:space="preserve">Issue mock test for </w:t>
            </w:r>
            <w:r w:rsidR="00F502C8" w:rsidRPr="001A7B4B">
              <w:rPr>
                <w:rFonts w:cs="Arial"/>
                <w:b w:val="0"/>
                <w:color w:val="auto"/>
                <w:szCs w:val="22"/>
              </w:rPr>
              <w:t>students</w:t>
            </w:r>
            <w:r w:rsidRPr="001A7B4B">
              <w:rPr>
                <w:rFonts w:cs="Arial"/>
                <w:b w:val="0"/>
                <w:color w:val="auto"/>
                <w:szCs w:val="22"/>
              </w:rPr>
              <w:t xml:space="preserve"> to complete individually</w:t>
            </w:r>
          </w:p>
          <w:p w14:paraId="60934305" w14:textId="32933412" w:rsidR="005562B7" w:rsidRPr="001A7B4B" w:rsidRDefault="005562B7" w:rsidP="002C017C">
            <w:pPr>
              <w:pStyle w:val="Normalheadingblue"/>
              <w:numPr>
                <w:ilvl w:val="0"/>
                <w:numId w:val="134"/>
              </w:numPr>
              <w:rPr>
                <w:rFonts w:cs="Arial"/>
                <w:b w:val="0"/>
                <w:color w:val="auto"/>
                <w:szCs w:val="22"/>
              </w:rPr>
            </w:pPr>
            <w:r w:rsidRPr="001A7B4B">
              <w:rPr>
                <w:rFonts w:cs="Arial"/>
                <w:b w:val="0"/>
                <w:color w:val="auto"/>
                <w:szCs w:val="22"/>
              </w:rPr>
              <w:t xml:space="preserve">On completion, </w:t>
            </w:r>
            <w:r w:rsidR="00F502C8" w:rsidRPr="001A7B4B">
              <w:rPr>
                <w:rFonts w:cs="Arial"/>
                <w:b w:val="0"/>
                <w:color w:val="auto"/>
                <w:szCs w:val="22"/>
              </w:rPr>
              <w:t>students</w:t>
            </w:r>
            <w:r w:rsidRPr="001A7B4B">
              <w:rPr>
                <w:rFonts w:cs="Arial"/>
                <w:b w:val="0"/>
                <w:color w:val="auto"/>
                <w:szCs w:val="22"/>
              </w:rPr>
              <w:t xml:space="preserve"> are to swap papers and peer mark before tutor led discussion of the answers as a class</w:t>
            </w:r>
          </w:p>
          <w:p w14:paraId="0C7F0B09" w14:textId="77777777" w:rsidR="006B55E4" w:rsidRPr="001A7B4B" w:rsidRDefault="006B55E4" w:rsidP="006B55E4">
            <w:pPr>
              <w:pStyle w:val="Normalheadingblue"/>
              <w:rPr>
                <w:rFonts w:cs="Arial"/>
                <w:color w:val="auto"/>
                <w:szCs w:val="22"/>
              </w:rPr>
            </w:pPr>
            <w:r w:rsidRPr="001A7B4B">
              <w:rPr>
                <w:rFonts w:cs="Arial"/>
                <w:color w:val="auto"/>
                <w:szCs w:val="22"/>
              </w:rPr>
              <w:t>Knowledge check example:</w:t>
            </w:r>
          </w:p>
          <w:p w14:paraId="00D7012F" w14:textId="77777777" w:rsidR="006B55E4" w:rsidRPr="001A7B4B" w:rsidRDefault="005562B7" w:rsidP="002C017C">
            <w:pPr>
              <w:pStyle w:val="Normalheadingblue"/>
              <w:numPr>
                <w:ilvl w:val="0"/>
                <w:numId w:val="135"/>
              </w:numPr>
              <w:rPr>
                <w:rFonts w:cs="Arial"/>
                <w:b w:val="0"/>
                <w:color w:val="auto"/>
                <w:szCs w:val="22"/>
              </w:rPr>
            </w:pPr>
            <w:r w:rsidRPr="001A7B4B">
              <w:rPr>
                <w:rFonts w:cs="Arial"/>
                <w:b w:val="0"/>
                <w:color w:val="auto"/>
                <w:szCs w:val="22"/>
              </w:rPr>
              <w:t>Knowledge test – Testing and commissioning of plumbing and heating systems</w:t>
            </w:r>
          </w:p>
          <w:p w14:paraId="5355224B" w14:textId="77777777" w:rsidR="005562B7" w:rsidRPr="001A7B4B" w:rsidRDefault="005562B7" w:rsidP="005562B7">
            <w:pPr>
              <w:pStyle w:val="Normalheadingblue"/>
              <w:rPr>
                <w:rFonts w:cs="Arial"/>
                <w:b w:val="0"/>
                <w:color w:val="auto"/>
                <w:szCs w:val="22"/>
              </w:rPr>
            </w:pPr>
          </w:p>
          <w:p w14:paraId="04117643" w14:textId="77777777" w:rsidR="006B55E4" w:rsidRPr="001A7B4B" w:rsidRDefault="006B55E4" w:rsidP="006B55E4">
            <w:pPr>
              <w:pStyle w:val="Normalheadingblue"/>
              <w:rPr>
                <w:rFonts w:cs="Arial"/>
                <w:color w:val="auto"/>
                <w:szCs w:val="22"/>
              </w:rPr>
            </w:pPr>
            <w:r w:rsidRPr="001A7B4B">
              <w:rPr>
                <w:rFonts w:cs="Arial"/>
                <w:color w:val="auto"/>
                <w:szCs w:val="22"/>
              </w:rPr>
              <w:t>Resources:</w:t>
            </w:r>
          </w:p>
          <w:p w14:paraId="2CF28D35" w14:textId="77777777" w:rsidR="006B55E4" w:rsidRPr="001A7B4B" w:rsidRDefault="005562B7" w:rsidP="006B55E4">
            <w:pPr>
              <w:pStyle w:val="Normalheadingblue"/>
              <w:rPr>
                <w:rFonts w:cs="Arial"/>
                <w:b w:val="0"/>
                <w:color w:val="auto"/>
                <w:szCs w:val="22"/>
              </w:rPr>
            </w:pPr>
            <w:r w:rsidRPr="001A7B4B">
              <w:rPr>
                <w:rFonts w:cs="Arial"/>
                <w:b w:val="0"/>
                <w:color w:val="auto"/>
                <w:szCs w:val="22"/>
              </w:rPr>
              <w:lastRenderedPageBreak/>
              <w:t>Knowledge test papers</w:t>
            </w:r>
          </w:p>
          <w:p w14:paraId="701FEBD0" w14:textId="77777777" w:rsidR="009E79E1" w:rsidRPr="001A7B4B" w:rsidRDefault="009E79E1" w:rsidP="006B55E4">
            <w:pPr>
              <w:pStyle w:val="Normalheadingblue"/>
              <w:rPr>
                <w:rFonts w:cs="Arial"/>
                <w:b w:val="0"/>
                <w:color w:val="auto"/>
                <w:szCs w:val="22"/>
              </w:rPr>
            </w:pPr>
          </w:p>
          <w:p w14:paraId="13A6884C" w14:textId="77777777" w:rsidR="009E79E1" w:rsidRPr="001A7B4B" w:rsidRDefault="009E79E1" w:rsidP="006B55E4">
            <w:pPr>
              <w:pStyle w:val="Normalheadingblue"/>
              <w:rPr>
                <w:rFonts w:cs="Arial"/>
                <w:b w:val="0"/>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76C7774A" w14:textId="77777777" w:rsidR="00DD207A" w:rsidRPr="001A7B4B" w:rsidRDefault="008A57D2">
            <w:r w:rsidRPr="001A7B4B">
              <w:lastRenderedPageBreak/>
              <w:t>Knowledge test</w:t>
            </w:r>
            <w:r w:rsidRPr="001A7B4B">
              <w:br/>
              <w:t>English skills (reading, writing, technical vocabulary)</w:t>
            </w:r>
          </w:p>
        </w:tc>
      </w:tr>
      <w:tr w:rsidR="001A7B4B" w:rsidRPr="001A7B4B" w14:paraId="4FCB187C"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54198EAB" w14:textId="77777777" w:rsidR="006B55E4" w:rsidRDefault="00123E9C" w:rsidP="006B55E4">
            <w:pPr>
              <w:jc w:val="center"/>
              <w:rPr>
                <w:rFonts w:cs="Arial"/>
                <w:szCs w:val="22"/>
              </w:rPr>
            </w:pPr>
            <w:r>
              <w:rPr>
                <w:rFonts w:cs="Arial"/>
                <w:szCs w:val="22"/>
              </w:rPr>
              <w:t>198</w:t>
            </w:r>
          </w:p>
          <w:p w14:paraId="738311AE" w14:textId="77777777" w:rsidR="00123E9C" w:rsidRDefault="00123E9C" w:rsidP="006B55E4">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064A3F12" w14:textId="77777777" w:rsidR="009E79E1" w:rsidRPr="001A7B4B" w:rsidRDefault="009E79E1" w:rsidP="009E79E1">
            <w:pPr>
              <w:pStyle w:val="Normalheadingblack"/>
              <w:rPr>
                <w:rFonts w:cs="Arial"/>
                <w:lang w:eastAsia="en-GB"/>
              </w:rPr>
            </w:pPr>
            <w:r w:rsidRPr="001A7B4B">
              <w:rPr>
                <w:rFonts w:cs="Arial"/>
                <w:lang w:eastAsia="en-GB"/>
              </w:rPr>
              <w:t>Outcome 1 – Plumbing and heating common knowledge criteria</w:t>
            </w:r>
          </w:p>
          <w:p w14:paraId="69623695" w14:textId="77777777" w:rsidR="009E79E1" w:rsidRPr="001A7B4B" w:rsidRDefault="009E79E1" w:rsidP="009E79E1">
            <w:pPr>
              <w:pStyle w:val="Normalheadingblack"/>
              <w:rPr>
                <w:rFonts w:cs="Arial"/>
                <w:lang w:eastAsia="en-GB"/>
              </w:rPr>
            </w:pPr>
          </w:p>
          <w:p w14:paraId="77D4CFF0" w14:textId="77777777" w:rsidR="009E79E1" w:rsidRPr="001A7B4B" w:rsidRDefault="009E79E1" w:rsidP="009E79E1">
            <w:pPr>
              <w:pStyle w:val="Normalheadingblack"/>
              <w:rPr>
                <w:rFonts w:cs="Arial"/>
                <w:lang w:eastAsia="en-GB"/>
              </w:rPr>
            </w:pPr>
            <w:r w:rsidRPr="001A7B4B">
              <w:rPr>
                <w:rFonts w:cs="Arial"/>
                <w:lang w:eastAsia="en-GB"/>
              </w:rPr>
              <w:t>Outcome 2 Install plumbing and heating systems</w:t>
            </w:r>
          </w:p>
          <w:p w14:paraId="3A3A13E9" w14:textId="77777777" w:rsidR="006B55E4" w:rsidRPr="001A7B4B" w:rsidRDefault="006B55E4" w:rsidP="006B55E4">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611AB6DF" w14:textId="77777777" w:rsidR="006B55E4" w:rsidRPr="001A7B4B" w:rsidRDefault="009E79E1" w:rsidP="006B55E4">
            <w:pPr>
              <w:pStyle w:val="Normalheadingblack"/>
              <w:rPr>
                <w:rFonts w:cs="Arial"/>
                <w:b w:val="0"/>
                <w:szCs w:val="22"/>
              </w:rPr>
            </w:pPr>
            <w:r w:rsidRPr="001A7B4B">
              <w:rPr>
                <w:rFonts w:cs="Arial"/>
                <w:b w:val="0"/>
                <w:szCs w:val="22"/>
              </w:rPr>
              <w:t>All / As required</w:t>
            </w:r>
          </w:p>
        </w:tc>
        <w:tc>
          <w:tcPr>
            <w:tcW w:w="5785" w:type="dxa"/>
            <w:tcBorders>
              <w:top w:val="single" w:sz="4" w:space="0" w:color="C6C5C6"/>
              <w:left w:val="single" w:sz="4" w:space="0" w:color="C6C5C6"/>
              <w:bottom w:val="single" w:sz="4" w:space="0" w:color="C6C5C6"/>
              <w:right w:val="single" w:sz="4" w:space="0" w:color="C6C5C6"/>
            </w:tcBorders>
          </w:tcPr>
          <w:p w14:paraId="58E6720F" w14:textId="77777777" w:rsidR="006B55E4" w:rsidRPr="001A7B4B" w:rsidRDefault="006B55E4" w:rsidP="006B55E4">
            <w:pPr>
              <w:pStyle w:val="Normalheadingblue"/>
              <w:rPr>
                <w:rFonts w:cs="Arial"/>
                <w:color w:val="auto"/>
                <w:szCs w:val="22"/>
              </w:rPr>
            </w:pPr>
            <w:r w:rsidRPr="001A7B4B">
              <w:rPr>
                <w:rFonts w:cs="Arial"/>
                <w:color w:val="auto"/>
                <w:szCs w:val="22"/>
              </w:rPr>
              <w:t>Activity:</w:t>
            </w:r>
          </w:p>
          <w:p w14:paraId="1BB29C9E" w14:textId="77777777" w:rsidR="006B55E4" w:rsidRPr="001A7B4B" w:rsidRDefault="006B55E4" w:rsidP="006B55E4">
            <w:pPr>
              <w:pStyle w:val="Normalheadingblue"/>
              <w:rPr>
                <w:rFonts w:cs="Arial"/>
                <w:color w:val="auto"/>
                <w:szCs w:val="22"/>
              </w:rPr>
            </w:pPr>
          </w:p>
          <w:p w14:paraId="2E2F13D8" w14:textId="77777777" w:rsidR="006B55E4" w:rsidRPr="001A7B4B" w:rsidRDefault="006B55E4" w:rsidP="006B55E4">
            <w:pPr>
              <w:pStyle w:val="Normalheadingblue"/>
              <w:rPr>
                <w:rFonts w:cs="Arial"/>
                <w:color w:val="auto"/>
                <w:szCs w:val="22"/>
              </w:rPr>
            </w:pPr>
            <w:r w:rsidRPr="001A7B4B">
              <w:rPr>
                <w:rFonts w:cs="Arial"/>
                <w:color w:val="auto"/>
                <w:szCs w:val="22"/>
              </w:rPr>
              <w:t>Delivery:</w:t>
            </w:r>
          </w:p>
          <w:p w14:paraId="5F191305" w14:textId="77777777" w:rsidR="00123E9C" w:rsidRPr="001A7B4B" w:rsidRDefault="00123E9C" w:rsidP="002C017C">
            <w:pPr>
              <w:pStyle w:val="Normalheadingblue"/>
              <w:numPr>
                <w:ilvl w:val="0"/>
                <w:numId w:val="135"/>
              </w:numPr>
              <w:rPr>
                <w:rFonts w:cs="Arial"/>
                <w:b w:val="0"/>
                <w:color w:val="auto"/>
                <w:szCs w:val="22"/>
              </w:rPr>
            </w:pPr>
            <w:r w:rsidRPr="001A7B4B">
              <w:rPr>
                <w:rFonts w:cs="Arial"/>
                <w:b w:val="0"/>
                <w:color w:val="auto"/>
                <w:szCs w:val="22"/>
              </w:rPr>
              <w:t>This session has been added at a natural completion of the Testing and commissioning content.</w:t>
            </w:r>
          </w:p>
          <w:p w14:paraId="5FFB8094" w14:textId="77777777" w:rsidR="00123E9C" w:rsidRPr="001A7B4B" w:rsidRDefault="00123E9C" w:rsidP="002C017C">
            <w:pPr>
              <w:pStyle w:val="Normalheadingblue"/>
              <w:numPr>
                <w:ilvl w:val="0"/>
                <w:numId w:val="135"/>
              </w:numPr>
              <w:rPr>
                <w:rFonts w:cs="Arial"/>
                <w:b w:val="0"/>
                <w:color w:val="auto"/>
                <w:szCs w:val="22"/>
              </w:rPr>
            </w:pPr>
            <w:r w:rsidRPr="001A7B4B">
              <w:rPr>
                <w:rFonts w:cs="Arial"/>
                <w:b w:val="0"/>
                <w:color w:val="auto"/>
                <w:szCs w:val="22"/>
              </w:rPr>
              <w:t>Learner may use this time to complete written work, do further reading or studies.</w:t>
            </w:r>
          </w:p>
          <w:p w14:paraId="4E809ED5" w14:textId="691FFD58" w:rsidR="009E79E1" w:rsidRPr="001A7B4B" w:rsidRDefault="009E79E1" w:rsidP="002C017C">
            <w:pPr>
              <w:pStyle w:val="Normalheadingblue"/>
              <w:numPr>
                <w:ilvl w:val="0"/>
                <w:numId w:val="135"/>
              </w:numPr>
              <w:rPr>
                <w:rFonts w:cs="Arial"/>
                <w:b w:val="0"/>
                <w:color w:val="auto"/>
                <w:szCs w:val="22"/>
              </w:rPr>
            </w:pPr>
            <w:r w:rsidRPr="001A7B4B">
              <w:rPr>
                <w:rFonts w:cs="Arial"/>
                <w:b w:val="0"/>
                <w:color w:val="auto"/>
                <w:szCs w:val="22"/>
              </w:rPr>
              <w:t xml:space="preserve">Tutors may use this time to conduct one to one sessions with </w:t>
            </w:r>
            <w:r w:rsidR="00F502C8" w:rsidRPr="001A7B4B">
              <w:rPr>
                <w:rFonts w:cs="Arial"/>
                <w:b w:val="0"/>
                <w:color w:val="auto"/>
                <w:szCs w:val="22"/>
              </w:rPr>
              <w:t>students</w:t>
            </w:r>
            <w:r w:rsidRPr="001A7B4B">
              <w:rPr>
                <w:rFonts w:cs="Arial"/>
                <w:b w:val="0"/>
                <w:color w:val="auto"/>
                <w:szCs w:val="22"/>
              </w:rPr>
              <w:t xml:space="preserve"> or to invite guest speakers or stakeholder partners</w:t>
            </w:r>
          </w:p>
          <w:p w14:paraId="375A2EE4" w14:textId="77777777" w:rsidR="006B55E4" w:rsidRPr="001A7B4B" w:rsidRDefault="006B55E4" w:rsidP="009E79E1">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19C5AEAE" w14:textId="77777777" w:rsidR="00DD207A" w:rsidRPr="001A7B4B" w:rsidRDefault="00DD207A"/>
        </w:tc>
      </w:tr>
      <w:tr w:rsidR="001A7B4B" w:rsidRPr="001A7B4B" w14:paraId="0C8A8711"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3D772DA1" w14:textId="77777777" w:rsidR="001C0378" w:rsidRDefault="001C0378" w:rsidP="001C0378">
            <w:pPr>
              <w:jc w:val="center"/>
              <w:rPr>
                <w:rFonts w:cs="Arial"/>
                <w:szCs w:val="22"/>
              </w:rPr>
            </w:pPr>
            <w:r>
              <w:rPr>
                <w:rFonts w:cs="Arial"/>
                <w:szCs w:val="22"/>
              </w:rPr>
              <w:t>199</w:t>
            </w:r>
          </w:p>
          <w:p w14:paraId="201E5880" w14:textId="77777777" w:rsidR="001C0378" w:rsidRDefault="001C0378" w:rsidP="001C0378">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4735E644" w14:textId="77777777" w:rsidR="001C0378" w:rsidRPr="001A7B4B" w:rsidRDefault="001C0378" w:rsidP="001C0378">
            <w:pPr>
              <w:pStyle w:val="Normalheadingblack"/>
              <w:rPr>
                <w:rFonts w:cs="Arial"/>
                <w:lang w:eastAsia="en-GB"/>
              </w:rPr>
            </w:pPr>
            <w:r w:rsidRPr="001A7B4B">
              <w:rPr>
                <w:rFonts w:cs="Arial"/>
                <w:lang w:eastAsia="en-GB"/>
              </w:rPr>
              <w:t>Outcome 1 – Plumbing and heating common knowledge criteria</w:t>
            </w:r>
          </w:p>
          <w:p w14:paraId="79CF8848" w14:textId="77777777" w:rsidR="001C0378" w:rsidRPr="001A7B4B" w:rsidRDefault="001C0378" w:rsidP="001C0378">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29AC1A3C" w14:textId="77777777" w:rsidR="001C0378" w:rsidRPr="001A7B4B" w:rsidRDefault="001C0378" w:rsidP="001C0378">
            <w:pPr>
              <w:pStyle w:val="Normalheadingblack"/>
              <w:rPr>
                <w:rFonts w:cs="Arial"/>
                <w:b w:val="0"/>
                <w:szCs w:val="22"/>
              </w:rPr>
            </w:pPr>
            <w:r w:rsidRPr="001A7B4B">
              <w:rPr>
                <w:rFonts w:cs="Arial"/>
                <w:b w:val="0"/>
                <w:szCs w:val="22"/>
              </w:rPr>
              <w:t>K1.44 Procedures involved in decommissioning systems</w:t>
            </w:r>
          </w:p>
          <w:p w14:paraId="4A772ED0" w14:textId="77777777" w:rsidR="001C0378" w:rsidRPr="001A7B4B" w:rsidRDefault="001C0378" w:rsidP="001C0378">
            <w:pPr>
              <w:pStyle w:val="Normalheadingblack"/>
              <w:rPr>
                <w:rFonts w:cs="Arial"/>
                <w:b w:val="0"/>
                <w:szCs w:val="22"/>
              </w:rPr>
            </w:pPr>
          </w:p>
          <w:p w14:paraId="594BB22F" w14:textId="77777777" w:rsidR="002141A9" w:rsidRPr="001A7B4B" w:rsidRDefault="002141A9" w:rsidP="001C0378">
            <w:pPr>
              <w:pStyle w:val="Normalheadingblack"/>
              <w:rPr>
                <w:rFonts w:cs="Arial"/>
                <w:b w:val="0"/>
                <w:szCs w:val="22"/>
              </w:rPr>
            </w:pPr>
            <w:r w:rsidRPr="001A7B4B">
              <w:rPr>
                <w:rFonts w:cs="Arial"/>
                <w:b w:val="0"/>
                <w:szCs w:val="22"/>
              </w:rPr>
              <w:t>K1.45 Waste management procedures</w:t>
            </w:r>
          </w:p>
          <w:p w14:paraId="47FF9FFF" w14:textId="77777777" w:rsidR="002141A9" w:rsidRPr="001A7B4B" w:rsidRDefault="002141A9" w:rsidP="001C0378">
            <w:pPr>
              <w:pStyle w:val="Normalheadingblack"/>
              <w:rPr>
                <w:rFonts w:cs="Arial"/>
                <w:b w:val="0"/>
                <w:szCs w:val="22"/>
              </w:rPr>
            </w:pPr>
          </w:p>
          <w:p w14:paraId="34A9DB32" w14:textId="77777777" w:rsidR="002141A9" w:rsidRPr="001A7B4B" w:rsidRDefault="002141A9" w:rsidP="001C0378">
            <w:pPr>
              <w:pStyle w:val="Normalheadingblack"/>
              <w:rPr>
                <w:rFonts w:cs="Arial"/>
                <w:b w:val="0"/>
                <w:szCs w:val="22"/>
              </w:rPr>
            </w:pPr>
            <w:r w:rsidRPr="001A7B4B">
              <w:rPr>
                <w:rFonts w:cs="Arial"/>
                <w:b w:val="0"/>
                <w:szCs w:val="22"/>
              </w:rPr>
              <w:lastRenderedPageBreak/>
              <w:t>K1.46 Safe removal of different types of waste from the working area</w:t>
            </w:r>
          </w:p>
          <w:p w14:paraId="734AD3AB" w14:textId="77777777" w:rsidR="001C0378" w:rsidRPr="001A7B4B" w:rsidRDefault="001C0378" w:rsidP="001C0378">
            <w:pPr>
              <w:pStyle w:val="Normalheadingblack"/>
              <w:rPr>
                <w:rFonts w:cs="Arial"/>
                <w:b w:val="0"/>
                <w:szCs w:val="22"/>
              </w:rPr>
            </w:pPr>
            <w:r w:rsidRPr="001A7B4B">
              <w:rPr>
                <w:rFonts w:cs="Arial"/>
                <w:b w:val="0"/>
                <w:szCs w:val="22"/>
              </w:rPr>
              <w:t>K1.47 Documentation required for decommissioning and verification of decommissioning activities</w:t>
            </w:r>
          </w:p>
          <w:p w14:paraId="18A74467" w14:textId="77777777" w:rsidR="001C0378" w:rsidRPr="001A7B4B" w:rsidRDefault="001C0378" w:rsidP="001C0378">
            <w:pPr>
              <w:pStyle w:val="Normalheadingblack"/>
              <w:rPr>
                <w:rFonts w:cs="Arial"/>
                <w:b w:val="0"/>
                <w:szCs w:val="22"/>
              </w:rPr>
            </w:pPr>
          </w:p>
          <w:p w14:paraId="63F7F1DE" w14:textId="77777777" w:rsidR="001C0378" w:rsidRPr="001A7B4B" w:rsidRDefault="001C0378" w:rsidP="001C0378">
            <w:pPr>
              <w:pStyle w:val="Normalheadingblack"/>
              <w:rPr>
                <w:rFonts w:cs="Arial"/>
                <w:b w:val="0"/>
                <w:szCs w:val="22"/>
              </w:rPr>
            </w:pPr>
            <w:r w:rsidRPr="001A7B4B">
              <w:rPr>
                <w:rFonts w:cs="Arial"/>
                <w:b w:val="0"/>
                <w:szCs w:val="22"/>
              </w:rPr>
              <w:t>K1.48 Requirements for recording, labelling and reporting decommissioned systems</w:t>
            </w:r>
          </w:p>
        </w:tc>
        <w:tc>
          <w:tcPr>
            <w:tcW w:w="5785" w:type="dxa"/>
            <w:tcBorders>
              <w:top w:val="single" w:sz="4" w:space="0" w:color="C6C5C6"/>
              <w:left w:val="single" w:sz="4" w:space="0" w:color="C6C5C6"/>
              <w:bottom w:val="single" w:sz="4" w:space="0" w:color="C6C5C6"/>
              <w:right w:val="single" w:sz="4" w:space="0" w:color="C6C5C6"/>
            </w:tcBorders>
          </w:tcPr>
          <w:p w14:paraId="3A06B24E" w14:textId="77777777" w:rsidR="001C0378" w:rsidRPr="001A7B4B" w:rsidRDefault="001C0378" w:rsidP="001C0378">
            <w:pPr>
              <w:pStyle w:val="Normalheadingblue"/>
              <w:rPr>
                <w:rFonts w:cs="Arial"/>
                <w:color w:val="auto"/>
                <w:szCs w:val="22"/>
              </w:rPr>
            </w:pPr>
            <w:r w:rsidRPr="001A7B4B">
              <w:rPr>
                <w:rFonts w:cs="Arial"/>
                <w:color w:val="auto"/>
                <w:szCs w:val="22"/>
              </w:rPr>
              <w:lastRenderedPageBreak/>
              <w:t>Activity:</w:t>
            </w:r>
          </w:p>
          <w:p w14:paraId="2DF34051" w14:textId="77777777" w:rsidR="001C0378" w:rsidRPr="001A7B4B" w:rsidRDefault="001C0378" w:rsidP="001C0378">
            <w:pPr>
              <w:pStyle w:val="Normalheadingblue"/>
              <w:rPr>
                <w:rFonts w:cs="Arial"/>
                <w:color w:val="auto"/>
                <w:szCs w:val="22"/>
              </w:rPr>
            </w:pPr>
          </w:p>
          <w:p w14:paraId="67F71F11" w14:textId="77777777" w:rsidR="001C0378" w:rsidRPr="001A7B4B" w:rsidRDefault="001C0378" w:rsidP="001C0378">
            <w:pPr>
              <w:pStyle w:val="Normalheadingblue"/>
              <w:rPr>
                <w:rFonts w:cs="Arial"/>
                <w:color w:val="auto"/>
                <w:szCs w:val="22"/>
              </w:rPr>
            </w:pPr>
            <w:r w:rsidRPr="001A7B4B">
              <w:rPr>
                <w:rFonts w:cs="Arial"/>
                <w:color w:val="auto"/>
                <w:szCs w:val="22"/>
              </w:rPr>
              <w:t>Starter task example:</w:t>
            </w:r>
          </w:p>
          <w:p w14:paraId="0E6FBF7F" w14:textId="77777777" w:rsidR="001C0378" w:rsidRPr="001A7B4B" w:rsidRDefault="00BF00F6" w:rsidP="002C017C">
            <w:pPr>
              <w:pStyle w:val="Normalheadingblue"/>
              <w:numPr>
                <w:ilvl w:val="0"/>
                <w:numId w:val="138"/>
              </w:numPr>
              <w:rPr>
                <w:rFonts w:cs="Arial"/>
                <w:b w:val="0"/>
                <w:color w:val="auto"/>
                <w:szCs w:val="22"/>
              </w:rPr>
            </w:pPr>
            <w:r w:rsidRPr="001A7B4B">
              <w:rPr>
                <w:rFonts w:cs="Arial"/>
                <w:b w:val="0"/>
                <w:color w:val="auto"/>
                <w:szCs w:val="22"/>
              </w:rPr>
              <w:t>Plumbing and heating magazine article discussion. Tutor to distribute copies of recent P&amp;H trade magazine article and discuss as a class</w:t>
            </w:r>
          </w:p>
          <w:p w14:paraId="70122953" w14:textId="77777777" w:rsidR="001C0378" w:rsidRPr="001A7B4B" w:rsidRDefault="001C0378" w:rsidP="001C0378">
            <w:pPr>
              <w:pStyle w:val="Normalheadingblue"/>
              <w:rPr>
                <w:rFonts w:cs="Arial"/>
                <w:color w:val="auto"/>
                <w:szCs w:val="22"/>
              </w:rPr>
            </w:pPr>
            <w:r w:rsidRPr="001A7B4B">
              <w:rPr>
                <w:rFonts w:cs="Arial"/>
                <w:color w:val="auto"/>
                <w:szCs w:val="22"/>
              </w:rPr>
              <w:t>Delivery:</w:t>
            </w:r>
          </w:p>
          <w:p w14:paraId="03C84C38" w14:textId="77777777" w:rsidR="001C0378" w:rsidRPr="001A7B4B" w:rsidRDefault="001C0378" w:rsidP="001C0378">
            <w:pPr>
              <w:pStyle w:val="Normalheadingblue"/>
              <w:rPr>
                <w:rFonts w:cs="Arial"/>
                <w:color w:val="auto"/>
                <w:szCs w:val="22"/>
              </w:rPr>
            </w:pPr>
            <w:r w:rsidRPr="001A7B4B">
              <w:rPr>
                <w:rFonts w:cs="Arial"/>
                <w:color w:val="auto"/>
                <w:szCs w:val="22"/>
              </w:rPr>
              <w:lastRenderedPageBreak/>
              <w:t>Decommissioning – Hot and cold water systems</w:t>
            </w:r>
          </w:p>
          <w:p w14:paraId="3620A596" w14:textId="77777777" w:rsidR="001C0378" w:rsidRPr="001A7B4B" w:rsidRDefault="001C0378" w:rsidP="002C017C">
            <w:pPr>
              <w:pStyle w:val="Normalheadingblue"/>
              <w:numPr>
                <w:ilvl w:val="0"/>
                <w:numId w:val="136"/>
              </w:numPr>
              <w:rPr>
                <w:rFonts w:cs="Arial"/>
                <w:b w:val="0"/>
                <w:color w:val="auto"/>
                <w:szCs w:val="22"/>
              </w:rPr>
            </w:pPr>
            <w:r w:rsidRPr="001A7B4B">
              <w:rPr>
                <w:rFonts w:cs="Arial"/>
                <w:b w:val="0"/>
                <w:color w:val="auto"/>
                <w:szCs w:val="22"/>
              </w:rPr>
              <w:t xml:space="preserve">Tutor to deliver content including: </w:t>
            </w:r>
          </w:p>
          <w:p w14:paraId="1D7D2989" w14:textId="77777777" w:rsidR="001C0378" w:rsidRPr="001A7B4B" w:rsidRDefault="001C0378" w:rsidP="002C017C">
            <w:pPr>
              <w:pStyle w:val="Normalheadingblue"/>
              <w:numPr>
                <w:ilvl w:val="0"/>
                <w:numId w:val="136"/>
              </w:numPr>
              <w:rPr>
                <w:rFonts w:cs="Arial"/>
                <w:b w:val="0"/>
                <w:color w:val="auto"/>
                <w:szCs w:val="22"/>
              </w:rPr>
            </w:pPr>
            <w:r w:rsidRPr="001A7B4B">
              <w:rPr>
                <w:rFonts w:cs="Arial"/>
                <w:b w:val="0"/>
                <w:color w:val="auto"/>
                <w:szCs w:val="22"/>
              </w:rPr>
              <w:t>The decommissioning procedures, and own role and responsibilities</w:t>
            </w:r>
          </w:p>
          <w:p w14:paraId="65AF2F87" w14:textId="77777777" w:rsidR="001C0378" w:rsidRPr="001A7B4B" w:rsidRDefault="001C0378" w:rsidP="002C017C">
            <w:pPr>
              <w:pStyle w:val="Normalheadingblue"/>
              <w:numPr>
                <w:ilvl w:val="0"/>
                <w:numId w:val="136"/>
              </w:numPr>
              <w:rPr>
                <w:rFonts w:cs="Arial"/>
                <w:b w:val="0"/>
                <w:color w:val="auto"/>
                <w:szCs w:val="22"/>
              </w:rPr>
            </w:pPr>
            <w:r w:rsidRPr="001A7B4B">
              <w:rPr>
                <w:rFonts w:cs="Arial"/>
                <w:b w:val="0"/>
                <w:color w:val="auto"/>
                <w:szCs w:val="22"/>
              </w:rPr>
              <w:t>Procedures for isolation and decommissioning:</w:t>
            </w:r>
          </w:p>
          <w:p w14:paraId="0CBF482E" w14:textId="77777777" w:rsidR="001C0378" w:rsidRPr="001A7B4B" w:rsidRDefault="001C0378" w:rsidP="002C017C">
            <w:pPr>
              <w:pStyle w:val="Normalheadingblue"/>
              <w:numPr>
                <w:ilvl w:val="0"/>
                <w:numId w:val="136"/>
              </w:numPr>
              <w:rPr>
                <w:rFonts w:cs="Arial"/>
                <w:b w:val="0"/>
                <w:color w:val="auto"/>
                <w:szCs w:val="22"/>
              </w:rPr>
            </w:pPr>
            <w:r w:rsidRPr="001A7B4B">
              <w:rPr>
                <w:rFonts w:cs="Arial"/>
                <w:b w:val="0"/>
                <w:color w:val="auto"/>
                <w:szCs w:val="22"/>
              </w:rPr>
              <w:t>notify relevant person</w:t>
            </w:r>
          </w:p>
          <w:p w14:paraId="2140C309" w14:textId="77777777" w:rsidR="001C0378" w:rsidRPr="001A7B4B" w:rsidRDefault="001C0378" w:rsidP="002C017C">
            <w:pPr>
              <w:pStyle w:val="Normalheadingblue"/>
              <w:numPr>
                <w:ilvl w:val="0"/>
                <w:numId w:val="136"/>
              </w:numPr>
              <w:rPr>
                <w:rFonts w:cs="Arial"/>
                <w:b w:val="0"/>
                <w:color w:val="auto"/>
                <w:szCs w:val="22"/>
              </w:rPr>
            </w:pPr>
            <w:r w:rsidRPr="001A7B4B">
              <w:rPr>
                <w:rFonts w:cs="Arial"/>
                <w:b w:val="0"/>
                <w:color w:val="auto"/>
                <w:szCs w:val="22"/>
              </w:rPr>
              <w:t>isolate fuel/electricity supply to the system as appropriate</w:t>
            </w:r>
          </w:p>
          <w:p w14:paraId="4C86FE32" w14:textId="77777777" w:rsidR="001C0378" w:rsidRPr="001A7B4B" w:rsidRDefault="001C0378" w:rsidP="002C017C">
            <w:pPr>
              <w:pStyle w:val="Normalheadingblue"/>
              <w:numPr>
                <w:ilvl w:val="0"/>
                <w:numId w:val="136"/>
              </w:numPr>
              <w:rPr>
                <w:rFonts w:cs="Arial"/>
                <w:b w:val="0"/>
                <w:color w:val="auto"/>
                <w:szCs w:val="22"/>
              </w:rPr>
            </w:pPr>
            <w:r w:rsidRPr="001A7B4B">
              <w:rPr>
                <w:rFonts w:cs="Arial"/>
                <w:b w:val="0"/>
                <w:color w:val="auto"/>
                <w:szCs w:val="22"/>
              </w:rPr>
              <w:t>isolate water supply</w:t>
            </w:r>
          </w:p>
          <w:p w14:paraId="71D29A67" w14:textId="77777777" w:rsidR="001C0378" w:rsidRPr="001A7B4B" w:rsidRDefault="001C0378" w:rsidP="002C017C">
            <w:pPr>
              <w:pStyle w:val="Normalheadingblue"/>
              <w:numPr>
                <w:ilvl w:val="0"/>
                <w:numId w:val="136"/>
              </w:numPr>
              <w:rPr>
                <w:rFonts w:cs="Arial"/>
                <w:b w:val="0"/>
                <w:color w:val="auto"/>
                <w:szCs w:val="22"/>
              </w:rPr>
            </w:pPr>
            <w:r w:rsidRPr="001A7B4B">
              <w:rPr>
                <w:rFonts w:cs="Arial"/>
                <w:b w:val="0"/>
                <w:color w:val="auto"/>
                <w:szCs w:val="22"/>
              </w:rPr>
              <w:t>apply warning notices and signs</w:t>
            </w:r>
          </w:p>
          <w:p w14:paraId="377A643E" w14:textId="77777777" w:rsidR="001C0378" w:rsidRPr="001A7B4B" w:rsidRDefault="001C0378" w:rsidP="002C017C">
            <w:pPr>
              <w:pStyle w:val="Normalheadingblue"/>
              <w:numPr>
                <w:ilvl w:val="0"/>
                <w:numId w:val="136"/>
              </w:numPr>
              <w:rPr>
                <w:rFonts w:cs="Arial"/>
                <w:b w:val="0"/>
                <w:color w:val="auto"/>
                <w:szCs w:val="22"/>
              </w:rPr>
            </w:pPr>
            <w:r w:rsidRPr="001A7B4B">
              <w:rPr>
                <w:rFonts w:cs="Arial"/>
                <w:b w:val="0"/>
                <w:color w:val="auto"/>
                <w:szCs w:val="22"/>
              </w:rPr>
              <w:t>drain system to a suitable location</w:t>
            </w:r>
          </w:p>
          <w:p w14:paraId="6D647E0E" w14:textId="77777777" w:rsidR="001C0378" w:rsidRPr="001A7B4B" w:rsidRDefault="001C0378" w:rsidP="002C017C">
            <w:pPr>
              <w:pStyle w:val="Normalheadingblue"/>
              <w:numPr>
                <w:ilvl w:val="0"/>
                <w:numId w:val="136"/>
              </w:numPr>
              <w:rPr>
                <w:rFonts w:cs="Arial"/>
                <w:b w:val="0"/>
                <w:color w:val="auto"/>
                <w:szCs w:val="22"/>
              </w:rPr>
            </w:pPr>
            <w:r w:rsidRPr="001A7B4B">
              <w:rPr>
                <w:rFonts w:cs="Arial"/>
                <w:b w:val="0"/>
                <w:color w:val="auto"/>
                <w:szCs w:val="22"/>
              </w:rPr>
              <w:t>continuity bonding as required</w:t>
            </w:r>
          </w:p>
          <w:p w14:paraId="4344CFA1" w14:textId="77777777" w:rsidR="001C0378" w:rsidRPr="001A7B4B" w:rsidRDefault="001C0378" w:rsidP="002C017C">
            <w:pPr>
              <w:pStyle w:val="Normalheadingblue"/>
              <w:numPr>
                <w:ilvl w:val="0"/>
                <w:numId w:val="136"/>
              </w:numPr>
              <w:rPr>
                <w:rFonts w:cs="Arial"/>
                <w:b w:val="0"/>
                <w:color w:val="auto"/>
                <w:szCs w:val="22"/>
              </w:rPr>
            </w:pPr>
            <w:r w:rsidRPr="001A7B4B">
              <w:rPr>
                <w:rFonts w:cs="Arial"/>
                <w:b w:val="0"/>
                <w:color w:val="auto"/>
                <w:szCs w:val="22"/>
              </w:rPr>
              <w:t>temporary capping of pipework sections as required</w:t>
            </w:r>
          </w:p>
          <w:p w14:paraId="41DE26BC" w14:textId="77777777" w:rsidR="001C0378" w:rsidRPr="001A7B4B" w:rsidRDefault="001C0378" w:rsidP="002C017C">
            <w:pPr>
              <w:pStyle w:val="Normalheadingblue"/>
              <w:numPr>
                <w:ilvl w:val="0"/>
                <w:numId w:val="136"/>
              </w:numPr>
              <w:rPr>
                <w:rFonts w:cs="Arial"/>
                <w:b w:val="0"/>
                <w:color w:val="auto"/>
                <w:szCs w:val="22"/>
              </w:rPr>
            </w:pPr>
            <w:r w:rsidRPr="001A7B4B">
              <w:rPr>
                <w:rFonts w:cs="Arial"/>
                <w:b w:val="0"/>
                <w:color w:val="auto"/>
                <w:szCs w:val="22"/>
              </w:rPr>
              <w:t>notify building users</w:t>
            </w:r>
          </w:p>
          <w:p w14:paraId="0280CC92" w14:textId="77777777" w:rsidR="001C0378" w:rsidRPr="001A7B4B" w:rsidRDefault="001C0378" w:rsidP="002C017C">
            <w:pPr>
              <w:pStyle w:val="Normalheadingblue"/>
              <w:numPr>
                <w:ilvl w:val="0"/>
                <w:numId w:val="136"/>
              </w:numPr>
              <w:rPr>
                <w:rFonts w:cs="Arial"/>
                <w:b w:val="0"/>
                <w:color w:val="auto"/>
                <w:szCs w:val="22"/>
              </w:rPr>
            </w:pPr>
            <w:r w:rsidRPr="001A7B4B">
              <w:rPr>
                <w:rFonts w:cs="Arial"/>
                <w:b w:val="0"/>
                <w:color w:val="auto"/>
                <w:szCs w:val="22"/>
              </w:rPr>
              <w:t xml:space="preserve">alternative supplies as required. </w:t>
            </w:r>
          </w:p>
          <w:p w14:paraId="2234C173" w14:textId="77777777" w:rsidR="001C0378" w:rsidRPr="001A7B4B" w:rsidRDefault="001C0378" w:rsidP="002C017C">
            <w:pPr>
              <w:pStyle w:val="Normalheadingblue"/>
              <w:numPr>
                <w:ilvl w:val="0"/>
                <w:numId w:val="136"/>
              </w:numPr>
              <w:rPr>
                <w:rFonts w:cs="Arial"/>
                <w:b w:val="0"/>
                <w:color w:val="auto"/>
                <w:szCs w:val="22"/>
              </w:rPr>
            </w:pPr>
            <w:r w:rsidRPr="001A7B4B">
              <w:rPr>
                <w:rFonts w:cs="Arial"/>
                <w:b w:val="0"/>
                <w:color w:val="auto"/>
                <w:szCs w:val="22"/>
              </w:rPr>
              <w:t>Decommissioning:</w:t>
            </w:r>
          </w:p>
          <w:p w14:paraId="5CEE2C66" w14:textId="77777777" w:rsidR="001C0378" w:rsidRPr="001A7B4B" w:rsidRDefault="001C0378" w:rsidP="002C017C">
            <w:pPr>
              <w:pStyle w:val="Normalheadingblue"/>
              <w:numPr>
                <w:ilvl w:val="0"/>
                <w:numId w:val="136"/>
              </w:numPr>
              <w:rPr>
                <w:rFonts w:cs="Arial"/>
                <w:b w:val="0"/>
                <w:color w:val="auto"/>
                <w:szCs w:val="22"/>
              </w:rPr>
            </w:pPr>
            <w:r w:rsidRPr="001A7B4B">
              <w:rPr>
                <w:rFonts w:cs="Arial"/>
                <w:b w:val="0"/>
                <w:color w:val="auto"/>
                <w:szCs w:val="22"/>
              </w:rPr>
              <w:t>permanent</w:t>
            </w:r>
          </w:p>
          <w:p w14:paraId="382A2ACF" w14:textId="77777777" w:rsidR="001C0378" w:rsidRPr="001A7B4B" w:rsidRDefault="001C0378" w:rsidP="002C017C">
            <w:pPr>
              <w:pStyle w:val="Normalheadingblue"/>
              <w:numPr>
                <w:ilvl w:val="0"/>
                <w:numId w:val="136"/>
              </w:numPr>
              <w:rPr>
                <w:rFonts w:cs="Arial"/>
                <w:b w:val="0"/>
                <w:color w:val="auto"/>
                <w:szCs w:val="22"/>
              </w:rPr>
            </w:pPr>
            <w:r w:rsidRPr="001A7B4B">
              <w:rPr>
                <w:rFonts w:cs="Arial"/>
                <w:b w:val="0"/>
                <w:color w:val="auto"/>
                <w:szCs w:val="22"/>
              </w:rPr>
              <w:t>temporary</w:t>
            </w:r>
          </w:p>
          <w:p w14:paraId="44B9144D" w14:textId="77777777" w:rsidR="001C0378" w:rsidRPr="001A7B4B" w:rsidRDefault="001C0378" w:rsidP="002C017C">
            <w:pPr>
              <w:pStyle w:val="Normalheadingblue"/>
              <w:numPr>
                <w:ilvl w:val="0"/>
                <w:numId w:val="136"/>
              </w:numPr>
              <w:rPr>
                <w:rFonts w:cs="Arial"/>
                <w:b w:val="0"/>
                <w:color w:val="auto"/>
                <w:szCs w:val="22"/>
              </w:rPr>
            </w:pPr>
            <w:r w:rsidRPr="001A7B4B">
              <w:rPr>
                <w:rFonts w:cs="Arial"/>
                <w:b w:val="0"/>
                <w:color w:val="auto"/>
                <w:szCs w:val="22"/>
              </w:rPr>
              <w:t>Tutor to use examples of installed systems to demonstrate procedures</w:t>
            </w:r>
          </w:p>
          <w:p w14:paraId="0B4CA44B" w14:textId="77777777" w:rsidR="001C0378" w:rsidRPr="001A7B4B" w:rsidRDefault="001C0378" w:rsidP="002C017C">
            <w:pPr>
              <w:pStyle w:val="Normalheadingblue"/>
              <w:numPr>
                <w:ilvl w:val="0"/>
                <w:numId w:val="136"/>
              </w:numPr>
              <w:rPr>
                <w:rFonts w:cs="Arial"/>
                <w:b w:val="0"/>
                <w:color w:val="auto"/>
                <w:szCs w:val="22"/>
              </w:rPr>
            </w:pPr>
            <w:r w:rsidRPr="001A7B4B">
              <w:rPr>
                <w:rFonts w:cs="Arial"/>
                <w:b w:val="0"/>
                <w:color w:val="auto"/>
                <w:szCs w:val="22"/>
              </w:rPr>
              <w:t>Examine manufacturers literature and guidance and discuss the guidance as a class</w:t>
            </w:r>
          </w:p>
          <w:p w14:paraId="16478E51" w14:textId="77777777" w:rsidR="00331521" w:rsidRPr="001A7B4B" w:rsidRDefault="00331521" w:rsidP="002C017C">
            <w:pPr>
              <w:pStyle w:val="Normalheadingblue"/>
              <w:numPr>
                <w:ilvl w:val="0"/>
                <w:numId w:val="136"/>
              </w:numPr>
              <w:rPr>
                <w:rFonts w:cs="Arial"/>
                <w:b w:val="0"/>
                <w:color w:val="auto"/>
                <w:szCs w:val="22"/>
              </w:rPr>
            </w:pPr>
            <w:r w:rsidRPr="001A7B4B">
              <w:rPr>
                <w:rFonts w:cs="Arial"/>
                <w:b w:val="0"/>
                <w:color w:val="auto"/>
                <w:szCs w:val="22"/>
              </w:rPr>
              <w:lastRenderedPageBreak/>
              <w:t>Examine the previously installed and commissioned systems to create a method statement for the decommissioning process in following sessions</w:t>
            </w:r>
          </w:p>
          <w:p w14:paraId="522B6E53" w14:textId="77777777" w:rsidR="001C0378" w:rsidRPr="001A7B4B" w:rsidRDefault="001C0378" w:rsidP="001C0378">
            <w:pPr>
              <w:pStyle w:val="Normalheadingblue"/>
              <w:rPr>
                <w:rFonts w:cs="Arial"/>
                <w:color w:val="auto"/>
                <w:szCs w:val="22"/>
              </w:rPr>
            </w:pPr>
          </w:p>
          <w:p w14:paraId="67344921" w14:textId="77777777" w:rsidR="001C0378" w:rsidRPr="001A7B4B" w:rsidRDefault="001C0378" w:rsidP="001C0378">
            <w:pPr>
              <w:pStyle w:val="Normalheadingblue"/>
              <w:rPr>
                <w:rFonts w:cs="Arial"/>
                <w:color w:val="auto"/>
                <w:szCs w:val="22"/>
              </w:rPr>
            </w:pPr>
            <w:r w:rsidRPr="001A7B4B">
              <w:rPr>
                <w:rFonts w:cs="Arial"/>
                <w:color w:val="auto"/>
                <w:szCs w:val="22"/>
              </w:rPr>
              <w:t>Knowledge check example:</w:t>
            </w:r>
          </w:p>
          <w:p w14:paraId="5BE6752B" w14:textId="77777777" w:rsidR="001C0378" w:rsidRPr="001A7B4B" w:rsidRDefault="00331521" w:rsidP="002C017C">
            <w:pPr>
              <w:pStyle w:val="Normalheadingblue"/>
              <w:numPr>
                <w:ilvl w:val="0"/>
                <w:numId w:val="137"/>
              </w:numPr>
              <w:rPr>
                <w:rFonts w:cs="Arial"/>
                <w:b w:val="0"/>
                <w:color w:val="auto"/>
                <w:szCs w:val="22"/>
              </w:rPr>
            </w:pPr>
            <w:r w:rsidRPr="001A7B4B">
              <w:rPr>
                <w:rFonts w:cs="Arial"/>
                <w:b w:val="0"/>
                <w:color w:val="auto"/>
                <w:szCs w:val="22"/>
              </w:rPr>
              <w:t>Produce a method statement for decommissioning of the hot and cold water system previously installed and commissioned</w:t>
            </w:r>
          </w:p>
          <w:p w14:paraId="3329C7F7" w14:textId="77777777" w:rsidR="00BF00F6" w:rsidRPr="001A7B4B" w:rsidRDefault="00BF00F6" w:rsidP="00BF00F6">
            <w:pPr>
              <w:pStyle w:val="Normalheadingblue"/>
              <w:ind w:left="720"/>
              <w:rPr>
                <w:rFonts w:cs="Arial"/>
                <w:b w:val="0"/>
                <w:color w:val="auto"/>
                <w:szCs w:val="22"/>
              </w:rPr>
            </w:pPr>
          </w:p>
          <w:p w14:paraId="64E9244C" w14:textId="77777777" w:rsidR="001C0378" w:rsidRPr="001A7B4B" w:rsidRDefault="001C0378" w:rsidP="001C0378">
            <w:pPr>
              <w:pStyle w:val="Normalheadingblue"/>
              <w:rPr>
                <w:rFonts w:cs="Arial"/>
                <w:color w:val="auto"/>
                <w:szCs w:val="22"/>
              </w:rPr>
            </w:pPr>
            <w:r w:rsidRPr="001A7B4B">
              <w:rPr>
                <w:rFonts w:cs="Arial"/>
                <w:color w:val="auto"/>
                <w:szCs w:val="22"/>
              </w:rPr>
              <w:t>Resources:</w:t>
            </w:r>
          </w:p>
          <w:p w14:paraId="5F226215" w14:textId="77777777" w:rsidR="001C0378" w:rsidRPr="001A7B4B" w:rsidRDefault="00BF00F6" w:rsidP="001C0378">
            <w:pPr>
              <w:pStyle w:val="Normalheadingblue"/>
              <w:rPr>
                <w:rFonts w:cs="Arial"/>
                <w:b w:val="0"/>
                <w:color w:val="auto"/>
                <w:szCs w:val="22"/>
              </w:rPr>
            </w:pPr>
            <w:r w:rsidRPr="001A7B4B">
              <w:rPr>
                <w:rFonts w:cs="Arial"/>
                <w:b w:val="0"/>
                <w:color w:val="auto"/>
                <w:szCs w:val="22"/>
              </w:rPr>
              <w:t xml:space="preserve">Examples of installed systems </w:t>
            </w:r>
          </w:p>
          <w:p w14:paraId="45199DBD" w14:textId="77777777" w:rsidR="00BF00F6" w:rsidRPr="001A7B4B" w:rsidRDefault="00BF00F6" w:rsidP="001C0378">
            <w:pPr>
              <w:pStyle w:val="Normalheadingblue"/>
              <w:rPr>
                <w:rFonts w:cs="Arial"/>
                <w:b w:val="0"/>
                <w:color w:val="auto"/>
                <w:szCs w:val="22"/>
              </w:rPr>
            </w:pPr>
            <w:proofErr w:type="spellStart"/>
            <w:r w:rsidRPr="001A7B4B">
              <w:rPr>
                <w:rFonts w:cs="Arial"/>
                <w:b w:val="0"/>
                <w:color w:val="auto"/>
                <w:szCs w:val="22"/>
              </w:rPr>
              <w:t>Manufacturers</w:t>
            </w:r>
            <w:proofErr w:type="spellEnd"/>
            <w:r w:rsidRPr="001A7B4B">
              <w:rPr>
                <w:rFonts w:cs="Arial"/>
                <w:b w:val="0"/>
                <w:color w:val="auto"/>
                <w:szCs w:val="22"/>
              </w:rPr>
              <w:t xml:space="preserve"> instructions</w:t>
            </w:r>
          </w:p>
          <w:p w14:paraId="02C53AE6" w14:textId="77777777" w:rsidR="004B1AC7" w:rsidRPr="001A7B4B" w:rsidRDefault="004B1AC7" w:rsidP="001C0378">
            <w:pPr>
              <w:pStyle w:val="Normalheadingblue"/>
              <w:rPr>
                <w:rFonts w:cs="Arial"/>
                <w:color w:val="auto"/>
                <w:szCs w:val="22"/>
              </w:rPr>
            </w:pPr>
          </w:p>
          <w:p w14:paraId="637137DC" w14:textId="77777777" w:rsidR="004B1AC7" w:rsidRPr="001A7B4B" w:rsidRDefault="004B1AC7" w:rsidP="001C0378">
            <w:pPr>
              <w:pStyle w:val="Normalheadingblue"/>
              <w:rPr>
                <w:rFonts w:cs="Arial"/>
                <w:color w:val="auto"/>
                <w:szCs w:val="22"/>
              </w:rPr>
            </w:pPr>
          </w:p>
          <w:p w14:paraId="0978D682" w14:textId="77777777" w:rsidR="004B1AC7" w:rsidRPr="001A7B4B" w:rsidRDefault="004B1AC7" w:rsidP="001C0378">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7BC9ECB3" w14:textId="77777777" w:rsidR="00DD207A" w:rsidRPr="001A7B4B" w:rsidRDefault="008A57D2">
            <w:r w:rsidRPr="001A7B4B">
              <w:lastRenderedPageBreak/>
              <w:t>Q&amp;A</w:t>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lastRenderedPageBreak/>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t>Produce method statement</w:t>
            </w:r>
            <w:r w:rsidRPr="001A7B4B">
              <w:br/>
              <w:t>English skills (reading, writing, technical vocabulary)</w:t>
            </w:r>
          </w:p>
        </w:tc>
      </w:tr>
      <w:tr w:rsidR="001A7B4B" w:rsidRPr="001A7B4B" w14:paraId="25642C21"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396C4A5A" w14:textId="77777777" w:rsidR="002141A9" w:rsidRDefault="002141A9" w:rsidP="002141A9">
            <w:pPr>
              <w:jc w:val="center"/>
              <w:rPr>
                <w:rFonts w:cs="Arial"/>
                <w:szCs w:val="22"/>
              </w:rPr>
            </w:pPr>
            <w:r>
              <w:rPr>
                <w:rFonts w:cs="Arial"/>
                <w:szCs w:val="22"/>
              </w:rPr>
              <w:lastRenderedPageBreak/>
              <w:t>200</w:t>
            </w:r>
          </w:p>
          <w:p w14:paraId="0A6D3ADC" w14:textId="77777777" w:rsidR="002141A9" w:rsidRDefault="002141A9" w:rsidP="002141A9">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1B77CD6F" w14:textId="77777777" w:rsidR="002141A9" w:rsidRPr="001A7B4B" w:rsidRDefault="002141A9" w:rsidP="002141A9">
            <w:pPr>
              <w:pStyle w:val="Normalheadingblack"/>
              <w:rPr>
                <w:rFonts w:cs="Arial"/>
                <w:lang w:eastAsia="en-GB"/>
              </w:rPr>
            </w:pPr>
            <w:r w:rsidRPr="001A7B4B">
              <w:rPr>
                <w:rFonts w:cs="Arial"/>
                <w:lang w:eastAsia="en-GB"/>
              </w:rPr>
              <w:t>Outcome 1 – Plumbing and heating common knowledge criteria</w:t>
            </w:r>
          </w:p>
          <w:p w14:paraId="5E10E80D" w14:textId="77777777" w:rsidR="002141A9" w:rsidRPr="001A7B4B" w:rsidRDefault="002141A9" w:rsidP="002141A9">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49A31490" w14:textId="77777777" w:rsidR="002141A9" w:rsidRPr="001A7B4B" w:rsidRDefault="002141A9" w:rsidP="002141A9">
            <w:pPr>
              <w:pStyle w:val="Normalheadingblack"/>
              <w:rPr>
                <w:rFonts w:cs="Arial"/>
                <w:b w:val="0"/>
                <w:szCs w:val="22"/>
              </w:rPr>
            </w:pPr>
            <w:r w:rsidRPr="001A7B4B">
              <w:rPr>
                <w:rFonts w:cs="Arial"/>
                <w:b w:val="0"/>
                <w:szCs w:val="22"/>
              </w:rPr>
              <w:t>K1.44 Procedures involved in decommissioning systems</w:t>
            </w:r>
          </w:p>
          <w:p w14:paraId="1058A9FD" w14:textId="77777777" w:rsidR="002141A9" w:rsidRPr="001A7B4B" w:rsidRDefault="002141A9" w:rsidP="002141A9">
            <w:pPr>
              <w:pStyle w:val="Normalheadingblack"/>
              <w:rPr>
                <w:rFonts w:cs="Arial"/>
                <w:b w:val="0"/>
                <w:szCs w:val="22"/>
              </w:rPr>
            </w:pPr>
          </w:p>
          <w:p w14:paraId="347E01F0" w14:textId="77777777" w:rsidR="002141A9" w:rsidRPr="001A7B4B" w:rsidRDefault="002141A9" w:rsidP="002141A9">
            <w:pPr>
              <w:pStyle w:val="Normalheadingblack"/>
              <w:rPr>
                <w:rFonts w:cs="Arial"/>
                <w:b w:val="0"/>
                <w:szCs w:val="22"/>
              </w:rPr>
            </w:pPr>
            <w:r w:rsidRPr="001A7B4B">
              <w:rPr>
                <w:rFonts w:cs="Arial"/>
                <w:b w:val="0"/>
                <w:szCs w:val="22"/>
              </w:rPr>
              <w:t>K1.45 Waste management procedures</w:t>
            </w:r>
          </w:p>
          <w:p w14:paraId="611D2269" w14:textId="77777777" w:rsidR="002141A9" w:rsidRPr="001A7B4B" w:rsidRDefault="002141A9" w:rsidP="002141A9">
            <w:pPr>
              <w:pStyle w:val="Normalheadingblack"/>
              <w:rPr>
                <w:rFonts w:cs="Arial"/>
                <w:b w:val="0"/>
                <w:szCs w:val="22"/>
              </w:rPr>
            </w:pPr>
          </w:p>
          <w:p w14:paraId="35BE0843" w14:textId="77777777" w:rsidR="002141A9" w:rsidRPr="001A7B4B" w:rsidRDefault="002141A9" w:rsidP="002141A9">
            <w:pPr>
              <w:pStyle w:val="Normalheadingblack"/>
              <w:rPr>
                <w:rFonts w:cs="Arial"/>
                <w:b w:val="0"/>
                <w:szCs w:val="22"/>
              </w:rPr>
            </w:pPr>
            <w:r w:rsidRPr="001A7B4B">
              <w:rPr>
                <w:rFonts w:cs="Arial"/>
                <w:b w:val="0"/>
                <w:szCs w:val="22"/>
              </w:rPr>
              <w:lastRenderedPageBreak/>
              <w:t>K1.46 Safe removal of different types of waste from the working area</w:t>
            </w:r>
          </w:p>
          <w:p w14:paraId="564FBE51" w14:textId="77777777" w:rsidR="002141A9" w:rsidRPr="001A7B4B" w:rsidRDefault="002141A9" w:rsidP="002141A9">
            <w:pPr>
              <w:pStyle w:val="Normalheadingblack"/>
              <w:rPr>
                <w:rFonts w:cs="Arial"/>
                <w:b w:val="0"/>
                <w:szCs w:val="22"/>
              </w:rPr>
            </w:pPr>
          </w:p>
          <w:p w14:paraId="4C450A4F" w14:textId="77777777" w:rsidR="002141A9" w:rsidRPr="001A7B4B" w:rsidRDefault="002141A9" w:rsidP="002141A9">
            <w:pPr>
              <w:pStyle w:val="Normalheadingblack"/>
              <w:rPr>
                <w:rFonts w:cs="Arial"/>
                <w:b w:val="0"/>
                <w:szCs w:val="22"/>
              </w:rPr>
            </w:pPr>
            <w:r w:rsidRPr="001A7B4B">
              <w:rPr>
                <w:rFonts w:cs="Arial"/>
                <w:b w:val="0"/>
                <w:szCs w:val="22"/>
              </w:rPr>
              <w:t>K1.47 Documentation required for decommissioning and verification of decommissioning activities</w:t>
            </w:r>
          </w:p>
          <w:p w14:paraId="0FA94D39" w14:textId="77777777" w:rsidR="002141A9" w:rsidRPr="001A7B4B" w:rsidRDefault="002141A9" w:rsidP="002141A9">
            <w:pPr>
              <w:pStyle w:val="Normalheadingblack"/>
              <w:rPr>
                <w:rFonts w:cs="Arial"/>
                <w:b w:val="0"/>
                <w:szCs w:val="22"/>
              </w:rPr>
            </w:pPr>
          </w:p>
          <w:p w14:paraId="6D0432FC" w14:textId="77777777" w:rsidR="002141A9" w:rsidRPr="001A7B4B" w:rsidRDefault="002141A9" w:rsidP="002141A9">
            <w:pPr>
              <w:pStyle w:val="Normalheadingblack"/>
              <w:rPr>
                <w:rFonts w:cs="Arial"/>
                <w:b w:val="0"/>
                <w:szCs w:val="22"/>
              </w:rPr>
            </w:pPr>
            <w:r w:rsidRPr="001A7B4B">
              <w:rPr>
                <w:rFonts w:cs="Arial"/>
                <w:b w:val="0"/>
                <w:szCs w:val="22"/>
              </w:rPr>
              <w:t>K1.48 Requirements for recording, labelling and reporting decommissioned systems</w:t>
            </w:r>
          </w:p>
        </w:tc>
        <w:tc>
          <w:tcPr>
            <w:tcW w:w="5785" w:type="dxa"/>
            <w:tcBorders>
              <w:top w:val="single" w:sz="4" w:space="0" w:color="C6C5C6"/>
              <w:left w:val="single" w:sz="4" w:space="0" w:color="C6C5C6"/>
              <w:bottom w:val="single" w:sz="4" w:space="0" w:color="C6C5C6"/>
              <w:right w:val="single" w:sz="4" w:space="0" w:color="C6C5C6"/>
            </w:tcBorders>
          </w:tcPr>
          <w:p w14:paraId="5524DEFD" w14:textId="77777777" w:rsidR="002141A9" w:rsidRPr="001A7B4B" w:rsidRDefault="002141A9" w:rsidP="002141A9">
            <w:pPr>
              <w:pStyle w:val="Normalheadingblue"/>
              <w:rPr>
                <w:rFonts w:cs="Arial"/>
                <w:color w:val="auto"/>
                <w:szCs w:val="22"/>
              </w:rPr>
            </w:pPr>
            <w:r w:rsidRPr="001A7B4B">
              <w:rPr>
                <w:rFonts w:cs="Arial"/>
                <w:color w:val="auto"/>
                <w:szCs w:val="22"/>
              </w:rPr>
              <w:lastRenderedPageBreak/>
              <w:t>Activity:</w:t>
            </w:r>
          </w:p>
          <w:p w14:paraId="028B6A0E" w14:textId="77777777" w:rsidR="002141A9" w:rsidRPr="001A7B4B" w:rsidRDefault="002141A9" w:rsidP="002141A9">
            <w:pPr>
              <w:pStyle w:val="Normalheadingblue"/>
              <w:rPr>
                <w:rFonts w:cs="Arial"/>
                <w:color w:val="auto"/>
                <w:szCs w:val="22"/>
              </w:rPr>
            </w:pPr>
          </w:p>
          <w:p w14:paraId="39703BE8" w14:textId="77777777" w:rsidR="002141A9" w:rsidRPr="001A7B4B" w:rsidRDefault="002141A9" w:rsidP="002141A9">
            <w:pPr>
              <w:pStyle w:val="Normalheadingblue"/>
              <w:rPr>
                <w:rFonts w:cs="Arial"/>
                <w:color w:val="auto"/>
                <w:szCs w:val="22"/>
              </w:rPr>
            </w:pPr>
            <w:r w:rsidRPr="001A7B4B">
              <w:rPr>
                <w:rFonts w:cs="Arial"/>
                <w:color w:val="auto"/>
                <w:szCs w:val="22"/>
              </w:rPr>
              <w:t>Starter task example:</w:t>
            </w:r>
          </w:p>
          <w:p w14:paraId="21B6FC31" w14:textId="77777777" w:rsidR="002141A9" w:rsidRPr="001A7B4B" w:rsidRDefault="002141A9" w:rsidP="002C017C">
            <w:pPr>
              <w:pStyle w:val="Normalheadingblue"/>
              <w:numPr>
                <w:ilvl w:val="0"/>
                <w:numId w:val="138"/>
              </w:numPr>
              <w:rPr>
                <w:rFonts w:cs="Arial"/>
                <w:b w:val="0"/>
                <w:color w:val="auto"/>
                <w:szCs w:val="22"/>
              </w:rPr>
            </w:pPr>
            <w:r w:rsidRPr="001A7B4B">
              <w:rPr>
                <w:rFonts w:cs="Arial"/>
                <w:b w:val="0"/>
                <w:color w:val="auto"/>
                <w:szCs w:val="22"/>
              </w:rPr>
              <w:t>Recall quiz – Carry out quick quiz using online quiz software based on system layouts</w:t>
            </w:r>
          </w:p>
          <w:p w14:paraId="03F5A42B" w14:textId="77777777" w:rsidR="002141A9" w:rsidRPr="001A7B4B" w:rsidRDefault="002141A9" w:rsidP="002141A9">
            <w:pPr>
              <w:pStyle w:val="Normalheadingblue"/>
              <w:rPr>
                <w:rFonts w:cs="Arial"/>
                <w:color w:val="auto"/>
                <w:szCs w:val="22"/>
              </w:rPr>
            </w:pPr>
            <w:r w:rsidRPr="001A7B4B">
              <w:rPr>
                <w:rFonts w:cs="Arial"/>
                <w:color w:val="auto"/>
                <w:szCs w:val="22"/>
              </w:rPr>
              <w:t>Delivery:</w:t>
            </w:r>
          </w:p>
          <w:p w14:paraId="01A7BA3A" w14:textId="77777777" w:rsidR="002141A9" w:rsidRPr="001A7B4B" w:rsidRDefault="002141A9" w:rsidP="002141A9">
            <w:pPr>
              <w:pStyle w:val="Normalheadingblue"/>
              <w:rPr>
                <w:rFonts w:cs="Arial"/>
                <w:color w:val="auto"/>
                <w:szCs w:val="22"/>
              </w:rPr>
            </w:pPr>
            <w:r w:rsidRPr="001A7B4B">
              <w:rPr>
                <w:rFonts w:cs="Arial"/>
                <w:color w:val="auto"/>
                <w:szCs w:val="22"/>
              </w:rPr>
              <w:t>Decommissioning – Hot and cold water systems</w:t>
            </w:r>
          </w:p>
          <w:p w14:paraId="1A9FE3D1" w14:textId="77777777" w:rsidR="002141A9" w:rsidRPr="001A7B4B" w:rsidRDefault="002141A9" w:rsidP="002C017C">
            <w:pPr>
              <w:pStyle w:val="Normalheadingblue"/>
              <w:numPr>
                <w:ilvl w:val="0"/>
                <w:numId w:val="136"/>
              </w:numPr>
              <w:rPr>
                <w:rFonts w:cs="Arial"/>
                <w:b w:val="0"/>
                <w:color w:val="auto"/>
                <w:szCs w:val="22"/>
              </w:rPr>
            </w:pPr>
            <w:r w:rsidRPr="001A7B4B">
              <w:rPr>
                <w:rFonts w:cs="Arial"/>
                <w:b w:val="0"/>
                <w:color w:val="auto"/>
                <w:szCs w:val="22"/>
              </w:rPr>
              <w:lastRenderedPageBreak/>
              <w:t xml:space="preserve">Tutor to deliver content including: </w:t>
            </w:r>
          </w:p>
          <w:p w14:paraId="02F38ADE" w14:textId="77777777" w:rsidR="002141A9" w:rsidRPr="001A7B4B" w:rsidRDefault="002141A9" w:rsidP="002C017C">
            <w:pPr>
              <w:pStyle w:val="Normalheadingblue"/>
              <w:numPr>
                <w:ilvl w:val="0"/>
                <w:numId w:val="136"/>
              </w:numPr>
              <w:rPr>
                <w:rFonts w:cs="Arial"/>
                <w:b w:val="0"/>
                <w:color w:val="auto"/>
                <w:szCs w:val="22"/>
              </w:rPr>
            </w:pPr>
            <w:r w:rsidRPr="001A7B4B">
              <w:rPr>
                <w:rFonts w:cs="Arial"/>
                <w:b w:val="0"/>
                <w:color w:val="auto"/>
                <w:szCs w:val="22"/>
              </w:rPr>
              <w:t>The decommissioning procedures, and own role and responsibilities</w:t>
            </w:r>
          </w:p>
          <w:p w14:paraId="54231FA1" w14:textId="77777777" w:rsidR="002141A9" w:rsidRPr="001A7B4B" w:rsidRDefault="002141A9" w:rsidP="002C017C">
            <w:pPr>
              <w:pStyle w:val="Normalheadingblue"/>
              <w:numPr>
                <w:ilvl w:val="0"/>
                <w:numId w:val="136"/>
              </w:numPr>
              <w:rPr>
                <w:rFonts w:cs="Arial"/>
                <w:b w:val="0"/>
                <w:color w:val="auto"/>
                <w:szCs w:val="22"/>
              </w:rPr>
            </w:pPr>
            <w:r w:rsidRPr="001A7B4B">
              <w:rPr>
                <w:rFonts w:cs="Arial"/>
                <w:b w:val="0"/>
                <w:color w:val="auto"/>
                <w:szCs w:val="22"/>
              </w:rPr>
              <w:t>Procedures for isolation and decommissioning:</w:t>
            </w:r>
          </w:p>
          <w:p w14:paraId="628155CB" w14:textId="77777777" w:rsidR="002141A9" w:rsidRPr="001A7B4B" w:rsidRDefault="002141A9" w:rsidP="002C017C">
            <w:pPr>
              <w:pStyle w:val="Normalheadingblue"/>
              <w:numPr>
                <w:ilvl w:val="0"/>
                <w:numId w:val="136"/>
              </w:numPr>
              <w:rPr>
                <w:rFonts w:cs="Arial"/>
                <w:b w:val="0"/>
                <w:color w:val="auto"/>
                <w:szCs w:val="22"/>
              </w:rPr>
            </w:pPr>
            <w:r w:rsidRPr="001A7B4B">
              <w:rPr>
                <w:rFonts w:cs="Arial"/>
                <w:b w:val="0"/>
                <w:color w:val="auto"/>
                <w:szCs w:val="22"/>
              </w:rPr>
              <w:t>notify relevant person</w:t>
            </w:r>
          </w:p>
          <w:p w14:paraId="16C52DEE" w14:textId="77777777" w:rsidR="002141A9" w:rsidRPr="001A7B4B" w:rsidRDefault="002141A9" w:rsidP="002C017C">
            <w:pPr>
              <w:pStyle w:val="Normalheadingblue"/>
              <w:numPr>
                <w:ilvl w:val="0"/>
                <w:numId w:val="136"/>
              </w:numPr>
              <w:rPr>
                <w:rFonts w:cs="Arial"/>
                <w:b w:val="0"/>
                <w:color w:val="auto"/>
                <w:szCs w:val="22"/>
              </w:rPr>
            </w:pPr>
            <w:r w:rsidRPr="001A7B4B">
              <w:rPr>
                <w:rFonts w:cs="Arial"/>
                <w:b w:val="0"/>
                <w:color w:val="auto"/>
                <w:szCs w:val="22"/>
              </w:rPr>
              <w:t>isolate fuel/electricity supply to the system as appropriate</w:t>
            </w:r>
          </w:p>
          <w:p w14:paraId="257FCD7E" w14:textId="77777777" w:rsidR="002141A9" w:rsidRPr="001A7B4B" w:rsidRDefault="002141A9" w:rsidP="002C017C">
            <w:pPr>
              <w:pStyle w:val="Normalheadingblue"/>
              <w:numPr>
                <w:ilvl w:val="0"/>
                <w:numId w:val="136"/>
              </w:numPr>
              <w:rPr>
                <w:rFonts w:cs="Arial"/>
                <w:b w:val="0"/>
                <w:color w:val="auto"/>
                <w:szCs w:val="22"/>
              </w:rPr>
            </w:pPr>
            <w:r w:rsidRPr="001A7B4B">
              <w:rPr>
                <w:rFonts w:cs="Arial"/>
                <w:b w:val="0"/>
                <w:color w:val="auto"/>
                <w:szCs w:val="22"/>
              </w:rPr>
              <w:t>isolate water supply</w:t>
            </w:r>
          </w:p>
          <w:p w14:paraId="32FB1FEF" w14:textId="77777777" w:rsidR="002141A9" w:rsidRPr="001A7B4B" w:rsidRDefault="002141A9" w:rsidP="002C017C">
            <w:pPr>
              <w:pStyle w:val="Normalheadingblue"/>
              <w:numPr>
                <w:ilvl w:val="0"/>
                <w:numId w:val="136"/>
              </w:numPr>
              <w:rPr>
                <w:rFonts w:cs="Arial"/>
                <w:b w:val="0"/>
                <w:color w:val="auto"/>
                <w:szCs w:val="22"/>
              </w:rPr>
            </w:pPr>
            <w:r w:rsidRPr="001A7B4B">
              <w:rPr>
                <w:rFonts w:cs="Arial"/>
                <w:b w:val="0"/>
                <w:color w:val="auto"/>
                <w:szCs w:val="22"/>
              </w:rPr>
              <w:t>apply warning notices and signs</w:t>
            </w:r>
          </w:p>
          <w:p w14:paraId="6704E066" w14:textId="77777777" w:rsidR="002141A9" w:rsidRPr="001A7B4B" w:rsidRDefault="002141A9" w:rsidP="002C017C">
            <w:pPr>
              <w:pStyle w:val="Normalheadingblue"/>
              <w:numPr>
                <w:ilvl w:val="0"/>
                <w:numId w:val="136"/>
              </w:numPr>
              <w:rPr>
                <w:rFonts w:cs="Arial"/>
                <w:b w:val="0"/>
                <w:color w:val="auto"/>
                <w:szCs w:val="22"/>
              </w:rPr>
            </w:pPr>
            <w:r w:rsidRPr="001A7B4B">
              <w:rPr>
                <w:rFonts w:cs="Arial"/>
                <w:b w:val="0"/>
                <w:color w:val="auto"/>
                <w:szCs w:val="22"/>
              </w:rPr>
              <w:t>drain system to a suitable location</w:t>
            </w:r>
          </w:p>
          <w:p w14:paraId="41219B52" w14:textId="77777777" w:rsidR="002141A9" w:rsidRPr="001A7B4B" w:rsidRDefault="002141A9" w:rsidP="002C017C">
            <w:pPr>
              <w:pStyle w:val="Normalheadingblue"/>
              <w:numPr>
                <w:ilvl w:val="0"/>
                <w:numId w:val="136"/>
              </w:numPr>
              <w:rPr>
                <w:rFonts w:cs="Arial"/>
                <w:b w:val="0"/>
                <w:color w:val="auto"/>
                <w:szCs w:val="22"/>
              </w:rPr>
            </w:pPr>
            <w:r w:rsidRPr="001A7B4B">
              <w:rPr>
                <w:rFonts w:cs="Arial"/>
                <w:b w:val="0"/>
                <w:color w:val="auto"/>
                <w:szCs w:val="22"/>
              </w:rPr>
              <w:t>continuity bonding as required</w:t>
            </w:r>
          </w:p>
          <w:p w14:paraId="415072B4" w14:textId="77777777" w:rsidR="002141A9" w:rsidRPr="001A7B4B" w:rsidRDefault="002141A9" w:rsidP="002C017C">
            <w:pPr>
              <w:pStyle w:val="Normalheadingblue"/>
              <w:numPr>
                <w:ilvl w:val="0"/>
                <w:numId w:val="136"/>
              </w:numPr>
              <w:rPr>
                <w:rFonts w:cs="Arial"/>
                <w:b w:val="0"/>
                <w:color w:val="auto"/>
                <w:szCs w:val="22"/>
              </w:rPr>
            </w:pPr>
            <w:r w:rsidRPr="001A7B4B">
              <w:rPr>
                <w:rFonts w:cs="Arial"/>
                <w:b w:val="0"/>
                <w:color w:val="auto"/>
                <w:szCs w:val="22"/>
              </w:rPr>
              <w:t>temporary capping of pipework sections as required</w:t>
            </w:r>
          </w:p>
          <w:p w14:paraId="464D3C08" w14:textId="77777777" w:rsidR="002141A9" w:rsidRPr="001A7B4B" w:rsidRDefault="002141A9" w:rsidP="002C017C">
            <w:pPr>
              <w:pStyle w:val="Normalheadingblue"/>
              <w:numPr>
                <w:ilvl w:val="0"/>
                <w:numId w:val="136"/>
              </w:numPr>
              <w:rPr>
                <w:rFonts w:cs="Arial"/>
                <w:b w:val="0"/>
                <w:color w:val="auto"/>
                <w:szCs w:val="22"/>
              </w:rPr>
            </w:pPr>
            <w:r w:rsidRPr="001A7B4B">
              <w:rPr>
                <w:rFonts w:cs="Arial"/>
                <w:b w:val="0"/>
                <w:color w:val="auto"/>
                <w:szCs w:val="22"/>
              </w:rPr>
              <w:t>notify building users</w:t>
            </w:r>
          </w:p>
          <w:p w14:paraId="1C04D42D" w14:textId="77777777" w:rsidR="002141A9" w:rsidRPr="001A7B4B" w:rsidRDefault="002141A9" w:rsidP="002C017C">
            <w:pPr>
              <w:pStyle w:val="Normalheadingblue"/>
              <w:numPr>
                <w:ilvl w:val="0"/>
                <w:numId w:val="136"/>
              </w:numPr>
              <w:rPr>
                <w:rFonts w:cs="Arial"/>
                <w:b w:val="0"/>
                <w:color w:val="auto"/>
                <w:szCs w:val="22"/>
              </w:rPr>
            </w:pPr>
            <w:r w:rsidRPr="001A7B4B">
              <w:rPr>
                <w:rFonts w:cs="Arial"/>
                <w:b w:val="0"/>
                <w:color w:val="auto"/>
                <w:szCs w:val="22"/>
              </w:rPr>
              <w:t xml:space="preserve">alternative supplies as required. </w:t>
            </w:r>
          </w:p>
          <w:p w14:paraId="004C90F4" w14:textId="77777777" w:rsidR="002141A9" w:rsidRPr="001A7B4B" w:rsidRDefault="002141A9" w:rsidP="002C017C">
            <w:pPr>
              <w:pStyle w:val="Normalheadingblue"/>
              <w:numPr>
                <w:ilvl w:val="0"/>
                <w:numId w:val="136"/>
              </w:numPr>
              <w:rPr>
                <w:rFonts w:cs="Arial"/>
                <w:b w:val="0"/>
                <w:color w:val="auto"/>
                <w:szCs w:val="22"/>
              </w:rPr>
            </w:pPr>
            <w:r w:rsidRPr="001A7B4B">
              <w:rPr>
                <w:rFonts w:cs="Arial"/>
                <w:b w:val="0"/>
                <w:color w:val="auto"/>
                <w:szCs w:val="22"/>
              </w:rPr>
              <w:t>Decommissioning:</w:t>
            </w:r>
          </w:p>
          <w:p w14:paraId="14618283" w14:textId="77777777" w:rsidR="002141A9" w:rsidRPr="001A7B4B" w:rsidRDefault="002141A9" w:rsidP="002C017C">
            <w:pPr>
              <w:pStyle w:val="Normalheadingblue"/>
              <w:numPr>
                <w:ilvl w:val="0"/>
                <w:numId w:val="136"/>
              </w:numPr>
              <w:rPr>
                <w:rFonts w:cs="Arial"/>
                <w:b w:val="0"/>
                <w:color w:val="auto"/>
                <w:szCs w:val="22"/>
              </w:rPr>
            </w:pPr>
            <w:r w:rsidRPr="001A7B4B">
              <w:rPr>
                <w:rFonts w:cs="Arial"/>
                <w:b w:val="0"/>
                <w:color w:val="auto"/>
                <w:szCs w:val="22"/>
              </w:rPr>
              <w:t>permanent</w:t>
            </w:r>
          </w:p>
          <w:p w14:paraId="7BD892F6" w14:textId="77777777" w:rsidR="002141A9" w:rsidRPr="001A7B4B" w:rsidRDefault="002141A9" w:rsidP="002C017C">
            <w:pPr>
              <w:pStyle w:val="Normalheadingblue"/>
              <w:numPr>
                <w:ilvl w:val="0"/>
                <w:numId w:val="136"/>
              </w:numPr>
              <w:rPr>
                <w:rFonts w:cs="Arial"/>
                <w:b w:val="0"/>
                <w:color w:val="auto"/>
                <w:szCs w:val="22"/>
              </w:rPr>
            </w:pPr>
            <w:r w:rsidRPr="001A7B4B">
              <w:rPr>
                <w:rFonts w:cs="Arial"/>
                <w:b w:val="0"/>
                <w:color w:val="auto"/>
                <w:szCs w:val="22"/>
              </w:rPr>
              <w:t>temporary</w:t>
            </w:r>
          </w:p>
          <w:p w14:paraId="3E8AD87E" w14:textId="77777777" w:rsidR="002141A9" w:rsidRPr="001A7B4B" w:rsidRDefault="002141A9" w:rsidP="002C017C">
            <w:pPr>
              <w:pStyle w:val="Normalheadingblue"/>
              <w:numPr>
                <w:ilvl w:val="0"/>
                <w:numId w:val="136"/>
              </w:numPr>
              <w:rPr>
                <w:rFonts w:cs="Arial"/>
                <w:b w:val="0"/>
                <w:color w:val="auto"/>
                <w:szCs w:val="22"/>
              </w:rPr>
            </w:pPr>
            <w:r w:rsidRPr="001A7B4B">
              <w:rPr>
                <w:rFonts w:cs="Arial"/>
                <w:b w:val="0"/>
                <w:color w:val="auto"/>
                <w:szCs w:val="22"/>
              </w:rPr>
              <w:t>Tutor to use examples of installed systems to demonstrate procedures</w:t>
            </w:r>
          </w:p>
          <w:p w14:paraId="6FA01FD4" w14:textId="77777777" w:rsidR="002141A9" w:rsidRPr="001A7B4B" w:rsidRDefault="002141A9" w:rsidP="002C017C">
            <w:pPr>
              <w:pStyle w:val="Normalheadingblue"/>
              <w:numPr>
                <w:ilvl w:val="0"/>
                <w:numId w:val="136"/>
              </w:numPr>
              <w:rPr>
                <w:rFonts w:cs="Arial"/>
                <w:b w:val="0"/>
                <w:color w:val="auto"/>
                <w:szCs w:val="22"/>
              </w:rPr>
            </w:pPr>
            <w:r w:rsidRPr="001A7B4B">
              <w:rPr>
                <w:rFonts w:cs="Arial"/>
                <w:b w:val="0"/>
                <w:color w:val="auto"/>
                <w:szCs w:val="22"/>
              </w:rPr>
              <w:t>Examine manufacturers literature and guidance and discuss the guidance as a class</w:t>
            </w:r>
          </w:p>
          <w:p w14:paraId="6CF201D9" w14:textId="77777777" w:rsidR="002141A9" w:rsidRPr="001A7B4B" w:rsidRDefault="002141A9" w:rsidP="002C017C">
            <w:pPr>
              <w:pStyle w:val="Normalheadingblue"/>
              <w:numPr>
                <w:ilvl w:val="0"/>
                <w:numId w:val="136"/>
              </w:numPr>
              <w:rPr>
                <w:rFonts w:cs="Arial"/>
                <w:b w:val="0"/>
                <w:color w:val="auto"/>
                <w:szCs w:val="22"/>
              </w:rPr>
            </w:pPr>
            <w:r w:rsidRPr="001A7B4B">
              <w:rPr>
                <w:rFonts w:cs="Arial"/>
                <w:b w:val="0"/>
                <w:color w:val="auto"/>
                <w:szCs w:val="22"/>
              </w:rPr>
              <w:lastRenderedPageBreak/>
              <w:t>Examine the previously installed and commissioned systems to create a method statement for the decommissioning process in following sessions</w:t>
            </w:r>
          </w:p>
          <w:p w14:paraId="1B3DC929" w14:textId="77777777" w:rsidR="002141A9" w:rsidRPr="001A7B4B" w:rsidRDefault="002141A9" w:rsidP="002141A9">
            <w:pPr>
              <w:pStyle w:val="Normalheadingblue"/>
              <w:rPr>
                <w:rFonts w:cs="Arial"/>
                <w:color w:val="auto"/>
                <w:szCs w:val="22"/>
              </w:rPr>
            </w:pPr>
          </w:p>
          <w:p w14:paraId="2C5AEFF4" w14:textId="77777777" w:rsidR="002141A9" w:rsidRPr="001A7B4B" w:rsidRDefault="002141A9" w:rsidP="002141A9">
            <w:pPr>
              <w:pStyle w:val="Normalheadingblue"/>
              <w:rPr>
                <w:rFonts w:cs="Arial"/>
                <w:color w:val="auto"/>
                <w:szCs w:val="22"/>
              </w:rPr>
            </w:pPr>
            <w:r w:rsidRPr="001A7B4B">
              <w:rPr>
                <w:rFonts w:cs="Arial"/>
                <w:color w:val="auto"/>
                <w:szCs w:val="22"/>
              </w:rPr>
              <w:t>Knowledge check example:</w:t>
            </w:r>
          </w:p>
          <w:p w14:paraId="37B4371D" w14:textId="77777777" w:rsidR="002141A9" w:rsidRPr="001A7B4B" w:rsidRDefault="002141A9" w:rsidP="002C017C">
            <w:pPr>
              <w:pStyle w:val="Normalheadingblue"/>
              <w:numPr>
                <w:ilvl w:val="0"/>
                <w:numId w:val="137"/>
              </w:numPr>
              <w:rPr>
                <w:rFonts w:cs="Arial"/>
                <w:b w:val="0"/>
                <w:color w:val="auto"/>
                <w:szCs w:val="22"/>
              </w:rPr>
            </w:pPr>
            <w:r w:rsidRPr="001A7B4B">
              <w:rPr>
                <w:rFonts w:cs="Arial"/>
                <w:b w:val="0"/>
                <w:color w:val="auto"/>
                <w:szCs w:val="22"/>
              </w:rPr>
              <w:t>Produce a method statement for decommissioning of the hot and cold water system previously installed and commissioned</w:t>
            </w:r>
          </w:p>
          <w:p w14:paraId="17B3145A" w14:textId="77777777" w:rsidR="002141A9" w:rsidRPr="001A7B4B" w:rsidRDefault="002141A9" w:rsidP="002141A9">
            <w:pPr>
              <w:pStyle w:val="Normalheadingblue"/>
              <w:ind w:left="720"/>
              <w:rPr>
                <w:rFonts w:cs="Arial"/>
                <w:b w:val="0"/>
                <w:color w:val="auto"/>
                <w:szCs w:val="22"/>
              </w:rPr>
            </w:pPr>
          </w:p>
          <w:p w14:paraId="4C2078BE" w14:textId="77777777" w:rsidR="002141A9" w:rsidRPr="001A7B4B" w:rsidRDefault="002141A9" w:rsidP="002141A9">
            <w:pPr>
              <w:pStyle w:val="Normalheadingblue"/>
              <w:rPr>
                <w:rFonts w:cs="Arial"/>
                <w:color w:val="auto"/>
                <w:szCs w:val="22"/>
              </w:rPr>
            </w:pPr>
            <w:r w:rsidRPr="001A7B4B">
              <w:rPr>
                <w:rFonts w:cs="Arial"/>
                <w:color w:val="auto"/>
                <w:szCs w:val="22"/>
              </w:rPr>
              <w:t>Resources:</w:t>
            </w:r>
          </w:p>
          <w:p w14:paraId="14C4E5C5" w14:textId="77777777" w:rsidR="002141A9" w:rsidRPr="001A7B4B" w:rsidRDefault="002141A9" w:rsidP="002141A9">
            <w:pPr>
              <w:pStyle w:val="Normalheadingblue"/>
              <w:rPr>
                <w:rFonts w:cs="Arial"/>
                <w:b w:val="0"/>
                <w:color w:val="auto"/>
                <w:szCs w:val="22"/>
              </w:rPr>
            </w:pPr>
            <w:r w:rsidRPr="001A7B4B">
              <w:rPr>
                <w:rFonts w:cs="Arial"/>
                <w:b w:val="0"/>
                <w:color w:val="auto"/>
                <w:szCs w:val="22"/>
              </w:rPr>
              <w:t xml:space="preserve">Examples of installed systems </w:t>
            </w:r>
          </w:p>
          <w:p w14:paraId="60AF7AC0" w14:textId="77777777" w:rsidR="002141A9" w:rsidRPr="001A7B4B" w:rsidRDefault="002141A9" w:rsidP="002141A9">
            <w:pPr>
              <w:pStyle w:val="Normalheadingblue"/>
              <w:rPr>
                <w:rFonts w:cs="Arial"/>
                <w:color w:val="auto"/>
                <w:szCs w:val="22"/>
              </w:rPr>
            </w:pPr>
            <w:proofErr w:type="spellStart"/>
            <w:r w:rsidRPr="001A7B4B">
              <w:rPr>
                <w:rFonts w:cs="Arial"/>
                <w:b w:val="0"/>
                <w:color w:val="auto"/>
                <w:szCs w:val="22"/>
              </w:rPr>
              <w:t>Manufacturers</w:t>
            </w:r>
            <w:proofErr w:type="spellEnd"/>
            <w:r w:rsidRPr="001A7B4B">
              <w:rPr>
                <w:rFonts w:cs="Arial"/>
                <w:b w:val="0"/>
                <w:color w:val="auto"/>
                <w:szCs w:val="22"/>
              </w:rPr>
              <w:t xml:space="preserve"> instructions</w:t>
            </w:r>
          </w:p>
        </w:tc>
        <w:tc>
          <w:tcPr>
            <w:tcW w:w="2246" w:type="dxa"/>
            <w:tcBorders>
              <w:top w:val="single" w:sz="4" w:space="0" w:color="C6C5C6"/>
              <w:left w:val="single" w:sz="4" w:space="0" w:color="C6C5C6"/>
              <w:bottom w:val="single" w:sz="4" w:space="0" w:color="C6C5C6"/>
              <w:right w:val="single" w:sz="4" w:space="0" w:color="C6C5C6"/>
            </w:tcBorders>
          </w:tcPr>
          <w:p w14:paraId="4704FCD4" w14:textId="77777777" w:rsidR="00DD207A" w:rsidRPr="001A7B4B" w:rsidRDefault="008A57D2">
            <w:r w:rsidRPr="001A7B4B">
              <w:lastRenderedPageBreak/>
              <w:t>Quick quiz</w:t>
            </w:r>
            <w:r w:rsidRPr="001A7B4B">
              <w:br/>
            </w:r>
            <w:r w:rsidRPr="001A7B4B">
              <w:br/>
            </w:r>
            <w:r w:rsidRPr="001A7B4B">
              <w:br/>
            </w:r>
            <w:r w:rsidRPr="001A7B4B">
              <w:br/>
            </w:r>
            <w:r w:rsidRPr="001A7B4B">
              <w:br/>
            </w:r>
            <w:r w:rsidRPr="001A7B4B">
              <w:br/>
            </w:r>
            <w:r w:rsidRPr="001A7B4B">
              <w:br/>
            </w:r>
            <w:r w:rsidRPr="001A7B4B">
              <w:br/>
            </w:r>
            <w:r w:rsidRPr="001A7B4B">
              <w:br/>
            </w:r>
            <w:r w:rsidRPr="001A7B4B">
              <w:lastRenderedPageBreak/>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t>Produce method statement</w:t>
            </w:r>
            <w:r w:rsidRPr="001A7B4B">
              <w:br/>
              <w:t>English skills (reading, writing, technical vocabulary)</w:t>
            </w:r>
          </w:p>
        </w:tc>
      </w:tr>
      <w:tr w:rsidR="001A7B4B" w:rsidRPr="001A7B4B" w14:paraId="6EF8245A"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0EFDC309" w14:textId="77777777" w:rsidR="002141A9" w:rsidRDefault="002141A9" w:rsidP="002141A9">
            <w:pPr>
              <w:jc w:val="center"/>
              <w:rPr>
                <w:rFonts w:cs="Arial"/>
                <w:szCs w:val="22"/>
              </w:rPr>
            </w:pPr>
            <w:r>
              <w:rPr>
                <w:rFonts w:cs="Arial"/>
                <w:szCs w:val="22"/>
              </w:rPr>
              <w:lastRenderedPageBreak/>
              <w:t>201</w:t>
            </w:r>
          </w:p>
          <w:p w14:paraId="382FE9F7" w14:textId="77777777" w:rsidR="002141A9" w:rsidRDefault="002141A9" w:rsidP="002141A9">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212F7D54" w14:textId="77777777" w:rsidR="002141A9" w:rsidRPr="001A7B4B" w:rsidRDefault="002141A9" w:rsidP="002141A9">
            <w:pPr>
              <w:pStyle w:val="Normalheadingblack"/>
              <w:rPr>
                <w:rFonts w:cs="Arial"/>
                <w:lang w:eastAsia="en-GB"/>
              </w:rPr>
            </w:pPr>
            <w:r w:rsidRPr="001A7B4B">
              <w:rPr>
                <w:rFonts w:cs="Arial"/>
                <w:lang w:eastAsia="en-GB"/>
              </w:rPr>
              <w:t>Outcome 1 – Plumbing and heating common knowledge criteria</w:t>
            </w:r>
          </w:p>
          <w:p w14:paraId="35E7B5C4" w14:textId="77777777" w:rsidR="002141A9" w:rsidRPr="001A7B4B" w:rsidRDefault="002141A9" w:rsidP="002141A9">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1534E72A" w14:textId="77777777" w:rsidR="002141A9" w:rsidRPr="001A7B4B" w:rsidRDefault="002141A9" w:rsidP="002141A9">
            <w:pPr>
              <w:pStyle w:val="Normalheadingblack"/>
              <w:rPr>
                <w:rFonts w:cs="Arial"/>
                <w:b w:val="0"/>
                <w:szCs w:val="22"/>
              </w:rPr>
            </w:pPr>
            <w:r w:rsidRPr="001A7B4B">
              <w:rPr>
                <w:rFonts w:cs="Arial"/>
                <w:b w:val="0"/>
                <w:szCs w:val="22"/>
              </w:rPr>
              <w:t>K1.44 Procedures involved in decommissioning systems</w:t>
            </w:r>
          </w:p>
          <w:p w14:paraId="2994EA42" w14:textId="77777777" w:rsidR="002141A9" w:rsidRPr="001A7B4B" w:rsidRDefault="002141A9" w:rsidP="002141A9">
            <w:pPr>
              <w:pStyle w:val="Normalheadingblack"/>
              <w:rPr>
                <w:rFonts w:cs="Arial"/>
                <w:b w:val="0"/>
                <w:szCs w:val="22"/>
              </w:rPr>
            </w:pPr>
          </w:p>
          <w:p w14:paraId="50EBC210" w14:textId="77777777" w:rsidR="002141A9" w:rsidRPr="001A7B4B" w:rsidRDefault="002141A9" w:rsidP="002141A9">
            <w:pPr>
              <w:pStyle w:val="Normalheadingblack"/>
              <w:rPr>
                <w:rFonts w:cs="Arial"/>
                <w:b w:val="0"/>
                <w:szCs w:val="22"/>
              </w:rPr>
            </w:pPr>
            <w:r w:rsidRPr="001A7B4B">
              <w:rPr>
                <w:rFonts w:cs="Arial"/>
                <w:b w:val="0"/>
                <w:szCs w:val="22"/>
              </w:rPr>
              <w:t>K1.45 Waste management procedures</w:t>
            </w:r>
          </w:p>
          <w:p w14:paraId="7F80C2B7" w14:textId="77777777" w:rsidR="002141A9" w:rsidRPr="001A7B4B" w:rsidRDefault="002141A9" w:rsidP="002141A9">
            <w:pPr>
              <w:pStyle w:val="Normalheadingblack"/>
              <w:rPr>
                <w:rFonts w:cs="Arial"/>
                <w:b w:val="0"/>
                <w:szCs w:val="22"/>
              </w:rPr>
            </w:pPr>
          </w:p>
          <w:p w14:paraId="09BADDB2" w14:textId="77777777" w:rsidR="002141A9" w:rsidRPr="001A7B4B" w:rsidRDefault="002141A9" w:rsidP="002141A9">
            <w:pPr>
              <w:pStyle w:val="Normalheadingblack"/>
              <w:rPr>
                <w:rFonts w:cs="Arial"/>
                <w:b w:val="0"/>
                <w:szCs w:val="22"/>
              </w:rPr>
            </w:pPr>
            <w:r w:rsidRPr="001A7B4B">
              <w:rPr>
                <w:rFonts w:cs="Arial"/>
                <w:b w:val="0"/>
                <w:szCs w:val="22"/>
              </w:rPr>
              <w:t>K1.46 Safe removal of different types of waste from the working area</w:t>
            </w:r>
          </w:p>
          <w:p w14:paraId="60D7A8D7" w14:textId="77777777" w:rsidR="002141A9" w:rsidRPr="001A7B4B" w:rsidRDefault="002141A9" w:rsidP="002141A9">
            <w:pPr>
              <w:pStyle w:val="Normalheadingblack"/>
              <w:rPr>
                <w:rFonts w:cs="Arial"/>
                <w:b w:val="0"/>
                <w:szCs w:val="22"/>
              </w:rPr>
            </w:pPr>
          </w:p>
          <w:p w14:paraId="4C751C44" w14:textId="77777777" w:rsidR="002141A9" w:rsidRPr="001A7B4B" w:rsidRDefault="002141A9" w:rsidP="002141A9">
            <w:pPr>
              <w:pStyle w:val="Normalheadingblack"/>
              <w:rPr>
                <w:rFonts w:cs="Arial"/>
                <w:b w:val="0"/>
                <w:szCs w:val="22"/>
              </w:rPr>
            </w:pPr>
            <w:r w:rsidRPr="001A7B4B">
              <w:rPr>
                <w:rFonts w:cs="Arial"/>
                <w:b w:val="0"/>
                <w:szCs w:val="22"/>
              </w:rPr>
              <w:lastRenderedPageBreak/>
              <w:t>K1.47 Documentation required for decommissioning and verification of decommissioning activities</w:t>
            </w:r>
          </w:p>
          <w:p w14:paraId="43CA4694" w14:textId="77777777" w:rsidR="002141A9" w:rsidRPr="001A7B4B" w:rsidRDefault="002141A9" w:rsidP="002141A9">
            <w:pPr>
              <w:pStyle w:val="Normalheadingblack"/>
              <w:rPr>
                <w:rFonts w:cs="Arial"/>
                <w:b w:val="0"/>
                <w:szCs w:val="22"/>
              </w:rPr>
            </w:pPr>
          </w:p>
          <w:p w14:paraId="4202687E" w14:textId="77777777" w:rsidR="002141A9" w:rsidRPr="001A7B4B" w:rsidRDefault="002141A9" w:rsidP="002141A9">
            <w:pPr>
              <w:pStyle w:val="Normalheadingblack"/>
              <w:rPr>
                <w:rFonts w:cs="Arial"/>
                <w:b w:val="0"/>
                <w:szCs w:val="22"/>
              </w:rPr>
            </w:pPr>
            <w:r w:rsidRPr="001A7B4B">
              <w:rPr>
                <w:rFonts w:cs="Arial"/>
                <w:b w:val="0"/>
                <w:szCs w:val="22"/>
              </w:rPr>
              <w:t>K1.48 Requirements for recording, labelling and reporting decommissioned systems</w:t>
            </w:r>
          </w:p>
        </w:tc>
        <w:tc>
          <w:tcPr>
            <w:tcW w:w="5785" w:type="dxa"/>
            <w:tcBorders>
              <w:top w:val="single" w:sz="4" w:space="0" w:color="C6C5C6"/>
              <w:left w:val="single" w:sz="4" w:space="0" w:color="C6C5C6"/>
              <w:bottom w:val="single" w:sz="4" w:space="0" w:color="C6C5C6"/>
              <w:right w:val="single" w:sz="4" w:space="0" w:color="C6C5C6"/>
            </w:tcBorders>
          </w:tcPr>
          <w:p w14:paraId="716F839C" w14:textId="77777777" w:rsidR="002141A9" w:rsidRPr="001A7B4B" w:rsidRDefault="002141A9" w:rsidP="002141A9">
            <w:pPr>
              <w:pStyle w:val="Normalheadingblue"/>
              <w:rPr>
                <w:rFonts w:cs="Arial"/>
                <w:color w:val="auto"/>
                <w:szCs w:val="22"/>
              </w:rPr>
            </w:pPr>
            <w:r w:rsidRPr="001A7B4B">
              <w:rPr>
                <w:rFonts w:cs="Arial"/>
                <w:color w:val="auto"/>
                <w:szCs w:val="22"/>
              </w:rPr>
              <w:lastRenderedPageBreak/>
              <w:t>Activity:</w:t>
            </w:r>
          </w:p>
          <w:p w14:paraId="5E18EFB5" w14:textId="77777777" w:rsidR="002141A9" w:rsidRPr="001A7B4B" w:rsidRDefault="002141A9" w:rsidP="002141A9">
            <w:pPr>
              <w:pStyle w:val="Normalheadingblue"/>
              <w:rPr>
                <w:rFonts w:cs="Arial"/>
                <w:color w:val="auto"/>
                <w:szCs w:val="22"/>
              </w:rPr>
            </w:pPr>
          </w:p>
          <w:p w14:paraId="7DB0CC4A" w14:textId="77777777" w:rsidR="002141A9" w:rsidRPr="001A7B4B" w:rsidRDefault="002141A9" w:rsidP="002141A9">
            <w:pPr>
              <w:pStyle w:val="Normalheadingblue"/>
              <w:rPr>
                <w:rFonts w:cs="Arial"/>
                <w:color w:val="auto"/>
                <w:szCs w:val="22"/>
              </w:rPr>
            </w:pPr>
            <w:r w:rsidRPr="001A7B4B">
              <w:rPr>
                <w:rFonts w:cs="Arial"/>
                <w:color w:val="auto"/>
                <w:szCs w:val="22"/>
              </w:rPr>
              <w:t>Starter task example:</w:t>
            </w:r>
          </w:p>
          <w:p w14:paraId="029A3569" w14:textId="77777777" w:rsidR="002141A9" w:rsidRPr="001A7B4B" w:rsidRDefault="00E31B11" w:rsidP="002C017C">
            <w:pPr>
              <w:pStyle w:val="Normalheadingblue"/>
              <w:numPr>
                <w:ilvl w:val="0"/>
                <w:numId w:val="137"/>
              </w:numPr>
              <w:rPr>
                <w:rFonts w:cs="Arial"/>
                <w:b w:val="0"/>
                <w:color w:val="auto"/>
                <w:szCs w:val="22"/>
              </w:rPr>
            </w:pPr>
            <w:r w:rsidRPr="001A7B4B">
              <w:rPr>
                <w:rFonts w:cs="Arial"/>
                <w:b w:val="0"/>
                <w:color w:val="auto"/>
                <w:szCs w:val="22"/>
              </w:rPr>
              <w:t>Long term memory recall task – quick quiz based on sanitation system layout</w:t>
            </w:r>
          </w:p>
          <w:p w14:paraId="70FFC0CD" w14:textId="77777777" w:rsidR="002141A9" w:rsidRPr="001A7B4B" w:rsidRDefault="002141A9" w:rsidP="002141A9">
            <w:pPr>
              <w:pStyle w:val="Normalheadingblue"/>
              <w:rPr>
                <w:rFonts w:cs="Arial"/>
                <w:color w:val="auto"/>
                <w:szCs w:val="22"/>
              </w:rPr>
            </w:pPr>
            <w:r w:rsidRPr="001A7B4B">
              <w:rPr>
                <w:rFonts w:cs="Arial"/>
                <w:color w:val="auto"/>
                <w:szCs w:val="22"/>
              </w:rPr>
              <w:t>Delivery:</w:t>
            </w:r>
          </w:p>
          <w:p w14:paraId="1E947981" w14:textId="77777777" w:rsidR="002141A9" w:rsidRPr="001A7B4B" w:rsidRDefault="002141A9" w:rsidP="002141A9">
            <w:pPr>
              <w:pStyle w:val="Normalheadingblue"/>
              <w:rPr>
                <w:rFonts w:cs="Arial"/>
                <w:color w:val="auto"/>
                <w:szCs w:val="22"/>
              </w:rPr>
            </w:pPr>
            <w:r w:rsidRPr="001A7B4B">
              <w:rPr>
                <w:rFonts w:cs="Arial"/>
                <w:color w:val="auto"/>
                <w:szCs w:val="22"/>
              </w:rPr>
              <w:t>Decommissioning – Drainage, rainwater and sanitation systems</w:t>
            </w:r>
          </w:p>
          <w:p w14:paraId="41060C2D" w14:textId="77777777" w:rsidR="00E31B11" w:rsidRPr="001A7B4B" w:rsidRDefault="00E31B11" w:rsidP="002C017C">
            <w:pPr>
              <w:pStyle w:val="Normalheadingblue"/>
              <w:numPr>
                <w:ilvl w:val="0"/>
                <w:numId w:val="137"/>
              </w:numPr>
              <w:rPr>
                <w:rFonts w:cs="Arial"/>
                <w:b w:val="0"/>
                <w:color w:val="auto"/>
                <w:szCs w:val="22"/>
              </w:rPr>
            </w:pPr>
            <w:r w:rsidRPr="001A7B4B">
              <w:rPr>
                <w:rFonts w:cs="Arial"/>
                <w:b w:val="0"/>
                <w:color w:val="auto"/>
                <w:szCs w:val="22"/>
              </w:rPr>
              <w:t>Tutor to deliver session and discuss procedures for isolation and decommissioning:</w:t>
            </w:r>
          </w:p>
          <w:p w14:paraId="200DEAAC" w14:textId="77777777" w:rsidR="00E31B11" w:rsidRPr="001A7B4B" w:rsidRDefault="00E31B11" w:rsidP="002C017C">
            <w:pPr>
              <w:pStyle w:val="Normalheadingblue"/>
              <w:numPr>
                <w:ilvl w:val="0"/>
                <w:numId w:val="137"/>
              </w:numPr>
              <w:rPr>
                <w:rFonts w:cs="Arial"/>
                <w:b w:val="0"/>
                <w:color w:val="auto"/>
                <w:szCs w:val="22"/>
              </w:rPr>
            </w:pPr>
            <w:r w:rsidRPr="001A7B4B">
              <w:rPr>
                <w:rFonts w:cs="Arial"/>
                <w:b w:val="0"/>
                <w:color w:val="auto"/>
                <w:szCs w:val="22"/>
              </w:rPr>
              <w:lastRenderedPageBreak/>
              <w:t>notify relevant person</w:t>
            </w:r>
          </w:p>
          <w:p w14:paraId="50F09788" w14:textId="77777777" w:rsidR="00E31B11" w:rsidRPr="001A7B4B" w:rsidRDefault="00E31B11" w:rsidP="002C017C">
            <w:pPr>
              <w:pStyle w:val="Normalheadingblue"/>
              <w:numPr>
                <w:ilvl w:val="0"/>
                <w:numId w:val="137"/>
              </w:numPr>
              <w:rPr>
                <w:rFonts w:cs="Arial"/>
                <w:b w:val="0"/>
                <w:color w:val="auto"/>
                <w:szCs w:val="22"/>
              </w:rPr>
            </w:pPr>
            <w:r w:rsidRPr="001A7B4B">
              <w:rPr>
                <w:rFonts w:cs="Arial"/>
                <w:b w:val="0"/>
                <w:color w:val="auto"/>
                <w:szCs w:val="22"/>
              </w:rPr>
              <w:t>appropriately dispose of contents and any additives</w:t>
            </w:r>
          </w:p>
          <w:p w14:paraId="38F22E73" w14:textId="77777777" w:rsidR="00E31B11" w:rsidRPr="001A7B4B" w:rsidRDefault="00E31B11" w:rsidP="002C017C">
            <w:pPr>
              <w:pStyle w:val="Normalheadingblue"/>
              <w:numPr>
                <w:ilvl w:val="0"/>
                <w:numId w:val="137"/>
              </w:numPr>
              <w:rPr>
                <w:rFonts w:cs="Arial"/>
                <w:b w:val="0"/>
                <w:color w:val="auto"/>
                <w:szCs w:val="22"/>
              </w:rPr>
            </w:pPr>
            <w:r w:rsidRPr="001A7B4B">
              <w:rPr>
                <w:rFonts w:cs="Arial"/>
                <w:b w:val="0"/>
                <w:color w:val="auto"/>
                <w:szCs w:val="22"/>
              </w:rPr>
              <w:t>temporary capping of pipework sections as required</w:t>
            </w:r>
          </w:p>
          <w:p w14:paraId="3DECB6C9" w14:textId="77777777" w:rsidR="00E31B11" w:rsidRPr="001A7B4B" w:rsidRDefault="00E31B11" w:rsidP="002C017C">
            <w:pPr>
              <w:pStyle w:val="Normalheadingblue"/>
              <w:numPr>
                <w:ilvl w:val="0"/>
                <w:numId w:val="137"/>
              </w:numPr>
              <w:rPr>
                <w:rFonts w:cs="Arial"/>
                <w:b w:val="0"/>
                <w:color w:val="auto"/>
                <w:szCs w:val="22"/>
              </w:rPr>
            </w:pPr>
            <w:r w:rsidRPr="001A7B4B">
              <w:rPr>
                <w:rFonts w:cs="Arial"/>
                <w:b w:val="0"/>
                <w:color w:val="auto"/>
                <w:szCs w:val="22"/>
              </w:rPr>
              <w:t>notify building users</w:t>
            </w:r>
          </w:p>
          <w:p w14:paraId="3D2D2206" w14:textId="77777777" w:rsidR="00485601" w:rsidRPr="001A7B4B" w:rsidRDefault="00E31B11" w:rsidP="002C017C">
            <w:pPr>
              <w:pStyle w:val="Normalheadingblue"/>
              <w:numPr>
                <w:ilvl w:val="0"/>
                <w:numId w:val="137"/>
              </w:numPr>
              <w:rPr>
                <w:rFonts w:cs="Arial"/>
                <w:b w:val="0"/>
                <w:color w:val="auto"/>
                <w:szCs w:val="22"/>
              </w:rPr>
            </w:pPr>
            <w:r w:rsidRPr="001A7B4B">
              <w:rPr>
                <w:rFonts w:cs="Arial"/>
                <w:b w:val="0"/>
                <w:color w:val="auto"/>
                <w:szCs w:val="22"/>
              </w:rPr>
              <w:t>alternative arrangements as required</w:t>
            </w:r>
          </w:p>
          <w:p w14:paraId="077F1454" w14:textId="7C7658BC" w:rsidR="00E31B11" w:rsidRPr="001A7B4B" w:rsidRDefault="00E31B11" w:rsidP="002C017C">
            <w:pPr>
              <w:pStyle w:val="Normalheadingblue"/>
              <w:numPr>
                <w:ilvl w:val="0"/>
                <w:numId w:val="137"/>
              </w:numPr>
              <w:rPr>
                <w:rFonts w:cs="Arial"/>
                <w:b w:val="0"/>
                <w:color w:val="auto"/>
                <w:szCs w:val="22"/>
              </w:rPr>
            </w:pPr>
            <w:r w:rsidRPr="001A7B4B">
              <w:rPr>
                <w:rFonts w:cs="Arial"/>
                <w:b w:val="0"/>
                <w:color w:val="auto"/>
                <w:szCs w:val="22"/>
              </w:rPr>
              <w:t xml:space="preserve">Tutor to set task – </w:t>
            </w:r>
            <w:r w:rsidR="00F502C8" w:rsidRPr="001A7B4B">
              <w:rPr>
                <w:rFonts w:cs="Arial"/>
                <w:b w:val="0"/>
                <w:color w:val="auto"/>
                <w:szCs w:val="22"/>
              </w:rPr>
              <w:t>students</w:t>
            </w:r>
            <w:r w:rsidRPr="001A7B4B">
              <w:rPr>
                <w:rFonts w:cs="Arial"/>
                <w:b w:val="0"/>
                <w:color w:val="auto"/>
                <w:szCs w:val="22"/>
              </w:rPr>
              <w:t xml:space="preserve"> are to create a list of actions based on the previously installed sanitation systems or a given centre example of a system. </w:t>
            </w:r>
            <w:r w:rsidR="00116A2E" w:rsidRPr="001A7B4B">
              <w:rPr>
                <w:rFonts w:cs="Arial"/>
                <w:b w:val="0"/>
                <w:color w:val="auto"/>
                <w:szCs w:val="22"/>
              </w:rPr>
              <w:t>Students</w:t>
            </w:r>
            <w:r w:rsidRPr="001A7B4B">
              <w:rPr>
                <w:rFonts w:cs="Arial"/>
                <w:b w:val="0"/>
                <w:color w:val="auto"/>
                <w:szCs w:val="22"/>
              </w:rPr>
              <w:t xml:space="preserve"> to list decommissioning actions required for permanent or temporary decommissioning</w:t>
            </w:r>
          </w:p>
          <w:p w14:paraId="313B8D51" w14:textId="77777777" w:rsidR="00E31B11" w:rsidRPr="001A7B4B" w:rsidRDefault="00E31B11" w:rsidP="002C017C">
            <w:pPr>
              <w:pStyle w:val="Normalheadingblue"/>
              <w:numPr>
                <w:ilvl w:val="0"/>
                <w:numId w:val="137"/>
              </w:numPr>
              <w:rPr>
                <w:rFonts w:cs="Arial"/>
                <w:b w:val="0"/>
                <w:color w:val="auto"/>
                <w:szCs w:val="22"/>
              </w:rPr>
            </w:pPr>
            <w:r w:rsidRPr="001A7B4B">
              <w:rPr>
                <w:rFonts w:cs="Arial"/>
                <w:b w:val="0"/>
                <w:color w:val="auto"/>
                <w:szCs w:val="22"/>
              </w:rPr>
              <w:t>Tutor to highlight the importance of waste management including correct disposal of waste contents and disposal of plastic and component parts</w:t>
            </w:r>
          </w:p>
          <w:p w14:paraId="54A93C1C" w14:textId="77777777" w:rsidR="002141A9" w:rsidRPr="001A7B4B" w:rsidRDefault="002141A9" w:rsidP="002141A9">
            <w:pPr>
              <w:pStyle w:val="Normalheadingblue"/>
              <w:rPr>
                <w:rFonts w:cs="Arial"/>
                <w:color w:val="auto"/>
                <w:szCs w:val="22"/>
              </w:rPr>
            </w:pPr>
            <w:r w:rsidRPr="001A7B4B">
              <w:rPr>
                <w:rFonts w:cs="Arial"/>
                <w:color w:val="auto"/>
                <w:szCs w:val="22"/>
              </w:rPr>
              <w:t>Knowledge check example:</w:t>
            </w:r>
          </w:p>
          <w:p w14:paraId="7B73D649" w14:textId="77777777" w:rsidR="002141A9" w:rsidRPr="001A7B4B" w:rsidRDefault="00E31B11" w:rsidP="002C017C">
            <w:pPr>
              <w:pStyle w:val="Normalheadingblue"/>
              <w:numPr>
                <w:ilvl w:val="0"/>
                <w:numId w:val="140"/>
              </w:numPr>
              <w:rPr>
                <w:rFonts w:cs="Arial"/>
                <w:b w:val="0"/>
                <w:color w:val="auto"/>
                <w:szCs w:val="22"/>
              </w:rPr>
            </w:pPr>
            <w:r w:rsidRPr="001A7B4B">
              <w:rPr>
                <w:rFonts w:cs="Arial"/>
                <w:b w:val="0"/>
                <w:color w:val="auto"/>
                <w:szCs w:val="22"/>
              </w:rPr>
              <w:t>Produce method statement including decommissioning and waste management for the decommissioning of above and below ground sanitation systems and rainwater systems</w:t>
            </w:r>
          </w:p>
          <w:p w14:paraId="25F09FBD" w14:textId="77777777" w:rsidR="002141A9" w:rsidRPr="001A7B4B" w:rsidRDefault="002141A9" w:rsidP="002141A9">
            <w:pPr>
              <w:pStyle w:val="Normalheadingblue"/>
              <w:rPr>
                <w:rFonts w:cs="Arial"/>
                <w:color w:val="auto"/>
                <w:szCs w:val="22"/>
              </w:rPr>
            </w:pPr>
            <w:r w:rsidRPr="001A7B4B">
              <w:rPr>
                <w:rFonts w:cs="Arial"/>
                <w:color w:val="auto"/>
                <w:szCs w:val="22"/>
              </w:rPr>
              <w:t>Resources:</w:t>
            </w:r>
          </w:p>
          <w:p w14:paraId="1B2CDAD2" w14:textId="77777777" w:rsidR="00E31B11" w:rsidRPr="001A7B4B" w:rsidRDefault="00E31B11" w:rsidP="002141A9">
            <w:pPr>
              <w:pStyle w:val="Normalheadingblue"/>
              <w:rPr>
                <w:rFonts w:cs="Arial"/>
                <w:b w:val="0"/>
                <w:color w:val="auto"/>
                <w:szCs w:val="22"/>
              </w:rPr>
            </w:pPr>
            <w:r w:rsidRPr="001A7B4B">
              <w:rPr>
                <w:rFonts w:cs="Arial"/>
                <w:b w:val="0"/>
                <w:color w:val="auto"/>
                <w:szCs w:val="22"/>
              </w:rPr>
              <w:t>Flip chart paper</w:t>
            </w:r>
          </w:p>
          <w:p w14:paraId="22D376DE" w14:textId="77777777" w:rsidR="00E31B11" w:rsidRPr="001A7B4B" w:rsidRDefault="00E31B11" w:rsidP="002141A9">
            <w:pPr>
              <w:pStyle w:val="Normalheadingblue"/>
              <w:rPr>
                <w:rFonts w:cs="Arial"/>
                <w:b w:val="0"/>
                <w:color w:val="auto"/>
                <w:szCs w:val="22"/>
              </w:rPr>
            </w:pPr>
            <w:r w:rsidRPr="001A7B4B">
              <w:rPr>
                <w:rFonts w:cs="Arial"/>
                <w:b w:val="0"/>
                <w:color w:val="auto"/>
                <w:szCs w:val="22"/>
              </w:rPr>
              <w:t>Board pens</w:t>
            </w:r>
          </w:p>
          <w:p w14:paraId="2583EE8E" w14:textId="77777777" w:rsidR="00E31B11" w:rsidRPr="001A7B4B" w:rsidRDefault="00E31B11" w:rsidP="002141A9">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51637123" w14:textId="77777777" w:rsidR="00DD207A" w:rsidRPr="001A7B4B" w:rsidRDefault="008A57D2">
            <w:r w:rsidRPr="001A7B4B">
              <w:lastRenderedPageBreak/>
              <w:t>Quick quiz</w:t>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t xml:space="preserve">List actions for </w:t>
            </w:r>
            <w:r w:rsidRPr="001A7B4B">
              <w:lastRenderedPageBreak/>
              <w:t>decommissioning of a given example</w:t>
            </w:r>
            <w:r w:rsidRPr="001A7B4B">
              <w:br/>
            </w:r>
            <w:r w:rsidRPr="001A7B4B">
              <w:br/>
            </w:r>
            <w:r w:rsidRPr="001A7B4B">
              <w:br/>
              <w:t>Produce method statement</w:t>
            </w:r>
            <w:r w:rsidRPr="001A7B4B">
              <w:br/>
              <w:t>English skills (reading, writing, technical vocabulary)</w:t>
            </w:r>
          </w:p>
        </w:tc>
      </w:tr>
      <w:tr w:rsidR="001A7B4B" w:rsidRPr="001A7B4B" w14:paraId="06040CC0"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40978C54" w14:textId="77777777" w:rsidR="008F4AC5" w:rsidRDefault="00B96F02" w:rsidP="00E31B11">
            <w:pPr>
              <w:jc w:val="center"/>
              <w:rPr>
                <w:rFonts w:cs="Arial"/>
                <w:szCs w:val="22"/>
              </w:rPr>
            </w:pPr>
            <w:r>
              <w:rPr>
                <w:rFonts w:cs="Arial"/>
                <w:szCs w:val="22"/>
              </w:rPr>
              <w:lastRenderedPageBreak/>
              <w:t>20</w:t>
            </w:r>
            <w:r w:rsidR="002141A9">
              <w:rPr>
                <w:rFonts w:cs="Arial"/>
                <w:szCs w:val="22"/>
              </w:rPr>
              <w:t>2</w:t>
            </w:r>
            <w:r w:rsidR="00520086">
              <w:rPr>
                <w:rFonts w:cs="Arial"/>
                <w:szCs w:val="22"/>
              </w:rPr>
              <w:t>-20</w:t>
            </w:r>
            <w:r w:rsidR="002141A9">
              <w:rPr>
                <w:rFonts w:cs="Arial"/>
                <w:szCs w:val="22"/>
              </w:rPr>
              <w:t>3</w:t>
            </w:r>
          </w:p>
          <w:p w14:paraId="10EF4145" w14:textId="77777777" w:rsidR="00520086" w:rsidRDefault="00520086" w:rsidP="00E31B11">
            <w:pPr>
              <w:jc w:val="center"/>
              <w:rPr>
                <w:rFonts w:cs="Arial"/>
                <w:szCs w:val="22"/>
              </w:rPr>
            </w:pPr>
            <w:r>
              <w:rPr>
                <w:rFonts w:cs="Arial"/>
                <w:szCs w:val="22"/>
              </w:rPr>
              <w:t>6 hours</w:t>
            </w:r>
          </w:p>
        </w:tc>
        <w:tc>
          <w:tcPr>
            <w:tcW w:w="2199" w:type="dxa"/>
            <w:tcBorders>
              <w:top w:val="single" w:sz="4" w:space="0" w:color="C6C5C6"/>
              <w:left w:val="single" w:sz="4" w:space="0" w:color="C6C5C6"/>
              <w:bottom w:val="single" w:sz="4" w:space="0" w:color="C6C5C6"/>
              <w:right w:val="single" w:sz="4" w:space="0" w:color="C6C5C6"/>
            </w:tcBorders>
          </w:tcPr>
          <w:p w14:paraId="45A7A3DF" w14:textId="77777777" w:rsidR="00F73BA7" w:rsidRPr="001A7B4B" w:rsidRDefault="00F73BA7" w:rsidP="00F73BA7">
            <w:pPr>
              <w:pStyle w:val="Normalheadingblack"/>
              <w:rPr>
                <w:rFonts w:cs="Arial"/>
                <w:lang w:eastAsia="en-GB"/>
              </w:rPr>
            </w:pPr>
            <w:r w:rsidRPr="001A7B4B">
              <w:rPr>
                <w:rFonts w:cs="Arial"/>
                <w:lang w:eastAsia="en-GB"/>
              </w:rPr>
              <w:t>Outcome 2 Install plumbing and heating systems</w:t>
            </w:r>
          </w:p>
          <w:p w14:paraId="4B467781" w14:textId="77777777" w:rsidR="008F4AC5" w:rsidRPr="001A7B4B" w:rsidRDefault="008F4AC5" w:rsidP="00E31B11">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6963735E" w14:textId="77777777" w:rsidR="008F4AC5" w:rsidRPr="001A7B4B" w:rsidRDefault="002141A9" w:rsidP="00E31B11">
            <w:pPr>
              <w:pStyle w:val="Normalheadingblack"/>
              <w:rPr>
                <w:rFonts w:cs="Arial"/>
                <w:b w:val="0"/>
                <w:szCs w:val="22"/>
              </w:rPr>
            </w:pPr>
            <w:r w:rsidRPr="001A7B4B">
              <w:rPr>
                <w:rFonts w:cs="Arial"/>
                <w:b w:val="0"/>
                <w:szCs w:val="22"/>
              </w:rPr>
              <w:t>S5.3 Communicate with user to establish needs when decommissioning plumbing and heating systems</w:t>
            </w:r>
          </w:p>
          <w:p w14:paraId="274DBF62" w14:textId="77777777" w:rsidR="002141A9" w:rsidRPr="001A7B4B" w:rsidRDefault="002141A9" w:rsidP="00E31B11">
            <w:pPr>
              <w:pStyle w:val="Normalheadingblack"/>
              <w:rPr>
                <w:rFonts w:cs="Arial"/>
                <w:b w:val="0"/>
                <w:szCs w:val="22"/>
              </w:rPr>
            </w:pPr>
          </w:p>
          <w:p w14:paraId="6CB3CB18" w14:textId="77777777" w:rsidR="002141A9" w:rsidRPr="001A7B4B" w:rsidRDefault="00F73BA7" w:rsidP="00E31B11">
            <w:pPr>
              <w:pStyle w:val="Normalheadingblack"/>
              <w:rPr>
                <w:rFonts w:cs="Arial"/>
                <w:b w:val="0"/>
                <w:szCs w:val="22"/>
              </w:rPr>
            </w:pPr>
            <w:r w:rsidRPr="001A7B4B">
              <w:rPr>
                <w:rFonts w:cs="Arial"/>
                <w:b w:val="0"/>
                <w:szCs w:val="22"/>
              </w:rPr>
              <w:t xml:space="preserve">S5.1 </w:t>
            </w:r>
            <w:r w:rsidR="002141A9" w:rsidRPr="001A7B4B">
              <w:rPr>
                <w:rFonts w:cs="Arial"/>
                <w:b w:val="0"/>
                <w:szCs w:val="22"/>
              </w:rPr>
              <w:t>Safely isolate valves/services to types of systems</w:t>
            </w:r>
          </w:p>
          <w:p w14:paraId="48835646" w14:textId="77777777" w:rsidR="00F73BA7" w:rsidRPr="001A7B4B" w:rsidRDefault="00F73BA7" w:rsidP="00E31B11">
            <w:pPr>
              <w:pStyle w:val="Normalheadingblack"/>
              <w:rPr>
                <w:rFonts w:cs="Arial"/>
                <w:b w:val="0"/>
                <w:szCs w:val="22"/>
              </w:rPr>
            </w:pPr>
          </w:p>
          <w:p w14:paraId="71918D53" w14:textId="77777777" w:rsidR="00F73BA7" w:rsidRPr="001A7B4B" w:rsidRDefault="00F73BA7" w:rsidP="00E31B11">
            <w:pPr>
              <w:pStyle w:val="Normalheadingblack"/>
              <w:rPr>
                <w:rFonts w:cs="Arial"/>
                <w:b w:val="0"/>
                <w:szCs w:val="22"/>
              </w:rPr>
            </w:pPr>
            <w:r w:rsidRPr="001A7B4B">
              <w:rPr>
                <w:rFonts w:cs="Arial"/>
                <w:b w:val="0"/>
                <w:szCs w:val="22"/>
              </w:rPr>
              <w:t>S5.4 Safely electrically isolate the plumbing and heating system prior to decommissioning</w:t>
            </w:r>
          </w:p>
          <w:p w14:paraId="77E79772" w14:textId="77777777" w:rsidR="00F73BA7" w:rsidRPr="001A7B4B" w:rsidRDefault="00F73BA7" w:rsidP="00E31B11">
            <w:pPr>
              <w:pStyle w:val="Normalheadingblack"/>
              <w:rPr>
                <w:rFonts w:cs="Arial"/>
                <w:b w:val="0"/>
                <w:szCs w:val="22"/>
              </w:rPr>
            </w:pPr>
          </w:p>
          <w:p w14:paraId="0AA9D8A5" w14:textId="77777777" w:rsidR="00F73BA7" w:rsidRPr="001A7B4B" w:rsidRDefault="00F73BA7" w:rsidP="00E31B11">
            <w:pPr>
              <w:pStyle w:val="Normalheadingblack"/>
              <w:rPr>
                <w:rFonts w:cs="Arial"/>
                <w:b w:val="0"/>
                <w:szCs w:val="22"/>
              </w:rPr>
            </w:pPr>
            <w:r w:rsidRPr="001A7B4B">
              <w:rPr>
                <w:rFonts w:cs="Arial"/>
                <w:b w:val="0"/>
                <w:szCs w:val="22"/>
              </w:rPr>
              <w:t>S5.2 Apply control mechanisms from a risk assessment prior to working</w:t>
            </w:r>
          </w:p>
          <w:p w14:paraId="30E8D888" w14:textId="77777777" w:rsidR="00F73BA7" w:rsidRPr="001A7B4B" w:rsidRDefault="00F73BA7" w:rsidP="00E31B11">
            <w:pPr>
              <w:pStyle w:val="Normalheadingblack"/>
              <w:rPr>
                <w:rFonts w:cs="Arial"/>
                <w:b w:val="0"/>
                <w:szCs w:val="22"/>
              </w:rPr>
            </w:pPr>
          </w:p>
          <w:p w14:paraId="6FC7A1C9" w14:textId="77777777" w:rsidR="00F73BA7" w:rsidRPr="001A7B4B" w:rsidRDefault="00F73BA7" w:rsidP="00E31B11">
            <w:pPr>
              <w:pStyle w:val="Normalheadingblack"/>
              <w:rPr>
                <w:rFonts w:cs="Arial"/>
                <w:b w:val="0"/>
                <w:szCs w:val="22"/>
              </w:rPr>
            </w:pPr>
            <w:r w:rsidRPr="001A7B4B">
              <w:rPr>
                <w:rFonts w:cs="Arial"/>
                <w:b w:val="0"/>
                <w:szCs w:val="22"/>
              </w:rPr>
              <w:t>S5.10 Safe disposal of waste products when decommissioning heating systems</w:t>
            </w:r>
          </w:p>
          <w:p w14:paraId="589687B1" w14:textId="77777777" w:rsidR="00F73BA7" w:rsidRPr="001A7B4B" w:rsidRDefault="00F73BA7" w:rsidP="00E31B11">
            <w:pPr>
              <w:pStyle w:val="Normalheadingblack"/>
              <w:rPr>
                <w:rFonts w:cs="Arial"/>
                <w:b w:val="0"/>
                <w:szCs w:val="22"/>
              </w:rPr>
            </w:pPr>
          </w:p>
          <w:p w14:paraId="21E06BE4" w14:textId="77777777" w:rsidR="00F73BA7" w:rsidRPr="001A7B4B" w:rsidRDefault="00F73BA7" w:rsidP="00E31B11">
            <w:pPr>
              <w:pStyle w:val="Normalheadingblack"/>
              <w:rPr>
                <w:rFonts w:cs="Arial"/>
                <w:b w:val="0"/>
                <w:szCs w:val="22"/>
              </w:rPr>
            </w:pPr>
            <w:r w:rsidRPr="001A7B4B">
              <w:rPr>
                <w:rFonts w:cs="Arial"/>
                <w:b w:val="0"/>
                <w:szCs w:val="22"/>
              </w:rPr>
              <w:lastRenderedPageBreak/>
              <w:t>S5.5 Handle materials to protect their integrity and safety</w:t>
            </w:r>
          </w:p>
          <w:p w14:paraId="3997D475" w14:textId="77777777" w:rsidR="00F73BA7" w:rsidRPr="001A7B4B" w:rsidRDefault="00F73BA7" w:rsidP="00E31B11">
            <w:pPr>
              <w:pStyle w:val="Normalheadingblack"/>
              <w:rPr>
                <w:rFonts w:cs="Arial"/>
                <w:b w:val="0"/>
                <w:szCs w:val="22"/>
              </w:rPr>
            </w:pPr>
          </w:p>
          <w:p w14:paraId="10BE630D" w14:textId="77777777" w:rsidR="00F73BA7" w:rsidRPr="001A7B4B" w:rsidRDefault="00F73BA7" w:rsidP="00E31B11">
            <w:pPr>
              <w:pStyle w:val="Normalheadingblack"/>
              <w:rPr>
                <w:rFonts w:cs="Arial"/>
                <w:b w:val="0"/>
                <w:szCs w:val="22"/>
              </w:rPr>
            </w:pPr>
            <w:r w:rsidRPr="001A7B4B">
              <w:rPr>
                <w:rFonts w:cs="Arial"/>
                <w:b w:val="0"/>
                <w:szCs w:val="22"/>
              </w:rPr>
              <w:t>S5.6 Extract components and equipment from plumbing and heating systems</w:t>
            </w:r>
          </w:p>
          <w:p w14:paraId="72EA9554" w14:textId="77777777" w:rsidR="00F73BA7" w:rsidRPr="001A7B4B" w:rsidRDefault="00F73BA7" w:rsidP="00E31B11">
            <w:pPr>
              <w:pStyle w:val="Normalheadingblack"/>
              <w:rPr>
                <w:rFonts w:cs="Arial"/>
                <w:b w:val="0"/>
                <w:szCs w:val="22"/>
              </w:rPr>
            </w:pPr>
          </w:p>
          <w:p w14:paraId="2C6FACC8" w14:textId="77777777" w:rsidR="00F73BA7" w:rsidRPr="001A7B4B" w:rsidRDefault="00F73BA7" w:rsidP="00E31B11">
            <w:pPr>
              <w:pStyle w:val="Normalheadingblack"/>
              <w:rPr>
                <w:rFonts w:cs="Arial"/>
                <w:b w:val="0"/>
                <w:szCs w:val="22"/>
              </w:rPr>
            </w:pPr>
            <w:r w:rsidRPr="001A7B4B">
              <w:rPr>
                <w:rFonts w:cs="Arial"/>
                <w:b w:val="0"/>
                <w:szCs w:val="22"/>
              </w:rPr>
              <w:t>S5.8 Reinstate appropriate service post-decommissioning</w:t>
            </w:r>
          </w:p>
          <w:p w14:paraId="53443279" w14:textId="77777777" w:rsidR="00F73BA7" w:rsidRPr="001A7B4B" w:rsidRDefault="00F73BA7" w:rsidP="00E31B11">
            <w:pPr>
              <w:pStyle w:val="Normalheadingblack"/>
              <w:rPr>
                <w:rFonts w:cs="Arial"/>
                <w:b w:val="0"/>
                <w:szCs w:val="22"/>
              </w:rPr>
            </w:pPr>
          </w:p>
          <w:p w14:paraId="7A51202C" w14:textId="77777777" w:rsidR="00F73BA7" w:rsidRPr="001A7B4B" w:rsidRDefault="00F73BA7" w:rsidP="00E31B11">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154C3E7C" w14:textId="77777777" w:rsidR="008F4AC5" w:rsidRPr="001A7B4B" w:rsidRDefault="008F4AC5" w:rsidP="00E31B11">
            <w:pPr>
              <w:pStyle w:val="Normalheadingblue"/>
              <w:rPr>
                <w:rFonts w:cs="Arial"/>
                <w:color w:val="auto"/>
                <w:szCs w:val="22"/>
              </w:rPr>
            </w:pPr>
            <w:r w:rsidRPr="001A7B4B">
              <w:rPr>
                <w:rFonts w:cs="Arial"/>
                <w:color w:val="auto"/>
                <w:szCs w:val="22"/>
              </w:rPr>
              <w:lastRenderedPageBreak/>
              <w:t>Activity:</w:t>
            </w:r>
          </w:p>
          <w:p w14:paraId="2905D053" w14:textId="77777777" w:rsidR="008F4AC5" w:rsidRPr="001A7B4B" w:rsidRDefault="008F4AC5" w:rsidP="00E31B11">
            <w:pPr>
              <w:pStyle w:val="Normalheadingblue"/>
              <w:rPr>
                <w:rFonts w:cs="Arial"/>
                <w:color w:val="auto"/>
                <w:szCs w:val="22"/>
              </w:rPr>
            </w:pPr>
          </w:p>
          <w:p w14:paraId="5F15B93F" w14:textId="77777777" w:rsidR="008F4AC5" w:rsidRPr="001A7B4B" w:rsidRDefault="008F4AC5" w:rsidP="00E31B11">
            <w:pPr>
              <w:pStyle w:val="Normalheadingblue"/>
              <w:rPr>
                <w:rFonts w:cs="Arial"/>
                <w:color w:val="auto"/>
                <w:szCs w:val="22"/>
              </w:rPr>
            </w:pPr>
            <w:r w:rsidRPr="001A7B4B">
              <w:rPr>
                <w:rFonts w:cs="Arial"/>
                <w:color w:val="auto"/>
                <w:szCs w:val="22"/>
              </w:rPr>
              <w:t>Starter task example:</w:t>
            </w:r>
          </w:p>
          <w:p w14:paraId="5F708F76" w14:textId="77777777" w:rsidR="008F4AC5" w:rsidRPr="001A7B4B" w:rsidRDefault="009327E8" w:rsidP="002C017C">
            <w:pPr>
              <w:pStyle w:val="Normalheadingblue"/>
              <w:numPr>
                <w:ilvl w:val="0"/>
                <w:numId w:val="140"/>
              </w:numPr>
              <w:rPr>
                <w:rFonts w:cs="Arial"/>
                <w:b w:val="0"/>
                <w:color w:val="auto"/>
                <w:szCs w:val="22"/>
              </w:rPr>
            </w:pPr>
            <w:proofErr w:type="gramStart"/>
            <w:r w:rsidRPr="001A7B4B">
              <w:rPr>
                <w:rFonts w:cs="Arial"/>
                <w:b w:val="0"/>
                <w:color w:val="auto"/>
                <w:szCs w:val="22"/>
              </w:rPr>
              <w:t>Tool box</w:t>
            </w:r>
            <w:proofErr w:type="gramEnd"/>
            <w:r w:rsidRPr="001A7B4B">
              <w:rPr>
                <w:rFonts w:cs="Arial"/>
                <w:b w:val="0"/>
                <w:color w:val="auto"/>
                <w:szCs w:val="22"/>
              </w:rPr>
              <w:t xml:space="preserve"> talk – Working with waste products that may contain biological waste – Tutor to nominate </w:t>
            </w:r>
            <w:proofErr w:type="gramStart"/>
            <w:r w:rsidRPr="001A7B4B">
              <w:rPr>
                <w:rFonts w:cs="Arial"/>
                <w:b w:val="0"/>
                <w:color w:val="auto"/>
                <w:szCs w:val="22"/>
              </w:rPr>
              <w:t>a  learner</w:t>
            </w:r>
            <w:proofErr w:type="gramEnd"/>
            <w:r w:rsidRPr="001A7B4B">
              <w:rPr>
                <w:rFonts w:cs="Arial"/>
                <w:b w:val="0"/>
                <w:color w:val="auto"/>
                <w:szCs w:val="22"/>
              </w:rPr>
              <w:t xml:space="preserve"> to lead the discussion as a class</w:t>
            </w:r>
          </w:p>
          <w:p w14:paraId="7C3C7915" w14:textId="77777777" w:rsidR="008F4AC5" w:rsidRPr="001A7B4B" w:rsidRDefault="008F4AC5" w:rsidP="00E31B11">
            <w:pPr>
              <w:pStyle w:val="Normalheadingblue"/>
              <w:rPr>
                <w:rFonts w:cs="Arial"/>
                <w:color w:val="auto"/>
                <w:szCs w:val="22"/>
              </w:rPr>
            </w:pPr>
            <w:r w:rsidRPr="001A7B4B">
              <w:rPr>
                <w:rFonts w:cs="Arial"/>
                <w:color w:val="auto"/>
                <w:szCs w:val="22"/>
              </w:rPr>
              <w:t>Delivery:</w:t>
            </w:r>
          </w:p>
          <w:p w14:paraId="36FE04F4" w14:textId="77777777" w:rsidR="002141A9" w:rsidRPr="001A7B4B" w:rsidRDefault="002141A9" w:rsidP="00E31B11">
            <w:pPr>
              <w:pStyle w:val="Normalheadingblue"/>
              <w:rPr>
                <w:rFonts w:cs="Arial"/>
                <w:color w:val="auto"/>
                <w:szCs w:val="22"/>
              </w:rPr>
            </w:pPr>
            <w:r w:rsidRPr="001A7B4B">
              <w:rPr>
                <w:rFonts w:cs="Arial"/>
                <w:color w:val="auto"/>
                <w:szCs w:val="22"/>
              </w:rPr>
              <w:t>Practical session – Decommissioning Plumbing and heating systems</w:t>
            </w:r>
          </w:p>
          <w:p w14:paraId="4A10D4E3" w14:textId="05718F0D" w:rsidR="00E31B11" w:rsidRPr="001A7B4B" w:rsidRDefault="00E31B11" w:rsidP="002C017C">
            <w:pPr>
              <w:pStyle w:val="Normalheadingblue"/>
              <w:numPr>
                <w:ilvl w:val="0"/>
                <w:numId w:val="140"/>
              </w:numPr>
              <w:rPr>
                <w:rFonts w:cs="Arial"/>
                <w:b w:val="0"/>
                <w:color w:val="auto"/>
                <w:szCs w:val="22"/>
              </w:rPr>
            </w:pPr>
            <w:r w:rsidRPr="001A7B4B">
              <w:rPr>
                <w:rFonts w:cs="Arial"/>
                <w:b w:val="0"/>
                <w:color w:val="auto"/>
                <w:szCs w:val="22"/>
              </w:rPr>
              <w:t xml:space="preserve">Tutor to set criteria for </w:t>
            </w:r>
            <w:r w:rsidR="001F2FCE" w:rsidRPr="001A7B4B">
              <w:rPr>
                <w:rFonts w:cs="Arial"/>
                <w:b w:val="0"/>
                <w:color w:val="auto"/>
                <w:szCs w:val="22"/>
              </w:rPr>
              <w:t>today’s</w:t>
            </w:r>
            <w:r w:rsidRPr="001A7B4B">
              <w:rPr>
                <w:rFonts w:cs="Arial"/>
                <w:b w:val="0"/>
                <w:color w:val="auto"/>
                <w:szCs w:val="22"/>
              </w:rPr>
              <w:t xml:space="preserve"> session. </w:t>
            </w:r>
            <w:r w:rsidR="00116A2E" w:rsidRPr="001A7B4B">
              <w:rPr>
                <w:rFonts w:cs="Arial"/>
                <w:b w:val="0"/>
                <w:color w:val="auto"/>
                <w:szCs w:val="22"/>
              </w:rPr>
              <w:t>Students</w:t>
            </w:r>
            <w:r w:rsidRPr="001A7B4B">
              <w:rPr>
                <w:rFonts w:cs="Arial"/>
                <w:b w:val="0"/>
                <w:color w:val="auto"/>
                <w:szCs w:val="22"/>
              </w:rPr>
              <w:t xml:space="preserve"> are to work in small groups or pairs to decommission sanitation and rainwater systems and components as planned for in previous session.</w:t>
            </w:r>
          </w:p>
          <w:p w14:paraId="02C3F6EA" w14:textId="5BDF43B2" w:rsidR="00E31B11" w:rsidRPr="001A7B4B" w:rsidRDefault="00116A2E" w:rsidP="002C017C">
            <w:pPr>
              <w:pStyle w:val="Normalheadingblue"/>
              <w:numPr>
                <w:ilvl w:val="0"/>
                <w:numId w:val="140"/>
              </w:numPr>
              <w:rPr>
                <w:rFonts w:cs="Arial"/>
                <w:b w:val="0"/>
                <w:color w:val="auto"/>
                <w:szCs w:val="22"/>
              </w:rPr>
            </w:pPr>
            <w:r w:rsidRPr="001A7B4B">
              <w:rPr>
                <w:rFonts w:cs="Arial"/>
                <w:b w:val="0"/>
                <w:color w:val="auto"/>
                <w:szCs w:val="22"/>
              </w:rPr>
              <w:t>Students</w:t>
            </w:r>
            <w:r w:rsidR="00E31B11" w:rsidRPr="001A7B4B">
              <w:rPr>
                <w:rFonts w:cs="Arial"/>
                <w:b w:val="0"/>
                <w:color w:val="auto"/>
                <w:szCs w:val="22"/>
              </w:rPr>
              <w:t xml:space="preserve"> are to refer to their previously developed method statements.</w:t>
            </w:r>
          </w:p>
          <w:p w14:paraId="32E41872" w14:textId="239C4D4C" w:rsidR="00E31B11" w:rsidRPr="001A7B4B" w:rsidRDefault="00E31B11" w:rsidP="002C017C">
            <w:pPr>
              <w:pStyle w:val="Normalheadingblue"/>
              <w:numPr>
                <w:ilvl w:val="0"/>
                <w:numId w:val="140"/>
              </w:numPr>
              <w:rPr>
                <w:rFonts w:cs="Arial"/>
                <w:b w:val="0"/>
                <w:color w:val="auto"/>
                <w:szCs w:val="22"/>
              </w:rPr>
            </w:pPr>
            <w:r w:rsidRPr="001A7B4B">
              <w:rPr>
                <w:rFonts w:cs="Arial"/>
                <w:b w:val="0"/>
                <w:color w:val="auto"/>
                <w:szCs w:val="22"/>
              </w:rPr>
              <w:t xml:space="preserve">Use role play scenario to </w:t>
            </w:r>
            <w:r w:rsidR="009327E8" w:rsidRPr="001A7B4B">
              <w:rPr>
                <w:rFonts w:cs="Arial"/>
                <w:b w:val="0"/>
                <w:color w:val="auto"/>
                <w:szCs w:val="22"/>
              </w:rPr>
              <w:t xml:space="preserve">allow </w:t>
            </w:r>
            <w:r w:rsidR="00F502C8" w:rsidRPr="001A7B4B">
              <w:rPr>
                <w:rFonts w:cs="Arial"/>
                <w:b w:val="0"/>
                <w:color w:val="auto"/>
                <w:szCs w:val="22"/>
              </w:rPr>
              <w:t>students</w:t>
            </w:r>
            <w:r w:rsidR="009327E8" w:rsidRPr="001A7B4B">
              <w:rPr>
                <w:rFonts w:cs="Arial"/>
                <w:b w:val="0"/>
                <w:color w:val="auto"/>
                <w:szCs w:val="22"/>
              </w:rPr>
              <w:t xml:space="preserve"> to demonstrate clear communication skills when dealing with the client</w:t>
            </w:r>
          </w:p>
          <w:p w14:paraId="738A920C" w14:textId="549AE45A" w:rsidR="009327E8" w:rsidRPr="001A7B4B" w:rsidRDefault="009327E8" w:rsidP="002C017C">
            <w:pPr>
              <w:pStyle w:val="Normalheadingblue"/>
              <w:numPr>
                <w:ilvl w:val="0"/>
                <w:numId w:val="140"/>
              </w:numPr>
              <w:rPr>
                <w:rFonts w:cs="Arial"/>
                <w:b w:val="0"/>
                <w:color w:val="auto"/>
                <w:szCs w:val="22"/>
              </w:rPr>
            </w:pPr>
            <w:r w:rsidRPr="001A7B4B">
              <w:rPr>
                <w:rFonts w:cs="Arial"/>
                <w:b w:val="0"/>
                <w:color w:val="auto"/>
                <w:szCs w:val="22"/>
              </w:rPr>
              <w:t xml:space="preserve">On completion </w:t>
            </w:r>
            <w:r w:rsidR="00F502C8" w:rsidRPr="001A7B4B">
              <w:rPr>
                <w:rFonts w:cs="Arial"/>
                <w:b w:val="0"/>
                <w:color w:val="auto"/>
                <w:szCs w:val="22"/>
              </w:rPr>
              <w:t>students</w:t>
            </w:r>
            <w:r w:rsidRPr="001A7B4B">
              <w:rPr>
                <w:rFonts w:cs="Arial"/>
                <w:b w:val="0"/>
                <w:color w:val="auto"/>
                <w:szCs w:val="22"/>
              </w:rPr>
              <w:t xml:space="preserve"> are to ensure work area is safe and clear</w:t>
            </w:r>
          </w:p>
          <w:p w14:paraId="2611D5E4" w14:textId="77777777" w:rsidR="008F4AC5" w:rsidRPr="001A7B4B" w:rsidRDefault="008F4AC5" w:rsidP="00E31B11">
            <w:pPr>
              <w:pStyle w:val="Normalheadingblue"/>
              <w:rPr>
                <w:rFonts w:cs="Arial"/>
                <w:color w:val="auto"/>
                <w:szCs w:val="22"/>
              </w:rPr>
            </w:pPr>
          </w:p>
          <w:p w14:paraId="1547454D" w14:textId="77777777" w:rsidR="008F4AC5" w:rsidRPr="001A7B4B" w:rsidRDefault="008F4AC5" w:rsidP="00E31B11">
            <w:pPr>
              <w:pStyle w:val="Normalheadingblue"/>
              <w:rPr>
                <w:rFonts w:cs="Arial"/>
                <w:color w:val="auto"/>
                <w:szCs w:val="22"/>
              </w:rPr>
            </w:pPr>
            <w:r w:rsidRPr="001A7B4B">
              <w:rPr>
                <w:rFonts w:cs="Arial"/>
                <w:color w:val="auto"/>
                <w:szCs w:val="22"/>
              </w:rPr>
              <w:t>Knowledge check example:</w:t>
            </w:r>
          </w:p>
          <w:p w14:paraId="6A3A5AA9" w14:textId="77777777" w:rsidR="009327E8" w:rsidRPr="001A7B4B" w:rsidRDefault="009327E8" w:rsidP="002C017C">
            <w:pPr>
              <w:pStyle w:val="Normalheadingblue"/>
              <w:numPr>
                <w:ilvl w:val="0"/>
                <w:numId w:val="141"/>
              </w:numPr>
              <w:rPr>
                <w:rFonts w:cs="Arial"/>
                <w:b w:val="0"/>
                <w:color w:val="auto"/>
                <w:szCs w:val="22"/>
              </w:rPr>
            </w:pPr>
            <w:r w:rsidRPr="001A7B4B">
              <w:rPr>
                <w:rFonts w:cs="Arial"/>
                <w:b w:val="0"/>
                <w:color w:val="auto"/>
                <w:szCs w:val="22"/>
              </w:rPr>
              <w:lastRenderedPageBreak/>
              <w:t>Role play scenario – decommission system with tutor as client</w:t>
            </w:r>
          </w:p>
          <w:p w14:paraId="5BB4EE5E" w14:textId="77777777" w:rsidR="009327E8" w:rsidRPr="001A7B4B" w:rsidRDefault="009327E8" w:rsidP="00E31B11">
            <w:pPr>
              <w:pStyle w:val="Normalheadingblue"/>
              <w:rPr>
                <w:rFonts w:cs="Arial"/>
                <w:color w:val="auto"/>
                <w:szCs w:val="22"/>
              </w:rPr>
            </w:pPr>
          </w:p>
          <w:p w14:paraId="47297858" w14:textId="77777777" w:rsidR="008F4AC5" w:rsidRPr="001A7B4B" w:rsidRDefault="008F4AC5" w:rsidP="00E31B11">
            <w:pPr>
              <w:pStyle w:val="Normalheadingblue"/>
              <w:rPr>
                <w:rFonts w:cs="Arial"/>
                <w:color w:val="auto"/>
                <w:szCs w:val="22"/>
              </w:rPr>
            </w:pPr>
            <w:r w:rsidRPr="001A7B4B">
              <w:rPr>
                <w:rFonts w:cs="Arial"/>
                <w:color w:val="auto"/>
                <w:szCs w:val="22"/>
              </w:rPr>
              <w:t>Resources:</w:t>
            </w:r>
          </w:p>
          <w:p w14:paraId="1CFAACE6" w14:textId="77777777" w:rsidR="009327E8" w:rsidRPr="001A7B4B" w:rsidRDefault="009327E8" w:rsidP="009327E8">
            <w:pPr>
              <w:pStyle w:val="Normalheadingblue"/>
              <w:rPr>
                <w:rFonts w:cs="Arial"/>
                <w:b w:val="0"/>
                <w:color w:val="auto"/>
                <w:szCs w:val="22"/>
              </w:rPr>
            </w:pPr>
            <w:r w:rsidRPr="001A7B4B">
              <w:rPr>
                <w:rFonts w:cs="Arial"/>
                <w:b w:val="0"/>
                <w:color w:val="auto"/>
                <w:szCs w:val="22"/>
              </w:rPr>
              <w:t>PPE</w:t>
            </w:r>
          </w:p>
          <w:p w14:paraId="57C7C0BB" w14:textId="799A81DD" w:rsidR="009327E8" w:rsidRPr="001A7B4B" w:rsidRDefault="00E7366E" w:rsidP="009327E8">
            <w:pPr>
              <w:pStyle w:val="Normalheadingblue"/>
              <w:rPr>
                <w:rFonts w:cs="Arial"/>
                <w:b w:val="0"/>
                <w:color w:val="auto"/>
                <w:szCs w:val="22"/>
              </w:rPr>
            </w:pPr>
            <w:r w:rsidRPr="001A7B4B">
              <w:rPr>
                <w:rFonts w:cs="Arial"/>
                <w:b w:val="0"/>
                <w:color w:val="auto"/>
                <w:szCs w:val="22"/>
              </w:rPr>
              <w:t>Hand tools</w:t>
            </w:r>
          </w:p>
          <w:p w14:paraId="2539A339" w14:textId="77777777" w:rsidR="009327E8" w:rsidRPr="001A7B4B" w:rsidRDefault="009327E8" w:rsidP="009327E8">
            <w:pPr>
              <w:pStyle w:val="Normalheadingblue"/>
              <w:rPr>
                <w:rFonts w:cs="Arial"/>
                <w:b w:val="0"/>
                <w:color w:val="auto"/>
                <w:szCs w:val="22"/>
              </w:rPr>
            </w:pPr>
            <w:r w:rsidRPr="001A7B4B">
              <w:rPr>
                <w:rFonts w:cs="Arial"/>
                <w:b w:val="0"/>
                <w:color w:val="auto"/>
                <w:szCs w:val="22"/>
              </w:rPr>
              <w:t>Buckets and containers</w:t>
            </w:r>
          </w:p>
          <w:p w14:paraId="2F377AA7" w14:textId="77777777" w:rsidR="009327E8" w:rsidRPr="001A7B4B" w:rsidRDefault="009327E8" w:rsidP="009327E8">
            <w:pPr>
              <w:pStyle w:val="Normalheadingblue"/>
              <w:rPr>
                <w:rFonts w:cs="Arial"/>
                <w:b w:val="0"/>
                <w:color w:val="auto"/>
                <w:szCs w:val="22"/>
              </w:rPr>
            </w:pPr>
            <w:r w:rsidRPr="001A7B4B">
              <w:rPr>
                <w:rFonts w:cs="Arial"/>
                <w:b w:val="0"/>
                <w:color w:val="auto"/>
                <w:szCs w:val="22"/>
              </w:rPr>
              <w:t>Protective sheets for property</w:t>
            </w:r>
          </w:p>
          <w:p w14:paraId="7E69344D" w14:textId="77777777" w:rsidR="009327E8" w:rsidRPr="001A7B4B" w:rsidRDefault="009327E8" w:rsidP="009327E8">
            <w:pPr>
              <w:pStyle w:val="Normalheadingblue"/>
              <w:rPr>
                <w:rFonts w:cs="Arial"/>
                <w:b w:val="0"/>
                <w:color w:val="auto"/>
                <w:szCs w:val="22"/>
              </w:rPr>
            </w:pPr>
            <w:r w:rsidRPr="001A7B4B">
              <w:rPr>
                <w:rFonts w:cs="Arial"/>
                <w:b w:val="0"/>
                <w:color w:val="auto"/>
                <w:szCs w:val="22"/>
              </w:rPr>
              <w:t>Method statements from previous session</w:t>
            </w:r>
          </w:p>
          <w:p w14:paraId="250873CC" w14:textId="77777777" w:rsidR="008F4AC5" w:rsidRPr="001A7B4B" w:rsidRDefault="008F4AC5" w:rsidP="00E31B11">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504F1C78" w14:textId="77777777" w:rsidR="00DD207A" w:rsidRPr="001A7B4B" w:rsidRDefault="008A57D2">
            <w:r w:rsidRPr="001A7B4B">
              <w:lastRenderedPageBreak/>
              <w:t>Q&amp;A</w:t>
            </w:r>
            <w:r w:rsidRPr="001A7B4B">
              <w:br/>
            </w:r>
            <w:r w:rsidRPr="001A7B4B">
              <w:br/>
            </w:r>
            <w:r w:rsidRPr="001A7B4B">
              <w:br/>
            </w:r>
            <w:r w:rsidRPr="001A7B4B">
              <w:br/>
              <w:t>Decommission sanitation and rainwater systems</w:t>
            </w:r>
            <w:r w:rsidRPr="001A7B4B">
              <w:br/>
              <w:t>English skills (reading, writing, technical vocabulary)</w:t>
            </w:r>
          </w:p>
        </w:tc>
      </w:tr>
      <w:tr w:rsidR="001A7B4B" w:rsidRPr="001A7B4B" w14:paraId="75587AB5"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6469DD77" w14:textId="77777777" w:rsidR="008F4AC5" w:rsidRDefault="002141A9" w:rsidP="00E31B11">
            <w:pPr>
              <w:jc w:val="center"/>
              <w:rPr>
                <w:rFonts w:cs="Arial"/>
                <w:szCs w:val="22"/>
              </w:rPr>
            </w:pPr>
            <w:r>
              <w:rPr>
                <w:rFonts w:cs="Arial"/>
                <w:szCs w:val="22"/>
              </w:rPr>
              <w:t>20</w:t>
            </w:r>
            <w:r w:rsidR="00F73BA7">
              <w:rPr>
                <w:rFonts w:cs="Arial"/>
                <w:szCs w:val="22"/>
              </w:rPr>
              <w:t>4</w:t>
            </w:r>
          </w:p>
          <w:p w14:paraId="4C621584" w14:textId="77777777" w:rsidR="002141A9" w:rsidRDefault="002141A9" w:rsidP="00E31B11">
            <w:pPr>
              <w:jc w:val="center"/>
              <w:rPr>
                <w:rFonts w:cs="Arial"/>
                <w:szCs w:val="22"/>
              </w:rPr>
            </w:pPr>
            <w:r>
              <w:rPr>
                <w:rFonts w:cs="Arial"/>
                <w:szCs w:val="22"/>
              </w:rPr>
              <w:t>3 hours</w:t>
            </w:r>
          </w:p>
        </w:tc>
        <w:tc>
          <w:tcPr>
            <w:tcW w:w="2199" w:type="dxa"/>
            <w:tcBorders>
              <w:top w:val="single" w:sz="4" w:space="0" w:color="C6C5C6"/>
              <w:left w:val="single" w:sz="4" w:space="0" w:color="C6C5C6"/>
              <w:bottom w:val="single" w:sz="4" w:space="0" w:color="C6C5C6"/>
              <w:right w:val="single" w:sz="4" w:space="0" w:color="C6C5C6"/>
            </w:tcBorders>
          </w:tcPr>
          <w:p w14:paraId="69E04962" w14:textId="77777777" w:rsidR="00F73BA7" w:rsidRPr="001A7B4B" w:rsidRDefault="00F73BA7" w:rsidP="00F73BA7">
            <w:pPr>
              <w:pStyle w:val="Normalheadingblack"/>
              <w:rPr>
                <w:rFonts w:cs="Arial"/>
                <w:lang w:eastAsia="en-GB"/>
              </w:rPr>
            </w:pPr>
            <w:r w:rsidRPr="001A7B4B">
              <w:rPr>
                <w:rFonts w:cs="Arial"/>
                <w:lang w:eastAsia="en-GB"/>
              </w:rPr>
              <w:t xml:space="preserve">Outcome 2 </w:t>
            </w:r>
            <w:r w:rsidR="00460209" w:rsidRPr="001A7B4B">
              <w:rPr>
                <w:rFonts w:cs="Arial"/>
                <w:lang w:eastAsia="en-GB"/>
              </w:rPr>
              <w:t xml:space="preserve">- </w:t>
            </w:r>
            <w:r w:rsidRPr="001A7B4B">
              <w:rPr>
                <w:rFonts w:cs="Arial"/>
                <w:lang w:eastAsia="en-GB"/>
              </w:rPr>
              <w:t>Install plumbing and heating systems</w:t>
            </w:r>
          </w:p>
          <w:p w14:paraId="5C6C2C09" w14:textId="77777777" w:rsidR="008F4AC5" w:rsidRPr="001A7B4B" w:rsidRDefault="008F4AC5" w:rsidP="00E31B11">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3CE243A4" w14:textId="77777777" w:rsidR="008F4AC5" w:rsidRPr="001A7B4B" w:rsidRDefault="00F73BA7" w:rsidP="00E31B11">
            <w:pPr>
              <w:pStyle w:val="Normalheadingblack"/>
              <w:rPr>
                <w:rFonts w:cs="Arial"/>
                <w:b w:val="0"/>
                <w:szCs w:val="22"/>
              </w:rPr>
            </w:pPr>
            <w:r w:rsidRPr="001A7B4B">
              <w:rPr>
                <w:rFonts w:cs="Arial"/>
                <w:b w:val="0"/>
                <w:szCs w:val="22"/>
              </w:rPr>
              <w:t>S5.9 Make good the building fabric</w:t>
            </w:r>
          </w:p>
          <w:p w14:paraId="4F49B368" w14:textId="77777777" w:rsidR="009327E8" w:rsidRPr="001A7B4B" w:rsidRDefault="009327E8" w:rsidP="00E31B11">
            <w:pPr>
              <w:pStyle w:val="Normalheadingblack"/>
              <w:rPr>
                <w:rFonts w:cs="Arial"/>
                <w:b w:val="0"/>
                <w:szCs w:val="22"/>
              </w:rPr>
            </w:pPr>
          </w:p>
          <w:p w14:paraId="59748BE6" w14:textId="77777777" w:rsidR="009327E8" w:rsidRPr="001A7B4B" w:rsidRDefault="009327E8" w:rsidP="009327E8">
            <w:pPr>
              <w:pStyle w:val="Normalheadingblack"/>
              <w:rPr>
                <w:rFonts w:cs="Arial"/>
                <w:b w:val="0"/>
                <w:szCs w:val="22"/>
              </w:rPr>
            </w:pPr>
            <w:r w:rsidRPr="001A7B4B">
              <w:rPr>
                <w:rFonts w:cs="Arial"/>
                <w:b w:val="0"/>
                <w:szCs w:val="22"/>
              </w:rPr>
              <w:t>S5.10 Safe disposal of waste products when decommissioning heating systems</w:t>
            </w:r>
          </w:p>
          <w:p w14:paraId="6727DEB4" w14:textId="77777777" w:rsidR="009327E8" w:rsidRPr="001A7B4B" w:rsidRDefault="009327E8" w:rsidP="00E31B11">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7F978BA9" w14:textId="77777777" w:rsidR="008F4AC5" w:rsidRPr="001A7B4B" w:rsidRDefault="008F4AC5" w:rsidP="00E31B11">
            <w:pPr>
              <w:pStyle w:val="Normalheadingblue"/>
              <w:rPr>
                <w:rFonts w:cs="Arial"/>
                <w:color w:val="auto"/>
                <w:szCs w:val="22"/>
              </w:rPr>
            </w:pPr>
            <w:r w:rsidRPr="001A7B4B">
              <w:rPr>
                <w:rFonts w:cs="Arial"/>
                <w:color w:val="auto"/>
                <w:szCs w:val="22"/>
              </w:rPr>
              <w:t>Activity:</w:t>
            </w:r>
          </w:p>
          <w:p w14:paraId="73D5BE4A" w14:textId="77777777" w:rsidR="008F4AC5" w:rsidRPr="001A7B4B" w:rsidRDefault="008F4AC5" w:rsidP="00E31B11">
            <w:pPr>
              <w:pStyle w:val="Normalheadingblue"/>
              <w:rPr>
                <w:rFonts w:cs="Arial"/>
                <w:color w:val="auto"/>
                <w:szCs w:val="22"/>
              </w:rPr>
            </w:pPr>
          </w:p>
          <w:p w14:paraId="69F20C4D" w14:textId="77777777" w:rsidR="008F4AC5" w:rsidRPr="001A7B4B" w:rsidRDefault="008F4AC5" w:rsidP="00E31B11">
            <w:pPr>
              <w:pStyle w:val="Normalheadingblue"/>
              <w:rPr>
                <w:rFonts w:cs="Arial"/>
                <w:color w:val="auto"/>
                <w:szCs w:val="22"/>
              </w:rPr>
            </w:pPr>
            <w:r w:rsidRPr="001A7B4B">
              <w:rPr>
                <w:rFonts w:cs="Arial"/>
                <w:color w:val="auto"/>
                <w:szCs w:val="22"/>
              </w:rPr>
              <w:t>Starter task example:</w:t>
            </w:r>
          </w:p>
          <w:p w14:paraId="05CEC3B6" w14:textId="41DD4AA1" w:rsidR="008F4AC5" w:rsidRPr="001A7B4B" w:rsidRDefault="001D5203" w:rsidP="002C017C">
            <w:pPr>
              <w:pStyle w:val="Normalheadingblue"/>
              <w:numPr>
                <w:ilvl w:val="0"/>
                <w:numId w:val="141"/>
              </w:numPr>
              <w:rPr>
                <w:rFonts w:cs="Arial"/>
                <w:b w:val="0"/>
                <w:color w:val="auto"/>
                <w:szCs w:val="22"/>
              </w:rPr>
            </w:pPr>
            <w:r w:rsidRPr="001A7B4B">
              <w:rPr>
                <w:rFonts w:cs="Arial"/>
                <w:b w:val="0"/>
                <w:color w:val="auto"/>
                <w:szCs w:val="22"/>
              </w:rPr>
              <w:t xml:space="preserve">Recap – building fabric types – </w:t>
            </w:r>
            <w:r w:rsidR="00F502C8" w:rsidRPr="001A7B4B">
              <w:rPr>
                <w:rFonts w:cs="Arial"/>
                <w:b w:val="0"/>
                <w:color w:val="auto"/>
                <w:szCs w:val="22"/>
              </w:rPr>
              <w:t>students</w:t>
            </w:r>
            <w:r w:rsidRPr="001A7B4B">
              <w:rPr>
                <w:rFonts w:cs="Arial"/>
                <w:b w:val="0"/>
                <w:color w:val="auto"/>
                <w:szCs w:val="22"/>
              </w:rPr>
              <w:t xml:space="preserve"> to list internal wall material and construction types on flip chart paper</w:t>
            </w:r>
          </w:p>
          <w:p w14:paraId="6836D982" w14:textId="77777777" w:rsidR="008F4AC5" w:rsidRPr="001A7B4B" w:rsidRDefault="008F4AC5" w:rsidP="00E31B11">
            <w:pPr>
              <w:pStyle w:val="Normalheadingblue"/>
              <w:rPr>
                <w:rFonts w:cs="Arial"/>
                <w:color w:val="auto"/>
                <w:szCs w:val="22"/>
              </w:rPr>
            </w:pPr>
            <w:r w:rsidRPr="001A7B4B">
              <w:rPr>
                <w:rFonts w:cs="Arial"/>
                <w:color w:val="auto"/>
                <w:szCs w:val="22"/>
              </w:rPr>
              <w:t>Delivery:</w:t>
            </w:r>
          </w:p>
          <w:p w14:paraId="1B433981" w14:textId="77777777" w:rsidR="001D5203" w:rsidRPr="001A7B4B" w:rsidRDefault="001D5203" w:rsidP="00E31B11">
            <w:pPr>
              <w:pStyle w:val="Normalheadingblue"/>
              <w:rPr>
                <w:rFonts w:cs="Arial"/>
                <w:color w:val="auto"/>
                <w:szCs w:val="22"/>
              </w:rPr>
            </w:pPr>
            <w:r w:rsidRPr="001A7B4B">
              <w:rPr>
                <w:rFonts w:cs="Arial"/>
                <w:color w:val="auto"/>
                <w:szCs w:val="22"/>
              </w:rPr>
              <w:t>System decommissioning – making good after decommissioning or works</w:t>
            </w:r>
          </w:p>
          <w:p w14:paraId="7D01C534" w14:textId="77777777" w:rsidR="001D5203" w:rsidRPr="001A7B4B" w:rsidRDefault="00411039" w:rsidP="002C017C">
            <w:pPr>
              <w:pStyle w:val="Normalheadingblue"/>
              <w:numPr>
                <w:ilvl w:val="0"/>
                <w:numId w:val="141"/>
              </w:numPr>
              <w:rPr>
                <w:rFonts w:cs="Arial"/>
                <w:b w:val="0"/>
                <w:color w:val="auto"/>
                <w:szCs w:val="22"/>
              </w:rPr>
            </w:pPr>
            <w:r w:rsidRPr="001A7B4B">
              <w:rPr>
                <w:rFonts w:cs="Arial"/>
                <w:b w:val="0"/>
                <w:color w:val="auto"/>
                <w:szCs w:val="22"/>
              </w:rPr>
              <w:t xml:space="preserve">Use construction materials to make good the building fabric following component or system </w:t>
            </w:r>
            <w:r w:rsidRPr="001A7B4B">
              <w:rPr>
                <w:rFonts w:cs="Arial"/>
                <w:b w:val="0"/>
                <w:color w:val="auto"/>
                <w:szCs w:val="22"/>
              </w:rPr>
              <w:lastRenderedPageBreak/>
              <w:t>removal - filling holes with plaster, removing waste build materials</w:t>
            </w:r>
          </w:p>
          <w:p w14:paraId="47F756B3" w14:textId="77777777" w:rsidR="00411039" w:rsidRPr="001A7B4B" w:rsidRDefault="00411039" w:rsidP="002C017C">
            <w:pPr>
              <w:pStyle w:val="Normalheadingblue"/>
              <w:numPr>
                <w:ilvl w:val="0"/>
                <w:numId w:val="141"/>
              </w:numPr>
              <w:rPr>
                <w:rFonts w:cs="Arial"/>
                <w:b w:val="0"/>
                <w:color w:val="auto"/>
                <w:szCs w:val="22"/>
              </w:rPr>
            </w:pPr>
            <w:r w:rsidRPr="001A7B4B">
              <w:rPr>
                <w:rFonts w:cs="Arial"/>
                <w:b w:val="0"/>
                <w:color w:val="auto"/>
                <w:szCs w:val="22"/>
              </w:rPr>
              <w:t>Tutor to give a list of scenarios in which making good may be required and discuss as a class</w:t>
            </w:r>
          </w:p>
          <w:p w14:paraId="76C5DFC6" w14:textId="77777777" w:rsidR="00411039" w:rsidRPr="001A7B4B" w:rsidRDefault="00411039" w:rsidP="002C017C">
            <w:pPr>
              <w:pStyle w:val="Normalheadingblue"/>
              <w:numPr>
                <w:ilvl w:val="0"/>
                <w:numId w:val="141"/>
              </w:numPr>
              <w:rPr>
                <w:rFonts w:cs="Arial"/>
                <w:b w:val="0"/>
                <w:color w:val="auto"/>
                <w:szCs w:val="22"/>
              </w:rPr>
            </w:pPr>
            <w:r w:rsidRPr="001A7B4B">
              <w:rPr>
                <w:rFonts w:cs="Arial"/>
                <w:b w:val="0"/>
                <w:color w:val="auto"/>
                <w:szCs w:val="22"/>
              </w:rPr>
              <w:t>Examine examples of works required within the workshop space or centre and tutor to demonstrate techniques for rectification</w:t>
            </w:r>
          </w:p>
          <w:p w14:paraId="2026AB76" w14:textId="4127D2A3" w:rsidR="00411039" w:rsidRPr="001A7B4B" w:rsidRDefault="00411039" w:rsidP="002C017C">
            <w:pPr>
              <w:pStyle w:val="Normalheadingblue"/>
              <w:numPr>
                <w:ilvl w:val="0"/>
                <w:numId w:val="141"/>
              </w:numPr>
              <w:rPr>
                <w:rFonts w:cs="Arial"/>
                <w:b w:val="0"/>
                <w:color w:val="auto"/>
                <w:szCs w:val="22"/>
              </w:rPr>
            </w:pPr>
            <w:r w:rsidRPr="001A7B4B">
              <w:rPr>
                <w:rFonts w:cs="Arial"/>
                <w:b w:val="0"/>
                <w:color w:val="auto"/>
                <w:szCs w:val="22"/>
              </w:rPr>
              <w:t>In small g</w:t>
            </w:r>
            <w:r w:rsidR="00254476" w:rsidRPr="001A7B4B">
              <w:rPr>
                <w:rFonts w:cs="Arial"/>
                <w:b w:val="0"/>
                <w:color w:val="auto"/>
                <w:szCs w:val="22"/>
              </w:rPr>
              <w:t>r</w:t>
            </w:r>
            <w:r w:rsidRPr="001A7B4B">
              <w:rPr>
                <w:rFonts w:cs="Arial"/>
                <w:b w:val="0"/>
                <w:color w:val="auto"/>
                <w:szCs w:val="22"/>
              </w:rPr>
              <w:t xml:space="preserve">oups or pairs </w:t>
            </w:r>
            <w:r w:rsidR="00F502C8" w:rsidRPr="001A7B4B">
              <w:rPr>
                <w:rFonts w:cs="Arial"/>
                <w:b w:val="0"/>
                <w:color w:val="auto"/>
                <w:szCs w:val="22"/>
              </w:rPr>
              <w:t>students</w:t>
            </w:r>
            <w:r w:rsidRPr="001A7B4B">
              <w:rPr>
                <w:rFonts w:cs="Arial"/>
                <w:b w:val="0"/>
                <w:color w:val="auto"/>
                <w:szCs w:val="22"/>
              </w:rPr>
              <w:t xml:space="preserve"> to carry out making good works such as fillin</w:t>
            </w:r>
            <w:r w:rsidR="00254476" w:rsidRPr="001A7B4B">
              <w:rPr>
                <w:rFonts w:cs="Arial"/>
                <w:b w:val="0"/>
                <w:color w:val="auto"/>
                <w:szCs w:val="22"/>
              </w:rPr>
              <w:t>g</w:t>
            </w:r>
            <w:r w:rsidRPr="001A7B4B">
              <w:rPr>
                <w:rFonts w:cs="Arial"/>
                <w:b w:val="0"/>
                <w:color w:val="auto"/>
                <w:szCs w:val="22"/>
              </w:rPr>
              <w:t xml:space="preserve"> holes, sanding or patching with mortar</w:t>
            </w:r>
          </w:p>
          <w:p w14:paraId="068CA384" w14:textId="4B058551" w:rsidR="00411039" w:rsidRPr="001A7B4B" w:rsidRDefault="00116A2E" w:rsidP="002C017C">
            <w:pPr>
              <w:pStyle w:val="Normalheadingblue"/>
              <w:numPr>
                <w:ilvl w:val="0"/>
                <w:numId w:val="141"/>
              </w:numPr>
              <w:rPr>
                <w:rFonts w:cs="Arial"/>
                <w:b w:val="0"/>
                <w:color w:val="auto"/>
                <w:szCs w:val="22"/>
              </w:rPr>
            </w:pPr>
            <w:r w:rsidRPr="001A7B4B">
              <w:rPr>
                <w:rFonts w:cs="Arial"/>
                <w:b w:val="0"/>
                <w:color w:val="auto"/>
                <w:szCs w:val="22"/>
              </w:rPr>
              <w:t>Students</w:t>
            </w:r>
            <w:r w:rsidR="00411039" w:rsidRPr="001A7B4B">
              <w:rPr>
                <w:rFonts w:cs="Arial"/>
                <w:b w:val="0"/>
                <w:color w:val="auto"/>
                <w:szCs w:val="22"/>
              </w:rPr>
              <w:t xml:space="preserve"> to leave work area clean and tidy and remove waste materials from area</w:t>
            </w:r>
          </w:p>
          <w:p w14:paraId="5C69A3AB" w14:textId="77777777" w:rsidR="008F4AC5" w:rsidRPr="001A7B4B" w:rsidRDefault="008F4AC5" w:rsidP="00E31B11">
            <w:pPr>
              <w:pStyle w:val="Normalheadingblue"/>
              <w:rPr>
                <w:rFonts w:cs="Arial"/>
                <w:color w:val="auto"/>
                <w:szCs w:val="22"/>
              </w:rPr>
            </w:pPr>
          </w:p>
          <w:p w14:paraId="5BB8B11C" w14:textId="77777777" w:rsidR="008F4AC5" w:rsidRPr="001A7B4B" w:rsidRDefault="008F4AC5" w:rsidP="00E31B11">
            <w:pPr>
              <w:pStyle w:val="Normalheadingblue"/>
              <w:rPr>
                <w:rFonts w:cs="Arial"/>
                <w:color w:val="auto"/>
                <w:szCs w:val="22"/>
              </w:rPr>
            </w:pPr>
            <w:r w:rsidRPr="001A7B4B">
              <w:rPr>
                <w:rFonts w:cs="Arial"/>
                <w:color w:val="auto"/>
                <w:szCs w:val="22"/>
              </w:rPr>
              <w:t xml:space="preserve">Knowledge </w:t>
            </w:r>
            <w:r w:rsidR="00411039" w:rsidRPr="001A7B4B">
              <w:rPr>
                <w:rFonts w:cs="Arial"/>
                <w:color w:val="auto"/>
                <w:szCs w:val="22"/>
              </w:rPr>
              <w:t xml:space="preserve">and skills </w:t>
            </w:r>
            <w:r w:rsidRPr="001A7B4B">
              <w:rPr>
                <w:rFonts w:cs="Arial"/>
                <w:color w:val="auto"/>
                <w:szCs w:val="22"/>
              </w:rPr>
              <w:t>check example:</w:t>
            </w:r>
          </w:p>
          <w:p w14:paraId="576F5EC7" w14:textId="77777777" w:rsidR="008F4AC5" w:rsidRPr="001A7B4B" w:rsidRDefault="00411039" w:rsidP="002C017C">
            <w:pPr>
              <w:pStyle w:val="Normalheadingblue"/>
              <w:numPr>
                <w:ilvl w:val="0"/>
                <w:numId w:val="142"/>
              </w:numPr>
              <w:rPr>
                <w:rFonts w:cs="Arial"/>
                <w:b w:val="0"/>
                <w:color w:val="auto"/>
                <w:szCs w:val="22"/>
              </w:rPr>
            </w:pPr>
            <w:r w:rsidRPr="001A7B4B">
              <w:rPr>
                <w:rFonts w:cs="Arial"/>
                <w:b w:val="0"/>
                <w:color w:val="auto"/>
                <w:szCs w:val="22"/>
              </w:rPr>
              <w:t xml:space="preserve">Make good holes and damage to building fabric practical task after works </w:t>
            </w:r>
          </w:p>
          <w:p w14:paraId="6693EFCD" w14:textId="77777777" w:rsidR="008F4AC5" w:rsidRPr="001A7B4B" w:rsidRDefault="008F4AC5" w:rsidP="00E31B11">
            <w:pPr>
              <w:pStyle w:val="Normalheadingblue"/>
              <w:rPr>
                <w:rFonts w:cs="Arial"/>
                <w:color w:val="auto"/>
                <w:szCs w:val="22"/>
              </w:rPr>
            </w:pPr>
            <w:r w:rsidRPr="001A7B4B">
              <w:rPr>
                <w:rFonts w:cs="Arial"/>
                <w:color w:val="auto"/>
                <w:szCs w:val="22"/>
              </w:rPr>
              <w:t>Resources:</w:t>
            </w:r>
          </w:p>
          <w:p w14:paraId="546380CF" w14:textId="77777777" w:rsidR="008F4AC5" w:rsidRPr="001A7B4B" w:rsidRDefault="00834575" w:rsidP="00E31B11">
            <w:pPr>
              <w:pStyle w:val="Normalheadingblue"/>
              <w:rPr>
                <w:rFonts w:cs="Arial"/>
                <w:b w:val="0"/>
                <w:color w:val="auto"/>
                <w:szCs w:val="22"/>
              </w:rPr>
            </w:pPr>
            <w:r w:rsidRPr="001A7B4B">
              <w:rPr>
                <w:rFonts w:cs="Arial"/>
                <w:b w:val="0"/>
                <w:color w:val="auto"/>
                <w:szCs w:val="22"/>
              </w:rPr>
              <w:t>PPE</w:t>
            </w:r>
          </w:p>
          <w:p w14:paraId="08517047" w14:textId="4D93288C" w:rsidR="00834575" w:rsidRPr="001A7B4B" w:rsidRDefault="00E7366E" w:rsidP="00E31B11">
            <w:pPr>
              <w:pStyle w:val="Normalheadingblue"/>
              <w:rPr>
                <w:rFonts w:cs="Arial"/>
                <w:b w:val="0"/>
                <w:color w:val="auto"/>
                <w:szCs w:val="22"/>
              </w:rPr>
            </w:pPr>
            <w:r w:rsidRPr="001A7B4B">
              <w:rPr>
                <w:rFonts w:cs="Arial"/>
                <w:b w:val="0"/>
                <w:color w:val="auto"/>
                <w:szCs w:val="22"/>
              </w:rPr>
              <w:t>Hand tools</w:t>
            </w:r>
          </w:p>
          <w:p w14:paraId="374CF690" w14:textId="77777777" w:rsidR="00834575" w:rsidRPr="001A7B4B" w:rsidRDefault="00834575" w:rsidP="00E31B11">
            <w:pPr>
              <w:pStyle w:val="Normalheadingblue"/>
              <w:rPr>
                <w:rFonts w:cs="Arial"/>
                <w:b w:val="0"/>
                <w:color w:val="auto"/>
                <w:szCs w:val="22"/>
              </w:rPr>
            </w:pPr>
            <w:r w:rsidRPr="001A7B4B">
              <w:rPr>
                <w:rFonts w:cs="Arial"/>
                <w:b w:val="0"/>
                <w:color w:val="auto"/>
                <w:szCs w:val="22"/>
              </w:rPr>
              <w:t>Filler</w:t>
            </w:r>
          </w:p>
          <w:p w14:paraId="1E9BB095" w14:textId="77777777" w:rsidR="00834575" w:rsidRPr="001A7B4B" w:rsidRDefault="00834575" w:rsidP="00E31B11">
            <w:pPr>
              <w:pStyle w:val="Normalheadingblue"/>
              <w:rPr>
                <w:rFonts w:cs="Arial"/>
                <w:b w:val="0"/>
                <w:color w:val="auto"/>
                <w:szCs w:val="22"/>
              </w:rPr>
            </w:pPr>
            <w:r w:rsidRPr="001A7B4B">
              <w:rPr>
                <w:rFonts w:cs="Arial"/>
                <w:b w:val="0"/>
                <w:color w:val="auto"/>
                <w:szCs w:val="22"/>
              </w:rPr>
              <w:t>Ready mix mortar</w:t>
            </w:r>
          </w:p>
          <w:p w14:paraId="55D1F56E" w14:textId="77777777" w:rsidR="00834575" w:rsidRPr="001A7B4B" w:rsidRDefault="00834575" w:rsidP="00E31B11">
            <w:pPr>
              <w:pStyle w:val="Normalheadingblue"/>
              <w:rPr>
                <w:rFonts w:cs="Arial"/>
                <w:color w:val="auto"/>
                <w:szCs w:val="22"/>
              </w:rPr>
            </w:pPr>
          </w:p>
          <w:p w14:paraId="05D413C0" w14:textId="77777777" w:rsidR="00834575" w:rsidRPr="001A7B4B" w:rsidRDefault="00834575" w:rsidP="00E31B11">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34066B8B" w14:textId="77777777" w:rsidR="00DD207A" w:rsidRPr="001A7B4B" w:rsidRDefault="008A57D2">
            <w:r w:rsidRPr="001A7B4B">
              <w:lastRenderedPageBreak/>
              <w:t>List internal wall types and finishes</w:t>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lastRenderedPageBreak/>
              <w:br/>
            </w:r>
            <w:r w:rsidRPr="001A7B4B">
              <w:br/>
              <w:t>Make good building fabric</w:t>
            </w:r>
          </w:p>
        </w:tc>
      </w:tr>
      <w:tr w:rsidR="001A7B4B" w:rsidRPr="001A7B4B" w14:paraId="273281E4"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5E68700B" w14:textId="77777777" w:rsidR="008F4AC5" w:rsidRDefault="00F73BA7" w:rsidP="00E31B11">
            <w:pPr>
              <w:jc w:val="center"/>
              <w:rPr>
                <w:rFonts w:cs="Arial"/>
                <w:szCs w:val="22"/>
              </w:rPr>
            </w:pPr>
            <w:r>
              <w:rPr>
                <w:rFonts w:cs="Arial"/>
                <w:szCs w:val="22"/>
              </w:rPr>
              <w:lastRenderedPageBreak/>
              <w:t>205</w:t>
            </w:r>
          </w:p>
          <w:p w14:paraId="0529A266" w14:textId="77777777" w:rsidR="00F73BA7" w:rsidRDefault="003B6B27" w:rsidP="00E31B11">
            <w:pPr>
              <w:jc w:val="center"/>
              <w:rPr>
                <w:rFonts w:cs="Arial"/>
                <w:szCs w:val="22"/>
              </w:rPr>
            </w:pPr>
            <w:r>
              <w:rPr>
                <w:rFonts w:cs="Arial"/>
                <w:szCs w:val="22"/>
              </w:rPr>
              <w:t>3</w:t>
            </w:r>
            <w:r w:rsidR="00F73BA7">
              <w:rPr>
                <w:rFonts w:cs="Arial"/>
                <w:szCs w:val="22"/>
              </w:rPr>
              <w:t xml:space="preserve"> hours</w:t>
            </w:r>
          </w:p>
          <w:p w14:paraId="679F4902" w14:textId="1F3FE1E9" w:rsidR="00E95C80" w:rsidRPr="00E95C80" w:rsidRDefault="00E95C80" w:rsidP="00E31B11">
            <w:pPr>
              <w:jc w:val="center"/>
              <w:rPr>
                <w:rFonts w:cs="Arial"/>
                <w:b/>
                <w:bCs/>
                <w:szCs w:val="22"/>
              </w:rPr>
            </w:pPr>
            <w:r w:rsidRPr="00E95C80">
              <w:rPr>
                <w:rFonts w:cs="Arial"/>
                <w:b/>
                <w:bCs/>
                <w:szCs w:val="22"/>
                <w:highlight w:val="yellow"/>
              </w:rPr>
              <w:t>PPT available</w:t>
            </w:r>
          </w:p>
        </w:tc>
        <w:tc>
          <w:tcPr>
            <w:tcW w:w="2199" w:type="dxa"/>
            <w:tcBorders>
              <w:top w:val="single" w:sz="4" w:space="0" w:color="C6C5C6"/>
              <w:left w:val="single" w:sz="4" w:space="0" w:color="C6C5C6"/>
              <w:bottom w:val="single" w:sz="4" w:space="0" w:color="C6C5C6"/>
              <w:right w:val="single" w:sz="4" w:space="0" w:color="C6C5C6"/>
            </w:tcBorders>
          </w:tcPr>
          <w:p w14:paraId="64C0CAF5" w14:textId="77777777" w:rsidR="00F3014A" w:rsidRPr="001A7B4B" w:rsidRDefault="00F3014A" w:rsidP="00F3014A">
            <w:pPr>
              <w:pStyle w:val="Normalheadingblack"/>
              <w:rPr>
                <w:rFonts w:cs="Arial"/>
                <w:lang w:eastAsia="en-GB"/>
              </w:rPr>
            </w:pPr>
            <w:r w:rsidRPr="001A7B4B">
              <w:rPr>
                <w:rFonts w:cs="Arial"/>
                <w:lang w:eastAsia="en-GB"/>
              </w:rPr>
              <w:t>Outcome 1 – Plumbing and heating common knowledge criteria</w:t>
            </w:r>
          </w:p>
          <w:p w14:paraId="53371529" w14:textId="77777777" w:rsidR="008F4AC5" w:rsidRPr="001A7B4B" w:rsidRDefault="008F4AC5" w:rsidP="00E31B11">
            <w:pPr>
              <w:pStyle w:val="Normalheadingblack"/>
              <w:rPr>
                <w:rFonts w:cs="Arial"/>
                <w:lang w:eastAsia="en-GB"/>
              </w:rPr>
            </w:pPr>
          </w:p>
          <w:p w14:paraId="03339EEA" w14:textId="77777777" w:rsidR="00E278D6" w:rsidRPr="001A7B4B" w:rsidRDefault="00E278D6" w:rsidP="00E278D6">
            <w:pPr>
              <w:pStyle w:val="Normalheadingblack"/>
              <w:rPr>
                <w:rFonts w:cs="Arial"/>
                <w:lang w:eastAsia="en-GB"/>
              </w:rPr>
            </w:pPr>
            <w:r w:rsidRPr="001A7B4B">
              <w:rPr>
                <w:rFonts w:cs="Arial"/>
                <w:lang w:eastAsia="en-GB"/>
              </w:rPr>
              <w:t>Outcome 2 - Install plumbing and heating systems</w:t>
            </w:r>
          </w:p>
          <w:p w14:paraId="6E642264" w14:textId="77777777" w:rsidR="00E278D6" w:rsidRPr="001A7B4B" w:rsidRDefault="00E278D6" w:rsidP="00E31B11">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128836B1" w14:textId="77777777" w:rsidR="008F4AC5" w:rsidRPr="001A7B4B" w:rsidRDefault="00E278D6" w:rsidP="24BA986D">
            <w:pPr>
              <w:pStyle w:val="Normalheadingblack"/>
              <w:rPr>
                <w:rFonts w:cs="Arial"/>
                <w:b w:val="0"/>
              </w:rPr>
            </w:pPr>
            <w:r w:rsidRPr="001A7B4B">
              <w:rPr>
                <w:rFonts w:cs="Arial"/>
                <w:b w:val="0"/>
              </w:rPr>
              <w:t>K1.42 Documentation required for maintenance and verification of maintenance activities</w:t>
            </w:r>
          </w:p>
          <w:p w14:paraId="0EA6DF1F" w14:textId="77777777" w:rsidR="24BA986D" w:rsidRPr="001A7B4B" w:rsidRDefault="24BA986D" w:rsidP="24BA986D">
            <w:pPr>
              <w:pStyle w:val="Normalheadingblack"/>
              <w:rPr>
                <w:rFonts w:cs="Arial"/>
                <w:b w:val="0"/>
              </w:rPr>
            </w:pPr>
          </w:p>
          <w:p w14:paraId="32CA724B" w14:textId="77777777" w:rsidR="788681F9" w:rsidRPr="001A7B4B" w:rsidRDefault="788681F9" w:rsidP="24BA986D">
            <w:pPr>
              <w:spacing w:before="240" w:after="240"/>
            </w:pPr>
            <w:r w:rsidRPr="001A7B4B">
              <w:t>K1.43 Actions required when faults cannot be rectified</w:t>
            </w:r>
          </w:p>
          <w:p w14:paraId="1B8F6C68" w14:textId="77777777" w:rsidR="24BA986D" w:rsidRPr="001A7B4B" w:rsidRDefault="24BA986D" w:rsidP="24BA986D">
            <w:pPr>
              <w:pStyle w:val="Normalheadingblack"/>
              <w:rPr>
                <w:rFonts w:cs="Arial"/>
                <w:b w:val="0"/>
              </w:rPr>
            </w:pPr>
          </w:p>
          <w:p w14:paraId="683E9E5B" w14:textId="77777777" w:rsidR="00E278D6" w:rsidRPr="001A7B4B" w:rsidRDefault="00E278D6" w:rsidP="00E31B11">
            <w:pPr>
              <w:pStyle w:val="Normalheadingblack"/>
              <w:rPr>
                <w:rFonts w:cs="Arial"/>
                <w:b w:val="0"/>
                <w:szCs w:val="22"/>
              </w:rPr>
            </w:pPr>
          </w:p>
          <w:p w14:paraId="454DFB53" w14:textId="77777777" w:rsidR="00E278D6" w:rsidRPr="001A7B4B" w:rsidRDefault="00E278D6" w:rsidP="00E31B11">
            <w:pPr>
              <w:pStyle w:val="Normalheadingblack"/>
              <w:rPr>
                <w:rFonts w:cs="Arial"/>
                <w:b w:val="0"/>
                <w:szCs w:val="22"/>
              </w:rPr>
            </w:pPr>
            <w:r w:rsidRPr="001A7B4B">
              <w:rPr>
                <w:rFonts w:cs="Arial"/>
                <w:b w:val="0"/>
                <w:szCs w:val="22"/>
              </w:rPr>
              <w:t>S4.2 Explore end user or client requirements</w:t>
            </w:r>
          </w:p>
          <w:p w14:paraId="5BAF7911" w14:textId="77777777" w:rsidR="00E278D6" w:rsidRPr="001A7B4B" w:rsidRDefault="00E278D6" w:rsidP="00E31B11">
            <w:pPr>
              <w:pStyle w:val="Normalheadingblack"/>
              <w:rPr>
                <w:rFonts w:cs="Arial"/>
                <w:b w:val="0"/>
                <w:szCs w:val="22"/>
              </w:rPr>
            </w:pPr>
          </w:p>
          <w:p w14:paraId="75C459D0" w14:textId="77777777" w:rsidR="00E278D6" w:rsidRPr="001A7B4B" w:rsidRDefault="00E278D6" w:rsidP="00E31B11">
            <w:pPr>
              <w:pStyle w:val="Normalheadingblack"/>
              <w:rPr>
                <w:rFonts w:cs="Arial"/>
                <w:b w:val="0"/>
                <w:szCs w:val="22"/>
              </w:rPr>
            </w:pPr>
            <w:r w:rsidRPr="001A7B4B">
              <w:rPr>
                <w:rFonts w:cs="Arial"/>
                <w:b w:val="0"/>
                <w:szCs w:val="22"/>
              </w:rPr>
              <w:t>S4.1Identify information requirements from a brief</w:t>
            </w:r>
          </w:p>
        </w:tc>
        <w:tc>
          <w:tcPr>
            <w:tcW w:w="5785" w:type="dxa"/>
            <w:tcBorders>
              <w:top w:val="single" w:sz="4" w:space="0" w:color="C6C5C6"/>
              <w:left w:val="single" w:sz="4" w:space="0" w:color="C6C5C6"/>
              <w:bottom w:val="single" w:sz="4" w:space="0" w:color="C6C5C6"/>
              <w:right w:val="single" w:sz="4" w:space="0" w:color="C6C5C6"/>
            </w:tcBorders>
          </w:tcPr>
          <w:p w14:paraId="5BC758EA" w14:textId="6B4C88CE" w:rsidR="008F4AC5" w:rsidRPr="001A7B4B" w:rsidRDefault="008F4AC5" w:rsidP="001A4A36">
            <w:pPr>
              <w:pStyle w:val="Normalheadingblue"/>
              <w:spacing w:before="0" w:after="0"/>
              <w:rPr>
                <w:rFonts w:cs="Arial"/>
                <w:color w:val="auto"/>
                <w:szCs w:val="22"/>
              </w:rPr>
            </w:pPr>
            <w:r w:rsidRPr="001A7B4B">
              <w:rPr>
                <w:rFonts w:cs="Arial"/>
                <w:color w:val="auto"/>
                <w:szCs w:val="22"/>
              </w:rPr>
              <w:t>Activity:</w:t>
            </w:r>
          </w:p>
          <w:p w14:paraId="09AADF2E" w14:textId="77777777" w:rsidR="008F4AC5" w:rsidRPr="001A7B4B" w:rsidRDefault="008F4AC5" w:rsidP="001A4A36">
            <w:pPr>
              <w:pStyle w:val="Normalheadingblue"/>
              <w:spacing w:before="0" w:after="0"/>
              <w:rPr>
                <w:rFonts w:cs="Arial"/>
                <w:color w:val="auto"/>
                <w:szCs w:val="22"/>
              </w:rPr>
            </w:pPr>
            <w:r w:rsidRPr="001A7B4B">
              <w:rPr>
                <w:rFonts w:cs="Arial"/>
                <w:color w:val="auto"/>
                <w:szCs w:val="22"/>
              </w:rPr>
              <w:t>Starter task example:</w:t>
            </w:r>
          </w:p>
          <w:p w14:paraId="7B4096D6" w14:textId="6B641182" w:rsidR="008F4AC5" w:rsidRPr="001A7B4B" w:rsidRDefault="001A4A36" w:rsidP="001A4A36">
            <w:pPr>
              <w:pStyle w:val="Normalheadingblue"/>
              <w:spacing w:before="0" w:after="0"/>
              <w:rPr>
                <w:b w:val="0"/>
                <w:color w:val="auto"/>
              </w:rPr>
            </w:pPr>
            <w:r w:rsidRPr="001A7B4B">
              <w:rPr>
                <w:b w:val="0"/>
                <w:color w:val="auto"/>
              </w:rPr>
              <w:t>Ask students why regular maintenance is essential for plumbing and heating systems.</w:t>
            </w:r>
          </w:p>
          <w:p w14:paraId="270B6F93" w14:textId="77777777" w:rsidR="001A4A36" w:rsidRPr="001A7B4B" w:rsidRDefault="001A4A36" w:rsidP="001A4A36">
            <w:pPr>
              <w:pStyle w:val="Normalheadingblue"/>
              <w:spacing w:before="0" w:after="0"/>
              <w:rPr>
                <w:rFonts w:cs="Arial"/>
                <w:b w:val="0"/>
                <w:color w:val="auto"/>
                <w:szCs w:val="22"/>
              </w:rPr>
            </w:pPr>
          </w:p>
          <w:p w14:paraId="77E7999B" w14:textId="5A0DE4D7" w:rsidR="008F4AC5" w:rsidRPr="001A7B4B" w:rsidRDefault="008F4AC5" w:rsidP="001A4A36">
            <w:pPr>
              <w:pStyle w:val="Normalheadingblue"/>
              <w:spacing w:before="0" w:after="0"/>
              <w:rPr>
                <w:rFonts w:cs="Arial"/>
                <w:color w:val="auto"/>
                <w:szCs w:val="22"/>
              </w:rPr>
            </w:pPr>
            <w:r w:rsidRPr="001A7B4B">
              <w:rPr>
                <w:rFonts w:cs="Arial"/>
                <w:color w:val="auto"/>
                <w:szCs w:val="22"/>
              </w:rPr>
              <w:t>Delivery</w:t>
            </w:r>
            <w:r w:rsidR="00CE7F8F" w:rsidRPr="001A7B4B">
              <w:rPr>
                <w:rFonts w:cs="Arial"/>
                <w:color w:val="auto"/>
                <w:szCs w:val="22"/>
              </w:rPr>
              <w:t xml:space="preserve"> focus</w:t>
            </w:r>
            <w:r w:rsidRPr="001A7B4B">
              <w:rPr>
                <w:rFonts w:cs="Arial"/>
                <w:color w:val="auto"/>
                <w:szCs w:val="22"/>
              </w:rPr>
              <w:t>:</w:t>
            </w:r>
          </w:p>
          <w:p w14:paraId="5E2DF18B" w14:textId="536762EE" w:rsidR="001C2727" w:rsidRPr="001A7B4B" w:rsidRDefault="001C2727" w:rsidP="001C2727">
            <w:pPr>
              <w:pStyle w:val="Normalheadingblue"/>
              <w:spacing w:before="0" w:after="0"/>
              <w:rPr>
                <w:rFonts w:cs="Arial"/>
                <w:b w:val="0"/>
                <w:bCs/>
                <w:color w:val="auto"/>
                <w:szCs w:val="22"/>
              </w:rPr>
            </w:pPr>
            <w:r w:rsidRPr="001A7B4B">
              <w:rPr>
                <w:rFonts w:cs="Arial"/>
                <w:b w:val="0"/>
                <w:bCs/>
                <w:color w:val="auto"/>
                <w:szCs w:val="22"/>
              </w:rPr>
              <w:t>Using PowerPoint</w:t>
            </w:r>
            <w:r w:rsidRPr="001A7B4B">
              <w:rPr>
                <w:rFonts w:cs="Arial"/>
                <w:color w:val="auto"/>
                <w:szCs w:val="22"/>
              </w:rPr>
              <w:t xml:space="preserve"> </w:t>
            </w:r>
            <w:r w:rsidR="00C314CF" w:rsidRPr="00A366C8">
              <w:rPr>
                <w:rFonts w:cs="Arial"/>
                <w:color w:val="auto"/>
                <w:szCs w:val="22"/>
                <w:highlight w:val="yellow"/>
              </w:rPr>
              <w:t>K1.42 Planned maintenance of P&amp;H systems</w:t>
            </w:r>
            <w:r w:rsidRPr="001A7B4B">
              <w:rPr>
                <w:rFonts w:cs="Arial"/>
                <w:b w:val="0"/>
                <w:bCs/>
                <w:color w:val="auto"/>
                <w:szCs w:val="22"/>
              </w:rPr>
              <w:t>, deliver the following content:</w:t>
            </w:r>
          </w:p>
          <w:p w14:paraId="3C15655B" w14:textId="77777777" w:rsidR="00834575" w:rsidRPr="001A7B4B" w:rsidRDefault="00834575" w:rsidP="002C017C">
            <w:pPr>
              <w:pStyle w:val="Normalheadingblue"/>
              <w:numPr>
                <w:ilvl w:val="0"/>
                <w:numId w:val="137"/>
              </w:numPr>
              <w:spacing w:before="0" w:after="0"/>
              <w:ind w:left="357" w:hanging="357"/>
              <w:rPr>
                <w:rFonts w:cs="Arial"/>
                <w:b w:val="0"/>
                <w:color w:val="auto"/>
                <w:szCs w:val="22"/>
              </w:rPr>
            </w:pPr>
            <w:r w:rsidRPr="001A7B4B">
              <w:rPr>
                <w:rFonts w:cs="Arial"/>
                <w:b w:val="0"/>
                <w:color w:val="auto"/>
                <w:szCs w:val="22"/>
              </w:rPr>
              <w:t>Heating systems</w:t>
            </w:r>
          </w:p>
          <w:p w14:paraId="1BDE21C3" w14:textId="77777777" w:rsidR="00834575" w:rsidRPr="001A7B4B" w:rsidRDefault="00834575" w:rsidP="002C017C">
            <w:pPr>
              <w:pStyle w:val="Normalheadingblue"/>
              <w:numPr>
                <w:ilvl w:val="0"/>
                <w:numId w:val="137"/>
              </w:numPr>
              <w:spacing w:before="0" w:after="0"/>
              <w:ind w:left="357" w:hanging="357"/>
              <w:rPr>
                <w:rFonts w:cs="Arial"/>
                <w:b w:val="0"/>
                <w:color w:val="auto"/>
                <w:szCs w:val="22"/>
              </w:rPr>
            </w:pPr>
            <w:r w:rsidRPr="001A7B4B">
              <w:rPr>
                <w:rFonts w:cs="Arial"/>
                <w:b w:val="0"/>
                <w:color w:val="auto"/>
                <w:szCs w:val="22"/>
              </w:rPr>
              <w:t>Cold water systems</w:t>
            </w:r>
          </w:p>
          <w:p w14:paraId="33C1F72E" w14:textId="77777777" w:rsidR="00834575" w:rsidRPr="001A7B4B" w:rsidRDefault="00834575" w:rsidP="002C017C">
            <w:pPr>
              <w:pStyle w:val="Normalheadingblue"/>
              <w:numPr>
                <w:ilvl w:val="0"/>
                <w:numId w:val="137"/>
              </w:numPr>
              <w:spacing w:before="0" w:after="0"/>
              <w:ind w:left="357" w:hanging="357"/>
              <w:rPr>
                <w:rFonts w:cs="Arial"/>
                <w:b w:val="0"/>
                <w:color w:val="auto"/>
                <w:szCs w:val="22"/>
              </w:rPr>
            </w:pPr>
            <w:r w:rsidRPr="001A7B4B">
              <w:rPr>
                <w:rFonts w:cs="Arial"/>
                <w:b w:val="0"/>
                <w:color w:val="auto"/>
                <w:szCs w:val="22"/>
              </w:rPr>
              <w:t>Hot water systems</w:t>
            </w:r>
          </w:p>
          <w:p w14:paraId="3334622C" w14:textId="77777777" w:rsidR="00834575" w:rsidRPr="001A7B4B" w:rsidRDefault="00834575" w:rsidP="002C017C">
            <w:pPr>
              <w:pStyle w:val="Normalheadingblue"/>
              <w:numPr>
                <w:ilvl w:val="0"/>
                <w:numId w:val="137"/>
              </w:numPr>
              <w:spacing w:before="0" w:after="0"/>
              <w:ind w:left="357" w:hanging="357"/>
              <w:rPr>
                <w:rFonts w:cs="Arial"/>
                <w:b w:val="0"/>
                <w:color w:val="auto"/>
                <w:szCs w:val="22"/>
              </w:rPr>
            </w:pPr>
            <w:r w:rsidRPr="001A7B4B">
              <w:rPr>
                <w:rFonts w:cs="Arial"/>
                <w:b w:val="0"/>
                <w:color w:val="auto"/>
                <w:szCs w:val="22"/>
              </w:rPr>
              <w:t>Tutor to distribute manufacturers literature to examine the routine maintenance requirements for components and appliances</w:t>
            </w:r>
          </w:p>
          <w:p w14:paraId="7BA7103E" w14:textId="61221723" w:rsidR="00834575" w:rsidRPr="001A7B4B" w:rsidRDefault="00116A2E" w:rsidP="002C017C">
            <w:pPr>
              <w:pStyle w:val="Normalheadingblue"/>
              <w:numPr>
                <w:ilvl w:val="0"/>
                <w:numId w:val="137"/>
              </w:numPr>
              <w:spacing w:before="0" w:after="0"/>
              <w:ind w:left="357" w:hanging="357"/>
              <w:rPr>
                <w:rFonts w:cs="Arial"/>
                <w:b w:val="0"/>
                <w:color w:val="auto"/>
              </w:rPr>
            </w:pPr>
            <w:r w:rsidRPr="001A7B4B">
              <w:rPr>
                <w:rFonts w:cs="Arial"/>
                <w:b w:val="0"/>
                <w:color w:val="auto"/>
              </w:rPr>
              <w:t>Students</w:t>
            </w:r>
            <w:r w:rsidR="00834575" w:rsidRPr="001A7B4B">
              <w:rPr>
                <w:rFonts w:cs="Arial"/>
                <w:b w:val="0"/>
                <w:color w:val="auto"/>
              </w:rPr>
              <w:t xml:space="preserve"> are to </w:t>
            </w:r>
            <w:r w:rsidR="003B6B27" w:rsidRPr="001A7B4B">
              <w:rPr>
                <w:rFonts w:cs="Arial"/>
                <w:b w:val="0"/>
                <w:color w:val="auto"/>
              </w:rPr>
              <w:t xml:space="preserve">produce a short maintenance plan for a given system or component </w:t>
            </w:r>
          </w:p>
          <w:p w14:paraId="532707B1" w14:textId="77777777" w:rsidR="54E4C99E" w:rsidRPr="001A7B4B" w:rsidRDefault="54E4C99E" w:rsidP="002C017C">
            <w:pPr>
              <w:pStyle w:val="Normalheadingblue"/>
              <w:numPr>
                <w:ilvl w:val="0"/>
                <w:numId w:val="137"/>
              </w:numPr>
              <w:spacing w:before="0" w:after="0"/>
              <w:ind w:left="357" w:hanging="357"/>
              <w:rPr>
                <w:rFonts w:cs="Arial"/>
                <w:b w:val="0"/>
                <w:color w:val="auto"/>
              </w:rPr>
            </w:pPr>
            <w:r w:rsidRPr="001A7B4B">
              <w:rPr>
                <w:rFonts w:cs="Arial"/>
                <w:b w:val="0"/>
                <w:color w:val="auto"/>
              </w:rPr>
              <w:t>Tutor to discuss examples of experiences of follow up actions when faults cannot be initially rectified including:</w:t>
            </w:r>
          </w:p>
          <w:p w14:paraId="1B5F042B" w14:textId="77777777" w:rsidR="54E4C99E" w:rsidRPr="001A7B4B" w:rsidRDefault="54E4C99E" w:rsidP="002C017C">
            <w:pPr>
              <w:pStyle w:val="Normalheadingblue"/>
              <w:numPr>
                <w:ilvl w:val="0"/>
                <w:numId w:val="137"/>
              </w:numPr>
              <w:spacing w:before="0" w:after="0"/>
              <w:ind w:left="357" w:hanging="357"/>
              <w:rPr>
                <w:b w:val="0"/>
                <w:color w:val="auto"/>
                <w:szCs w:val="22"/>
              </w:rPr>
            </w:pPr>
            <w:r w:rsidRPr="001A7B4B">
              <w:rPr>
                <w:rFonts w:cs="Arial"/>
                <w:b w:val="0"/>
                <w:color w:val="auto"/>
              </w:rPr>
              <w:t>Time</w:t>
            </w:r>
          </w:p>
          <w:p w14:paraId="272FAA8F" w14:textId="77777777" w:rsidR="54E4C99E" w:rsidRPr="001A7B4B" w:rsidRDefault="54E4C99E" w:rsidP="002C017C">
            <w:pPr>
              <w:pStyle w:val="Normalheadingblue"/>
              <w:numPr>
                <w:ilvl w:val="0"/>
                <w:numId w:val="137"/>
              </w:numPr>
              <w:spacing w:before="0" w:after="0"/>
              <w:ind w:left="357" w:hanging="357"/>
              <w:rPr>
                <w:b w:val="0"/>
                <w:color w:val="auto"/>
                <w:szCs w:val="22"/>
              </w:rPr>
            </w:pPr>
            <w:r w:rsidRPr="001A7B4B">
              <w:rPr>
                <w:b w:val="0"/>
                <w:color w:val="auto"/>
              </w:rPr>
              <w:t>costs</w:t>
            </w:r>
          </w:p>
          <w:p w14:paraId="6AAEE79E" w14:textId="77777777" w:rsidR="54E4C99E" w:rsidRPr="001A7B4B" w:rsidRDefault="54E4C99E" w:rsidP="002C017C">
            <w:pPr>
              <w:pStyle w:val="ListParagraph"/>
              <w:numPr>
                <w:ilvl w:val="0"/>
                <w:numId w:val="137"/>
              </w:numPr>
              <w:spacing w:before="0" w:after="0"/>
              <w:ind w:left="357" w:hanging="357"/>
              <w:rPr>
                <w:szCs w:val="22"/>
              </w:rPr>
            </w:pPr>
            <w:r w:rsidRPr="001A7B4B">
              <w:t xml:space="preserve">loss or temporary loss of industry operations </w:t>
            </w:r>
          </w:p>
          <w:p w14:paraId="52F89707" w14:textId="77777777" w:rsidR="54E4C99E" w:rsidRPr="001A7B4B" w:rsidRDefault="54E4C99E" w:rsidP="002C017C">
            <w:pPr>
              <w:pStyle w:val="ListParagraph"/>
              <w:numPr>
                <w:ilvl w:val="0"/>
                <w:numId w:val="137"/>
              </w:numPr>
              <w:spacing w:before="0" w:after="0"/>
              <w:ind w:left="357" w:hanging="357"/>
              <w:rPr>
                <w:szCs w:val="22"/>
              </w:rPr>
            </w:pPr>
            <w:r w:rsidRPr="001A7B4B">
              <w:t>alternative provisions</w:t>
            </w:r>
          </w:p>
          <w:p w14:paraId="0FC86AEC" w14:textId="77777777" w:rsidR="00C314CF" w:rsidRPr="001A7B4B" w:rsidRDefault="00C314CF" w:rsidP="00C314CF">
            <w:pPr>
              <w:pStyle w:val="ListParagraph"/>
              <w:spacing w:before="0" w:after="0"/>
              <w:rPr>
                <w:szCs w:val="22"/>
              </w:rPr>
            </w:pPr>
          </w:p>
          <w:p w14:paraId="25C6C056" w14:textId="10941A70" w:rsidR="008F4AC5" w:rsidRPr="001A7B4B" w:rsidRDefault="008F4AC5" w:rsidP="001A4A36">
            <w:pPr>
              <w:pStyle w:val="Normalheadingblue"/>
              <w:spacing w:before="0" w:after="0"/>
              <w:rPr>
                <w:rFonts w:cs="Arial"/>
                <w:color w:val="auto"/>
                <w:szCs w:val="22"/>
              </w:rPr>
            </w:pPr>
            <w:r w:rsidRPr="001A7B4B">
              <w:rPr>
                <w:rFonts w:cs="Arial"/>
                <w:color w:val="auto"/>
                <w:szCs w:val="22"/>
              </w:rPr>
              <w:t xml:space="preserve">Knowledge </w:t>
            </w:r>
            <w:r w:rsidR="00C314CF" w:rsidRPr="001A7B4B">
              <w:rPr>
                <w:rFonts w:cs="Arial"/>
                <w:color w:val="auto"/>
                <w:szCs w:val="22"/>
              </w:rPr>
              <w:t>C</w:t>
            </w:r>
            <w:r w:rsidRPr="001A7B4B">
              <w:rPr>
                <w:rFonts w:cs="Arial"/>
                <w:color w:val="auto"/>
                <w:szCs w:val="22"/>
              </w:rPr>
              <w:t>heck example:</w:t>
            </w:r>
          </w:p>
          <w:p w14:paraId="54CD6015" w14:textId="77777777" w:rsidR="003B6B27" w:rsidRPr="001A7B4B" w:rsidRDefault="003B6B27" w:rsidP="00C314CF">
            <w:pPr>
              <w:pStyle w:val="Normalheadingblue"/>
              <w:spacing w:before="0" w:after="0"/>
              <w:rPr>
                <w:rFonts w:cs="Arial"/>
                <w:b w:val="0"/>
                <w:color w:val="auto"/>
                <w:szCs w:val="22"/>
              </w:rPr>
            </w:pPr>
            <w:r w:rsidRPr="001A7B4B">
              <w:rPr>
                <w:rFonts w:cs="Arial"/>
                <w:b w:val="0"/>
                <w:color w:val="auto"/>
                <w:szCs w:val="22"/>
              </w:rPr>
              <w:t>Produce a maintenance activity plan for a given system or components as directed by tutor</w:t>
            </w:r>
          </w:p>
          <w:p w14:paraId="65EBF259" w14:textId="77777777" w:rsidR="003B6B27" w:rsidRPr="001A7B4B" w:rsidRDefault="003B6B27" w:rsidP="001A4A36">
            <w:pPr>
              <w:pStyle w:val="Normalheadingblue"/>
              <w:spacing w:before="0" w:after="0"/>
              <w:rPr>
                <w:rFonts w:cs="Arial"/>
                <w:color w:val="auto"/>
                <w:szCs w:val="22"/>
              </w:rPr>
            </w:pPr>
          </w:p>
          <w:p w14:paraId="27BD2FAD" w14:textId="77777777" w:rsidR="008F4AC5" w:rsidRPr="001A7B4B" w:rsidRDefault="008F4AC5" w:rsidP="001A4A36">
            <w:pPr>
              <w:pStyle w:val="Normalheadingblue"/>
              <w:spacing w:before="0" w:after="0"/>
              <w:rPr>
                <w:rFonts w:cs="Arial"/>
                <w:color w:val="auto"/>
                <w:szCs w:val="22"/>
              </w:rPr>
            </w:pPr>
            <w:r w:rsidRPr="001A7B4B">
              <w:rPr>
                <w:rFonts w:cs="Arial"/>
                <w:color w:val="auto"/>
                <w:szCs w:val="22"/>
              </w:rPr>
              <w:lastRenderedPageBreak/>
              <w:t>Resources:</w:t>
            </w:r>
          </w:p>
          <w:p w14:paraId="1FDAD68B" w14:textId="2D1320D8" w:rsidR="008F4AC5" w:rsidRPr="001A7B4B" w:rsidRDefault="00763103" w:rsidP="001A4A36">
            <w:pPr>
              <w:pStyle w:val="Normalheadingblue"/>
              <w:spacing w:before="0" w:after="0"/>
              <w:rPr>
                <w:rFonts w:cs="Arial"/>
                <w:bCs/>
                <w:color w:val="auto"/>
                <w:szCs w:val="22"/>
              </w:rPr>
            </w:pPr>
            <w:r w:rsidRPr="001A7B4B">
              <w:rPr>
                <w:rFonts w:cs="Arial"/>
                <w:b w:val="0"/>
                <w:color w:val="auto"/>
                <w:szCs w:val="22"/>
              </w:rPr>
              <w:t>PowerPoint</w:t>
            </w:r>
            <w:r w:rsidR="00C314CF" w:rsidRPr="001A7B4B">
              <w:rPr>
                <w:rFonts w:cs="Arial"/>
                <w:b w:val="0"/>
                <w:color w:val="auto"/>
                <w:szCs w:val="22"/>
              </w:rPr>
              <w:t xml:space="preserve">: </w:t>
            </w:r>
            <w:r w:rsidR="00C314CF" w:rsidRPr="001A7B4B">
              <w:rPr>
                <w:rFonts w:cs="Arial"/>
                <w:bCs/>
                <w:color w:val="auto"/>
                <w:szCs w:val="22"/>
              </w:rPr>
              <w:t>K1.42 Planned maintenance of P&amp;H systems</w:t>
            </w:r>
          </w:p>
          <w:p w14:paraId="29654C0B" w14:textId="77777777" w:rsidR="00AC3269" w:rsidRPr="001A7B4B" w:rsidRDefault="00AC3269" w:rsidP="001A4A36">
            <w:pPr>
              <w:pStyle w:val="Normalheadingblue"/>
              <w:spacing w:before="0" w:after="0"/>
              <w:rPr>
                <w:rFonts w:cs="Arial"/>
                <w:b w:val="0"/>
                <w:color w:val="auto"/>
                <w:szCs w:val="22"/>
              </w:rPr>
            </w:pPr>
            <w:r w:rsidRPr="001A7B4B">
              <w:rPr>
                <w:rFonts w:cs="Arial"/>
                <w:b w:val="0"/>
                <w:color w:val="auto"/>
                <w:szCs w:val="22"/>
              </w:rPr>
              <w:t>Manufacturers literature</w:t>
            </w:r>
          </w:p>
          <w:p w14:paraId="2E2308A8" w14:textId="77777777" w:rsidR="0024364D" w:rsidRPr="001A7B4B" w:rsidRDefault="0024364D" w:rsidP="001A4A36">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110FD386" w14:textId="77777777" w:rsidR="00DD207A" w:rsidRPr="001A7B4B" w:rsidRDefault="008A57D2">
            <w:r w:rsidRPr="001A7B4B">
              <w:lastRenderedPageBreak/>
              <w:t>Q&amp;A</w:t>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t>Produce maintenance plan</w:t>
            </w:r>
            <w:r w:rsidRPr="001A7B4B">
              <w:br/>
              <w:t>English skills (reading, writing, technical vocabulary)</w:t>
            </w:r>
          </w:p>
        </w:tc>
      </w:tr>
      <w:tr w:rsidR="001A7B4B" w:rsidRPr="001A7B4B" w14:paraId="6AEE1AEB"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57ADC2DF" w14:textId="77777777" w:rsidR="008F4AC5" w:rsidRDefault="006F3160" w:rsidP="00E31B11">
            <w:pPr>
              <w:jc w:val="center"/>
              <w:rPr>
                <w:rFonts w:cs="Arial"/>
                <w:szCs w:val="22"/>
              </w:rPr>
            </w:pPr>
            <w:r>
              <w:rPr>
                <w:rFonts w:cs="Arial"/>
                <w:szCs w:val="22"/>
              </w:rPr>
              <w:t>20</w:t>
            </w:r>
            <w:r w:rsidR="003B6B27">
              <w:rPr>
                <w:rFonts w:cs="Arial"/>
                <w:szCs w:val="22"/>
              </w:rPr>
              <w:t>6</w:t>
            </w:r>
          </w:p>
          <w:p w14:paraId="4A4AA639" w14:textId="77777777" w:rsidR="006F3160" w:rsidRDefault="006F3160" w:rsidP="00E31B11">
            <w:pPr>
              <w:jc w:val="center"/>
              <w:rPr>
                <w:rFonts w:cs="Arial"/>
                <w:szCs w:val="22"/>
              </w:rPr>
            </w:pPr>
            <w:r>
              <w:rPr>
                <w:rFonts w:cs="Arial"/>
                <w:szCs w:val="22"/>
              </w:rPr>
              <w:t xml:space="preserve"> </w:t>
            </w:r>
            <w:r w:rsidR="00E278D6">
              <w:rPr>
                <w:rFonts w:cs="Arial"/>
                <w:szCs w:val="22"/>
              </w:rPr>
              <w:t>3</w:t>
            </w:r>
            <w:r>
              <w:rPr>
                <w:rFonts w:cs="Arial"/>
                <w:szCs w:val="22"/>
              </w:rPr>
              <w:t xml:space="preserve"> hours</w:t>
            </w:r>
          </w:p>
          <w:p w14:paraId="4019C3F2" w14:textId="795BFF73" w:rsidR="009A1A8F" w:rsidRPr="009A1A8F" w:rsidRDefault="009A1A8F" w:rsidP="00E31B11">
            <w:pPr>
              <w:jc w:val="center"/>
              <w:rPr>
                <w:rFonts w:cs="Arial"/>
                <w:b/>
                <w:bCs/>
                <w:szCs w:val="22"/>
              </w:rPr>
            </w:pPr>
            <w:r w:rsidRPr="009A1A8F">
              <w:rPr>
                <w:rFonts w:cs="Arial"/>
                <w:b/>
                <w:bCs/>
                <w:szCs w:val="22"/>
                <w:highlight w:val="yellow"/>
              </w:rPr>
              <w:t>PPT available</w:t>
            </w:r>
          </w:p>
        </w:tc>
        <w:tc>
          <w:tcPr>
            <w:tcW w:w="2199" w:type="dxa"/>
            <w:tcBorders>
              <w:top w:val="single" w:sz="4" w:space="0" w:color="C6C5C6"/>
              <w:left w:val="single" w:sz="4" w:space="0" w:color="C6C5C6"/>
              <w:bottom w:val="single" w:sz="4" w:space="0" w:color="C6C5C6"/>
              <w:right w:val="single" w:sz="4" w:space="0" w:color="C6C5C6"/>
            </w:tcBorders>
          </w:tcPr>
          <w:p w14:paraId="377EFA13" w14:textId="77777777" w:rsidR="00EE13B7" w:rsidRPr="001A7B4B" w:rsidRDefault="00EE13B7" w:rsidP="00EE13B7">
            <w:pPr>
              <w:pStyle w:val="Normalheadingblack"/>
              <w:rPr>
                <w:rFonts w:cs="Arial"/>
                <w:lang w:eastAsia="en-GB"/>
              </w:rPr>
            </w:pPr>
            <w:r w:rsidRPr="001A7B4B">
              <w:rPr>
                <w:rFonts w:cs="Arial"/>
                <w:lang w:eastAsia="en-GB"/>
              </w:rPr>
              <w:t>Outcome 1 – Plumbing and heating common knowledge criteria</w:t>
            </w:r>
          </w:p>
          <w:p w14:paraId="1D4C789B" w14:textId="77777777" w:rsidR="008F4AC5" w:rsidRPr="001A7B4B" w:rsidRDefault="008F4AC5" w:rsidP="00E31B11">
            <w:pPr>
              <w:pStyle w:val="Normalheadingblack"/>
              <w:rPr>
                <w:rFonts w:cs="Arial"/>
                <w:lang w:eastAsia="en-GB"/>
              </w:rPr>
            </w:pPr>
          </w:p>
          <w:p w14:paraId="19BB93A6" w14:textId="77777777" w:rsidR="00E278D6" w:rsidRPr="001A7B4B" w:rsidRDefault="00E278D6" w:rsidP="00E278D6">
            <w:pPr>
              <w:pStyle w:val="Normalheadingblack"/>
              <w:rPr>
                <w:rFonts w:cs="Arial"/>
                <w:lang w:eastAsia="en-GB"/>
              </w:rPr>
            </w:pPr>
            <w:r w:rsidRPr="001A7B4B">
              <w:rPr>
                <w:rFonts w:cs="Arial"/>
                <w:lang w:eastAsia="en-GB"/>
              </w:rPr>
              <w:t>Outcome 2 - Install plumbing and heating systems</w:t>
            </w:r>
          </w:p>
          <w:p w14:paraId="4C1C09C4" w14:textId="77777777" w:rsidR="00E278D6" w:rsidRPr="001A7B4B" w:rsidRDefault="00E278D6" w:rsidP="00E31B11">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6AAF8276" w14:textId="77777777" w:rsidR="00E278D6" w:rsidRPr="001A7B4B" w:rsidRDefault="00E278D6" w:rsidP="00E278D6">
            <w:pPr>
              <w:pStyle w:val="Normalheadingblack"/>
              <w:rPr>
                <w:rFonts w:cs="Arial"/>
                <w:b w:val="0"/>
                <w:szCs w:val="22"/>
              </w:rPr>
            </w:pPr>
            <w:r w:rsidRPr="001A7B4B">
              <w:rPr>
                <w:rFonts w:cs="Arial"/>
                <w:b w:val="0"/>
                <w:szCs w:val="22"/>
              </w:rPr>
              <w:t>K1.42 Documentation required for maintenance and verification of maintenance activities</w:t>
            </w:r>
          </w:p>
          <w:p w14:paraId="6A2CD609" w14:textId="77777777" w:rsidR="00E278D6" w:rsidRPr="001A7B4B" w:rsidRDefault="00E278D6" w:rsidP="00E278D6">
            <w:pPr>
              <w:pStyle w:val="Normalheadingblack"/>
              <w:rPr>
                <w:rFonts w:cs="Arial"/>
                <w:b w:val="0"/>
                <w:szCs w:val="22"/>
              </w:rPr>
            </w:pPr>
          </w:p>
          <w:p w14:paraId="551C0A0F" w14:textId="77777777" w:rsidR="00E278D6" w:rsidRPr="001A7B4B" w:rsidRDefault="00E278D6" w:rsidP="00E278D6">
            <w:pPr>
              <w:pStyle w:val="Normalheadingblack"/>
              <w:rPr>
                <w:rFonts w:cs="Arial"/>
                <w:b w:val="0"/>
                <w:szCs w:val="22"/>
              </w:rPr>
            </w:pPr>
            <w:r w:rsidRPr="001A7B4B">
              <w:rPr>
                <w:rFonts w:cs="Arial"/>
                <w:b w:val="0"/>
                <w:szCs w:val="22"/>
              </w:rPr>
              <w:t>S4.2 Explore end user or client requirements</w:t>
            </w:r>
          </w:p>
          <w:p w14:paraId="2FBAC5C8" w14:textId="77777777" w:rsidR="00E278D6" w:rsidRPr="001A7B4B" w:rsidRDefault="00E278D6" w:rsidP="00E278D6">
            <w:pPr>
              <w:pStyle w:val="Normalheadingblack"/>
              <w:rPr>
                <w:rFonts w:cs="Arial"/>
                <w:b w:val="0"/>
                <w:szCs w:val="22"/>
              </w:rPr>
            </w:pPr>
          </w:p>
          <w:p w14:paraId="2B424573" w14:textId="77777777" w:rsidR="008F4AC5" w:rsidRPr="001A7B4B" w:rsidRDefault="00E278D6" w:rsidP="00E278D6">
            <w:pPr>
              <w:pStyle w:val="Normalheadingblack"/>
              <w:rPr>
                <w:rFonts w:cs="Arial"/>
                <w:b w:val="0"/>
                <w:szCs w:val="22"/>
              </w:rPr>
            </w:pPr>
            <w:r w:rsidRPr="001A7B4B">
              <w:rPr>
                <w:rFonts w:cs="Arial"/>
                <w:b w:val="0"/>
                <w:szCs w:val="22"/>
              </w:rPr>
              <w:t>S4.1Identify information requirements from a brief</w:t>
            </w:r>
          </w:p>
        </w:tc>
        <w:tc>
          <w:tcPr>
            <w:tcW w:w="5785" w:type="dxa"/>
            <w:tcBorders>
              <w:top w:val="single" w:sz="4" w:space="0" w:color="C6C5C6"/>
              <w:left w:val="single" w:sz="4" w:space="0" w:color="C6C5C6"/>
              <w:bottom w:val="single" w:sz="4" w:space="0" w:color="C6C5C6"/>
              <w:right w:val="single" w:sz="4" w:space="0" w:color="C6C5C6"/>
            </w:tcBorders>
          </w:tcPr>
          <w:p w14:paraId="4ADE906F" w14:textId="66ED8A98" w:rsidR="008F4AC5" w:rsidRPr="001A7B4B" w:rsidRDefault="008F4AC5" w:rsidP="00716BC7">
            <w:pPr>
              <w:pStyle w:val="Normalheadingblue"/>
              <w:spacing w:before="0" w:after="0"/>
              <w:rPr>
                <w:rFonts w:cs="Arial"/>
                <w:color w:val="auto"/>
                <w:szCs w:val="22"/>
              </w:rPr>
            </w:pPr>
            <w:r w:rsidRPr="001A7B4B">
              <w:rPr>
                <w:rFonts w:cs="Arial"/>
                <w:color w:val="auto"/>
                <w:szCs w:val="22"/>
              </w:rPr>
              <w:t>Activity:</w:t>
            </w:r>
          </w:p>
          <w:p w14:paraId="5757C3C5" w14:textId="77777777" w:rsidR="008F4AC5" w:rsidRPr="001A7B4B" w:rsidRDefault="008F4AC5" w:rsidP="00716BC7">
            <w:pPr>
              <w:pStyle w:val="Normalheadingblue"/>
              <w:spacing w:before="0" w:after="0"/>
              <w:rPr>
                <w:rFonts w:cs="Arial"/>
                <w:color w:val="auto"/>
                <w:szCs w:val="22"/>
              </w:rPr>
            </w:pPr>
            <w:r w:rsidRPr="001A7B4B">
              <w:rPr>
                <w:rFonts w:cs="Arial"/>
                <w:color w:val="auto"/>
                <w:szCs w:val="22"/>
              </w:rPr>
              <w:t>Starter task example:</w:t>
            </w:r>
          </w:p>
          <w:p w14:paraId="27E080BB" w14:textId="07B0BFFB" w:rsidR="00716BC7" w:rsidRPr="001A7B4B" w:rsidRDefault="006C4EE7" w:rsidP="00716BC7">
            <w:pPr>
              <w:pStyle w:val="Normalheadingblue"/>
              <w:spacing w:before="0" w:after="0"/>
              <w:rPr>
                <w:rFonts w:cs="Arial"/>
                <w:b w:val="0"/>
                <w:color w:val="auto"/>
                <w:szCs w:val="22"/>
              </w:rPr>
            </w:pPr>
            <w:r w:rsidRPr="001A7B4B">
              <w:rPr>
                <w:rFonts w:cs="Arial"/>
                <w:b w:val="0"/>
                <w:color w:val="auto"/>
                <w:szCs w:val="22"/>
              </w:rPr>
              <w:t xml:space="preserve">Ask students why </w:t>
            </w:r>
            <w:r w:rsidR="004E1D7D" w:rsidRPr="001A7B4B">
              <w:rPr>
                <w:rFonts w:cs="Arial"/>
                <w:b w:val="0"/>
                <w:color w:val="auto"/>
                <w:szCs w:val="22"/>
              </w:rPr>
              <w:t>regular maintenance of a rainwater or drainage system might</w:t>
            </w:r>
            <w:r w:rsidRPr="001A7B4B">
              <w:rPr>
                <w:rFonts w:cs="Arial"/>
                <w:b w:val="0"/>
                <w:color w:val="auto"/>
                <w:szCs w:val="22"/>
              </w:rPr>
              <w:t xml:space="preserve"> prevent structural damage to a property</w:t>
            </w:r>
            <w:r w:rsidR="0035546C" w:rsidRPr="001A7B4B">
              <w:rPr>
                <w:rFonts w:cs="Arial"/>
                <w:b w:val="0"/>
                <w:color w:val="auto"/>
                <w:szCs w:val="22"/>
              </w:rPr>
              <w:t>.</w:t>
            </w:r>
          </w:p>
          <w:p w14:paraId="6442CCFB" w14:textId="77777777" w:rsidR="006C4EE7" w:rsidRPr="001A7B4B" w:rsidRDefault="006C4EE7" w:rsidP="00716BC7">
            <w:pPr>
              <w:pStyle w:val="Normalheadingblue"/>
              <w:spacing w:before="0" w:after="0"/>
              <w:rPr>
                <w:rFonts w:cs="Arial"/>
                <w:b w:val="0"/>
                <w:color w:val="auto"/>
                <w:szCs w:val="22"/>
              </w:rPr>
            </w:pPr>
          </w:p>
          <w:p w14:paraId="22068819" w14:textId="13E45D0D" w:rsidR="008F4AC5" w:rsidRPr="001A7B4B" w:rsidRDefault="008F4AC5" w:rsidP="00716BC7">
            <w:pPr>
              <w:pStyle w:val="Normalheadingblue"/>
              <w:spacing w:before="0" w:after="0"/>
              <w:rPr>
                <w:rFonts w:cs="Arial"/>
                <w:color w:val="auto"/>
                <w:szCs w:val="22"/>
              </w:rPr>
            </w:pPr>
            <w:r w:rsidRPr="001A7B4B">
              <w:rPr>
                <w:rFonts w:cs="Arial"/>
                <w:color w:val="auto"/>
                <w:szCs w:val="22"/>
              </w:rPr>
              <w:t>Delivery</w:t>
            </w:r>
            <w:r w:rsidR="0035546C" w:rsidRPr="001A7B4B">
              <w:rPr>
                <w:rFonts w:cs="Arial"/>
                <w:color w:val="auto"/>
                <w:szCs w:val="22"/>
              </w:rPr>
              <w:t xml:space="preserve"> focus</w:t>
            </w:r>
            <w:r w:rsidRPr="001A7B4B">
              <w:rPr>
                <w:rFonts w:cs="Arial"/>
                <w:color w:val="auto"/>
                <w:szCs w:val="22"/>
              </w:rPr>
              <w:t>:</w:t>
            </w:r>
          </w:p>
          <w:p w14:paraId="12DEBC87" w14:textId="2F404BF5" w:rsidR="00FB10D9" w:rsidRPr="001A7B4B" w:rsidRDefault="00FB10D9" w:rsidP="00716BC7">
            <w:pPr>
              <w:pStyle w:val="Normalheadingblue"/>
              <w:spacing w:before="0" w:after="0"/>
              <w:rPr>
                <w:rFonts w:cs="Arial"/>
                <w:b w:val="0"/>
                <w:bCs/>
                <w:color w:val="auto"/>
                <w:szCs w:val="22"/>
              </w:rPr>
            </w:pPr>
            <w:r w:rsidRPr="001A7B4B">
              <w:rPr>
                <w:rFonts w:cs="Arial"/>
                <w:b w:val="0"/>
                <w:bCs/>
                <w:color w:val="auto"/>
                <w:szCs w:val="22"/>
              </w:rPr>
              <w:t>Using PowerPoint</w:t>
            </w:r>
            <w:r w:rsidRPr="001A7B4B">
              <w:rPr>
                <w:rFonts w:cs="Arial"/>
                <w:color w:val="auto"/>
                <w:szCs w:val="22"/>
              </w:rPr>
              <w:t xml:space="preserve"> </w:t>
            </w:r>
            <w:r w:rsidR="00423322" w:rsidRPr="00A366C8">
              <w:rPr>
                <w:rFonts w:cs="Arial"/>
                <w:color w:val="auto"/>
                <w:szCs w:val="22"/>
                <w:highlight w:val="yellow"/>
              </w:rPr>
              <w:t>K1.42 Planned maintenance of non-potable water systems</w:t>
            </w:r>
            <w:r w:rsidRPr="001A7B4B">
              <w:rPr>
                <w:rFonts w:cs="Arial"/>
                <w:b w:val="0"/>
                <w:bCs/>
                <w:color w:val="auto"/>
                <w:szCs w:val="22"/>
              </w:rPr>
              <w:t>, deliver the following content:</w:t>
            </w:r>
          </w:p>
          <w:p w14:paraId="6F9FF1B5" w14:textId="6329632C" w:rsidR="00EE13B7" w:rsidRPr="001A7B4B" w:rsidRDefault="00FB10D9" w:rsidP="00716BC7">
            <w:pPr>
              <w:pStyle w:val="Normalheadingblue"/>
              <w:spacing w:before="0" w:after="0"/>
              <w:rPr>
                <w:rFonts w:cs="Arial"/>
                <w:b w:val="0"/>
                <w:color w:val="auto"/>
                <w:szCs w:val="22"/>
              </w:rPr>
            </w:pPr>
            <w:r w:rsidRPr="001A7B4B">
              <w:rPr>
                <w:rFonts w:cs="Arial"/>
                <w:b w:val="0"/>
                <w:color w:val="auto"/>
                <w:szCs w:val="22"/>
              </w:rPr>
              <w:t>T</w:t>
            </w:r>
            <w:r w:rsidR="00EE13B7" w:rsidRPr="001A7B4B">
              <w:rPr>
                <w:rFonts w:cs="Arial"/>
                <w:b w:val="0"/>
                <w:color w:val="auto"/>
                <w:szCs w:val="22"/>
              </w:rPr>
              <w:t>he processes involved in carrying out planned and reactive maintenance on:</w:t>
            </w:r>
          </w:p>
          <w:p w14:paraId="6608A9A8" w14:textId="77777777" w:rsidR="00EE13B7" w:rsidRPr="001A7B4B" w:rsidRDefault="00EE13B7" w:rsidP="002C017C">
            <w:pPr>
              <w:pStyle w:val="Normalheadingblue"/>
              <w:numPr>
                <w:ilvl w:val="0"/>
                <w:numId w:val="143"/>
              </w:numPr>
              <w:spacing w:before="0" w:after="0"/>
              <w:ind w:left="357" w:hanging="357"/>
              <w:rPr>
                <w:rFonts w:cs="Arial"/>
                <w:b w:val="0"/>
                <w:color w:val="auto"/>
                <w:szCs w:val="22"/>
              </w:rPr>
            </w:pPr>
            <w:r w:rsidRPr="001A7B4B">
              <w:rPr>
                <w:rFonts w:cs="Arial"/>
                <w:b w:val="0"/>
                <w:color w:val="auto"/>
                <w:szCs w:val="22"/>
              </w:rPr>
              <w:t>Rainwater systems</w:t>
            </w:r>
          </w:p>
          <w:p w14:paraId="75618A70" w14:textId="77777777" w:rsidR="00EE13B7" w:rsidRPr="001A7B4B" w:rsidRDefault="00EE13B7" w:rsidP="002C017C">
            <w:pPr>
              <w:pStyle w:val="Normalheadingblue"/>
              <w:numPr>
                <w:ilvl w:val="0"/>
                <w:numId w:val="143"/>
              </w:numPr>
              <w:spacing w:before="0" w:after="0"/>
              <w:ind w:left="357" w:hanging="357"/>
              <w:rPr>
                <w:rFonts w:cs="Arial"/>
                <w:b w:val="0"/>
                <w:color w:val="auto"/>
                <w:szCs w:val="22"/>
              </w:rPr>
            </w:pPr>
            <w:r w:rsidRPr="001A7B4B">
              <w:rPr>
                <w:rFonts w:cs="Arial"/>
                <w:b w:val="0"/>
                <w:color w:val="auto"/>
                <w:szCs w:val="22"/>
              </w:rPr>
              <w:t>Sanitation systems</w:t>
            </w:r>
          </w:p>
          <w:p w14:paraId="3A08E6EB" w14:textId="77777777" w:rsidR="00EE13B7" w:rsidRPr="001A7B4B" w:rsidRDefault="00EE13B7" w:rsidP="002C017C">
            <w:pPr>
              <w:pStyle w:val="Normalheadingblue"/>
              <w:numPr>
                <w:ilvl w:val="0"/>
                <w:numId w:val="143"/>
              </w:numPr>
              <w:spacing w:before="0" w:after="0"/>
              <w:ind w:left="357" w:hanging="357"/>
              <w:rPr>
                <w:rFonts w:cs="Arial"/>
                <w:b w:val="0"/>
                <w:color w:val="auto"/>
                <w:szCs w:val="22"/>
              </w:rPr>
            </w:pPr>
            <w:r w:rsidRPr="001A7B4B">
              <w:rPr>
                <w:rFonts w:cs="Arial"/>
                <w:b w:val="0"/>
                <w:color w:val="auto"/>
                <w:szCs w:val="22"/>
              </w:rPr>
              <w:t>Drainage systems</w:t>
            </w:r>
          </w:p>
          <w:p w14:paraId="028FA582" w14:textId="77777777" w:rsidR="00EE13B7" w:rsidRPr="001A7B4B" w:rsidRDefault="00EE13B7" w:rsidP="002C017C">
            <w:pPr>
              <w:pStyle w:val="Normalheadingblue"/>
              <w:numPr>
                <w:ilvl w:val="0"/>
                <w:numId w:val="143"/>
              </w:numPr>
              <w:spacing w:before="0" w:after="0"/>
              <w:ind w:left="357" w:hanging="357"/>
              <w:rPr>
                <w:rFonts w:cs="Arial"/>
                <w:b w:val="0"/>
                <w:color w:val="auto"/>
                <w:szCs w:val="22"/>
              </w:rPr>
            </w:pPr>
            <w:r w:rsidRPr="001A7B4B">
              <w:rPr>
                <w:rFonts w:cs="Arial"/>
                <w:b w:val="0"/>
                <w:color w:val="auto"/>
                <w:szCs w:val="22"/>
              </w:rPr>
              <w:t>Grey water systems</w:t>
            </w:r>
          </w:p>
          <w:p w14:paraId="5BCD216D" w14:textId="77777777" w:rsidR="00EE13B7" w:rsidRPr="001A7B4B" w:rsidRDefault="00EE13B7" w:rsidP="002C017C">
            <w:pPr>
              <w:pStyle w:val="Normalheadingblue"/>
              <w:numPr>
                <w:ilvl w:val="0"/>
                <w:numId w:val="143"/>
              </w:numPr>
              <w:spacing w:before="0" w:after="0"/>
              <w:ind w:left="357" w:hanging="357"/>
              <w:rPr>
                <w:rFonts w:cs="Arial"/>
                <w:b w:val="0"/>
                <w:color w:val="auto"/>
                <w:szCs w:val="22"/>
              </w:rPr>
            </w:pPr>
            <w:r w:rsidRPr="001A7B4B">
              <w:rPr>
                <w:rFonts w:cs="Arial"/>
                <w:b w:val="0"/>
                <w:color w:val="auto"/>
                <w:szCs w:val="22"/>
              </w:rPr>
              <w:t>Tutor to distribute manufacturers literature to examine the routine maintenance requirements for components and appliances</w:t>
            </w:r>
          </w:p>
          <w:p w14:paraId="67882B17" w14:textId="3A34670A" w:rsidR="00EE13B7" w:rsidRPr="001A7B4B" w:rsidRDefault="00116A2E" w:rsidP="002C017C">
            <w:pPr>
              <w:pStyle w:val="Normalheadingblue"/>
              <w:numPr>
                <w:ilvl w:val="0"/>
                <w:numId w:val="143"/>
              </w:numPr>
              <w:spacing w:before="0" w:after="0"/>
              <w:ind w:left="357" w:hanging="357"/>
              <w:rPr>
                <w:rFonts w:cs="Arial"/>
                <w:b w:val="0"/>
                <w:color w:val="auto"/>
                <w:szCs w:val="22"/>
              </w:rPr>
            </w:pPr>
            <w:r w:rsidRPr="001A7B4B">
              <w:rPr>
                <w:rFonts w:cs="Arial"/>
                <w:b w:val="0"/>
                <w:color w:val="auto"/>
                <w:szCs w:val="22"/>
              </w:rPr>
              <w:t>Students</w:t>
            </w:r>
            <w:r w:rsidR="00EE13B7" w:rsidRPr="001A7B4B">
              <w:rPr>
                <w:rFonts w:cs="Arial"/>
                <w:b w:val="0"/>
                <w:color w:val="auto"/>
                <w:szCs w:val="22"/>
              </w:rPr>
              <w:t xml:space="preserve"> are to produce a short maintenance plan for a given system or component </w:t>
            </w:r>
          </w:p>
          <w:p w14:paraId="6DE9EFB0" w14:textId="77777777" w:rsidR="00EE13B7" w:rsidRPr="001A7B4B" w:rsidRDefault="00EE13B7" w:rsidP="00716BC7">
            <w:pPr>
              <w:pStyle w:val="Normalheadingblue"/>
              <w:spacing w:before="0" w:after="0"/>
              <w:rPr>
                <w:rFonts w:cs="Arial"/>
                <w:color w:val="auto"/>
                <w:szCs w:val="22"/>
              </w:rPr>
            </w:pPr>
          </w:p>
          <w:p w14:paraId="429D2714" w14:textId="1285D31A" w:rsidR="008F4AC5" w:rsidRPr="001A7B4B" w:rsidRDefault="008F4AC5" w:rsidP="00716BC7">
            <w:pPr>
              <w:pStyle w:val="Normalheadingblue"/>
              <w:spacing w:before="0" w:after="0"/>
              <w:rPr>
                <w:rFonts w:cs="Arial"/>
                <w:color w:val="auto"/>
                <w:szCs w:val="22"/>
              </w:rPr>
            </w:pPr>
            <w:r w:rsidRPr="001A7B4B">
              <w:rPr>
                <w:rFonts w:cs="Arial"/>
                <w:color w:val="auto"/>
                <w:szCs w:val="22"/>
              </w:rPr>
              <w:t xml:space="preserve">Knowledge </w:t>
            </w:r>
            <w:r w:rsidR="00716BC7" w:rsidRPr="001A7B4B">
              <w:rPr>
                <w:rFonts w:cs="Arial"/>
                <w:color w:val="auto"/>
                <w:szCs w:val="22"/>
              </w:rPr>
              <w:t>C</w:t>
            </w:r>
            <w:r w:rsidRPr="001A7B4B">
              <w:rPr>
                <w:rFonts w:cs="Arial"/>
                <w:color w:val="auto"/>
                <w:szCs w:val="22"/>
              </w:rPr>
              <w:t>heck example:</w:t>
            </w:r>
          </w:p>
          <w:p w14:paraId="21F0F2B9" w14:textId="50AEBA0A" w:rsidR="00AC2099" w:rsidRPr="001A7B4B" w:rsidRDefault="00AC2099" w:rsidP="00423322">
            <w:pPr>
              <w:pStyle w:val="Normalheadingblue"/>
              <w:spacing w:before="0" w:after="0"/>
              <w:rPr>
                <w:rFonts w:cs="Arial"/>
                <w:b w:val="0"/>
                <w:color w:val="auto"/>
                <w:szCs w:val="22"/>
              </w:rPr>
            </w:pPr>
            <w:r w:rsidRPr="001A7B4B">
              <w:rPr>
                <w:rFonts w:cs="Arial"/>
                <w:b w:val="0"/>
                <w:color w:val="auto"/>
                <w:szCs w:val="22"/>
              </w:rPr>
              <w:lastRenderedPageBreak/>
              <w:t>Produce a maintenance activity plan for a given system or components as directed by tutor</w:t>
            </w:r>
            <w:r w:rsidR="00423322" w:rsidRPr="001A7B4B">
              <w:rPr>
                <w:rFonts w:cs="Arial"/>
                <w:b w:val="0"/>
                <w:color w:val="auto"/>
                <w:szCs w:val="22"/>
              </w:rPr>
              <w:t>.</w:t>
            </w:r>
          </w:p>
          <w:p w14:paraId="339C6F7C" w14:textId="77777777" w:rsidR="008F4AC5" w:rsidRPr="001A7B4B" w:rsidRDefault="008F4AC5" w:rsidP="00716BC7">
            <w:pPr>
              <w:pStyle w:val="Normalheadingblue"/>
              <w:spacing w:before="0" w:after="0"/>
              <w:rPr>
                <w:rFonts w:cs="Arial"/>
                <w:color w:val="auto"/>
                <w:szCs w:val="22"/>
              </w:rPr>
            </w:pPr>
          </w:p>
          <w:p w14:paraId="136DBE71" w14:textId="77777777" w:rsidR="008F4AC5" w:rsidRPr="001A7B4B" w:rsidRDefault="008F4AC5" w:rsidP="00716BC7">
            <w:pPr>
              <w:pStyle w:val="Normalheadingblue"/>
              <w:spacing w:before="0" w:after="0"/>
              <w:rPr>
                <w:rFonts w:cs="Arial"/>
                <w:color w:val="auto"/>
                <w:szCs w:val="22"/>
              </w:rPr>
            </w:pPr>
            <w:r w:rsidRPr="001A7B4B">
              <w:rPr>
                <w:rFonts w:cs="Arial"/>
                <w:color w:val="auto"/>
                <w:szCs w:val="22"/>
              </w:rPr>
              <w:t>Resources:</w:t>
            </w:r>
          </w:p>
          <w:p w14:paraId="742FB915" w14:textId="2B9A6B63" w:rsidR="008F4AC5" w:rsidRPr="001A7B4B" w:rsidRDefault="00763103" w:rsidP="00716BC7">
            <w:pPr>
              <w:pStyle w:val="Normalheadingblue"/>
              <w:spacing w:before="0" w:after="0"/>
              <w:rPr>
                <w:rFonts w:cs="Arial"/>
                <w:b w:val="0"/>
                <w:color w:val="auto"/>
                <w:szCs w:val="22"/>
              </w:rPr>
            </w:pPr>
            <w:r w:rsidRPr="001A7B4B">
              <w:rPr>
                <w:rFonts w:cs="Arial"/>
                <w:b w:val="0"/>
                <w:color w:val="auto"/>
                <w:szCs w:val="22"/>
              </w:rPr>
              <w:t>PowerPoint</w:t>
            </w:r>
            <w:r w:rsidR="008979BB" w:rsidRPr="001A7B4B">
              <w:rPr>
                <w:rFonts w:cs="Arial"/>
                <w:b w:val="0"/>
                <w:color w:val="auto"/>
                <w:szCs w:val="22"/>
              </w:rPr>
              <w:t xml:space="preserve">: </w:t>
            </w:r>
            <w:r w:rsidR="008979BB" w:rsidRPr="001A7B4B">
              <w:rPr>
                <w:rFonts w:cs="Arial"/>
                <w:bCs/>
                <w:color w:val="auto"/>
                <w:szCs w:val="22"/>
              </w:rPr>
              <w:t>K1.42 Planned maintenance of non-potable water systems</w:t>
            </w:r>
          </w:p>
          <w:p w14:paraId="464FEFA5" w14:textId="77777777" w:rsidR="00AC2099" w:rsidRPr="001A7B4B" w:rsidRDefault="00AC2099" w:rsidP="00716BC7">
            <w:pPr>
              <w:pStyle w:val="Normalheadingblue"/>
              <w:spacing w:before="0" w:after="0"/>
              <w:rPr>
                <w:rFonts w:cs="Arial"/>
                <w:b w:val="0"/>
                <w:color w:val="auto"/>
                <w:szCs w:val="22"/>
              </w:rPr>
            </w:pPr>
            <w:r w:rsidRPr="001A7B4B">
              <w:rPr>
                <w:rFonts w:cs="Arial"/>
                <w:b w:val="0"/>
                <w:color w:val="auto"/>
                <w:szCs w:val="22"/>
              </w:rPr>
              <w:t>Manufacturers literature</w:t>
            </w:r>
          </w:p>
          <w:p w14:paraId="65DC5822" w14:textId="77777777" w:rsidR="00716BC7" w:rsidRPr="001A7B4B" w:rsidRDefault="00716BC7" w:rsidP="00716BC7">
            <w:pPr>
              <w:pStyle w:val="Normalheadingblue"/>
              <w:spacing w:before="0" w:after="0"/>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512DF3C8" w14:textId="77777777" w:rsidR="00DD207A" w:rsidRPr="001A7B4B" w:rsidRDefault="008A57D2">
            <w:r w:rsidRPr="001A7B4B">
              <w:lastRenderedPageBreak/>
              <w:t>Produce maintenance plan</w:t>
            </w:r>
          </w:p>
        </w:tc>
      </w:tr>
      <w:tr w:rsidR="001A7B4B" w:rsidRPr="001A7B4B" w14:paraId="36546A79"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4B8B8C5A" w14:textId="77777777" w:rsidR="008F4AC5" w:rsidRDefault="006F3160" w:rsidP="00E31B11">
            <w:pPr>
              <w:jc w:val="center"/>
              <w:rPr>
                <w:rFonts w:cs="Arial"/>
                <w:szCs w:val="22"/>
              </w:rPr>
            </w:pPr>
            <w:r>
              <w:rPr>
                <w:rFonts w:cs="Arial"/>
                <w:szCs w:val="22"/>
              </w:rPr>
              <w:t>20</w:t>
            </w:r>
            <w:r w:rsidR="00E278D6">
              <w:rPr>
                <w:rFonts w:cs="Arial"/>
                <w:szCs w:val="22"/>
              </w:rPr>
              <w:t>7</w:t>
            </w:r>
            <w:r w:rsidR="007156AB">
              <w:rPr>
                <w:rFonts w:cs="Arial"/>
                <w:szCs w:val="22"/>
              </w:rPr>
              <w:t>-208</w:t>
            </w:r>
          </w:p>
          <w:p w14:paraId="43943096" w14:textId="77777777" w:rsidR="006F3160" w:rsidRDefault="007156AB" w:rsidP="00E31B11">
            <w:pPr>
              <w:jc w:val="center"/>
              <w:rPr>
                <w:rFonts w:cs="Arial"/>
                <w:szCs w:val="22"/>
              </w:rPr>
            </w:pPr>
            <w:r>
              <w:rPr>
                <w:rFonts w:cs="Arial"/>
                <w:szCs w:val="22"/>
              </w:rPr>
              <w:t>6</w:t>
            </w:r>
            <w:r w:rsidR="006F3160">
              <w:rPr>
                <w:rFonts w:cs="Arial"/>
                <w:szCs w:val="22"/>
              </w:rPr>
              <w:t xml:space="preserve"> hours</w:t>
            </w:r>
          </w:p>
        </w:tc>
        <w:tc>
          <w:tcPr>
            <w:tcW w:w="2199" w:type="dxa"/>
            <w:tcBorders>
              <w:top w:val="single" w:sz="4" w:space="0" w:color="C6C5C6"/>
              <w:left w:val="single" w:sz="4" w:space="0" w:color="C6C5C6"/>
              <w:bottom w:val="single" w:sz="4" w:space="0" w:color="C6C5C6"/>
              <w:right w:val="single" w:sz="4" w:space="0" w:color="C6C5C6"/>
            </w:tcBorders>
          </w:tcPr>
          <w:p w14:paraId="2718C6CE" w14:textId="77777777" w:rsidR="007156AB" w:rsidRPr="001A7B4B" w:rsidRDefault="007156AB" w:rsidP="007156AB">
            <w:pPr>
              <w:pStyle w:val="Normalheadingblack"/>
              <w:rPr>
                <w:rFonts w:cs="Arial"/>
                <w:lang w:eastAsia="en-GB"/>
              </w:rPr>
            </w:pPr>
            <w:r w:rsidRPr="001A7B4B">
              <w:rPr>
                <w:rFonts w:cs="Arial"/>
                <w:lang w:eastAsia="en-GB"/>
              </w:rPr>
              <w:t>Outcome 1 – Plumbing and heating common knowledge criteria</w:t>
            </w:r>
          </w:p>
          <w:p w14:paraId="7C8F9E48" w14:textId="77777777" w:rsidR="007156AB" w:rsidRPr="001A7B4B" w:rsidRDefault="007156AB" w:rsidP="007156AB">
            <w:pPr>
              <w:pStyle w:val="Normalheadingblack"/>
              <w:rPr>
                <w:rFonts w:cs="Arial"/>
                <w:lang w:eastAsia="en-GB"/>
              </w:rPr>
            </w:pPr>
          </w:p>
          <w:p w14:paraId="2CB81B01" w14:textId="77777777" w:rsidR="007156AB" w:rsidRPr="001A7B4B" w:rsidRDefault="007156AB" w:rsidP="007156AB">
            <w:pPr>
              <w:pStyle w:val="Normalheadingblack"/>
              <w:rPr>
                <w:rFonts w:cs="Arial"/>
                <w:lang w:eastAsia="en-GB"/>
              </w:rPr>
            </w:pPr>
            <w:r w:rsidRPr="001A7B4B">
              <w:rPr>
                <w:rFonts w:cs="Arial"/>
                <w:lang w:eastAsia="en-GB"/>
              </w:rPr>
              <w:t>Outcome 2 - Install plumbing and heating systems</w:t>
            </w:r>
          </w:p>
          <w:p w14:paraId="2DF0D01A" w14:textId="77777777" w:rsidR="008F4AC5" w:rsidRPr="001A7B4B" w:rsidRDefault="008F4AC5" w:rsidP="00E31B11">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0A6C4E04" w14:textId="77777777" w:rsidR="008F4AC5" w:rsidRPr="001A7B4B" w:rsidRDefault="007156AB" w:rsidP="00E31B11">
            <w:pPr>
              <w:pStyle w:val="Normalheadingblack"/>
              <w:rPr>
                <w:rFonts w:cs="Arial"/>
                <w:b w:val="0"/>
                <w:szCs w:val="22"/>
              </w:rPr>
            </w:pPr>
            <w:r w:rsidRPr="001A7B4B">
              <w:rPr>
                <w:rFonts w:cs="Arial"/>
                <w:b w:val="0"/>
                <w:szCs w:val="22"/>
              </w:rPr>
              <w:t>K1.42 Documentation required for maintenance and verification of maintenance activities</w:t>
            </w:r>
          </w:p>
          <w:p w14:paraId="77F99763" w14:textId="77777777" w:rsidR="007156AB" w:rsidRPr="001A7B4B" w:rsidRDefault="007156AB" w:rsidP="00E31B11">
            <w:pPr>
              <w:pStyle w:val="Normalheadingblack"/>
              <w:rPr>
                <w:rFonts w:cs="Arial"/>
                <w:b w:val="0"/>
                <w:szCs w:val="22"/>
              </w:rPr>
            </w:pPr>
          </w:p>
          <w:p w14:paraId="3D31AA0D" w14:textId="77777777" w:rsidR="007156AB" w:rsidRPr="001A7B4B" w:rsidRDefault="007156AB" w:rsidP="00E31B11">
            <w:pPr>
              <w:pStyle w:val="Normalheadingblack"/>
              <w:rPr>
                <w:rFonts w:cs="Arial"/>
                <w:b w:val="0"/>
                <w:szCs w:val="22"/>
              </w:rPr>
            </w:pPr>
            <w:r w:rsidRPr="001A7B4B">
              <w:rPr>
                <w:rFonts w:cs="Arial"/>
                <w:b w:val="0"/>
                <w:szCs w:val="22"/>
              </w:rPr>
              <w:t>S4.5 Inspect the suitability of materials, tools and equipment</w:t>
            </w:r>
          </w:p>
          <w:p w14:paraId="35557C94" w14:textId="77777777" w:rsidR="007156AB" w:rsidRPr="001A7B4B" w:rsidRDefault="007156AB" w:rsidP="00E31B11">
            <w:pPr>
              <w:pStyle w:val="Normalheadingblack"/>
              <w:rPr>
                <w:rFonts w:cs="Arial"/>
                <w:b w:val="0"/>
                <w:szCs w:val="22"/>
              </w:rPr>
            </w:pPr>
          </w:p>
          <w:p w14:paraId="2B991B06" w14:textId="77777777" w:rsidR="007156AB" w:rsidRPr="001A7B4B" w:rsidRDefault="007156AB" w:rsidP="00E31B11">
            <w:pPr>
              <w:pStyle w:val="Normalheadingblack"/>
              <w:rPr>
                <w:rFonts w:cs="Arial"/>
                <w:b w:val="0"/>
                <w:szCs w:val="22"/>
              </w:rPr>
            </w:pPr>
            <w:r w:rsidRPr="001A7B4B">
              <w:rPr>
                <w:rFonts w:cs="Arial"/>
                <w:b w:val="0"/>
                <w:szCs w:val="22"/>
              </w:rPr>
              <w:t>S4.9 Disassemble plumbing and heating system components when conducting maintenance</w:t>
            </w:r>
          </w:p>
          <w:p w14:paraId="2BAE862E" w14:textId="77777777" w:rsidR="007156AB" w:rsidRPr="001A7B4B" w:rsidRDefault="007156AB" w:rsidP="00E31B11">
            <w:pPr>
              <w:pStyle w:val="Normalheadingblack"/>
              <w:rPr>
                <w:rFonts w:cs="Arial"/>
                <w:b w:val="0"/>
                <w:szCs w:val="22"/>
              </w:rPr>
            </w:pPr>
          </w:p>
          <w:p w14:paraId="615E53BF" w14:textId="77777777" w:rsidR="007156AB" w:rsidRPr="001A7B4B" w:rsidRDefault="007156AB" w:rsidP="00E31B11">
            <w:pPr>
              <w:pStyle w:val="Normalheadingblack"/>
              <w:rPr>
                <w:rFonts w:cs="Arial"/>
                <w:b w:val="0"/>
                <w:szCs w:val="22"/>
              </w:rPr>
            </w:pPr>
            <w:r w:rsidRPr="001A7B4B">
              <w:rPr>
                <w:rFonts w:cs="Arial"/>
                <w:b w:val="0"/>
                <w:szCs w:val="22"/>
              </w:rPr>
              <w:t>S5.7 Reconfigure systems</w:t>
            </w:r>
          </w:p>
        </w:tc>
        <w:tc>
          <w:tcPr>
            <w:tcW w:w="5785" w:type="dxa"/>
            <w:tcBorders>
              <w:top w:val="single" w:sz="4" w:space="0" w:color="C6C5C6"/>
              <w:left w:val="single" w:sz="4" w:space="0" w:color="C6C5C6"/>
              <w:bottom w:val="single" w:sz="4" w:space="0" w:color="C6C5C6"/>
              <w:right w:val="single" w:sz="4" w:space="0" w:color="C6C5C6"/>
            </w:tcBorders>
          </w:tcPr>
          <w:p w14:paraId="7ABFB9B3" w14:textId="77777777" w:rsidR="008F4AC5" w:rsidRPr="001A7B4B" w:rsidRDefault="008F4AC5" w:rsidP="00E31B11">
            <w:pPr>
              <w:pStyle w:val="Normalheadingblue"/>
              <w:rPr>
                <w:rFonts w:cs="Arial"/>
                <w:color w:val="auto"/>
                <w:szCs w:val="22"/>
              </w:rPr>
            </w:pPr>
            <w:r w:rsidRPr="001A7B4B">
              <w:rPr>
                <w:rFonts w:cs="Arial"/>
                <w:color w:val="auto"/>
                <w:szCs w:val="22"/>
              </w:rPr>
              <w:t>Activity:</w:t>
            </w:r>
          </w:p>
          <w:p w14:paraId="2843F6C6" w14:textId="77777777" w:rsidR="008F4AC5" w:rsidRPr="001A7B4B" w:rsidRDefault="008F4AC5" w:rsidP="00E31B11">
            <w:pPr>
              <w:pStyle w:val="Normalheadingblue"/>
              <w:rPr>
                <w:rFonts w:cs="Arial"/>
                <w:color w:val="auto"/>
                <w:szCs w:val="22"/>
              </w:rPr>
            </w:pPr>
          </w:p>
          <w:p w14:paraId="525ECF63" w14:textId="77777777" w:rsidR="008F4AC5" w:rsidRPr="001A7B4B" w:rsidRDefault="008F4AC5" w:rsidP="00E31B11">
            <w:pPr>
              <w:pStyle w:val="Normalheadingblue"/>
              <w:rPr>
                <w:rFonts w:cs="Arial"/>
                <w:color w:val="auto"/>
                <w:szCs w:val="22"/>
              </w:rPr>
            </w:pPr>
            <w:r w:rsidRPr="001A7B4B">
              <w:rPr>
                <w:rFonts w:cs="Arial"/>
                <w:color w:val="auto"/>
                <w:szCs w:val="22"/>
              </w:rPr>
              <w:t>Starter task example:</w:t>
            </w:r>
          </w:p>
          <w:p w14:paraId="1A46F16B" w14:textId="77777777" w:rsidR="00AC2099" w:rsidRPr="001A7B4B" w:rsidRDefault="00AC2099" w:rsidP="002C017C">
            <w:pPr>
              <w:pStyle w:val="Normalheadingblue"/>
              <w:numPr>
                <w:ilvl w:val="0"/>
                <w:numId w:val="143"/>
              </w:numPr>
              <w:rPr>
                <w:rFonts w:cs="Arial"/>
                <w:b w:val="0"/>
                <w:color w:val="auto"/>
                <w:szCs w:val="22"/>
              </w:rPr>
            </w:pPr>
            <w:r w:rsidRPr="001A7B4B">
              <w:rPr>
                <w:rFonts w:cs="Arial"/>
                <w:b w:val="0"/>
                <w:color w:val="auto"/>
                <w:szCs w:val="22"/>
              </w:rPr>
              <w:t>Toolbox talk – safe isolation – Tutor to nominate a learner to deliver a toolbox talk based on safe isolation for maintenance</w:t>
            </w:r>
          </w:p>
          <w:p w14:paraId="2EA8514A" w14:textId="77777777" w:rsidR="008F4AC5" w:rsidRPr="001A7B4B" w:rsidRDefault="008F4AC5" w:rsidP="00E31B11">
            <w:pPr>
              <w:pStyle w:val="Normalheadingblue"/>
              <w:rPr>
                <w:rFonts w:cs="Arial"/>
                <w:color w:val="auto"/>
                <w:szCs w:val="22"/>
              </w:rPr>
            </w:pPr>
          </w:p>
          <w:p w14:paraId="0A435F4D" w14:textId="77777777" w:rsidR="008F4AC5" w:rsidRPr="001A7B4B" w:rsidRDefault="008F4AC5" w:rsidP="00E31B11">
            <w:pPr>
              <w:pStyle w:val="Normalheadingblue"/>
              <w:rPr>
                <w:rFonts w:cs="Arial"/>
                <w:color w:val="auto"/>
                <w:szCs w:val="22"/>
              </w:rPr>
            </w:pPr>
            <w:r w:rsidRPr="001A7B4B">
              <w:rPr>
                <w:rFonts w:cs="Arial"/>
                <w:color w:val="auto"/>
                <w:szCs w:val="22"/>
              </w:rPr>
              <w:t>Delivery:</w:t>
            </w:r>
          </w:p>
          <w:p w14:paraId="55ABB129" w14:textId="77777777" w:rsidR="006F3160" w:rsidRPr="001A7B4B" w:rsidRDefault="0031106A" w:rsidP="006F3160">
            <w:pPr>
              <w:pStyle w:val="Normalheadingblue"/>
              <w:rPr>
                <w:rFonts w:cs="Arial"/>
                <w:color w:val="auto"/>
                <w:szCs w:val="22"/>
              </w:rPr>
            </w:pPr>
            <w:r w:rsidRPr="001A7B4B">
              <w:rPr>
                <w:rFonts w:cs="Arial"/>
                <w:color w:val="auto"/>
                <w:szCs w:val="22"/>
              </w:rPr>
              <w:t>Practical session</w:t>
            </w:r>
            <w:r w:rsidR="006F3160" w:rsidRPr="001A7B4B">
              <w:rPr>
                <w:rFonts w:cs="Arial"/>
                <w:color w:val="auto"/>
                <w:szCs w:val="22"/>
              </w:rPr>
              <w:t xml:space="preserve"> – Planned maintenance of </w:t>
            </w:r>
            <w:r w:rsidR="00E278D6" w:rsidRPr="001A7B4B">
              <w:rPr>
                <w:rFonts w:cs="Arial"/>
                <w:color w:val="auto"/>
                <w:szCs w:val="22"/>
              </w:rPr>
              <w:t xml:space="preserve">plumbing and </w:t>
            </w:r>
            <w:r w:rsidR="006F3160" w:rsidRPr="001A7B4B">
              <w:rPr>
                <w:rFonts w:cs="Arial"/>
                <w:color w:val="auto"/>
                <w:szCs w:val="22"/>
              </w:rPr>
              <w:t>heating systems</w:t>
            </w:r>
          </w:p>
          <w:p w14:paraId="36B867D5" w14:textId="77777777" w:rsidR="00AC2099" w:rsidRPr="001A7B4B" w:rsidRDefault="00AC2099" w:rsidP="002C017C">
            <w:pPr>
              <w:pStyle w:val="Normalheadingblue"/>
              <w:numPr>
                <w:ilvl w:val="0"/>
                <w:numId w:val="143"/>
              </w:numPr>
              <w:rPr>
                <w:rFonts w:cs="Arial"/>
                <w:b w:val="0"/>
                <w:color w:val="auto"/>
                <w:szCs w:val="22"/>
              </w:rPr>
            </w:pPr>
            <w:r w:rsidRPr="001A7B4B">
              <w:rPr>
                <w:rFonts w:cs="Arial"/>
                <w:b w:val="0"/>
                <w:color w:val="auto"/>
                <w:szCs w:val="22"/>
              </w:rPr>
              <w:t>Tutor to identify the plan for the maintenance of systems in the workshop.</w:t>
            </w:r>
          </w:p>
          <w:p w14:paraId="5B742C78" w14:textId="4CFA64C9" w:rsidR="00AC2099" w:rsidRPr="001A7B4B" w:rsidRDefault="00116A2E" w:rsidP="002C017C">
            <w:pPr>
              <w:pStyle w:val="Normalheadingblue"/>
              <w:numPr>
                <w:ilvl w:val="0"/>
                <w:numId w:val="143"/>
              </w:numPr>
              <w:rPr>
                <w:rFonts w:cs="Arial"/>
                <w:b w:val="0"/>
                <w:color w:val="auto"/>
                <w:szCs w:val="22"/>
              </w:rPr>
            </w:pPr>
            <w:r w:rsidRPr="001A7B4B">
              <w:rPr>
                <w:rFonts w:cs="Arial"/>
                <w:b w:val="0"/>
                <w:color w:val="auto"/>
                <w:szCs w:val="22"/>
              </w:rPr>
              <w:t>Students</w:t>
            </w:r>
            <w:r w:rsidR="00AC2099" w:rsidRPr="001A7B4B">
              <w:rPr>
                <w:rFonts w:cs="Arial"/>
                <w:b w:val="0"/>
                <w:color w:val="auto"/>
                <w:szCs w:val="22"/>
              </w:rPr>
              <w:t xml:space="preserve"> to work in pairs or as required by tutor to carry out maintenance of plumbing and heating systems and components</w:t>
            </w:r>
          </w:p>
          <w:p w14:paraId="12DAEC7C" w14:textId="77777777" w:rsidR="00AC2099" w:rsidRPr="001A7B4B" w:rsidRDefault="00AC2099" w:rsidP="002C017C">
            <w:pPr>
              <w:pStyle w:val="Normalheadingblue"/>
              <w:numPr>
                <w:ilvl w:val="0"/>
                <w:numId w:val="143"/>
              </w:numPr>
              <w:rPr>
                <w:rFonts w:cs="Arial"/>
                <w:b w:val="0"/>
                <w:color w:val="auto"/>
                <w:szCs w:val="22"/>
              </w:rPr>
            </w:pPr>
            <w:r w:rsidRPr="001A7B4B">
              <w:rPr>
                <w:rFonts w:cs="Arial"/>
                <w:b w:val="0"/>
                <w:color w:val="auto"/>
                <w:szCs w:val="22"/>
              </w:rPr>
              <w:lastRenderedPageBreak/>
              <w:t>Tutor to distribute manufacturers literature and instructions relevant to the systems and components</w:t>
            </w:r>
          </w:p>
          <w:p w14:paraId="73AF124E" w14:textId="310CC1A6" w:rsidR="00AC2099" w:rsidRPr="001A7B4B" w:rsidRDefault="00AC2099" w:rsidP="002C017C">
            <w:pPr>
              <w:pStyle w:val="Normalheadingblue"/>
              <w:numPr>
                <w:ilvl w:val="0"/>
                <w:numId w:val="143"/>
              </w:numPr>
              <w:rPr>
                <w:rFonts w:cs="Arial"/>
                <w:b w:val="0"/>
                <w:color w:val="auto"/>
                <w:szCs w:val="22"/>
              </w:rPr>
            </w:pPr>
            <w:r w:rsidRPr="001A7B4B">
              <w:rPr>
                <w:rFonts w:cs="Arial"/>
                <w:b w:val="0"/>
                <w:color w:val="auto"/>
                <w:szCs w:val="22"/>
              </w:rPr>
              <w:t xml:space="preserve">In pairs </w:t>
            </w:r>
            <w:r w:rsidR="00F502C8" w:rsidRPr="001A7B4B">
              <w:rPr>
                <w:rFonts w:cs="Arial"/>
                <w:b w:val="0"/>
                <w:color w:val="auto"/>
                <w:szCs w:val="22"/>
              </w:rPr>
              <w:t>students</w:t>
            </w:r>
            <w:r w:rsidRPr="001A7B4B">
              <w:rPr>
                <w:rFonts w:cs="Arial"/>
                <w:b w:val="0"/>
                <w:color w:val="auto"/>
                <w:szCs w:val="22"/>
              </w:rPr>
              <w:t xml:space="preserve"> are to carry out routine maintenance activities in accordance with </w:t>
            </w:r>
            <w:proofErr w:type="spellStart"/>
            <w:r w:rsidRPr="001A7B4B">
              <w:rPr>
                <w:rFonts w:cs="Arial"/>
                <w:b w:val="0"/>
                <w:color w:val="auto"/>
                <w:szCs w:val="22"/>
              </w:rPr>
              <w:t>manufacturers</w:t>
            </w:r>
            <w:proofErr w:type="spellEnd"/>
            <w:r w:rsidRPr="001A7B4B">
              <w:rPr>
                <w:rFonts w:cs="Arial"/>
                <w:b w:val="0"/>
                <w:color w:val="auto"/>
                <w:szCs w:val="22"/>
              </w:rPr>
              <w:t xml:space="preserve"> instructions and previously created maintenance plans</w:t>
            </w:r>
          </w:p>
          <w:p w14:paraId="1E5E428F" w14:textId="7C90475F" w:rsidR="00AC2099" w:rsidRPr="001A7B4B" w:rsidRDefault="00AC2099" w:rsidP="002C017C">
            <w:pPr>
              <w:pStyle w:val="Normalheadingblue"/>
              <w:numPr>
                <w:ilvl w:val="0"/>
                <w:numId w:val="143"/>
              </w:numPr>
              <w:rPr>
                <w:rFonts w:cs="Arial"/>
                <w:b w:val="0"/>
                <w:color w:val="auto"/>
                <w:szCs w:val="22"/>
              </w:rPr>
            </w:pPr>
            <w:r w:rsidRPr="001A7B4B">
              <w:rPr>
                <w:rFonts w:cs="Arial"/>
                <w:b w:val="0"/>
                <w:color w:val="auto"/>
                <w:szCs w:val="22"/>
              </w:rPr>
              <w:t xml:space="preserve">Once each task is completed </w:t>
            </w:r>
            <w:r w:rsidR="00F502C8" w:rsidRPr="001A7B4B">
              <w:rPr>
                <w:rFonts w:cs="Arial"/>
                <w:b w:val="0"/>
                <w:color w:val="auto"/>
                <w:szCs w:val="22"/>
              </w:rPr>
              <w:t>students</w:t>
            </w:r>
            <w:r w:rsidRPr="001A7B4B">
              <w:rPr>
                <w:rFonts w:cs="Arial"/>
                <w:b w:val="0"/>
                <w:color w:val="auto"/>
                <w:szCs w:val="22"/>
              </w:rPr>
              <w:t xml:space="preserve"> are to complete job reports including any follow up requirements</w:t>
            </w:r>
          </w:p>
          <w:p w14:paraId="212C241E" w14:textId="47B95F79" w:rsidR="00AC2099" w:rsidRPr="001A7B4B" w:rsidRDefault="00AC2099" w:rsidP="002C017C">
            <w:pPr>
              <w:pStyle w:val="Normalheadingblue"/>
              <w:numPr>
                <w:ilvl w:val="0"/>
                <w:numId w:val="143"/>
              </w:numPr>
              <w:rPr>
                <w:rFonts w:cs="Arial"/>
                <w:b w:val="0"/>
                <w:color w:val="auto"/>
                <w:szCs w:val="22"/>
              </w:rPr>
            </w:pPr>
            <w:r w:rsidRPr="001A7B4B">
              <w:rPr>
                <w:rFonts w:cs="Arial"/>
                <w:b w:val="0"/>
                <w:color w:val="auto"/>
                <w:szCs w:val="22"/>
              </w:rPr>
              <w:t xml:space="preserve">Each group should move to the next task once completed so that </w:t>
            </w:r>
            <w:r w:rsidR="00F502C8" w:rsidRPr="001A7B4B">
              <w:rPr>
                <w:rFonts w:cs="Arial"/>
                <w:b w:val="0"/>
                <w:color w:val="auto"/>
                <w:szCs w:val="22"/>
              </w:rPr>
              <w:t>students</w:t>
            </w:r>
            <w:r w:rsidRPr="001A7B4B">
              <w:rPr>
                <w:rFonts w:cs="Arial"/>
                <w:b w:val="0"/>
                <w:color w:val="auto"/>
                <w:szCs w:val="22"/>
              </w:rPr>
              <w:t xml:space="preserve"> work on multiple systems / components</w:t>
            </w:r>
          </w:p>
          <w:p w14:paraId="35726745" w14:textId="77777777" w:rsidR="006F3160" w:rsidRPr="001A7B4B" w:rsidRDefault="006F3160" w:rsidP="00E31B11">
            <w:pPr>
              <w:pStyle w:val="Normalheadingblue"/>
              <w:rPr>
                <w:rFonts w:cs="Arial"/>
                <w:color w:val="auto"/>
                <w:szCs w:val="22"/>
              </w:rPr>
            </w:pPr>
          </w:p>
          <w:p w14:paraId="00F089C7" w14:textId="77777777" w:rsidR="008F4AC5" w:rsidRPr="001A7B4B" w:rsidRDefault="008F4AC5" w:rsidP="00E31B11">
            <w:pPr>
              <w:pStyle w:val="Normalheadingblue"/>
              <w:rPr>
                <w:rFonts w:cs="Arial"/>
                <w:color w:val="auto"/>
                <w:szCs w:val="22"/>
              </w:rPr>
            </w:pPr>
          </w:p>
          <w:p w14:paraId="26E24440" w14:textId="77777777" w:rsidR="008F4AC5" w:rsidRPr="001A7B4B" w:rsidRDefault="008F4AC5" w:rsidP="00E31B11">
            <w:pPr>
              <w:pStyle w:val="Normalheadingblue"/>
              <w:rPr>
                <w:rFonts w:cs="Arial"/>
                <w:color w:val="auto"/>
                <w:szCs w:val="22"/>
              </w:rPr>
            </w:pPr>
            <w:r w:rsidRPr="001A7B4B">
              <w:rPr>
                <w:rFonts w:cs="Arial"/>
                <w:color w:val="auto"/>
                <w:szCs w:val="22"/>
              </w:rPr>
              <w:t>Knowledge</w:t>
            </w:r>
            <w:r w:rsidR="00AC2099" w:rsidRPr="001A7B4B">
              <w:rPr>
                <w:rFonts w:cs="Arial"/>
                <w:color w:val="auto"/>
                <w:szCs w:val="22"/>
              </w:rPr>
              <w:t xml:space="preserve"> and skills</w:t>
            </w:r>
            <w:r w:rsidRPr="001A7B4B">
              <w:rPr>
                <w:rFonts w:cs="Arial"/>
                <w:color w:val="auto"/>
                <w:szCs w:val="22"/>
              </w:rPr>
              <w:t xml:space="preserve"> check example:</w:t>
            </w:r>
          </w:p>
          <w:p w14:paraId="5161247D" w14:textId="77777777" w:rsidR="008F4AC5" w:rsidRPr="001A7B4B" w:rsidRDefault="00AC2099" w:rsidP="002C017C">
            <w:pPr>
              <w:pStyle w:val="Normalheadingblue"/>
              <w:numPr>
                <w:ilvl w:val="0"/>
                <w:numId w:val="146"/>
              </w:numPr>
              <w:rPr>
                <w:rFonts w:cs="Arial"/>
                <w:b w:val="0"/>
                <w:color w:val="auto"/>
                <w:szCs w:val="22"/>
              </w:rPr>
            </w:pPr>
            <w:r w:rsidRPr="001A7B4B">
              <w:rPr>
                <w:rFonts w:cs="Arial"/>
                <w:b w:val="0"/>
                <w:color w:val="auto"/>
                <w:szCs w:val="22"/>
              </w:rPr>
              <w:t xml:space="preserve">Carry out routine maintenance following </w:t>
            </w:r>
            <w:proofErr w:type="spellStart"/>
            <w:r w:rsidRPr="001A7B4B">
              <w:rPr>
                <w:rFonts w:cs="Arial"/>
                <w:b w:val="0"/>
                <w:color w:val="auto"/>
                <w:szCs w:val="22"/>
              </w:rPr>
              <w:t>manufacturers</w:t>
            </w:r>
            <w:proofErr w:type="spellEnd"/>
            <w:r w:rsidRPr="001A7B4B">
              <w:rPr>
                <w:rFonts w:cs="Arial"/>
                <w:b w:val="0"/>
                <w:color w:val="auto"/>
                <w:szCs w:val="22"/>
              </w:rPr>
              <w:t xml:space="preserve"> instructions and maintenance plans</w:t>
            </w:r>
          </w:p>
          <w:p w14:paraId="16C1C191" w14:textId="77777777" w:rsidR="00AC2099" w:rsidRPr="001A7B4B" w:rsidRDefault="00AC2099" w:rsidP="002C017C">
            <w:pPr>
              <w:pStyle w:val="Normalheadingblue"/>
              <w:numPr>
                <w:ilvl w:val="0"/>
                <w:numId w:val="146"/>
              </w:numPr>
              <w:rPr>
                <w:rFonts w:cs="Arial"/>
                <w:b w:val="0"/>
                <w:color w:val="auto"/>
                <w:szCs w:val="22"/>
              </w:rPr>
            </w:pPr>
            <w:r w:rsidRPr="001A7B4B">
              <w:rPr>
                <w:rFonts w:cs="Arial"/>
                <w:b w:val="0"/>
                <w:color w:val="auto"/>
                <w:szCs w:val="22"/>
              </w:rPr>
              <w:t>Complete maintenance reports</w:t>
            </w:r>
          </w:p>
          <w:p w14:paraId="222B93EC" w14:textId="77777777" w:rsidR="008F4AC5" w:rsidRPr="001A7B4B" w:rsidRDefault="008F4AC5" w:rsidP="00E31B11">
            <w:pPr>
              <w:pStyle w:val="Normalheadingblue"/>
              <w:rPr>
                <w:rFonts w:cs="Arial"/>
                <w:color w:val="auto"/>
                <w:szCs w:val="22"/>
              </w:rPr>
            </w:pPr>
            <w:r w:rsidRPr="001A7B4B">
              <w:rPr>
                <w:rFonts w:cs="Arial"/>
                <w:color w:val="auto"/>
                <w:szCs w:val="22"/>
              </w:rPr>
              <w:t>Resources:</w:t>
            </w:r>
          </w:p>
          <w:p w14:paraId="7CD679B5" w14:textId="77777777" w:rsidR="008F4AC5" w:rsidRPr="001A7B4B" w:rsidRDefault="00AC2099" w:rsidP="001F7CCC">
            <w:pPr>
              <w:pStyle w:val="Normalheadingblue"/>
              <w:rPr>
                <w:rFonts w:cs="Arial"/>
                <w:b w:val="0"/>
                <w:color w:val="auto"/>
                <w:szCs w:val="22"/>
              </w:rPr>
            </w:pPr>
            <w:r w:rsidRPr="001A7B4B">
              <w:rPr>
                <w:rFonts w:cs="Arial"/>
                <w:b w:val="0"/>
                <w:color w:val="auto"/>
                <w:szCs w:val="22"/>
              </w:rPr>
              <w:t>PPE</w:t>
            </w:r>
          </w:p>
          <w:p w14:paraId="4B07FEB4" w14:textId="77777777" w:rsidR="00AC2099" w:rsidRPr="001A7B4B" w:rsidRDefault="00AC2099" w:rsidP="001F7CCC">
            <w:pPr>
              <w:pStyle w:val="Normalheadingblue"/>
              <w:rPr>
                <w:rFonts w:cs="Arial"/>
                <w:b w:val="0"/>
                <w:color w:val="auto"/>
                <w:szCs w:val="22"/>
              </w:rPr>
            </w:pPr>
            <w:r w:rsidRPr="001A7B4B">
              <w:rPr>
                <w:rFonts w:cs="Arial"/>
                <w:b w:val="0"/>
                <w:color w:val="auto"/>
                <w:szCs w:val="22"/>
              </w:rPr>
              <w:t xml:space="preserve">Hand </w:t>
            </w:r>
            <w:r w:rsidR="001F7CCC" w:rsidRPr="001A7B4B">
              <w:rPr>
                <w:rFonts w:cs="Arial"/>
                <w:b w:val="0"/>
                <w:color w:val="auto"/>
                <w:szCs w:val="22"/>
              </w:rPr>
              <w:t>tools</w:t>
            </w:r>
          </w:p>
          <w:p w14:paraId="0CC3133D" w14:textId="77777777" w:rsidR="001F7CCC" w:rsidRPr="001A7B4B" w:rsidRDefault="001F7CCC" w:rsidP="001F7CCC">
            <w:pPr>
              <w:pStyle w:val="Normalheadingblue"/>
              <w:rPr>
                <w:rFonts w:cs="Arial"/>
                <w:b w:val="0"/>
                <w:color w:val="auto"/>
                <w:szCs w:val="22"/>
              </w:rPr>
            </w:pPr>
            <w:r w:rsidRPr="001A7B4B">
              <w:rPr>
                <w:rFonts w:cs="Arial"/>
                <w:b w:val="0"/>
                <w:color w:val="auto"/>
                <w:szCs w:val="22"/>
              </w:rPr>
              <w:t>Test equipment</w:t>
            </w:r>
          </w:p>
          <w:p w14:paraId="32C5C874" w14:textId="77777777" w:rsidR="001F7CCC" w:rsidRPr="001A7B4B" w:rsidRDefault="001F7CCC" w:rsidP="001F7CCC">
            <w:pPr>
              <w:pStyle w:val="Normalheadingblue"/>
              <w:rPr>
                <w:rFonts w:cs="Arial"/>
                <w:b w:val="0"/>
                <w:color w:val="auto"/>
                <w:szCs w:val="22"/>
              </w:rPr>
            </w:pPr>
            <w:r w:rsidRPr="001A7B4B">
              <w:rPr>
                <w:rFonts w:cs="Arial"/>
                <w:b w:val="0"/>
                <w:color w:val="auto"/>
                <w:szCs w:val="22"/>
              </w:rPr>
              <w:lastRenderedPageBreak/>
              <w:t>Safe isolation lock off kit</w:t>
            </w:r>
          </w:p>
          <w:p w14:paraId="68A7D3F1" w14:textId="77777777" w:rsidR="001F7CCC" w:rsidRPr="001A7B4B" w:rsidRDefault="001F7CCC" w:rsidP="001F7CCC">
            <w:pPr>
              <w:pStyle w:val="Normalheadingblue"/>
              <w:rPr>
                <w:rFonts w:cs="Arial"/>
                <w:b w:val="0"/>
                <w:color w:val="auto"/>
                <w:szCs w:val="22"/>
              </w:rPr>
            </w:pPr>
            <w:r w:rsidRPr="001A7B4B">
              <w:rPr>
                <w:rFonts w:cs="Arial"/>
                <w:b w:val="0"/>
                <w:color w:val="auto"/>
                <w:szCs w:val="22"/>
              </w:rPr>
              <w:t>Job reports</w:t>
            </w:r>
          </w:p>
          <w:p w14:paraId="097AC189" w14:textId="77777777" w:rsidR="001F7CCC" w:rsidRPr="001A7B4B" w:rsidRDefault="001F7CCC" w:rsidP="001F7CCC">
            <w:pPr>
              <w:pStyle w:val="Normalheadingblue"/>
              <w:rPr>
                <w:rFonts w:cs="Arial"/>
                <w:b w:val="0"/>
                <w:color w:val="auto"/>
                <w:szCs w:val="22"/>
              </w:rPr>
            </w:pPr>
            <w:proofErr w:type="spellStart"/>
            <w:r w:rsidRPr="001A7B4B">
              <w:rPr>
                <w:rFonts w:cs="Arial"/>
                <w:b w:val="0"/>
                <w:color w:val="auto"/>
                <w:szCs w:val="22"/>
              </w:rPr>
              <w:t>Manufacturers</w:t>
            </w:r>
            <w:proofErr w:type="spellEnd"/>
            <w:r w:rsidRPr="001A7B4B">
              <w:rPr>
                <w:rFonts w:cs="Arial"/>
                <w:b w:val="0"/>
                <w:color w:val="auto"/>
                <w:szCs w:val="22"/>
              </w:rPr>
              <w:t xml:space="preserve"> instructions</w:t>
            </w:r>
          </w:p>
          <w:p w14:paraId="455F5759" w14:textId="77777777" w:rsidR="006F3160" w:rsidRPr="001A7B4B" w:rsidRDefault="001F7CCC" w:rsidP="00E31B11">
            <w:pPr>
              <w:pStyle w:val="Normalheadingblue"/>
              <w:rPr>
                <w:rFonts w:cs="Arial"/>
                <w:b w:val="0"/>
                <w:color w:val="auto"/>
                <w:szCs w:val="22"/>
              </w:rPr>
            </w:pPr>
            <w:r w:rsidRPr="001A7B4B">
              <w:rPr>
                <w:rFonts w:cs="Arial"/>
                <w:b w:val="0"/>
                <w:color w:val="auto"/>
                <w:szCs w:val="22"/>
              </w:rPr>
              <w:t>Maintenance plans</w:t>
            </w:r>
          </w:p>
          <w:p w14:paraId="75A6BC1C" w14:textId="77777777" w:rsidR="006F3160" w:rsidRPr="001A7B4B" w:rsidRDefault="006F3160" w:rsidP="00E31B11">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188B62A7" w14:textId="77777777" w:rsidR="00DD207A" w:rsidRPr="001A7B4B" w:rsidRDefault="008A57D2">
            <w:r w:rsidRPr="001A7B4B">
              <w:lastRenderedPageBreak/>
              <w:t>Q&amp;A</w:t>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lastRenderedPageBreak/>
              <w:br/>
              <w:t>Practical maintenance tasks</w:t>
            </w:r>
            <w:r w:rsidRPr="001A7B4B">
              <w:br/>
              <w:t>English skills (reading, writing, technical vocabulary)</w:t>
            </w:r>
          </w:p>
        </w:tc>
      </w:tr>
      <w:tr w:rsidR="001A7B4B" w:rsidRPr="001A7B4B" w14:paraId="73E764D2"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5F857A93" w14:textId="77777777" w:rsidR="008F4AC5" w:rsidRDefault="006F3160" w:rsidP="00E31B11">
            <w:pPr>
              <w:jc w:val="center"/>
              <w:rPr>
                <w:rFonts w:cs="Arial"/>
                <w:szCs w:val="22"/>
              </w:rPr>
            </w:pPr>
            <w:r>
              <w:rPr>
                <w:rFonts w:cs="Arial"/>
                <w:szCs w:val="22"/>
              </w:rPr>
              <w:lastRenderedPageBreak/>
              <w:t>2</w:t>
            </w:r>
            <w:r w:rsidR="007156AB">
              <w:rPr>
                <w:rFonts w:cs="Arial"/>
                <w:szCs w:val="22"/>
              </w:rPr>
              <w:t>09-210</w:t>
            </w:r>
            <w:r>
              <w:rPr>
                <w:rFonts w:cs="Arial"/>
                <w:szCs w:val="22"/>
              </w:rPr>
              <w:t xml:space="preserve"> </w:t>
            </w:r>
          </w:p>
          <w:p w14:paraId="0B40F58C" w14:textId="77777777" w:rsidR="006F3160" w:rsidRDefault="00834575" w:rsidP="00E31B11">
            <w:pPr>
              <w:jc w:val="center"/>
              <w:rPr>
                <w:rFonts w:cs="Arial"/>
                <w:szCs w:val="22"/>
              </w:rPr>
            </w:pPr>
            <w:r>
              <w:rPr>
                <w:rFonts w:cs="Arial"/>
                <w:szCs w:val="22"/>
              </w:rPr>
              <w:t>6</w:t>
            </w:r>
            <w:r w:rsidR="006F3160">
              <w:rPr>
                <w:rFonts w:cs="Arial"/>
                <w:szCs w:val="22"/>
              </w:rPr>
              <w:t xml:space="preserve"> hours</w:t>
            </w:r>
          </w:p>
          <w:p w14:paraId="1EBC3258" w14:textId="166FAB6D" w:rsidR="0094327C" w:rsidRDefault="0094327C" w:rsidP="00E31B11">
            <w:pPr>
              <w:jc w:val="center"/>
              <w:rPr>
                <w:rFonts w:cs="Arial"/>
                <w:szCs w:val="22"/>
              </w:rPr>
            </w:pPr>
          </w:p>
        </w:tc>
        <w:tc>
          <w:tcPr>
            <w:tcW w:w="2199" w:type="dxa"/>
            <w:tcBorders>
              <w:top w:val="single" w:sz="4" w:space="0" w:color="C6C5C6"/>
              <w:left w:val="single" w:sz="4" w:space="0" w:color="C6C5C6"/>
              <w:bottom w:val="single" w:sz="4" w:space="0" w:color="C6C5C6"/>
              <w:right w:val="single" w:sz="4" w:space="0" w:color="C6C5C6"/>
            </w:tcBorders>
          </w:tcPr>
          <w:p w14:paraId="34E424C0" w14:textId="77777777" w:rsidR="0006721B" w:rsidRPr="001A7B4B" w:rsidRDefault="0006721B" w:rsidP="0006721B">
            <w:pPr>
              <w:pStyle w:val="Normalheadingblack"/>
              <w:rPr>
                <w:rFonts w:cs="Arial"/>
                <w:lang w:eastAsia="en-GB"/>
              </w:rPr>
            </w:pPr>
            <w:r w:rsidRPr="001A7B4B">
              <w:rPr>
                <w:rFonts w:cs="Arial"/>
                <w:lang w:eastAsia="en-GB"/>
              </w:rPr>
              <w:t>Outcome 1 – Plumbing and heating common knowledge criteria</w:t>
            </w:r>
          </w:p>
          <w:p w14:paraId="2F6297DE" w14:textId="77777777" w:rsidR="0006721B" w:rsidRPr="001A7B4B" w:rsidRDefault="0006721B" w:rsidP="0006721B">
            <w:pPr>
              <w:pStyle w:val="Normalheadingblack"/>
              <w:rPr>
                <w:rFonts w:cs="Arial"/>
                <w:lang w:eastAsia="en-GB"/>
              </w:rPr>
            </w:pPr>
          </w:p>
          <w:p w14:paraId="7468E960" w14:textId="77777777" w:rsidR="0006721B" w:rsidRPr="001A7B4B" w:rsidRDefault="0006721B" w:rsidP="0006721B">
            <w:pPr>
              <w:pStyle w:val="Normalheadingblack"/>
              <w:rPr>
                <w:rFonts w:cs="Arial"/>
                <w:lang w:eastAsia="en-GB"/>
              </w:rPr>
            </w:pPr>
            <w:r w:rsidRPr="001A7B4B">
              <w:rPr>
                <w:rFonts w:cs="Arial"/>
                <w:lang w:eastAsia="en-GB"/>
              </w:rPr>
              <w:t>Outcome 2 - Install plumbing and heating systems</w:t>
            </w:r>
          </w:p>
          <w:p w14:paraId="77CDFDE2" w14:textId="77777777" w:rsidR="008F4AC5" w:rsidRPr="001A7B4B" w:rsidRDefault="008F4AC5" w:rsidP="00E31B11">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3491CA9A" w14:textId="77777777" w:rsidR="008F4AC5" w:rsidRPr="001A7B4B" w:rsidRDefault="0006721B" w:rsidP="00E31B11">
            <w:pPr>
              <w:pStyle w:val="Normalheadingblack"/>
              <w:rPr>
                <w:rFonts w:cs="Arial"/>
                <w:b w:val="0"/>
                <w:szCs w:val="22"/>
              </w:rPr>
            </w:pPr>
            <w:r w:rsidRPr="001A7B4B">
              <w:rPr>
                <w:rFonts w:cs="Arial"/>
                <w:b w:val="0"/>
                <w:szCs w:val="22"/>
              </w:rPr>
              <w:t>K1.40 Fault-finding techniques</w:t>
            </w:r>
          </w:p>
          <w:p w14:paraId="58164764" w14:textId="77777777" w:rsidR="0006721B" w:rsidRPr="001A7B4B" w:rsidRDefault="0006721B" w:rsidP="00E31B11">
            <w:pPr>
              <w:pStyle w:val="Normalheadingblack"/>
              <w:rPr>
                <w:rFonts w:cs="Arial"/>
                <w:b w:val="0"/>
                <w:szCs w:val="22"/>
              </w:rPr>
            </w:pPr>
          </w:p>
          <w:p w14:paraId="69BDB22C" w14:textId="77777777" w:rsidR="0006721B" w:rsidRPr="001A7B4B" w:rsidRDefault="0006721B" w:rsidP="00E31B11">
            <w:pPr>
              <w:pStyle w:val="Normalheadingblack"/>
              <w:rPr>
                <w:rFonts w:cs="Arial"/>
                <w:b w:val="0"/>
                <w:szCs w:val="22"/>
              </w:rPr>
            </w:pPr>
            <w:r w:rsidRPr="001A7B4B">
              <w:rPr>
                <w:rFonts w:cs="Arial"/>
                <w:b w:val="0"/>
                <w:szCs w:val="22"/>
              </w:rPr>
              <w:t>K1.41 Causes of typical faults in plumbing and heating systems</w:t>
            </w:r>
          </w:p>
          <w:p w14:paraId="2D6942F0" w14:textId="77777777" w:rsidR="0006721B" w:rsidRPr="001A7B4B" w:rsidRDefault="0006721B" w:rsidP="00E31B11">
            <w:pPr>
              <w:pStyle w:val="Normalheadingblack"/>
              <w:rPr>
                <w:rFonts w:cs="Arial"/>
                <w:b w:val="0"/>
                <w:szCs w:val="22"/>
              </w:rPr>
            </w:pPr>
          </w:p>
          <w:p w14:paraId="3A39BBD1" w14:textId="77777777" w:rsidR="0006721B" w:rsidRPr="001A7B4B" w:rsidRDefault="0006721B" w:rsidP="00E31B11">
            <w:pPr>
              <w:pStyle w:val="Normalheadingblack"/>
              <w:rPr>
                <w:rFonts w:cs="Arial"/>
                <w:b w:val="0"/>
                <w:szCs w:val="22"/>
              </w:rPr>
            </w:pPr>
            <w:r w:rsidRPr="001A7B4B">
              <w:rPr>
                <w:rFonts w:cs="Arial"/>
                <w:b w:val="0"/>
                <w:szCs w:val="22"/>
              </w:rPr>
              <w:t>S4.2 Explore end user or client requirements</w:t>
            </w:r>
          </w:p>
          <w:p w14:paraId="53E71778" w14:textId="77777777" w:rsidR="0006721B" w:rsidRPr="001A7B4B" w:rsidRDefault="0006721B" w:rsidP="00E31B11">
            <w:pPr>
              <w:pStyle w:val="Normalheadingblack"/>
              <w:rPr>
                <w:rFonts w:cs="Arial"/>
                <w:b w:val="0"/>
                <w:szCs w:val="22"/>
              </w:rPr>
            </w:pPr>
          </w:p>
          <w:p w14:paraId="637C2890" w14:textId="77777777" w:rsidR="0006721B" w:rsidRPr="001A7B4B" w:rsidRDefault="0006721B" w:rsidP="00E31B11">
            <w:pPr>
              <w:pStyle w:val="Normalheadingblack"/>
              <w:rPr>
                <w:rFonts w:cs="Arial"/>
                <w:b w:val="0"/>
                <w:szCs w:val="22"/>
              </w:rPr>
            </w:pPr>
            <w:r w:rsidRPr="001A7B4B">
              <w:rPr>
                <w:rFonts w:cs="Arial"/>
                <w:b w:val="0"/>
                <w:szCs w:val="22"/>
              </w:rPr>
              <w:t>S4.6 Conduct fault finding</w:t>
            </w:r>
          </w:p>
          <w:p w14:paraId="2D2D1194" w14:textId="77777777" w:rsidR="0006721B" w:rsidRPr="001A7B4B" w:rsidRDefault="0006721B" w:rsidP="00E31B11">
            <w:pPr>
              <w:pStyle w:val="Normalheadingblack"/>
              <w:rPr>
                <w:rFonts w:cs="Arial"/>
                <w:b w:val="0"/>
                <w:szCs w:val="22"/>
              </w:rPr>
            </w:pPr>
          </w:p>
          <w:p w14:paraId="35081882" w14:textId="77777777" w:rsidR="0006721B" w:rsidRPr="001A7B4B" w:rsidRDefault="0006721B" w:rsidP="00E31B11">
            <w:pPr>
              <w:pStyle w:val="Normalheadingblack"/>
              <w:rPr>
                <w:rFonts w:cs="Arial"/>
                <w:b w:val="0"/>
                <w:szCs w:val="22"/>
              </w:rPr>
            </w:pPr>
            <w:r w:rsidRPr="001A7B4B">
              <w:rPr>
                <w:rFonts w:cs="Arial"/>
                <w:b w:val="0"/>
                <w:szCs w:val="22"/>
              </w:rPr>
              <w:t>S4.8 Engineer corrective measures to rectify faults in heating systems</w:t>
            </w:r>
          </w:p>
        </w:tc>
        <w:tc>
          <w:tcPr>
            <w:tcW w:w="5785" w:type="dxa"/>
            <w:tcBorders>
              <w:top w:val="single" w:sz="4" w:space="0" w:color="C6C5C6"/>
              <w:left w:val="single" w:sz="4" w:space="0" w:color="C6C5C6"/>
              <w:bottom w:val="single" w:sz="4" w:space="0" w:color="C6C5C6"/>
              <w:right w:val="single" w:sz="4" w:space="0" w:color="C6C5C6"/>
            </w:tcBorders>
          </w:tcPr>
          <w:p w14:paraId="12A1007B" w14:textId="77777777" w:rsidR="008F4AC5" w:rsidRPr="001A7B4B" w:rsidRDefault="008F4AC5" w:rsidP="00E31B11">
            <w:pPr>
              <w:pStyle w:val="Normalheadingblue"/>
              <w:rPr>
                <w:rFonts w:cs="Arial"/>
                <w:color w:val="auto"/>
                <w:szCs w:val="22"/>
              </w:rPr>
            </w:pPr>
            <w:r w:rsidRPr="001A7B4B">
              <w:rPr>
                <w:rFonts w:cs="Arial"/>
                <w:color w:val="auto"/>
                <w:szCs w:val="22"/>
              </w:rPr>
              <w:t>Activity:</w:t>
            </w:r>
          </w:p>
          <w:p w14:paraId="459C2C93" w14:textId="77777777" w:rsidR="008F4AC5" w:rsidRPr="001A7B4B" w:rsidRDefault="008F4AC5" w:rsidP="00E31B11">
            <w:pPr>
              <w:pStyle w:val="Normalheadingblue"/>
              <w:rPr>
                <w:rFonts w:cs="Arial"/>
                <w:color w:val="auto"/>
                <w:szCs w:val="22"/>
              </w:rPr>
            </w:pPr>
          </w:p>
          <w:p w14:paraId="1366DE98" w14:textId="77777777" w:rsidR="008F4AC5" w:rsidRPr="001A7B4B" w:rsidRDefault="008F4AC5" w:rsidP="00E31B11">
            <w:pPr>
              <w:pStyle w:val="Normalheadingblue"/>
              <w:rPr>
                <w:rFonts w:cs="Arial"/>
                <w:color w:val="auto"/>
                <w:szCs w:val="22"/>
              </w:rPr>
            </w:pPr>
            <w:r w:rsidRPr="001A7B4B">
              <w:rPr>
                <w:rFonts w:cs="Arial"/>
                <w:color w:val="auto"/>
                <w:szCs w:val="22"/>
              </w:rPr>
              <w:t>Starter task example:</w:t>
            </w:r>
          </w:p>
          <w:p w14:paraId="6C7622DD" w14:textId="6A0A3B0F" w:rsidR="008F4AC5" w:rsidRPr="001A7B4B" w:rsidRDefault="00C24F85" w:rsidP="002C017C">
            <w:pPr>
              <w:pStyle w:val="Normalheadingblue"/>
              <w:numPr>
                <w:ilvl w:val="0"/>
                <w:numId w:val="147"/>
              </w:numPr>
              <w:rPr>
                <w:rFonts w:cs="Arial"/>
                <w:b w:val="0"/>
                <w:color w:val="auto"/>
                <w:szCs w:val="22"/>
              </w:rPr>
            </w:pPr>
            <w:r w:rsidRPr="001A7B4B">
              <w:rPr>
                <w:rFonts w:cs="Arial"/>
                <w:b w:val="0"/>
                <w:color w:val="auto"/>
                <w:szCs w:val="22"/>
              </w:rPr>
              <w:t xml:space="preserve">Guest speaker </w:t>
            </w:r>
            <w:r w:rsidR="00E15F7A" w:rsidRPr="001A7B4B">
              <w:rPr>
                <w:rFonts w:cs="Arial"/>
                <w:b w:val="0"/>
                <w:color w:val="auto"/>
                <w:szCs w:val="22"/>
              </w:rPr>
              <w:t xml:space="preserve">– stakeholder or </w:t>
            </w:r>
            <w:r w:rsidR="00AA05C1">
              <w:rPr>
                <w:rFonts w:cs="Arial"/>
                <w:b w:val="0"/>
                <w:color w:val="auto"/>
                <w:szCs w:val="22"/>
              </w:rPr>
              <w:t>ex-student</w:t>
            </w:r>
            <w:r w:rsidR="00E15F7A" w:rsidRPr="001A7B4B">
              <w:rPr>
                <w:rFonts w:cs="Arial"/>
                <w:b w:val="0"/>
                <w:color w:val="auto"/>
                <w:szCs w:val="22"/>
              </w:rPr>
              <w:t xml:space="preserve"> to discuss employment opportunities, career paths or experience</w:t>
            </w:r>
          </w:p>
          <w:p w14:paraId="0B247A97" w14:textId="77777777" w:rsidR="008F4AC5" w:rsidRPr="001A7B4B" w:rsidRDefault="008F4AC5" w:rsidP="00E31B11">
            <w:pPr>
              <w:pStyle w:val="Normalheadingblue"/>
              <w:rPr>
                <w:rFonts w:cs="Arial"/>
                <w:color w:val="auto"/>
                <w:szCs w:val="22"/>
              </w:rPr>
            </w:pPr>
            <w:r w:rsidRPr="001A7B4B">
              <w:rPr>
                <w:rFonts w:cs="Arial"/>
                <w:color w:val="auto"/>
                <w:szCs w:val="22"/>
              </w:rPr>
              <w:t>Delivery:</w:t>
            </w:r>
          </w:p>
          <w:p w14:paraId="117FA18A" w14:textId="0E98C950" w:rsidR="0006721B" w:rsidRPr="00AA05C1" w:rsidRDefault="00C95B6C" w:rsidP="00E31B11">
            <w:pPr>
              <w:pStyle w:val="Normalheadingblue"/>
              <w:rPr>
                <w:rFonts w:cs="Arial"/>
                <w:b w:val="0"/>
                <w:bCs/>
                <w:color w:val="auto"/>
                <w:szCs w:val="22"/>
              </w:rPr>
            </w:pPr>
            <w:r w:rsidRPr="00AA05C1">
              <w:rPr>
                <w:rFonts w:cs="Arial"/>
                <w:b w:val="0"/>
                <w:bCs/>
                <w:color w:val="auto"/>
                <w:szCs w:val="22"/>
              </w:rPr>
              <w:t>Tutor to deliver content including:</w:t>
            </w:r>
          </w:p>
          <w:p w14:paraId="6864E4D3"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end user discussions and questioning</w:t>
            </w:r>
          </w:p>
          <w:p w14:paraId="01AB6D9D"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consulting manufacturer’s instructions</w:t>
            </w:r>
          </w:p>
          <w:p w14:paraId="2898D649"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following fault diagnosis flow chart</w:t>
            </w:r>
          </w:p>
          <w:p w14:paraId="0A61757C"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checking service history</w:t>
            </w:r>
          </w:p>
          <w:p w14:paraId="57E4BAB0" w14:textId="77777777" w:rsidR="0006721B"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knowledge gained from industry experience</w:t>
            </w:r>
          </w:p>
          <w:p w14:paraId="7CDAC4F4"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Tutor to discuss system faults including:</w:t>
            </w:r>
          </w:p>
          <w:p w14:paraId="6FC2CEBB"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poor installation</w:t>
            </w:r>
          </w:p>
          <w:p w14:paraId="1F81D326"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inadequate design</w:t>
            </w:r>
          </w:p>
          <w:p w14:paraId="528E0BFB"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user error</w:t>
            </w:r>
          </w:p>
          <w:p w14:paraId="2E6E7859"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lastRenderedPageBreak/>
              <w:t>environmental factors appliance/ component malfunction.</w:t>
            </w:r>
          </w:p>
          <w:p w14:paraId="5F0BB1D7"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 xml:space="preserve">Plumbing typical faults: </w:t>
            </w:r>
          </w:p>
          <w:p w14:paraId="5EB27832"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leak in system pipework noise in systems</w:t>
            </w:r>
          </w:p>
          <w:p w14:paraId="7FB9F000"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corrosion of system components</w:t>
            </w:r>
          </w:p>
          <w:p w14:paraId="1B39280A"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inadequate supply pressure at discharge points</w:t>
            </w:r>
          </w:p>
          <w:p w14:paraId="7AC1BACE"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loose pipework</w:t>
            </w:r>
          </w:p>
          <w:p w14:paraId="7528735C"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trap seal loss</w:t>
            </w:r>
          </w:p>
          <w:p w14:paraId="2BDE7A72"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blockages in system components/pipework</w:t>
            </w:r>
          </w:p>
          <w:p w14:paraId="110C4228"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 xml:space="preserve">incorrect backflow devices in relation to the fluid categories </w:t>
            </w:r>
          </w:p>
          <w:p w14:paraId="1E52AABC"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lack of flow rate.</w:t>
            </w:r>
          </w:p>
          <w:p w14:paraId="646CBC98"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 xml:space="preserve">Heating typical faults: </w:t>
            </w:r>
          </w:p>
          <w:p w14:paraId="3A8C0C4E"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pumping over</w:t>
            </w:r>
          </w:p>
          <w:p w14:paraId="29C0D432"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persistent venting</w:t>
            </w:r>
          </w:p>
          <w:p w14:paraId="65993D0E"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emitter cold spots</w:t>
            </w:r>
          </w:p>
          <w:p w14:paraId="42C83972"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stuck TRVs</w:t>
            </w:r>
          </w:p>
          <w:p w14:paraId="1650B1D1"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motorised valves not operating</w:t>
            </w:r>
          </w:p>
          <w:p w14:paraId="30C26BE1"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heat when no demand</w:t>
            </w:r>
          </w:p>
          <w:p w14:paraId="2DB15F1F"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leaks</w:t>
            </w:r>
          </w:p>
          <w:p w14:paraId="089AED93"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blockages</w:t>
            </w:r>
          </w:p>
          <w:p w14:paraId="3A98D48E"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pump failure</w:t>
            </w:r>
          </w:p>
          <w:p w14:paraId="141F0F40"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lastRenderedPageBreak/>
              <w:t>control failure</w:t>
            </w:r>
          </w:p>
          <w:p w14:paraId="0698BE8E"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expansion vessel losing pressure.</w:t>
            </w:r>
          </w:p>
          <w:p w14:paraId="2CD2F8D2" w14:textId="1954E131"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 xml:space="preserve">Use installed systems to demonstrate symptoms and set short scenario tasks for </w:t>
            </w:r>
            <w:r w:rsidR="00F502C8" w:rsidRPr="001A7B4B">
              <w:rPr>
                <w:rFonts w:cs="Arial"/>
                <w:b w:val="0"/>
                <w:color w:val="auto"/>
                <w:szCs w:val="22"/>
              </w:rPr>
              <w:t>students</w:t>
            </w:r>
            <w:r w:rsidRPr="001A7B4B">
              <w:rPr>
                <w:rFonts w:cs="Arial"/>
                <w:b w:val="0"/>
                <w:color w:val="auto"/>
                <w:szCs w:val="22"/>
              </w:rPr>
              <w:t xml:space="preserve"> to diagnose typical faults</w:t>
            </w:r>
          </w:p>
          <w:p w14:paraId="34A062B6" w14:textId="77777777" w:rsidR="00C95B6C" w:rsidRPr="001A7B4B" w:rsidRDefault="00C95B6C" w:rsidP="002C017C">
            <w:pPr>
              <w:pStyle w:val="Normalheadingblue"/>
              <w:numPr>
                <w:ilvl w:val="0"/>
                <w:numId w:val="144"/>
              </w:numPr>
              <w:rPr>
                <w:rFonts w:cs="Arial"/>
                <w:b w:val="0"/>
                <w:color w:val="auto"/>
                <w:szCs w:val="22"/>
              </w:rPr>
            </w:pPr>
            <w:r w:rsidRPr="001A7B4B">
              <w:rPr>
                <w:rFonts w:cs="Arial"/>
                <w:b w:val="0"/>
                <w:color w:val="auto"/>
                <w:szCs w:val="22"/>
              </w:rPr>
              <w:t>Distribute failed components and highlight common faults and rectification processes</w:t>
            </w:r>
          </w:p>
          <w:p w14:paraId="07F7B278" w14:textId="77777777" w:rsidR="00C95B6C" w:rsidRPr="001A7B4B" w:rsidRDefault="00C95B6C" w:rsidP="00C95B6C">
            <w:pPr>
              <w:pStyle w:val="Normalheadingblue"/>
              <w:rPr>
                <w:rFonts w:cs="Arial"/>
                <w:b w:val="0"/>
                <w:color w:val="auto"/>
                <w:szCs w:val="22"/>
              </w:rPr>
            </w:pPr>
          </w:p>
          <w:p w14:paraId="44864A9C" w14:textId="77777777" w:rsidR="008F4AC5" w:rsidRPr="001A7B4B" w:rsidRDefault="008F4AC5" w:rsidP="00E31B11">
            <w:pPr>
              <w:pStyle w:val="Normalheadingblue"/>
              <w:rPr>
                <w:rFonts w:cs="Arial"/>
                <w:color w:val="auto"/>
                <w:szCs w:val="22"/>
              </w:rPr>
            </w:pPr>
            <w:r w:rsidRPr="001A7B4B">
              <w:rPr>
                <w:rFonts w:cs="Arial"/>
                <w:color w:val="auto"/>
                <w:szCs w:val="22"/>
              </w:rPr>
              <w:t>Knowledge check example:</w:t>
            </w:r>
          </w:p>
          <w:p w14:paraId="6EE9122B" w14:textId="40DE7E6D" w:rsidR="008F4AC5" w:rsidRPr="001A7B4B" w:rsidRDefault="00C95B6C" w:rsidP="002C017C">
            <w:pPr>
              <w:pStyle w:val="Normalheadingblue"/>
              <w:numPr>
                <w:ilvl w:val="0"/>
                <w:numId w:val="145"/>
              </w:numPr>
              <w:rPr>
                <w:rFonts w:cs="Arial"/>
                <w:b w:val="0"/>
                <w:color w:val="auto"/>
                <w:szCs w:val="22"/>
              </w:rPr>
            </w:pPr>
            <w:r w:rsidRPr="001A7B4B">
              <w:rPr>
                <w:rFonts w:cs="Arial"/>
                <w:b w:val="0"/>
                <w:color w:val="auto"/>
                <w:szCs w:val="22"/>
              </w:rPr>
              <w:t xml:space="preserve">Scenario tasks – Tutor to issue </w:t>
            </w:r>
            <w:proofErr w:type="gramStart"/>
            <w:r w:rsidRPr="001A7B4B">
              <w:rPr>
                <w:rFonts w:cs="Arial"/>
                <w:b w:val="0"/>
                <w:color w:val="auto"/>
                <w:szCs w:val="22"/>
              </w:rPr>
              <w:t>a number of</w:t>
            </w:r>
            <w:proofErr w:type="gramEnd"/>
            <w:r w:rsidRPr="001A7B4B">
              <w:rPr>
                <w:rFonts w:cs="Arial"/>
                <w:b w:val="0"/>
                <w:color w:val="auto"/>
                <w:szCs w:val="22"/>
              </w:rPr>
              <w:t xml:space="preserve"> scenarios for faults </w:t>
            </w:r>
            <w:r w:rsidR="00E15F7A" w:rsidRPr="001A7B4B">
              <w:rPr>
                <w:rFonts w:cs="Arial"/>
                <w:b w:val="0"/>
                <w:color w:val="auto"/>
                <w:szCs w:val="22"/>
              </w:rPr>
              <w:t xml:space="preserve">using fault finding cards </w:t>
            </w:r>
            <w:r w:rsidRPr="001A7B4B">
              <w:rPr>
                <w:rFonts w:cs="Arial"/>
                <w:b w:val="0"/>
                <w:color w:val="auto"/>
                <w:szCs w:val="22"/>
              </w:rPr>
              <w:t xml:space="preserve">in Plumbing and heating systems. </w:t>
            </w:r>
            <w:r w:rsidR="00116A2E" w:rsidRPr="001A7B4B">
              <w:rPr>
                <w:rFonts w:cs="Arial"/>
                <w:b w:val="0"/>
                <w:color w:val="auto"/>
                <w:szCs w:val="22"/>
              </w:rPr>
              <w:t>Students</w:t>
            </w:r>
            <w:r w:rsidRPr="001A7B4B">
              <w:rPr>
                <w:rFonts w:cs="Arial"/>
                <w:b w:val="0"/>
                <w:color w:val="auto"/>
                <w:szCs w:val="22"/>
              </w:rPr>
              <w:t xml:space="preserve"> to work in pairs to ask tutor further questions to try and diagnose the issue</w:t>
            </w:r>
          </w:p>
          <w:p w14:paraId="7E6AF11B" w14:textId="77777777" w:rsidR="008F4AC5" w:rsidRPr="001A7B4B" w:rsidRDefault="008F4AC5" w:rsidP="00E31B11">
            <w:pPr>
              <w:pStyle w:val="Normalheadingblue"/>
              <w:rPr>
                <w:rFonts w:cs="Arial"/>
                <w:color w:val="auto"/>
                <w:szCs w:val="22"/>
              </w:rPr>
            </w:pPr>
            <w:r w:rsidRPr="001A7B4B">
              <w:rPr>
                <w:rFonts w:cs="Arial"/>
                <w:color w:val="auto"/>
                <w:szCs w:val="22"/>
              </w:rPr>
              <w:t>Resources:</w:t>
            </w:r>
          </w:p>
          <w:p w14:paraId="7BD6E640" w14:textId="77777777" w:rsidR="00C95B6C" w:rsidRPr="001A7B4B" w:rsidRDefault="00C95B6C" w:rsidP="00E31B11">
            <w:pPr>
              <w:pStyle w:val="Normalheadingblue"/>
              <w:rPr>
                <w:rFonts w:cs="Arial"/>
                <w:b w:val="0"/>
                <w:color w:val="auto"/>
                <w:szCs w:val="22"/>
              </w:rPr>
            </w:pPr>
            <w:r w:rsidRPr="001A7B4B">
              <w:rPr>
                <w:rFonts w:cs="Arial"/>
                <w:b w:val="0"/>
                <w:color w:val="auto"/>
                <w:szCs w:val="22"/>
              </w:rPr>
              <w:t>Examples of systems and typical faults</w:t>
            </w:r>
          </w:p>
          <w:p w14:paraId="7E4C1198" w14:textId="77777777" w:rsidR="00C95B6C" w:rsidRPr="001A7B4B" w:rsidRDefault="00552774" w:rsidP="00E31B11">
            <w:pPr>
              <w:pStyle w:val="Normalheadingblue"/>
              <w:rPr>
                <w:rFonts w:cs="Arial"/>
                <w:b w:val="0"/>
                <w:color w:val="auto"/>
                <w:szCs w:val="22"/>
              </w:rPr>
            </w:pPr>
            <w:r w:rsidRPr="001A7B4B">
              <w:rPr>
                <w:rFonts w:cs="Arial"/>
                <w:b w:val="0"/>
                <w:color w:val="auto"/>
                <w:szCs w:val="22"/>
              </w:rPr>
              <w:t>Manufacturers literature</w:t>
            </w:r>
          </w:p>
          <w:p w14:paraId="474BE73C" w14:textId="77777777" w:rsidR="00552774" w:rsidRPr="001A7B4B" w:rsidRDefault="00552774" w:rsidP="00E31B11">
            <w:pPr>
              <w:pStyle w:val="Normalheadingblue"/>
              <w:rPr>
                <w:rFonts w:cs="Arial"/>
                <w:b w:val="0"/>
                <w:color w:val="auto"/>
                <w:szCs w:val="22"/>
              </w:rPr>
            </w:pPr>
            <w:r w:rsidRPr="001A7B4B">
              <w:rPr>
                <w:rFonts w:cs="Arial"/>
                <w:b w:val="0"/>
                <w:color w:val="auto"/>
                <w:szCs w:val="22"/>
              </w:rPr>
              <w:t>Failed components</w:t>
            </w:r>
          </w:p>
          <w:p w14:paraId="45F2BBBE" w14:textId="77777777" w:rsidR="00552774" w:rsidRPr="001A7B4B" w:rsidRDefault="00552774" w:rsidP="00E31B11">
            <w:pPr>
              <w:pStyle w:val="Normalheadingblue"/>
              <w:rPr>
                <w:rFonts w:cs="Arial"/>
                <w:b w:val="0"/>
                <w:color w:val="auto"/>
                <w:szCs w:val="22"/>
              </w:rPr>
            </w:pPr>
            <w:r w:rsidRPr="001A7B4B">
              <w:rPr>
                <w:rFonts w:cs="Arial"/>
                <w:b w:val="0"/>
                <w:color w:val="auto"/>
                <w:szCs w:val="22"/>
              </w:rPr>
              <w:t>Test equipment such as multimeters and thermometers</w:t>
            </w:r>
          </w:p>
          <w:p w14:paraId="0C1944CA" w14:textId="77777777" w:rsidR="00E15F7A" w:rsidRPr="001A7B4B" w:rsidRDefault="00E15F7A" w:rsidP="00E31B11">
            <w:pPr>
              <w:pStyle w:val="Normalheadingblue"/>
              <w:rPr>
                <w:rFonts w:cs="Arial"/>
                <w:b w:val="0"/>
                <w:color w:val="auto"/>
                <w:szCs w:val="22"/>
              </w:rPr>
            </w:pPr>
            <w:r w:rsidRPr="001A7B4B">
              <w:rPr>
                <w:rFonts w:cs="Arial"/>
                <w:b w:val="0"/>
                <w:color w:val="auto"/>
                <w:szCs w:val="22"/>
              </w:rPr>
              <w:t>Fault finding task cards</w:t>
            </w:r>
          </w:p>
          <w:p w14:paraId="4070A7EA" w14:textId="77777777" w:rsidR="008F4AC5" w:rsidRPr="001A7B4B" w:rsidRDefault="008F4AC5" w:rsidP="00E31B11">
            <w:pPr>
              <w:pStyle w:val="Normalheadingblue"/>
              <w:rPr>
                <w:rFonts w:cs="Arial"/>
                <w:color w:val="auto"/>
                <w:szCs w:val="22"/>
              </w:rPr>
            </w:pPr>
          </w:p>
        </w:tc>
        <w:tc>
          <w:tcPr>
            <w:tcW w:w="2246" w:type="dxa"/>
            <w:tcBorders>
              <w:top w:val="single" w:sz="4" w:space="0" w:color="C6C5C6"/>
              <w:left w:val="single" w:sz="4" w:space="0" w:color="C6C5C6"/>
              <w:bottom w:val="single" w:sz="4" w:space="0" w:color="C6C5C6"/>
              <w:right w:val="single" w:sz="4" w:space="0" w:color="C6C5C6"/>
            </w:tcBorders>
          </w:tcPr>
          <w:p w14:paraId="3CE68E21" w14:textId="77777777" w:rsidR="00DD207A" w:rsidRPr="001A7B4B" w:rsidRDefault="008A57D2">
            <w:r w:rsidRPr="001A7B4B">
              <w:lastRenderedPageBreak/>
              <w:t>Q&amp;A</w:t>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br/>
            </w:r>
            <w:r w:rsidRPr="001A7B4B">
              <w:lastRenderedPageBreak/>
              <w:br/>
            </w:r>
            <w:r w:rsidRPr="001A7B4B">
              <w:br/>
            </w:r>
            <w:r w:rsidRPr="001A7B4B">
              <w:br/>
            </w:r>
            <w:r w:rsidRPr="001A7B4B">
              <w:br/>
            </w:r>
            <w:r w:rsidRPr="001A7B4B">
              <w:br/>
            </w:r>
            <w:r w:rsidRPr="001A7B4B">
              <w:br/>
            </w:r>
            <w:r w:rsidRPr="001A7B4B">
              <w:br/>
            </w:r>
            <w:r w:rsidRPr="001A7B4B">
              <w:br/>
            </w:r>
            <w:r w:rsidRPr="001A7B4B">
              <w:br/>
              <w:t>Scenario tasks</w:t>
            </w:r>
            <w:r w:rsidRPr="001A7B4B">
              <w:br/>
            </w:r>
            <w:r w:rsidRPr="001A7B4B">
              <w:br/>
            </w:r>
            <w:r w:rsidRPr="001A7B4B">
              <w:br/>
            </w:r>
            <w:r w:rsidRPr="001A7B4B">
              <w:br/>
            </w:r>
            <w:r w:rsidRPr="001A7B4B">
              <w:br/>
            </w:r>
            <w:r w:rsidRPr="001A7B4B">
              <w:br/>
              <w:t>Fault finding task cards</w:t>
            </w:r>
            <w:r w:rsidRPr="001A7B4B">
              <w:br/>
              <w:t>English skills (reading, writing, technical vocabulary)</w:t>
            </w:r>
          </w:p>
        </w:tc>
      </w:tr>
      <w:tr w:rsidR="001A7B4B" w:rsidRPr="001A7B4B" w14:paraId="604D3CEC"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0F13CE85" w14:textId="77777777" w:rsidR="006F3160" w:rsidRDefault="006F3160" w:rsidP="00E31B11">
            <w:pPr>
              <w:jc w:val="center"/>
              <w:rPr>
                <w:rFonts w:cs="Arial"/>
                <w:szCs w:val="22"/>
              </w:rPr>
            </w:pPr>
            <w:r>
              <w:rPr>
                <w:rFonts w:cs="Arial"/>
                <w:szCs w:val="22"/>
              </w:rPr>
              <w:lastRenderedPageBreak/>
              <w:t>2</w:t>
            </w:r>
            <w:r w:rsidR="00834575">
              <w:rPr>
                <w:rFonts w:cs="Arial"/>
                <w:szCs w:val="22"/>
              </w:rPr>
              <w:t>1</w:t>
            </w:r>
            <w:r w:rsidR="0006721B">
              <w:rPr>
                <w:rFonts w:cs="Arial"/>
                <w:szCs w:val="22"/>
              </w:rPr>
              <w:t>1-212</w:t>
            </w:r>
          </w:p>
          <w:p w14:paraId="05E66C1B" w14:textId="77777777" w:rsidR="006F3160" w:rsidRDefault="0006721B" w:rsidP="00E31B11">
            <w:pPr>
              <w:jc w:val="center"/>
              <w:rPr>
                <w:rFonts w:cs="Arial"/>
                <w:szCs w:val="22"/>
              </w:rPr>
            </w:pPr>
            <w:r>
              <w:rPr>
                <w:rFonts w:cs="Arial"/>
                <w:szCs w:val="22"/>
              </w:rPr>
              <w:t>6</w:t>
            </w:r>
            <w:r w:rsidR="006F3160">
              <w:rPr>
                <w:rFonts w:cs="Arial"/>
                <w:szCs w:val="22"/>
              </w:rPr>
              <w:t xml:space="preserve"> hours</w:t>
            </w:r>
          </w:p>
        </w:tc>
        <w:tc>
          <w:tcPr>
            <w:tcW w:w="2199" w:type="dxa"/>
            <w:tcBorders>
              <w:top w:val="single" w:sz="4" w:space="0" w:color="C6C5C6"/>
              <w:left w:val="single" w:sz="4" w:space="0" w:color="C6C5C6"/>
              <w:bottom w:val="single" w:sz="4" w:space="0" w:color="C6C5C6"/>
              <w:right w:val="single" w:sz="4" w:space="0" w:color="C6C5C6"/>
            </w:tcBorders>
          </w:tcPr>
          <w:p w14:paraId="73CE0C97" w14:textId="77777777" w:rsidR="00EF3B43" w:rsidRPr="001A7B4B" w:rsidRDefault="00EF3B43" w:rsidP="00EF3B43">
            <w:pPr>
              <w:pStyle w:val="Normalheadingblack"/>
              <w:rPr>
                <w:rFonts w:cs="Arial"/>
                <w:lang w:eastAsia="en-GB"/>
              </w:rPr>
            </w:pPr>
            <w:r w:rsidRPr="001A7B4B">
              <w:rPr>
                <w:rFonts w:cs="Arial"/>
                <w:lang w:eastAsia="en-GB"/>
              </w:rPr>
              <w:t>Outcome 1 – Plumbing and heating common knowledge criteria</w:t>
            </w:r>
          </w:p>
          <w:p w14:paraId="42C5F351" w14:textId="77777777" w:rsidR="00EF3B43" w:rsidRPr="001A7B4B" w:rsidRDefault="00EF3B43" w:rsidP="00EF3B43">
            <w:pPr>
              <w:pStyle w:val="Normalheadingblack"/>
              <w:rPr>
                <w:rFonts w:cs="Arial"/>
                <w:lang w:eastAsia="en-GB"/>
              </w:rPr>
            </w:pPr>
          </w:p>
          <w:p w14:paraId="3F144B02" w14:textId="77777777" w:rsidR="00EF3B43" w:rsidRPr="001A7B4B" w:rsidRDefault="00EF3B43" w:rsidP="00EF3B43">
            <w:pPr>
              <w:pStyle w:val="Normalheadingblack"/>
              <w:rPr>
                <w:rFonts w:cs="Arial"/>
                <w:lang w:eastAsia="en-GB"/>
              </w:rPr>
            </w:pPr>
            <w:r w:rsidRPr="001A7B4B">
              <w:rPr>
                <w:rFonts w:cs="Arial"/>
                <w:lang w:eastAsia="en-GB"/>
              </w:rPr>
              <w:t>Outcome 2 - Install plumbing and heating systems</w:t>
            </w:r>
          </w:p>
          <w:p w14:paraId="088E6ABD" w14:textId="77777777" w:rsidR="006F3160" w:rsidRPr="001A7B4B" w:rsidRDefault="006F3160" w:rsidP="00E31B11">
            <w:pPr>
              <w:pStyle w:val="Normalheadingblack"/>
              <w:rPr>
                <w:rFonts w:cs="Arial"/>
                <w:lang w:eastAsia="en-GB"/>
              </w:rPr>
            </w:pPr>
          </w:p>
        </w:tc>
        <w:tc>
          <w:tcPr>
            <w:tcW w:w="3135" w:type="dxa"/>
            <w:tcBorders>
              <w:top w:val="single" w:sz="4" w:space="0" w:color="C6C5C6"/>
              <w:left w:val="single" w:sz="4" w:space="0" w:color="C6C5C6"/>
              <w:bottom w:val="single" w:sz="4" w:space="0" w:color="C6C5C6"/>
              <w:right w:val="single" w:sz="4" w:space="0" w:color="C6C5C6"/>
            </w:tcBorders>
          </w:tcPr>
          <w:p w14:paraId="5AA1946C" w14:textId="77777777" w:rsidR="00EF3B43" w:rsidRPr="001A7B4B" w:rsidRDefault="00EF3B43" w:rsidP="00E31B11">
            <w:pPr>
              <w:pStyle w:val="Normalheadingblack"/>
              <w:rPr>
                <w:rFonts w:cs="Arial"/>
                <w:b w:val="0"/>
                <w:szCs w:val="22"/>
              </w:rPr>
            </w:pPr>
            <w:r w:rsidRPr="001A7B4B">
              <w:rPr>
                <w:rFonts w:cs="Arial"/>
                <w:b w:val="0"/>
                <w:szCs w:val="22"/>
              </w:rPr>
              <w:t>S4.4 Analyse situations to identify potential causes for delays and errors</w:t>
            </w:r>
          </w:p>
          <w:p w14:paraId="03C7E32E" w14:textId="77777777" w:rsidR="00EF3B43" w:rsidRPr="001A7B4B" w:rsidRDefault="00EF3B43" w:rsidP="00E31B11">
            <w:pPr>
              <w:pStyle w:val="Normalheadingblack"/>
              <w:rPr>
                <w:rFonts w:cs="Arial"/>
                <w:b w:val="0"/>
                <w:szCs w:val="22"/>
              </w:rPr>
            </w:pPr>
          </w:p>
          <w:p w14:paraId="26631D6D" w14:textId="77777777" w:rsidR="00EF3B43" w:rsidRPr="001A7B4B" w:rsidRDefault="00EF3B43" w:rsidP="00E31B11">
            <w:pPr>
              <w:pStyle w:val="Normalheadingblack"/>
              <w:rPr>
                <w:rFonts w:cs="Arial"/>
                <w:b w:val="0"/>
                <w:szCs w:val="22"/>
              </w:rPr>
            </w:pPr>
            <w:r w:rsidRPr="001A7B4B">
              <w:rPr>
                <w:rFonts w:cs="Arial"/>
                <w:b w:val="0"/>
                <w:szCs w:val="22"/>
              </w:rPr>
              <w:t>S4.5 Inspect the suitability of materials, tools and equipment</w:t>
            </w:r>
          </w:p>
          <w:p w14:paraId="436C9D8A" w14:textId="77777777" w:rsidR="00EF3B43" w:rsidRPr="001A7B4B" w:rsidRDefault="00EF3B43" w:rsidP="00E31B11">
            <w:pPr>
              <w:pStyle w:val="Normalheadingblack"/>
              <w:rPr>
                <w:rFonts w:cs="Arial"/>
                <w:b w:val="0"/>
                <w:szCs w:val="22"/>
              </w:rPr>
            </w:pPr>
          </w:p>
          <w:p w14:paraId="38E480CA" w14:textId="77777777" w:rsidR="006F3160" w:rsidRPr="001A7B4B" w:rsidRDefault="00EF3B43" w:rsidP="00E31B11">
            <w:pPr>
              <w:pStyle w:val="Normalheadingblack"/>
              <w:rPr>
                <w:rFonts w:cs="Arial"/>
                <w:b w:val="0"/>
                <w:szCs w:val="22"/>
              </w:rPr>
            </w:pPr>
            <w:r w:rsidRPr="001A7B4B">
              <w:rPr>
                <w:rFonts w:cs="Arial"/>
                <w:b w:val="0"/>
                <w:szCs w:val="22"/>
              </w:rPr>
              <w:t>S4.6 Conduct fault finding</w:t>
            </w:r>
          </w:p>
          <w:p w14:paraId="312D8E11" w14:textId="77777777" w:rsidR="00EF3B43" w:rsidRPr="001A7B4B" w:rsidRDefault="00EF3B43" w:rsidP="00E31B11">
            <w:pPr>
              <w:pStyle w:val="Normalheadingblack"/>
              <w:rPr>
                <w:rFonts w:cs="Arial"/>
                <w:b w:val="0"/>
                <w:szCs w:val="22"/>
              </w:rPr>
            </w:pPr>
          </w:p>
          <w:p w14:paraId="3BAFDCFF" w14:textId="77777777" w:rsidR="00EF3B43" w:rsidRPr="001A7B4B" w:rsidRDefault="00EF3B43" w:rsidP="00E31B11">
            <w:pPr>
              <w:pStyle w:val="Normalheadingblack"/>
              <w:rPr>
                <w:rFonts w:cs="Arial"/>
                <w:b w:val="0"/>
                <w:szCs w:val="22"/>
              </w:rPr>
            </w:pPr>
            <w:r w:rsidRPr="001A7B4B">
              <w:rPr>
                <w:rFonts w:cs="Arial"/>
                <w:b w:val="0"/>
                <w:szCs w:val="22"/>
              </w:rPr>
              <w:t>S4.7 Repair component faults in plumbing and heating systems</w:t>
            </w:r>
          </w:p>
          <w:p w14:paraId="64BDECAA" w14:textId="77777777" w:rsidR="00EF3B43" w:rsidRPr="001A7B4B" w:rsidRDefault="00EF3B43" w:rsidP="00E31B11">
            <w:pPr>
              <w:pStyle w:val="Normalheadingblack"/>
              <w:rPr>
                <w:rFonts w:cs="Arial"/>
                <w:b w:val="0"/>
                <w:szCs w:val="22"/>
              </w:rPr>
            </w:pPr>
          </w:p>
          <w:p w14:paraId="652D2147" w14:textId="77777777" w:rsidR="00EF3B43" w:rsidRPr="001A7B4B" w:rsidRDefault="00EF3B43" w:rsidP="00E31B11">
            <w:pPr>
              <w:pStyle w:val="Normalheadingblack"/>
              <w:rPr>
                <w:rFonts w:cs="Arial"/>
                <w:b w:val="0"/>
                <w:szCs w:val="22"/>
              </w:rPr>
            </w:pPr>
            <w:r w:rsidRPr="001A7B4B">
              <w:rPr>
                <w:rFonts w:cs="Arial"/>
                <w:b w:val="0"/>
                <w:szCs w:val="22"/>
              </w:rPr>
              <w:t>S4.8 Engineer corrective measures to rectify faults in heating systems</w:t>
            </w:r>
          </w:p>
          <w:p w14:paraId="0F6293BC" w14:textId="77777777" w:rsidR="00EF3B43" w:rsidRPr="001A7B4B" w:rsidRDefault="00EF3B43" w:rsidP="00E31B11">
            <w:pPr>
              <w:pStyle w:val="Normalheadingblack"/>
              <w:rPr>
                <w:rFonts w:cs="Arial"/>
                <w:b w:val="0"/>
                <w:szCs w:val="22"/>
              </w:rPr>
            </w:pPr>
          </w:p>
          <w:p w14:paraId="53CA5F33" w14:textId="77777777" w:rsidR="00EF3B43" w:rsidRPr="001A7B4B" w:rsidRDefault="00EF3B43" w:rsidP="00E31B11">
            <w:pPr>
              <w:pStyle w:val="Normalheadingblack"/>
              <w:rPr>
                <w:rFonts w:cs="Arial"/>
                <w:b w:val="0"/>
                <w:szCs w:val="22"/>
              </w:rPr>
            </w:pPr>
            <w:r w:rsidRPr="001A7B4B">
              <w:rPr>
                <w:rFonts w:cs="Arial"/>
                <w:b w:val="0"/>
                <w:szCs w:val="22"/>
              </w:rPr>
              <w:t>S4.9 Disassemble plumbing and heating system</w:t>
            </w:r>
          </w:p>
          <w:p w14:paraId="15B30172" w14:textId="77777777" w:rsidR="00EF3B43" w:rsidRPr="001A7B4B" w:rsidRDefault="00EF3B43" w:rsidP="00E31B11">
            <w:pPr>
              <w:pStyle w:val="Normalheadingblack"/>
              <w:rPr>
                <w:rFonts w:cs="Arial"/>
                <w:b w:val="0"/>
                <w:szCs w:val="22"/>
              </w:rPr>
            </w:pPr>
          </w:p>
          <w:p w14:paraId="0F4B24B2" w14:textId="77777777" w:rsidR="00EF3B43" w:rsidRPr="001A7B4B" w:rsidRDefault="00EF3B43" w:rsidP="00E31B11">
            <w:pPr>
              <w:pStyle w:val="Normalheadingblack"/>
              <w:rPr>
                <w:rFonts w:cs="Arial"/>
                <w:b w:val="0"/>
                <w:szCs w:val="22"/>
              </w:rPr>
            </w:pPr>
            <w:r w:rsidRPr="001A7B4B">
              <w:rPr>
                <w:rFonts w:cs="Arial"/>
                <w:b w:val="0"/>
                <w:szCs w:val="22"/>
              </w:rPr>
              <w:t>S4.10 Fault-finding techniques</w:t>
            </w:r>
          </w:p>
          <w:p w14:paraId="50CB6F92" w14:textId="77777777" w:rsidR="00EF3B43" w:rsidRPr="001A7B4B" w:rsidRDefault="00EF3B43" w:rsidP="00E31B11">
            <w:pPr>
              <w:pStyle w:val="Normalheadingblack"/>
              <w:rPr>
                <w:rFonts w:cs="Arial"/>
                <w:b w:val="0"/>
                <w:szCs w:val="22"/>
              </w:rPr>
            </w:pPr>
          </w:p>
          <w:p w14:paraId="278402A4" w14:textId="77777777" w:rsidR="00EF3B43" w:rsidRPr="001A7B4B" w:rsidRDefault="00EF3B43" w:rsidP="00E31B11">
            <w:pPr>
              <w:pStyle w:val="Normalheadingblack"/>
              <w:rPr>
                <w:rFonts w:cs="Arial"/>
                <w:b w:val="0"/>
                <w:szCs w:val="22"/>
              </w:rPr>
            </w:pPr>
            <w:r w:rsidRPr="001A7B4B">
              <w:rPr>
                <w:rFonts w:cs="Arial"/>
                <w:b w:val="0"/>
                <w:szCs w:val="22"/>
              </w:rPr>
              <w:lastRenderedPageBreak/>
              <w:t>S5.7 Reconfigure systems</w:t>
            </w:r>
          </w:p>
          <w:p w14:paraId="0E6615D0" w14:textId="77777777" w:rsidR="00EF3B43" w:rsidRPr="001A7B4B" w:rsidRDefault="00EF3B43" w:rsidP="00E31B11">
            <w:pPr>
              <w:pStyle w:val="Normalheadingblack"/>
              <w:rPr>
                <w:rFonts w:cs="Arial"/>
                <w:b w:val="0"/>
                <w:szCs w:val="22"/>
              </w:rPr>
            </w:pPr>
          </w:p>
          <w:p w14:paraId="7D5F83EE" w14:textId="77777777" w:rsidR="00EF3B43" w:rsidRPr="001A7B4B" w:rsidRDefault="00EF3B43" w:rsidP="00E31B11">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54554A94" w14:textId="77777777" w:rsidR="006F3160" w:rsidRPr="001A7B4B" w:rsidRDefault="006F3160" w:rsidP="00E31B11">
            <w:pPr>
              <w:pStyle w:val="Normalheadingblue"/>
              <w:rPr>
                <w:rFonts w:cs="Arial"/>
                <w:color w:val="auto"/>
                <w:szCs w:val="22"/>
              </w:rPr>
            </w:pPr>
            <w:r w:rsidRPr="001A7B4B">
              <w:rPr>
                <w:rFonts w:cs="Arial"/>
                <w:color w:val="auto"/>
                <w:szCs w:val="22"/>
              </w:rPr>
              <w:lastRenderedPageBreak/>
              <w:t>Activity:</w:t>
            </w:r>
          </w:p>
          <w:p w14:paraId="671AF930" w14:textId="77777777" w:rsidR="006F3160" w:rsidRPr="001A7B4B" w:rsidRDefault="006F3160" w:rsidP="00E31B11">
            <w:pPr>
              <w:pStyle w:val="Normalheadingblue"/>
              <w:rPr>
                <w:rFonts w:cs="Arial"/>
                <w:color w:val="auto"/>
                <w:szCs w:val="22"/>
              </w:rPr>
            </w:pPr>
          </w:p>
          <w:p w14:paraId="10D69615" w14:textId="77777777" w:rsidR="006F3160" w:rsidRPr="001A7B4B" w:rsidRDefault="006F3160" w:rsidP="00E31B11">
            <w:pPr>
              <w:pStyle w:val="Normalheadingblue"/>
              <w:rPr>
                <w:rFonts w:cs="Arial"/>
                <w:color w:val="auto"/>
                <w:szCs w:val="22"/>
              </w:rPr>
            </w:pPr>
            <w:r w:rsidRPr="001A7B4B">
              <w:rPr>
                <w:rFonts w:cs="Arial"/>
                <w:color w:val="auto"/>
                <w:szCs w:val="22"/>
              </w:rPr>
              <w:t>Starter task example:</w:t>
            </w:r>
          </w:p>
          <w:p w14:paraId="13486FD6" w14:textId="77777777" w:rsidR="006F3160" w:rsidRPr="001A7B4B" w:rsidRDefault="00E15F7A" w:rsidP="002C017C">
            <w:pPr>
              <w:pStyle w:val="Normalheadingblue"/>
              <w:numPr>
                <w:ilvl w:val="0"/>
                <w:numId w:val="145"/>
              </w:numPr>
              <w:rPr>
                <w:rFonts w:cs="Arial"/>
                <w:b w:val="0"/>
                <w:color w:val="auto"/>
                <w:szCs w:val="22"/>
              </w:rPr>
            </w:pPr>
            <w:r w:rsidRPr="001A7B4B">
              <w:rPr>
                <w:rFonts w:cs="Arial"/>
                <w:b w:val="0"/>
                <w:color w:val="auto"/>
                <w:szCs w:val="22"/>
              </w:rPr>
              <w:t>Recap task – use manufacturer fault finding flow chart to diagnose an example fault</w:t>
            </w:r>
          </w:p>
          <w:p w14:paraId="5CF70DCD" w14:textId="77777777" w:rsidR="006F3160" w:rsidRPr="001A7B4B" w:rsidRDefault="006F3160" w:rsidP="00E31B11">
            <w:pPr>
              <w:pStyle w:val="Normalheadingblue"/>
              <w:rPr>
                <w:rFonts w:cs="Arial"/>
                <w:color w:val="auto"/>
                <w:szCs w:val="22"/>
              </w:rPr>
            </w:pPr>
            <w:r w:rsidRPr="001A7B4B">
              <w:rPr>
                <w:rFonts w:cs="Arial"/>
                <w:color w:val="auto"/>
                <w:szCs w:val="22"/>
              </w:rPr>
              <w:t>Delivery:</w:t>
            </w:r>
          </w:p>
          <w:p w14:paraId="0CD95FFF" w14:textId="77777777" w:rsidR="007424E1" w:rsidRPr="001A7B4B" w:rsidRDefault="0006721B" w:rsidP="007424E1">
            <w:pPr>
              <w:pStyle w:val="Normalheadingblue"/>
              <w:rPr>
                <w:rFonts w:cs="Arial"/>
                <w:color w:val="auto"/>
                <w:szCs w:val="22"/>
              </w:rPr>
            </w:pPr>
            <w:r w:rsidRPr="001A7B4B">
              <w:rPr>
                <w:rFonts w:cs="Arial"/>
                <w:color w:val="auto"/>
                <w:szCs w:val="22"/>
              </w:rPr>
              <w:t>Practical session</w:t>
            </w:r>
            <w:r w:rsidR="007424E1" w:rsidRPr="001A7B4B">
              <w:rPr>
                <w:rFonts w:cs="Arial"/>
                <w:color w:val="auto"/>
                <w:szCs w:val="22"/>
              </w:rPr>
              <w:t xml:space="preserve"> - System maintenance – Fault finding and rectification of Plumbing and heating systems</w:t>
            </w:r>
          </w:p>
          <w:p w14:paraId="0A446A0B" w14:textId="77777777" w:rsidR="006F3160" w:rsidRPr="001A7B4B" w:rsidRDefault="00E15F7A" w:rsidP="002C017C">
            <w:pPr>
              <w:pStyle w:val="Normalheadingblue"/>
              <w:numPr>
                <w:ilvl w:val="0"/>
                <w:numId w:val="145"/>
              </w:numPr>
              <w:rPr>
                <w:rFonts w:cs="Arial"/>
                <w:b w:val="0"/>
                <w:color w:val="auto"/>
                <w:szCs w:val="22"/>
              </w:rPr>
            </w:pPr>
            <w:r w:rsidRPr="001A7B4B">
              <w:rPr>
                <w:rFonts w:cs="Arial"/>
                <w:b w:val="0"/>
                <w:color w:val="auto"/>
                <w:szCs w:val="22"/>
              </w:rPr>
              <w:t xml:space="preserve">Tutor to prepare </w:t>
            </w:r>
            <w:proofErr w:type="gramStart"/>
            <w:r w:rsidRPr="001A7B4B">
              <w:rPr>
                <w:rFonts w:cs="Arial"/>
                <w:b w:val="0"/>
                <w:color w:val="auto"/>
                <w:szCs w:val="22"/>
              </w:rPr>
              <w:t>a number of</w:t>
            </w:r>
            <w:proofErr w:type="gramEnd"/>
            <w:r w:rsidRPr="001A7B4B">
              <w:rPr>
                <w:rFonts w:cs="Arial"/>
                <w:b w:val="0"/>
                <w:color w:val="auto"/>
                <w:szCs w:val="22"/>
              </w:rPr>
              <w:t xml:space="preserve"> basic faults in plumbing and heating systems and components</w:t>
            </w:r>
          </w:p>
          <w:p w14:paraId="7DA4E882" w14:textId="5A3E60E2" w:rsidR="00E15F7A" w:rsidRPr="001A7B4B" w:rsidRDefault="00E15F7A" w:rsidP="002C017C">
            <w:pPr>
              <w:pStyle w:val="Normalheadingblue"/>
              <w:numPr>
                <w:ilvl w:val="0"/>
                <w:numId w:val="145"/>
              </w:numPr>
              <w:rPr>
                <w:rFonts w:cs="Arial"/>
                <w:b w:val="0"/>
                <w:color w:val="auto"/>
                <w:szCs w:val="22"/>
              </w:rPr>
            </w:pPr>
            <w:r w:rsidRPr="001A7B4B">
              <w:rPr>
                <w:rFonts w:cs="Arial"/>
                <w:b w:val="0"/>
                <w:color w:val="auto"/>
                <w:szCs w:val="22"/>
              </w:rPr>
              <w:t xml:space="preserve">In pairs </w:t>
            </w:r>
            <w:r w:rsidR="00F502C8" w:rsidRPr="001A7B4B">
              <w:rPr>
                <w:rFonts w:cs="Arial"/>
                <w:b w:val="0"/>
                <w:color w:val="auto"/>
                <w:szCs w:val="22"/>
              </w:rPr>
              <w:t>students</w:t>
            </w:r>
            <w:r w:rsidRPr="001A7B4B">
              <w:rPr>
                <w:rFonts w:cs="Arial"/>
                <w:b w:val="0"/>
                <w:color w:val="auto"/>
                <w:szCs w:val="22"/>
              </w:rPr>
              <w:t xml:space="preserve"> should carry out fault finding activities on these </w:t>
            </w:r>
            <w:proofErr w:type="spellStart"/>
            <w:proofErr w:type="gramStart"/>
            <w:r w:rsidRPr="001A7B4B">
              <w:rPr>
                <w:rFonts w:cs="Arial"/>
                <w:b w:val="0"/>
                <w:color w:val="auto"/>
                <w:szCs w:val="22"/>
              </w:rPr>
              <w:t>pre determined</w:t>
            </w:r>
            <w:proofErr w:type="spellEnd"/>
            <w:proofErr w:type="gramEnd"/>
            <w:r w:rsidRPr="001A7B4B">
              <w:rPr>
                <w:rFonts w:cs="Arial"/>
                <w:b w:val="0"/>
                <w:color w:val="auto"/>
                <w:szCs w:val="22"/>
              </w:rPr>
              <w:t xml:space="preserve"> faults in turn.</w:t>
            </w:r>
          </w:p>
          <w:p w14:paraId="3A78AC20" w14:textId="7399D9CC" w:rsidR="00BD64CD" w:rsidRPr="001A7B4B" w:rsidRDefault="00BD64CD" w:rsidP="002C017C">
            <w:pPr>
              <w:pStyle w:val="Normalheadingblue"/>
              <w:numPr>
                <w:ilvl w:val="0"/>
                <w:numId w:val="145"/>
              </w:numPr>
              <w:rPr>
                <w:rFonts w:cs="Arial"/>
                <w:b w:val="0"/>
                <w:color w:val="auto"/>
                <w:szCs w:val="22"/>
              </w:rPr>
            </w:pPr>
            <w:r w:rsidRPr="001A7B4B">
              <w:rPr>
                <w:rFonts w:cs="Arial"/>
                <w:b w:val="0"/>
                <w:color w:val="auto"/>
                <w:szCs w:val="22"/>
              </w:rPr>
              <w:t xml:space="preserve">Tutor to distribute </w:t>
            </w:r>
            <w:proofErr w:type="spellStart"/>
            <w:r w:rsidRPr="001A7B4B">
              <w:rPr>
                <w:rFonts w:cs="Arial"/>
                <w:b w:val="0"/>
                <w:color w:val="auto"/>
                <w:szCs w:val="22"/>
              </w:rPr>
              <w:t>manufacturers</w:t>
            </w:r>
            <w:proofErr w:type="spellEnd"/>
            <w:r w:rsidRPr="001A7B4B">
              <w:rPr>
                <w:rFonts w:cs="Arial"/>
                <w:b w:val="0"/>
                <w:color w:val="auto"/>
                <w:szCs w:val="22"/>
              </w:rPr>
              <w:t xml:space="preserve"> instructions including fault finding flow charts for </w:t>
            </w:r>
            <w:r w:rsidR="00F502C8" w:rsidRPr="001A7B4B">
              <w:rPr>
                <w:rFonts w:cs="Arial"/>
                <w:b w:val="0"/>
                <w:color w:val="auto"/>
                <w:szCs w:val="22"/>
              </w:rPr>
              <w:t>students</w:t>
            </w:r>
            <w:r w:rsidRPr="001A7B4B">
              <w:rPr>
                <w:rFonts w:cs="Arial"/>
                <w:b w:val="0"/>
                <w:color w:val="auto"/>
                <w:szCs w:val="22"/>
              </w:rPr>
              <w:t xml:space="preserve"> to reference</w:t>
            </w:r>
          </w:p>
          <w:p w14:paraId="42702CDA" w14:textId="2DD6450F" w:rsidR="00E15F7A" w:rsidRPr="001A7B4B" w:rsidRDefault="00E15F7A" w:rsidP="002C017C">
            <w:pPr>
              <w:pStyle w:val="Normalheadingblue"/>
              <w:numPr>
                <w:ilvl w:val="0"/>
                <w:numId w:val="145"/>
              </w:numPr>
              <w:rPr>
                <w:rFonts w:cs="Arial"/>
                <w:b w:val="0"/>
                <w:color w:val="auto"/>
                <w:szCs w:val="22"/>
              </w:rPr>
            </w:pPr>
            <w:r w:rsidRPr="001A7B4B">
              <w:rPr>
                <w:rFonts w:cs="Arial"/>
                <w:b w:val="0"/>
                <w:color w:val="auto"/>
                <w:szCs w:val="22"/>
              </w:rPr>
              <w:t xml:space="preserve">Once each fault has been diagnosed, the </w:t>
            </w:r>
            <w:r w:rsidR="00F502C8" w:rsidRPr="001A7B4B">
              <w:rPr>
                <w:rFonts w:cs="Arial"/>
                <w:b w:val="0"/>
                <w:color w:val="auto"/>
                <w:szCs w:val="22"/>
              </w:rPr>
              <w:t>students</w:t>
            </w:r>
            <w:r w:rsidRPr="001A7B4B">
              <w:rPr>
                <w:rFonts w:cs="Arial"/>
                <w:b w:val="0"/>
                <w:color w:val="auto"/>
                <w:szCs w:val="22"/>
              </w:rPr>
              <w:t xml:space="preserve"> should discuss with the tutor (acting as client) to agree / propose the next steps (rectify or decommission etc)</w:t>
            </w:r>
          </w:p>
          <w:p w14:paraId="6475903E" w14:textId="5654AC1B" w:rsidR="00E15F7A" w:rsidRPr="001A7B4B" w:rsidRDefault="00E15F7A" w:rsidP="002C017C">
            <w:pPr>
              <w:pStyle w:val="Normalheadingblue"/>
              <w:numPr>
                <w:ilvl w:val="0"/>
                <w:numId w:val="145"/>
              </w:numPr>
              <w:rPr>
                <w:rFonts w:cs="Arial"/>
                <w:b w:val="0"/>
                <w:color w:val="auto"/>
                <w:szCs w:val="22"/>
              </w:rPr>
            </w:pPr>
            <w:r w:rsidRPr="001A7B4B">
              <w:rPr>
                <w:rFonts w:cs="Arial"/>
                <w:b w:val="0"/>
                <w:color w:val="auto"/>
                <w:szCs w:val="22"/>
              </w:rPr>
              <w:t xml:space="preserve">After each task is </w:t>
            </w:r>
            <w:proofErr w:type="gramStart"/>
            <w:r w:rsidRPr="001A7B4B">
              <w:rPr>
                <w:rFonts w:cs="Arial"/>
                <w:b w:val="0"/>
                <w:color w:val="auto"/>
                <w:szCs w:val="22"/>
              </w:rPr>
              <w:t>completed</w:t>
            </w:r>
            <w:proofErr w:type="gramEnd"/>
            <w:r w:rsidRPr="001A7B4B">
              <w:rPr>
                <w:rFonts w:cs="Arial"/>
                <w:b w:val="0"/>
                <w:color w:val="auto"/>
                <w:szCs w:val="22"/>
              </w:rPr>
              <w:t xml:space="preserve"> </w:t>
            </w:r>
            <w:r w:rsidR="00F502C8" w:rsidRPr="001A7B4B">
              <w:rPr>
                <w:rFonts w:cs="Arial"/>
                <w:b w:val="0"/>
                <w:color w:val="auto"/>
                <w:szCs w:val="22"/>
              </w:rPr>
              <w:t>students</w:t>
            </w:r>
            <w:r w:rsidRPr="001A7B4B">
              <w:rPr>
                <w:rFonts w:cs="Arial"/>
                <w:b w:val="0"/>
                <w:color w:val="auto"/>
                <w:szCs w:val="22"/>
              </w:rPr>
              <w:t xml:space="preserve"> should complete a job report for the tutor (acting as client)</w:t>
            </w:r>
            <w:r w:rsidR="00BD64CD" w:rsidRPr="001A7B4B">
              <w:rPr>
                <w:rFonts w:cs="Arial"/>
                <w:b w:val="0"/>
                <w:color w:val="auto"/>
                <w:szCs w:val="22"/>
              </w:rPr>
              <w:t xml:space="preserve"> and reconfigure the system where appropriate</w:t>
            </w:r>
          </w:p>
          <w:p w14:paraId="0D2B8DB1" w14:textId="77777777" w:rsidR="00E15F7A" w:rsidRPr="001A7B4B" w:rsidRDefault="00E15F7A" w:rsidP="002C017C">
            <w:pPr>
              <w:pStyle w:val="Normalheadingblue"/>
              <w:numPr>
                <w:ilvl w:val="0"/>
                <w:numId w:val="145"/>
              </w:numPr>
              <w:rPr>
                <w:rFonts w:cs="Arial"/>
                <w:b w:val="0"/>
                <w:color w:val="auto"/>
                <w:szCs w:val="22"/>
              </w:rPr>
            </w:pPr>
            <w:r w:rsidRPr="001A7B4B">
              <w:rPr>
                <w:rFonts w:cs="Arial"/>
                <w:b w:val="0"/>
                <w:color w:val="auto"/>
                <w:szCs w:val="22"/>
              </w:rPr>
              <w:lastRenderedPageBreak/>
              <w:t>Each pair should rotate through each fault in turn</w:t>
            </w:r>
          </w:p>
          <w:p w14:paraId="5AE779BE" w14:textId="77777777" w:rsidR="006F3160" w:rsidRPr="001A7B4B" w:rsidRDefault="006F3160" w:rsidP="00E31B11">
            <w:pPr>
              <w:pStyle w:val="Normalheadingblue"/>
              <w:rPr>
                <w:rFonts w:cs="Arial"/>
                <w:color w:val="auto"/>
                <w:szCs w:val="22"/>
              </w:rPr>
            </w:pPr>
          </w:p>
          <w:p w14:paraId="7D3661EF" w14:textId="77777777" w:rsidR="006F3160" w:rsidRPr="001A7B4B" w:rsidRDefault="006F3160" w:rsidP="00E31B11">
            <w:pPr>
              <w:pStyle w:val="Normalheadingblue"/>
              <w:rPr>
                <w:rFonts w:cs="Arial"/>
                <w:color w:val="auto"/>
                <w:szCs w:val="22"/>
              </w:rPr>
            </w:pPr>
            <w:r w:rsidRPr="001A7B4B">
              <w:rPr>
                <w:rFonts w:cs="Arial"/>
                <w:color w:val="auto"/>
                <w:szCs w:val="22"/>
              </w:rPr>
              <w:t xml:space="preserve">Knowledge </w:t>
            </w:r>
            <w:r w:rsidR="00E15F7A" w:rsidRPr="001A7B4B">
              <w:rPr>
                <w:rFonts w:cs="Arial"/>
                <w:color w:val="auto"/>
                <w:szCs w:val="22"/>
              </w:rPr>
              <w:t xml:space="preserve">and skills </w:t>
            </w:r>
            <w:r w:rsidRPr="001A7B4B">
              <w:rPr>
                <w:rFonts w:cs="Arial"/>
                <w:color w:val="auto"/>
                <w:szCs w:val="22"/>
              </w:rPr>
              <w:t>check example:</w:t>
            </w:r>
          </w:p>
          <w:p w14:paraId="2A580DF4" w14:textId="77777777" w:rsidR="006F3160" w:rsidRPr="001A7B4B" w:rsidRDefault="00E15F7A" w:rsidP="002C017C">
            <w:pPr>
              <w:pStyle w:val="Normalheadingblue"/>
              <w:numPr>
                <w:ilvl w:val="0"/>
                <w:numId w:val="148"/>
              </w:numPr>
              <w:rPr>
                <w:rFonts w:cs="Arial"/>
                <w:b w:val="0"/>
                <w:color w:val="auto"/>
                <w:szCs w:val="22"/>
              </w:rPr>
            </w:pPr>
            <w:r w:rsidRPr="001A7B4B">
              <w:rPr>
                <w:rFonts w:cs="Arial"/>
                <w:b w:val="0"/>
                <w:color w:val="auto"/>
                <w:szCs w:val="22"/>
              </w:rPr>
              <w:t>Carry out fault finding activities</w:t>
            </w:r>
          </w:p>
          <w:p w14:paraId="0F1C147F" w14:textId="77777777" w:rsidR="00E15F7A" w:rsidRPr="001A7B4B" w:rsidRDefault="00E15F7A" w:rsidP="002C017C">
            <w:pPr>
              <w:pStyle w:val="Normalheadingblue"/>
              <w:numPr>
                <w:ilvl w:val="0"/>
                <w:numId w:val="148"/>
              </w:numPr>
              <w:rPr>
                <w:rFonts w:cs="Arial"/>
                <w:b w:val="0"/>
                <w:color w:val="auto"/>
                <w:szCs w:val="22"/>
              </w:rPr>
            </w:pPr>
            <w:r w:rsidRPr="001A7B4B">
              <w:rPr>
                <w:rFonts w:cs="Arial"/>
                <w:b w:val="0"/>
                <w:color w:val="auto"/>
                <w:szCs w:val="22"/>
              </w:rPr>
              <w:t>Propose rectification options to client</w:t>
            </w:r>
          </w:p>
          <w:p w14:paraId="434B1139" w14:textId="77777777" w:rsidR="00E15F7A" w:rsidRPr="001A7B4B" w:rsidRDefault="00E15F7A" w:rsidP="002C017C">
            <w:pPr>
              <w:pStyle w:val="Normalheadingblue"/>
              <w:numPr>
                <w:ilvl w:val="0"/>
                <w:numId w:val="148"/>
              </w:numPr>
              <w:rPr>
                <w:rFonts w:cs="Arial"/>
                <w:b w:val="0"/>
                <w:color w:val="auto"/>
                <w:szCs w:val="22"/>
              </w:rPr>
            </w:pPr>
            <w:r w:rsidRPr="001A7B4B">
              <w:rPr>
                <w:rFonts w:cs="Arial"/>
                <w:b w:val="0"/>
                <w:color w:val="auto"/>
                <w:szCs w:val="22"/>
              </w:rPr>
              <w:t>Produce job report</w:t>
            </w:r>
          </w:p>
          <w:p w14:paraId="31E07D51" w14:textId="77777777" w:rsidR="006F3160" w:rsidRPr="001A7B4B" w:rsidRDefault="006F3160" w:rsidP="00E31B11">
            <w:pPr>
              <w:pStyle w:val="Normalheadingblue"/>
              <w:rPr>
                <w:rFonts w:cs="Arial"/>
                <w:color w:val="auto"/>
                <w:szCs w:val="22"/>
              </w:rPr>
            </w:pPr>
            <w:r w:rsidRPr="001A7B4B">
              <w:rPr>
                <w:rFonts w:cs="Arial"/>
                <w:color w:val="auto"/>
                <w:szCs w:val="22"/>
              </w:rPr>
              <w:t>Resources:</w:t>
            </w:r>
          </w:p>
          <w:p w14:paraId="0C345C74" w14:textId="77777777" w:rsidR="00E15F7A" w:rsidRPr="001A7B4B" w:rsidRDefault="00E15F7A" w:rsidP="00E31B11">
            <w:pPr>
              <w:pStyle w:val="Normalheadingblue"/>
              <w:rPr>
                <w:rFonts w:cs="Arial"/>
                <w:b w:val="0"/>
                <w:color w:val="auto"/>
                <w:szCs w:val="22"/>
              </w:rPr>
            </w:pPr>
            <w:r w:rsidRPr="001A7B4B">
              <w:rPr>
                <w:rFonts w:cs="Arial"/>
                <w:b w:val="0"/>
                <w:color w:val="auto"/>
                <w:szCs w:val="22"/>
              </w:rPr>
              <w:t>PPE</w:t>
            </w:r>
          </w:p>
          <w:p w14:paraId="4FCB8151" w14:textId="77777777" w:rsidR="00E15F7A" w:rsidRPr="001A7B4B" w:rsidRDefault="00E15F7A" w:rsidP="00E31B11">
            <w:pPr>
              <w:pStyle w:val="Normalheadingblue"/>
              <w:rPr>
                <w:rFonts w:cs="Arial"/>
                <w:b w:val="0"/>
                <w:color w:val="auto"/>
                <w:szCs w:val="22"/>
              </w:rPr>
            </w:pPr>
            <w:r w:rsidRPr="001A7B4B">
              <w:rPr>
                <w:rFonts w:cs="Arial"/>
                <w:b w:val="0"/>
                <w:color w:val="auto"/>
                <w:szCs w:val="22"/>
              </w:rPr>
              <w:t>Safe isolation lock off kit</w:t>
            </w:r>
          </w:p>
          <w:p w14:paraId="4D2CDC96" w14:textId="77777777" w:rsidR="00E15F7A" w:rsidRPr="001A7B4B" w:rsidRDefault="00E15F7A" w:rsidP="00E31B11">
            <w:pPr>
              <w:pStyle w:val="Normalheadingblue"/>
              <w:rPr>
                <w:rFonts w:cs="Arial"/>
                <w:b w:val="0"/>
                <w:color w:val="auto"/>
                <w:szCs w:val="22"/>
              </w:rPr>
            </w:pPr>
            <w:r w:rsidRPr="001A7B4B">
              <w:rPr>
                <w:rFonts w:cs="Arial"/>
                <w:b w:val="0"/>
                <w:color w:val="auto"/>
                <w:szCs w:val="22"/>
              </w:rPr>
              <w:t>Voltmeter and proving unit</w:t>
            </w:r>
          </w:p>
          <w:p w14:paraId="4D17505E" w14:textId="77777777" w:rsidR="00E15F7A" w:rsidRPr="001A7B4B" w:rsidRDefault="00E15F7A" w:rsidP="00E31B11">
            <w:pPr>
              <w:pStyle w:val="Normalheadingblue"/>
              <w:rPr>
                <w:rFonts w:cs="Arial"/>
                <w:b w:val="0"/>
                <w:color w:val="auto"/>
                <w:szCs w:val="22"/>
              </w:rPr>
            </w:pPr>
            <w:r w:rsidRPr="001A7B4B">
              <w:rPr>
                <w:rFonts w:cs="Arial"/>
                <w:b w:val="0"/>
                <w:color w:val="auto"/>
                <w:szCs w:val="22"/>
              </w:rPr>
              <w:t>Multi meter</w:t>
            </w:r>
          </w:p>
          <w:p w14:paraId="1272F2E1" w14:textId="77777777" w:rsidR="00E15F7A" w:rsidRPr="001A7B4B" w:rsidRDefault="00E15F7A" w:rsidP="00E31B11">
            <w:pPr>
              <w:pStyle w:val="Normalheadingblue"/>
              <w:rPr>
                <w:rFonts w:cs="Arial"/>
                <w:b w:val="0"/>
                <w:color w:val="auto"/>
                <w:szCs w:val="22"/>
              </w:rPr>
            </w:pPr>
            <w:r w:rsidRPr="001A7B4B">
              <w:rPr>
                <w:rFonts w:cs="Arial"/>
                <w:b w:val="0"/>
                <w:color w:val="auto"/>
                <w:szCs w:val="22"/>
              </w:rPr>
              <w:t>Hand tools</w:t>
            </w:r>
          </w:p>
          <w:p w14:paraId="5EDC5536" w14:textId="77777777" w:rsidR="00E15F7A" w:rsidRPr="001A7B4B" w:rsidRDefault="00E15F7A" w:rsidP="00E31B11">
            <w:pPr>
              <w:pStyle w:val="Normalheadingblue"/>
              <w:rPr>
                <w:rFonts w:cs="Arial"/>
                <w:b w:val="0"/>
                <w:color w:val="auto"/>
                <w:szCs w:val="22"/>
              </w:rPr>
            </w:pPr>
            <w:r w:rsidRPr="001A7B4B">
              <w:rPr>
                <w:rFonts w:cs="Arial"/>
                <w:b w:val="0"/>
                <w:color w:val="auto"/>
                <w:szCs w:val="22"/>
              </w:rPr>
              <w:t>Test equipment</w:t>
            </w:r>
          </w:p>
          <w:p w14:paraId="45BDF0A7" w14:textId="77777777" w:rsidR="00E15F7A" w:rsidRPr="001A7B4B" w:rsidRDefault="00E15F7A" w:rsidP="00E31B11">
            <w:pPr>
              <w:pStyle w:val="Normalheadingblue"/>
              <w:rPr>
                <w:rFonts w:cs="Arial"/>
                <w:b w:val="0"/>
                <w:color w:val="auto"/>
                <w:szCs w:val="22"/>
              </w:rPr>
            </w:pPr>
            <w:r w:rsidRPr="001A7B4B">
              <w:rPr>
                <w:rFonts w:cs="Arial"/>
                <w:b w:val="0"/>
                <w:color w:val="auto"/>
                <w:szCs w:val="22"/>
              </w:rPr>
              <w:t>Job reports</w:t>
            </w:r>
          </w:p>
          <w:p w14:paraId="2362DDAD" w14:textId="627D1CBE" w:rsidR="006F3160" w:rsidRPr="001A7B4B" w:rsidRDefault="00E15F7A" w:rsidP="00780D7D">
            <w:pPr>
              <w:pStyle w:val="Normalheadingblue"/>
              <w:rPr>
                <w:rFonts w:cs="Arial"/>
                <w:color w:val="auto"/>
                <w:szCs w:val="22"/>
              </w:rPr>
            </w:pPr>
            <w:proofErr w:type="spellStart"/>
            <w:r w:rsidRPr="001A7B4B">
              <w:rPr>
                <w:rFonts w:cs="Arial"/>
                <w:b w:val="0"/>
                <w:color w:val="auto"/>
                <w:szCs w:val="22"/>
              </w:rPr>
              <w:t>Manufacturers</w:t>
            </w:r>
            <w:proofErr w:type="spellEnd"/>
            <w:r w:rsidRPr="001A7B4B">
              <w:rPr>
                <w:rFonts w:cs="Arial"/>
                <w:b w:val="0"/>
                <w:color w:val="auto"/>
                <w:szCs w:val="22"/>
              </w:rPr>
              <w:t xml:space="preserve"> instructions</w:t>
            </w:r>
          </w:p>
        </w:tc>
        <w:tc>
          <w:tcPr>
            <w:tcW w:w="2246" w:type="dxa"/>
            <w:tcBorders>
              <w:top w:val="single" w:sz="4" w:space="0" w:color="C6C5C6"/>
              <w:left w:val="single" w:sz="4" w:space="0" w:color="C6C5C6"/>
              <w:bottom w:val="single" w:sz="4" w:space="0" w:color="C6C5C6"/>
              <w:right w:val="single" w:sz="4" w:space="0" w:color="C6C5C6"/>
            </w:tcBorders>
          </w:tcPr>
          <w:p w14:paraId="22DF019A" w14:textId="77777777" w:rsidR="00DD207A" w:rsidRPr="001A7B4B" w:rsidRDefault="008A57D2">
            <w:r w:rsidRPr="001A7B4B">
              <w:lastRenderedPageBreak/>
              <w:t>Use fault finding flow charts to diagnose fault</w:t>
            </w:r>
            <w:r w:rsidRPr="001A7B4B">
              <w:br/>
            </w:r>
            <w:r w:rsidRPr="001A7B4B">
              <w:br/>
            </w:r>
            <w:r w:rsidRPr="001A7B4B">
              <w:br/>
            </w:r>
            <w:r w:rsidRPr="001A7B4B">
              <w:br/>
            </w:r>
            <w:r w:rsidRPr="001A7B4B">
              <w:br/>
            </w:r>
            <w:r w:rsidRPr="001A7B4B">
              <w:br/>
              <w:t>Carry out fault finding and rectification activities</w:t>
            </w:r>
            <w:r w:rsidRPr="001A7B4B">
              <w:br/>
            </w:r>
            <w:r w:rsidRPr="001A7B4B">
              <w:br/>
            </w:r>
            <w:r w:rsidRPr="001A7B4B">
              <w:br/>
              <w:t>Produce job reports and proposals</w:t>
            </w:r>
            <w:r w:rsidRPr="001A7B4B">
              <w:br/>
              <w:t>English skills (reading, writing, technical vocabulary)</w:t>
            </w:r>
          </w:p>
        </w:tc>
      </w:tr>
      <w:tr w:rsidR="001A7B4B" w:rsidRPr="001A7B4B" w14:paraId="43C7628B" w14:textId="77777777" w:rsidTr="24BA986D">
        <w:trPr>
          <w:trHeight w:val="300"/>
          <w:jc w:val="center"/>
        </w:trPr>
        <w:tc>
          <w:tcPr>
            <w:tcW w:w="1297" w:type="dxa"/>
            <w:tcBorders>
              <w:top w:val="single" w:sz="4" w:space="0" w:color="C6C5C6"/>
              <w:left w:val="single" w:sz="4" w:space="0" w:color="C6C5C6"/>
              <w:bottom w:val="single" w:sz="4" w:space="0" w:color="C6C5C6"/>
              <w:right w:val="single" w:sz="4" w:space="0" w:color="C6C5C6"/>
            </w:tcBorders>
          </w:tcPr>
          <w:p w14:paraId="0E270A9F" w14:textId="77777777" w:rsidR="006F3160" w:rsidRDefault="006F3160" w:rsidP="00E31B11">
            <w:pPr>
              <w:jc w:val="center"/>
              <w:rPr>
                <w:rFonts w:cs="Arial"/>
                <w:szCs w:val="22"/>
              </w:rPr>
            </w:pPr>
            <w:r>
              <w:rPr>
                <w:rFonts w:cs="Arial"/>
                <w:szCs w:val="22"/>
              </w:rPr>
              <w:t>21</w:t>
            </w:r>
            <w:r w:rsidR="0006721B">
              <w:rPr>
                <w:rFonts w:cs="Arial"/>
                <w:szCs w:val="22"/>
              </w:rPr>
              <w:t>3-214</w:t>
            </w:r>
          </w:p>
          <w:p w14:paraId="0ACF23EC" w14:textId="77777777" w:rsidR="006F3160" w:rsidRDefault="0006721B" w:rsidP="00E31B11">
            <w:pPr>
              <w:jc w:val="center"/>
              <w:rPr>
                <w:rFonts w:cs="Arial"/>
                <w:szCs w:val="22"/>
              </w:rPr>
            </w:pPr>
            <w:r>
              <w:rPr>
                <w:rFonts w:cs="Arial"/>
                <w:szCs w:val="22"/>
              </w:rPr>
              <w:t>6</w:t>
            </w:r>
            <w:r w:rsidR="006F3160">
              <w:rPr>
                <w:rFonts w:cs="Arial"/>
                <w:szCs w:val="22"/>
              </w:rPr>
              <w:t xml:space="preserve"> hours</w:t>
            </w:r>
          </w:p>
        </w:tc>
        <w:tc>
          <w:tcPr>
            <w:tcW w:w="2199" w:type="dxa"/>
            <w:tcBorders>
              <w:top w:val="single" w:sz="4" w:space="0" w:color="C6C5C6"/>
              <w:left w:val="single" w:sz="4" w:space="0" w:color="C6C5C6"/>
              <w:bottom w:val="single" w:sz="4" w:space="0" w:color="C6C5C6"/>
              <w:right w:val="single" w:sz="4" w:space="0" w:color="C6C5C6"/>
            </w:tcBorders>
          </w:tcPr>
          <w:p w14:paraId="47A1C404" w14:textId="77777777" w:rsidR="006F3160" w:rsidRPr="001A7B4B" w:rsidRDefault="00842B84" w:rsidP="00E31B11">
            <w:pPr>
              <w:pStyle w:val="Normalheadingblack"/>
              <w:rPr>
                <w:rFonts w:cs="Arial"/>
                <w:lang w:eastAsia="en-GB"/>
              </w:rPr>
            </w:pPr>
            <w:r w:rsidRPr="001A7B4B">
              <w:rPr>
                <w:rFonts w:cs="Arial"/>
                <w:lang w:eastAsia="en-GB"/>
              </w:rPr>
              <w:t>Outcome 2 - Install plumbing and heating systems</w:t>
            </w:r>
          </w:p>
        </w:tc>
        <w:tc>
          <w:tcPr>
            <w:tcW w:w="3135" w:type="dxa"/>
            <w:tcBorders>
              <w:top w:val="single" w:sz="4" w:space="0" w:color="C6C5C6"/>
              <w:left w:val="single" w:sz="4" w:space="0" w:color="C6C5C6"/>
              <w:bottom w:val="single" w:sz="4" w:space="0" w:color="C6C5C6"/>
              <w:right w:val="single" w:sz="4" w:space="0" w:color="C6C5C6"/>
            </w:tcBorders>
          </w:tcPr>
          <w:p w14:paraId="23E99889" w14:textId="77777777" w:rsidR="006F3160" w:rsidRPr="001A7B4B" w:rsidRDefault="00EF3B43" w:rsidP="00E31B11">
            <w:pPr>
              <w:pStyle w:val="Normalheadingblack"/>
              <w:rPr>
                <w:rFonts w:cs="Arial"/>
                <w:b w:val="0"/>
                <w:szCs w:val="22"/>
              </w:rPr>
            </w:pPr>
            <w:r w:rsidRPr="001A7B4B">
              <w:rPr>
                <w:rFonts w:cs="Arial"/>
                <w:b w:val="0"/>
                <w:szCs w:val="22"/>
              </w:rPr>
              <w:t>S4.2 Explore end user or client requirements</w:t>
            </w:r>
          </w:p>
          <w:p w14:paraId="538D7365" w14:textId="77777777" w:rsidR="00EF3B43" w:rsidRPr="001A7B4B" w:rsidRDefault="00EF3B43" w:rsidP="00E31B11">
            <w:pPr>
              <w:pStyle w:val="Normalheadingblack"/>
              <w:rPr>
                <w:rFonts w:cs="Arial"/>
                <w:b w:val="0"/>
                <w:szCs w:val="22"/>
              </w:rPr>
            </w:pPr>
          </w:p>
          <w:p w14:paraId="7490C94C" w14:textId="77777777" w:rsidR="00EF3B43" w:rsidRPr="001A7B4B" w:rsidRDefault="00EF3B43" w:rsidP="00E31B11">
            <w:pPr>
              <w:pStyle w:val="Normalheadingblack"/>
              <w:rPr>
                <w:rFonts w:cs="Arial"/>
                <w:b w:val="0"/>
                <w:szCs w:val="22"/>
              </w:rPr>
            </w:pPr>
            <w:r w:rsidRPr="001A7B4B">
              <w:rPr>
                <w:rFonts w:cs="Arial"/>
                <w:b w:val="0"/>
                <w:szCs w:val="22"/>
              </w:rPr>
              <w:t>S4.3 Estimate and calculate time and resources</w:t>
            </w:r>
          </w:p>
          <w:p w14:paraId="7187601E" w14:textId="77777777" w:rsidR="00EF3B43" w:rsidRPr="001A7B4B" w:rsidRDefault="00EF3B43" w:rsidP="00E31B11">
            <w:pPr>
              <w:pStyle w:val="Normalheadingblack"/>
              <w:rPr>
                <w:rFonts w:cs="Arial"/>
                <w:b w:val="0"/>
                <w:szCs w:val="22"/>
              </w:rPr>
            </w:pPr>
          </w:p>
          <w:p w14:paraId="717F544F" w14:textId="77777777" w:rsidR="00EF3B43" w:rsidRPr="001A7B4B" w:rsidRDefault="00EF3B43" w:rsidP="00E31B11">
            <w:pPr>
              <w:pStyle w:val="Normalheadingblack"/>
              <w:rPr>
                <w:rFonts w:cs="Arial"/>
                <w:b w:val="0"/>
                <w:szCs w:val="22"/>
              </w:rPr>
            </w:pPr>
            <w:r w:rsidRPr="001A7B4B">
              <w:rPr>
                <w:rFonts w:cs="Arial"/>
                <w:b w:val="0"/>
                <w:szCs w:val="22"/>
              </w:rPr>
              <w:lastRenderedPageBreak/>
              <w:t>S4.4 Analyse situations to identify potential causes for delays and errors</w:t>
            </w:r>
          </w:p>
          <w:p w14:paraId="3CD24CD1" w14:textId="77777777" w:rsidR="00EF3B43" w:rsidRPr="001A7B4B" w:rsidRDefault="00EF3B43" w:rsidP="00E31B11">
            <w:pPr>
              <w:pStyle w:val="Normalheadingblack"/>
              <w:rPr>
                <w:rFonts w:cs="Arial"/>
                <w:b w:val="0"/>
                <w:szCs w:val="22"/>
              </w:rPr>
            </w:pPr>
          </w:p>
          <w:p w14:paraId="6AD9B9FA" w14:textId="77777777" w:rsidR="00EF3B43" w:rsidRPr="001A7B4B" w:rsidRDefault="00EF3B43" w:rsidP="00E31B11">
            <w:pPr>
              <w:pStyle w:val="Normalheadingblack"/>
              <w:rPr>
                <w:rFonts w:cs="Arial"/>
                <w:b w:val="0"/>
                <w:szCs w:val="22"/>
              </w:rPr>
            </w:pPr>
          </w:p>
        </w:tc>
        <w:tc>
          <w:tcPr>
            <w:tcW w:w="5785" w:type="dxa"/>
            <w:tcBorders>
              <w:top w:val="single" w:sz="4" w:space="0" w:color="C6C5C6"/>
              <w:left w:val="single" w:sz="4" w:space="0" w:color="C6C5C6"/>
              <w:bottom w:val="single" w:sz="4" w:space="0" w:color="C6C5C6"/>
              <w:right w:val="single" w:sz="4" w:space="0" w:color="C6C5C6"/>
            </w:tcBorders>
          </w:tcPr>
          <w:p w14:paraId="3DC093AC" w14:textId="77777777" w:rsidR="006F3160" w:rsidRPr="001A7B4B" w:rsidRDefault="006F3160" w:rsidP="00E31B11">
            <w:pPr>
              <w:pStyle w:val="Normalheadingblue"/>
              <w:rPr>
                <w:rFonts w:cs="Arial"/>
                <w:color w:val="auto"/>
                <w:szCs w:val="22"/>
              </w:rPr>
            </w:pPr>
            <w:r w:rsidRPr="001A7B4B">
              <w:rPr>
                <w:rFonts w:cs="Arial"/>
                <w:color w:val="auto"/>
                <w:szCs w:val="22"/>
              </w:rPr>
              <w:lastRenderedPageBreak/>
              <w:t>Activity:</w:t>
            </w:r>
          </w:p>
          <w:p w14:paraId="1FEDFE09" w14:textId="77777777" w:rsidR="006F3160" w:rsidRPr="001A7B4B" w:rsidRDefault="006F3160" w:rsidP="00E31B11">
            <w:pPr>
              <w:pStyle w:val="Normalheadingblue"/>
              <w:rPr>
                <w:rFonts w:cs="Arial"/>
                <w:color w:val="auto"/>
                <w:szCs w:val="22"/>
              </w:rPr>
            </w:pPr>
          </w:p>
          <w:p w14:paraId="08375CDD" w14:textId="77777777" w:rsidR="006F3160" w:rsidRPr="001A7B4B" w:rsidRDefault="006F3160" w:rsidP="00E31B11">
            <w:pPr>
              <w:pStyle w:val="Normalheadingblue"/>
              <w:rPr>
                <w:rFonts w:cs="Arial"/>
                <w:color w:val="auto"/>
                <w:szCs w:val="22"/>
              </w:rPr>
            </w:pPr>
            <w:r w:rsidRPr="001A7B4B">
              <w:rPr>
                <w:rFonts w:cs="Arial"/>
                <w:color w:val="auto"/>
                <w:szCs w:val="22"/>
              </w:rPr>
              <w:t>Starter task example:</w:t>
            </w:r>
          </w:p>
          <w:p w14:paraId="4EF24999" w14:textId="77777777" w:rsidR="006F3160" w:rsidRPr="001A7B4B" w:rsidRDefault="009831EF" w:rsidP="002C017C">
            <w:pPr>
              <w:pStyle w:val="Normalheadingblue"/>
              <w:numPr>
                <w:ilvl w:val="0"/>
                <w:numId w:val="151"/>
              </w:numPr>
              <w:rPr>
                <w:rFonts w:cs="Arial"/>
                <w:b w:val="0"/>
                <w:color w:val="auto"/>
                <w:szCs w:val="22"/>
              </w:rPr>
            </w:pPr>
            <w:r w:rsidRPr="001A7B4B">
              <w:rPr>
                <w:rFonts w:cs="Arial"/>
                <w:b w:val="0"/>
                <w:color w:val="auto"/>
                <w:szCs w:val="22"/>
              </w:rPr>
              <w:t xml:space="preserve">Introduce websites based on costing for work and tools used to help plumbers </w:t>
            </w:r>
            <w:r w:rsidR="00DD78FA" w:rsidRPr="001A7B4B">
              <w:rPr>
                <w:rFonts w:cs="Arial"/>
                <w:b w:val="0"/>
                <w:color w:val="auto"/>
                <w:szCs w:val="22"/>
              </w:rPr>
              <w:t xml:space="preserve">quote for work such as </w:t>
            </w:r>
            <w:hyperlink r:id="rId65" w:history="1">
              <w:r w:rsidR="00DD78FA" w:rsidRPr="001A7B4B">
                <w:rPr>
                  <w:rStyle w:val="Hyperlink"/>
                  <w:b w:val="0"/>
                  <w:color w:val="auto"/>
                </w:rPr>
                <w:t>How to Quote Plumbing Jobs (A Step-by-Step Guide)</w:t>
              </w:r>
            </w:hyperlink>
          </w:p>
          <w:p w14:paraId="3FFE5F14" w14:textId="77777777" w:rsidR="006F3160" w:rsidRPr="001A7B4B" w:rsidRDefault="006F3160" w:rsidP="00E31B11">
            <w:pPr>
              <w:pStyle w:val="Normalheadingblue"/>
              <w:rPr>
                <w:rFonts w:cs="Arial"/>
                <w:color w:val="auto"/>
                <w:szCs w:val="22"/>
              </w:rPr>
            </w:pPr>
            <w:r w:rsidRPr="001A7B4B">
              <w:rPr>
                <w:rFonts w:cs="Arial"/>
                <w:color w:val="auto"/>
                <w:szCs w:val="22"/>
              </w:rPr>
              <w:lastRenderedPageBreak/>
              <w:t>Delivery:</w:t>
            </w:r>
          </w:p>
          <w:p w14:paraId="1C925CB5" w14:textId="77777777" w:rsidR="006F3160" w:rsidRPr="001A7B4B" w:rsidRDefault="00AB2984" w:rsidP="00E31B11">
            <w:pPr>
              <w:pStyle w:val="Normalheadingblue"/>
              <w:rPr>
                <w:rFonts w:cs="Arial"/>
                <w:color w:val="auto"/>
                <w:szCs w:val="22"/>
              </w:rPr>
            </w:pPr>
            <w:r w:rsidRPr="001A7B4B">
              <w:rPr>
                <w:rFonts w:cs="Arial"/>
                <w:color w:val="auto"/>
                <w:szCs w:val="22"/>
              </w:rPr>
              <w:t xml:space="preserve">Planning follow on visits for </w:t>
            </w:r>
            <w:r w:rsidR="009831EF" w:rsidRPr="001A7B4B">
              <w:rPr>
                <w:rFonts w:cs="Arial"/>
                <w:color w:val="auto"/>
                <w:szCs w:val="22"/>
              </w:rPr>
              <w:t xml:space="preserve">maintenance and </w:t>
            </w:r>
            <w:r w:rsidRPr="001A7B4B">
              <w:rPr>
                <w:rFonts w:cs="Arial"/>
                <w:color w:val="auto"/>
                <w:szCs w:val="22"/>
              </w:rPr>
              <w:t xml:space="preserve">rectification tasks </w:t>
            </w:r>
            <w:r w:rsidR="009831EF" w:rsidRPr="001A7B4B">
              <w:rPr>
                <w:rFonts w:cs="Arial"/>
                <w:color w:val="auto"/>
                <w:szCs w:val="22"/>
              </w:rPr>
              <w:t>–</w:t>
            </w:r>
          </w:p>
          <w:p w14:paraId="35FB4872" w14:textId="77777777" w:rsidR="009831EF" w:rsidRPr="001A7B4B" w:rsidRDefault="009831EF" w:rsidP="002C017C">
            <w:pPr>
              <w:pStyle w:val="Normalheadingblue"/>
              <w:numPr>
                <w:ilvl w:val="0"/>
                <w:numId w:val="150"/>
              </w:numPr>
              <w:rPr>
                <w:rFonts w:cs="Arial"/>
                <w:b w:val="0"/>
                <w:color w:val="auto"/>
                <w:szCs w:val="22"/>
              </w:rPr>
            </w:pPr>
            <w:r w:rsidRPr="001A7B4B">
              <w:rPr>
                <w:rFonts w:cs="Arial"/>
                <w:b w:val="0"/>
                <w:color w:val="auto"/>
                <w:szCs w:val="22"/>
              </w:rPr>
              <w:t>Tutor to lead discussion on the effects of not being able to rectify a fault on a plumbing and heating system and how it impacts the client</w:t>
            </w:r>
          </w:p>
          <w:p w14:paraId="04171C34" w14:textId="7B2F74F6" w:rsidR="009831EF" w:rsidRPr="001A7B4B" w:rsidRDefault="00116A2E" w:rsidP="002C017C">
            <w:pPr>
              <w:pStyle w:val="Normalheadingblue"/>
              <w:numPr>
                <w:ilvl w:val="0"/>
                <w:numId w:val="150"/>
              </w:numPr>
              <w:rPr>
                <w:rFonts w:cs="Arial"/>
                <w:b w:val="0"/>
                <w:color w:val="auto"/>
                <w:szCs w:val="22"/>
              </w:rPr>
            </w:pPr>
            <w:r w:rsidRPr="001A7B4B">
              <w:rPr>
                <w:rFonts w:cs="Arial"/>
                <w:b w:val="0"/>
                <w:color w:val="auto"/>
                <w:szCs w:val="22"/>
              </w:rPr>
              <w:t>Students</w:t>
            </w:r>
            <w:r w:rsidR="009831EF" w:rsidRPr="001A7B4B">
              <w:rPr>
                <w:rFonts w:cs="Arial"/>
                <w:b w:val="0"/>
                <w:color w:val="auto"/>
                <w:szCs w:val="22"/>
              </w:rPr>
              <w:t xml:space="preserve"> to create mind map with impacts before classroom discussion</w:t>
            </w:r>
          </w:p>
          <w:p w14:paraId="05A1A1C1" w14:textId="77777777" w:rsidR="009831EF" w:rsidRPr="001A7B4B" w:rsidRDefault="009831EF" w:rsidP="002C017C">
            <w:pPr>
              <w:pStyle w:val="Normalheadingblue"/>
              <w:numPr>
                <w:ilvl w:val="0"/>
                <w:numId w:val="150"/>
              </w:numPr>
              <w:rPr>
                <w:rFonts w:cs="Arial"/>
                <w:b w:val="0"/>
                <w:color w:val="auto"/>
                <w:szCs w:val="22"/>
              </w:rPr>
            </w:pPr>
            <w:r w:rsidRPr="001A7B4B">
              <w:rPr>
                <w:rFonts w:cs="Arial"/>
                <w:b w:val="0"/>
                <w:color w:val="auto"/>
                <w:szCs w:val="22"/>
              </w:rPr>
              <w:t>Discuss temporary supplies or heating that may be required for elderly and vulnerable</w:t>
            </w:r>
          </w:p>
          <w:p w14:paraId="24C718B2" w14:textId="77777777" w:rsidR="00AB2984" w:rsidRPr="001A7B4B" w:rsidRDefault="00AB2984" w:rsidP="002C017C">
            <w:pPr>
              <w:pStyle w:val="Normalheadingblue"/>
              <w:numPr>
                <w:ilvl w:val="0"/>
                <w:numId w:val="149"/>
              </w:numPr>
              <w:rPr>
                <w:rFonts w:cs="Arial"/>
                <w:b w:val="0"/>
                <w:color w:val="auto"/>
                <w:szCs w:val="22"/>
              </w:rPr>
            </w:pPr>
            <w:r w:rsidRPr="001A7B4B">
              <w:rPr>
                <w:rFonts w:cs="Arial"/>
                <w:b w:val="0"/>
                <w:color w:val="auto"/>
                <w:szCs w:val="22"/>
              </w:rPr>
              <w:t>Tutor to set role play scenario for a given fault</w:t>
            </w:r>
            <w:r w:rsidR="009831EF" w:rsidRPr="001A7B4B">
              <w:rPr>
                <w:rFonts w:cs="Arial"/>
                <w:b w:val="0"/>
                <w:color w:val="auto"/>
                <w:szCs w:val="22"/>
              </w:rPr>
              <w:t xml:space="preserve"> which includes further return visits and priced work such as a diagnosed failed heating pump which requires replacement</w:t>
            </w:r>
          </w:p>
          <w:p w14:paraId="050B2542" w14:textId="77777777" w:rsidR="00DD78FA" w:rsidRPr="001A7B4B" w:rsidRDefault="00DD78FA" w:rsidP="002C017C">
            <w:pPr>
              <w:pStyle w:val="Normalheadingblue"/>
              <w:numPr>
                <w:ilvl w:val="0"/>
                <w:numId w:val="149"/>
              </w:numPr>
              <w:rPr>
                <w:rFonts w:cs="Arial"/>
                <w:b w:val="0"/>
                <w:color w:val="auto"/>
                <w:szCs w:val="22"/>
              </w:rPr>
            </w:pPr>
            <w:r w:rsidRPr="001A7B4B">
              <w:rPr>
                <w:rFonts w:cs="Arial"/>
                <w:b w:val="0"/>
                <w:color w:val="auto"/>
                <w:szCs w:val="22"/>
              </w:rPr>
              <w:t>Tutor to discuss how hourly rates are calculated and give examples</w:t>
            </w:r>
          </w:p>
          <w:p w14:paraId="17A0F81F" w14:textId="77777777" w:rsidR="00DD78FA" w:rsidRPr="001A7B4B" w:rsidRDefault="00DD78FA" w:rsidP="002C017C">
            <w:pPr>
              <w:pStyle w:val="Normalheadingblue"/>
              <w:numPr>
                <w:ilvl w:val="0"/>
                <w:numId w:val="149"/>
              </w:numPr>
              <w:rPr>
                <w:rFonts w:cs="Arial"/>
                <w:b w:val="0"/>
                <w:color w:val="auto"/>
                <w:szCs w:val="22"/>
              </w:rPr>
            </w:pPr>
            <w:r w:rsidRPr="001A7B4B">
              <w:rPr>
                <w:rFonts w:cs="Arial"/>
                <w:b w:val="0"/>
                <w:color w:val="auto"/>
                <w:szCs w:val="22"/>
              </w:rPr>
              <w:t xml:space="preserve">Introduce trade website and distribute Plumbing and heating trade catalogues to assist such as </w:t>
            </w:r>
            <w:hyperlink r:id="rId66" w:history="1">
              <w:r w:rsidRPr="001A7B4B">
                <w:rPr>
                  <w:rStyle w:val="Hyperlink"/>
                  <w:color w:val="auto"/>
                </w:rPr>
                <w:t>Heating &amp; Plumbing | Screwfix</w:t>
              </w:r>
            </w:hyperlink>
          </w:p>
          <w:p w14:paraId="155B7802" w14:textId="77777777" w:rsidR="009831EF" w:rsidRPr="001A7B4B" w:rsidRDefault="009831EF" w:rsidP="002C017C">
            <w:pPr>
              <w:pStyle w:val="Normalheadingblue"/>
              <w:numPr>
                <w:ilvl w:val="0"/>
                <w:numId w:val="149"/>
              </w:numPr>
              <w:rPr>
                <w:rFonts w:cs="Arial"/>
                <w:b w:val="0"/>
                <w:color w:val="auto"/>
                <w:szCs w:val="22"/>
              </w:rPr>
            </w:pPr>
            <w:r w:rsidRPr="001A7B4B">
              <w:rPr>
                <w:rFonts w:cs="Arial"/>
                <w:b w:val="0"/>
                <w:color w:val="auto"/>
                <w:szCs w:val="22"/>
              </w:rPr>
              <w:t>On completion discuss as a class and compare prices</w:t>
            </w:r>
          </w:p>
          <w:p w14:paraId="7117A7C9" w14:textId="77777777" w:rsidR="009831EF" w:rsidRPr="001A7B4B" w:rsidRDefault="009831EF" w:rsidP="002C017C">
            <w:pPr>
              <w:pStyle w:val="Normalheadingblue"/>
              <w:numPr>
                <w:ilvl w:val="0"/>
                <w:numId w:val="149"/>
              </w:numPr>
              <w:rPr>
                <w:rFonts w:cs="Arial"/>
                <w:b w:val="0"/>
                <w:color w:val="auto"/>
                <w:szCs w:val="22"/>
              </w:rPr>
            </w:pPr>
            <w:r w:rsidRPr="001A7B4B">
              <w:rPr>
                <w:rFonts w:cs="Arial"/>
                <w:b w:val="0"/>
                <w:color w:val="auto"/>
                <w:szCs w:val="22"/>
              </w:rPr>
              <w:t>Tutor to explain how he or she would cost the rectification work and sources of information regarding quotes for jobs</w:t>
            </w:r>
          </w:p>
          <w:p w14:paraId="338CB9AA" w14:textId="316F7EB7" w:rsidR="009831EF" w:rsidRPr="001A7B4B" w:rsidRDefault="00116A2E" w:rsidP="002C017C">
            <w:pPr>
              <w:pStyle w:val="Normalheadingblue"/>
              <w:numPr>
                <w:ilvl w:val="0"/>
                <w:numId w:val="149"/>
              </w:numPr>
              <w:rPr>
                <w:rFonts w:cs="Arial"/>
                <w:b w:val="0"/>
                <w:color w:val="auto"/>
                <w:szCs w:val="22"/>
              </w:rPr>
            </w:pPr>
            <w:r w:rsidRPr="001A7B4B">
              <w:rPr>
                <w:rFonts w:cs="Arial"/>
                <w:b w:val="0"/>
                <w:color w:val="auto"/>
                <w:szCs w:val="22"/>
              </w:rPr>
              <w:lastRenderedPageBreak/>
              <w:t>Students</w:t>
            </w:r>
            <w:r w:rsidR="00AB2984" w:rsidRPr="001A7B4B">
              <w:rPr>
                <w:rFonts w:cs="Arial"/>
                <w:b w:val="0"/>
                <w:color w:val="auto"/>
                <w:szCs w:val="22"/>
              </w:rPr>
              <w:t xml:space="preserve"> are to</w:t>
            </w:r>
            <w:r w:rsidR="009831EF" w:rsidRPr="001A7B4B">
              <w:rPr>
                <w:rFonts w:cs="Arial"/>
                <w:b w:val="0"/>
                <w:color w:val="auto"/>
                <w:szCs w:val="22"/>
              </w:rPr>
              <w:t xml:space="preserve"> cost the extra work including parts and labour and examine any impacts that this may have on the client.</w:t>
            </w:r>
          </w:p>
          <w:p w14:paraId="38BB7B1C" w14:textId="77777777" w:rsidR="00AB2984" w:rsidRPr="001A7B4B" w:rsidRDefault="009831EF" w:rsidP="002C017C">
            <w:pPr>
              <w:pStyle w:val="Normalheadingblue"/>
              <w:numPr>
                <w:ilvl w:val="0"/>
                <w:numId w:val="149"/>
              </w:numPr>
              <w:rPr>
                <w:rFonts w:cs="Arial"/>
                <w:b w:val="0"/>
                <w:color w:val="auto"/>
                <w:szCs w:val="22"/>
              </w:rPr>
            </w:pPr>
            <w:r w:rsidRPr="001A7B4B">
              <w:rPr>
                <w:rFonts w:cs="Arial"/>
                <w:b w:val="0"/>
                <w:color w:val="auto"/>
                <w:szCs w:val="22"/>
              </w:rPr>
              <w:t>Allow time for this</w:t>
            </w:r>
            <w:r w:rsidR="00AB2984" w:rsidRPr="001A7B4B">
              <w:rPr>
                <w:rFonts w:cs="Arial"/>
                <w:b w:val="0"/>
                <w:color w:val="auto"/>
                <w:szCs w:val="22"/>
              </w:rPr>
              <w:t xml:space="preserve"> </w:t>
            </w:r>
            <w:r w:rsidRPr="001A7B4B">
              <w:rPr>
                <w:rFonts w:cs="Arial"/>
                <w:b w:val="0"/>
                <w:color w:val="auto"/>
                <w:szCs w:val="22"/>
              </w:rPr>
              <w:t>before feeding back and discussing as a class</w:t>
            </w:r>
          </w:p>
          <w:p w14:paraId="0B6EBE89" w14:textId="13561C9E" w:rsidR="009831EF" w:rsidRPr="001A7B4B" w:rsidRDefault="009831EF" w:rsidP="002C017C">
            <w:pPr>
              <w:pStyle w:val="Normalheadingblue"/>
              <w:numPr>
                <w:ilvl w:val="0"/>
                <w:numId w:val="149"/>
              </w:numPr>
              <w:rPr>
                <w:rFonts w:cs="Arial"/>
                <w:b w:val="0"/>
                <w:color w:val="auto"/>
                <w:szCs w:val="22"/>
              </w:rPr>
            </w:pPr>
            <w:r w:rsidRPr="001A7B4B">
              <w:rPr>
                <w:rFonts w:cs="Arial"/>
                <w:b w:val="0"/>
                <w:color w:val="auto"/>
                <w:szCs w:val="22"/>
              </w:rPr>
              <w:t xml:space="preserve">Using example in workshop or centre – </w:t>
            </w:r>
            <w:r w:rsidR="00F502C8" w:rsidRPr="001A7B4B">
              <w:rPr>
                <w:rFonts w:cs="Arial"/>
                <w:b w:val="0"/>
                <w:color w:val="auto"/>
                <w:szCs w:val="22"/>
              </w:rPr>
              <w:t>students</w:t>
            </w:r>
            <w:r w:rsidRPr="001A7B4B">
              <w:rPr>
                <w:rFonts w:cs="Arial"/>
                <w:b w:val="0"/>
                <w:color w:val="auto"/>
                <w:szCs w:val="22"/>
              </w:rPr>
              <w:t xml:space="preserve"> are to then carry out this process based on a real scenario</w:t>
            </w:r>
          </w:p>
          <w:p w14:paraId="32904DAF" w14:textId="15A0181C" w:rsidR="009831EF" w:rsidRPr="001A7B4B" w:rsidRDefault="00116A2E" w:rsidP="002C017C">
            <w:pPr>
              <w:pStyle w:val="Normalheadingblue"/>
              <w:numPr>
                <w:ilvl w:val="0"/>
                <w:numId w:val="149"/>
              </w:numPr>
              <w:rPr>
                <w:rFonts w:cs="Arial"/>
                <w:b w:val="0"/>
                <w:color w:val="auto"/>
                <w:szCs w:val="22"/>
              </w:rPr>
            </w:pPr>
            <w:r w:rsidRPr="001A7B4B">
              <w:rPr>
                <w:rFonts w:cs="Arial"/>
                <w:b w:val="0"/>
                <w:color w:val="auto"/>
                <w:szCs w:val="22"/>
              </w:rPr>
              <w:t>Students</w:t>
            </w:r>
            <w:r w:rsidR="009831EF" w:rsidRPr="001A7B4B">
              <w:rPr>
                <w:rFonts w:cs="Arial"/>
                <w:b w:val="0"/>
                <w:color w:val="auto"/>
                <w:szCs w:val="22"/>
              </w:rPr>
              <w:t xml:space="preserve"> are to produce a written quotation with all costs and temporary services required and pass to tutor (acting as client) for their feedback.</w:t>
            </w:r>
          </w:p>
          <w:p w14:paraId="65010A17" w14:textId="77777777" w:rsidR="006F3160" w:rsidRPr="001A7B4B" w:rsidRDefault="006F3160" w:rsidP="00E31B11">
            <w:pPr>
              <w:pStyle w:val="Normalheadingblue"/>
              <w:rPr>
                <w:rFonts w:cs="Arial"/>
                <w:color w:val="auto"/>
                <w:szCs w:val="22"/>
              </w:rPr>
            </w:pPr>
            <w:r w:rsidRPr="001A7B4B">
              <w:rPr>
                <w:rFonts w:cs="Arial"/>
                <w:color w:val="auto"/>
                <w:szCs w:val="22"/>
              </w:rPr>
              <w:t>Knowledge check example:</w:t>
            </w:r>
          </w:p>
          <w:p w14:paraId="73ECF430" w14:textId="77777777" w:rsidR="006F3160" w:rsidRPr="001A7B4B" w:rsidRDefault="00DD78FA" w:rsidP="002C017C">
            <w:pPr>
              <w:pStyle w:val="Normalheadingblue"/>
              <w:numPr>
                <w:ilvl w:val="0"/>
                <w:numId w:val="152"/>
              </w:numPr>
              <w:rPr>
                <w:rFonts w:cs="Arial"/>
                <w:b w:val="0"/>
                <w:color w:val="auto"/>
                <w:szCs w:val="22"/>
              </w:rPr>
            </w:pPr>
            <w:r w:rsidRPr="001A7B4B">
              <w:rPr>
                <w:rFonts w:cs="Arial"/>
                <w:b w:val="0"/>
                <w:color w:val="auto"/>
                <w:szCs w:val="22"/>
              </w:rPr>
              <w:t>Produce a quotation for plumbing work</w:t>
            </w:r>
          </w:p>
          <w:p w14:paraId="6460BB7D" w14:textId="77777777" w:rsidR="006F3160" w:rsidRPr="001A7B4B" w:rsidRDefault="006F3160" w:rsidP="00E31B11">
            <w:pPr>
              <w:pStyle w:val="Normalheadingblue"/>
              <w:rPr>
                <w:rFonts w:cs="Arial"/>
                <w:color w:val="auto"/>
                <w:szCs w:val="22"/>
              </w:rPr>
            </w:pPr>
            <w:r w:rsidRPr="001A7B4B">
              <w:rPr>
                <w:rFonts w:cs="Arial"/>
                <w:color w:val="auto"/>
                <w:szCs w:val="22"/>
              </w:rPr>
              <w:t>Resources:</w:t>
            </w:r>
          </w:p>
          <w:p w14:paraId="6E059388" w14:textId="77777777" w:rsidR="006F3160" w:rsidRPr="001A7B4B" w:rsidRDefault="00DD78FA" w:rsidP="00E31B11">
            <w:pPr>
              <w:pStyle w:val="Normalheadingblue"/>
              <w:rPr>
                <w:rFonts w:cs="Arial"/>
                <w:b w:val="0"/>
                <w:color w:val="auto"/>
                <w:szCs w:val="22"/>
              </w:rPr>
            </w:pPr>
            <w:r w:rsidRPr="001A7B4B">
              <w:rPr>
                <w:rFonts w:cs="Arial"/>
                <w:b w:val="0"/>
                <w:color w:val="auto"/>
                <w:szCs w:val="22"/>
              </w:rPr>
              <w:t>Trade catalogues</w:t>
            </w:r>
          </w:p>
          <w:p w14:paraId="66F9C28A" w14:textId="77777777" w:rsidR="00DD78FA" w:rsidRPr="001A7B4B" w:rsidRDefault="00DD78FA" w:rsidP="00E31B11">
            <w:pPr>
              <w:pStyle w:val="Normalheadingblue"/>
              <w:rPr>
                <w:rFonts w:cs="Arial"/>
                <w:b w:val="0"/>
                <w:color w:val="auto"/>
                <w:szCs w:val="22"/>
              </w:rPr>
            </w:pPr>
            <w:r w:rsidRPr="001A7B4B">
              <w:rPr>
                <w:rFonts w:cs="Arial"/>
                <w:b w:val="0"/>
                <w:color w:val="auto"/>
                <w:szCs w:val="22"/>
              </w:rPr>
              <w:t>Trade website links</w:t>
            </w:r>
          </w:p>
          <w:p w14:paraId="212C55A7" w14:textId="381309A8" w:rsidR="006F3160" w:rsidRPr="001A7B4B" w:rsidRDefault="00DD78FA" w:rsidP="00780D7D">
            <w:pPr>
              <w:pStyle w:val="Normalheadingblue"/>
              <w:rPr>
                <w:rFonts w:cs="Arial"/>
                <w:color w:val="auto"/>
                <w:szCs w:val="22"/>
              </w:rPr>
            </w:pPr>
            <w:r w:rsidRPr="001A7B4B">
              <w:rPr>
                <w:rFonts w:cs="Arial"/>
                <w:b w:val="0"/>
                <w:color w:val="auto"/>
                <w:szCs w:val="22"/>
              </w:rPr>
              <w:t>Calculators</w:t>
            </w:r>
          </w:p>
        </w:tc>
        <w:tc>
          <w:tcPr>
            <w:tcW w:w="2246" w:type="dxa"/>
            <w:tcBorders>
              <w:top w:val="single" w:sz="4" w:space="0" w:color="C6C5C6"/>
              <w:left w:val="single" w:sz="4" w:space="0" w:color="C6C5C6"/>
              <w:bottom w:val="single" w:sz="4" w:space="0" w:color="C6C5C6"/>
              <w:right w:val="single" w:sz="4" w:space="0" w:color="C6C5C6"/>
            </w:tcBorders>
          </w:tcPr>
          <w:p w14:paraId="3CDEA0B0" w14:textId="77777777" w:rsidR="00DD207A" w:rsidRPr="001A7B4B" w:rsidRDefault="008A57D2">
            <w:r w:rsidRPr="001A7B4B">
              <w:lastRenderedPageBreak/>
              <w:t>Role play scenario task</w:t>
            </w:r>
            <w:r w:rsidRPr="001A7B4B">
              <w:br/>
            </w:r>
            <w:r w:rsidRPr="001A7B4B">
              <w:br/>
            </w:r>
            <w:r w:rsidRPr="001A7B4B">
              <w:br/>
            </w:r>
            <w:r w:rsidRPr="001A7B4B">
              <w:br/>
            </w:r>
            <w:r w:rsidRPr="001A7B4B">
              <w:br/>
            </w:r>
            <w:r w:rsidRPr="001A7B4B">
              <w:br/>
            </w:r>
            <w:r w:rsidRPr="001A7B4B">
              <w:br/>
            </w:r>
            <w:r w:rsidRPr="001A7B4B">
              <w:lastRenderedPageBreak/>
              <w:br/>
            </w:r>
            <w:r w:rsidRPr="001A7B4B">
              <w:br/>
            </w:r>
            <w:r w:rsidRPr="001A7B4B">
              <w:br/>
            </w:r>
            <w:r w:rsidRPr="001A7B4B">
              <w:br/>
              <w:t>Produce quote</w:t>
            </w:r>
            <w:r w:rsidRPr="001A7B4B">
              <w:br/>
              <w:t>Maths skills (measurement, scale, calculation, costing)</w:t>
            </w:r>
          </w:p>
        </w:tc>
      </w:tr>
    </w:tbl>
    <w:p w14:paraId="531C49D5" w14:textId="77777777" w:rsidR="00A530C0" w:rsidRDefault="00A530C0" w:rsidP="004D610A">
      <w:pPr>
        <w:shd w:val="clear" w:color="auto" w:fill="FFFFFF"/>
        <w:spacing w:before="0" w:after="0" w:line="240" w:lineRule="auto"/>
        <w:rPr>
          <w:rFonts w:eastAsia="Times New Roman" w:cs="Arial"/>
          <w:b/>
          <w:color w:val="201F1E"/>
          <w:szCs w:val="22"/>
          <w:lang w:eastAsia="en-GB"/>
        </w:rPr>
      </w:pPr>
    </w:p>
    <w:p w14:paraId="4B00778C" w14:textId="77777777" w:rsidR="00AA05C1" w:rsidRDefault="00AA05C1">
      <w:pPr>
        <w:spacing w:before="0" w:after="0" w:line="240" w:lineRule="auto"/>
      </w:pPr>
      <w:r>
        <w:br w:type="page"/>
      </w:r>
    </w:p>
    <w:p w14:paraId="07F3CDF8" w14:textId="67AF4BEB" w:rsidR="00780D7D" w:rsidRPr="004B0D62" w:rsidRDefault="00780D7D" w:rsidP="00780D7D">
      <w:r w:rsidRPr="004B0D62">
        <w:lastRenderedPageBreak/>
        <w:t>Copyright in this document belongs to and is used under licence from the Department for Education, © 2025.</w:t>
      </w:r>
    </w:p>
    <w:p w14:paraId="2F315513" w14:textId="77777777" w:rsidR="00780D7D" w:rsidRPr="004B0D62" w:rsidRDefault="00780D7D" w:rsidP="00780D7D">
      <w:r w:rsidRPr="004B0D62">
        <w:t> </w:t>
      </w:r>
    </w:p>
    <w:p w14:paraId="1299734D" w14:textId="77777777" w:rsidR="00780D7D" w:rsidRPr="004B0D62" w:rsidRDefault="00780D7D" w:rsidP="00780D7D">
      <w:r w:rsidRPr="004B0D62">
        <w:t>‘T-LEVELS’ and ‘T Level’ are registered trademarks of the Department for Education.</w:t>
      </w:r>
    </w:p>
    <w:p w14:paraId="23E909B2" w14:textId="77777777" w:rsidR="00780D7D" w:rsidRPr="004B0D62" w:rsidRDefault="00780D7D" w:rsidP="00780D7D">
      <w:r w:rsidRPr="004B0D62">
        <w:t> </w:t>
      </w:r>
    </w:p>
    <w:p w14:paraId="3E25B866" w14:textId="77777777" w:rsidR="00780D7D" w:rsidRDefault="00780D7D" w:rsidP="00780D7D">
      <w:r w:rsidRPr="004B0D62">
        <w:t>WJEC is authorised by the Department for Education to develop and deliver this T Level Technical Qualification.</w:t>
      </w:r>
    </w:p>
    <w:p w14:paraId="481FE683" w14:textId="77777777" w:rsidR="00780D7D" w:rsidRPr="004B0D62" w:rsidRDefault="00780D7D" w:rsidP="00780D7D"/>
    <w:p w14:paraId="0ADB180B" w14:textId="77777777" w:rsidR="00780D7D" w:rsidRPr="004B0D62" w:rsidRDefault="00780D7D" w:rsidP="00780D7D">
      <w:r w:rsidRPr="004B0D62">
        <w:rPr>
          <w:lang w:val="en-US"/>
        </w:rPr>
        <w:t>WJEC operates in England under the name Eduqas which is a registered trademark of WJEC.</w:t>
      </w:r>
    </w:p>
    <w:p w14:paraId="00FD3197" w14:textId="77777777" w:rsidR="001A7B4B" w:rsidRPr="008F4AC5" w:rsidRDefault="001A7B4B" w:rsidP="004D610A">
      <w:pPr>
        <w:shd w:val="clear" w:color="auto" w:fill="FFFFFF"/>
        <w:spacing w:before="0" w:after="0" w:line="240" w:lineRule="auto"/>
        <w:rPr>
          <w:rFonts w:eastAsia="Times New Roman" w:cs="Arial"/>
          <w:b/>
          <w:color w:val="201F1E"/>
          <w:szCs w:val="22"/>
          <w:lang w:eastAsia="en-GB"/>
        </w:rPr>
      </w:pPr>
    </w:p>
    <w:sectPr w:rsidR="001A7B4B" w:rsidRPr="008F4AC5" w:rsidSect="003A7C46">
      <w:headerReference w:type="even" r:id="rId67"/>
      <w:type w:val="continuous"/>
      <w:pgSz w:w="16840" w:h="11901" w:orient="landscape"/>
      <w:pgMar w:top="2155" w:right="1191" w:bottom="1247" w:left="1134" w:header="397" w:footer="28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1B606" w14:textId="77777777" w:rsidR="00E54ECF" w:rsidRDefault="00E54ECF">
      <w:pPr>
        <w:spacing w:before="0" w:after="0"/>
      </w:pPr>
      <w:r>
        <w:separator/>
      </w:r>
    </w:p>
  </w:endnote>
  <w:endnote w:type="continuationSeparator" w:id="0">
    <w:p w14:paraId="7F4EE78A" w14:textId="77777777" w:rsidR="00E54ECF" w:rsidRDefault="00E54ECF">
      <w:pPr>
        <w:spacing w:before="0" w:after="0"/>
      </w:pPr>
      <w:r>
        <w:continuationSeparator/>
      </w:r>
    </w:p>
  </w:endnote>
  <w:endnote w:type="continuationNotice" w:id="1">
    <w:p w14:paraId="01B16C23" w14:textId="77777777" w:rsidR="00E54ECF" w:rsidRDefault="00E54EC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Enginuity">
    <w:altName w:val="Calibri"/>
    <w:panose1 w:val="00000000000000000000"/>
    <w:charset w:val="00"/>
    <w:family w:val="modern"/>
    <w:notTrueType/>
    <w:pitch w:val="variable"/>
    <w:sig w:usb0="00000007" w:usb1="00000001"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rPr>
      <w:id w:val="-732542715"/>
      <w:docPartObj>
        <w:docPartGallery w:val="Page Numbers (Bottom of Page)"/>
        <w:docPartUnique/>
      </w:docPartObj>
    </w:sdtPr>
    <w:sdtContent>
      <w:sdt>
        <w:sdtPr>
          <w:rPr>
            <w:rFonts w:cs="Arial"/>
          </w:rPr>
          <w:id w:val="-1705238520"/>
          <w:docPartObj>
            <w:docPartGallery w:val="Page Numbers (Top of Page)"/>
            <w:docPartUnique/>
          </w:docPartObj>
        </w:sdtPr>
        <w:sdtContent>
          <w:p w14:paraId="09354F52" w14:textId="77777777" w:rsidR="00AC3269" w:rsidRPr="00F87D27" w:rsidRDefault="00AC3269">
            <w:pPr>
              <w:pStyle w:val="Footer"/>
              <w:rPr>
                <w:rFonts w:cs="Arial"/>
              </w:rPr>
            </w:pPr>
          </w:p>
          <w:p w14:paraId="5D30B6EF" w14:textId="1E1C0D7C" w:rsidR="00AC3269" w:rsidRPr="00B83782" w:rsidRDefault="00AC3269" w:rsidP="00B83782">
            <w:pPr>
              <w:pStyle w:val="Footer"/>
              <w:ind w:hanging="567"/>
              <w:rPr>
                <w:rFonts w:ascii="Enginuity" w:hAnsi="Enginuity" w:cs="Arial"/>
              </w:rPr>
            </w:pPr>
            <w:r w:rsidRPr="00F87D27">
              <w:rPr>
                <w:rFonts w:cs="Arial"/>
              </w:rPr>
              <w:t xml:space="preserve">Page </w:t>
            </w:r>
            <w:r w:rsidRPr="00F87D27">
              <w:rPr>
                <w:rFonts w:cs="Arial"/>
                <w:b/>
                <w:bCs/>
                <w:sz w:val="24"/>
                <w:szCs w:val="24"/>
              </w:rPr>
              <w:fldChar w:fldCharType="begin"/>
            </w:r>
            <w:r w:rsidRPr="00F87D27">
              <w:rPr>
                <w:rFonts w:cs="Arial"/>
                <w:b/>
                <w:bCs/>
              </w:rPr>
              <w:instrText xml:space="preserve"> PAGE </w:instrText>
            </w:r>
            <w:r w:rsidRPr="00F87D27">
              <w:rPr>
                <w:rFonts w:cs="Arial"/>
                <w:b/>
                <w:bCs/>
                <w:sz w:val="24"/>
                <w:szCs w:val="24"/>
              </w:rPr>
              <w:fldChar w:fldCharType="separate"/>
            </w:r>
            <w:r w:rsidRPr="00F87D27">
              <w:rPr>
                <w:rFonts w:cs="Arial"/>
                <w:b/>
                <w:bCs/>
                <w:noProof/>
              </w:rPr>
              <w:t>1</w:t>
            </w:r>
            <w:r w:rsidRPr="00F87D27">
              <w:rPr>
                <w:rFonts w:cs="Arial"/>
                <w:b/>
                <w:bCs/>
                <w:sz w:val="24"/>
                <w:szCs w:val="24"/>
              </w:rPr>
              <w:fldChar w:fldCharType="end"/>
            </w:r>
            <w:r w:rsidRPr="00F87D27">
              <w:rPr>
                <w:rFonts w:cs="Arial"/>
              </w:rPr>
              <w:t xml:space="preserve"> of </w:t>
            </w:r>
            <w:r w:rsidRPr="00F87D27">
              <w:rPr>
                <w:rFonts w:cs="Arial"/>
                <w:b/>
                <w:bCs/>
                <w:sz w:val="24"/>
                <w:szCs w:val="24"/>
              </w:rPr>
              <w:fldChar w:fldCharType="begin"/>
            </w:r>
            <w:r w:rsidRPr="00F87D27">
              <w:rPr>
                <w:rFonts w:cs="Arial"/>
                <w:b/>
                <w:bCs/>
              </w:rPr>
              <w:instrText xml:space="preserve"> NUMPAGES  </w:instrText>
            </w:r>
            <w:r w:rsidRPr="00F87D27">
              <w:rPr>
                <w:rFonts w:cs="Arial"/>
                <w:b/>
                <w:bCs/>
                <w:sz w:val="24"/>
                <w:szCs w:val="24"/>
              </w:rPr>
              <w:fldChar w:fldCharType="separate"/>
            </w:r>
            <w:r w:rsidRPr="00F87D27">
              <w:rPr>
                <w:rFonts w:cs="Arial"/>
                <w:b/>
                <w:bCs/>
                <w:noProof/>
              </w:rPr>
              <w:t>1</w:t>
            </w:r>
            <w:r w:rsidRPr="00F87D27">
              <w:rPr>
                <w:rFonts w:cs="Arial"/>
                <w:b/>
                <w:bCs/>
                <w:sz w:val="24"/>
                <w:szCs w:val="24"/>
              </w:rPr>
              <w:fldChar w:fldCharType="end"/>
            </w:r>
            <w:r w:rsidRPr="00F87D27">
              <w:rPr>
                <w:rFonts w:cs="Arial"/>
              </w:rPr>
              <w:t>.</w:t>
            </w:r>
          </w:p>
        </w:sdtContent>
      </w:sdt>
    </w:sdtContent>
  </w:sdt>
  <w:p w14:paraId="30E6C6DE" w14:textId="77777777" w:rsidR="00AC3269" w:rsidRPr="001B6F82" w:rsidRDefault="00AC3269" w:rsidP="00757038">
    <w:pPr>
      <w:pStyle w:val="Footer"/>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250ADC" w14:textId="77777777" w:rsidR="00E54ECF" w:rsidRDefault="00E54ECF">
      <w:pPr>
        <w:spacing w:before="0" w:after="0"/>
      </w:pPr>
      <w:r>
        <w:separator/>
      </w:r>
    </w:p>
  </w:footnote>
  <w:footnote w:type="continuationSeparator" w:id="0">
    <w:p w14:paraId="72FF3A10" w14:textId="77777777" w:rsidR="00E54ECF" w:rsidRDefault="00E54ECF">
      <w:pPr>
        <w:spacing w:before="0" w:after="0"/>
      </w:pPr>
      <w:r>
        <w:continuationSeparator/>
      </w:r>
    </w:p>
  </w:footnote>
  <w:footnote w:type="continuationNotice" w:id="1">
    <w:p w14:paraId="32B314A8" w14:textId="77777777" w:rsidR="00E54ECF" w:rsidRDefault="00E54EC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7E947" w14:textId="3A8332E2" w:rsidR="00AC3269" w:rsidRPr="007F08B9" w:rsidRDefault="007F08B9" w:rsidP="007F08B9">
    <w:pPr>
      <w:pStyle w:val="Header"/>
    </w:pPr>
    <w:r>
      <w:rPr>
        <w:noProof/>
        <w:color w:val="0077E3"/>
        <w:sz w:val="24"/>
        <w:szCs w:val="22"/>
        <w:lang w:eastAsia="en-GB"/>
      </w:rPr>
      <w:drawing>
        <wp:anchor distT="0" distB="0" distL="114300" distR="114300" simplePos="0" relativeHeight="251658240" behindDoc="1" locked="0" layoutInCell="1" allowOverlap="1" wp14:anchorId="6A5EC17D" wp14:editId="003036CD">
          <wp:simplePos x="0" y="0"/>
          <wp:positionH relativeFrom="margin">
            <wp:posOffset>-727710</wp:posOffset>
          </wp:positionH>
          <wp:positionV relativeFrom="page">
            <wp:posOffset>137160</wp:posOffset>
          </wp:positionV>
          <wp:extent cx="10683875" cy="7559675"/>
          <wp:effectExtent l="0" t="0" r="3175" b="0"/>
          <wp:wrapNone/>
          <wp:docPr id="82491103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91103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0683875" cy="75596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1" locked="0" layoutInCell="1" allowOverlap="1" wp14:anchorId="1F114198" wp14:editId="5B4034AD">
          <wp:simplePos x="0" y="0"/>
          <wp:positionH relativeFrom="margin">
            <wp:posOffset>98425</wp:posOffset>
          </wp:positionH>
          <wp:positionV relativeFrom="paragraph">
            <wp:posOffset>53975</wp:posOffset>
          </wp:positionV>
          <wp:extent cx="2010410" cy="329565"/>
          <wp:effectExtent l="0" t="0" r="0" b="0"/>
          <wp:wrapTight wrapText="bothSides">
            <wp:wrapPolygon edited="0">
              <wp:start x="0" y="0"/>
              <wp:lineTo x="0" y="19977"/>
              <wp:lineTo x="4912" y="19977"/>
              <wp:lineTo x="21286" y="17480"/>
              <wp:lineTo x="21286" y="4994"/>
              <wp:lineTo x="3479" y="0"/>
              <wp:lineTo x="0" y="0"/>
            </wp:wrapPolygon>
          </wp:wrapTight>
          <wp:docPr id="17144954" name="Picture 1"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4954" name="Picture 1" descr="A black background with a black square&#10;&#10;AI-generated content may b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0410" cy="329565"/>
                  </a:xfrm>
                  <a:prstGeom prst="rect">
                    <a:avLst/>
                  </a:prstGeom>
                  <a:noFill/>
                  <a:ln>
                    <a:noFill/>
                  </a:ln>
                </pic:spPr>
              </pic:pic>
            </a:graphicData>
          </a:graphic>
        </wp:anchor>
      </w:drawing>
    </w:r>
    <w:r>
      <w:rPr>
        <w:noProof/>
      </w:rPr>
      <w:drawing>
        <wp:anchor distT="0" distB="0" distL="114300" distR="114300" simplePos="0" relativeHeight="251658242" behindDoc="0" locked="0" layoutInCell="1" allowOverlap="1" wp14:anchorId="5F19B205" wp14:editId="3ED55101">
          <wp:simplePos x="0" y="0"/>
          <wp:positionH relativeFrom="leftMargin">
            <wp:posOffset>138430</wp:posOffset>
          </wp:positionH>
          <wp:positionV relativeFrom="paragraph">
            <wp:posOffset>-36830</wp:posOffset>
          </wp:positionV>
          <wp:extent cx="567055" cy="438785"/>
          <wp:effectExtent l="0" t="0" r="4445" b="0"/>
          <wp:wrapNone/>
          <wp:docPr id="2049730747" name="Picture 12" descr="A red arrow pointing u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730747" name="Picture 12" descr="A red arrow pointing up&#10;&#10;AI-generated content may be incorrect."/>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67055" cy="438785"/>
                  </a:xfrm>
                  <a:prstGeom prst="rect">
                    <a:avLst/>
                  </a:prstGeom>
                  <a:noFill/>
                  <a:ln>
                    <a:noFill/>
                  </a:ln>
                </pic:spPr>
              </pic:pic>
            </a:graphicData>
          </a:graphic>
        </wp:anchor>
      </w:drawing>
    </w:r>
    <w:r>
      <w:rPr>
        <w:noProof/>
      </w:rPr>
      <mc:AlternateContent>
        <mc:Choice Requires="wps">
          <w:drawing>
            <wp:anchor distT="0" distB="0" distL="114300" distR="114300" simplePos="0" relativeHeight="251658243" behindDoc="0" locked="0" layoutInCell="1" allowOverlap="1" wp14:anchorId="6751BF75" wp14:editId="577501DD">
              <wp:simplePos x="0" y="0"/>
              <wp:positionH relativeFrom="column">
                <wp:posOffset>2179955</wp:posOffset>
              </wp:positionH>
              <wp:positionV relativeFrom="paragraph">
                <wp:posOffset>-167640</wp:posOffset>
              </wp:positionV>
              <wp:extent cx="5713171" cy="814217"/>
              <wp:effectExtent l="0" t="0" r="0" b="5080"/>
              <wp:wrapNone/>
              <wp:docPr id="5875458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3171" cy="814217"/>
                      </a:xfrm>
                      <a:prstGeom prst="rect">
                        <a:avLst/>
                      </a:prstGeom>
                      <a:noFill/>
                      <a:ln w="9525">
                        <a:noFill/>
                        <a:miter lim="800000"/>
                        <a:headEnd/>
                        <a:tailEnd/>
                      </a:ln>
                    </wps:spPr>
                    <wps:txbx>
                      <w:txbxContent>
                        <w:p w14:paraId="721A046B" w14:textId="77777777" w:rsidR="007F08B9" w:rsidRDefault="007F08B9" w:rsidP="007F08B9">
                          <w:pPr>
                            <w:rPr>
                              <w:rFonts w:cs="Arial"/>
                              <w:b/>
                              <w:bCs/>
                              <w:i/>
                              <w:iCs/>
                              <w:color w:val="FC4421"/>
                              <w:sz w:val="28"/>
                              <w:szCs w:val="28"/>
                              <w:lang w:val="en-US"/>
                            </w:rPr>
                          </w:pPr>
                          <w:r w:rsidRPr="00B328BE">
                            <w:rPr>
                              <w:rFonts w:cs="Arial"/>
                              <w:b/>
                              <w:bCs/>
                              <w:sz w:val="28"/>
                              <w:szCs w:val="28"/>
                              <w:lang w:val="en-US"/>
                            </w:rPr>
                            <w:t>T Level Technical Qualification in Building Services Engineering for Construction (Level 3)</w:t>
                          </w:r>
                        </w:p>
                        <w:p w14:paraId="6B286E9C" w14:textId="7266579F" w:rsidR="007F08B9" w:rsidRPr="00B328BE" w:rsidRDefault="007F08B9" w:rsidP="007F08B9">
                          <w:pPr>
                            <w:rPr>
                              <w:rFonts w:cs="Arial"/>
                              <w:b/>
                              <w:bCs/>
                              <w:i/>
                              <w:iCs/>
                              <w:color w:val="FC4421"/>
                              <w:sz w:val="28"/>
                              <w:szCs w:val="28"/>
                              <w:lang w:val="en-US"/>
                            </w:rPr>
                          </w:pPr>
                          <w:r>
                            <w:rPr>
                              <w:rFonts w:cs="Arial"/>
                              <w:b/>
                              <w:bCs/>
                              <w:i/>
                              <w:iCs/>
                              <w:color w:val="FC4421"/>
                              <w:sz w:val="28"/>
                              <w:szCs w:val="28"/>
                              <w:lang w:val="en-US"/>
                            </w:rPr>
                            <w:t>Occupational Specialism: Plumbing &amp; heating Engineering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51BF75" id="_x0000_t202" coordsize="21600,21600" o:spt="202" path="m,l,21600r21600,l21600,xe">
              <v:stroke joinstyle="miter"/>
              <v:path gradientshapeok="t" o:connecttype="rect"/>
            </v:shapetype>
            <v:shape id="Text Box 2" o:spid="_x0000_s1026" type="#_x0000_t202" style="position:absolute;margin-left:171.65pt;margin-top:-13.2pt;width:449.85pt;height:64.1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" filled="f" stroked="f">
              <v:textbox>
                <w:txbxContent>
                  <w:p w14:paraId="721A046B" w14:textId="77777777" w:rsidR="007F08B9" w:rsidRDefault="007F08B9" w:rsidP="007F08B9">
                    <w:pPr>
                      <w:rPr>
                        <w:rFonts w:cs="Arial"/>
                        <w:b/>
                        <w:bCs/>
                        <w:i/>
                        <w:iCs/>
                        <w:color w:val="FC4421"/>
                        <w:sz w:val="28"/>
                        <w:szCs w:val="28"/>
                        <w:lang w:val="en-US"/>
                      </w:rPr>
                    </w:pPr>
                    <w:r w:rsidRPr="00B328BE">
                      <w:rPr>
                        <w:rFonts w:cs="Arial"/>
                        <w:b/>
                        <w:bCs/>
                        <w:sz w:val="28"/>
                        <w:szCs w:val="28"/>
                        <w:lang w:val="en-US"/>
                      </w:rPr>
                      <w:t>T Level Technical Qualification in Building Services Engineering for Construction (Level 3)</w:t>
                    </w:r>
                  </w:p>
                  <w:p w14:paraId="6B286E9C" w14:textId="7266579F" w:rsidR="007F08B9" w:rsidRPr="00B328BE" w:rsidRDefault="007F08B9" w:rsidP="007F08B9">
                    <w:pPr>
                      <w:rPr>
                        <w:rFonts w:cs="Arial"/>
                        <w:b/>
                        <w:bCs/>
                        <w:i/>
                        <w:iCs/>
                        <w:color w:val="FC4421"/>
                        <w:sz w:val="28"/>
                        <w:szCs w:val="28"/>
                        <w:lang w:val="en-US"/>
                      </w:rPr>
                    </w:pPr>
                    <w:r>
                      <w:rPr>
                        <w:rFonts w:cs="Arial"/>
                        <w:b/>
                        <w:bCs/>
                        <w:i/>
                        <w:iCs/>
                        <w:color w:val="FC4421"/>
                        <w:sz w:val="28"/>
                        <w:szCs w:val="28"/>
                        <w:lang w:val="en-US"/>
                      </w:rPr>
                      <w:t>Occupational Specialism: Plumbing &amp; heating Engineering</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9AEF9" w14:textId="77777777" w:rsidR="00AC3269" w:rsidRDefault="00AC32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3A10"/>
    <w:multiLevelType w:val="hybridMultilevel"/>
    <w:tmpl w:val="2AD0F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310384"/>
    <w:multiLevelType w:val="hybridMultilevel"/>
    <w:tmpl w:val="6D361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0B30BDE"/>
    <w:multiLevelType w:val="hybridMultilevel"/>
    <w:tmpl w:val="E0AEF6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0C93A7B"/>
    <w:multiLevelType w:val="hybridMultilevel"/>
    <w:tmpl w:val="9370A4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7F2434"/>
    <w:multiLevelType w:val="hybridMultilevel"/>
    <w:tmpl w:val="38DA7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1E01B7D"/>
    <w:multiLevelType w:val="hybridMultilevel"/>
    <w:tmpl w:val="622A4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0673C5"/>
    <w:multiLevelType w:val="hybridMultilevel"/>
    <w:tmpl w:val="32B22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6FE69C7"/>
    <w:multiLevelType w:val="hybridMultilevel"/>
    <w:tmpl w:val="8AC42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7366358"/>
    <w:multiLevelType w:val="hybridMultilevel"/>
    <w:tmpl w:val="AA04D8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7644349"/>
    <w:multiLevelType w:val="hybridMultilevel"/>
    <w:tmpl w:val="32DEDD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07EB7D3C"/>
    <w:multiLevelType w:val="hybridMultilevel"/>
    <w:tmpl w:val="4F1657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8927BBC"/>
    <w:multiLevelType w:val="hybridMultilevel"/>
    <w:tmpl w:val="7E3414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08DB577A"/>
    <w:multiLevelType w:val="hybridMultilevel"/>
    <w:tmpl w:val="3D2AC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8FF5ED6"/>
    <w:multiLevelType w:val="hybridMultilevel"/>
    <w:tmpl w:val="4FA292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0A102818"/>
    <w:multiLevelType w:val="hybridMultilevel"/>
    <w:tmpl w:val="CF4EA2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A61688B"/>
    <w:multiLevelType w:val="hybridMultilevel"/>
    <w:tmpl w:val="3E6CFE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A643F22"/>
    <w:multiLevelType w:val="hybridMultilevel"/>
    <w:tmpl w:val="456CB94C"/>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0AA20AD2"/>
    <w:multiLevelType w:val="hybridMultilevel"/>
    <w:tmpl w:val="C8866572"/>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0ABF7C7D"/>
    <w:multiLevelType w:val="hybridMultilevel"/>
    <w:tmpl w:val="4B904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AE522C8"/>
    <w:multiLevelType w:val="hybridMultilevel"/>
    <w:tmpl w:val="F2F66A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B102538"/>
    <w:multiLevelType w:val="hybridMultilevel"/>
    <w:tmpl w:val="82EAA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0B3D53E5"/>
    <w:multiLevelType w:val="hybridMultilevel"/>
    <w:tmpl w:val="67FCC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0B7D7325"/>
    <w:multiLevelType w:val="hybridMultilevel"/>
    <w:tmpl w:val="61F675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0CD3256A"/>
    <w:multiLevelType w:val="hybridMultilevel"/>
    <w:tmpl w:val="283CD6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0D5C409B"/>
    <w:multiLevelType w:val="hybridMultilevel"/>
    <w:tmpl w:val="76D09BF8"/>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0DAF1B87"/>
    <w:multiLevelType w:val="hybridMultilevel"/>
    <w:tmpl w:val="910E35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0DE35F1E"/>
    <w:multiLevelType w:val="hybridMultilevel"/>
    <w:tmpl w:val="584E39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0E7F3F79"/>
    <w:multiLevelType w:val="multilevel"/>
    <w:tmpl w:val="9790E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0F1F49F3"/>
    <w:multiLevelType w:val="hybridMultilevel"/>
    <w:tmpl w:val="532AD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0F782391"/>
    <w:multiLevelType w:val="hybridMultilevel"/>
    <w:tmpl w:val="7A743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105C3A91"/>
    <w:multiLevelType w:val="hybridMultilevel"/>
    <w:tmpl w:val="73DEA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112C0758"/>
    <w:multiLevelType w:val="hybridMultilevel"/>
    <w:tmpl w:val="B28C5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2171FC3"/>
    <w:multiLevelType w:val="hybridMultilevel"/>
    <w:tmpl w:val="39D64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12686523"/>
    <w:multiLevelType w:val="hybridMultilevel"/>
    <w:tmpl w:val="23A4A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2725E9A"/>
    <w:multiLevelType w:val="hybridMultilevel"/>
    <w:tmpl w:val="E9DE9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27C50C9"/>
    <w:multiLevelType w:val="hybridMultilevel"/>
    <w:tmpl w:val="B9A0A4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12E04C98"/>
    <w:multiLevelType w:val="hybridMultilevel"/>
    <w:tmpl w:val="D7BE1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13C46A88"/>
    <w:multiLevelType w:val="hybridMultilevel"/>
    <w:tmpl w:val="83E44B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15B86390"/>
    <w:multiLevelType w:val="hybridMultilevel"/>
    <w:tmpl w:val="95BCB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15BD2535"/>
    <w:multiLevelType w:val="hybridMultilevel"/>
    <w:tmpl w:val="22903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161B3429"/>
    <w:multiLevelType w:val="hybridMultilevel"/>
    <w:tmpl w:val="D7683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6556274"/>
    <w:multiLevelType w:val="hybridMultilevel"/>
    <w:tmpl w:val="A14A134E"/>
    <w:lvl w:ilvl="0" w:tplc="49269C3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3C3AFF"/>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65A1DA0"/>
    <w:multiLevelType w:val="hybridMultilevel"/>
    <w:tmpl w:val="EEB089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18547512"/>
    <w:multiLevelType w:val="hybridMultilevel"/>
    <w:tmpl w:val="06BCD7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18A94133"/>
    <w:multiLevelType w:val="hybridMultilevel"/>
    <w:tmpl w:val="06229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19D364FC"/>
    <w:multiLevelType w:val="hybridMultilevel"/>
    <w:tmpl w:val="C898E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1CB2195C"/>
    <w:multiLevelType w:val="hybridMultilevel"/>
    <w:tmpl w:val="4C525A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1CBF023B"/>
    <w:multiLevelType w:val="hybridMultilevel"/>
    <w:tmpl w:val="FA4602B0"/>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9" w15:restartNumberingAfterBreak="0">
    <w:nsid w:val="1DE91821"/>
    <w:multiLevelType w:val="hybridMultilevel"/>
    <w:tmpl w:val="B0543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1EC9469F"/>
    <w:multiLevelType w:val="hybridMultilevel"/>
    <w:tmpl w:val="DD9AF9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1F4A1295"/>
    <w:multiLevelType w:val="hybridMultilevel"/>
    <w:tmpl w:val="138C43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202014C0"/>
    <w:multiLevelType w:val="hybridMultilevel"/>
    <w:tmpl w:val="CE400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20D005BD"/>
    <w:multiLevelType w:val="hybridMultilevel"/>
    <w:tmpl w:val="438E3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20D41FCD"/>
    <w:multiLevelType w:val="hybridMultilevel"/>
    <w:tmpl w:val="EC784B24"/>
    <w:lvl w:ilvl="0" w:tplc="ACE4311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13058A9"/>
    <w:multiLevelType w:val="hybridMultilevel"/>
    <w:tmpl w:val="374839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165633F"/>
    <w:multiLevelType w:val="hybridMultilevel"/>
    <w:tmpl w:val="73B2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222C361C"/>
    <w:multiLevelType w:val="hybridMultilevel"/>
    <w:tmpl w:val="21F88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22443999"/>
    <w:multiLevelType w:val="hybridMultilevel"/>
    <w:tmpl w:val="9606D8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228A3BEE"/>
    <w:multiLevelType w:val="hybridMultilevel"/>
    <w:tmpl w:val="2B302960"/>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0" w15:restartNumberingAfterBreak="0">
    <w:nsid w:val="22C10086"/>
    <w:multiLevelType w:val="hybridMultilevel"/>
    <w:tmpl w:val="9D4C0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24051730"/>
    <w:multiLevelType w:val="hybridMultilevel"/>
    <w:tmpl w:val="88ACB9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24795C22"/>
    <w:multiLevelType w:val="hybridMultilevel"/>
    <w:tmpl w:val="8C68E9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24905039"/>
    <w:multiLevelType w:val="hybridMultilevel"/>
    <w:tmpl w:val="E65AAA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4" w15:restartNumberingAfterBreak="0">
    <w:nsid w:val="24AF09F5"/>
    <w:multiLevelType w:val="hybridMultilevel"/>
    <w:tmpl w:val="553EA9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276929B4"/>
    <w:multiLevelType w:val="hybridMultilevel"/>
    <w:tmpl w:val="12A0F8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27757059"/>
    <w:multiLevelType w:val="hybridMultilevel"/>
    <w:tmpl w:val="7A22DF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28B908DD"/>
    <w:multiLevelType w:val="hybridMultilevel"/>
    <w:tmpl w:val="F7400F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29431D73"/>
    <w:multiLevelType w:val="hybridMultilevel"/>
    <w:tmpl w:val="196CC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2AF07D0D"/>
    <w:multiLevelType w:val="hybridMultilevel"/>
    <w:tmpl w:val="42E0DD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2B6E4564"/>
    <w:multiLevelType w:val="hybridMultilevel"/>
    <w:tmpl w:val="BC2439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2C450DD8"/>
    <w:multiLevelType w:val="hybridMultilevel"/>
    <w:tmpl w:val="938AA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2CA45AB9"/>
    <w:multiLevelType w:val="hybridMultilevel"/>
    <w:tmpl w:val="093E1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2D863738"/>
    <w:multiLevelType w:val="hybridMultilevel"/>
    <w:tmpl w:val="5EC62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2E8F6E5B"/>
    <w:multiLevelType w:val="hybridMultilevel"/>
    <w:tmpl w:val="F3746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2F823F50"/>
    <w:multiLevelType w:val="hybridMultilevel"/>
    <w:tmpl w:val="32347B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3160601C"/>
    <w:multiLevelType w:val="hybridMultilevel"/>
    <w:tmpl w:val="B4CEBC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31C8082A"/>
    <w:multiLevelType w:val="hybridMultilevel"/>
    <w:tmpl w:val="C16CC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32687EAB"/>
    <w:multiLevelType w:val="hybridMultilevel"/>
    <w:tmpl w:val="F9527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33864C29"/>
    <w:multiLevelType w:val="hybridMultilevel"/>
    <w:tmpl w:val="38069D4C"/>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0" w15:restartNumberingAfterBreak="0">
    <w:nsid w:val="3496233D"/>
    <w:multiLevelType w:val="hybridMultilevel"/>
    <w:tmpl w:val="BA8E7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350F4B0D"/>
    <w:multiLevelType w:val="hybridMultilevel"/>
    <w:tmpl w:val="F12EFC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352632FD"/>
    <w:multiLevelType w:val="hybridMultilevel"/>
    <w:tmpl w:val="C1EE6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37003BD8"/>
    <w:multiLevelType w:val="hybridMultilevel"/>
    <w:tmpl w:val="3D6834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374D46BB"/>
    <w:multiLevelType w:val="hybridMultilevel"/>
    <w:tmpl w:val="49021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38491609"/>
    <w:multiLevelType w:val="hybridMultilevel"/>
    <w:tmpl w:val="1D743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38FC54DD"/>
    <w:multiLevelType w:val="hybridMultilevel"/>
    <w:tmpl w:val="EBDE6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3970425C"/>
    <w:multiLevelType w:val="hybridMultilevel"/>
    <w:tmpl w:val="2A2654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3A7840CD"/>
    <w:multiLevelType w:val="hybridMultilevel"/>
    <w:tmpl w:val="7C72A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3B172411"/>
    <w:multiLevelType w:val="hybridMultilevel"/>
    <w:tmpl w:val="93606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3B2A7565"/>
    <w:multiLevelType w:val="hybridMultilevel"/>
    <w:tmpl w:val="10E47758"/>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1" w15:restartNumberingAfterBreak="0">
    <w:nsid w:val="3BB83D74"/>
    <w:multiLevelType w:val="hybridMultilevel"/>
    <w:tmpl w:val="A0846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3BE61DE5"/>
    <w:multiLevelType w:val="hybridMultilevel"/>
    <w:tmpl w:val="8604BC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3" w15:restartNumberingAfterBreak="0">
    <w:nsid w:val="3C251D18"/>
    <w:multiLevelType w:val="hybridMultilevel"/>
    <w:tmpl w:val="DCEE36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4" w15:restartNumberingAfterBreak="0">
    <w:nsid w:val="3C7A5141"/>
    <w:multiLevelType w:val="hybridMultilevel"/>
    <w:tmpl w:val="FD58A480"/>
    <w:lvl w:ilvl="0" w:tplc="ACE43110">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5" w15:restartNumberingAfterBreak="0">
    <w:nsid w:val="3C9C6DD9"/>
    <w:multiLevelType w:val="hybridMultilevel"/>
    <w:tmpl w:val="D0086E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3D261B96"/>
    <w:multiLevelType w:val="hybridMultilevel"/>
    <w:tmpl w:val="25EEA6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7" w15:restartNumberingAfterBreak="0">
    <w:nsid w:val="3D772CB3"/>
    <w:multiLevelType w:val="hybridMultilevel"/>
    <w:tmpl w:val="E006DA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3DEE0133"/>
    <w:multiLevelType w:val="hybridMultilevel"/>
    <w:tmpl w:val="5A42F7EE"/>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0" w15:restartNumberingAfterBreak="0">
    <w:nsid w:val="3DF777A8"/>
    <w:multiLevelType w:val="hybridMultilevel"/>
    <w:tmpl w:val="219236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1" w15:restartNumberingAfterBreak="0">
    <w:nsid w:val="3E5E5AA4"/>
    <w:multiLevelType w:val="hybridMultilevel"/>
    <w:tmpl w:val="83861F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15:restartNumberingAfterBreak="0">
    <w:nsid w:val="3F7D4F08"/>
    <w:multiLevelType w:val="hybridMultilevel"/>
    <w:tmpl w:val="D9C27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40596965"/>
    <w:multiLevelType w:val="hybridMultilevel"/>
    <w:tmpl w:val="48BA59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4" w15:restartNumberingAfterBreak="0">
    <w:nsid w:val="41D26737"/>
    <w:multiLevelType w:val="hybridMultilevel"/>
    <w:tmpl w:val="D2E676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41FC123E"/>
    <w:multiLevelType w:val="hybridMultilevel"/>
    <w:tmpl w:val="03BCB8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43473363"/>
    <w:multiLevelType w:val="hybridMultilevel"/>
    <w:tmpl w:val="EB2A2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437D5D6D"/>
    <w:multiLevelType w:val="hybridMultilevel"/>
    <w:tmpl w:val="C63ED8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8" w15:restartNumberingAfterBreak="0">
    <w:nsid w:val="43E61FF0"/>
    <w:multiLevelType w:val="hybridMultilevel"/>
    <w:tmpl w:val="DEF024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441A6870"/>
    <w:multiLevelType w:val="hybridMultilevel"/>
    <w:tmpl w:val="126C1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44577444"/>
    <w:multiLevelType w:val="hybridMultilevel"/>
    <w:tmpl w:val="E5965B30"/>
    <w:lvl w:ilvl="0" w:tplc="3FECC8FA">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1" w15:restartNumberingAfterBreak="0">
    <w:nsid w:val="45D53895"/>
    <w:multiLevelType w:val="hybridMultilevel"/>
    <w:tmpl w:val="D47C56F4"/>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2" w15:restartNumberingAfterBreak="0">
    <w:nsid w:val="4603169C"/>
    <w:multiLevelType w:val="hybridMultilevel"/>
    <w:tmpl w:val="2AE26B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15:restartNumberingAfterBreak="0">
    <w:nsid w:val="46CB2086"/>
    <w:multiLevelType w:val="hybridMultilevel"/>
    <w:tmpl w:val="BBCC2E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15:restartNumberingAfterBreak="0">
    <w:nsid w:val="475A12C8"/>
    <w:multiLevelType w:val="hybridMultilevel"/>
    <w:tmpl w:val="B1EC4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479B4CB3"/>
    <w:multiLevelType w:val="hybridMultilevel"/>
    <w:tmpl w:val="9E164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 w15:restartNumberingAfterBreak="0">
    <w:nsid w:val="47AC5D1C"/>
    <w:multiLevelType w:val="hybridMultilevel"/>
    <w:tmpl w:val="89702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484A052B"/>
    <w:multiLevelType w:val="hybridMultilevel"/>
    <w:tmpl w:val="FCAE6176"/>
    <w:lvl w:ilvl="0" w:tplc="3FECC8F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4A1F4B0F"/>
    <w:multiLevelType w:val="hybridMultilevel"/>
    <w:tmpl w:val="9746EAF4"/>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9" w15:restartNumberingAfterBreak="0">
    <w:nsid w:val="4BD26BEA"/>
    <w:multiLevelType w:val="hybridMultilevel"/>
    <w:tmpl w:val="C0A2BC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0" w15:restartNumberingAfterBreak="0">
    <w:nsid w:val="4BE67D2B"/>
    <w:multiLevelType w:val="hybridMultilevel"/>
    <w:tmpl w:val="09C63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4C133029"/>
    <w:multiLevelType w:val="hybridMultilevel"/>
    <w:tmpl w:val="34A632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2" w15:restartNumberingAfterBreak="0">
    <w:nsid w:val="4C231A22"/>
    <w:multiLevelType w:val="hybridMultilevel"/>
    <w:tmpl w:val="82DCB1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3" w15:restartNumberingAfterBreak="0">
    <w:nsid w:val="4C651564"/>
    <w:multiLevelType w:val="hybridMultilevel"/>
    <w:tmpl w:val="A1EA28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4" w15:restartNumberingAfterBreak="0">
    <w:nsid w:val="4FE12C27"/>
    <w:multiLevelType w:val="hybridMultilevel"/>
    <w:tmpl w:val="C478C51C"/>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5" w15:restartNumberingAfterBreak="0">
    <w:nsid w:val="5080012D"/>
    <w:multiLevelType w:val="hybridMultilevel"/>
    <w:tmpl w:val="D120451E"/>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6" w15:restartNumberingAfterBreak="0">
    <w:nsid w:val="50A87C2E"/>
    <w:multiLevelType w:val="hybridMultilevel"/>
    <w:tmpl w:val="65DE5F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510D23D9"/>
    <w:multiLevelType w:val="hybridMultilevel"/>
    <w:tmpl w:val="EADCA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15:restartNumberingAfterBreak="0">
    <w:nsid w:val="51963CCB"/>
    <w:multiLevelType w:val="hybridMultilevel"/>
    <w:tmpl w:val="5B7E68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9" w15:restartNumberingAfterBreak="0">
    <w:nsid w:val="520F4952"/>
    <w:multiLevelType w:val="hybridMultilevel"/>
    <w:tmpl w:val="FEBCFD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56C3499A"/>
    <w:multiLevelType w:val="hybridMultilevel"/>
    <w:tmpl w:val="B6CE6C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1" w15:restartNumberingAfterBreak="0">
    <w:nsid w:val="575E670B"/>
    <w:multiLevelType w:val="hybridMultilevel"/>
    <w:tmpl w:val="C7E65C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58753C13"/>
    <w:multiLevelType w:val="hybridMultilevel"/>
    <w:tmpl w:val="200AA3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3" w15:restartNumberingAfterBreak="0">
    <w:nsid w:val="58BE379C"/>
    <w:multiLevelType w:val="hybridMultilevel"/>
    <w:tmpl w:val="3E92E5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4" w15:restartNumberingAfterBreak="0">
    <w:nsid w:val="5B017BFF"/>
    <w:multiLevelType w:val="hybridMultilevel"/>
    <w:tmpl w:val="07BC18C6"/>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5" w15:restartNumberingAfterBreak="0">
    <w:nsid w:val="5BAD4133"/>
    <w:multiLevelType w:val="hybridMultilevel"/>
    <w:tmpl w:val="801077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6" w15:restartNumberingAfterBreak="0">
    <w:nsid w:val="5D4E3920"/>
    <w:multiLevelType w:val="hybridMultilevel"/>
    <w:tmpl w:val="8DEC30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7" w15:restartNumberingAfterBreak="0">
    <w:nsid w:val="5DA84A00"/>
    <w:multiLevelType w:val="hybridMultilevel"/>
    <w:tmpl w:val="6C2E78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15:restartNumberingAfterBreak="0">
    <w:nsid w:val="60492E35"/>
    <w:multiLevelType w:val="hybridMultilevel"/>
    <w:tmpl w:val="46B627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9" w15:restartNumberingAfterBreak="0">
    <w:nsid w:val="60F02C20"/>
    <w:multiLevelType w:val="hybridMultilevel"/>
    <w:tmpl w:val="EA52C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0" w15:restartNumberingAfterBreak="0">
    <w:nsid w:val="63370852"/>
    <w:multiLevelType w:val="hybridMultilevel"/>
    <w:tmpl w:val="9ED022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1" w15:restartNumberingAfterBreak="0">
    <w:nsid w:val="635B6414"/>
    <w:multiLevelType w:val="hybridMultilevel"/>
    <w:tmpl w:val="974475E4"/>
    <w:lvl w:ilvl="0" w:tplc="ACE4311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45025A4"/>
    <w:multiLevelType w:val="hybridMultilevel"/>
    <w:tmpl w:val="F828A4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3" w15:restartNumberingAfterBreak="0">
    <w:nsid w:val="6476545D"/>
    <w:multiLevelType w:val="hybridMultilevel"/>
    <w:tmpl w:val="518239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4" w15:restartNumberingAfterBreak="0">
    <w:nsid w:val="65220BDB"/>
    <w:multiLevelType w:val="hybridMultilevel"/>
    <w:tmpl w:val="3C26CE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5" w15:restartNumberingAfterBreak="0">
    <w:nsid w:val="670E4A28"/>
    <w:multiLevelType w:val="hybridMultilevel"/>
    <w:tmpl w:val="9190B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6" w15:restartNumberingAfterBreak="0">
    <w:nsid w:val="68595DFC"/>
    <w:multiLevelType w:val="hybridMultilevel"/>
    <w:tmpl w:val="96BE91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7" w15:restartNumberingAfterBreak="0">
    <w:nsid w:val="689863B6"/>
    <w:multiLevelType w:val="hybridMultilevel"/>
    <w:tmpl w:val="0FC6A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68B00211"/>
    <w:multiLevelType w:val="hybridMultilevel"/>
    <w:tmpl w:val="036CAE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9" w15:restartNumberingAfterBreak="0">
    <w:nsid w:val="68E0248E"/>
    <w:multiLevelType w:val="hybridMultilevel"/>
    <w:tmpl w:val="26700D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0" w15:restartNumberingAfterBreak="0">
    <w:nsid w:val="69FB12DA"/>
    <w:multiLevelType w:val="hybridMultilevel"/>
    <w:tmpl w:val="B8868D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1" w15:restartNumberingAfterBreak="0">
    <w:nsid w:val="6A2012C2"/>
    <w:multiLevelType w:val="hybridMultilevel"/>
    <w:tmpl w:val="93187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2" w15:restartNumberingAfterBreak="0">
    <w:nsid w:val="6AC60E8C"/>
    <w:multiLevelType w:val="hybridMultilevel"/>
    <w:tmpl w:val="A122410E"/>
    <w:lvl w:ilvl="0" w:tplc="4F96B128">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3" w15:restartNumberingAfterBreak="0">
    <w:nsid w:val="6B6306F9"/>
    <w:multiLevelType w:val="hybridMultilevel"/>
    <w:tmpl w:val="E3189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 w15:restartNumberingAfterBreak="0">
    <w:nsid w:val="6D036486"/>
    <w:multiLevelType w:val="hybridMultilevel"/>
    <w:tmpl w:val="45AE8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6DF224C2"/>
    <w:multiLevelType w:val="hybridMultilevel"/>
    <w:tmpl w:val="71D681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6" w15:restartNumberingAfterBreak="0">
    <w:nsid w:val="6E2267FC"/>
    <w:multiLevelType w:val="hybridMultilevel"/>
    <w:tmpl w:val="0D3885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7" w15:restartNumberingAfterBreak="0">
    <w:nsid w:val="6ED12884"/>
    <w:multiLevelType w:val="hybridMultilevel"/>
    <w:tmpl w:val="2BA6F564"/>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8" w15:restartNumberingAfterBreak="0">
    <w:nsid w:val="6F0B37C8"/>
    <w:multiLevelType w:val="hybridMultilevel"/>
    <w:tmpl w:val="84ECFB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9" w15:restartNumberingAfterBreak="0">
    <w:nsid w:val="6F527A43"/>
    <w:multiLevelType w:val="hybridMultilevel"/>
    <w:tmpl w:val="D1C06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6F585752"/>
    <w:multiLevelType w:val="hybridMultilevel"/>
    <w:tmpl w:val="414AF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1" w15:restartNumberingAfterBreak="0">
    <w:nsid w:val="6F9F6872"/>
    <w:multiLevelType w:val="hybridMultilevel"/>
    <w:tmpl w:val="34EEF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2" w15:restartNumberingAfterBreak="0">
    <w:nsid w:val="70FA09AC"/>
    <w:multiLevelType w:val="hybridMultilevel"/>
    <w:tmpl w:val="8D0817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3" w15:restartNumberingAfterBreak="0">
    <w:nsid w:val="72045088"/>
    <w:multiLevelType w:val="hybridMultilevel"/>
    <w:tmpl w:val="945024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4" w15:restartNumberingAfterBreak="0">
    <w:nsid w:val="73A30069"/>
    <w:multiLevelType w:val="hybridMultilevel"/>
    <w:tmpl w:val="55ECCA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5" w15:restartNumberingAfterBreak="0">
    <w:nsid w:val="73F26481"/>
    <w:multiLevelType w:val="hybridMultilevel"/>
    <w:tmpl w:val="F0EE9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6" w15:restartNumberingAfterBreak="0">
    <w:nsid w:val="745061C4"/>
    <w:multiLevelType w:val="hybridMultilevel"/>
    <w:tmpl w:val="6FA2F3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7" w15:restartNumberingAfterBreak="0">
    <w:nsid w:val="748031C6"/>
    <w:multiLevelType w:val="hybridMultilevel"/>
    <w:tmpl w:val="87B25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8" w15:restartNumberingAfterBreak="0">
    <w:nsid w:val="757C732A"/>
    <w:multiLevelType w:val="hybridMultilevel"/>
    <w:tmpl w:val="CF9C1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9" w15:restartNumberingAfterBreak="0">
    <w:nsid w:val="761A06E0"/>
    <w:multiLevelType w:val="hybridMultilevel"/>
    <w:tmpl w:val="E996E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0" w15:restartNumberingAfterBreak="0">
    <w:nsid w:val="766E3A2E"/>
    <w:multiLevelType w:val="hybridMultilevel"/>
    <w:tmpl w:val="7744E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1" w15:restartNumberingAfterBreak="0">
    <w:nsid w:val="76DF1559"/>
    <w:multiLevelType w:val="hybridMultilevel"/>
    <w:tmpl w:val="2AE01D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2" w15:restartNumberingAfterBreak="0">
    <w:nsid w:val="77833492"/>
    <w:multiLevelType w:val="hybridMultilevel"/>
    <w:tmpl w:val="21EA97B2"/>
    <w:lvl w:ilvl="0" w:tplc="ACE4311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3" w15:restartNumberingAfterBreak="0">
    <w:nsid w:val="783312A0"/>
    <w:multiLevelType w:val="hybridMultilevel"/>
    <w:tmpl w:val="62DCE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4" w15:restartNumberingAfterBreak="0">
    <w:nsid w:val="78A933B2"/>
    <w:multiLevelType w:val="hybridMultilevel"/>
    <w:tmpl w:val="E424DF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5" w15:restartNumberingAfterBreak="0">
    <w:nsid w:val="79062F91"/>
    <w:multiLevelType w:val="hybridMultilevel"/>
    <w:tmpl w:val="19BC9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6" w15:restartNumberingAfterBreak="0">
    <w:nsid w:val="79A73B42"/>
    <w:multiLevelType w:val="hybridMultilevel"/>
    <w:tmpl w:val="4C1666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7" w15:restartNumberingAfterBreak="0">
    <w:nsid w:val="7A23526D"/>
    <w:multiLevelType w:val="hybridMultilevel"/>
    <w:tmpl w:val="B5F63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8" w15:restartNumberingAfterBreak="0">
    <w:nsid w:val="7B220FC6"/>
    <w:multiLevelType w:val="hybridMultilevel"/>
    <w:tmpl w:val="B2E462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7B412DF9"/>
    <w:multiLevelType w:val="hybridMultilevel"/>
    <w:tmpl w:val="7F820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7C132958"/>
    <w:multiLevelType w:val="hybridMultilevel"/>
    <w:tmpl w:val="5A98F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1" w15:restartNumberingAfterBreak="0">
    <w:nsid w:val="7C3010AD"/>
    <w:multiLevelType w:val="hybridMultilevel"/>
    <w:tmpl w:val="FF1C7D58"/>
    <w:lvl w:ilvl="0" w:tplc="ACE4311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2" w15:restartNumberingAfterBreak="0">
    <w:nsid w:val="7C854774"/>
    <w:multiLevelType w:val="hybridMultilevel"/>
    <w:tmpl w:val="CDB2CC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3" w15:restartNumberingAfterBreak="0">
    <w:nsid w:val="7CB9106C"/>
    <w:multiLevelType w:val="hybridMultilevel"/>
    <w:tmpl w:val="E5720A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4" w15:restartNumberingAfterBreak="0">
    <w:nsid w:val="7EBA008A"/>
    <w:multiLevelType w:val="hybridMultilevel"/>
    <w:tmpl w:val="D3C83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550266306">
    <w:abstractNumId w:val="32"/>
  </w:num>
  <w:num w:numId="2" w16cid:durableId="68771371">
    <w:abstractNumId w:val="42"/>
  </w:num>
  <w:num w:numId="3" w16cid:durableId="1619289036">
    <w:abstractNumId w:val="98"/>
  </w:num>
  <w:num w:numId="4" w16cid:durableId="2115321809">
    <w:abstractNumId w:val="96"/>
  </w:num>
  <w:num w:numId="5" w16cid:durableId="1945765218">
    <w:abstractNumId w:val="94"/>
  </w:num>
  <w:num w:numId="6" w16cid:durableId="1946767850">
    <w:abstractNumId w:val="141"/>
  </w:num>
  <w:num w:numId="7" w16cid:durableId="1408720682">
    <w:abstractNumId w:val="152"/>
  </w:num>
  <w:num w:numId="8" w16cid:durableId="1345403504">
    <w:abstractNumId w:val="172"/>
  </w:num>
  <w:num w:numId="9" w16cid:durableId="134640252">
    <w:abstractNumId w:val="54"/>
  </w:num>
  <w:num w:numId="10" w16cid:durableId="2059619315">
    <w:abstractNumId w:val="181"/>
  </w:num>
  <w:num w:numId="11" w16cid:durableId="1123307446">
    <w:abstractNumId w:val="97"/>
  </w:num>
  <w:num w:numId="12" w16cid:durableId="2040861386">
    <w:abstractNumId w:val="25"/>
  </w:num>
  <w:num w:numId="13" w16cid:durableId="827135850">
    <w:abstractNumId w:val="45"/>
  </w:num>
  <w:num w:numId="14" w16cid:durableId="284390411">
    <w:abstractNumId w:val="21"/>
  </w:num>
  <w:num w:numId="15" w16cid:durableId="1409301261">
    <w:abstractNumId w:val="107"/>
  </w:num>
  <w:num w:numId="16" w16cid:durableId="1312173155">
    <w:abstractNumId w:val="27"/>
  </w:num>
  <w:num w:numId="17" w16cid:durableId="686293588">
    <w:abstractNumId w:val="93"/>
  </w:num>
  <w:num w:numId="18" w16cid:durableId="807624018">
    <w:abstractNumId w:val="114"/>
  </w:num>
  <w:num w:numId="19" w16cid:durableId="1521701715">
    <w:abstractNumId w:val="55"/>
  </w:num>
  <w:num w:numId="20" w16cid:durableId="1647667237">
    <w:abstractNumId w:val="56"/>
  </w:num>
  <w:num w:numId="21" w16cid:durableId="379089868">
    <w:abstractNumId w:val="144"/>
  </w:num>
  <w:num w:numId="22" w16cid:durableId="922645890">
    <w:abstractNumId w:val="132"/>
  </w:num>
  <w:num w:numId="23" w16cid:durableId="308629054">
    <w:abstractNumId w:val="143"/>
  </w:num>
  <w:num w:numId="24" w16cid:durableId="248008966">
    <w:abstractNumId w:val="52"/>
  </w:num>
  <w:num w:numId="25" w16cid:durableId="1100102991">
    <w:abstractNumId w:val="136"/>
  </w:num>
  <w:num w:numId="26" w16cid:durableId="602374033">
    <w:abstractNumId w:val="130"/>
  </w:num>
  <w:num w:numId="27" w16cid:durableId="1202012006">
    <w:abstractNumId w:val="2"/>
  </w:num>
  <w:num w:numId="28" w16cid:durableId="1161315803">
    <w:abstractNumId w:val="10"/>
  </w:num>
  <w:num w:numId="29" w16cid:durableId="109277747">
    <w:abstractNumId w:val="150"/>
  </w:num>
  <w:num w:numId="30" w16cid:durableId="1026179643">
    <w:abstractNumId w:val="44"/>
  </w:num>
  <w:num w:numId="31" w16cid:durableId="630356484">
    <w:abstractNumId w:val="119"/>
  </w:num>
  <w:num w:numId="32" w16cid:durableId="699429243">
    <w:abstractNumId w:val="92"/>
  </w:num>
  <w:num w:numId="33" w16cid:durableId="1261723250">
    <w:abstractNumId w:val="61"/>
  </w:num>
  <w:num w:numId="34" w16cid:durableId="684599336">
    <w:abstractNumId w:val="36"/>
  </w:num>
  <w:num w:numId="35" w16cid:durableId="1697467993">
    <w:abstractNumId w:val="43"/>
  </w:num>
  <w:num w:numId="36" w16cid:durableId="673536398">
    <w:abstractNumId w:val="85"/>
  </w:num>
  <w:num w:numId="37" w16cid:durableId="1033379416">
    <w:abstractNumId w:val="128"/>
  </w:num>
  <w:num w:numId="38" w16cid:durableId="318655813">
    <w:abstractNumId w:val="121"/>
  </w:num>
  <w:num w:numId="39" w16cid:durableId="2044597419">
    <w:abstractNumId w:val="65"/>
  </w:num>
  <w:num w:numId="40" w16cid:durableId="369184994">
    <w:abstractNumId w:val="13"/>
  </w:num>
  <w:num w:numId="41" w16cid:durableId="802387168">
    <w:abstractNumId w:val="171"/>
  </w:num>
  <w:num w:numId="42" w16cid:durableId="333842389">
    <w:abstractNumId w:val="162"/>
  </w:num>
  <w:num w:numId="43" w16cid:durableId="1530096704">
    <w:abstractNumId w:val="14"/>
  </w:num>
  <w:num w:numId="44" w16cid:durableId="734931596">
    <w:abstractNumId w:val="184"/>
  </w:num>
  <w:num w:numId="45" w16cid:durableId="1052777380">
    <w:abstractNumId w:val="100"/>
  </w:num>
  <w:num w:numId="46" w16cid:durableId="1230532993">
    <w:abstractNumId w:val="149"/>
  </w:num>
  <w:num w:numId="47" w16cid:durableId="143204808">
    <w:abstractNumId w:val="50"/>
  </w:num>
  <w:num w:numId="48" w16cid:durableId="1536962732">
    <w:abstractNumId w:val="176"/>
  </w:num>
  <w:num w:numId="49" w16cid:durableId="2101095070">
    <w:abstractNumId w:val="182"/>
  </w:num>
  <w:num w:numId="50" w16cid:durableId="1257858200">
    <w:abstractNumId w:val="53"/>
  </w:num>
  <w:num w:numId="51" w16cid:durableId="1212613185">
    <w:abstractNumId w:val="40"/>
  </w:num>
  <w:num w:numId="52" w16cid:durableId="1522545247">
    <w:abstractNumId w:val="5"/>
  </w:num>
  <w:num w:numId="53" w16cid:durableId="275527636">
    <w:abstractNumId w:val="6"/>
  </w:num>
  <w:num w:numId="54" w16cid:durableId="2094474309">
    <w:abstractNumId w:val="170"/>
  </w:num>
  <w:num w:numId="55" w16cid:durableId="1977829163">
    <w:abstractNumId w:val="155"/>
  </w:num>
  <w:num w:numId="56" w16cid:durableId="1691641676">
    <w:abstractNumId w:val="19"/>
  </w:num>
  <w:num w:numId="57" w16cid:durableId="432287865">
    <w:abstractNumId w:val="84"/>
  </w:num>
  <w:num w:numId="58" w16cid:durableId="217204900">
    <w:abstractNumId w:val="163"/>
  </w:num>
  <w:num w:numId="59" w16cid:durableId="698970463">
    <w:abstractNumId w:val="177"/>
  </w:num>
  <w:num w:numId="60" w16cid:durableId="866287046">
    <w:abstractNumId w:val="165"/>
  </w:num>
  <w:num w:numId="61" w16cid:durableId="1710762038">
    <w:abstractNumId w:val="4"/>
  </w:num>
  <w:num w:numId="62" w16cid:durableId="287125836">
    <w:abstractNumId w:val="168"/>
  </w:num>
  <w:num w:numId="63" w16cid:durableId="1290936000">
    <w:abstractNumId w:val="8"/>
  </w:num>
  <w:num w:numId="64" w16cid:durableId="1830900929">
    <w:abstractNumId w:val="101"/>
  </w:num>
  <w:num w:numId="65" w16cid:durableId="2005206410">
    <w:abstractNumId w:val="129"/>
  </w:num>
  <w:num w:numId="66" w16cid:durableId="849415364">
    <w:abstractNumId w:val="104"/>
  </w:num>
  <w:num w:numId="67" w16cid:durableId="498927618">
    <w:abstractNumId w:val="20"/>
  </w:num>
  <w:num w:numId="68" w16cid:durableId="663434562">
    <w:abstractNumId w:val="148"/>
  </w:num>
  <w:num w:numId="69" w16cid:durableId="2140150029">
    <w:abstractNumId w:val="113"/>
  </w:num>
  <w:num w:numId="70" w16cid:durableId="1499005001">
    <w:abstractNumId w:val="112"/>
  </w:num>
  <w:num w:numId="71" w16cid:durableId="522213272">
    <w:abstractNumId w:val="91"/>
  </w:num>
  <w:num w:numId="72" w16cid:durableId="1930456109">
    <w:abstractNumId w:val="60"/>
  </w:num>
  <w:num w:numId="73" w16cid:durableId="938833046">
    <w:abstractNumId w:val="51"/>
  </w:num>
  <w:num w:numId="74" w16cid:durableId="1440220712">
    <w:abstractNumId w:val="77"/>
  </w:num>
  <w:num w:numId="75" w16cid:durableId="1798184855">
    <w:abstractNumId w:val="69"/>
  </w:num>
  <w:num w:numId="76" w16cid:durableId="1613397039">
    <w:abstractNumId w:val="120"/>
  </w:num>
  <w:num w:numId="77" w16cid:durableId="1944992944">
    <w:abstractNumId w:val="39"/>
  </w:num>
  <w:num w:numId="78" w16cid:durableId="483817535">
    <w:abstractNumId w:val="173"/>
  </w:num>
  <w:num w:numId="79" w16cid:durableId="18943647">
    <w:abstractNumId w:val="161"/>
  </w:num>
  <w:num w:numId="80" w16cid:durableId="831482641">
    <w:abstractNumId w:val="142"/>
  </w:num>
  <w:num w:numId="81" w16cid:durableId="1335303876">
    <w:abstractNumId w:val="31"/>
  </w:num>
  <w:num w:numId="82" w16cid:durableId="1348563210">
    <w:abstractNumId w:val="123"/>
  </w:num>
  <w:num w:numId="83" w16cid:durableId="1172914187">
    <w:abstractNumId w:val="46"/>
  </w:num>
  <w:num w:numId="84" w16cid:durableId="286787601">
    <w:abstractNumId w:val="139"/>
  </w:num>
  <w:num w:numId="85" w16cid:durableId="1316060643">
    <w:abstractNumId w:val="81"/>
  </w:num>
  <w:num w:numId="86" w16cid:durableId="618225675">
    <w:abstractNumId w:val="67"/>
  </w:num>
  <w:num w:numId="87" w16cid:durableId="1913657116">
    <w:abstractNumId w:val="26"/>
  </w:num>
  <w:num w:numId="88" w16cid:durableId="2143376831">
    <w:abstractNumId w:val="88"/>
  </w:num>
  <w:num w:numId="89" w16cid:durableId="1717850376">
    <w:abstractNumId w:val="1"/>
  </w:num>
  <w:num w:numId="90" w16cid:durableId="1423263316">
    <w:abstractNumId w:val="78"/>
  </w:num>
  <w:num w:numId="91" w16cid:durableId="1589728037">
    <w:abstractNumId w:val="0"/>
  </w:num>
  <w:num w:numId="92" w16cid:durableId="1171025995">
    <w:abstractNumId w:val="109"/>
  </w:num>
  <w:num w:numId="93" w16cid:durableId="1096054203">
    <w:abstractNumId w:val="164"/>
  </w:num>
  <w:num w:numId="94" w16cid:durableId="1283608463">
    <w:abstractNumId w:val="135"/>
  </w:num>
  <w:num w:numId="95" w16cid:durableId="393811">
    <w:abstractNumId w:val="145"/>
  </w:num>
  <w:num w:numId="96" w16cid:durableId="139008166">
    <w:abstractNumId w:val="167"/>
  </w:num>
  <w:num w:numId="97" w16cid:durableId="2014800356">
    <w:abstractNumId w:val="12"/>
  </w:num>
  <w:num w:numId="98" w16cid:durableId="1183129094">
    <w:abstractNumId w:val="183"/>
  </w:num>
  <w:num w:numId="99" w16cid:durableId="485587517">
    <w:abstractNumId w:val="47"/>
  </w:num>
  <w:num w:numId="100" w16cid:durableId="2123114281">
    <w:abstractNumId w:val="106"/>
  </w:num>
  <w:num w:numId="101" w16cid:durableId="152988362">
    <w:abstractNumId w:val="7"/>
  </w:num>
  <w:num w:numId="102" w16cid:durableId="735248828">
    <w:abstractNumId w:val="33"/>
  </w:num>
  <w:num w:numId="103" w16cid:durableId="44530731">
    <w:abstractNumId w:val="147"/>
  </w:num>
  <w:num w:numId="104" w16cid:durableId="53238719">
    <w:abstractNumId w:val="71"/>
  </w:num>
  <w:num w:numId="105" w16cid:durableId="1975987299">
    <w:abstractNumId w:val="38"/>
  </w:num>
  <w:num w:numId="106" w16cid:durableId="1123960719">
    <w:abstractNumId w:val="154"/>
  </w:num>
  <w:num w:numId="107" w16cid:durableId="1774279543">
    <w:abstractNumId w:val="18"/>
  </w:num>
  <w:num w:numId="108" w16cid:durableId="152187053">
    <w:abstractNumId w:val="102"/>
  </w:num>
  <w:num w:numId="109" w16cid:durableId="706293651">
    <w:abstractNumId w:val="83"/>
  </w:num>
  <w:num w:numId="110" w16cid:durableId="254941959">
    <w:abstractNumId w:val="80"/>
  </w:num>
  <w:num w:numId="111" w16cid:durableId="159660644">
    <w:abstractNumId w:val="153"/>
  </w:num>
  <w:num w:numId="112" w16cid:durableId="1588273033">
    <w:abstractNumId w:val="95"/>
  </w:num>
  <w:num w:numId="113" w16cid:durableId="609432126">
    <w:abstractNumId w:val="37"/>
  </w:num>
  <w:num w:numId="114" w16cid:durableId="2039314580">
    <w:abstractNumId w:val="34"/>
  </w:num>
  <w:num w:numId="115" w16cid:durableId="1723211524">
    <w:abstractNumId w:val="159"/>
  </w:num>
  <w:num w:numId="116" w16cid:durableId="1863739111">
    <w:abstractNumId w:val="156"/>
  </w:num>
  <w:num w:numId="117" w16cid:durableId="718548746">
    <w:abstractNumId w:val="140"/>
  </w:num>
  <w:num w:numId="118" w16cid:durableId="859899597">
    <w:abstractNumId w:val="49"/>
  </w:num>
  <w:num w:numId="119" w16cid:durableId="370081932">
    <w:abstractNumId w:val="15"/>
  </w:num>
  <w:num w:numId="120" w16cid:durableId="1038893984">
    <w:abstractNumId w:val="175"/>
  </w:num>
  <w:num w:numId="121" w16cid:durableId="313069882">
    <w:abstractNumId w:val="127"/>
  </w:num>
  <w:num w:numId="122" w16cid:durableId="1934898108">
    <w:abstractNumId w:val="115"/>
  </w:num>
  <w:num w:numId="123" w16cid:durableId="2041081283">
    <w:abstractNumId w:val="68"/>
  </w:num>
  <w:num w:numId="124" w16cid:durableId="1558512289">
    <w:abstractNumId w:val="73"/>
  </w:num>
  <w:num w:numId="125" w16cid:durableId="1153520040">
    <w:abstractNumId w:val="58"/>
  </w:num>
  <w:num w:numId="126" w16cid:durableId="1485663733">
    <w:abstractNumId w:val="108"/>
  </w:num>
  <w:num w:numId="127" w16cid:durableId="2062361881">
    <w:abstractNumId w:val="169"/>
  </w:num>
  <w:num w:numId="128" w16cid:durableId="1540319000">
    <w:abstractNumId w:val="138"/>
  </w:num>
  <w:num w:numId="129" w16cid:durableId="1216045075">
    <w:abstractNumId w:val="28"/>
  </w:num>
  <w:num w:numId="130" w16cid:durableId="1601599780">
    <w:abstractNumId w:val="180"/>
  </w:num>
  <w:num w:numId="131" w16cid:durableId="1661301585">
    <w:abstractNumId w:val="179"/>
  </w:num>
  <w:num w:numId="132" w16cid:durableId="1229341603">
    <w:abstractNumId w:val="74"/>
  </w:num>
  <w:num w:numId="133" w16cid:durableId="1493259125">
    <w:abstractNumId w:val="151"/>
  </w:num>
  <w:num w:numId="134" w16cid:durableId="296768073">
    <w:abstractNumId w:val="137"/>
  </w:num>
  <w:num w:numId="135" w16cid:durableId="702899111">
    <w:abstractNumId w:val="30"/>
  </w:num>
  <w:num w:numId="136" w16cid:durableId="560869081">
    <w:abstractNumId w:val="133"/>
  </w:num>
  <w:num w:numId="137" w16cid:durableId="297608665">
    <w:abstractNumId w:val="41"/>
  </w:num>
  <w:num w:numId="138" w16cid:durableId="1274940853">
    <w:abstractNumId w:val="87"/>
  </w:num>
  <w:num w:numId="139" w16cid:durableId="347290120">
    <w:abstractNumId w:val="178"/>
  </w:num>
  <w:num w:numId="140" w16cid:durableId="994527533">
    <w:abstractNumId w:val="160"/>
  </w:num>
  <w:num w:numId="141" w16cid:durableId="484056113">
    <w:abstractNumId w:val="72"/>
  </w:num>
  <w:num w:numId="142" w16cid:durableId="674844270">
    <w:abstractNumId w:val="158"/>
  </w:num>
  <w:num w:numId="143" w16cid:durableId="289825032">
    <w:abstractNumId w:val="57"/>
  </w:num>
  <w:num w:numId="144" w16cid:durableId="144709251">
    <w:abstractNumId w:val="66"/>
  </w:num>
  <w:num w:numId="145" w16cid:durableId="888683756">
    <w:abstractNumId w:val="166"/>
  </w:num>
  <w:num w:numId="146" w16cid:durableId="1982267679">
    <w:abstractNumId w:val="29"/>
  </w:num>
  <w:num w:numId="147" w16cid:durableId="1298023886">
    <w:abstractNumId w:val="82"/>
  </w:num>
  <w:num w:numId="148" w16cid:durableId="1388259608">
    <w:abstractNumId w:val="89"/>
  </w:num>
  <w:num w:numId="149" w16cid:durableId="280768660">
    <w:abstractNumId w:val="86"/>
  </w:num>
  <w:num w:numId="150" w16cid:durableId="1845390596">
    <w:abstractNumId w:val="116"/>
  </w:num>
  <w:num w:numId="151" w16cid:durableId="730159623">
    <w:abstractNumId w:val="35"/>
  </w:num>
  <w:num w:numId="152" w16cid:durableId="1105925359">
    <w:abstractNumId w:val="105"/>
  </w:num>
  <w:num w:numId="153" w16cid:durableId="115221187">
    <w:abstractNumId w:val="110"/>
  </w:num>
  <w:num w:numId="154" w16cid:durableId="1674450005">
    <w:abstractNumId w:val="117"/>
  </w:num>
  <w:num w:numId="155" w16cid:durableId="2093429396">
    <w:abstractNumId w:val="23"/>
  </w:num>
  <w:num w:numId="156" w16cid:durableId="1645235113">
    <w:abstractNumId w:val="146"/>
  </w:num>
  <w:num w:numId="157" w16cid:durableId="468671168">
    <w:abstractNumId w:val="75"/>
  </w:num>
  <w:num w:numId="158" w16cid:durableId="1442342048">
    <w:abstractNumId w:val="22"/>
  </w:num>
  <w:num w:numId="159" w16cid:durableId="2073651689">
    <w:abstractNumId w:val="122"/>
  </w:num>
  <w:num w:numId="160" w16cid:durableId="2117867587">
    <w:abstractNumId w:val="11"/>
  </w:num>
  <w:num w:numId="161" w16cid:durableId="1193346632">
    <w:abstractNumId w:val="64"/>
  </w:num>
  <w:num w:numId="162" w16cid:durableId="1750343407">
    <w:abstractNumId w:val="111"/>
  </w:num>
  <w:num w:numId="163" w16cid:durableId="792334975">
    <w:abstractNumId w:val="103"/>
  </w:num>
  <w:num w:numId="164" w16cid:durableId="1320038144">
    <w:abstractNumId w:val="126"/>
  </w:num>
  <w:num w:numId="165" w16cid:durableId="237441106">
    <w:abstractNumId w:val="131"/>
  </w:num>
  <w:num w:numId="166" w16cid:durableId="1126847354">
    <w:abstractNumId w:val="62"/>
  </w:num>
  <w:num w:numId="167" w16cid:durableId="1490174013">
    <w:abstractNumId w:val="76"/>
  </w:num>
  <w:num w:numId="168" w16cid:durableId="244268495">
    <w:abstractNumId w:val="174"/>
  </w:num>
  <w:num w:numId="169" w16cid:durableId="745109399">
    <w:abstractNumId w:val="63"/>
  </w:num>
  <w:num w:numId="170" w16cid:durableId="730688183">
    <w:abstractNumId w:val="99"/>
  </w:num>
  <w:num w:numId="171" w16cid:durableId="1141968901">
    <w:abstractNumId w:val="125"/>
  </w:num>
  <w:num w:numId="172" w16cid:durableId="775104654">
    <w:abstractNumId w:val="48"/>
  </w:num>
  <w:num w:numId="173" w16cid:durableId="1977250973">
    <w:abstractNumId w:val="90"/>
  </w:num>
  <w:num w:numId="174" w16cid:durableId="821196308">
    <w:abstractNumId w:val="24"/>
  </w:num>
  <w:num w:numId="175" w16cid:durableId="1005130285">
    <w:abstractNumId w:val="134"/>
  </w:num>
  <w:num w:numId="176" w16cid:durableId="1058170363">
    <w:abstractNumId w:val="16"/>
  </w:num>
  <w:num w:numId="177" w16cid:durableId="915896571">
    <w:abstractNumId w:val="3"/>
  </w:num>
  <w:num w:numId="178" w16cid:durableId="1328482239">
    <w:abstractNumId w:val="118"/>
  </w:num>
  <w:num w:numId="179" w16cid:durableId="1374036123">
    <w:abstractNumId w:val="59"/>
  </w:num>
  <w:num w:numId="180" w16cid:durableId="166556651">
    <w:abstractNumId w:val="124"/>
  </w:num>
  <w:num w:numId="181" w16cid:durableId="2028015917">
    <w:abstractNumId w:val="79"/>
  </w:num>
  <w:num w:numId="182" w16cid:durableId="2029015856">
    <w:abstractNumId w:val="157"/>
  </w:num>
  <w:num w:numId="183" w16cid:durableId="1176923996">
    <w:abstractNumId w:val="17"/>
  </w:num>
  <w:num w:numId="184" w16cid:durableId="1836266126">
    <w:abstractNumId w:val="70"/>
  </w:num>
  <w:num w:numId="185" w16cid:durableId="730158769">
    <w:abstractNumId w:val="9"/>
  </w:num>
  <w:numIdMacAtCleanup w:val="1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1DA0"/>
    <w:rsid w:val="000020BA"/>
    <w:rsid w:val="00003B78"/>
    <w:rsid w:val="00003D39"/>
    <w:rsid w:val="000040D9"/>
    <w:rsid w:val="0000692C"/>
    <w:rsid w:val="0001032B"/>
    <w:rsid w:val="00010858"/>
    <w:rsid w:val="0001162B"/>
    <w:rsid w:val="00012A85"/>
    <w:rsid w:val="00013762"/>
    <w:rsid w:val="000210B3"/>
    <w:rsid w:val="00024C81"/>
    <w:rsid w:val="00027297"/>
    <w:rsid w:val="00027C8A"/>
    <w:rsid w:val="00032C65"/>
    <w:rsid w:val="00034860"/>
    <w:rsid w:val="00035A1F"/>
    <w:rsid w:val="00035B5B"/>
    <w:rsid w:val="00035F27"/>
    <w:rsid w:val="00036759"/>
    <w:rsid w:val="0004086D"/>
    <w:rsid w:val="00040EF0"/>
    <w:rsid w:val="000418E0"/>
    <w:rsid w:val="000429B6"/>
    <w:rsid w:val="00044E13"/>
    <w:rsid w:val="000462D0"/>
    <w:rsid w:val="000532CB"/>
    <w:rsid w:val="000554B6"/>
    <w:rsid w:val="00056119"/>
    <w:rsid w:val="000571DF"/>
    <w:rsid w:val="00057EFE"/>
    <w:rsid w:val="0006204E"/>
    <w:rsid w:val="000625C1"/>
    <w:rsid w:val="000636DA"/>
    <w:rsid w:val="00063B2B"/>
    <w:rsid w:val="00063B58"/>
    <w:rsid w:val="00063CE6"/>
    <w:rsid w:val="00063E5F"/>
    <w:rsid w:val="00064A91"/>
    <w:rsid w:val="0006721B"/>
    <w:rsid w:val="00070359"/>
    <w:rsid w:val="00070C95"/>
    <w:rsid w:val="00072298"/>
    <w:rsid w:val="00072C1F"/>
    <w:rsid w:val="000744F7"/>
    <w:rsid w:val="00075ED0"/>
    <w:rsid w:val="00076AF4"/>
    <w:rsid w:val="000773AB"/>
    <w:rsid w:val="00080CD1"/>
    <w:rsid w:val="0008198F"/>
    <w:rsid w:val="00081AFF"/>
    <w:rsid w:val="00082AB6"/>
    <w:rsid w:val="000903D7"/>
    <w:rsid w:val="00090F4C"/>
    <w:rsid w:val="00093F5B"/>
    <w:rsid w:val="00094EA2"/>
    <w:rsid w:val="00096AC5"/>
    <w:rsid w:val="0009707A"/>
    <w:rsid w:val="000A06D9"/>
    <w:rsid w:val="000A15A7"/>
    <w:rsid w:val="000A1E70"/>
    <w:rsid w:val="000A4090"/>
    <w:rsid w:val="000A5D38"/>
    <w:rsid w:val="000A7B23"/>
    <w:rsid w:val="000B0A34"/>
    <w:rsid w:val="000B1E88"/>
    <w:rsid w:val="000B4619"/>
    <w:rsid w:val="000B4628"/>
    <w:rsid w:val="000C0E2B"/>
    <w:rsid w:val="000C27D6"/>
    <w:rsid w:val="000C5345"/>
    <w:rsid w:val="000D0B57"/>
    <w:rsid w:val="000D264F"/>
    <w:rsid w:val="000D3A29"/>
    <w:rsid w:val="000D3B6B"/>
    <w:rsid w:val="000D3C88"/>
    <w:rsid w:val="000D4792"/>
    <w:rsid w:val="000D4CB1"/>
    <w:rsid w:val="000D50C3"/>
    <w:rsid w:val="000D5C76"/>
    <w:rsid w:val="000D6331"/>
    <w:rsid w:val="000E0C82"/>
    <w:rsid w:val="000E0FAB"/>
    <w:rsid w:val="000E22E2"/>
    <w:rsid w:val="000E794C"/>
    <w:rsid w:val="000F01BF"/>
    <w:rsid w:val="000F10A1"/>
    <w:rsid w:val="000F1280"/>
    <w:rsid w:val="000F3ED8"/>
    <w:rsid w:val="000F40CD"/>
    <w:rsid w:val="000F630B"/>
    <w:rsid w:val="00100AF4"/>
    <w:rsid w:val="00100DE4"/>
    <w:rsid w:val="001024A7"/>
    <w:rsid w:val="00102A28"/>
    <w:rsid w:val="00102DA9"/>
    <w:rsid w:val="0010435F"/>
    <w:rsid w:val="00105193"/>
    <w:rsid w:val="00107AFA"/>
    <w:rsid w:val="00112A82"/>
    <w:rsid w:val="001132ED"/>
    <w:rsid w:val="00113721"/>
    <w:rsid w:val="001161BE"/>
    <w:rsid w:val="00116A2E"/>
    <w:rsid w:val="00117AED"/>
    <w:rsid w:val="00122609"/>
    <w:rsid w:val="00123E9C"/>
    <w:rsid w:val="00124662"/>
    <w:rsid w:val="001250CC"/>
    <w:rsid w:val="001259B7"/>
    <w:rsid w:val="00126317"/>
    <w:rsid w:val="00126511"/>
    <w:rsid w:val="00126560"/>
    <w:rsid w:val="00126669"/>
    <w:rsid w:val="00127DE5"/>
    <w:rsid w:val="0013069B"/>
    <w:rsid w:val="001306D6"/>
    <w:rsid w:val="00130F7C"/>
    <w:rsid w:val="00133570"/>
    <w:rsid w:val="0013412E"/>
    <w:rsid w:val="00134922"/>
    <w:rsid w:val="00134A10"/>
    <w:rsid w:val="00135297"/>
    <w:rsid w:val="00136D36"/>
    <w:rsid w:val="00137146"/>
    <w:rsid w:val="0013794A"/>
    <w:rsid w:val="001414C7"/>
    <w:rsid w:val="0014629D"/>
    <w:rsid w:val="00152E15"/>
    <w:rsid w:val="00153ADB"/>
    <w:rsid w:val="00153EEC"/>
    <w:rsid w:val="00154848"/>
    <w:rsid w:val="00161584"/>
    <w:rsid w:val="00164210"/>
    <w:rsid w:val="001642FE"/>
    <w:rsid w:val="00165E8B"/>
    <w:rsid w:val="00166885"/>
    <w:rsid w:val="00171350"/>
    <w:rsid w:val="00171CB7"/>
    <w:rsid w:val="0017259D"/>
    <w:rsid w:val="001759B2"/>
    <w:rsid w:val="0017640A"/>
    <w:rsid w:val="0017713D"/>
    <w:rsid w:val="00180F6A"/>
    <w:rsid w:val="00181174"/>
    <w:rsid w:val="00182266"/>
    <w:rsid w:val="00182431"/>
    <w:rsid w:val="00183375"/>
    <w:rsid w:val="00185574"/>
    <w:rsid w:val="00190D63"/>
    <w:rsid w:val="0019153B"/>
    <w:rsid w:val="0019205D"/>
    <w:rsid w:val="00194C52"/>
    <w:rsid w:val="00195896"/>
    <w:rsid w:val="00196FA6"/>
    <w:rsid w:val="00197A45"/>
    <w:rsid w:val="001A088D"/>
    <w:rsid w:val="001A0BE1"/>
    <w:rsid w:val="001A2450"/>
    <w:rsid w:val="001A2644"/>
    <w:rsid w:val="001A4A36"/>
    <w:rsid w:val="001A7B4B"/>
    <w:rsid w:val="001A7C68"/>
    <w:rsid w:val="001B1730"/>
    <w:rsid w:val="001B2067"/>
    <w:rsid w:val="001B45AA"/>
    <w:rsid w:val="001B4B05"/>
    <w:rsid w:val="001B6D01"/>
    <w:rsid w:val="001B6F82"/>
    <w:rsid w:val="001B7631"/>
    <w:rsid w:val="001B7F51"/>
    <w:rsid w:val="001C0378"/>
    <w:rsid w:val="001C0BC5"/>
    <w:rsid w:val="001C2727"/>
    <w:rsid w:val="001C2EEB"/>
    <w:rsid w:val="001C423D"/>
    <w:rsid w:val="001C62FE"/>
    <w:rsid w:val="001C64DE"/>
    <w:rsid w:val="001C7BE6"/>
    <w:rsid w:val="001D5203"/>
    <w:rsid w:val="001D606F"/>
    <w:rsid w:val="001D714C"/>
    <w:rsid w:val="001D7B8E"/>
    <w:rsid w:val="001D7C39"/>
    <w:rsid w:val="001E094D"/>
    <w:rsid w:val="001E1554"/>
    <w:rsid w:val="001E2A62"/>
    <w:rsid w:val="001E313A"/>
    <w:rsid w:val="001E43D4"/>
    <w:rsid w:val="001E4A6A"/>
    <w:rsid w:val="001E5148"/>
    <w:rsid w:val="001E51D5"/>
    <w:rsid w:val="001E61C8"/>
    <w:rsid w:val="001E6DE7"/>
    <w:rsid w:val="001E7326"/>
    <w:rsid w:val="001E7736"/>
    <w:rsid w:val="001E7CD7"/>
    <w:rsid w:val="001F11A6"/>
    <w:rsid w:val="001F16A6"/>
    <w:rsid w:val="001F2FCE"/>
    <w:rsid w:val="001F4214"/>
    <w:rsid w:val="001F60AD"/>
    <w:rsid w:val="001F7CCC"/>
    <w:rsid w:val="00200C4F"/>
    <w:rsid w:val="002029B5"/>
    <w:rsid w:val="00204782"/>
    <w:rsid w:val="00204A08"/>
    <w:rsid w:val="00205182"/>
    <w:rsid w:val="00206DA6"/>
    <w:rsid w:val="00210D82"/>
    <w:rsid w:val="0021198F"/>
    <w:rsid w:val="00213218"/>
    <w:rsid w:val="002141A9"/>
    <w:rsid w:val="00216120"/>
    <w:rsid w:val="0021663A"/>
    <w:rsid w:val="0021697C"/>
    <w:rsid w:val="0022013A"/>
    <w:rsid w:val="002206EC"/>
    <w:rsid w:val="00223404"/>
    <w:rsid w:val="002244F4"/>
    <w:rsid w:val="00224D7C"/>
    <w:rsid w:val="002267BA"/>
    <w:rsid w:val="0022792D"/>
    <w:rsid w:val="00230BD2"/>
    <w:rsid w:val="00230BFE"/>
    <w:rsid w:val="002313BB"/>
    <w:rsid w:val="002327E8"/>
    <w:rsid w:val="00233838"/>
    <w:rsid w:val="00234315"/>
    <w:rsid w:val="0023553E"/>
    <w:rsid w:val="00237E86"/>
    <w:rsid w:val="00240E22"/>
    <w:rsid w:val="002431CC"/>
    <w:rsid w:val="0024364D"/>
    <w:rsid w:val="00244923"/>
    <w:rsid w:val="002455E1"/>
    <w:rsid w:val="00250388"/>
    <w:rsid w:val="002503D7"/>
    <w:rsid w:val="00250FBD"/>
    <w:rsid w:val="002538D5"/>
    <w:rsid w:val="00254476"/>
    <w:rsid w:val="00255783"/>
    <w:rsid w:val="00255AF8"/>
    <w:rsid w:val="00256888"/>
    <w:rsid w:val="00261B43"/>
    <w:rsid w:val="00262B56"/>
    <w:rsid w:val="00262E14"/>
    <w:rsid w:val="002713DC"/>
    <w:rsid w:val="002731D9"/>
    <w:rsid w:val="00273525"/>
    <w:rsid w:val="00275E35"/>
    <w:rsid w:val="0027701F"/>
    <w:rsid w:val="002803DD"/>
    <w:rsid w:val="002808A4"/>
    <w:rsid w:val="00281438"/>
    <w:rsid w:val="00281695"/>
    <w:rsid w:val="002828C3"/>
    <w:rsid w:val="00283263"/>
    <w:rsid w:val="0028415E"/>
    <w:rsid w:val="00285522"/>
    <w:rsid w:val="00287A2D"/>
    <w:rsid w:val="00290185"/>
    <w:rsid w:val="00292B72"/>
    <w:rsid w:val="002A275B"/>
    <w:rsid w:val="002A2FC3"/>
    <w:rsid w:val="002A3225"/>
    <w:rsid w:val="002A4F81"/>
    <w:rsid w:val="002A6CEA"/>
    <w:rsid w:val="002A6DA8"/>
    <w:rsid w:val="002A749B"/>
    <w:rsid w:val="002A7C34"/>
    <w:rsid w:val="002B0BDB"/>
    <w:rsid w:val="002B0C9D"/>
    <w:rsid w:val="002B17DF"/>
    <w:rsid w:val="002B24A6"/>
    <w:rsid w:val="002B4C06"/>
    <w:rsid w:val="002B50CC"/>
    <w:rsid w:val="002C017C"/>
    <w:rsid w:val="002C1A0E"/>
    <w:rsid w:val="002C218D"/>
    <w:rsid w:val="002C22BE"/>
    <w:rsid w:val="002C3B8F"/>
    <w:rsid w:val="002C3DB7"/>
    <w:rsid w:val="002C52F8"/>
    <w:rsid w:val="002C62A0"/>
    <w:rsid w:val="002C7474"/>
    <w:rsid w:val="002C7C8A"/>
    <w:rsid w:val="002D00A9"/>
    <w:rsid w:val="002D155C"/>
    <w:rsid w:val="002D32EE"/>
    <w:rsid w:val="002D35F1"/>
    <w:rsid w:val="002D44D0"/>
    <w:rsid w:val="002D60FF"/>
    <w:rsid w:val="002E25CA"/>
    <w:rsid w:val="002E4B7C"/>
    <w:rsid w:val="002E51BF"/>
    <w:rsid w:val="002E6747"/>
    <w:rsid w:val="002E7E5B"/>
    <w:rsid w:val="002F0F1E"/>
    <w:rsid w:val="002F136A"/>
    <w:rsid w:val="002F145D"/>
    <w:rsid w:val="002F2162"/>
    <w:rsid w:val="002F2BCE"/>
    <w:rsid w:val="002F2F8A"/>
    <w:rsid w:val="002F68C8"/>
    <w:rsid w:val="002F6BB0"/>
    <w:rsid w:val="003018EC"/>
    <w:rsid w:val="00301E79"/>
    <w:rsid w:val="00302620"/>
    <w:rsid w:val="0030376A"/>
    <w:rsid w:val="00304413"/>
    <w:rsid w:val="0030481A"/>
    <w:rsid w:val="00305518"/>
    <w:rsid w:val="00305991"/>
    <w:rsid w:val="0031106A"/>
    <w:rsid w:val="00311C72"/>
    <w:rsid w:val="00312AD5"/>
    <w:rsid w:val="00317259"/>
    <w:rsid w:val="003173AC"/>
    <w:rsid w:val="003175B1"/>
    <w:rsid w:val="003179D3"/>
    <w:rsid w:val="00320649"/>
    <w:rsid w:val="00320B0F"/>
    <w:rsid w:val="00324AC1"/>
    <w:rsid w:val="00326772"/>
    <w:rsid w:val="00327953"/>
    <w:rsid w:val="00331521"/>
    <w:rsid w:val="00333C69"/>
    <w:rsid w:val="00333EB1"/>
    <w:rsid w:val="00334301"/>
    <w:rsid w:val="00334EFE"/>
    <w:rsid w:val="00340BAF"/>
    <w:rsid w:val="00342F12"/>
    <w:rsid w:val="003466F5"/>
    <w:rsid w:val="00346C17"/>
    <w:rsid w:val="003471C5"/>
    <w:rsid w:val="00347DEF"/>
    <w:rsid w:val="00354C2F"/>
    <w:rsid w:val="0035546C"/>
    <w:rsid w:val="003578B8"/>
    <w:rsid w:val="00360CF1"/>
    <w:rsid w:val="00362B15"/>
    <w:rsid w:val="0036319B"/>
    <w:rsid w:val="00370CEF"/>
    <w:rsid w:val="00370F95"/>
    <w:rsid w:val="00372FB3"/>
    <w:rsid w:val="00374A87"/>
    <w:rsid w:val="00375034"/>
    <w:rsid w:val="00375DA4"/>
    <w:rsid w:val="00376CB6"/>
    <w:rsid w:val="003824A8"/>
    <w:rsid w:val="00382867"/>
    <w:rsid w:val="00383504"/>
    <w:rsid w:val="0038364B"/>
    <w:rsid w:val="00385936"/>
    <w:rsid w:val="003862D4"/>
    <w:rsid w:val="00387EA2"/>
    <w:rsid w:val="0039254C"/>
    <w:rsid w:val="00392EB0"/>
    <w:rsid w:val="003934E1"/>
    <w:rsid w:val="0039612D"/>
    <w:rsid w:val="003961C6"/>
    <w:rsid w:val="00396404"/>
    <w:rsid w:val="00396A61"/>
    <w:rsid w:val="00397DB7"/>
    <w:rsid w:val="003A01BD"/>
    <w:rsid w:val="003A0412"/>
    <w:rsid w:val="003A2601"/>
    <w:rsid w:val="003A2B03"/>
    <w:rsid w:val="003A366A"/>
    <w:rsid w:val="003A584F"/>
    <w:rsid w:val="003A75C4"/>
    <w:rsid w:val="003A7C46"/>
    <w:rsid w:val="003B35F2"/>
    <w:rsid w:val="003B3E67"/>
    <w:rsid w:val="003B3F1C"/>
    <w:rsid w:val="003B5CBE"/>
    <w:rsid w:val="003B6B27"/>
    <w:rsid w:val="003B714D"/>
    <w:rsid w:val="003C1D0F"/>
    <w:rsid w:val="003C3FEC"/>
    <w:rsid w:val="003C415E"/>
    <w:rsid w:val="003C41E5"/>
    <w:rsid w:val="003D3ED6"/>
    <w:rsid w:val="003D4988"/>
    <w:rsid w:val="003D4E3C"/>
    <w:rsid w:val="003D66F8"/>
    <w:rsid w:val="003D7EDB"/>
    <w:rsid w:val="003E3677"/>
    <w:rsid w:val="003E3843"/>
    <w:rsid w:val="003E6082"/>
    <w:rsid w:val="003E6C67"/>
    <w:rsid w:val="003E775A"/>
    <w:rsid w:val="003F3043"/>
    <w:rsid w:val="003F3253"/>
    <w:rsid w:val="003F3AA5"/>
    <w:rsid w:val="003F45E9"/>
    <w:rsid w:val="003F6DBA"/>
    <w:rsid w:val="003F70D2"/>
    <w:rsid w:val="003F73A3"/>
    <w:rsid w:val="004005C1"/>
    <w:rsid w:val="004011AB"/>
    <w:rsid w:val="004028DE"/>
    <w:rsid w:val="00403143"/>
    <w:rsid w:val="004036ED"/>
    <w:rsid w:val="00403A62"/>
    <w:rsid w:val="004050D9"/>
    <w:rsid w:val="00405275"/>
    <w:rsid w:val="004057E7"/>
    <w:rsid w:val="004060A2"/>
    <w:rsid w:val="00410882"/>
    <w:rsid w:val="00411039"/>
    <w:rsid w:val="00415366"/>
    <w:rsid w:val="00415881"/>
    <w:rsid w:val="00416B01"/>
    <w:rsid w:val="0041733B"/>
    <w:rsid w:val="004204B8"/>
    <w:rsid w:val="004232FF"/>
    <w:rsid w:val="00423322"/>
    <w:rsid w:val="004256EE"/>
    <w:rsid w:val="0042725F"/>
    <w:rsid w:val="004278C1"/>
    <w:rsid w:val="00432C17"/>
    <w:rsid w:val="00433536"/>
    <w:rsid w:val="00434CBC"/>
    <w:rsid w:val="004351CE"/>
    <w:rsid w:val="00436261"/>
    <w:rsid w:val="004366DE"/>
    <w:rsid w:val="00443796"/>
    <w:rsid w:val="004437DE"/>
    <w:rsid w:val="004447EB"/>
    <w:rsid w:val="00450394"/>
    <w:rsid w:val="0045095C"/>
    <w:rsid w:val="004519D0"/>
    <w:rsid w:val="0045424C"/>
    <w:rsid w:val="004553D1"/>
    <w:rsid w:val="00457D67"/>
    <w:rsid w:val="00460209"/>
    <w:rsid w:val="00461349"/>
    <w:rsid w:val="00465F17"/>
    <w:rsid w:val="00466297"/>
    <w:rsid w:val="00466AC3"/>
    <w:rsid w:val="0046710A"/>
    <w:rsid w:val="00472B13"/>
    <w:rsid w:val="00472BE3"/>
    <w:rsid w:val="00474E6D"/>
    <w:rsid w:val="004776AE"/>
    <w:rsid w:val="00481978"/>
    <w:rsid w:val="00481D46"/>
    <w:rsid w:val="00482964"/>
    <w:rsid w:val="004834F1"/>
    <w:rsid w:val="00484613"/>
    <w:rsid w:val="00485601"/>
    <w:rsid w:val="0048697E"/>
    <w:rsid w:val="00491C3C"/>
    <w:rsid w:val="004924D3"/>
    <w:rsid w:val="004927E7"/>
    <w:rsid w:val="00495523"/>
    <w:rsid w:val="00496BC1"/>
    <w:rsid w:val="004A2E78"/>
    <w:rsid w:val="004A2F03"/>
    <w:rsid w:val="004A45CD"/>
    <w:rsid w:val="004A5C79"/>
    <w:rsid w:val="004A71BD"/>
    <w:rsid w:val="004A7700"/>
    <w:rsid w:val="004B12BA"/>
    <w:rsid w:val="004B1AC7"/>
    <w:rsid w:val="004B1D50"/>
    <w:rsid w:val="004B4C7B"/>
    <w:rsid w:val="004B6442"/>
    <w:rsid w:val="004B648C"/>
    <w:rsid w:val="004B66FC"/>
    <w:rsid w:val="004B691A"/>
    <w:rsid w:val="004B6E5D"/>
    <w:rsid w:val="004C09FB"/>
    <w:rsid w:val="004C0FD4"/>
    <w:rsid w:val="004C176A"/>
    <w:rsid w:val="004C32D0"/>
    <w:rsid w:val="004C3C2D"/>
    <w:rsid w:val="004C4337"/>
    <w:rsid w:val="004C45E2"/>
    <w:rsid w:val="004C4F8E"/>
    <w:rsid w:val="004C58D6"/>
    <w:rsid w:val="004C592F"/>
    <w:rsid w:val="004C65F1"/>
    <w:rsid w:val="004C705A"/>
    <w:rsid w:val="004C7734"/>
    <w:rsid w:val="004D49CF"/>
    <w:rsid w:val="004D610A"/>
    <w:rsid w:val="004D6526"/>
    <w:rsid w:val="004D7715"/>
    <w:rsid w:val="004E14A5"/>
    <w:rsid w:val="004E191A"/>
    <w:rsid w:val="004E1D7D"/>
    <w:rsid w:val="004E2537"/>
    <w:rsid w:val="004E33B1"/>
    <w:rsid w:val="004E4CD7"/>
    <w:rsid w:val="004E5C1A"/>
    <w:rsid w:val="004E5D66"/>
    <w:rsid w:val="004E6AE6"/>
    <w:rsid w:val="004E7772"/>
    <w:rsid w:val="004F0D1D"/>
    <w:rsid w:val="004F2135"/>
    <w:rsid w:val="004F5749"/>
    <w:rsid w:val="004F5C23"/>
    <w:rsid w:val="004F605D"/>
    <w:rsid w:val="004F619A"/>
    <w:rsid w:val="004F7F61"/>
    <w:rsid w:val="00500B7F"/>
    <w:rsid w:val="0050556D"/>
    <w:rsid w:val="00505DDD"/>
    <w:rsid w:val="005109B4"/>
    <w:rsid w:val="005110F8"/>
    <w:rsid w:val="005112E3"/>
    <w:rsid w:val="005129FA"/>
    <w:rsid w:val="0051519B"/>
    <w:rsid w:val="00520086"/>
    <w:rsid w:val="00520398"/>
    <w:rsid w:val="005208AA"/>
    <w:rsid w:val="00520A65"/>
    <w:rsid w:val="005217AD"/>
    <w:rsid w:val="00521828"/>
    <w:rsid w:val="00521EFB"/>
    <w:rsid w:val="0052307B"/>
    <w:rsid w:val="00531CBA"/>
    <w:rsid w:val="005329BB"/>
    <w:rsid w:val="0053406B"/>
    <w:rsid w:val="00535FEA"/>
    <w:rsid w:val="00536C30"/>
    <w:rsid w:val="005374AF"/>
    <w:rsid w:val="005426FE"/>
    <w:rsid w:val="00542C2B"/>
    <w:rsid w:val="00545404"/>
    <w:rsid w:val="0054555D"/>
    <w:rsid w:val="00545D92"/>
    <w:rsid w:val="00547798"/>
    <w:rsid w:val="00547A24"/>
    <w:rsid w:val="005525D7"/>
    <w:rsid w:val="00552774"/>
    <w:rsid w:val="00552896"/>
    <w:rsid w:val="00554AE0"/>
    <w:rsid w:val="0055540F"/>
    <w:rsid w:val="005562B7"/>
    <w:rsid w:val="00557677"/>
    <w:rsid w:val="005606BF"/>
    <w:rsid w:val="005611A2"/>
    <w:rsid w:val="005614CB"/>
    <w:rsid w:val="005619F3"/>
    <w:rsid w:val="00561FEE"/>
    <w:rsid w:val="00562DD5"/>
    <w:rsid w:val="0056618E"/>
    <w:rsid w:val="00566D52"/>
    <w:rsid w:val="0056783E"/>
    <w:rsid w:val="005761B0"/>
    <w:rsid w:val="00577ED7"/>
    <w:rsid w:val="00577F11"/>
    <w:rsid w:val="0058088A"/>
    <w:rsid w:val="005808CD"/>
    <w:rsid w:val="00580A23"/>
    <w:rsid w:val="00584652"/>
    <w:rsid w:val="00584F2E"/>
    <w:rsid w:val="005867FE"/>
    <w:rsid w:val="00592B70"/>
    <w:rsid w:val="0059607F"/>
    <w:rsid w:val="005A0CC3"/>
    <w:rsid w:val="005A0DF2"/>
    <w:rsid w:val="005A1CA0"/>
    <w:rsid w:val="005A243F"/>
    <w:rsid w:val="005A2C14"/>
    <w:rsid w:val="005A503B"/>
    <w:rsid w:val="005A63B0"/>
    <w:rsid w:val="005A658F"/>
    <w:rsid w:val="005A66C2"/>
    <w:rsid w:val="005A6BDF"/>
    <w:rsid w:val="005B0A30"/>
    <w:rsid w:val="005B0E35"/>
    <w:rsid w:val="005B1221"/>
    <w:rsid w:val="005B1640"/>
    <w:rsid w:val="005B1873"/>
    <w:rsid w:val="005B25E0"/>
    <w:rsid w:val="005B5414"/>
    <w:rsid w:val="005B5582"/>
    <w:rsid w:val="005B6A3C"/>
    <w:rsid w:val="005C00D2"/>
    <w:rsid w:val="005C03A0"/>
    <w:rsid w:val="005C1D6C"/>
    <w:rsid w:val="005C36DD"/>
    <w:rsid w:val="005C4A9F"/>
    <w:rsid w:val="005C64FB"/>
    <w:rsid w:val="005C768C"/>
    <w:rsid w:val="005D214F"/>
    <w:rsid w:val="005D3F65"/>
    <w:rsid w:val="005D4396"/>
    <w:rsid w:val="005D456B"/>
    <w:rsid w:val="005D5F71"/>
    <w:rsid w:val="005D7006"/>
    <w:rsid w:val="005D7B38"/>
    <w:rsid w:val="005E0DD6"/>
    <w:rsid w:val="005E0F73"/>
    <w:rsid w:val="005E6C9A"/>
    <w:rsid w:val="005E79FE"/>
    <w:rsid w:val="005F4F4D"/>
    <w:rsid w:val="005F5C80"/>
    <w:rsid w:val="005F6103"/>
    <w:rsid w:val="005F6AE8"/>
    <w:rsid w:val="005F6E8F"/>
    <w:rsid w:val="00601094"/>
    <w:rsid w:val="0060160B"/>
    <w:rsid w:val="00602BB6"/>
    <w:rsid w:val="00603397"/>
    <w:rsid w:val="006062B9"/>
    <w:rsid w:val="00606DB4"/>
    <w:rsid w:val="00607641"/>
    <w:rsid w:val="00610163"/>
    <w:rsid w:val="00610D60"/>
    <w:rsid w:val="0061185E"/>
    <w:rsid w:val="006121D0"/>
    <w:rsid w:val="006123E2"/>
    <w:rsid w:val="006136B2"/>
    <w:rsid w:val="00613AB3"/>
    <w:rsid w:val="00614490"/>
    <w:rsid w:val="0061455B"/>
    <w:rsid w:val="00616227"/>
    <w:rsid w:val="00620CD0"/>
    <w:rsid w:val="006217A1"/>
    <w:rsid w:val="0062304F"/>
    <w:rsid w:val="00624D37"/>
    <w:rsid w:val="006253A1"/>
    <w:rsid w:val="00625790"/>
    <w:rsid w:val="0062723C"/>
    <w:rsid w:val="00631012"/>
    <w:rsid w:val="00633771"/>
    <w:rsid w:val="00634DF8"/>
    <w:rsid w:val="00635630"/>
    <w:rsid w:val="00640BBB"/>
    <w:rsid w:val="00641F5D"/>
    <w:rsid w:val="00643687"/>
    <w:rsid w:val="00644840"/>
    <w:rsid w:val="00644DAD"/>
    <w:rsid w:val="00656655"/>
    <w:rsid w:val="00657E0F"/>
    <w:rsid w:val="006605C2"/>
    <w:rsid w:val="006610A4"/>
    <w:rsid w:val="006616D4"/>
    <w:rsid w:val="00662654"/>
    <w:rsid w:val="00663A88"/>
    <w:rsid w:val="00665383"/>
    <w:rsid w:val="00665FA5"/>
    <w:rsid w:val="00667D6F"/>
    <w:rsid w:val="00671D2A"/>
    <w:rsid w:val="00672390"/>
    <w:rsid w:val="00672BED"/>
    <w:rsid w:val="00672C8F"/>
    <w:rsid w:val="00673930"/>
    <w:rsid w:val="0067449C"/>
    <w:rsid w:val="00674727"/>
    <w:rsid w:val="00674EE1"/>
    <w:rsid w:val="00675D2F"/>
    <w:rsid w:val="00677E39"/>
    <w:rsid w:val="00681BB3"/>
    <w:rsid w:val="00681C24"/>
    <w:rsid w:val="00683F58"/>
    <w:rsid w:val="00684CFD"/>
    <w:rsid w:val="00684DBB"/>
    <w:rsid w:val="00687863"/>
    <w:rsid w:val="00696475"/>
    <w:rsid w:val="006967D4"/>
    <w:rsid w:val="00697328"/>
    <w:rsid w:val="006A0C13"/>
    <w:rsid w:val="006A2547"/>
    <w:rsid w:val="006A5575"/>
    <w:rsid w:val="006A6BE4"/>
    <w:rsid w:val="006B1258"/>
    <w:rsid w:val="006B46B0"/>
    <w:rsid w:val="006B55E4"/>
    <w:rsid w:val="006B6582"/>
    <w:rsid w:val="006B7172"/>
    <w:rsid w:val="006B73B7"/>
    <w:rsid w:val="006C084A"/>
    <w:rsid w:val="006C21B3"/>
    <w:rsid w:val="006C24A2"/>
    <w:rsid w:val="006C4EE7"/>
    <w:rsid w:val="006C5927"/>
    <w:rsid w:val="006C5A83"/>
    <w:rsid w:val="006C5D11"/>
    <w:rsid w:val="006D0298"/>
    <w:rsid w:val="006D2F8C"/>
    <w:rsid w:val="006D34DB"/>
    <w:rsid w:val="006D359B"/>
    <w:rsid w:val="006D3752"/>
    <w:rsid w:val="006D4994"/>
    <w:rsid w:val="006D7D3E"/>
    <w:rsid w:val="006E12CA"/>
    <w:rsid w:val="006E43DF"/>
    <w:rsid w:val="006E538A"/>
    <w:rsid w:val="006E609A"/>
    <w:rsid w:val="006E631D"/>
    <w:rsid w:val="006E654B"/>
    <w:rsid w:val="006E67F0"/>
    <w:rsid w:val="006E6813"/>
    <w:rsid w:val="006E7353"/>
    <w:rsid w:val="006E7BA3"/>
    <w:rsid w:val="006E7C99"/>
    <w:rsid w:val="006F0965"/>
    <w:rsid w:val="006F1CE9"/>
    <w:rsid w:val="006F3160"/>
    <w:rsid w:val="006F4709"/>
    <w:rsid w:val="006F50F5"/>
    <w:rsid w:val="006F74AD"/>
    <w:rsid w:val="00700CB6"/>
    <w:rsid w:val="007027B4"/>
    <w:rsid w:val="00702FC5"/>
    <w:rsid w:val="0070587D"/>
    <w:rsid w:val="00705BAF"/>
    <w:rsid w:val="007103F8"/>
    <w:rsid w:val="00712544"/>
    <w:rsid w:val="0071258D"/>
    <w:rsid w:val="0071471E"/>
    <w:rsid w:val="0071521F"/>
    <w:rsid w:val="00715647"/>
    <w:rsid w:val="007156AB"/>
    <w:rsid w:val="00715D3C"/>
    <w:rsid w:val="00715FE4"/>
    <w:rsid w:val="00716BC7"/>
    <w:rsid w:val="00717ABD"/>
    <w:rsid w:val="00720BD8"/>
    <w:rsid w:val="007230A1"/>
    <w:rsid w:val="0072324E"/>
    <w:rsid w:val="007237A4"/>
    <w:rsid w:val="00723E4F"/>
    <w:rsid w:val="007240FE"/>
    <w:rsid w:val="00725186"/>
    <w:rsid w:val="00727959"/>
    <w:rsid w:val="007311B9"/>
    <w:rsid w:val="00731443"/>
    <w:rsid w:val="00732A3A"/>
    <w:rsid w:val="00732F6E"/>
    <w:rsid w:val="00733A39"/>
    <w:rsid w:val="00734470"/>
    <w:rsid w:val="00734CF8"/>
    <w:rsid w:val="007371BE"/>
    <w:rsid w:val="00737AA0"/>
    <w:rsid w:val="00740CF4"/>
    <w:rsid w:val="00740D11"/>
    <w:rsid w:val="007414C6"/>
    <w:rsid w:val="007416BA"/>
    <w:rsid w:val="007424E1"/>
    <w:rsid w:val="00745DBF"/>
    <w:rsid w:val="007463C9"/>
    <w:rsid w:val="00746E06"/>
    <w:rsid w:val="00747D23"/>
    <w:rsid w:val="007511C8"/>
    <w:rsid w:val="00753FCA"/>
    <w:rsid w:val="007546DF"/>
    <w:rsid w:val="0075694C"/>
    <w:rsid w:val="00756D14"/>
    <w:rsid w:val="00757038"/>
    <w:rsid w:val="0075775E"/>
    <w:rsid w:val="007625E0"/>
    <w:rsid w:val="00763103"/>
    <w:rsid w:val="00763376"/>
    <w:rsid w:val="00763AD6"/>
    <w:rsid w:val="00764320"/>
    <w:rsid w:val="00765622"/>
    <w:rsid w:val="0076632E"/>
    <w:rsid w:val="007666D2"/>
    <w:rsid w:val="00770862"/>
    <w:rsid w:val="00771E4B"/>
    <w:rsid w:val="00771F6A"/>
    <w:rsid w:val="00772D58"/>
    <w:rsid w:val="007730E5"/>
    <w:rsid w:val="00780D7D"/>
    <w:rsid w:val="00781431"/>
    <w:rsid w:val="0078193F"/>
    <w:rsid w:val="00782A0D"/>
    <w:rsid w:val="00782DC6"/>
    <w:rsid w:val="00784D0C"/>
    <w:rsid w:val="00784F2E"/>
    <w:rsid w:val="00786E7D"/>
    <w:rsid w:val="0079034E"/>
    <w:rsid w:val="00790729"/>
    <w:rsid w:val="007910F9"/>
    <w:rsid w:val="0079118A"/>
    <w:rsid w:val="007927E5"/>
    <w:rsid w:val="00793701"/>
    <w:rsid w:val="00797058"/>
    <w:rsid w:val="007A324F"/>
    <w:rsid w:val="007A44AB"/>
    <w:rsid w:val="007A6615"/>
    <w:rsid w:val="007A693A"/>
    <w:rsid w:val="007A794A"/>
    <w:rsid w:val="007A7C7C"/>
    <w:rsid w:val="007B04EE"/>
    <w:rsid w:val="007B08E8"/>
    <w:rsid w:val="007B1C4B"/>
    <w:rsid w:val="007B2351"/>
    <w:rsid w:val="007B327C"/>
    <w:rsid w:val="007B3C48"/>
    <w:rsid w:val="007B52F6"/>
    <w:rsid w:val="007C1C2F"/>
    <w:rsid w:val="007C3867"/>
    <w:rsid w:val="007C5000"/>
    <w:rsid w:val="007C6A9B"/>
    <w:rsid w:val="007C7821"/>
    <w:rsid w:val="007D0058"/>
    <w:rsid w:val="007D2890"/>
    <w:rsid w:val="007D47EE"/>
    <w:rsid w:val="007D5CCE"/>
    <w:rsid w:val="007D6740"/>
    <w:rsid w:val="007D7AB1"/>
    <w:rsid w:val="007E0EBE"/>
    <w:rsid w:val="007E2A28"/>
    <w:rsid w:val="007E3746"/>
    <w:rsid w:val="007E51C6"/>
    <w:rsid w:val="007E532F"/>
    <w:rsid w:val="007E7CB1"/>
    <w:rsid w:val="007F08B9"/>
    <w:rsid w:val="007F1478"/>
    <w:rsid w:val="007F23BF"/>
    <w:rsid w:val="007F3B3D"/>
    <w:rsid w:val="007F5B37"/>
    <w:rsid w:val="007F76C8"/>
    <w:rsid w:val="007F7D84"/>
    <w:rsid w:val="0080286E"/>
    <w:rsid w:val="00803CBE"/>
    <w:rsid w:val="00804067"/>
    <w:rsid w:val="00804D24"/>
    <w:rsid w:val="00807298"/>
    <w:rsid w:val="008113A8"/>
    <w:rsid w:val="00811B5D"/>
    <w:rsid w:val="00816673"/>
    <w:rsid w:val="00817BAA"/>
    <w:rsid w:val="00820AE3"/>
    <w:rsid w:val="00824247"/>
    <w:rsid w:val="008256F6"/>
    <w:rsid w:val="0082747C"/>
    <w:rsid w:val="00827751"/>
    <w:rsid w:val="00830520"/>
    <w:rsid w:val="00833DA4"/>
    <w:rsid w:val="00834575"/>
    <w:rsid w:val="008349F3"/>
    <w:rsid w:val="00834DC0"/>
    <w:rsid w:val="00835DF1"/>
    <w:rsid w:val="00841B22"/>
    <w:rsid w:val="0084215D"/>
    <w:rsid w:val="00842B84"/>
    <w:rsid w:val="0084344B"/>
    <w:rsid w:val="00844EA1"/>
    <w:rsid w:val="00846B24"/>
    <w:rsid w:val="00847CC6"/>
    <w:rsid w:val="00850408"/>
    <w:rsid w:val="00850537"/>
    <w:rsid w:val="00851009"/>
    <w:rsid w:val="00852F49"/>
    <w:rsid w:val="00854ABE"/>
    <w:rsid w:val="0085664D"/>
    <w:rsid w:val="0085721E"/>
    <w:rsid w:val="008600D4"/>
    <w:rsid w:val="008610B6"/>
    <w:rsid w:val="008618D9"/>
    <w:rsid w:val="008709A0"/>
    <w:rsid w:val="00871D4A"/>
    <w:rsid w:val="00871FDE"/>
    <w:rsid w:val="00875D10"/>
    <w:rsid w:val="008764B2"/>
    <w:rsid w:val="00880881"/>
    <w:rsid w:val="00880A9A"/>
    <w:rsid w:val="00880EAA"/>
    <w:rsid w:val="008858A7"/>
    <w:rsid w:val="008861CF"/>
    <w:rsid w:val="00886270"/>
    <w:rsid w:val="0088735A"/>
    <w:rsid w:val="00891BE4"/>
    <w:rsid w:val="00892CC1"/>
    <w:rsid w:val="008934F1"/>
    <w:rsid w:val="008979BB"/>
    <w:rsid w:val="008A060C"/>
    <w:rsid w:val="008A1D94"/>
    <w:rsid w:val="008A4C35"/>
    <w:rsid w:val="008A57D2"/>
    <w:rsid w:val="008A60D8"/>
    <w:rsid w:val="008B030B"/>
    <w:rsid w:val="008B099A"/>
    <w:rsid w:val="008B317F"/>
    <w:rsid w:val="008B52FD"/>
    <w:rsid w:val="008B5A03"/>
    <w:rsid w:val="008B64C4"/>
    <w:rsid w:val="008C17B9"/>
    <w:rsid w:val="008C1FEE"/>
    <w:rsid w:val="008C4637"/>
    <w:rsid w:val="008C49CA"/>
    <w:rsid w:val="008C4E42"/>
    <w:rsid w:val="008C4E66"/>
    <w:rsid w:val="008C6044"/>
    <w:rsid w:val="008D19CB"/>
    <w:rsid w:val="008D319B"/>
    <w:rsid w:val="008D37DF"/>
    <w:rsid w:val="008D534B"/>
    <w:rsid w:val="008D5EAE"/>
    <w:rsid w:val="008D6633"/>
    <w:rsid w:val="008E1C22"/>
    <w:rsid w:val="008E2191"/>
    <w:rsid w:val="008E2706"/>
    <w:rsid w:val="008E55DC"/>
    <w:rsid w:val="008E5DF5"/>
    <w:rsid w:val="008F0FDB"/>
    <w:rsid w:val="008F3CF6"/>
    <w:rsid w:val="008F4AC5"/>
    <w:rsid w:val="008F502A"/>
    <w:rsid w:val="008F5205"/>
    <w:rsid w:val="008F65D6"/>
    <w:rsid w:val="008F7C8A"/>
    <w:rsid w:val="00900C59"/>
    <w:rsid w:val="00901AEF"/>
    <w:rsid w:val="00903408"/>
    <w:rsid w:val="0090372F"/>
    <w:rsid w:val="00903A8D"/>
    <w:rsid w:val="00904C4E"/>
    <w:rsid w:val="00905419"/>
    <w:rsid w:val="00905483"/>
    <w:rsid w:val="00905996"/>
    <w:rsid w:val="009059CD"/>
    <w:rsid w:val="00906B24"/>
    <w:rsid w:val="00907763"/>
    <w:rsid w:val="009103D6"/>
    <w:rsid w:val="00912776"/>
    <w:rsid w:val="009157D7"/>
    <w:rsid w:val="00917802"/>
    <w:rsid w:val="009229DC"/>
    <w:rsid w:val="009246CF"/>
    <w:rsid w:val="009256A1"/>
    <w:rsid w:val="0092650F"/>
    <w:rsid w:val="00926D62"/>
    <w:rsid w:val="00927645"/>
    <w:rsid w:val="009300BC"/>
    <w:rsid w:val="00932296"/>
    <w:rsid w:val="009325C9"/>
    <w:rsid w:val="009327E8"/>
    <w:rsid w:val="00932D5C"/>
    <w:rsid w:val="00933B00"/>
    <w:rsid w:val="00936E3B"/>
    <w:rsid w:val="00937D79"/>
    <w:rsid w:val="00941C59"/>
    <w:rsid w:val="00942F3F"/>
    <w:rsid w:val="0094327C"/>
    <w:rsid w:val="00943E6D"/>
    <w:rsid w:val="009465BD"/>
    <w:rsid w:val="00951756"/>
    <w:rsid w:val="00951783"/>
    <w:rsid w:val="0095561D"/>
    <w:rsid w:val="00957264"/>
    <w:rsid w:val="00957646"/>
    <w:rsid w:val="00962BD3"/>
    <w:rsid w:val="00962CB2"/>
    <w:rsid w:val="00964A68"/>
    <w:rsid w:val="0096571B"/>
    <w:rsid w:val="00966CC6"/>
    <w:rsid w:val="009709BF"/>
    <w:rsid w:val="00976D77"/>
    <w:rsid w:val="00977B74"/>
    <w:rsid w:val="00981139"/>
    <w:rsid w:val="00982284"/>
    <w:rsid w:val="009826A1"/>
    <w:rsid w:val="00982B28"/>
    <w:rsid w:val="00982C8B"/>
    <w:rsid w:val="009831EF"/>
    <w:rsid w:val="0098577D"/>
    <w:rsid w:val="0098637D"/>
    <w:rsid w:val="009876E6"/>
    <w:rsid w:val="0099094F"/>
    <w:rsid w:val="00991AD2"/>
    <w:rsid w:val="0099268D"/>
    <w:rsid w:val="009A0159"/>
    <w:rsid w:val="009A1A8F"/>
    <w:rsid w:val="009A272A"/>
    <w:rsid w:val="009A2889"/>
    <w:rsid w:val="009A3C9C"/>
    <w:rsid w:val="009A44E3"/>
    <w:rsid w:val="009A5563"/>
    <w:rsid w:val="009A5A60"/>
    <w:rsid w:val="009A6235"/>
    <w:rsid w:val="009A6C5C"/>
    <w:rsid w:val="009A6D28"/>
    <w:rsid w:val="009B09D9"/>
    <w:rsid w:val="009B0EE5"/>
    <w:rsid w:val="009B1203"/>
    <w:rsid w:val="009B1301"/>
    <w:rsid w:val="009B1562"/>
    <w:rsid w:val="009B17DB"/>
    <w:rsid w:val="009B2BC8"/>
    <w:rsid w:val="009B44D5"/>
    <w:rsid w:val="009B5D5B"/>
    <w:rsid w:val="009B6476"/>
    <w:rsid w:val="009B7296"/>
    <w:rsid w:val="009B740D"/>
    <w:rsid w:val="009C26FC"/>
    <w:rsid w:val="009C4715"/>
    <w:rsid w:val="009C4B1B"/>
    <w:rsid w:val="009C4B86"/>
    <w:rsid w:val="009C4DFC"/>
    <w:rsid w:val="009C57D4"/>
    <w:rsid w:val="009C5AE4"/>
    <w:rsid w:val="009D0107"/>
    <w:rsid w:val="009D0C29"/>
    <w:rsid w:val="009D1D9A"/>
    <w:rsid w:val="009D59B0"/>
    <w:rsid w:val="009D5FA9"/>
    <w:rsid w:val="009D6F26"/>
    <w:rsid w:val="009E0787"/>
    <w:rsid w:val="009E60D1"/>
    <w:rsid w:val="009E637F"/>
    <w:rsid w:val="009E641C"/>
    <w:rsid w:val="009E6BAD"/>
    <w:rsid w:val="009E6E03"/>
    <w:rsid w:val="009E79E1"/>
    <w:rsid w:val="009F0023"/>
    <w:rsid w:val="009F0267"/>
    <w:rsid w:val="009F0436"/>
    <w:rsid w:val="009F1556"/>
    <w:rsid w:val="009F1A08"/>
    <w:rsid w:val="009F1FA2"/>
    <w:rsid w:val="009F5408"/>
    <w:rsid w:val="009F6D51"/>
    <w:rsid w:val="00A01559"/>
    <w:rsid w:val="00A01C1C"/>
    <w:rsid w:val="00A03BA9"/>
    <w:rsid w:val="00A06688"/>
    <w:rsid w:val="00A07394"/>
    <w:rsid w:val="00A07C5A"/>
    <w:rsid w:val="00A07F45"/>
    <w:rsid w:val="00A10583"/>
    <w:rsid w:val="00A10704"/>
    <w:rsid w:val="00A11C07"/>
    <w:rsid w:val="00A11FA9"/>
    <w:rsid w:val="00A13081"/>
    <w:rsid w:val="00A134F9"/>
    <w:rsid w:val="00A15764"/>
    <w:rsid w:val="00A15ACB"/>
    <w:rsid w:val="00A20510"/>
    <w:rsid w:val="00A2082C"/>
    <w:rsid w:val="00A2110E"/>
    <w:rsid w:val="00A21EAF"/>
    <w:rsid w:val="00A22074"/>
    <w:rsid w:val="00A23DFE"/>
    <w:rsid w:val="00A23EAD"/>
    <w:rsid w:val="00A250BE"/>
    <w:rsid w:val="00A255E0"/>
    <w:rsid w:val="00A260CD"/>
    <w:rsid w:val="00A265E1"/>
    <w:rsid w:val="00A279F0"/>
    <w:rsid w:val="00A306FC"/>
    <w:rsid w:val="00A30B48"/>
    <w:rsid w:val="00A3177F"/>
    <w:rsid w:val="00A325E5"/>
    <w:rsid w:val="00A35F23"/>
    <w:rsid w:val="00A366C8"/>
    <w:rsid w:val="00A36C2B"/>
    <w:rsid w:val="00A37010"/>
    <w:rsid w:val="00A3733B"/>
    <w:rsid w:val="00A37FB7"/>
    <w:rsid w:val="00A42B38"/>
    <w:rsid w:val="00A42C3D"/>
    <w:rsid w:val="00A43858"/>
    <w:rsid w:val="00A44401"/>
    <w:rsid w:val="00A47842"/>
    <w:rsid w:val="00A511B0"/>
    <w:rsid w:val="00A51646"/>
    <w:rsid w:val="00A530C0"/>
    <w:rsid w:val="00A53B76"/>
    <w:rsid w:val="00A53CEA"/>
    <w:rsid w:val="00A54D11"/>
    <w:rsid w:val="00A55661"/>
    <w:rsid w:val="00A556C7"/>
    <w:rsid w:val="00A56B5B"/>
    <w:rsid w:val="00A60E48"/>
    <w:rsid w:val="00A613E5"/>
    <w:rsid w:val="00A616D2"/>
    <w:rsid w:val="00A62359"/>
    <w:rsid w:val="00A62976"/>
    <w:rsid w:val="00A64565"/>
    <w:rsid w:val="00A649BD"/>
    <w:rsid w:val="00A65586"/>
    <w:rsid w:val="00A66D0E"/>
    <w:rsid w:val="00A6765F"/>
    <w:rsid w:val="00A70489"/>
    <w:rsid w:val="00A71012"/>
    <w:rsid w:val="00A71267"/>
    <w:rsid w:val="00A71800"/>
    <w:rsid w:val="00A71F16"/>
    <w:rsid w:val="00A7203F"/>
    <w:rsid w:val="00A730E7"/>
    <w:rsid w:val="00A73EC3"/>
    <w:rsid w:val="00A748EC"/>
    <w:rsid w:val="00A74A5B"/>
    <w:rsid w:val="00A75057"/>
    <w:rsid w:val="00A75B77"/>
    <w:rsid w:val="00A772E1"/>
    <w:rsid w:val="00A84F0A"/>
    <w:rsid w:val="00A903FA"/>
    <w:rsid w:val="00A90610"/>
    <w:rsid w:val="00A9132B"/>
    <w:rsid w:val="00A91363"/>
    <w:rsid w:val="00A92BB3"/>
    <w:rsid w:val="00A936A0"/>
    <w:rsid w:val="00A93DFC"/>
    <w:rsid w:val="00A94241"/>
    <w:rsid w:val="00A95B1D"/>
    <w:rsid w:val="00A96111"/>
    <w:rsid w:val="00A965D9"/>
    <w:rsid w:val="00A97482"/>
    <w:rsid w:val="00AA05C1"/>
    <w:rsid w:val="00AA0D3C"/>
    <w:rsid w:val="00AA65EC"/>
    <w:rsid w:val="00AA66B6"/>
    <w:rsid w:val="00AA6F06"/>
    <w:rsid w:val="00AB1A3A"/>
    <w:rsid w:val="00AB1AF6"/>
    <w:rsid w:val="00AB25B9"/>
    <w:rsid w:val="00AB2984"/>
    <w:rsid w:val="00AB366F"/>
    <w:rsid w:val="00AB5D54"/>
    <w:rsid w:val="00AB772D"/>
    <w:rsid w:val="00AB7F0D"/>
    <w:rsid w:val="00AC1366"/>
    <w:rsid w:val="00AC2099"/>
    <w:rsid w:val="00AC270B"/>
    <w:rsid w:val="00AC3269"/>
    <w:rsid w:val="00AC3BFD"/>
    <w:rsid w:val="00AC5164"/>
    <w:rsid w:val="00AC59B7"/>
    <w:rsid w:val="00AC6748"/>
    <w:rsid w:val="00AC78D7"/>
    <w:rsid w:val="00AD085A"/>
    <w:rsid w:val="00AD0FFD"/>
    <w:rsid w:val="00AD2B69"/>
    <w:rsid w:val="00AD443C"/>
    <w:rsid w:val="00AD5038"/>
    <w:rsid w:val="00AD54E7"/>
    <w:rsid w:val="00AD7207"/>
    <w:rsid w:val="00AE1005"/>
    <w:rsid w:val="00AE1D80"/>
    <w:rsid w:val="00AE20C7"/>
    <w:rsid w:val="00AE28D8"/>
    <w:rsid w:val="00AE31EC"/>
    <w:rsid w:val="00AE5131"/>
    <w:rsid w:val="00AE6798"/>
    <w:rsid w:val="00AEE4E5"/>
    <w:rsid w:val="00AF0C8F"/>
    <w:rsid w:val="00AF0FF5"/>
    <w:rsid w:val="00AF1262"/>
    <w:rsid w:val="00AF252C"/>
    <w:rsid w:val="00AF5426"/>
    <w:rsid w:val="00AF5B5C"/>
    <w:rsid w:val="00AF7A4F"/>
    <w:rsid w:val="00B01035"/>
    <w:rsid w:val="00B016BE"/>
    <w:rsid w:val="00B0190D"/>
    <w:rsid w:val="00B01A71"/>
    <w:rsid w:val="00B01BF9"/>
    <w:rsid w:val="00B04A45"/>
    <w:rsid w:val="00B04EDD"/>
    <w:rsid w:val="00B06A20"/>
    <w:rsid w:val="00B070FB"/>
    <w:rsid w:val="00B07952"/>
    <w:rsid w:val="00B1020B"/>
    <w:rsid w:val="00B11FB9"/>
    <w:rsid w:val="00B13391"/>
    <w:rsid w:val="00B13867"/>
    <w:rsid w:val="00B14434"/>
    <w:rsid w:val="00B14B8F"/>
    <w:rsid w:val="00B17848"/>
    <w:rsid w:val="00B219E4"/>
    <w:rsid w:val="00B23A2F"/>
    <w:rsid w:val="00B25B19"/>
    <w:rsid w:val="00B25C24"/>
    <w:rsid w:val="00B26314"/>
    <w:rsid w:val="00B26C23"/>
    <w:rsid w:val="00B27B25"/>
    <w:rsid w:val="00B30385"/>
    <w:rsid w:val="00B3090E"/>
    <w:rsid w:val="00B30F8A"/>
    <w:rsid w:val="00B3183A"/>
    <w:rsid w:val="00B31D6D"/>
    <w:rsid w:val="00B32211"/>
    <w:rsid w:val="00B324C5"/>
    <w:rsid w:val="00B329A0"/>
    <w:rsid w:val="00B32E13"/>
    <w:rsid w:val="00B343BC"/>
    <w:rsid w:val="00B343BE"/>
    <w:rsid w:val="00B37D32"/>
    <w:rsid w:val="00B46D4B"/>
    <w:rsid w:val="00B5243C"/>
    <w:rsid w:val="00B54772"/>
    <w:rsid w:val="00B55475"/>
    <w:rsid w:val="00B61807"/>
    <w:rsid w:val="00B6344A"/>
    <w:rsid w:val="00B639FA"/>
    <w:rsid w:val="00B6480D"/>
    <w:rsid w:val="00B6557B"/>
    <w:rsid w:val="00B6596F"/>
    <w:rsid w:val="00B65CEE"/>
    <w:rsid w:val="00B66ECB"/>
    <w:rsid w:val="00B71CD1"/>
    <w:rsid w:val="00B73992"/>
    <w:rsid w:val="00B7496C"/>
    <w:rsid w:val="00B75022"/>
    <w:rsid w:val="00B777B0"/>
    <w:rsid w:val="00B80A59"/>
    <w:rsid w:val="00B81292"/>
    <w:rsid w:val="00B8130A"/>
    <w:rsid w:val="00B814FB"/>
    <w:rsid w:val="00B81F90"/>
    <w:rsid w:val="00B82F87"/>
    <w:rsid w:val="00B83782"/>
    <w:rsid w:val="00B83E70"/>
    <w:rsid w:val="00B90014"/>
    <w:rsid w:val="00B9010F"/>
    <w:rsid w:val="00B92BBE"/>
    <w:rsid w:val="00B92BE7"/>
    <w:rsid w:val="00B93185"/>
    <w:rsid w:val="00B94144"/>
    <w:rsid w:val="00B95161"/>
    <w:rsid w:val="00B95AE1"/>
    <w:rsid w:val="00B96048"/>
    <w:rsid w:val="00B966B9"/>
    <w:rsid w:val="00B96F02"/>
    <w:rsid w:val="00B9709E"/>
    <w:rsid w:val="00BA013D"/>
    <w:rsid w:val="00BA01BB"/>
    <w:rsid w:val="00BA6D6D"/>
    <w:rsid w:val="00BA77A2"/>
    <w:rsid w:val="00BB0C77"/>
    <w:rsid w:val="00BB107D"/>
    <w:rsid w:val="00BB22D3"/>
    <w:rsid w:val="00BB2ECD"/>
    <w:rsid w:val="00BB3E96"/>
    <w:rsid w:val="00BB5FE6"/>
    <w:rsid w:val="00BB6428"/>
    <w:rsid w:val="00BB6889"/>
    <w:rsid w:val="00BC13BF"/>
    <w:rsid w:val="00BC2236"/>
    <w:rsid w:val="00BC6D17"/>
    <w:rsid w:val="00BC7AC0"/>
    <w:rsid w:val="00BD0220"/>
    <w:rsid w:val="00BD12F2"/>
    <w:rsid w:val="00BD1647"/>
    <w:rsid w:val="00BD1815"/>
    <w:rsid w:val="00BD18A3"/>
    <w:rsid w:val="00BD2993"/>
    <w:rsid w:val="00BD2C6B"/>
    <w:rsid w:val="00BD33E4"/>
    <w:rsid w:val="00BD39E6"/>
    <w:rsid w:val="00BD3C1D"/>
    <w:rsid w:val="00BD5994"/>
    <w:rsid w:val="00BD5BAD"/>
    <w:rsid w:val="00BD5C74"/>
    <w:rsid w:val="00BD64CD"/>
    <w:rsid w:val="00BD6916"/>
    <w:rsid w:val="00BD73BD"/>
    <w:rsid w:val="00BE10D1"/>
    <w:rsid w:val="00BE1102"/>
    <w:rsid w:val="00BE3D31"/>
    <w:rsid w:val="00BE5E33"/>
    <w:rsid w:val="00BE6733"/>
    <w:rsid w:val="00BF00F6"/>
    <w:rsid w:val="00BF0FE3"/>
    <w:rsid w:val="00BF20EA"/>
    <w:rsid w:val="00BF2813"/>
    <w:rsid w:val="00BF3408"/>
    <w:rsid w:val="00BF4472"/>
    <w:rsid w:val="00BF524C"/>
    <w:rsid w:val="00BF5F68"/>
    <w:rsid w:val="00BF6A8F"/>
    <w:rsid w:val="00BF7512"/>
    <w:rsid w:val="00C00CB9"/>
    <w:rsid w:val="00C02A27"/>
    <w:rsid w:val="00C0344C"/>
    <w:rsid w:val="00C04BCC"/>
    <w:rsid w:val="00C04F0B"/>
    <w:rsid w:val="00C05C53"/>
    <w:rsid w:val="00C113F9"/>
    <w:rsid w:val="00C122A6"/>
    <w:rsid w:val="00C1423A"/>
    <w:rsid w:val="00C15C25"/>
    <w:rsid w:val="00C21920"/>
    <w:rsid w:val="00C21E8C"/>
    <w:rsid w:val="00C24203"/>
    <w:rsid w:val="00C242DA"/>
    <w:rsid w:val="00C24F85"/>
    <w:rsid w:val="00C26A2C"/>
    <w:rsid w:val="00C314CF"/>
    <w:rsid w:val="00C32237"/>
    <w:rsid w:val="00C32875"/>
    <w:rsid w:val="00C33B05"/>
    <w:rsid w:val="00C35F56"/>
    <w:rsid w:val="00C36472"/>
    <w:rsid w:val="00C37BE4"/>
    <w:rsid w:val="00C42887"/>
    <w:rsid w:val="00C43651"/>
    <w:rsid w:val="00C4565D"/>
    <w:rsid w:val="00C45789"/>
    <w:rsid w:val="00C46756"/>
    <w:rsid w:val="00C47FD2"/>
    <w:rsid w:val="00C54485"/>
    <w:rsid w:val="00C545F2"/>
    <w:rsid w:val="00C55C8E"/>
    <w:rsid w:val="00C5641F"/>
    <w:rsid w:val="00C573C2"/>
    <w:rsid w:val="00C57591"/>
    <w:rsid w:val="00C57946"/>
    <w:rsid w:val="00C6254A"/>
    <w:rsid w:val="00C629D1"/>
    <w:rsid w:val="00C62C74"/>
    <w:rsid w:val="00C63DF5"/>
    <w:rsid w:val="00C661CF"/>
    <w:rsid w:val="00C66397"/>
    <w:rsid w:val="00C670F9"/>
    <w:rsid w:val="00C672AF"/>
    <w:rsid w:val="00C674C9"/>
    <w:rsid w:val="00C675E1"/>
    <w:rsid w:val="00C67784"/>
    <w:rsid w:val="00C67BB7"/>
    <w:rsid w:val="00C67CF7"/>
    <w:rsid w:val="00C704C2"/>
    <w:rsid w:val="00C7219B"/>
    <w:rsid w:val="00C72983"/>
    <w:rsid w:val="00C74693"/>
    <w:rsid w:val="00C77526"/>
    <w:rsid w:val="00C77DC2"/>
    <w:rsid w:val="00C8114A"/>
    <w:rsid w:val="00C81C05"/>
    <w:rsid w:val="00C82E5C"/>
    <w:rsid w:val="00C83A79"/>
    <w:rsid w:val="00C84330"/>
    <w:rsid w:val="00C91F32"/>
    <w:rsid w:val="00C92266"/>
    <w:rsid w:val="00C92847"/>
    <w:rsid w:val="00C93EDC"/>
    <w:rsid w:val="00C9439D"/>
    <w:rsid w:val="00C957A6"/>
    <w:rsid w:val="00C95B6C"/>
    <w:rsid w:val="00C96D8C"/>
    <w:rsid w:val="00CA1A14"/>
    <w:rsid w:val="00CA3743"/>
    <w:rsid w:val="00CA4288"/>
    <w:rsid w:val="00CA50A0"/>
    <w:rsid w:val="00CB165E"/>
    <w:rsid w:val="00CB4E7B"/>
    <w:rsid w:val="00CB6697"/>
    <w:rsid w:val="00CC10E9"/>
    <w:rsid w:val="00CC3717"/>
    <w:rsid w:val="00CC4BBB"/>
    <w:rsid w:val="00CC6645"/>
    <w:rsid w:val="00CC7FF6"/>
    <w:rsid w:val="00CD00C2"/>
    <w:rsid w:val="00CD0283"/>
    <w:rsid w:val="00CD0FBB"/>
    <w:rsid w:val="00CD50A9"/>
    <w:rsid w:val="00CD6D0E"/>
    <w:rsid w:val="00CE23A8"/>
    <w:rsid w:val="00CE5FBA"/>
    <w:rsid w:val="00CE7F8F"/>
    <w:rsid w:val="00CF06AE"/>
    <w:rsid w:val="00CF15AD"/>
    <w:rsid w:val="00CF2B32"/>
    <w:rsid w:val="00CF3CE4"/>
    <w:rsid w:val="00CF4987"/>
    <w:rsid w:val="00CF5F4D"/>
    <w:rsid w:val="00CF64B4"/>
    <w:rsid w:val="00CF7DA1"/>
    <w:rsid w:val="00CF7F32"/>
    <w:rsid w:val="00D0074F"/>
    <w:rsid w:val="00D0076E"/>
    <w:rsid w:val="00D00E66"/>
    <w:rsid w:val="00D03343"/>
    <w:rsid w:val="00D03805"/>
    <w:rsid w:val="00D11CF7"/>
    <w:rsid w:val="00D12970"/>
    <w:rsid w:val="00D20229"/>
    <w:rsid w:val="00D20311"/>
    <w:rsid w:val="00D2163D"/>
    <w:rsid w:val="00D22118"/>
    <w:rsid w:val="00D22D91"/>
    <w:rsid w:val="00D249B6"/>
    <w:rsid w:val="00D26216"/>
    <w:rsid w:val="00D27CFC"/>
    <w:rsid w:val="00D27FD2"/>
    <w:rsid w:val="00D31FBF"/>
    <w:rsid w:val="00D320FC"/>
    <w:rsid w:val="00D32C86"/>
    <w:rsid w:val="00D335ED"/>
    <w:rsid w:val="00D33B9D"/>
    <w:rsid w:val="00D33FC2"/>
    <w:rsid w:val="00D343F3"/>
    <w:rsid w:val="00D34760"/>
    <w:rsid w:val="00D35B61"/>
    <w:rsid w:val="00D43552"/>
    <w:rsid w:val="00D44A96"/>
    <w:rsid w:val="00D45528"/>
    <w:rsid w:val="00D478C0"/>
    <w:rsid w:val="00D50469"/>
    <w:rsid w:val="00D5076E"/>
    <w:rsid w:val="00D51FA5"/>
    <w:rsid w:val="00D52365"/>
    <w:rsid w:val="00D5281F"/>
    <w:rsid w:val="00D5579A"/>
    <w:rsid w:val="00D57C9E"/>
    <w:rsid w:val="00D632FF"/>
    <w:rsid w:val="00D64FB8"/>
    <w:rsid w:val="00D70E0C"/>
    <w:rsid w:val="00D71E44"/>
    <w:rsid w:val="00D74D2F"/>
    <w:rsid w:val="00D75173"/>
    <w:rsid w:val="00D7542B"/>
    <w:rsid w:val="00D76422"/>
    <w:rsid w:val="00D80B63"/>
    <w:rsid w:val="00D81827"/>
    <w:rsid w:val="00D8223C"/>
    <w:rsid w:val="00D8348D"/>
    <w:rsid w:val="00D84080"/>
    <w:rsid w:val="00D8479F"/>
    <w:rsid w:val="00D84EDD"/>
    <w:rsid w:val="00D84F4E"/>
    <w:rsid w:val="00D85100"/>
    <w:rsid w:val="00D85CAD"/>
    <w:rsid w:val="00D86CA0"/>
    <w:rsid w:val="00D87D5C"/>
    <w:rsid w:val="00D90330"/>
    <w:rsid w:val="00D92020"/>
    <w:rsid w:val="00D92D28"/>
    <w:rsid w:val="00D92DEA"/>
    <w:rsid w:val="00D940E4"/>
    <w:rsid w:val="00D94D81"/>
    <w:rsid w:val="00D95D8E"/>
    <w:rsid w:val="00D968FC"/>
    <w:rsid w:val="00D96DE5"/>
    <w:rsid w:val="00D97C65"/>
    <w:rsid w:val="00DA0964"/>
    <w:rsid w:val="00DA51AD"/>
    <w:rsid w:val="00DA5AFF"/>
    <w:rsid w:val="00DA5B24"/>
    <w:rsid w:val="00DA67ED"/>
    <w:rsid w:val="00DA7AD3"/>
    <w:rsid w:val="00DB2ABD"/>
    <w:rsid w:val="00DB3BF5"/>
    <w:rsid w:val="00DB67D6"/>
    <w:rsid w:val="00DB7DB8"/>
    <w:rsid w:val="00DC0B26"/>
    <w:rsid w:val="00DC0CD9"/>
    <w:rsid w:val="00DC0E3B"/>
    <w:rsid w:val="00DC2B56"/>
    <w:rsid w:val="00DC3214"/>
    <w:rsid w:val="00DC477D"/>
    <w:rsid w:val="00DC7AE5"/>
    <w:rsid w:val="00DC7C07"/>
    <w:rsid w:val="00DD07A1"/>
    <w:rsid w:val="00DD1B1E"/>
    <w:rsid w:val="00DD207A"/>
    <w:rsid w:val="00DD645F"/>
    <w:rsid w:val="00DD6473"/>
    <w:rsid w:val="00DD78FA"/>
    <w:rsid w:val="00DD7A8F"/>
    <w:rsid w:val="00DE0C8A"/>
    <w:rsid w:val="00DE3663"/>
    <w:rsid w:val="00DE3ED2"/>
    <w:rsid w:val="00DE572B"/>
    <w:rsid w:val="00DE647C"/>
    <w:rsid w:val="00DF0116"/>
    <w:rsid w:val="00DF24F0"/>
    <w:rsid w:val="00DF33FE"/>
    <w:rsid w:val="00DF461F"/>
    <w:rsid w:val="00DF4F8B"/>
    <w:rsid w:val="00DF5557"/>
    <w:rsid w:val="00DF73D5"/>
    <w:rsid w:val="00E00382"/>
    <w:rsid w:val="00E01CA9"/>
    <w:rsid w:val="00E029DD"/>
    <w:rsid w:val="00E031BB"/>
    <w:rsid w:val="00E04E8A"/>
    <w:rsid w:val="00E04F3C"/>
    <w:rsid w:val="00E0572D"/>
    <w:rsid w:val="00E115B9"/>
    <w:rsid w:val="00E11A5B"/>
    <w:rsid w:val="00E129D4"/>
    <w:rsid w:val="00E13099"/>
    <w:rsid w:val="00E1348E"/>
    <w:rsid w:val="00E15F7A"/>
    <w:rsid w:val="00E165F9"/>
    <w:rsid w:val="00E1734B"/>
    <w:rsid w:val="00E20E33"/>
    <w:rsid w:val="00E2181F"/>
    <w:rsid w:val="00E21C1D"/>
    <w:rsid w:val="00E2283D"/>
    <w:rsid w:val="00E2398C"/>
    <w:rsid w:val="00E24282"/>
    <w:rsid w:val="00E2563B"/>
    <w:rsid w:val="00E2596B"/>
    <w:rsid w:val="00E26094"/>
    <w:rsid w:val="00E26CCE"/>
    <w:rsid w:val="00E278D6"/>
    <w:rsid w:val="00E30C70"/>
    <w:rsid w:val="00E31504"/>
    <w:rsid w:val="00E31B11"/>
    <w:rsid w:val="00E31DCF"/>
    <w:rsid w:val="00E31FDA"/>
    <w:rsid w:val="00E3632A"/>
    <w:rsid w:val="00E36AF8"/>
    <w:rsid w:val="00E40885"/>
    <w:rsid w:val="00E40D41"/>
    <w:rsid w:val="00E417AA"/>
    <w:rsid w:val="00E434A1"/>
    <w:rsid w:val="00E43C5E"/>
    <w:rsid w:val="00E50CCD"/>
    <w:rsid w:val="00E54170"/>
    <w:rsid w:val="00E54ECF"/>
    <w:rsid w:val="00E56577"/>
    <w:rsid w:val="00E56CB6"/>
    <w:rsid w:val="00E576FE"/>
    <w:rsid w:val="00E60078"/>
    <w:rsid w:val="00E60143"/>
    <w:rsid w:val="00E60D45"/>
    <w:rsid w:val="00E61E36"/>
    <w:rsid w:val="00E6359B"/>
    <w:rsid w:val="00E6496D"/>
    <w:rsid w:val="00E717A6"/>
    <w:rsid w:val="00E7366E"/>
    <w:rsid w:val="00E736ED"/>
    <w:rsid w:val="00E744AB"/>
    <w:rsid w:val="00E7472C"/>
    <w:rsid w:val="00E75229"/>
    <w:rsid w:val="00E770AE"/>
    <w:rsid w:val="00E81083"/>
    <w:rsid w:val="00E8266A"/>
    <w:rsid w:val="00E834BE"/>
    <w:rsid w:val="00E840FF"/>
    <w:rsid w:val="00E85490"/>
    <w:rsid w:val="00E86881"/>
    <w:rsid w:val="00E87042"/>
    <w:rsid w:val="00E87E57"/>
    <w:rsid w:val="00E92AAC"/>
    <w:rsid w:val="00E92EFF"/>
    <w:rsid w:val="00E941CE"/>
    <w:rsid w:val="00E95046"/>
    <w:rsid w:val="00E95C80"/>
    <w:rsid w:val="00E95CA3"/>
    <w:rsid w:val="00EA1C44"/>
    <w:rsid w:val="00EA2105"/>
    <w:rsid w:val="00EA479B"/>
    <w:rsid w:val="00EA5713"/>
    <w:rsid w:val="00EA7273"/>
    <w:rsid w:val="00EB023E"/>
    <w:rsid w:val="00EB02E9"/>
    <w:rsid w:val="00EB05F5"/>
    <w:rsid w:val="00EB06BC"/>
    <w:rsid w:val="00EB0AC1"/>
    <w:rsid w:val="00EB22D7"/>
    <w:rsid w:val="00EB3542"/>
    <w:rsid w:val="00EB47EF"/>
    <w:rsid w:val="00EB536C"/>
    <w:rsid w:val="00EC092F"/>
    <w:rsid w:val="00EC1649"/>
    <w:rsid w:val="00ED01FF"/>
    <w:rsid w:val="00ED02F1"/>
    <w:rsid w:val="00ED0487"/>
    <w:rsid w:val="00ED0521"/>
    <w:rsid w:val="00ED1D8B"/>
    <w:rsid w:val="00ED3C4C"/>
    <w:rsid w:val="00ED7FA7"/>
    <w:rsid w:val="00EE01C7"/>
    <w:rsid w:val="00EE0B5E"/>
    <w:rsid w:val="00EE0E91"/>
    <w:rsid w:val="00EE13B7"/>
    <w:rsid w:val="00EE149D"/>
    <w:rsid w:val="00EE1F6E"/>
    <w:rsid w:val="00EE5CA2"/>
    <w:rsid w:val="00EE69C7"/>
    <w:rsid w:val="00EF218D"/>
    <w:rsid w:val="00EF21D7"/>
    <w:rsid w:val="00EF2740"/>
    <w:rsid w:val="00EF27BC"/>
    <w:rsid w:val="00EF3B43"/>
    <w:rsid w:val="00EF4E81"/>
    <w:rsid w:val="00EF6580"/>
    <w:rsid w:val="00EF6E96"/>
    <w:rsid w:val="00EF7658"/>
    <w:rsid w:val="00F00175"/>
    <w:rsid w:val="00F011FA"/>
    <w:rsid w:val="00F04842"/>
    <w:rsid w:val="00F04E90"/>
    <w:rsid w:val="00F05E60"/>
    <w:rsid w:val="00F0774F"/>
    <w:rsid w:val="00F07F64"/>
    <w:rsid w:val="00F11C54"/>
    <w:rsid w:val="00F134EC"/>
    <w:rsid w:val="00F143D5"/>
    <w:rsid w:val="00F14E37"/>
    <w:rsid w:val="00F151D9"/>
    <w:rsid w:val="00F1550A"/>
    <w:rsid w:val="00F17032"/>
    <w:rsid w:val="00F1714D"/>
    <w:rsid w:val="00F2149B"/>
    <w:rsid w:val="00F22D24"/>
    <w:rsid w:val="00F23F4A"/>
    <w:rsid w:val="00F24504"/>
    <w:rsid w:val="00F262A7"/>
    <w:rsid w:val="00F26AF3"/>
    <w:rsid w:val="00F27CAF"/>
    <w:rsid w:val="00F3014A"/>
    <w:rsid w:val="00F322FA"/>
    <w:rsid w:val="00F35A66"/>
    <w:rsid w:val="00F35DEC"/>
    <w:rsid w:val="00F42F23"/>
    <w:rsid w:val="00F4551E"/>
    <w:rsid w:val="00F460AF"/>
    <w:rsid w:val="00F47003"/>
    <w:rsid w:val="00F502C8"/>
    <w:rsid w:val="00F50BB4"/>
    <w:rsid w:val="00F512E1"/>
    <w:rsid w:val="00F516D5"/>
    <w:rsid w:val="00F51F9D"/>
    <w:rsid w:val="00F52A5C"/>
    <w:rsid w:val="00F532CE"/>
    <w:rsid w:val="00F5613F"/>
    <w:rsid w:val="00F57F9F"/>
    <w:rsid w:val="00F60280"/>
    <w:rsid w:val="00F64A3D"/>
    <w:rsid w:val="00F652CA"/>
    <w:rsid w:val="00F65D73"/>
    <w:rsid w:val="00F65E05"/>
    <w:rsid w:val="00F71ECD"/>
    <w:rsid w:val="00F730E7"/>
    <w:rsid w:val="00F73BA7"/>
    <w:rsid w:val="00F743B1"/>
    <w:rsid w:val="00F76D00"/>
    <w:rsid w:val="00F7705C"/>
    <w:rsid w:val="00F77C91"/>
    <w:rsid w:val="00F8160F"/>
    <w:rsid w:val="00F82365"/>
    <w:rsid w:val="00F827A8"/>
    <w:rsid w:val="00F84547"/>
    <w:rsid w:val="00F8515E"/>
    <w:rsid w:val="00F858DE"/>
    <w:rsid w:val="00F86666"/>
    <w:rsid w:val="00F87110"/>
    <w:rsid w:val="00F87D27"/>
    <w:rsid w:val="00F9095F"/>
    <w:rsid w:val="00F90A50"/>
    <w:rsid w:val="00F920A5"/>
    <w:rsid w:val="00F93080"/>
    <w:rsid w:val="00FA180A"/>
    <w:rsid w:val="00FA2FA4"/>
    <w:rsid w:val="00FA352A"/>
    <w:rsid w:val="00FA700A"/>
    <w:rsid w:val="00FA7D9C"/>
    <w:rsid w:val="00FB0550"/>
    <w:rsid w:val="00FB0688"/>
    <w:rsid w:val="00FB10D9"/>
    <w:rsid w:val="00FB1542"/>
    <w:rsid w:val="00FB1A9D"/>
    <w:rsid w:val="00FB4649"/>
    <w:rsid w:val="00FB4987"/>
    <w:rsid w:val="00FB6D2E"/>
    <w:rsid w:val="00FC0925"/>
    <w:rsid w:val="00FC186C"/>
    <w:rsid w:val="00FC5DFF"/>
    <w:rsid w:val="00FD0955"/>
    <w:rsid w:val="00FD15EC"/>
    <w:rsid w:val="00FD20F0"/>
    <w:rsid w:val="00FD442F"/>
    <w:rsid w:val="00FD680F"/>
    <w:rsid w:val="00FD73D3"/>
    <w:rsid w:val="00FD7760"/>
    <w:rsid w:val="00FD79CE"/>
    <w:rsid w:val="00FD7D81"/>
    <w:rsid w:val="00FE5672"/>
    <w:rsid w:val="00FE5E0F"/>
    <w:rsid w:val="00FE5F2D"/>
    <w:rsid w:val="00FE6A43"/>
    <w:rsid w:val="00FE7091"/>
    <w:rsid w:val="00FF0205"/>
    <w:rsid w:val="00FF031A"/>
    <w:rsid w:val="00FF0827"/>
    <w:rsid w:val="00FF104D"/>
    <w:rsid w:val="00FF1376"/>
    <w:rsid w:val="00FF1B42"/>
    <w:rsid w:val="00FF4389"/>
    <w:rsid w:val="00FF478E"/>
    <w:rsid w:val="00FF577A"/>
    <w:rsid w:val="00FF6C77"/>
    <w:rsid w:val="017791DD"/>
    <w:rsid w:val="0178110C"/>
    <w:rsid w:val="019D46C4"/>
    <w:rsid w:val="01F15079"/>
    <w:rsid w:val="01F18D8D"/>
    <w:rsid w:val="02AD086B"/>
    <w:rsid w:val="030C4AE8"/>
    <w:rsid w:val="0344EFFD"/>
    <w:rsid w:val="03FFB823"/>
    <w:rsid w:val="04B6D22F"/>
    <w:rsid w:val="051D7476"/>
    <w:rsid w:val="0585C937"/>
    <w:rsid w:val="06C6B40F"/>
    <w:rsid w:val="06CEFFB2"/>
    <w:rsid w:val="06E39B6E"/>
    <w:rsid w:val="0749F54E"/>
    <w:rsid w:val="07AEF37F"/>
    <w:rsid w:val="09CF644A"/>
    <w:rsid w:val="09EB81BF"/>
    <w:rsid w:val="0A7E4523"/>
    <w:rsid w:val="0B2EEB17"/>
    <w:rsid w:val="0B31CEEB"/>
    <w:rsid w:val="0BBE3444"/>
    <w:rsid w:val="0C17937E"/>
    <w:rsid w:val="0C3B7097"/>
    <w:rsid w:val="0CB2C930"/>
    <w:rsid w:val="0D77E7AC"/>
    <w:rsid w:val="0E0551D2"/>
    <w:rsid w:val="0EED8B89"/>
    <w:rsid w:val="0F054289"/>
    <w:rsid w:val="0F4C2E41"/>
    <w:rsid w:val="0FB59227"/>
    <w:rsid w:val="0FF2E8DF"/>
    <w:rsid w:val="0FFE78AB"/>
    <w:rsid w:val="104BDAAF"/>
    <w:rsid w:val="107812FE"/>
    <w:rsid w:val="114E89B4"/>
    <w:rsid w:val="11ACD37D"/>
    <w:rsid w:val="11F664D9"/>
    <w:rsid w:val="123A7B8B"/>
    <w:rsid w:val="12CDB02C"/>
    <w:rsid w:val="12ED9DC8"/>
    <w:rsid w:val="12F79FAA"/>
    <w:rsid w:val="13074CA7"/>
    <w:rsid w:val="141833E2"/>
    <w:rsid w:val="15A95171"/>
    <w:rsid w:val="164274CA"/>
    <w:rsid w:val="1708395B"/>
    <w:rsid w:val="175B4CD8"/>
    <w:rsid w:val="18BC8DE2"/>
    <w:rsid w:val="18E74A52"/>
    <w:rsid w:val="18EBF9D5"/>
    <w:rsid w:val="19083054"/>
    <w:rsid w:val="1AC97B9B"/>
    <w:rsid w:val="1B5F7EB6"/>
    <w:rsid w:val="1BD9656A"/>
    <w:rsid w:val="1C8759A5"/>
    <w:rsid w:val="1D272A7D"/>
    <w:rsid w:val="1D522965"/>
    <w:rsid w:val="1D52D195"/>
    <w:rsid w:val="1E0032BF"/>
    <w:rsid w:val="1E28972C"/>
    <w:rsid w:val="1E72FF9A"/>
    <w:rsid w:val="1F1D2C0E"/>
    <w:rsid w:val="1F5FB7FE"/>
    <w:rsid w:val="1FDA4B31"/>
    <w:rsid w:val="1FF7DBD0"/>
    <w:rsid w:val="2028E6CF"/>
    <w:rsid w:val="2067526F"/>
    <w:rsid w:val="20B03E7F"/>
    <w:rsid w:val="21449BF9"/>
    <w:rsid w:val="2164EC38"/>
    <w:rsid w:val="21F38686"/>
    <w:rsid w:val="2227FC91"/>
    <w:rsid w:val="2260729C"/>
    <w:rsid w:val="2267453B"/>
    <w:rsid w:val="24816626"/>
    <w:rsid w:val="24BA986D"/>
    <w:rsid w:val="258D21AD"/>
    <w:rsid w:val="2652F4CA"/>
    <w:rsid w:val="28121E79"/>
    <w:rsid w:val="285C9B79"/>
    <w:rsid w:val="287C763F"/>
    <w:rsid w:val="28B432A0"/>
    <w:rsid w:val="29149B37"/>
    <w:rsid w:val="295EBB73"/>
    <w:rsid w:val="29ACDE34"/>
    <w:rsid w:val="29BB23F6"/>
    <w:rsid w:val="29C2602F"/>
    <w:rsid w:val="2A0201F9"/>
    <w:rsid w:val="2A020C63"/>
    <w:rsid w:val="2BD4AFD3"/>
    <w:rsid w:val="2BE840A0"/>
    <w:rsid w:val="2C8A2530"/>
    <w:rsid w:val="2D3F07CD"/>
    <w:rsid w:val="2D9AE244"/>
    <w:rsid w:val="2DA6CC97"/>
    <w:rsid w:val="2F32D6C0"/>
    <w:rsid w:val="2F744FD3"/>
    <w:rsid w:val="2FBFB006"/>
    <w:rsid w:val="2FD61BE1"/>
    <w:rsid w:val="302986A4"/>
    <w:rsid w:val="309C6628"/>
    <w:rsid w:val="314B751C"/>
    <w:rsid w:val="317599A1"/>
    <w:rsid w:val="32099765"/>
    <w:rsid w:val="323D6459"/>
    <w:rsid w:val="32CBB4B5"/>
    <w:rsid w:val="3326CAEE"/>
    <w:rsid w:val="333D8CB6"/>
    <w:rsid w:val="338D1E93"/>
    <w:rsid w:val="34CA936B"/>
    <w:rsid w:val="359DCD3F"/>
    <w:rsid w:val="36EBD0E1"/>
    <w:rsid w:val="3720936F"/>
    <w:rsid w:val="37420524"/>
    <w:rsid w:val="386064A3"/>
    <w:rsid w:val="38651940"/>
    <w:rsid w:val="38812ADB"/>
    <w:rsid w:val="38CFB60B"/>
    <w:rsid w:val="39664BD9"/>
    <w:rsid w:val="3969EC1D"/>
    <w:rsid w:val="396D9BFC"/>
    <w:rsid w:val="3978F806"/>
    <w:rsid w:val="39C334EA"/>
    <w:rsid w:val="3A391DBB"/>
    <w:rsid w:val="3A938B57"/>
    <w:rsid w:val="3AB2997C"/>
    <w:rsid w:val="3AF1B082"/>
    <w:rsid w:val="3B401CFF"/>
    <w:rsid w:val="3C1D602B"/>
    <w:rsid w:val="3CB0AD0D"/>
    <w:rsid w:val="3CFC33EE"/>
    <w:rsid w:val="3D20BAB2"/>
    <w:rsid w:val="3E51BD20"/>
    <w:rsid w:val="3EC451C7"/>
    <w:rsid w:val="400BA355"/>
    <w:rsid w:val="40ABC8BF"/>
    <w:rsid w:val="40E1C89F"/>
    <w:rsid w:val="41A767ED"/>
    <w:rsid w:val="41FF6091"/>
    <w:rsid w:val="4246C29B"/>
    <w:rsid w:val="42AF3EA1"/>
    <w:rsid w:val="4377425B"/>
    <w:rsid w:val="43914F30"/>
    <w:rsid w:val="43A9242E"/>
    <w:rsid w:val="4493384C"/>
    <w:rsid w:val="44968626"/>
    <w:rsid w:val="44EA0982"/>
    <w:rsid w:val="46149B53"/>
    <w:rsid w:val="466BE90D"/>
    <w:rsid w:val="469B896A"/>
    <w:rsid w:val="4706E920"/>
    <w:rsid w:val="47B309DA"/>
    <w:rsid w:val="47D865AC"/>
    <w:rsid w:val="481EBC5A"/>
    <w:rsid w:val="482C4A10"/>
    <w:rsid w:val="487BE80F"/>
    <w:rsid w:val="48F9520F"/>
    <w:rsid w:val="4920964C"/>
    <w:rsid w:val="49B8FC3F"/>
    <w:rsid w:val="4AF94FF4"/>
    <w:rsid w:val="4B4320E9"/>
    <w:rsid w:val="4BE51188"/>
    <w:rsid w:val="4CC63AD1"/>
    <w:rsid w:val="4CE2F47A"/>
    <w:rsid w:val="4D6A47A6"/>
    <w:rsid w:val="4DB50126"/>
    <w:rsid w:val="4E0DEE3E"/>
    <w:rsid w:val="4E5F3942"/>
    <w:rsid w:val="4E5F7D1F"/>
    <w:rsid w:val="4EF750CF"/>
    <w:rsid w:val="4FE5C798"/>
    <w:rsid w:val="5049DA54"/>
    <w:rsid w:val="5090E5D1"/>
    <w:rsid w:val="50B40E2E"/>
    <w:rsid w:val="50B8BE6A"/>
    <w:rsid w:val="5104DE53"/>
    <w:rsid w:val="511FB4AD"/>
    <w:rsid w:val="51217215"/>
    <w:rsid w:val="5151A28A"/>
    <w:rsid w:val="525DE853"/>
    <w:rsid w:val="52A0CC42"/>
    <w:rsid w:val="52ED2900"/>
    <w:rsid w:val="52FF8C80"/>
    <w:rsid w:val="5353289A"/>
    <w:rsid w:val="537D64DB"/>
    <w:rsid w:val="53A62566"/>
    <w:rsid w:val="53B16EBE"/>
    <w:rsid w:val="54CC6743"/>
    <w:rsid w:val="54E4C99E"/>
    <w:rsid w:val="5554D4BD"/>
    <w:rsid w:val="558D8AB8"/>
    <w:rsid w:val="56364234"/>
    <w:rsid w:val="5664610C"/>
    <w:rsid w:val="574252EA"/>
    <w:rsid w:val="57534A4B"/>
    <w:rsid w:val="5770E30A"/>
    <w:rsid w:val="584D08DA"/>
    <w:rsid w:val="588AF374"/>
    <w:rsid w:val="58FF8647"/>
    <w:rsid w:val="59243A16"/>
    <w:rsid w:val="592CA3BC"/>
    <w:rsid w:val="5984AA27"/>
    <w:rsid w:val="5B110B19"/>
    <w:rsid w:val="5B2CDB64"/>
    <w:rsid w:val="5B5D3AC1"/>
    <w:rsid w:val="5C982994"/>
    <w:rsid w:val="5CB2D9DC"/>
    <w:rsid w:val="5CB83C95"/>
    <w:rsid w:val="5CF1F486"/>
    <w:rsid w:val="5D54C3BD"/>
    <w:rsid w:val="5D8DB383"/>
    <w:rsid w:val="5DA2CA37"/>
    <w:rsid w:val="5E0495FE"/>
    <w:rsid w:val="5E3DB4B5"/>
    <w:rsid w:val="5E9EE406"/>
    <w:rsid w:val="5F986FC2"/>
    <w:rsid w:val="5FBF5014"/>
    <w:rsid w:val="5FDC77B3"/>
    <w:rsid w:val="60440200"/>
    <w:rsid w:val="61008F14"/>
    <w:rsid w:val="611D75DD"/>
    <w:rsid w:val="612C0364"/>
    <w:rsid w:val="61D571C5"/>
    <w:rsid w:val="622CB867"/>
    <w:rsid w:val="6233EF04"/>
    <w:rsid w:val="6315109B"/>
    <w:rsid w:val="63229E27"/>
    <w:rsid w:val="63283359"/>
    <w:rsid w:val="632BC234"/>
    <w:rsid w:val="643A03DA"/>
    <w:rsid w:val="64468AA2"/>
    <w:rsid w:val="648713A5"/>
    <w:rsid w:val="64DEBA40"/>
    <w:rsid w:val="65583ED5"/>
    <w:rsid w:val="65CDECE1"/>
    <w:rsid w:val="66C39869"/>
    <w:rsid w:val="66C61AAF"/>
    <w:rsid w:val="67973AED"/>
    <w:rsid w:val="68078DB8"/>
    <w:rsid w:val="68298948"/>
    <w:rsid w:val="6A904EDB"/>
    <w:rsid w:val="6B602EBC"/>
    <w:rsid w:val="6BC8DCC4"/>
    <w:rsid w:val="6CE8A391"/>
    <w:rsid w:val="6DC0BD23"/>
    <w:rsid w:val="6E103076"/>
    <w:rsid w:val="6E235629"/>
    <w:rsid w:val="6E4847E3"/>
    <w:rsid w:val="6EAB97CC"/>
    <w:rsid w:val="6F381EEF"/>
    <w:rsid w:val="6FA1F0D5"/>
    <w:rsid w:val="7003195E"/>
    <w:rsid w:val="700E2C2D"/>
    <w:rsid w:val="70792C84"/>
    <w:rsid w:val="71B51B54"/>
    <w:rsid w:val="71D8602F"/>
    <w:rsid w:val="7332586D"/>
    <w:rsid w:val="741D83DE"/>
    <w:rsid w:val="743BDF28"/>
    <w:rsid w:val="74645A8A"/>
    <w:rsid w:val="7556A711"/>
    <w:rsid w:val="75E43D10"/>
    <w:rsid w:val="761EE684"/>
    <w:rsid w:val="781C2C18"/>
    <w:rsid w:val="788681F9"/>
    <w:rsid w:val="78AD8ED8"/>
    <w:rsid w:val="78CD06EA"/>
    <w:rsid w:val="79787B5F"/>
    <w:rsid w:val="79BB08CB"/>
    <w:rsid w:val="79C97471"/>
    <w:rsid w:val="79F86858"/>
    <w:rsid w:val="7A32D907"/>
    <w:rsid w:val="7B0D3388"/>
    <w:rsid w:val="7BF6BEB2"/>
    <w:rsid w:val="7C100C72"/>
    <w:rsid w:val="7C353A44"/>
    <w:rsid w:val="7C692B16"/>
    <w:rsid w:val="7CB0F556"/>
    <w:rsid w:val="7DCA011A"/>
    <w:rsid w:val="7F5A48F3"/>
    <w:rsid w:val="7F72CA88"/>
    <w:rsid w:val="7FAAC634"/>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E49E90"/>
  <w15:docId w15:val="{93B89B20-075B-4129-9AAD-D62D2520F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6119"/>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AA65EC"/>
    <w:pPr>
      <w:spacing w:before="0" w:after="360"/>
      <w:outlineLvl w:val="0"/>
    </w:pPr>
    <w:rPr>
      <w:rFonts w:eastAsia="Times New Roman" w:cs="Arial"/>
      <w:b/>
      <w:bCs/>
      <w:color w:val="0077E3"/>
      <w:sz w:val="28"/>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65EC"/>
    <w:rPr>
      <w:rFonts w:ascii="Arial" w:eastAsia="Times New Roman" w:hAnsi="Arial" w:cs="Arial"/>
      <w:b/>
      <w:bCs/>
      <w:color w:val="0077E3"/>
      <w:sz w:val="28"/>
      <w:szCs w:val="24"/>
      <w:lang w:eastAsia="en-US"/>
    </w:rPr>
  </w:style>
  <w:style w:type="paragraph" w:styleId="Footer">
    <w:name w:val="footer"/>
    <w:basedOn w:val="Normal"/>
    <w:link w:val="FooterChar"/>
    <w:uiPriority w:val="99"/>
    <w:unhideWhenUsed/>
    <w:rsid w:val="004351CE"/>
    <w:pPr>
      <w:tabs>
        <w:tab w:val="right" w:pos="9639"/>
        <w:tab w:val="right" w:pos="11199"/>
      </w:tabs>
      <w:spacing w:before="160" w:after="0"/>
      <w:ind w:left="567"/>
    </w:pPr>
    <w:rPr>
      <w:sz w:val="18"/>
      <w:szCs w:val="20"/>
    </w:rPr>
  </w:style>
  <w:style w:type="character" w:customStyle="1" w:styleId="FooterChar">
    <w:name w:val="Footer Char"/>
    <w:link w:val="Footer"/>
    <w:uiPriority w:val="99"/>
    <w:rsid w:val="004351CE"/>
    <w:rPr>
      <w:rFonts w:ascii="Arial" w:hAnsi="Arial"/>
      <w:sz w:val="18"/>
      <w:lang w:eastAsia="en-US"/>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link w:val="NormalbulletlistChar"/>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customStyle="1" w:styleId="Default">
    <w:name w:val="Default"/>
    <w:rsid w:val="00287A2D"/>
    <w:pPr>
      <w:autoSpaceDE w:val="0"/>
      <w:autoSpaceDN w:val="0"/>
      <w:adjustRightInd w:val="0"/>
    </w:pPr>
    <w:rPr>
      <w:rFonts w:ascii="Arial" w:eastAsiaTheme="minorHAnsi" w:hAnsi="Arial" w:cs="Arial"/>
      <w:color w:val="000000"/>
      <w:sz w:val="24"/>
      <w:szCs w:val="24"/>
      <w:lang w:eastAsia="en-US"/>
    </w:rPr>
  </w:style>
  <w:style w:type="paragraph" w:styleId="ListParagraph">
    <w:name w:val="List Paragraph"/>
    <w:basedOn w:val="Normal"/>
    <w:rsid w:val="00292B72"/>
    <w:pPr>
      <w:ind w:left="720"/>
      <w:contextualSpacing/>
    </w:pPr>
  </w:style>
  <w:style w:type="character" w:customStyle="1" w:styleId="UnresolvedMention1">
    <w:name w:val="Unresolved Mention1"/>
    <w:basedOn w:val="DefaultParagraphFont"/>
    <w:uiPriority w:val="99"/>
    <w:semiHidden/>
    <w:unhideWhenUsed/>
    <w:rsid w:val="002A6CEA"/>
    <w:rPr>
      <w:color w:val="605E5C"/>
      <w:shd w:val="clear" w:color="auto" w:fill="E1DFDD"/>
    </w:rPr>
  </w:style>
  <w:style w:type="paragraph" w:styleId="NormalWeb">
    <w:name w:val="Normal (Web)"/>
    <w:basedOn w:val="Normal"/>
    <w:uiPriority w:val="99"/>
    <w:semiHidden/>
    <w:unhideWhenUsed/>
    <w:rsid w:val="00835DF1"/>
    <w:pPr>
      <w:spacing w:before="100" w:beforeAutospacing="1" w:after="100" w:afterAutospacing="1" w:line="240" w:lineRule="auto"/>
    </w:pPr>
    <w:rPr>
      <w:rFonts w:ascii="Times New Roman" w:eastAsia="Times New Roman" w:hAnsi="Times New Roman"/>
      <w:sz w:val="24"/>
      <w:lang w:eastAsia="en-GB"/>
    </w:rPr>
  </w:style>
  <w:style w:type="character" w:styleId="UnresolvedMention">
    <w:name w:val="Unresolved Mention"/>
    <w:basedOn w:val="DefaultParagraphFont"/>
    <w:uiPriority w:val="99"/>
    <w:semiHidden/>
    <w:unhideWhenUsed/>
    <w:rsid w:val="00A66D0E"/>
    <w:rPr>
      <w:color w:val="605E5C"/>
      <w:shd w:val="clear" w:color="auto" w:fill="E1DFDD"/>
    </w:rPr>
  </w:style>
  <w:style w:type="character" w:customStyle="1" w:styleId="NormalbulletlistChar">
    <w:name w:val="Normal bullet list Char"/>
    <w:link w:val="Normalbulletlist"/>
    <w:locked/>
    <w:rsid w:val="00102A28"/>
    <w:rPr>
      <w:rFonts w:ascii="Arial" w:eastAsia="Times New Roman" w:hAnsi="Arial"/>
      <w:bCs/>
      <w:sz w:val="22"/>
      <w:szCs w:val="24"/>
      <w:lang w:eastAsia="en-US"/>
    </w:rPr>
  </w:style>
  <w:style w:type="paragraph" w:customStyle="1" w:styleId="Normalheadingred">
    <w:name w:val="Normal heading red"/>
    <w:basedOn w:val="Normal"/>
    <w:qFormat/>
    <w:rsid w:val="00102A28"/>
    <w:rPr>
      <w:b/>
      <w:color w:val="0077E3"/>
    </w:rPr>
  </w:style>
  <w:style w:type="character" w:customStyle="1" w:styleId="normaltextrun">
    <w:name w:val="normaltextrun"/>
    <w:basedOn w:val="DefaultParagraphFont"/>
    <w:rsid w:val="00705BAF"/>
  </w:style>
  <w:style w:type="character" w:customStyle="1" w:styleId="scxw239528614">
    <w:name w:val="scxw239528614"/>
    <w:basedOn w:val="DefaultParagraphFont"/>
    <w:rsid w:val="00705BAF"/>
  </w:style>
  <w:style w:type="character" w:customStyle="1" w:styleId="eop">
    <w:name w:val="eop"/>
    <w:basedOn w:val="DefaultParagraphFont"/>
    <w:rsid w:val="00B814FB"/>
  </w:style>
  <w:style w:type="character" w:styleId="Strong">
    <w:name w:val="Strong"/>
    <w:basedOn w:val="DefaultParagraphFont"/>
    <w:uiPriority w:val="22"/>
    <w:qFormat/>
    <w:rsid w:val="00275E35"/>
    <w:rPr>
      <w:b/>
      <w:bCs/>
    </w:rPr>
  </w:style>
  <w:style w:type="character" w:styleId="Emphasis">
    <w:name w:val="Emphasis"/>
    <w:basedOn w:val="DefaultParagraphFont"/>
    <w:uiPriority w:val="20"/>
    <w:qFormat/>
    <w:rsid w:val="00275E35"/>
    <w:rPr>
      <w:i/>
      <w:iCs/>
    </w:rPr>
  </w:style>
  <w:style w:type="paragraph" w:customStyle="1" w:styleId="paragraph">
    <w:name w:val="paragraph"/>
    <w:basedOn w:val="Normal"/>
    <w:rsid w:val="009C57D4"/>
    <w:pPr>
      <w:spacing w:before="100" w:beforeAutospacing="1" w:after="100" w:afterAutospacing="1" w:line="240" w:lineRule="auto"/>
    </w:pPr>
    <w:rPr>
      <w:rFonts w:ascii="Times New Roman" w:eastAsia="Times New Roman" w:hAnsi="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824089">
      <w:bodyDiv w:val="1"/>
      <w:marLeft w:val="0"/>
      <w:marRight w:val="0"/>
      <w:marTop w:val="0"/>
      <w:marBottom w:val="0"/>
      <w:divBdr>
        <w:top w:val="none" w:sz="0" w:space="0" w:color="auto"/>
        <w:left w:val="none" w:sz="0" w:space="0" w:color="auto"/>
        <w:bottom w:val="none" w:sz="0" w:space="0" w:color="auto"/>
        <w:right w:val="none" w:sz="0" w:space="0" w:color="auto"/>
      </w:divBdr>
    </w:div>
    <w:div w:id="426924322">
      <w:bodyDiv w:val="1"/>
      <w:marLeft w:val="0"/>
      <w:marRight w:val="0"/>
      <w:marTop w:val="0"/>
      <w:marBottom w:val="0"/>
      <w:divBdr>
        <w:top w:val="none" w:sz="0" w:space="0" w:color="auto"/>
        <w:left w:val="none" w:sz="0" w:space="0" w:color="auto"/>
        <w:bottom w:val="none" w:sz="0" w:space="0" w:color="auto"/>
        <w:right w:val="none" w:sz="0" w:space="0" w:color="auto"/>
      </w:divBdr>
    </w:div>
    <w:div w:id="739989082">
      <w:bodyDiv w:val="1"/>
      <w:marLeft w:val="0"/>
      <w:marRight w:val="0"/>
      <w:marTop w:val="0"/>
      <w:marBottom w:val="0"/>
      <w:divBdr>
        <w:top w:val="none" w:sz="0" w:space="0" w:color="auto"/>
        <w:left w:val="none" w:sz="0" w:space="0" w:color="auto"/>
        <w:bottom w:val="none" w:sz="0" w:space="0" w:color="auto"/>
        <w:right w:val="none" w:sz="0" w:space="0" w:color="auto"/>
      </w:divBdr>
    </w:div>
    <w:div w:id="747774000">
      <w:bodyDiv w:val="1"/>
      <w:marLeft w:val="0"/>
      <w:marRight w:val="0"/>
      <w:marTop w:val="0"/>
      <w:marBottom w:val="0"/>
      <w:divBdr>
        <w:top w:val="none" w:sz="0" w:space="0" w:color="auto"/>
        <w:left w:val="none" w:sz="0" w:space="0" w:color="auto"/>
        <w:bottom w:val="none" w:sz="0" w:space="0" w:color="auto"/>
        <w:right w:val="none" w:sz="0" w:space="0" w:color="auto"/>
      </w:divBdr>
    </w:div>
    <w:div w:id="782187430">
      <w:bodyDiv w:val="1"/>
      <w:marLeft w:val="0"/>
      <w:marRight w:val="0"/>
      <w:marTop w:val="0"/>
      <w:marBottom w:val="0"/>
      <w:divBdr>
        <w:top w:val="none" w:sz="0" w:space="0" w:color="auto"/>
        <w:left w:val="none" w:sz="0" w:space="0" w:color="auto"/>
        <w:bottom w:val="none" w:sz="0" w:space="0" w:color="auto"/>
        <w:right w:val="none" w:sz="0" w:space="0" w:color="auto"/>
      </w:divBdr>
    </w:div>
    <w:div w:id="985627500">
      <w:bodyDiv w:val="1"/>
      <w:marLeft w:val="0"/>
      <w:marRight w:val="0"/>
      <w:marTop w:val="0"/>
      <w:marBottom w:val="0"/>
      <w:divBdr>
        <w:top w:val="none" w:sz="0" w:space="0" w:color="auto"/>
        <w:left w:val="none" w:sz="0" w:space="0" w:color="auto"/>
        <w:bottom w:val="none" w:sz="0" w:space="0" w:color="auto"/>
        <w:right w:val="none" w:sz="0" w:space="0" w:color="auto"/>
      </w:divBdr>
    </w:div>
    <w:div w:id="1016036642">
      <w:bodyDiv w:val="1"/>
      <w:marLeft w:val="0"/>
      <w:marRight w:val="0"/>
      <w:marTop w:val="0"/>
      <w:marBottom w:val="0"/>
      <w:divBdr>
        <w:top w:val="none" w:sz="0" w:space="0" w:color="auto"/>
        <w:left w:val="none" w:sz="0" w:space="0" w:color="auto"/>
        <w:bottom w:val="none" w:sz="0" w:space="0" w:color="auto"/>
        <w:right w:val="none" w:sz="0" w:space="0" w:color="auto"/>
      </w:divBdr>
    </w:div>
    <w:div w:id="1084448115">
      <w:bodyDiv w:val="1"/>
      <w:marLeft w:val="0"/>
      <w:marRight w:val="0"/>
      <w:marTop w:val="0"/>
      <w:marBottom w:val="0"/>
      <w:divBdr>
        <w:top w:val="none" w:sz="0" w:space="0" w:color="auto"/>
        <w:left w:val="none" w:sz="0" w:space="0" w:color="auto"/>
        <w:bottom w:val="none" w:sz="0" w:space="0" w:color="auto"/>
        <w:right w:val="none" w:sz="0" w:space="0" w:color="auto"/>
      </w:divBdr>
    </w:div>
    <w:div w:id="1119761984">
      <w:bodyDiv w:val="1"/>
      <w:marLeft w:val="0"/>
      <w:marRight w:val="0"/>
      <w:marTop w:val="0"/>
      <w:marBottom w:val="0"/>
      <w:divBdr>
        <w:top w:val="none" w:sz="0" w:space="0" w:color="auto"/>
        <w:left w:val="none" w:sz="0" w:space="0" w:color="auto"/>
        <w:bottom w:val="none" w:sz="0" w:space="0" w:color="auto"/>
        <w:right w:val="none" w:sz="0" w:space="0" w:color="auto"/>
      </w:divBdr>
    </w:div>
    <w:div w:id="1328753775">
      <w:bodyDiv w:val="1"/>
      <w:marLeft w:val="0"/>
      <w:marRight w:val="0"/>
      <w:marTop w:val="0"/>
      <w:marBottom w:val="0"/>
      <w:divBdr>
        <w:top w:val="none" w:sz="0" w:space="0" w:color="auto"/>
        <w:left w:val="none" w:sz="0" w:space="0" w:color="auto"/>
        <w:bottom w:val="none" w:sz="0" w:space="0" w:color="auto"/>
        <w:right w:val="none" w:sz="0" w:space="0" w:color="auto"/>
      </w:divBdr>
    </w:div>
    <w:div w:id="1336376768">
      <w:bodyDiv w:val="1"/>
      <w:marLeft w:val="0"/>
      <w:marRight w:val="0"/>
      <w:marTop w:val="0"/>
      <w:marBottom w:val="0"/>
      <w:divBdr>
        <w:top w:val="none" w:sz="0" w:space="0" w:color="auto"/>
        <w:left w:val="none" w:sz="0" w:space="0" w:color="auto"/>
        <w:bottom w:val="none" w:sz="0" w:space="0" w:color="auto"/>
        <w:right w:val="none" w:sz="0" w:space="0" w:color="auto"/>
      </w:divBdr>
    </w:div>
    <w:div w:id="1515849799">
      <w:bodyDiv w:val="1"/>
      <w:marLeft w:val="0"/>
      <w:marRight w:val="0"/>
      <w:marTop w:val="0"/>
      <w:marBottom w:val="0"/>
      <w:divBdr>
        <w:top w:val="none" w:sz="0" w:space="0" w:color="auto"/>
        <w:left w:val="none" w:sz="0" w:space="0" w:color="auto"/>
        <w:bottom w:val="none" w:sz="0" w:space="0" w:color="auto"/>
        <w:right w:val="none" w:sz="0" w:space="0" w:color="auto"/>
      </w:divBdr>
    </w:div>
    <w:div w:id="1566449675">
      <w:bodyDiv w:val="1"/>
      <w:marLeft w:val="0"/>
      <w:marRight w:val="0"/>
      <w:marTop w:val="0"/>
      <w:marBottom w:val="0"/>
      <w:divBdr>
        <w:top w:val="none" w:sz="0" w:space="0" w:color="auto"/>
        <w:left w:val="none" w:sz="0" w:space="0" w:color="auto"/>
        <w:bottom w:val="none" w:sz="0" w:space="0" w:color="auto"/>
        <w:right w:val="none" w:sz="0" w:space="0" w:color="auto"/>
      </w:divBdr>
    </w:div>
    <w:div w:id="1714384488">
      <w:bodyDiv w:val="1"/>
      <w:marLeft w:val="0"/>
      <w:marRight w:val="0"/>
      <w:marTop w:val="0"/>
      <w:marBottom w:val="0"/>
      <w:divBdr>
        <w:top w:val="none" w:sz="0" w:space="0" w:color="auto"/>
        <w:left w:val="none" w:sz="0" w:space="0" w:color="auto"/>
        <w:bottom w:val="none" w:sz="0" w:space="0" w:color="auto"/>
        <w:right w:val="none" w:sz="0" w:space="0" w:color="auto"/>
      </w:divBdr>
    </w:div>
    <w:div w:id="1761100140">
      <w:bodyDiv w:val="1"/>
      <w:marLeft w:val="0"/>
      <w:marRight w:val="0"/>
      <w:marTop w:val="0"/>
      <w:marBottom w:val="0"/>
      <w:divBdr>
        <w:top w:val="none" w:sz="0" w:space="0" w:color="auto"/>
        <w:left w:val="none" w:sz="0" w:space="0" w:color="auto"/>
        <w:bottom w:val="none" w:sz="0" w:space="0" w:color="auto"/>
        <w:right w:val="none" w:sz="0" w:space="0" w:color="auto"/>
      </w:divBdr>
    </w:div>
    <w:div w:id="1814172487">
      <w:bodyDiv w:val="1"/>
      <w:marLeft w:val="0"/>
      <w:marRight w:val="0"/>
      <w:marTop w:val="0"/>
      <w:marBottom w:val="0"/>
      <w:divBdr>
        <w:top w:val="none" w:sz="0" w:space="0" w:color="auto"/>
        <w:left w:val="none" w:sz="0" w:space="0" w:color="auto"/>
        <w:bottom w:val="none" w:sz="0" w:space="0" w:color="auto"/>
        <w:right w:val="none" w:sz="0" w:space="0" w:color="auto"/>
      </w:divBdr>
    </w:div>
    <w:div w:id="1951936651">
      <w:bodyDiv w:val="1"/>
      <w:marLeft w:val="0"/>
      <w:marRight w:val="0"/>
      <w:marTop w:val="0"/>
      <w:marBottom w:val="0"/>
      <w:divBdr>
        <w:top w:val="none" w:sz="0" w:space="0" w:color="auto"/>
        <w:left w:val="none" w:sz="0" w:space="0" w:color="auto"/>
        <w:bottom w:val="none" w:sz="0" w:space="0" w:color="auto"/>
        <w:right w:val="none" w:sz="0" w:space="0" w:color="auto"/>
      </w:divBdr>
    </w:div>
    <w:div w:id="2062166848">
      <w:bodyDiv w:val="1"/>
      <w:marLeft w:val="0"/>
      <w:marRight w:val="0"/>
      <w:marTop w:val="0"/>
      <w:marBottom w:val="0"/>
      <w:divBdr>
        <w:top w:val="none" w:sz="0" w:space="0" w:color="auto"/>
        <w:left w:val="none" w:sz="0" w:space="0" w:color="auto"/>
        <w:bottom w:val="none" w:sz="0" w:space="0" w:color="auto"/>
        <w:right w:val="none" w:sz="0" w:space="0" w:color="auto"/>
      </w:divBdr>
    </w:div>
    <w:div w:id="21083047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youtube.com/watch?v=Ag4lLUXKuSM" TargetMode="External"/><Relationship Id="rId21" Type="http://schemas.openxmlformats.org/officeDocument/2006/relationships/hyperlink" Target="http://www.theengineeringmindset.com" TargetMode="External"/><Relationship Id="rId42" Type="http://schemas.openxmlformats.org/officeDocument/2006/relationships/hyperlink" Target="https://www.brita.co.uk/water-filter-system/water-filter-tap-solutions/integrated-water-filter-tap" TargetMode="External"/><Relationship Id="rId47" Type="http://schemas.openxmlformats.org/officeDocument/2006/relationships/hyperlink" Target="https://www.youtube.com/watch?v=sx538iI6rys" TargetMode="External"/><Relationship Id="rId63" Type="http://schemas.openxmlformats.org/officeDocument/2006/relationships/hyperlink" Target="https://www.stormsaver.com/" TargetMode="External"/><Relationship Id="rId68"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press.hse.gov.uk/2025/04/30/fine-for-company-and-director-after-employee-dies-from-fall-through-roof/?utm_source=hse.gov.uk&amp;utm_medium=referral&amp;utm_campaign=press-channels-push&amp;utm_id=prosecution&amp;utm_term=roof-fall-death&amp;utm_content=home-page-news&amp;_ga=2.44559142.368857317.1747031400-1223147815.1747031400" TargetMode="External"/><Relationship Id="rId29" Type="http://schemas.openxmlformats.org/officeDocument/2006/relationships/hyperlink" Target="https://www.bbc.co.uk/bitesize/subjects/zrkw2hv" TargetMode="External"/><Relationship Id="rId11" Type="http://schemas.openxmlformats.org/officeDocument/2006/relationships/footer" Target="footer1.xml"/><Relationship Id="rId24" Type="http://schemas.openxmlformats.org/officeDocument/2006/relationships/hyperlink" Target="https://www.ciphe.org.uk/about/code-of-professional-standards/" TargetMode="External"/><Relationship Id="rId32" Type="http://schemas.openxmlformats.org/officeDocument/2006/relationships/hyperlink" Target="https://www.youtube.com/results?search_query=pipe+resistance" TargetMode="External"/><Relationship Id="rId37" Type="http://schemas.openxmlformats.org/officeDocument/2006/relationships/hyperlink" Target="https://www.legislation.gov.uk/uksi/1999/1148/contents/made" TargetMode="External"/><Relationship Id="rId40" Type="http://schemas.openxmlformats.org/officeDocument/2006/relationships/hyperlink" Target="https://www.youtube.com/watch?v=sqgVa71GyaY" TargetMode="External"/><Relationship Id="rId45" Type="http://schemas.openxmlformats.org/officeDocument/2006/relationships/hyperlink" Target="https://www.heatraesadia.com/products/cylinders-and-hot-water/instantaneous-electric" TargetMode="External"/><Relationship Id="rId53" Type="http://schemas.openxmlformats.org/officeDocument/2006/relationships/hyperlink" Target="https://www.youtube.com/watch?v=hIMm2LZdWr8" TargetMode="External"/><Relationship Id="rId58" Type="http://schemas.openxmlformats.org/officeDocument/2006/relationships/hyperlink" Target="https://fernox.com/videos/" TargetMode="External"/><Relationship Id="rId66" Type="http://schemas.openxmlformats.org/officeDocument/2006/relationships/hyperlink" Target="https://www.screwfix.com/c/heating-plumbing/cat830950" TargetMode="External"/><Relationship Id="rId5" Type="http://schemas.openxmlformats.org/officeDocument/2006/relationships/styles" Target="styles.xml"/><Relationship Id="rId61" Type="http://schemas.openxmlformats.org/officeDocument/2006/relationships/hyperlink" Target="https://www.wolseley.co.uk/drainage/waste-pipe-and-fittings/" TargetMode="External"/><Relationship Id="rId19" Type="http://schemas.openxmlformats.org/officeDocument/2006/relationships/hyperlink" Target="http://www.wolseley.co.uk" TargetMode="External"/><Relationship Id="rId14" Type="http://schemas.openxmlformats.org/officeDocument/2006/relationships/hyperlink" Target="https://www.youtube.com/watch?v=EUVzpiiL3Ng" TargetMode="External"/><Relationship Id="rId22" Type="http://schemas.openxmlformats.org/officeDocument/2006/relationships/hyperlink" Target="https://www.youtube.com/@TheB1M" TargetMode="External"/><Relationship Id="rId27" Type="http://schemas.openxmlformats.org/officeDocument/2006/relationships/hyperlink" Target="https://www.youtube.com/watch?v=9bU-I2ZiML0" TargetMode="External"/><Relationship Id="rId30" Type="http://schemas.openxmlformats.org/officeDocument/2006/relationships/hyperlink" Target="https://www.youtube.com/watch?v=BY9VGS2eXas&amp;t=73s" TargetMode="External"/><Relationship Id="rId35" Type="http://schemas.openxmlformats.org/officeDocument/2006/relationships/hyperlink" Target="https://www.wrasapprovals.co.uk/" TargetMode="External"/><Relationship Id="rId43" Type="http://schemas.openxmlformats.org/officeDocument/2006/relationships/hyperlink" Target="https://www.youtube.com/watch?v=My70NRG9JqQ" TargetMode="External"/><Relationship Id="rId48" Type="http://schemas.openxmlformats.org/officeDocument/2006/relationships/hyperlink" Target="https://www.wundagroup.com/journal/2022/03/07/how-does-underfloor-heating-work/?utm_campaign=PMX&amp;utm_source=google&amp;utm_medium=cpc&amp;gad_source=2&amp;gad_campaignid=20424275684&amp;gclid=Cj0KCQjw0qTCBhCmARIsAAj8C4boZA8MJcwmIG6lLNSEMaCrL5HK-fgedLQh8ZdwZraBS8T6WmhI1K4aAv_JEALw_wcB" TargetMode="External"/><Relationship Id="rId56" Type="http://schemas.openxmlformats.org/officeDocument/2006/relationships/hyperlink" Target="https://www.youtube.com/watch?v=UeB3Xf_qKvA" TargetMode="External"/><Relationship Id="rId64" Type="http://schemas.openxmlformats.org/officeDocument/2006/relationships/hyperlink" Target="https://www.youtube.com/watch?v=s1yN-LMs_jU" TargetMode="External"/><Relationship Id="rId69"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hyperlink" Target="https://www.worcester-bosch.co.uk/products/boilers" TargetMode="External"/><Relationship Id="rId3" Type="http://schemas.openxmlformats.org/officeDocument/2006/relationships/customXml" Target="../customXml/item3.xml"/><Relationship Id="rId12" Type="http://schemas.openxmlformats.org/officeDocument/2006/relationships/hyperlink" Target="http://www.hse.gov.uk" TargetMode="External"/><Relationship Id="rId17" Type="http://schemas.openxmlformats.org/officeDocument/2006/relationships/hyperlink" Target="http://www.hilti.com" TargetMode="External"/><Relationship Id="rId25" Type="http://schemas.openxmlformats.org/officeDocument/2006/relationships/hyperlink" Target="https://www.youtube.com/watch?v=vD0kbdIS6kE" TargetMode="External"/><Relationship Id="rId33" Type="http://schemas.openxmlformats.org/officeDocument/2006/relationships/hyperlink" Target="https://www.hse.gov.uk/gas/domestic/newschemecontract.htm" TargetMode="External"/><Relationship Id="rId38" Type="http://schemas.openxmlformats.org/officeDocument/2006/relationships/hyperlink" Target="https://www.wrasapprovals.co.uk/" TargetMode="External"/><Relationship Id="rId46" Type="http://schemas.openxmlformats.org/officeDocument/2006/relationships/hyperlink" Target="https://www.wolseley.co.uk/wcsstore/ExtendedSitesCatalogAssetStore/images/products/AssetPush/DTP_AssetPushHighRes/std.lang.all/ui/de/Honeywell_H_Controls_Wiring_Guide.pdf" TargetMode="External"/><Relationship Id="rId59" Type="http://schemas.openxmlformats.org/officeDocument/2006/relationships/hyperlink" Target="https://www.youtube.com/watch?v=dCgjUrQMJ3w" TargetMode="External"/><Relationship Id="rId67" Type="http://schemas.openxmlformats.org/officeDocument/2006/relationships/header" Target="header2.xml"/><Relationship Id="rId20" Type="http://schemas.openxmlformats.org/officeDocument/2006/relationships/hyperlink" Target="http://www.screwfix.com" TargetMode="External"/><Relationship Id="rId41" Type="http://schemas.openxmlformats.org/officeDocument/2006/relationships/hyperlink" Target="https://product-selection.grundfos.com/uk/categories/water-treatment-products?tab=categories" TargetMode="External"/><Relationship Id="rId54" Type="http://schemas.openxmlformats.org/officeDocument/2006/relationships/hyperlink" Target="https://www.youtube.com/watch?v=40nC_OB5s3E" TargetMode="External"/><Relationship Id="rId62" Type="http://schemas.openxmlformats.org/officeDocument/2006/relationships/hyperlink" Target="https://www.youtube.com/watch?v=-HdVPCF4m1w"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press.hse.gov.uk/2025/04/30/fine-for-company-and-director-after-employee-dies-from-fall-through-roof/?utm_source=hse.gov.uk&amp;utm_medium=referral&amp;utm_campaign=press-channels-push&amp;utm_id=prosecution&amp;utm_term=roof-fall-death&amp;utm_content=home-page-news&amp;_ga=2.44559142.368857317.1747031400-1223147815.1747031400" TargetMode="External"/><Relationship Id="rId23" Type="http://schemas.openxmlformats.org/officeDocument/2006/relationships/hyperlink" Target="https://www.youtube.com/watch?v=suNadRnHy-U" TargetMode="External"/><Relationship Id="rId28" Type="http://schemas.openxmlformats.org/officeDocument/2006/relationships/hyperlink" Target="https://www.youtube.com/watch?v=9bU-I2ZiML0" TargetMode="External"/><Relationship Id="rId36" Type="http://schemas.openxmlformats.org/officeDocument/2006/relationships/hyperlink" Target="https://www.legislation.gov.uk/uksi/1999/1148/contents/made" TargetMode="External"/><Relationship Id="rId49" Type="http://schemas.openxmlformats.org/officeDocument/2006/relationships/hyperlink" Target="https://www.youtube.com/watch?v=2OzImGhXRtI" TargetMode="External"/><Relationship Id="rId57" Type="http://schemas.openxmlformats.org/officeDocument/2006/relationships/hyperlink" Target="https://magazines.grundfos.com/Grundfos/SU/UK/magna3-installation-and-operating-instructions/?page=2" TargetMode="External"/><Relationship Id="rId10" Type="http://schemas.openxmlformats.org/officeDocument/2006/relationships/header" Target="header1.xml"/><Relationship Id="rId31" Type="http://schemas.openxmlformats.org/officeDocument/2006/relationships/hyperlink" Target="https://www.youtube.com/watch?v=BY9VGS2eXas&amp;t=73s" TargetMode="External"/><Relationship Id="rId44" Type="http://schemas.openxmlformats.org/officeDocument/2006/relationships/hyperlink" Target="https://www.youtube.com/watch?v=YbOmUzxi3PA" TargetMode="External"/><Relationship Id="rId52" Type="http://schemas.openxmlformats.org/officeDocument/2006/relationships/hyperlink" Target="https://www.youtube.com/watch?v=vOFyigsT5PY&amp;t=3s" TargetMode="External"/><Relationship Id="rId60" Type="http://schemas.openxmlformats.org/officeDocument/2006/relationships/hyperlink" Target="https://www.youtube.com/watch?v=mDq20vU1P14" TargetMode="External"/><Relationship Id="rId65" Type="http://schemas.openxmlformats.org/officeDocument/2006/relationships/hyperlink" Target="https://fieldrocket.com/blog/how-to-quote-plumbing-jobs-step-by-step-guide-template/"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www.youtube.com/watch?v=C4kb-8CjVYg" TargetMode="External"/><Relationship Id="rId18" Type="http://schemas.openxmlformats.org/officeDocument/2006/relationships/hyperlink" Target="https://www.ridgid.eu/gb/en/ridgid-tools" TargetMode="External"/><Relationship Id="rId39" Type="http://schemas.openxmlformats.org/officeDocument/2006/relationships/hyperlink" Target="https://www.youtube.com/watch?v=sqgVa71GyaY" TargetMode="External"/><Relationship Id="rId34" Type="http://schemas.openxmlformats.org/officeDocument/2006/relationships/hyperlink" Target="https://www.igem.org.uk/" TargetMode="External"/><Relationship Id="rId50" Type="http://schemas.openxmlformats.org/officeDocument/2006/relationships/hyperlink" Target="https://www.youtube.com/watch?v=tkKWQ-MFy3w" TargetMode="External"/><Relationship Id="rId55" Type="http://schemas.openxmlformats.org/officeDocument/2006/relationships/hyperlink" Target="https://www.youtube.com/watch?v=jkJpsQXVy7o&amp;t=41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zeld\Downloads\Option%201%20(white%20header)\Option%201%20(white%20header)\T%20Levels%20-%20Sample%20Scheme%20of%20Work%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1e15224-84b2-4570-bdea-a67bb94d0921" xsi:nil="true"/>
    <lcf76f155ced4ddcb4097134ff3c332f xmlns="7c04300a-231c-4281-9146-a98f6f4a7af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DD05C0E7E0E414EB79F81A23986EA6A" ma:contentTypeVersion="11" ma:contentTypeDescription="Create a new document." ma:contentTypeScope="" ma:versionID="a35201a8bc688b2d88f5dbb6e1211090">
  <xsd:schema xmlns:xsd="http://www.w3.org/2001/XMLSchema" xmlns:xs="http://www.w3.org/2001/XMLSchema" xmlns:p="http://schemas.microsoft.com/office/2006/metadata/properties" xmlns:ns2="7c04300a-231c-4281-9146-a98f6f4a7aff" xmlns:ns3="01e15224-84b2-4570-bdea-a67bb94d0921" targetNamespace="http://schemas.microsoft.com/office/2006/metadata/properties" ma:root="true" ma:fieldsID="b4e4d11d21b039030c9a48cd9f3673c2" ns2:_="" ns3:_="">
    <xsd:import namespace="7c04300a-231c-4281-9146-a98f6f4a7aff"/>
    <xsd:import namespace="01e15224-84b2-4570-bdea-a67bb94d092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04300a-231c-4281-9146-a98f6f4a7a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fd004107-dac0-45af-83fb-11757b2c839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e15224-84b2-4570-bdea-a67bb94d09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8a52c73-49a1-4329-875b-4831fc8e3540}" ma:internalName="TaxCatchAll" ma:showField="CatchAllData" ma:web="01e15224-84b2-4570-bdea-a67bb94d09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1B6BC7-A132-49D0-B339-D86FDE4BC535}">
  <ds:schemaRefs>
    <ds:schemaRef ds:uri="http://schemas.microsoft.com/office/2006/metadata/properties"/>
    <ds:schemaRef ds:uri="http://schemas.microsoft.com/office/infopath/2007/PartnerControls"/>
    <ds:schemaRef ds:uri="01e15224-84b2-4570-bdea-a67bb94d0921"/>
    <ds:schemaRef ds:uri="7c04300a-231c-4281-9146-a98f6f4a7aff"/>
  </ds:schemaRefs>
</ds:datastoreItem>
</file>

<file path=customXml/itemProps2.xml><?xml version="1.0" encoding="utf-8"?>
<ds:datastoreItem xmlns:ds="http://schemas.openxmlformats.org/officeDocument/2006/customXml" ds:itemID="{391DB9CD-CABB-4D57-8F07-F524C7D8C1FE}">
  <ds:schemaRefs>
    <ds:schemaRef ds:uri="http://schemas.microsoft.com/sharepoint/v3/contenttype/forms"/>
  </ds:schemaRefs>
</ds:datastoreItem>
</file>

<file path=customXml/itemProps3.xml><?xml version="1.0" encoding="utf-8"?>
<ds:datastoreItem xmlns:ds="http://schemas.openxmlformats.org/officeDocument/2006/customXml" ds:itemID="{B9DCFF1A-C86F-43AF-9BFC-2ED300BF8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04300a-231c-4281-9146-a98f6f4a7aff"/>
    <ds:schemaRef ds:uri="01e15224-84b2-4570-bdea-a67bb94d09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05df1ad-1e0b-4b60-8e60-73191c0af5ea}" enabled="1" method="Standard" siteId="{0b26221c-c008-47b1-94c7-58a0b89761cc}" removed="0"/>
</clbl:labelList>
</file>

<file path=docProps/app.xml><?xml version="1.0" encoding="utf-8"?>
<Properties xmlns="http://schemas.openxmlformats.org/officeDocument/2006/extended-properties" xmlns:vt="http://schemas.openxmlformats.org/officeDocument/2006/docPropsVTypes">
  <Template>T Levels - Sample Scheme of Work Template</Template>
  <TotalTime>225</TotalTime>
  <Pages>226</Pages>
  <Words>29602</Words>
  <Characters>174450</Characters>
  <Application>Microsoft Office Word</Application>
  <DocSecurity>0</DocSecurity>
  <Lines>10168</Lines>
  <Paragraphs>4335</Paragraphs>
  <ScaleCrop>false</ScaleCrop>
  <Company>City &amp; Guilds</Company>
  <LinksUpToDate>false</LinksUpToDate>
  <CharactersWithSpaces>202764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Blount, Melanie</cp:lastModifiedBy>
  <cp:revision>143</cp:revision>
  <cp:lastPrinted>2020-04-23T15:21:00Z</cp:lastPrinted>
  <dcterms:created xsi:type="dcterms:W3CDTF">2025-10-27T14:37:00Z</dcterms:created>
  <dcterms:modified xsi:type="dcterms:W3CDTF">2025-10-29T16:40:00Z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7c5446cbbb8da50d5a00562e559e2a919c2bdb06591217a9ad5a2e495dbf13cb</vt:lpwstr>
  </property>
  <property fmtid="{D5CDD505-2E9C-101B-9397-08002B2CF9AE}" pid="3" name="MSIP_Label_8448bdcc-a5c1-4821-919e-44fa9583868f_Enabled">
    <vt:lpwstr>true</vt:lpwstr>
  </property>
  <property fmtid="{D5CDD505-2E9C-101B-9397-08002B2CF9AE}" pid="4" name="MSIP_Label_8448bdcc-a5c1-4821-919e-44fa9583868f_SetDate">
    <vt:lpwstr>2025-04-21T11:19:24Z</vt:lpwstr>
  </property>
  <property fmtid="{D5CDD505-2E9C-101B-9397-08002B2CF9AE}" pid="5" name="MSIP_Label_8448bdcc-a5c1-4821-919e-44fa9583868f_Method">
    <vt:lpwstr>Standard</vt:lpwstr>
  </property>
  <property fmtid="{D5CDD505-2E9C-101B-9397-08002B2CF9AE}" pid="6" name="MSIP_Label_8448bdcc-a5c1-4821-919e-44fa9583868f_Name">
    <vt:lpwstr>defa4170-0d19-0005-0004-bc88714345d2</vt:lpwstr>
  </property>
  <property fmtid="{D5CDD505-2E9C-101B-9397-08002B2CF9AE}" pid="7" name="MSIP_Label_8448bdcc-a5c1-4821-919e-44fa9583868f_SiteId">
    <vt:lpwstr>96f4d8ee-39bd-4af2-bb46-02d6d12565b5</vt:lpwstr>
  </property>
  <property fmtid="{D5CDD505-2E9C-101B-9397-08002B2CF9AE}" pid="8" name="MSIP_Label_8448bdcc-a5c1-4821-919e-44fa9583868f_ActionId">
    <vt:lpwstr>60cbb2ca-8c43-4910-9ad0-3864304a0782</vt:lpwstr>
  </property>
  <property fmtid="{D5CDD505-2E9C-101B-9397-08002B2CF9AE}" pid="9" name="MSIP_Label_8448bdcc-a5c1-4821-919e-44fa9583868f_ContentBits">
    <vt:lpwstr>0</vt:lpwstr>
  </property>
  <property fmtid="{D5CDD505-2E9C-101B-9397-08002B2CF9AE}" pid="10" name="MSIP_Label_8448bdcc-a5c1-4821-919e-44fa9583868f_Tag">
    <vt:lpwstr>10, 3, 0, 2</vt:lpwstr>
  </property>
  <property fmtid="{D5CDD505-2E9C-101B-9397-08002B2CF9AE}" pid="11" name="MediaServiceImageTags">
    <vt:lpwstr/>
  </property>
  <property fmtid="{D5CDD505-2E9C-101B-9397-08002B2CF9AE}" pid="12" name="MSIP_Label_8330bda6-d095-477b-8893-df3ed8791773_Enabled">
    <vt:lpwstr>true</vt:lpwstr>
  </property>
  <property fmtid="{D5CDD505-2E9C-101B-9397-08002B2CF9AE}" pid="13" name="MSIP_Label_8330bda6-d095-477b-8893-df3ed8791773_SetDate">
    <vt:lpwstr>2025-10-27T08:30:47Z</vt:lpwstr>
  </property>
  <property fmtid="{D5CDD505-2E9C-101B-9397-08002B2CF9AE}" pid="14" name="MSIP_Label_8330bda6-d095-477b-8893-df3ed8791773_Method">
    <vt:lpwstr>Privileged</vt:lpwstr>
  </property>
  <property fmtid="{D5CDD505-2E9C-101B-9397-08002B2CF9AE}" pid="15" name="MSIP_Label_8330bda6-d095-477b-8893-df3ed8791773_Name">
    <vt:lpwstr>8330bda6-d095-477b-8893-df3ed8791773</vt:lpwstr>
  </property>
  <property fmtid="{D5CDD505-2E9C-101B-9397-08002B2CF9AE}" pid="16" name="MSIP_Label_8330bda6-d095-477b-8893-df3ed8791773_SiteId">
    <vt:lpwstr>b6d3492e-0aa1-4a60-840d-b706a96e670d</vt:lpwstr>
  </property>
  <property fmtid="{D5CDD505-2E9C-101B-9397-08002B2CF9AE}" pid="17" name="MSIP_Label_8330bda6-d095-477b-8893-df3ed8791773_ActionId">
    <vt:lpwstr>2d121018-84ba-44d8-95b2-71849fc163c5</vt:lpwstr>
  </property>
  <property fmtid="{D5CDD505-2E9C-101B-9397-08002B2CF9AE}" pid="18" name="MSIP_Label_8330bda6-d095-477b-8893-df3ed8791773_ContentBits">
    <vt:lpwstr>0</vt:lpwstr>
  </property>
  <property fmtid="{D5CDD505-2E9C-101B-9397-08002B2CF9AE}" pid="19" name="MSIP_Label_8330bda6-d095-477b-8893-df3ed8791773_Tag">
    <vt:lpwstr>10, 0, 1, 1</vt:lpwstr>
  </property>
  <property fmtid="{D5CDD505-2E9C-101B-9397-08002B2CF9AE}" pid="20" name="ContentTypeId">
    <vt:lpwstr>0x010100CDD05C0E7E0E414EB79F81A23986EA6A</vt:lpwstr>
  </property>
</Properties>
</file>